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64675" w14:textId="2071F355" w:rsidR="00A42416" w:rsidRDefault="006F2E74" w:rsidP="006827EC">
      <w:pPr>
        <w:pStyle w:val="PaperTitle"/>
      </w:pPr>
      <w:r w:rsidRPr="00B41186">
        <w:t>Stress-Sta</w:t>
      </w:r>
      <w:r w:rsidR="00C20177">
        <w:t>te</w:t>
      </w:r>
      <w:r w:rsidRPr="00B41186">
        <w:t xml:space="preserve"> </w:t>
      </w:r>
      <w:r>
        <w:t>o</w:t>
      </w:r>
      <w:r w:rsidRPr="00B41186">
        <w:t xml:space="preserve">f </w:t>
      </w:r>
      <w:r w:rsidR="00C20177">
        <w:t xml:space="preserve">Kizilsay </w:t>
      </w:r>
      <w:r w:rsidRPr="00B41186">
        <w:t>Earth Dam</w:t>
      </w:r>
      <w:r w:rsidR="00C20177">
        <w:t xml:space="preserve"> under Static Loads</w:t>
      </w:r>
    </w:p>
    <w:p w14:paraId="6CF9EA44" w14:textId="7E7BCE91" w:rsidR="00C14B14" w:rsidRDefault="00332B80" w:rsidP="00A42416">
      <w:pPr>
        <w:pStyle w:val="AuthorName"/>
        <w:rPr>
          <w:sz w:val="20"/>
          <w:lang w:val="en-GB" w:eastAsia="en-GB"/>
        </w:rPr>
      </w:pPr>
      <w:r>
        <w:t xml:space="preserve">Akhrorbek </w:t>
      </w:r>
      <w:r w:rsidRPr="00B41186">
        <w:t>Numonov</w:t>
      </w:r>
      <w:r>
        <w:rPr>
          <w:vertAlign w:val="superscript"/>
        </w:rPr>
        <w:t>1, a</w:t>
      </w:r>
      <w:proofErr w:type="gramStart"/>
      <w:r>
        <w:rPr>
          <w:vertAlign w:val="superscript"/>
        </w:rPr>
        <w:t>)</w:t>
      </w:r>
      <w:r>
        <w:t xml:space="preserve"> ,</w:t>
      </w:r>
      <w:proofErr w:type="gramEnd"/>
      <w:r>
        <w:t xml:space="preserve"> </w:t>
      </w:r>
      <w:r w:rsidR="00D01409">
        <w:t xml:space="preserve">Karim </w:t>
      </w:r>
      <w:r w:rsidR="002121EF">
        <w:t>Sultanov</w:t>
      </w:r>
      <w:r w:rsidRPr="005340E9">
        <w:rPr>
          <w:vertAlign w:val="superscript"/>
        </w:rPr>
        <w:t>1</w:t>
      </w:r>
      <w:r w:rsidRPr="009A672F">
        <w:rPr>
          <w:vertAlign w:val="superscript"/>
        </w:rPr>
        <w:t>,</w:t>
      </w:r>
      <w:r>
        <w:rPr>
          <w:vertAlign w:val="superscript"/>
        </w:rPr>
        <w:t xml:space="preserve"> b</w:t>
      </w:r>
      <w:proofErr w:type="gramStart"/>
      <w:r>
        <w:rPr>
          <w:vertAlign w:val="superscript"/>
        </w:rPr>
        <w:t>)</w:t>
      </w:r>
      <w:r w:rsidR="002121EF">
        <w:t xml:space="preserve">, </w:t>
      </w:r>
      <w:r w:rsidR="002121EF">
        <w:rPr>
          <w:vertAlign w:val="superscript"/>
        </w:rPr>
        <w:t xml:space="preserve"> </w:t>
      </w:r>
      <w:r w:rsidR="00D01409">
        <w:t>Mirziyod</w:t>
      </w:r>
      <w:proofErr w:type="gramEnd"/>
      <w:r w:rsidR="00D01409">
        <w:t xml:space="preserve"> </w:t>
      </w:r>
      <w:r w:rsidR="00E0724E">
        <w:t xml:space="preserve">Mirsaidov </w:t>
      </w:r>
      <w:r w:rsidR="006F2E74">
        <w:rPr>
          <w:vertAlign w:val="superscript"/>
        </w:rPr>
        <w:t>1,2</w:t>
      </w:r>
      <w:r w:rsidR="009A672F">
        <w:rPr>
          <w:vertAlign w:val="superscript"/>
        </w:rPr>
        <w:t>,</w:t>
      </w:r>
      <w:r w:rsidR="00E0724E">
        <w:rPr>
          <w:vertAlign w:val="superscript"/>
        </w:rPr>
        <w:t xml:space="preserve"> </w:t>
      </w:r>
      <w:r>
        <w:rPr>
          <w:vertAlign w:val="superscript"/>
        </w:rPr>
        <w:t>c</w:t>
      </w:r>
      <w:r w:rsidR="00E0724E">
        <w:rPr>
          <w:vertAlign w:val="superscript"/>
        </w:rPr>
        <w:t>)</w:t>
      </w:r>
      <w:r w:rsidR="00E0724E">
        <w:t xml:space="preserve">, </w:t>
      </w:r>
      <w:r w:rsidR="00D01409">
        <w:rPr>
          <w:lang w:val="uz-Cyrl-UZ"/>
        </w:rPr>
        <w:br/>
      </w:r>
      <w:r w:rsidR="009A672F">
        <w:t xml:space="preserve">and </w:t>
      </w:r>
      <w:r w:rsidR="005340E9" w:rsidRPr="00B41186">
        <w:t>Z</w:t>
      </w:r>
      <w:r w:rsidR="005340E9">
        <w:t xml:space="preserve">iyoda </w:t>
      </w:r>
      <w:r w:rsidR="00B41186" w:rsidRPr="00B41186">
        <w:t>Urazmukhamedova</w:t>
      </w:r>
      <w:proofErr w:type="gramStart"/>
      <w:r w:rsidR="00E0724E">
        <w:rPr>
          <w:vertAlign w:val="superscript"/>
        </w:rPr>
        <w:t>1</w:t>
      </w:r>
      <w:r w:rsidR="009A672F">
        <w:rPr>
          <w:vertAlign w:val="superscript"/>
        </w:rPr>
        <w:t>,</w:t>
      </w:r>
      <w:r w:rsidR="002121EF">
        <w:rPr>
          <w:vertAlign w:val="superscript"/>
        </w:rPr>
        <w:t>d</w:t>
      </w:r>
      <w:proofErr w:type="gramEnd"/>
      <w:r w:rsidR="00E50407">
        <w:rPr>
          <w:vertAlign w:val="superscript"/>
        </w:rPr>
        <w:t>)</w:t>
      </w:r>
      <w:r w:rsidR="00B41186">
        <w:t xml:space="preserve"> </w:t>
      </w:r>
    </w:p>
    <w:p w14:paraId="4A9D24F8" w14:textId="77777777" w:rsidR="002926DE" w:rsidRDefault="00E50407" w:rsidP="002926DE">
      <w:pPr>
        <w:pStyle w:val="AuthorAffiliation"/>
        <w:rPr>
          <w:lang w:val="en-GB" w:eastAsia="en-GB"/>
        </w:rPr>
      </w:pPr>
      <w:r w:rsidRPr="00E50407">
        <w:rPr>
          <w:i w:val="0"/>
          <w:iCs/>
          <w:vertAlign w:val="superscript"/>
        </w:rPr>
        <w:t>1</w:t>
      </w:r>
      <w:r>
        <w:rPr>
          <w:i w:val="0"/>
          <w:iCs/>
          <w:vertAlign w:val="superscript"/>
        </w:rPr>
        <w:t xml:space="preserve"> </w:t>
      </w:r>
      <w:r w:rsidR="002926DE" w:rsidRPr="00E50407">
        <w:t>Institute of Mechanics and Seismic Stability of Structures named after M.</w:t>
      </w:r>
      <w:proofErr w:type="gramStart"/>
      <w:r w:rsidR="002926DE" w:rsidRPr="00E50407">
        <w:t>T.Urazbaev</w:t>
      </w:r>
      <w:proofErr w:type="gramEnd"/>
      <w:r w:rsidR="002926DE" w:rsidRPr="00E50407">
        <w:t>, Uzbekistan Academy of Sciences.</w:t>
      </w:r>
      <w:r w:rsidRPr="00E50407">
        <w:rPr>
          <w:lang w:val="en-GB" w:eastAsia="en-GB"/>
        </w:rPr>
        <w:t xml:space="preserve"> </w:t>
      </w:r>
      <w:r w:rsidRPr="00A00DB7">
        <w:rPr>
          <w:lang w:val="en-GB" w:eastAsia="en-GB"/>
        </w:rPr>
        <w:t>Tashkent, Uzbekistan</w:t>
      </w:r>
      <w:r>
        <w:rPr>
          <w:lang w:val="en-GB" w:eastAsia="en-GB"/>
        </w:rPr>
        <w:t>.</w:t>
      </w:r>
    </w:p>
    <w:p w14:paraId="09A01816" w14:textId="77777777" w:rsidR="00E0724E" w:rsidRPr="00481C83" w:rsidRDefault="00E0724E" w:rsidP="002926DE">
      <w:pPr>
        <w:pStyle w:val="AuthorAffiliation"/>
      </w:pPr>
      <w:r w:rsidRPr="00481C83">
        <w:rPr>
          <w:vertAlign w:val="superscript"/>
        </w:rPr>
        <w:t>2</w:t>
      </w:r>
      <w:r w:rsidR="00481C83" w:rsidRPr="00481C83">
        <w:t>Tashkent Inst</w:t>
      </w:r>
      <w:r w:rsidR="00481C83">
        <w:t>itute</w:t>
      </w:r>
      <w:r w:rsidR="00481C83" w:rsidRPr="00481C83">
        <w:t xml:space="preserve"> of Irrigation and Agricultural Mechanization Engineers, National Research University</w:t>
      </w:r>
      <w:r w:rsidR="00481C83">
        <w:t>.</w:t>
      </w:r>
      <w:r w:rsidR="0083144E" w:rsidRPr="0083144E">
        <w:rPr>
          <w:lang w:val="en-GB" w:eastAsia="en-GB"/>
        </w:rPr>
        <w:t xml:space="preserve"> </w:t>
      </w:r>
      <w:r w:rsidR="0083144E" w:rsidRPr="00A00DB7">
        <w:rPr>
          <w:lang w:val="en-GB" w:eastAsia="en-GB"/>
        </w:rPr>
        <w:t>Tashkent, Uzbekistan</w:t>
      </w:r>
      <w:r w:rsidR="0083144E">
        <w:rPr>
          <w:lang w:val="en-GB" w:eastAsia="en-GB"/>
        </w:rPr>
        <w:t>.</w:t>
      </w:r>
    </w:p>
    <w:p w14:paraId="7C691DA5" w14:textId="334C1D70" w:rsidR="002121EF" w:rsidRDefault="00646AF6" w:rsidP="002121EF">
      <w:pPr>
        <w:pStyle w:val="AuthorEmail"/>
        <w:rPr>
          <w:rStyle w:val="a7"/>
          <w:color w:val="auto"/>
          <w:u w:val="none"/>
        </w:rPr>
      </w:pPr>
      <w:r w:rsidRPr="009A672F">
        <w:br/>
      </w:r>
      <w:r w:rsidR="006F2E74" w:rsidRPr="009A672F">
        <w:rPr>
          <w:vertAlign w:val="superscript"/>
        </w:rPr>
        <w:t>a)</w:t>
      </w:r>
      <w:r w:rsidR="006F2E74" w:rsidRPr="009A672F">
        <w:t xml:space="preserve"> </w:t>
      </w:r>
      <w:r w:rsidR="00332B80" w:rsidRPr="009A672F">
        <w:t xml:space="preserve">Corresponding author: </w:t>
      </w:r>
      <w:hyperlink r:id="rId9" w:history="1">
        <w:r w:rsidR="00332B80" w:rsidRPr="009A672F">
          <w:rPr>
            <w:rStyle w:val="a7"/>
            <w:color w:val="auto"/>
            <w:u w:val="none"/>
          </w:rPr>
          <w:t>a.t.numonov@gmail.com</w:t>
        </w:r>
      </w:hyperlink>
      <w:r w:rsidR="00332B80" w:rsidRPr="009A672F">
        <w:rPr>
          <w:rStyle w:val="a7"/>
          <w:color w:val="auto"/>
          <w:u w:val="none"/>
        </w:rPr>
        <w:t xml:space="preserve"> </w:t>
      </w:r>
    </w:p>
    <w:p w14:paraId="0F261B22" w14:textId="59E5B681" w:rsidR="002121EF" w:rsidRPr="009A672F" w:rsidRDefault="002121EF" w:rsidP="002121EF">
      <w:pPr>
        <w:pStyle w:val="AuthorEmail"/>
        <w:rPr>
          <w:rStyle w:val="a7"/>
          <w:color w:val="auto"/>
          <w:u w:val="none"/>
        </w:rPr>
      </w:pPr>
      <w:r>
        <w:rPr>
          <w:vertAlign w:val="superscript"/>
        </w:rPr>
        <w:t>b</w:t>
      </w:r>
      <w:r w:rsidRPr="009A672F">
        <w:rPr>
          <w:vertAlign w:val="superscript"/>
        </w:rPr>
        <w:t>)</w:t>
      </w:r>
      <w:r w:rsidRPr="009A672F">
        <w:t xml:space="preserve"> </w:t>
      </w:r>
      <w:r w:rsidR="00332B80" w:rsidRPr="002F41EE">
        <w:t>sultanov.karim@mail.ru</w:t>
      </w:r>
      <w:r w:rsidR="00332B80" w:rsidRPr="009A672F">
        <w:rPr>
          <w:rStyle w:val="a7"/>
          <w:color w:val="auto"/>
          <w:u w:val="none"/>
        </w:rPr>
        <w:t xml:space="preserve"> </w:t>
      </w:r>
    </w:p>
    <w:p w14:paraId="0D960BAD" w14:textId="5C97510C" w:rsidR="005340E9" w:rsidRPr="009A672F" w:rsidRDefault="002121EF" w:rsidP="009A672F">
      <w:pPr>
        <w:pStyle w:val="AuthorEmail"/>
        <w:rPr>
          <w:rStyle w:val="a7"/>
          <w:color w:val="auto"/>
          <w:u w:val="none"/>
        </w:rPr>
      </w:pPr>
      <w:r>
        <w:rPr>
          <w:vertAlign w:val="superscript"/>
        </w:rPr>
        <w:t>c</w:t>
      </w:r>
      <w:r w:rsidR="006F2E74" w:rsidRPr="009A672F">
        <w:rPr>
          <w:vertAlign w:val="superscript"/>
        </w:rPr>
        <w:t>)</w:t>
      </w:r>
      <w:r w:rsidR="009A672F">
        <w:t xml:space="preserve"> </w:t>
      </w:r>
      <w:r w:rsidR="00332B80" w:rsidRPr="009A672F">
        <w:rPr>
          <w:rStyle w:val="a7"/>
          <w:color w:val="auto"/>
          <w:u w:val="none"/>
        </w:rPr>
        <w:t>mirsaidov1948@mail.ru</w:t>
      </w:r>
      <w:r w:rsidR="005340E9" w:rsidRPr="009A672F">
        <w:br/>
      </w:r>
      <w:r>
        <w:rPr>
          <w:vertAlign w:val="superscript"/>
        </w:rPr>
        <w:t>d</w:t>
      </w:r>
      <w:r w:rsidR="005340E9" w:rsidRPr="009A672F">
        <w:rPr>
          <w:vertAlign w:val="superscript"/>
        </w:rPr>
        <w:t>)</w:t>
      </w:r>
      <w:r w:rsidR="005340E9" w:rsidRPr="009A672F">
        <w:t xml:space="preserve"> </w:t>
      </w:r>
      <w:hyperlink r:id="rId10" w:history="1">
        <w:r w:rsidR="00481C83" w:rsidRPr="009A672F">
          <w:rPr>
            <w:rStyle w:val="a7"/>
            <w:color w:val="auto"/>
            <w:u w:val="none"/>
          </w:rPr>
          <w:t>ziyoda-tiiame@mail.ru</w:t>
        </w:r>
      </w:hyperlink>
    </w:p>
    <w:p w14:paraId="504AB0B5" w14:textId="77777777" w:rsidR="0016385D" w:rsidRDefault="0016385D" w:rsidP="002926DE">
      <w:pPr>
        <w:pStyle w:val="Abstract"/>
      </w:pPr>
      <w:r w:rsidRPr="00075EA6">
        <w:rPr>
          <w:b/>
          <w:bCs/>
        </w:rPr>
        <w:t>Abstract.</w:t>
      </w:r>
      <w:r w:rsidRPr="00075EA6">
        <w:t xml:space="preserve"> </w:t>
      </w:r>
      <w:r w:rsidR="002926DE">
        <w:t>In a water environment, various stress sources act on the dam body together. The degree to which these factors are taken into account determines the proximity of the modeling results to real conditions and the degree of their application in engineering analysis. The fully water-filled nuclear earth dam was assessed under two different conditions. If in the first approach, the hydraulic impact was considered only as hydrostatic pressure, then in the second approach, it was more comprehensive, analyzing the volumetric forces arising from the filtration flow within the dam body, as well as the pore pressure. Calculations were performed using the MIDAS GTS NX software. This program allows for the joint assessment of the stress-strain state (SSS) of the soil and filtration processes, increasing the reliability of the modeling results. The Mohr-Coulomb model, widely used in geotechnics, served as the basis for describing the physical and mechanical properties of the soil.</w:t>
      </w:r>
    </w:p>
    <w:p w14:paraId="5C69E6D2" w14:textId="77777777" w:rsidR="001E26F1" w:rsidRDefault="001E26F1" w:rsidP="009A672F">
      <w:pPr>
        <w:pStyle w:val="1"/>
      </w:pPr>
      <w:r w:rsidRPr="001E26F1">
        <w:t>INTRODUCTION</w:t>
      </w:r>
    </w:p>
    <w:p w14:paraId="65C8E2AC" w14:textId="77777777" w:rsidR="001E26F1" w:rsidRPr="00E778DB" w:rsidRDefault="001E26F1" w:rsidP="001E26F1">
      <w:pPr>
        <w:pStyle w:val="Paragraph"/>
        <w:rPr>
          <w:b/>
        </w:rPr>
      </w:pPr>
      <w:r w:rsidRPr="00E778DB">
        <w:t>In recent years, the requirements for the stability and safety of hydraulic structures, in particular, earth dams, have been increasing. Natural disasters, fluctuations in water levels, filtration processes, and other external influences significantly affect the stability of dams. Accurate assessment of the stress-strain state of such structures is a key factor in their reliable design and safe operation. Filtration processes, external loads, and the maximum water level have a particularly significant impact on the dam's stability. Conducting a comprehensive analysis based on reliable mathematical models, taking these factors into account, is one of the main conditions for ensuring safety in engineering.</w:t>
      </w:r>
    </w:p>
    <w:p w14:paraId="66ACDF43" w14:textId="7971C68A" w:rsidR="001E26F1" w:rsidRPr="00E778DB" w:rsidRDefault="001E26F1" w:rsidP="001E26F1">
      <w:pPr>
        <w:pStyle w:val="Paragraph"/>
        <w:rPr>
          <w:b/>
        </w:rPr>
      </w:pPr>
      <w:r w:rsidRPr="00E778DB">
        <w:t>The first scientific ideas about water movement in the soil body were developed by Henry Darcy in the 18th century</w:t>
      </w:r>
      <w:r>
        <w:t xml:space="preserve"> </w:t>
      </w:r>
      <w:r w:rsidRPr="00E778DB">
        <w:t>[1]. He was</w:t>
      </w:r>
      <w:r w:rsidR="00516B44" w:rsidRPr="00516B44">
        <w:rPr>
          <w:rFonts w:ascii="Cambria Math" w:hAnsi="Cambria Math"/>
          <w:i/>
          <w:lang w:val="uz-Cyrl-UZ"/>
        </w:rPr>
        <w:t xml:space="preserve"> </w:t>
      </w:r>
      <w:r w:rsidRPr="00E778DB">
        <w:t>a French engineer who conducted research on water passage through soil and developed Darcy's law, named after him. Darcy</w:t>
      </w:r>
      <w:r>
        <w:t>’</w:t>
      </w:r>
      <w:r w:rsidRPr="00E778DB">
        <w:t>s Law describes how water moves through saturated soil and is the foundation of hydrogeology and soil physics.</w:t>
      </w:r>
    </w:p>
    <w:p w14:paraId="10FDF412" w14:textId="77777777" w:rsidR="001E26F1" w:rsidRPr="00E778DB" w:rsidRDefault="001E26F1" w:rsidP="001E26F1">
      <w:pPr>
        <w:pStyle w:val="Paragraph"/>
        <w:rPr>
          <w:b/>
        </w:rPr>
      </w:pPr>
      <w:r w:rsidRPr="00E778DB">
        <w:t>By 1931, the American scientist L.A. Richards</w:t>
      </w:r>
      <w:r>
        <w:t xml:space="preserve"> </w:t>
      </w:r>
      <w:r w:rsidRPr="00E778DB">
        <w:t>[2] developed the basic mathematical model for describing the movement of water in an unsaturated soil. In this model, it is determined how water moves under non-saturated conditions depending on the water potential in the soil and the water movement.</w:t>
      </w:r>
    </w:p>
    <w:p w14:paraId="79890B23" w14:textId="77777777" w:rsidR="001E26F1" w:rsidRPr="00E778DB" w:rsidRDefault="001E26F1" w:rsidP="001E26F1">
      <w:pPr>
        <w:pStyle w:val="Paragraph"/>
        <w:rPr>
          <w:b/>
        </w:rPr>
      </w:pPr>
      <w:r w:rsidRPr="00E778DB">
        <w:t xml:space="preserve"> In works [3-5], the properties of soils, hydraulics, stability analysis, construction practices, soil permeability, filtration processes in dam structures, and factors affecting dam safety are described in detail.</w:t>
      </w:r>
    </w:p>
    <w:p w14:paraId="197D2B30" w14:textId="77777777" w:rsidR="001E26F1" w:rsidRPr="00E778DB" w:rsidRDefault="001E26F1" w:rsidP="001E26F1">
      <w:pPr>
        <w:pStyle w:val="Paragraph"/>
        <w:rPr>
          <w:b/>
        </w:rPr>
      </w:pPr>
      <w:r w:rsidRPr="00E778DB">
        <w:t>In work [6] one of the main contributions to the study of soil physics and hydrology, especially to the modeling of unmoistened soils, was the Van Genuchten model, which proposed an empirical equation for predicting the hydraulic permeability of unmoistened soils based on groundwater pressure and saturation.</w:t>
      </w:r>
    </w:p>
    <w:p w14:paraId="71EE9272" w14:textId="77777777" w:rsidR="001E26F1" w:rsidRPr="00E778DB" w:rsidRDefault="001E26F1" w:rsidP="001E26F1">
      <w:pPr>
        <w:pStyle w:val="Paragraph"/>
        <w:rPr>
          <w:b/>
        </w:rPr>
      </w:pPr>
      <w:r w:rsidRPr="00E778DB">
        <w:t>In the work [7], a simple method for determining the hydraulic permeability of unsaturated soil using moisture retention data is presented. By integrating the soil water retention curves with theoretical dependencies, the method allows for effective assessment of permeability without extensive experiments.</w:t>
      </w:r>
    </w:p>
    <w:p w14:paraId="68752097" w14:textId="77777777" w:rsidR="001E26F1" w:rsidRPr="00E778DB" w:rsidRDefault="001E26F1" w:rsidP="001E26F1">
      <w:pPr>
        <w:pStyle w:val="Paragraph"/>
        <w:rPr>
          <w:b/>
        </w:rPr>
      </w:pPr>
      <w:r w:rsidRPr="00E778DB">
        <w:lastRenderedPageBreak/>
        <w:t>In the work [8], the importance of accurate forecasting models for determining the unsaturated hydraulic permeability (K) from groundwater retention data is emphasized, in which empirical expressions for describing the water retention curve are considered and a five-parameter equation adapted to different soil types is applied.</w:t>
      </w:r>
    </w:p>
    <w:p w14:paraId="70702063" w14:textId="77777777" w:rsidR="001E26F1" w:rsidRPr="00E778DB" w:rsidRDefault="001E26F1" w:rsidP="001E26F1">
      <w:pPr>
        <w:pStyle w:val="Paragraph"/>
        <w:rPr>
          <w:b/>
        </w:rPr>
      </w:pPr>
      <w:r w:rsidRPr="00E778DB">
        <w:t>The works [9,10] are devoted to the models of soil deformation prone to moisture. It was observed that the degree of soil moisture influences its stress-strain state. The study demonstrated on mathematical models how the physical and mechanical properties of loess soils, including density and volumetric compression modulus, change depending on moisture content.</w:t>
      </w:r>
    </w:p>
    <w:p w14:paraId="18976683" w14:textId="77777777" w:rsidR="001E26F1" w:rsidRPr="00E778DB" w:rsidRDefault="001E26F1" w:rsidP="001E26F1">
      <w:pPr>
        <w:pStyle w:val="Paragraph"/>
        <w:rPr>
          <w:b/>
        </w:rPr>
      </w:pPr>
      <w:r w:rsidRPr="00E778DB">
        <w:t>In the works [11,12], measures for planning construction work and preventing their deformation are considered based on soils that lose their volume and settle when saturated with water and tend to expand. In addition, technical solutions, experimental results, and methods that allow such soils to be strong and durable are presented.</w:t>
      </w:r>
    </w:p>
    <w:p w14:paraId="03445C7A" w14:textId="77777777" w:rsidR="001E26F1" w:rsidRPr="00E778DB" w:rsidRDefault="001E26F1" w:rsidP="001E26F1">
      <w:pPr>
        <w:pStyle w:val="Paragraph"/>
        <w:rPr>
          <w:b/>
        </w:rPr>
      </w:pPr>
      <w:r w:rsidRPr="00E778DB">
        <w:t>[13] investigated the relationship between Gardner and Van Gen</w:t>
      </w:r>
      <w:r>
        <w:t>uc</w:t>
      </w:r>
      <w:r w:rsidRPr="00E778DB">
        <w:t>hten-Mual</w:t>
      </w:r>
      <w:r>
        <w:t>lem</w:t>
      </w:r>
      <w:r w:rsidRPr="00E778DB">
        <w:t xml:space="preserve"> models when describing relative water permeability in soil. He proposed new formulas and successfully applied them at an average saturation level.</w:t>
      </w:r>
    </w:p>
    <w:p w14:paraId="709C603A" w14:textId="77777777" w:rsidR="001E26F1" w:rsidRPr="00E778DB" w:rsidRDefault="001E26F1" w:rsidP="001E26F1">
      <w:pPr>
        <w:pStyle w:val="Paragraph"/>
        <w:rPr>
          <w:b/>
        </w:rPr>
      </w:pPr>
      <w:r w:rsidRPr="00E778DB">
        <w:t>The article [14] discusses the issues of determining filtration processes and operational parameters of phosphogypsum sludge storage facilities. The authors analyzed the physicochemical properties of phosphogypsum sludge and studied their influence on the filtration process.</w:t>
      </w:r>
    </w:p>
    <w:p w14:paraId="3A247BD9" w14:textId="77777777" w:rsidR="001E26F1" w:rsidRPr="00E778DB" w:rsidRDefault="001E26F1" w:rsidP="001E26F1">
      <w:pPr>
        <w:pStyle w:val="Paragraph"/>
        <w:rPr>
          <w:b/>
        </w:rPr>
      </w:pPr>
      <w:r w:rsidRPr="00E778DB">
        <w:t>[15] several laboratory models were created, in which the central clay core and various sizes and shapes of the lower horizontal filter were used. Models were tested on a hydraulic flume, and parameters such as filtration flow, pore pressure, and dam stability were analyzed.</w:t>
      </w:r>
    </w:p>
    <w:p w14:paraId="24AFF818" w14:textId="77777777" w:rsidR="001E26F1" w:rsidRPr="00E778DB" w:rsidRDefault="001E26F1" w:rsidP="001E26F1">
      <w:pPr>
        <w:pStyle w:val="Paragraph"/>
        <w:rPr>
          <w:b/>
        </w:rPr>
      </w:pPr>
      <w:r w:rsidRPr="00E778DB">
        <w:t>The works [16,18] show the determination of filtration processes in dams using the finite element method. The water flow rate, material permeability, pressure impact, and erosion risk were analyzed, and the dam's hazardous zones were identified. Methods for reducing filtration by comparing different materials and design solutions have been proposed.</w:t>
      </w:r>
    </w:p>
    <w:p w14:paraId="0DCD7668" w14:textId="77777777" w:rsidR="001E26F1" w:rsidRPr="00E778DB" w:rsidRDefault="001E26F1" w:rsidP="001E26F1">
      <w:pPr>
        <w:pStyle w:val="Paragraph"/>
        <w:rPr>
          <w:b/>
        </w:rPr>
      </w:pPr>
      <w:r w:rsidRPr="00E778DB">
        <w:t>In the work [17], the stress-strain state of earth dams associated with filtration was studied. The authors analyzed the influence of water flow in the dam structure on mechanical stresses and deformations through mathematical modeling. It has been shown how filtration processes affect the strength and stability of the dam material, as well as the occurrence of critical deformation zones.</w:t>
      </w:r>
    </w:p>
    <w:p w14:paraId="1E442469" w14:textId="77777777" w:rsidR="001E26F1" w:rsidRDefault="001E26F1" w:rsidP="001E26F1">
      <w:pPr>
        <w:pStyle w:val="Paragraph"/>
      </w:pPr>
      <w:r w:rsidRPr="00E778DB">
        <w:t>In the work [19], the issues of modeling the stress-strain state of earth dams, taking into account non-uniform states, are considered. In the work [20], three-dimensional states of earth dams were analyzed, and it was shown that the interactions between structural elements are an important factor determining stability. In the work [21</w:t>
      </w:r>
      <w:r w:rsidR="008A66F5">
        <w:t>-24</w:t>
      </w:r>
      <w:r w:rsidRPr="00E778DB">
        <w:t>], the deformation state and strength characteristics of earth dams under static loads were studied, and the main parameters influencing stability were determined.</w:t>
      </w:r>
    </w:p>
    <w:p w14:paraId="201D61DA" w14:textId="77777777" w:rsidR="001E26F1" w:rsidRDefault="000A3B1F" w:rsidP="009A672F">
      <w:pPr>
        <w:pStyle w:val="1"/>
        <w:rPr>
          <w:lang w:eastAsia="zh-CN"/>
        </w:rPr>
      </w:pPr>
      <w:r w:rsidRPr="000A3B1F">
        <w:rPr>
          <w:lang w:eastAsia="zh-CN"/>
        </w:rPr>
        <w:t>Materials and methods</w:t>
      </w:r>
    </w:p>
    <w:p w14:paraId="2E9DB143" w14:textId="77777777" w:rsidR="00516B44" w:rsidRPr="00516B44" w:rsidRDefault="00516B44" w:rsidP="00516B44">
      <w:pPr>
        <w:pStyle w:val="Paragraph"/>
        <w:rPr>
          <w:lang w:val="uz-Cyrl-UZ"/>
        </w:rPr>
      </w:pPr>
      <w:r w:rsidRPr="00516B44">
        <w:rPr>
          <w:lang w:val="uz-Cyrl-UZ"/>
        </w:rPr>
        <w:t>The model of the projected Kizilsay earth dam is considered to evaluate the SSS of earth dams taking into account the structural heterogeneous feature of the structure under the action of mass forces, hydrostatic water pressure.</w:t>
      </w:r>
    </w:p>
    <w:p w14:paraId="72A6323A" w14:textId="77777777" w:rsidR="00516B44" w:rsidRPr="00516B44" w:rsidRDefault="00516B44" w:rsidP="00516B44">
      <w:pPr>
        <w:pStyle w:val="Paragraph"/>
        <w:rPr>
          <w:lang w:val="uz-Cyrl-UZ"/>
        </w:rPr>
      </w:pPr>
      <w:r w:rsidRPr="00516B44">
        <w:rPr>
          <w:lang w:val="uz-Cyrl-UZ"/>
        </w:rPr>
        <w:t>During the construction of the dam, it was established that the physical and mechanical characteristics of the soil in the supporting prisms and core, according to the project, should be as follows:</w:t>
      </w:r>
    </w:p>
    <w:p w14:paraId="6CE1D893" w14:textId="77777777" w:rsidR="00516B44" w:rsidRPr="00516B44" w:rsidRDefault="00516B44" w:rsidP="00516B44">
      <w:pPr>
        <w:pStyle w:val="Paragraph"/>
        <w:rPr>
          <w:lang w:val="uz-Cyrl-UZ"/>
        </w:rPr>
      </w:pPr>
      <w:r w:rsidRPr="00516B44">
        <w:rPr>
          <w:lang w:val="uz-Cyrl-UZ"/>
        </w:rPr>
        <w:t xml:space="preserve">- dam height 83 m, dam crest width 10 m, upstream slope </w:t>
      </w:r>
      <w:r w:rsidRPr="00516B44">
        <w:rPr>
          <w:i/>
          <w:iCs/>
          <w:lang w:val="uz-Cyrl-UZ"/>
        </w:rPr>
        <w:t>m</w:t>
      </w:r>
      <w:r w:rsidRPr="00516B44">
        <w:rPr>
          <w:i/>
          <w:iCs/>
          <w:vertAlign w:val="subscript"/>
          <w:lang w:val="uz-Cyrl-UZ"/>
        </w:rPr>
        <w:t>1</w:t>
      </w:r>
      <w:r w:rsidRPr="00516B44">
        <w:rPr>
          <w:lang w:val="uz-Cyrl-UZ"/>
        </w:rPr>
        <w:t xml:space="preserve">= 2.5 m, downstream slope </w:t>
      </w:r>
      <w:r w:rsidRPr="00516B44">
        <w:rPr>
          <w:i/>
          <w:iCs/>
          <w:lang w:val="uz-Cyrl-UZ"/>
        </w:rPr>
        <w:t>m</w:t>
      </w:r>
      <w:r w:rsidRPr="00516B44">
        <w:rPr>
          <w:i/>
          <w:iCs/>
          <w:vertAlign w:val="subscript"/>
          <w:lang w:val="uz-Cyrl-UZ"/>
        </w:rPr>
        <w:t>2</w:t>
      </w:r>
      <w:r w:rsidRPr="00516B44">
        <w:rPr>
          <w:lang w:val="uz-Cyrl-UZ"/>
        </w:rPr>
        <w:t>=2.1 m.</w:t>
      </w:r>
    </w:p>
    <w:p w14:paraId="2F3E62D5" w14:textId="77777777" w:rsidR="00516B44" w:rsidRPr="00516B44" w:rsidRDefault="00516B44" w:rsidP="00516B44">
      <w:pPr>
        <w:pStyle w:val="Paragraph"/>
        <w:rPr>
          <w:lang w:val="uz-Cyrl-UZ"/>
        </w:rPr>
      </w:pPr>
      <w:r w:rsidRPr="00516B44">
        <w:rPr>
          <w:lang w:val="uz-Cyrl-UZ"/>
        </w:rPr>
        <w:t xml:space="preserve">- modulus of elasticity of the soil in the supporting prisms </w:t>
      </w:r>
      <w:r w:rsidRPr="00516B44">
        <w:rPr>
          <w:i/>
          <w:iCs/>
          <w:lang w:val="uz-Cyrl-UZ"/>
        </w:rPr>
        <w:t>E</w:t>
      </w:r>
      <w:r w:rsidRPr="00516B44">
        <w:rPr>
          <w:lang w:val="uz-Cyrl-UZ"/>
        </w:rPr>
        <w:t xml:space="preserve">=3100 kgf/cm2, specific weight </w:t>
      </w:r>
      <w:r w:rsidRPr="00516B44">
        <w:rPr>
          <w:i/>
          <w:iCs/>
          <w:lang w:val="uz-Cyrl-UZ"/>
        </w:rPr>
        <w:t>γ</w:t>
      </w:r>
      <w:r w:rsidRPr="00516B44">
        <w:rPr>
          <w:lang w:val="uz-Cyrl-UZ"/>
        </w:rPr>
        <w:t xml:space="preserve">=2.0 t/m3, Poisson's ratio </w:t>
      </w:r>
      <w:r w:rsidRPr="00516B44">
        <w:rPr>
          <w:i/>
          <w:iCs/>
          <w:lang w:val="uz-Cyrl-UZ"/>
        </w:rPr>
        <w:t>ν</w:t>
      </w:r>
      <w:r w:rsidRPr="00516B44">
        <w:rPr>
          <w:lang w:val="uz-Cyrl-UZ"/>
        </w:rPr>
        <w:t xml:space="preserve">=0.30, soil coefficient of adhesion </w:t>
      </w:r>
      <w:r w:rsidRPr="00516B44">
        <w:rPr>
          <w:i/>
          <w:iCs/>
          <w:lang w:val="uz-Cyrl-UZ"/>
        </w:rPr>
        <w:t>C</w:t>
      </w:r>
      <w:r w:rsidRPr="00516B44">
        <w:rPr>
          <w:lang w:val="uz-Cyrl-UZ"/>
        </w:rPr>
        <w:t xml:space="preserve">=0.5, angle of internal friction </w:t>
      </w:r>
      <w:r w:rsidRPr="00516B44">
        <w:rPr>
          <w:i/>
          <w:iCs/>
          <w:lang w:val="uz-Cyrl-UZ"/>
        </w:rPr>
        <w:t>φ</w:t>
      </w:r>
      <w:r w:rsidRPr="00516B44">
        <w:rPr>
          <w:lang w:val="uz-Cyrl-UZ"/>
        </w:rPr>
        <w:t>=36°.</w:t>
      </w:r>
    </w:p>
    <w:p w14:paraId="076260B8" w14:textId="77777777" w:rsidR="00516B44" w:rsidRPr="00516B44" w:rsidRDefault="00516B44" w:rsidP="00516B44">
      <w:pPr>
        <w:pStyle w:val="Paragraph"/>
        <w:rPr>
          <w:lang w:val="uz-Cyrl-UZ"/>
        </w:rPr>
      </w:pPr>
      <w:r w:rsidRPr="00516B44">
        <w:rPr>
          <w:lang w:val="uz-Cyrl-UZ"/>
        </w:rPr>
        <w:t xml:space="preserve">- modulus of elasticity of soil in the core </w:t>
      </w:r>
      <w:r w:rsidRPr="00516B44">
        <w:rPr>
          <w:i/>
          <w:iCs/>
          <w:lang w:val="uz-Cyrl-UZ"/>
        </w:rPr>
        <w:t>E</w:t>
      </w:r>
      <w:r w:rsidRPr="00516B44">
        <w:rPr>
          <w:lang w:val="uz-Cyrl-UZ"/>
        </w:rPr>
        <w:t xml:space="preserve">=2780 kgf/cm2, specific weight </w:t>
      </w:r>
      <w:r w:rsidRPr="00516B44">
        <w:rPr>
          <w:i/>
          <w:iCs/>
          <w:lang w:val="uz-Cyrl-UZ"/>
        </w:rPr>
        <w:t>γ</w:t>
      </w:r>
      <w:r w:rsidRPr="00516B44">
        <w:rPr>
          <w:lang w:val="uz-Cyrl-UZ"/>
        </w:rPr>
        <w:t xml:space="preserve">=1.8 t/m3, Poisson's ratio </w:t>
      </w:r>
      <w:r w:rsidRPr="00516B44">
        <w:rPr>
          <w:i/>
          <w:iCs/>
          <w:lang w:val="uz-Cyrl-UZ"/>
        </w:rPr>
        <w:t>ν</w:t>
      </w:r>
      <w:r w:rsidRPr="00516B44">
        <w:rPr>
          <w:lang w:val="uz-Cyrl-UZ"/>
        </w:rPr>
        <w:t xml:space="preserve">=0.37, soil coefficient of adhesion </w:t>
      </w:r>
      <w:r w:rsidRPr="00516B44">
        <w:rPr>
          <w:i/>
          <w:iCs/>
          <w:lang w:val="uz-Cyrl-UZ"/>
        </w:rPr>
        <w:t>C</w:t>
      </w:r>
      <w:r w:rsidRPr="00516B44">
        <w:rPr>
          <w:lang w:val="uz-Cyrl-UZ"/>
        </w:rPr>
        <w:t xml:space="preserve">=0.5, angle of internal friction </w:t>
      </w:r>
      <w:r w:rsidRPr="00516B44">
        <w:rPr>
          <w:i/>
          <w:iCs/>
          <w:lang w:val="uz-Cyrl-UZ"/>
        </w:rPr>
        <w:t>φ</w:t>
      </w:r>
      <w:r w:rsidRPr="00516B44">
        <w:rPr>
          <w:lang w:val="uz-Cyrl-UZ"/>
        </w:rPr>
        <w:t>=16°.</w:t>
      </w:r>
    </w:p>
    <w:p w14:paraId="6425366D" w14:textId="77777777" w:rsidR="00516B44" w:rsidRPr="00516B44" w:rsidRDefault="00516B44" w:rsidP="00516B44">
      <w:pPr>
        <w:pStyle w:val="Paragraph"/>
        <w:rPr>
          <w:lang w:val="uz-Cyrl-UZ"/>
        </w:rPr>
      </w:pPr>
      <w:r w:rsidRPr="00516B44">
        <w:rPr>
          <w:lang w:val="uz-Cyrl-UZ"/>
        </w:rPr>
        <w:t>To build a mathematical model of the inhomogeneous soil dam Kizilsay in the state of plane deformation, we consider a deformable solid body (Fig. 1) occupying the volume S=S</w:t>
      </w:r>
      <w:r w:rsidRPr="00516B44">
        <w:rPr>
          <w:vertAlign w:val="subscript"/>
          <w:lang w:val="uz-Cyrl-UZ"/>
        </w:rPr>
        <w:t>1</w:t>
      </w:r>
      <w:r w:rsidRPr="00516B44">
        <w:rPr>
          <w:lang w:val="uz-Cyrl-UZ"/>
        </w:rPr>
        <w:t>+S</w:t>
      </w:r>
      <w:r w:rsidRPr="00516B44">
        <w:rPr>
          <w:vertAlign w:val="subscript"/>
          <w:lang w:val="uz-Cyrl-UZ"/>
        </w:rPr>
        <w:t>2</w:t>
      </w:r>
      <w:r w:rsidRPr="00516B44">
        <w:rPr>
          <w:lang w:val="uz-Cyrl-UZ"/>
        </w:rPr>
        <w:t>+S</w:t>
      </w:r>
      <w:r w:rsidRPr="00516B44">
        <w:rPr>
          <w:vertAlign w:val="subscript"/>
          <w:lang w:val="uz-Cyrl-UZ"/>
        </w:rPr>
        <w:t>3</w:t>
      </w:r>
      <w:r w:rsidRPr="00516B44">
        <w:rPr>
          <w:lang w:val="uz-Cyrl-UZ"/>
        </w:rPr>
        <w:t>, interacting with the water medium in the reservoir.</w:t>
      </w:r>
    </w:p>
    <w:p w14:paraId="1C25EC29" w14:textId="7DA1AD7D" w:rsidR="00516B44" w:rsidRDefault="00516B44" w:rsidP="00516B44">
      <w:pPr>
        <w:pStyle w:val="Paragraph"/>
      </w:pPr>
      <w:r w:rsidRPr="00516B44">
        <w:rPr>
          <w:lang w:val="uz-Cyrl-UZ"/>
        </w:rPr>
        <w:t>This inhomogeneous system occupying the volume S represents the model of the Kizilsay earth dam. Here S</w:t>
      </w:r>
      <w:r w:rsidRPr="00516B44">
        <w:rPr>
          <w:vertAlign w:val="subscript"/>
          <w:lang w:val="uz-Cyrl-UZ"/>
        </w:rPr>
        <w:t>1</w:t>
      </w:r>
      <w:r w:rsidRPr="00516B44">
        <w:rPr>
          <w:lang w:val="uz-Cyrl-UZ"/>
        </w:rPr>
        <w:t>, S</w:t>
      </w:r>
      <w:r w:rsidRPr="00516B44">
        <w:rPr>
          <w:vertAlign w:val="subscript"/>
          <w:lang w:val="uz-Cyrl-UZ"/>
        </w:rPr>
        <w:t>3</w:t>
      </w:r>
      <w:r w:rsidRPr="00516B44">
        <w:rPr>
          <w:lang w:val="uz-Cyrl-UZ"/>
        </w:rPr>
        <w:t xml:space="preserve"> are the dam support prisms and S</w:t>
      </w:r>
      <w:r w:rsidRPr="00516B44">
        <w:rPr>
          <w:vertAlign w:val="subscript"/>
          <w:lang w:val="uz-Cyrl-UZ"/>
        </w:rPr>
        <w:t>2</w:t>
      </w:r>
      <w:r w:rsidRPr="00516B44">
        <w:rPr>
          <w:lang w:val="uz-Cyrl-UZ"/>
        </w:rPr>
        <w:t xml:space="preserve"> is the dam core. The lower part ∑u of the earth dam (Fig. 1) is considered as absolutely rigidly fixed to the foundation. To ensure continuity of deformations and stresses at the boundaries of regio</w:t>
      </w:r>
      <w:r w:rsidRPr="00516B44">
        <w:rPr>
          <w:rFonts w:ascii="Cambria Math" w:hAnsi="Cambria Math"/>
          <w:i/>
          <w:lang w:val="uz-Cyrl-UZ"/>
        </w:rPr>
        <w:br/>
      </w:r>
      <w:r w:rsidRPr="00516B44">
        <w:rPr>
          <w:lang w:val="uz-Cyrl-UZ"/>
        </w:rPr>
        <w:t>ns S</w:t>
      </w:r>
      <w:r w:rsidRPr="00516B44">
        <w:rPr>
          <w:vertAlign w:val="subscript"/>
          <w:lang w:val="uz-Cyrl-UZ"/>
        </w:rPr>
        <w:t>1</w:t>
      </w:r>
      <w:r w:rsidRPr="00516B44">
        <w:rPr>
          <w:lang w:val="uz-Cyrl-UZ"/>
        </w:rPr>
        <w:t>, S</w:t>
      </w:r>
      <w:r w:rsidRPr="00516B44">
        <w:rPr>
          <w:vertAlign w:val="subscript"/>
          <w:lang w:val="uz-Cyrl-UZ"/>
        </w:rPr>
        <w:t>2</w:t>
      </w:r>
      <w:r w:rsidRPr="00516B44">
        <w:rPr>
          <w:lang w:val="uz-Cyrl-UZ"/>
        </w:rPr>
        <w:t>, S</w:t>
      </w:r>
      <w:r w:rsidRPr="00516B44">
        <w:rPr>
          <w:vertAlign w:val="subscript"/>
          <w:lang w:val="uz-Cyrl-UZ"/>
        </w:rPr>
        <w:t>3</w:t>
      </w:r>
      <w:r w:rsidRPr="00516B44">
        <w:rPr>
          <w:lang w:val="uz-Cyrl-UZ"/>
        </w:rPr>
        <w:t>, we use "continuity conditions".</w:t>
      </w:r>
    </w:p>
    <w:p w14:paraId="6D6A55E9" w14:textId="3C77B1B1" w:rsidR="009060E4" w:rsidRPr="00516B44" w:rsidRDefault="00CE6F27" w:rsidP="00516B44">
      <w:pPr>
        <w:pStyle w:val="Equation"/>
      </w:pPr>
      <w:r w:rsidRPr="00557F0A">
        <w:rPr>
          <w:noProof/>
          <w:lang w:val="ru-RU" w:eastAsia="ja-JP"/>
        </w:rPr>
        <w:lastRenderedPageBreak/>
        <w:drawing>
          <wp:inline distT="0" distB="0" distL="0" distR="0" wp14:anchorId="56E8ADBD" wp14:editId="760E4668">
            <wp:extent cx="5396119" cy="2314575"/>
            <wp:effectExtent l="0" t="0" r="0" b="0"/>
            <wp:docPr id="1386779115" name="Рисунок 1386779115" descr="C:\Users\user\Downloads\Telegram 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ownloads\Telegram Desktop\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02170" cy="2360064"/>
                    </a:xfrm>
                    <a:prstGeom prst="rect">
                      <a:avLst/>
                    </a:prstGeom>
                    <a:noFill/>
                    <a:ln>
                      <a:noFill/>
                    </a:ln>
                  </pic:spPr>
                </pic:pic>
              </a:graphicData>
            </a:graphic>
          </wp:inline>
        </w:drawing>
      </w:r>
    </w:p>
    <w:p w14:paraId="148565CA" w14:textId="44D7ED4F" w:rsidR="00CE6F27" w:rsidRDefault="00CE6F27" w:rsidP="00CE6F27">
      <w:pPr>
        <w:pStyle w:val="FigureCaption"/>
        <w:spacing w:before="0" w:after="120"/>
        <w:rPr>
          <w:lang w:val="uz-Cyrl-UZ"/>
        </w:rPr>
      </w:pPr>
      <w:r w:rsidRPr="003F6B18">
        <w:rPr>
          <w:b/>
          <w:bCs/>
        </w:rPr>
        <w:t>FIG</w:t>
      </w:r>
      <w:r>
        <w:rPr>
          <w:b/>
          <w:bCs/>
        </w:rPr>
        <w:t>URE</w:t>
      </w:r>
      <w:r w:rsidRPr="003F6B18">
        <w:rPr>
          <w:b/>
          <w:bCs/>
        </w:rPr>
        <w:t xml:space="preserve"> 1. </w:t>
      </w:r>
      <w:r w:rsidRPr="003F6B18">
        <w:t>Flat model of the ground dam of the Kizilsay reservoir</w:t>
      </w:r>
    </w:p>
    <w:p w14:paraId="14F11505" w14:textId="77777777" w:rsidR="00CE6F27" w:rsidRPr="003F6B18" w:rsidRDefault="00CE6F27" w:rsidP="00CE6F27">
      <w:pPr>
        <w:pStyle w:val="Paragraph"/>
      </w:pPr>
      <w:r w:rsidRPr="003F6B18">
        <w:t>It is required to determine the field of displacements, deformations and stresses occurring in the inhomogeneous plane-deformable system S (Fig. 1), which is under the influence of forceps and. Here L is the cross-sectional length of the dam base; b is the width of the dam crest; m</w:t>
      </w:r>
      <w:r w:rsidRPr="003F6B18">
        <w:rPr>
          <w:vertAlign w:val="subscript"/>
        </w:rPr>
        <w:t>1</w:t>
      </w:r>
      <w:r w:rsidRPr="003F6B18">
        <w:t>is the upstream slope; m</w:t>
      </w:r>
      <w:r w:rsidRPr="003F6B18">
        <w:rPr>
          <w:vertAlign w:val="subscript"/>
        </w:rPr>
        <w:t>2</w:t>
      </w:r>
      <w:r w:rsidRPr="003F6B18">
        <w:rPr>
          <w:lang w:val="uz-Cyrl-UZ"/>
        </w:rPr>
        <w:t xml:space="preserve"> </w:t>
      </w:r>
      <w:r w:rsidRPr="003F6B18">
        <w:t>is the downstream slope; m</w:t>
      </w:r>
      <w:r w:rsidRPr="003F6B18">
        <w:rPr>
          <w:vertAlign w:val="subscript"/>
        </w:rPr>
        <w:t>1yad</w:t>
      </w:r>
      <w:r w:rsidRPr="003F6B18">
        <w:t>, m</w:t>
      </w:r>
      <w:r w:rsidRPr="003F6B18">
        <w:rPr>
          <w:vertAlign w:val="subscript"/>
        </w:rPr>
        <w:t>2yad</w:t>
      </w:r>
      <w:r w:rsidRPr="003F6B18">
        <w:rPr>
          <w:vertAlign w:val="subscript"/>
          <w:lang w:val="uz-Cyrl-UZ"/>
        </w:rPr>
        <w:t xml:space="preserve"> </w:t>
      </w:r>
      <w:r w:rsidRPr="003F6B18">
        <w:t>represent the slopes of the dam core.</w:t>
      </w:r>
    </w:p>
    <w:p w14:paraId="7FC013EA" w14:textId="77777777" w:rsidR="00CE6F27" w:rsidRDefault="00CE6F27" w:rsidP="00CE6F27">
      <w:pPr>
        <w:pStyle w:val="Paragraph"/>
        <w:spacing w:after="120"/>
      </w:pPr>
      <w:r w:rsidRPr="003F6B18">
        <w:t>To model the deformation process occurring in the system (Fig. 1), the variational equation and kinematic boundary condition based on the principle of possible displacements, according to which the sum of virtual work done by active forces is zero, is used, namely [7, 33]:</w:t>
      </w:r>
    </w:p>
    <w:p w14:paraId="0F0570FD" w14:textId="16490B0C" w:rsidR="00CE6F27" w:rsidRDefault="00943332" w:rsidP="00943332">
      <w:pPr>
        <w:pStyle w:val="Equation"/>
      </w:pPr>
      <w:r>
        <w:tab/>
      </w:r>
      <w:r w:rsidRPr="00943332">
        <w:rPr>
          <w:position w:val="-60"/>
        </w:rPr>
        <w:object w:dxaOrig="4920" w:dyaOrig="1300" w14:anchorId="04361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5pt;height:65pt" o:ole="">
            <v:imagedata r:id="rId12" o:title=""/>
          </v:shape>
          <o:OLEObject Type="Embed" ProgID="Equation.3" ShapeID="_x0000_i1025" DrawAspect="Content" ObjectID="_1825164321" r:id="rId13"/>
        </w:object>
      </w:r>
      <w:r>
        <w:tab/>
      </w:r>
      <w:r w:rsidR="00CE6F27">
        <w:t>(1</w:t>
      </w:r>
      <w:r w:rsidR="00CE6F27" w:rsidRPr="00CE6F27">
        <w:t>)</w:t>
      </w:r>
    </w:p>
    <w:p w14:paraId="397058F7" w14:textId="799563CA" w:rsidR="00F31485" w:rsidRDefault="00943332" w:rsidP="00F31485">
      <w:pPr>
        <w:pStyle w:val="Equation"/>
      </w:pPr>
      <w:r>
        <w:tab/>
      </w:r>
      <w:r w:rsidRPr="00943332">
        <w:rPr>
          <w:position w:val="-10"/>
        </w:rPr>
        <w:object w:dxaOrig="1960" w:dyaOrig="300" w14:anchorId="1A27F5EF">
          <v:shape id="_x0000_i1026" type="#_x0000_t75" style="width:98pt;height:15pt" o:ole="">
            <v:imagedata r:id="rId14" o:title=""/>
          </v:shape>
          <o:OLEObject Type="Embed" ProgID="Equation.3" ShapeID="_x0000_i1026" DrawAspect="Content" ObjectID="_1825164322" r:id="rId15"/>
        </w:object>
      </w:r>
      <w:r>
        <w:tab/>
      </w:r>
      <w:r w:rsidR="00CE6F27">
        <w:t>(2</w:t>
      </w:r>
      <w:r w:rsidR="00CE6F27" w:rsidRPr="00CE6F27">
        <w:t>)</w:t>
      </w:r>
    </w:p>
    <w:p w14:paraId="46C4F1E2" w14:textId="0FBECFC6" w:rsidR="00CE6F27" w:rsidRPr="003F6B18" w:rsidRDefault="00CE6F27" w:rsidP="00943332">
      <w:pPr>
        <w:pStyle w:val="Paragraph"/>
        <w:ind w:firstLine="0"/>
      </w:pPr>
      <w:r w:rsidRPr="003F6B18">
        <w:t xml:space="preserve">Here </w:t>
      </w:r>
      <m:oMath>
        <m:acc>
          <m:accPr>
            <m:chr m:val="⃗"/>
            <m:ctrlPr>
              <w:rPr>
                <w:rFonts w:ascii="Cambria Math" w:hAnsi="Cambria Math"/>
              </w:rPr>
            </m:ctrlPr>
          </m:accPr>
          <m:e>
            <m:r>
              <w:rPr>
                <w:rFonts w:ascii="Cambria Math" w:hAnsi="Cambria Math"/>
              </w:rPr>
              <m:t>u</m:t>
            </m:r>
          </m:e>
        </m:acc>
      </m:oMath>
      <w:r w:rsidR="00842E88">
        <w:t>,</w:t>
      </w:r>
      <w:r w:rsidRPr="003F6B18">
        <w:t xml:space="preserve"> </w:t>
      </w:r>
      <m:oMath>
        <m:sSub>
          <m:sSubPr>
            <m:ctrlPr>
              <w:rPr>
                <w:rFonts w:ascii="Cambria Math" w:hAnsi="Cambria Math"/>
                <w:i/>
                <w:iCs/>
              </w:rPr>
            </m:ctrlPr>
          </m:sSubPr>
          <m:e>
            <m:r>
              <w:rPr>
                <w:rFonts w:ascii="Cambria Math" w:hAnsi="Cambria Math"/>
              </w:rPr>
              <m:t>ε</m:t>
            </m:r>
          </m:e>
          <m:sub>
            <m:r>
              <w:rPr>
                <w:rFonts w:ascii="Cambria Math" w:hAnsi="Cambria Math"/>
                <w:vertAlign w:val="subscript"/>
              </w:rPr>
              <m:t>ij</m:t>
            </m:r>
          </m:sub>
        </m:sSub>
      </m:oMath>
      <w:r w:rsidR="00842E88">
        <w:t xml:space="preserve">, </w:t>
      </w:r>
      <m:oMath>
        <m:sSub>
          <m:sSubPr>
            <m:ctrlPr>
              <w:rPr>
                <w:rFonts w:ascii="Cambria Math" w:hAnsi="Cambria Math"/>
                <w:i/>
                <w:iCs/>
              </w:rPr>
            </m:ctrlPr>
          </m:sSubPr>
          <m:e>
            <m:r>
              <w:rPr>
                <w:rFonts w:ascii="Cambria Math" w:hAnsi="Cambria Math"/>
              </w:rPr>
              <m:t>σ</m:t>
            </m:r>
          </m:e>
          <m:sub>
            <m:r>
              <w:rPr>
                <w:rFonts w:ascii="Cambria Math" w:hAnsi="Cambria Math"/>
                <w:vertAlign w:val="subscript"/>
              </w:rPr>
              <m:t>ij</m:t>
            </m:r>
          </m:sub>
        </m:sSub>
      </m:oMath>
      <w:r w:rsidR="00842E88" w:rsidRPr="00943332">
        <w:rPr>
          <w:i/>
          <w:iCs/>
        </w:rPr>
        <w:t xml:space="preserve"> </w:t>
      </w:r>
      <w:r w:rsidR="00842E88" w:rsidRPr="00842E88">
        <w:t>a</w:t>
      </w:r>
      <w:r w:rsidRPr="00842E88">
        <w:t xml:space="preserve">re the components of displacement vectors, strain and stress tensors, respectively; </w:t>
      </w:r>
      <m:oMath>
        <m:r>
          <m:rPr>
            <m:sty m:val="p"/>
          </m:rPr>
          <w:rPr>
            <w:rFonts w:ascii="Cambria Math" w:hAnsi="Cambria Math"/>
          </w:rPr>
          <m:t>δ</m:t>
        </m:r>
        <m:acc>
          <m:accPr>
            <m:chr m:val="⃗"/>
            <m:ctrlPr>
              <w:rPr>
                <w:rFonts w:ascii="Cambria Math" w:hAnsi="Cambria Math"/>
                <w:iCs/>
                <w:lang w:val="uz-Cyrl-UZ"/>
              </w:rPr>
            </m:ctrlPr>
          </m:accPr>
          <m:e>
            <m:r>
              <m:rPr>
                <m:sty m:val="p"/>
              </m:rPr>
              <w:rPr>
                <w:rFonts w:ascii="Cambria Math" w:hAnsi="Cambria Math"/>
              </w:rPr>
              <m:t>u</m:t>
            </m:r>
          </m:e>
        </m:acc>
      </m:oMath>
      <w:r w:rsidRPr="00842E88">
        <w:t xml:space="preserve">, </w:t>
      </w:r>
      <m:oMath>
        <m:sSub>
          <m:sSubPr>
            <m:ctrlPr>
              <w:rPr>
                <w:rFonts w:ascii="Cambria Math" w:hAnsi="Cambria Math"/>
                <w:i/>
                <w:iCs/>
              </w:rPr>
            </m:ctrlPr>
          </m:sSubPr>
          <m:e>
            <m:r>
              <w:rPr>
                <w:rFonts w:ascii="Cambria Math" w:hAnsi="Cambria Math"/>
              </w:rPr>
              <m:t>ε</m:t>
            </m:r>
          </m:e>
          <m:sub>
            <m:r>
              <w:rPr>
                <w:rFonts w:ascii="Cambria Math" w:hAnsi="Cambria Math"/>
                <w:vertAlign w:val="subscript"/>
              </w:rPr>
              <m:t>ij</m:t>
            </m:r>
          </m:sub>
        </m:sSub>
      </m:oMath>
      <w:r w:rsidRPr="00943332">
        <w:rPr>
          <w:i/>
          <w:iCs/>
        </w:rPr>
        <w:t xml:space="preserve"> </w:t>
      </w:r>
      <w:r w:rsidRPr="00842E88">
        <w:t>are the</w:t>
      </w:r>
      <w:r w:rsidRPr="003F6B18">
        <w:t xml:space="preserve"> isochronal variation of displacements and strains; is the vector of mass forces;</w:t>
      </w:r>
      <w:r w:rsidRPr="003F6B18">
        <w:rPr>
          <w:lang w:val="uz-Cyrl-UZ"/>
        </w:rPr>
        <w:t xml:space="preserve"> </w:t>
      </w:r>
      <w:r w:rsidRPr="003F6B18">
        <w:t>p is the hydrostatic pressure of water acting on the surface</w:t>
      </w:r>
      <w:r w:rsidR="00842E88">
        <w:t xml:space="preserve"> </w:t>
      </w:r>
      <m:oMath>
        <m:sSub>
          <m:sSubPr>
            <m:ctrlPr>
              <w:rPr>
                <w:rFonts w:ascii="Cambria Math" w:hAnsi="Cambria Math"/>
              </w:rPr>
            </m:ctrlPr>
          </m:sSubPr>
          <m:e>
            <m:r>
              <w:rPr>
                <w:rFonts w:ascii="Cambria Math" w:hAnsi="Cambria Math"/>
              </w:rPr>
              <m:t>S</m:t>
            </m:r>
          </m:e>
          <m:sub>
            <m:r>
              <w:rPr>
                <w:rFonts w:ascii="Cambria Math" w:hAnsi="Cambria Math"/>
              </w:rPr>
              <m:t>p</m:t>
            </m:r>
          </m:sub>
        </m:sSub>
        <m:r>
          <m:rPr>
            <m:sty m:val="p"/>
          </m:rPr>
          <w:rPr>
            <w:rFonts w:ascii="Cambria Math" w:hAnsi="Cambria Math"/>
          </w:rPr>
          <m:t>=(</m:t>
        </m:r>
        <m:r>
          <w:rPr>
            <w:rFonts w:ascii="Cambria Math" w:hAnsi="Cambria Math"/>
          </w:rPr>
          <m:t>h</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oMath>
      <w:r w:rsidRPr="003F6B18">
        <w:t xml:space="preserve"> - denotes the depth of the point of the dam pressure surface from the water level;</w:t>
      </w:r>
      <w:r w:rsidRPr="003F6B18">
        <w:rPr>
          <w:noProof/>
          <w:color w:val="000000" w:themeColor="text1"/>
          <w:position w:val="-4"/>
          <w:lang w:eastAsia="ru-RU"/>
        </w:rPr>
        <w:t xml:space="preserve"> </w:t>
      </w:r>
      <w:r w:rsidR="00F31485">
        <w:rPr>
          <w:noProof/>
          <w:color w:val="000000" w:themeColor="text1"/>
          <w:position w:val="-4"/>
          <w:lang w:eastAsia="ru-RU"/>
        </w:rPr>
        <w:br/>
      </w:r>
      <m:oMath>
        <m:acc>
          <m:accPr>
            <m:chr m:val="⃗"/>
            <m:ctrlPr>
              <w:rPr>
                <w:rFonts w:ascii="Cambria Math" w:hAnsi="Cambria Math"/>
              </w:rPr>
            </m:ctrlPr>
          </m:accPr>
          <m:e>
            <m:r>
              <w:rPr>
                <w:rFonts w:ascii="Cambria Math" w:hAnsi="Cambria Math"/>
              </w:rPr>
              <m:t>u</m:t>
            </m:r>
          </m:e>
        </m:acc>
        <m:r>
          <m:rPr>
            <m:sty m:val="p"/>
          </m:rPr>
          <w:rPr>
            <w:rFonts w:ascii="Cambria Math" w:hAnsi="Cambria Math"/>
          </w:rPr>
          <m:t>=</m:t>
        </m:r>
        <m:sSub>
          <m:sSubPr>
            <m:ctrlPr>
              <w:rPr>
                <w:rFonts w:ascii="Cambria Math" w:hAnsi="Cambria Math"/>
              </w:rPr>
            </m:ctrlPr>
          </m:sSubPr>
          <m:e>
            <m:r>
              <m:rPr>
                <m:sty m:val="p"/>
              </m:rPr>
              <w:rPr>
                <w:rFonts w:ascii="Cambria Math" w:hAnsi="Cambria Math"/>
              </w:rPr>
              <m:t>{</m:t>
            </m:r>
            <m:r>
              <w:rPr>
                <w:rFonts w:ascii="Cambria Math" w:hAnsi="Cambria Math"/>
              </w:rPr>
              <m:t>u</m:t>
            </m:r>
          </m:e>
          <m:sub>
            <m:r>
              <m:rPr>
                <m:sty m:val="p"/>
              </m:rPr>
              <w:rPr>
                <w:rFonts w:ascii="Cambria Math" w:hAnsi="Cambria Math"/>
              </w:rPr>
              <m:t>1,</m:t>
            </m:r>
          </m:sub>
        </m:sSub>
        <m:sSub>
          <m:sSubPr>
            <m:ctrlPr>
              <w:rPr>
                <w:rFonts w:ascii="Cambria Math" w:hAnsi="Cambria Math"/>
              </w:rPr>
            </m:ctrlPr>
          </m:sSubPr>
          <m:e>
            <m:r>
              <w:rPr>
                <w:rFonts w:ascii="Cambria Math" w:hAnsi="Cambria Math"/>
              </w:rPr>
              <m:t>u</m:t>
            </m:r>
          </m:e>
          <m:sub>
            <m:r>
              <m:rPr>
                <m:sty m:val="p"/>
              </m:rPr>
              <w:rPr>
                <w:rFonts w:ascii="Cambria Math" w:hAnsi="Cambria Math"/>
              </w:rPr>
              <m:t>2</m:t>
            </m:r>
          </m:sub>
        </m:sSub>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v</m:t>
        </m:r>
        <m:r>
          <m:rPr>
            <m:sty m:val="p"/>
          </m:rPr>
          <w:rPr>
            <w:rFonts w:ascii="Cambria Math" w:hAnsi="Cambria Math"/>
          </w:rPr>
          <m:t>}</m:t>
        </m:r>
      </m:oMath>
      <w:r w:rsidRPr="003F6B18">
        <w:t>- components of the displacement vector of the dam points;</w:t>
      </w:r>
      <w:r w:rsidR="00B41784" w:rsidRPr="00B41784">
        <w:t xml:space="preserve"> </w:t>
      </w:r>
      <m:oMath>
        <m:acc>
          <m:accPr>
            <m:chr m:val="⃗"/>
            <m:ctrlPr>
              <w:rPr>
                <w:rFonts w:ascii="Cambria Math" w:hAnsi="Cambria Math"/>
              </w:rPr>
            </m:ctrlPr>
          </m:accPr>
          <m:e>
            <m:r>
              <w:rPr>
                <w:rFonts w:ascii="Cambria Math" w:hAnsi="Cambria Math"/>
              </w:rPr>
              <m:t>x</m:t>
            </m:r>
          </m:e>
        </m:acc>
        <m:r>
          <m:rPr>
            <m:sty m:val="p"/>
          </m:rPr>
          <w:rPr>
            <w:rFonts w:ascii="Cambria Math" w:hAnsi="Cambria Math"/>
          </w:rPr>
          <m:t>=</m:t>
        </m:r>
        <m:sSub>
          <m:sSubPr>
            <m:ctrlPr>
              <w:rPr>
                <w:rFonts w:ascii="Cambria Math" w:hAnsi="Cambria Math"/>
              </w:rPr>
            </m:ctrlPr>
          </m:sSubPr>
          <m:e>
            <m:r>
              <m:rPr>
                <m:sty m:val="p"/>
              </m:rPr>
              <w:rPr>
                <w:rFonts w:ascii="Cambria Math" w:hAnsi="Cambria Math"/>
              </w:rPr>
              <m:t>{</m:t>
            </m:r>
            <m:r>
              <w:rPr>
                <w:rFonts w:ascii="Cambria Math" w:hAnsi="Cambria Math"/>
              </w:rPr>
              <m:t>x</m:t>
            </m:r>
          </m:e>
          <m:sub>
            <m:r>
              <m:rPr>
                <m:sty m:val="p"/>
              </m:rPr>
              <w:rPr>
                <w:rFonts w:ascii="Cambria Math" w:hAnsi="Cambria Math"/>
              </w:rPr>
              <m:t>1,</m:t>
            </m:r>
          </m:sub>
        </m:sSub>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oMath>
      <w:r w:rsidRPr="003F6B18">
        <w:rPr>
          <w:noProof/>
          <w:color w:val="000000" w:themeColor="text1"/>
          <w:position w:val="-6"/>
          <w:lang w:eastAsia="ru-RU"/>
        </w:rPr>
        <w:t xml:space="preserve"> </w:t>
      </w:r>
      <w:r w:rsidRPr="003F6B18">
        <w:rPr>
          <w:noProof/>
          <w:color w:val="000000" w:themeColor="text1"/>
          <w:lang w:val="uz-Cyrl-UZ"/>
        </w:rPr>
        <w:t>-</w:t>
      </w:r>
      <w:r w:rsidRPr="003F6B18">
        <w:t xml:space="preserve">coordinates of the dam points; when solving the plane problem, indices i, j take values </w:t>
      </w:r>
      <w:r w:rsidRPr="006827EC">
        <w:rPr>
          <w:i/>
          <w:iCs/>
        </w:rPr>
        <w:t>i, j</w:t>
      </w:r>
      <w:r w:rsidRPr="003F6B18">
        <w:t>=1,2. </w:t>
      </w:r>
    </w:p>
    <w:p w14:paraId="0C803595" w14:textId="292B9037" w:rsidR="00CE6F27" w:rsidRDefault="00CE6F27" w:rsidP="00F31485">
      <w:pPr>
        <w:pStyle w:val="Paragraph"/>
        <w:rPr>
          <w:lang w:val="uz-Cyrl-UZ"/>
        </w:rPr>
      </w:pPr>
      <w:r w:rsidRPr="003F6B18">
        <w:t>In the variational equation (1.1), the following generalised Hooke's law [7,33] is used for mutual expression of stress and strain tensors reflecting physical and mechanical properties of the material in each part of the system:</w:t>
      </w:r>
    </w:p>
    <w:p w14:paraId="6DEB3431" w14:textId="7354EDE3" w:rsidR="0067230A" w:rsidRPr="00D160D0" w:rsidRDefault="00D160D0" w:rsidP="00D160D0">
      <w:pPr>
        <w:pStyle w:val="Equation"/>
        <w:rPr>
          <w:lang w:val="uz-Cyrl-UZ"/>
        </w:rPr>
      </w:pPr>
      <w:r>
        <w:tab/>
      </w:r>
      <w:r w:rsidRPr="00D160D0">
        <w:rPr>
          <w:position w:val="-44"/>
          <w:lang w:val="uz-Cyrl-UZ"/>
        </w:rPr>
        <w:object w:dxaOrig="2000" w:dyaOrig="940" w14:anchorId="6639A773">
          <v:shape id="_x0000_i1027" type="#_x0000_t75" style="width:100pt;height:47pt" o:ole="">
            <v:imagedata r:id="rId16" o:title=""/>
          </v:shape>
          <o:OLEObject Type="Embed" ProgID="Equation.3" ShapeID="_x0000_i1027" DrawAspect="Content" ObjectID="_1825164323" r:id="rId17"/>
        </w:object>
      </w:r>
      <w:r>
        <w:rPr>
          <w:lang w:val="uz-Cyrl-UZ"/>
        </w:rPr>
        <w:tab/>
      </w:r>
      <w:r w:rsidR="0067230A">
        <w:t>(3</w:t>
      </w:r>
      <w:r w:rsidR="0067230A" w:rsidRPr="00CE6F27">
        <w:t>)</w:t>
      </w:r>
    </w:p>
    <w:p w14:paraId="09B0B75D" w14:textId="7E05D0ED" w:rsidR="00D160D0" w:rsidRDefault="0067230A" w:rsidP="00D160D0">
      <w:pPr>
        <w:pStyle w:val="Paragraph"/>
        <w:spacing w:before="120" w:after="120"/>
        <w:ind w:firstLine="0"/>
      </w:pPr>
      <w:r w:rsidRPr="003F6B18">
        <w:t xml:space="preserve">Here </w:t>
      </w:r>
      <w:r w:rsidRPr="00D160D0">
        <w:rPr>
          <w:i/>
          <w:iCs/>
        </w:rPr>
        <w:t>σ</w:t>
      </w:r>
      <w:r w:rsidRPr="00D160D0">
        <w:rPr>
          <w:i/>
          <w:iCs/>
          <w:vertAlign w:val="subscript"/>
        </w:rPr>
        <w:t>x</w:t>
      </w:r>
      <w:r w:rsidRPr="003F6B18">
        <w:t xml:space="preserve">, </w:t>
      </w:r>
      <w:r w:rsidRPr="00D160D0">
        <w:rPr>
          <w:i/>
          <w:iCs/>
        </w:rPr>
        <w:t>σ</w:t>
      </w:r>
      <w:r w:rsidRPr="00D160D0">
        <w:rPr>
          <w:i/>
          <w:iCs/>
          <w:vertAlign w:val="subscript"/>
        </w:rPr>
        <w:t>y</w:t>
      </w:r>
      <w:r w:rsidRPr="003F6B18">
        <w:rPr>
          <w:vertAlign w:val="subscript"/>
          <w:lang w:val="uz-Cyrl-UZ"/>
        </w:rPr>
        <w:t xml:space="preserve"> </w:t>
      </w:r>
      <w:r w:rsidRPr="003F6B18">
        <w:t xml:space="preserve">and </w:t>
      </w:r>
      <w:r w:rsidRPr="00D160D0">
        <w:rPr>
          <w:i/>
          <w:iCs/>
        </w:rPr>
        <w:t>τ</w:t>
      </w:r>
      <w:r w:rsidRPr="00D160D0">
        <w:rPr>
          <w:i/>
          <w:iCs/>
          <w:vertAlign w:val="subscript"/>
        </w:rPr>
        <w:t>xy</w:t>
      </w:r>
      <w:r w:rsidRPr="003F6B18">
        <w:rPr>
          <w:vertAlign w:val="subscript"/>
          <w:lang w:val="uz-Cyrl-UZ"/>
        </w:rPr>
        <w:t xml:space="preserve"> </w:t>
      </w:r>
      <w:r w:rsidRPr="003F6B18">
        <w:t xml:space="preserve">are normal and tangential stresses, </w:t>
      </w:r>
      <w:r w:rsidRPr="00D160D0">
        <w:rPr>
          <w:i/>
          <w:iCs/>
        </w:rPr>
        <w:t>μ</w:t>
      </w:r>
      <w:r w:rsidRPr="003F6B18">
        <w:t xml:space="preserve">, </w:t>
      </w:r>
      <w:r w:rsidRPr="00D160D0">
        <w:rPr>
          <w:i/>
          <w:iCs/>
        </w:rPr>
        <w:t>λ</w:t>
      </w:r>
      <w:r w:rsidRPr="003F6B18">
        <w:t xml:space="preserve"> are Lame constants:</w:t>
      </w:r>
    </w:p>
    <w:p w14:paraId="25BE226A" w14:textId="0D874978" w:rsidR="0067230A" w:rsidRPr="0067230A" w:rsidRDefault="00D160D0" w:rsidP="0067230A">
      <w:pPr>
        <w:pStyle w:val="Equation"/>
      </w:pPr>
      <w:r w:rsidRPr="00D160D0">
        <w:rPr>
          <w:position w:val="-24"/>
        </w:rPr>
        <w:object w:dxaOrig="2620" w:dyaOrig="560" w14:anchorId="49827014">
          <v:shape id="_x0000_i1028" type="#_x0000_t75" style="width:131pt;height:28pt" o:ole="">
            <v:imagedata r:id="rId18" o:title=""/>
          </v:shape>
          <o:OLEObject Type="Embed" ProgID="Equation.3" ShapeID="_x0000_i1028" DrawAspect="Content" ObjectID="_1825164324" r:id="rId19"/>
        </w:object>
      </w:r>
    </w:p>
    <w:p w14:paraId="3C2FC103" w14:textId="2A864F0D" w:rsidR="00D160D0" w:rsidRDefault="0067230A" w:rsidP="00D160D0">
      <w:pPr>
        <w:pStyle w:val="Paragraph"/>
        <w:spacing w:before="120" w:after="120"/>
      </w:pPr>
      <w:r w:rsidRPr="003F6B18">
        <w:t>The relationship between strain tensors and displacement vectors is expressed by the following Cauchy relations</w:t>
      </w:r>
    </w:p>
    <w:p w14:paraId="631EAEF1" w14:textId="064C7F65" w:rsidR="0067230A" w:rsidRPr="0067230A" w:rsidRDefault="00D160D0" w:rsidP="0067230A">
      <w:pPr>
        <w:pStyle w:val="Equation"/>
        <w:jc w:val="right"/>
      </w:pPr>
      <w:r>
        <w:tab/>
      </w:r>
      <w:r w:rsidR="009D6ECB" w:rsidRPr="00D160D0">
        <w:rPr>
          <w:position w:val="-24"/>
        </w:rPr>
        <w:object w:dxaOrig="3019" w:dyaOrig="560" w14:anchorId="665814EB">
          <v:shape id="_x0000_i1029" type="#_x0000_t75" style="width:151pt;height:28pt" o:ole="">
            <v:imagedata r:id="rId20" o:title=""/>
          </v:shape>
          <o:OLEObject Type="Embed" ProgID="Equation.3" ShapeID="_x0000_i1029" DrawAspect="Content" ObjectID="_1825164325" r:id="rId21"/>
        </w:object>
      </w:r>
      <w:r>
        <w:tab/>
      </w:r>
      <w:r w:rsidR="0067230A">
        <w:t>(4</w:t>
      </w:r>
      <w:r w:rsidR="0067230A" w:rsidRPr="00CE6F27">
        <w:t>)</w:t>
      </w:r>
    </w:p>
    <w:p w14:paraId="5D522A00" w14:textId="77777777" w:rsidR="00DE0BD5" w:rsidRDefault="00DE0BD5" w:rsidP="00D160D0">
      <w:pPr>
        <w:pStyle w:val="Paragraph"/>
        <w:spacing w:before="120"/>
        <w:ind w:firstLine="0"/>
      </w:pPr>
      <w:r w:rsidRPr="003F6B18">
        <w:t xml:space="preserve">Here </w:t>
      </w:r>
      <m:oMath>
        <m:sSub>
          <m:sSubPr>
            <m:ctrlPr>
              <w:rPr>
                <w:rFonts w:ascii="Cambria Math" w:hAnsi="Cambria Math"/>
                <w:i/>
                <w:lang w:val="uz-Cyrl-UZ"/>
              </w:rPr>
            </m:ctrlPr>
          </m:sSubPr>
          <m:e>
            <m:r>
              <w:rPr>
                <w:rFonts w:ascii="Cambria Math" w:hAnsi="Cambria Math"/>
                <w:lang w:val="uz-Cyrl-UZ"/>
              </w:rPr>
              <m:t>ε</m:t>
            </m:r>
          </m:e>
          <m:sub>
            <m:r>
              <w:rPr>
                <w:rFonts w:ascii="Cambria Math" w:hAnsi="Cambria Math"/>
                <w:lang w:val="uz-Cyrl-UZ"/>
              </w:rPr>
              <m:t>x</m:t>
            </m:r>
          </m:sub>
        </m:sSub>
      </m:oMath>
      <w:r w:rsidRPr="003F6B18">
        <w:rPr>
          <w:vertAlign w:val="subscript"/>
          <w:lang w:val="uz-Cyrl-UZ"/>
        </w:rPr>
        <w:t xml:space="preserve">, </w:t>
      </w:r>
      <m:oMath>
        <m:sSub>
          <m:sSubPr>
            <m:ctrlPr>
              <w:rPr>
                <w:rFonts w:ascii="Cambria Math" w:hAnsi="Cambria Math"/>
                <w:i/>
                <w:lang w:val="uz-Cyrl-UZ"/>
              </w:rPr>
            </m:ctrlPr>
          </m:sSubPr>
          <m:e>
            <m:r>
              <w:rPr>
                <w:rFonts w:ascii="Cambria Math" w:hAnsi="Cambria Math"/>
                <w:lang w:val="uz-Cyrl-UZ"/>
              </w:rPr>
              <m:t>ε</m:t>
            </m:r>
          </m:e>
          <m:sub>
            <m:r>
              <w:rPr>
                <w:rFonts w:ascii="Cambria Math" w:hAnsi="Cambria Math"/>
                <w:lang w:val="uz-Cyrl-UZ"/>
              </w:rPr>
              <m:t>y</m:t>
            </m:r>
          </m:sub>
        </m:sSub>
        <m:r>
          <w:rPr>
            <w:rFonts w:ascii="Cambria Math" w:hAnsi="Cambria Math"/>
            <w:lang w:val="uz-Cyrl-UZ"/>
          </w:rPr>
          <m:t xml:space="preserve">, </m:t>
        </m:r>
      </m:oMath>
      <w:r w:rsidRPr="003F6B18">
        <w:t xml:space="preserve">and </w:t>
      </w:r>
      <m:oMath>
        <m:sSub>
          <m:sSubPr>
            <m:ctrlPr>
              <w:rPr>
                <w:rFonts w:ascii="Cambria Math" w:hAnsi="Cambria Math"/>
                <w:i/>
                <w:lang w:val="uz-Cyrl-UZ"/>
              </w:rPr>
            </m:ctrlPr>
          </m:sSubPr>
          <m:e>
            <m:r>
              <w:rPr>
                <w:rFonts w:ascii="Cambria Math" w:hAnsi="Cambria Math"/>
                <w:i/>
                <w:lang w:val="uz-Cyrl-UZ"/>
              </w:rPr>
              <w:sym w:font="Symbol" w:char="F067"/>
            </m:r>
          </m:e>
          <m:sub>
            <m:r>
              <w:rPr>
                <w:rFonts w:ascii="Cambria Math" w:hAnsi="Cambria Math"/>
                <w:lang w:val="uz-Cyrl-UZ"/>
              </w:rPr>
              <m:t>xy</m:t>
            </m:r>
          </m:sub>
        </m:sSub>
      </m:oMath>
      <w:r w:rsidRPr="003F6B18">
        <w:t>are the relative linear and angular strain.</w:t>
      </w:r>
    </w:p>
    <w:p w14:paraId="23AABDDD" w14:textId="4A1A133E" w:rsidR="00DE0BD5" w:rsidRPr="003F6B18" w:rsidRDefault="00DE0BD5" w:rsidP="00DE0BD5">
      <w:pPr>
        <w:pStyle w:val="Paragraph"/>
      </w:pPr>
      <w:r w:rsidRPr="003F6B18">
        <w:t>Using the mathematical model (1.1)</w:t>
      </w:r>
      <w:r w:rsidRPr="003F6B18">
        <w:rPr>
          <w:lang w:val="uz-Cyrl-UZ"/>
        </w:rPr>
        <w:t xml:space="preserve"> </w:t>
      </w:r>
      <w:r w:rsidRPr="003F6B18">
        <w:t>-</w:t>
      </w:r>
      <w:r w:rsidRPr="003F6B18">
        <w:rPr>
          <w:lang w:val="uz-Cyrl-UZ"/>
        </w:rPr>
        <w:t xml:space="preserve"> </w:t>
      </w:r>
      <w:r w:rsidRPr="003F6B18">
        <w:t>(1.4) it is required to determine the displacement vector</w:t>
      </w:r>
      <w:r>
        <w:t xml:space="preserve">  </w:t>
      </w:r>
      <m:oMath>
        <m:acc>
          <m:accPr>
            <m:chr m:val="⃗"/>
            <m:ctrlPr>
              <w:rPr>
                <w:rFonts w:ascii="Cambria Math" w:hAnsi="Cambria Math"/>
              </w:rPr>
            </m:ctrlPr>
          </m:accPr>
          <m:e>
            <m:r>
              <w:rPr>
                <w:rFonts w:ascii="Cambria Math" w:hAnsi="Cambria Math"/>
              </w:rPr>
              <m:t>u</m:t>
            </m:r>
          </m:e>
        </m:acc>
        <m:r>
          <w:rPr>
            <w:rFonts w:ascii="Cambria Math" w:hAnsi="Cambria Math"/>
          </w:rPr>
          <m:t>(</m:t>
        </m:r>
        <m:acc>
          <m:accPr>
            <m:chr m:val="⃗"/>
            <m:ctrlPr>
              <w:rPr>
                <w:rFonts w:ascii="Cambria Math" w:hAnsi="Cambria Math"/>
              </w:rPr>
            </m:ctrlPr>
          </m:accPr>
          <m:e>
            <m:r>
              <w:rPr>
                <w:rFonts w:ascii="Cambria Math" w:hAnsi="Cambria Math"/>
              </w:rPr>
              <m:t>x</m:t>
            </m:r>
          </m:e>
        </m:acc>
        <m:r>
          <w:rPr>
            <w:rFonts w:ascii="Cambria Math" w:hAnsi="Cambria Math"/>
          </w:rPr>
          <m:t>)</m:t>
        </m:r>
      </m:oMath>
      <w:r w:rsidRPr="003F6B18">
        <w:t>, strain tensors and stress tensors</w:t>
      </w:r>
      <w:r>
        <w:t xml:space="preserve"> </w:t>
      </w:r>
      <m:oMath>
        <m:sSub>
          <m:sSubPr>
            <m:ctrlPr>
              <w:rPr>
                <w:rFonts w:ascii="Cambria Math" w:hAnsi="Cambria Math"/>
              </w:rPr>
            </m:ctrlPr>
          </m:sSubPr>
          <m:e>
            <m:r>
              <m:rPr>
                <m:sty m:val="p"/>
              </m:rPr>
              <w:rPr>
                <w:rFonts w:ascii="Cambria Math" w:hAnsi="Cambria Math"/>
              </w:rPr>
              <m:t>ε</m:t>
            </m:r>
          </m:e>
          <m:sub>
            <m:r>
              <m:rPr>
                <m:sty m:val="p"/>
              </m:rPr>
              <w:rPr>
                <w:rFonts w:ascii="Cambria Math" w:hAnsi="Cambria Math"/>
                <w:vertAlign w:val="subscript"/>
              </w:rPr>
              <m:t>ij</m:t>
            </m:r>
          </m:sub>
        </m:sSub>
        <m:r>
          <w:rPr>
            <w:rFonts w:ascii="Cambria Math" w:hAnsi="Cambria Math"/>
          </w:rPr>
          <m:t xml:space="preserve"> (</m:t>
        </m:r>
        <m:acc>
          <m:accPr>
            <m:chr m:val="⃗"/>
            <m:ctrlPr>
              <w:rPr>
                <w:rFonts w:ascii="Cambria Math" w:hAnsi="Cambria Math"/>
              </w:rPr>
            </m:ctrlPr>
          </m:accPr>
          <m:e>
            <m:r>
              <w:rPr>
                <w:rFonts w:ascii="Cambria Math" w:hAnsi="Cambria Math"/>
              </w:rPr>
              <m:t>x</m:t>
            </m:r>
          </m:e>
        </m:acc>
        <m:r>
          <w:rPr>
            <w:rFonts w:ascii="Cambria Math" w:hAnsi="Cambria Math"/>
          </w:rPr>
          <m:t>)</m:t>
        </m:r>
      </m:oMath>
      <w:r w:rsidRPr="003F6B18">
        <w:t>, occurring</w:t>
      </w:r>
      <w:r>
        <w:t xml:space="preserve"> </w:t>
      </w:r>
      <m:oMath>
        <m:sSub>
          <m:sSubPr>
            <m:ctrlPr>
              <w:rPr>
                <w:rFonts w:ascii="Cambria Math" w:hAnsi="Cambria Math"/>
              </w:rPr>
            </m:ctrlPr>
          </m:sSubPr>
          <m:e>
            <m:r>
              <w:rPr>
                <w:rFonts w:ascii="Cambria Math" w:hAnsi="Cambria Math"/>
                <w:lang w:val="uz-Cyrl-UZ"/>
              </w:rPr>
              <m:t>σ</m:t>
            </m:r>
          </m:e>
          <m:sub>
            <m:r>
              <m:rPr>
                <m:sty m:val="p"/>
              </m:rPr>
              <w:rPr>
                <w:rFonts w:ascii="Cambria Math" w:hAnsi="Cambria Math"/>
                <w:vertAlign w:val="subscript"/>
              </w:rPr>
              <m:t>ij</m:t>
            </m:r>
          </m:sub>
        </m:sSub>
        <m:r>
          <w:rPr>
            <w:rFonts w:ascii="Cambria Math" w:hAnsi="Cambria Math"/>
          </w:rPr>
          <m:t xml:space="preserve"> (</m:t>
        </m:r>
        <m:acc>
          <m:accPr>
            <m:chr m:val="⃗"/>
            <m:ctrlPr>
              <w:rPr>
                <w:rFonts w:ascii="Cambria Math" w:hAnsi="Cambria Math"/>
              </w:rPr>
            </m:ctrlPr>
          </m:accPr>
          <m:e>
            <m:r>
              <w:rPr>
                <w:rFonts w:ascii="Cambria Math" w:hAnsi="Cambria Math"/>
              </w:rPr>
              <m:t>x</m:t>
            </m:r>
          </m:e>
        </m:acc>
        <m:r>
          <w:rPr>
            <w:rFonts w:ascii="Cambria Math" w:hAnsi="Cambria Math"/>
          </w:rPr>
          <m:t>)</m:t>
        </m:r>
      </m:oMath>
      <w:r w:rsidRPr="003F6B18">
        <w:t xml:space="preserve"> at arbitrary points of the earth dam, satisfying the variational equation (1.1) and relations (1.3), (1.4) at any possible displacements, taking into account kinematic conditions (1.2), being under the action of mass forces</w:t>
      </w:r>
      <w:r w:rsidRPr="003F6B18">
        <w:rPr>
          <w:lang w:val="uz-Cyrl-UZ"/>
        </w:rPr>
        <w:t xml:space="preserve"> </w:t>
      </w:r>
      <m:oMath>
        <m:acc>
          <m:accPr>
            <m:chr m:val="⃗"/>
            <m:ctrlPr>
              <w:rPr>
                <w:rFonts w:ascii="Cambria Math" w:hAnsi="Cambria Math"/>
                <w:i/>
                <w:noProof/>
              </w:rPr>
            </m:ctrlPr>
          </m:accPr>
          <m:e>
            <m:r>
              <w:rPr>
                <w:rFonts w:ascii="Cambria Math" w:hAnsi="Cambria Math"/>
                <w:noProof/>
                <w:lang w:val="uz-Cyrl-UZ"/>
              </w:rPr>
              <m:t>f</m:t>
            </m:r>
          </m:e>
        </m:acc>
      </m:oMath>
      <w:r w:rsidRPr="003F6B18">
        <w:t xml:space="preserve"> and hydrostatic water pressure p</w:t>
      </w:r>
    </w:p>
    <w:p w14:paraId="5A0D5545" w14:textId="3FC00814" w:rsidR="00DE0BD5" w:rsidRPr="00943332" w:rsidRDefault="00DE0BD5" w:rsidP="00943332">
      <w:pPr>
        <w:pStyle w:val="Paragraph"/>
      </w:pPr>
      <w:r w:rsidRPr="003F6B18">
        <w:lastRenderedPageBreak/>
        <w:t>To solve this problem using the finite element method, a methodology, algorithm and computer programme have been developed, which are detailed in [42].</w:t>
      </w:r>
    </w:p>
    <w:p w14:paraId="4C8D10DB" w14:textId="36E0DFA1" w:rsidR="00DE0BD5" w:rsidRPr="003F6B18" w:rsidRDefault="00DE0BD5" w:rsidP="00FE13AF">
      <w:pPr>
        <w:pStyle w:val="1"/>
        <w:rPr>
          <w:lang w:val="uz-Cyrl-UZ"/>
        </w:rPr>
      </w:pPr>
      <w:r w:rsidRPr="003F6B18">
        <w:t>Results</w:t>
      </w:r>
    </w:p>
    <w:p w14:paraId="730E198F" w14:textId="20C62893" w:rsidR="00DE0BD5" w:rsidRDefault="00DE0BD5" w:rsidP="00DE0BD5">
      <w:pPr>
        <w:pStyle w:val="Paragraph"/>
      </w:pPr>
      <w:r w:rsidRPr="003F6B18">
        <w:t>In assessing the stress-strain state, a dam structure with a core located in the centre of the dam was considered (Fig.1).</w:t>
      </w:r>
      <w:r w:rsidR="00646AF6" w:rsidRPr="00332B80">
        <w:t xml:space="preserve"> </w:t>
      </w:r>
      <w:r w:rsidRPr="003F6B18">
        <w:t>The stress components (σ</w:t>
      </w:r>
      <w:r w:rsidRPr="003F6B18">
        <w:rPr>
          <w:vertAlign w:val="subscript"/>
        </w:rPr>
        <w:t>x</w:t>
      </w:r>
      <w:r w:rsidRPr="003F6B18">
        <w:t>, σ</w:t>
      </w:r>
      <w:r w:rsidRPr="003F6B18">
        <w:rPr>
          <w:vertAlign w:val="subscript"/>
        </w:rPr>
        <w:t>y</w:t>
      </w:r>
      <w:r w:rsidRPr="003F6B18">
        <w:t>, τ</w:t>
      </w:r>
      <w:r w:rsidRPr="003F6B18">
        <w:rPr>
          <w:vertAlign w:val="subscript"/>
        </w:rPr>
        <w:t xml:space="preserve">xy) </w:t>
      </w:r>
      <w:r w:rsidRPr="003F6B18">
        <w:t xml:space="preserve">arising under the dam's own weight are determined. Further, in determining the </w:t>
      </w:r>
      <w:r>
        <w:t>SSS</w:t>
      </w:r>
      <w:r w:rsidRPr="003F6B18">
        <w:t xml:space="preserve"> (</w:t>
      </w:r>
      <w:proofErr w:type="gramStart"/>
      <w:r w:rsidRPr="003F6B18">
        <w:t>i.e</w:t>
      </w:r>
      <w:r w:rsidRPr="003F6B18">
        <w:rPr>
          <w:lang w:val="uz-Cyrl-UZ"/>
        </w:rPr>
        <w:t xml:space="preserve"> </w:t>
      </w:r>
      <w:r w:rsidRPr="003F6B18">
        <w:t>:</w:t>
      </w:r>
      <w:proofErr w:type="gramEnd"/>
      <w:r w:rsidRPr="003F6B18">
        <w:rPr>
          <w:lang w:val="uz-Cyrl-UZ"/>
        </w:rPr>
        <w:t xml:space="preserve"> </w:t>
      </w:r>
      <w:r w:rsidRPr="003F6B18">
        <w:t>σ</w:t>
      </w:r>
      <w:r w:rsidRPr="003F6B18">
        <w:rPr>
          <w:vertAlign w:val="subscript"/>
        </w:rPr>
        <w:t>x</w:t>
      </w:r>
      <w:r w:rsidRPr="003F6B18">
        <w:t>, σ</w:t>
      </w:r>
      <w:r w:rsidRPr="003F6B18">
        <w:rPr>
          <w:vertAlign w:val="subscript"/>
        </w:rPr>
        <w:t>y</w:t>
      </w:r>
      <w:r w:rsidRPr="003F6B18">
        <w:t>, τ</w:t>
      </w:r>
      <w:r w:rsidRPr="003F6B18">
        <w:rPr>
          <w:vertAlign w:val="subscript"/>
        </w:rPr>
        <w:t>xy</w:t>
      </w:r>
      <w:r w:rsidRPr="003F6B18">
        <w:t>) of the dam, in addition to the self-weight of the earth dam, the hydrostatic water pressure due to different filling of the reservoir is taken into account. According to the found values (σ</w:t>
      </w:r>
      <w:r w:rsidRPr="003F6B18">
        <w:rPr>
          <w:vertAlign w:val="subscript"/>
        </w:rPr>
        <w:t>x</w:t>
      </w:r>
      <w:r w:rsidRPr="003F6B18">
        <w:t>, σ</w:t>
      </w:r>
      <w:r w:rsidRPr="003F6B18">
        <w:rPr>
          <w:vertAlign w:val="subscript"/>
        </w:rPr>
        <w:t>y</w:t>
      </w:r>
      <w:r w:rsidRPr="003F6B18">
        <w:t>, τ</w:t>
      </w:r>
      <w:r w:rsidRPr="003F6B18">
        <w:rPr>
          <w:vertAlign w:val="subscript"/>
        </w:rPr>
        <w:t>xy)</w:t>
      </w:r>
      <w:r w:rsidRPr="003F6B18">
        <w:t>, isolines and isopoles of the uniform distribution of stress components over the body of the earth dam were constructed.</w:t>
      </w:r>
    </w:p>
    <w:p w14:paraId="6D0F6079" w14:textId="77777777" w:rsidR="00567201" w:rsidRPr="003F6B18" w:rsidRDefault="00567201" w:rsidP="00DE0BD5">
      <w:pPr>
        <w:pStyle w:val="Paragraph"/>
      </w:pPr>
    </w:p>
    <w:tbl>
      <w:tblPr>
        <w:tblStyle w:val="a8"/>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98"/>
      </w:tblGrid>
      <w:tr w:rsidR="008A6898" w:rsidRPr="00F46166" w14:paraId="345F6CA7" w14:textId="77777777" w:rsidTr="00567201">
        <w:trPr>
          <w:jc w:val="center"/>
        </w:trPr>
        <w:tc>
          <w:tcPr>
            <w:tcW w:w="9498" w:type="dxa"/>
          </w:tcPr>
          <w:p w14:paraId="2C0AC61F" w14:textId="77777777" w:rsidR="008A6898" w:rsidRPr="00F46166" w:rsidRDefault="008A6898" w:rsidP="00FE13AF">
            <w:pPr>
              <w:pStyle w:val="Figure"/>
            </w:pPr>
            <w:bookmarkStart w:id="0" w:name="_Hlk197000878"/>
            <w:r w:rsidRPr="00F46166">
              <w:rPr>
                <w:noProof/>
                <w:lang w:val="ru-RU" w:eastAsia="ja-JP"/>
              </w:rPr>
              <w:drawing>
                <wp:inline distT="0" distB="0" distL="0" distR="0" wp14:anchorId="26FEA51D" wp14:editId="33DC8260">
                  <wp:extent cx="3674704" cy="990600"/>
                  <wp:effectExtent l="0" t="0" r="254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719293" cy="1002620"/>
                          </a:xfrm>
                          <a:prstGeom prst="rect">
                            <a:avLst/>
                          </a:prstGeom>
                        </pic:spPr>
                      </pic:pic>
                    </a:graphicData>
                  </a:graphic>
                </wp:inline>
              </w:drawing>
            </w:r>
          </w:p>
        </w:tc>
      </w:tr>
      <w:tr w:rsidR="008A6898" w:rsidRPr="00F46166" w14:paraId="464887C7" w14:textId="77777777" w:rsidTr="00567201">
        <w:trPr>
          <w:jc w:val="center"/>
        </w:trPr>
        <w:tc>
          <w:tcPr>
            <w:tcW w:w="9498" w:type="dxa"/>
          </w:tcPr>
          <w:p w14:paraId="2760C3E9" w14:textId="3B8EDAAE" w:rsidR="008A6898" w:rsidRPr="008A6898" w:rsidRDefault="006827EC" w:rsidP="0056372A">
            <w:pPr>
              <w:pStyle w:val="FigureCaption"/>
              <w:spacing w:before="0" w:after="120"/>
            </w:pPr>
            <w:r>
              <w:rPr>
                <w:lang w:val="uz-Cyrl-UZ"/>
              </w:rPr>
              <w:t>(</w:t>
            </w:r>
            <w:r w:rsidR="008A6898" w:rsidRPr="009B2536">
              <w:rPr>
                <w:lang w:val="uz-Cyrl-UZ"/>
              </w:rPr>
              <w:t>а)</w:t>
            </w:r>
            <w:r w:rsidR="008A6898">
              <w:t xml:space="preserve"> </w:t>
            </w:r>
            <w:r w:rsidR="0056372A" w:rsidRPr="0056372A">
              <w:rPr>
                <w:position w:val="-10"/>
              </w:rPr>
              <w:object w:dxaOrig="279" w:dyaOrig="300" w14:anchorId="332D99CC">
                <v:shape id="_x0000_i1030" type="#_x0000_t75" style="width:14.5pt;height:15pt" o:ole="">
                  <v:imagedata r:id="rId23" o:title=""/>
                </v:shape>
                <o:OLEObject Type="Embed" ProgID="Equation.3" ShapeID="_x0000_i1030" DrawAspect="Content" ObjectID="_1825164326" r:id="rId24"/>
              </w:object>
            </w:r>
            <w:r w:rsidR="0056372A">
              <w:t>,</w:t>
            </w:r>
            <w:r w:rsidR="008A6898" w:rsidRPr="00F67A1B">
              <w:rPr>
                <w:vertAlign w:val="subscript"/>
                <w:lang w:val="uz-Cyrl-UZ"/>
              </w:rPr>
              <w:t xml:space="preserve"> </w:t>
            </w:r>
            <w:r w:rsidR="008A6898" w:rsidRPr="00F67A1B">
              <w:t>MPa</w:t>
            </w:r>
          </w:p>
        </w:tc>
      </w:tr>
      <w:tr w:rsidR="008A6898" w:rsidRPr="00F46166" w14:paraId="7D197CB5" w14:textId="77777777" w:rsidTr="00567201">
        <w:trPr>
          <w:jc w:val="center"/>
        </w:trPr>
        <w:tc>
          <w:tcPr>
            <w:tcW w:w="9498" w:type="dxa"/>
          </w:tcPr>
          <w:p w14:paraId="3F9CCAB6" w14:textId="77777777" w:rsidR="008A6898" w:rsidRPr="00F46166" w:rsidRDefault="008A6898" w:rsidP="007477A7">
            <w:pPr>
              <w:pStyle w:val="Figure"/>
            </w:pPr>
            <w:r w:rsidRPr="00F46166">
              <w:rPr>
                <w:noProof/>
                <w:lang w:val="ru-RU" w:eastAsia="ja-JP"/>
              </w:rPr>
              <w:drawing>
                <wp:inline distT="0" distB="0" distL="0" distR="0" wp14:anchorId="33F1C94B" wp14:editId="30148D71">
                  <wp:extent cx="3777680" cy="10572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3815115" cy="1067752"/>
                          </a:xfrm>
                          <a:prstGeom prst="rect">
                            <a:avLst/>
                          </a:prstGeom>
                        </pic:spPr>
                      </pic:pic>
                    </a:graphicData>
                  </a:graphic>
                </wp:inline>
              </w:drawing>
            </w:r>
          </w:p>
        </w:tc>
      </w:tr>
      <w:tr w:rsidR="008A6898" w:rsidRPr="00F46166" w14:paraId="09FC3A6A" w14:textId="77777777" w:rsidTr="00567201">
        <w:trPr>
          <w:jc w:val="center"/>
        </w:trPr>
        <w:tc>
          <w:tcPr>
            <w:tcW w:w="9498" w:type="dxa"/>
          </w:tcPr>
          <w:p w14:paraId="366CE0E3" w14:textId="0254D4F4" w:rsidR="008A6898" w:rsidRPr="008A6898" w:rsidRDefault="0056372A" w:rsidP="0056372A">
            <w:pPr>
              <w:pStyle w:val="FigureCaption"/>
              <w:spacing w:before="0" w:after="120"/>
            </w:pPr>
            <w:r>
              <w:t>(</w:t>
            </w:r>
            <w:r w:rsidR="008A6898" w:rsidRPr="008A6898">
              <w:t xml:space="preserve">b) </w:t>
            </w:r>
            <w:r w:rsidRPr="0056372A">
              <w:rPr>
                <w:position w:val="-14"/>
              </w:rPr>
              <w:object w:dxaOrig="279" w:dyaOrig="340" w14:anchorId="20BDF8EA">
                <v:shape id="_x0000_i1031" type="#_x0000_t75" style="width:14.5pt;height:17pt" o:ole="">
                  <v:imagedata r:id="rId26" o:title=""/>
                </v:shape>
                <o:OLEObject Type="Embed" ProgID="Equation.3" ShapeID="_x0000_i1031" DrawAspect="Content" ObjectID="_1825164327" r:id="rId27"/>
              </w:object>
            </w:r>
            <w:r w:rsidR="008A6898" w:rsidRPr="008A6898">
              <w:t>, MPa</w:t>
            </w:r>
          </w:p>
        </w:tc>
      </w:tr>
      <w:tr w:rsidR="008A6898" w:rsidRPr="00F46166" w14:paraId="66961709" w14:textId="77777777" w:rsidTr="00567201">
        <w:trPr>
          <w:jc w:val="center"/>
        </w:trPr>
        <w:tc>
          <w:tcPr>
            <w:tcW w:w="9498" w:type="dxa"/>
          </w:tcPr>
          <w:p w14:paraId="67453F31" w14:textId="77777777" w:rsidR="008A6898" w:rsidRPr="00F46166" w:rsidRDefault="008A6898" w:rsidP="007477A7">
            <w:pPr>
              <w:pStyle w:val="Figure"/>
            </w:pPr>
            <w:r w:rsidRPr="00F46166">
              <w:rPr>
                <w:noProof/>
                <w:lang w:val="ru-RU" w:eastAsia="ja-JP"/>
              </w:rPr>
              <w:drawing>
                <wp:inline distT="0" distB="0" distL="0" distR="0" wp14:anchorId="45B5DDD7" wp14:editId="013D1E75">
                  <wp:extent cx="3831307" cy="10858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861019" cy="1094271"/>
                          </a:xfrm>
                          <a:prstGeom prst="rect">
                            <a:avLst/>
                          </a:prstGeom>
                        </pic:spPr>
                      </pic:pic>
                    </a:graphicData>
                  </a:graphic>
                </wp:inline>
              </w:drawing>
            </w:r>
          </w:p>
        </w:tc>
      </w:tr>
      <w:tr w:rsidR="008A6898" w:rsidRPr="00F46166" w14:paraId="78379634" w14:textId="77777777" w:rsidTr="00567201">
        <w:trPr>
          <w:jc w:val="center"/>
        </w:trPr>
        <w:tc>
          <w:tcPr>
            <w:tcW w:w="9498" w:type="dxa"/>
          </w:tcPr>
          <w:p w14:paraId="7C30D3BB" w14:textId="2EC36A96" w:rsidR="008A6898" w:rsidRPr="008A6898" w:rsidRDefault="0056372A" w:rsidP="0056372A">
            <w:pPr>
              <w:pStyle w:val="FigureCaption"/>
              <w:spacing w:before="0" w:after="120"/>
            </w:pPr>
            <w:r>
              <w:t>(</w:t>
            </w:r>
            <w:r w:rsidR="008A6898" w:rsidRPr="008A6898">
              <w:t xml:space="preserve">c) </w:t>
            </w:r>
            <w:r w:rsidRPr="0056372A">
              <w:rPr>
                <w:position w:val="-14"/>
              </w:rPr>
              <w:object w:dxaOrig="300" w:dyaOrig="340" w14:anchorId="59E4ED47">
                <v:shape id="_x0000_i1032" type="#_x0000_t75" style="width:15pt;height:17pt" o:ole="">
                  <v:imagedata r:id="rId29" o:title=""/>
                </v:shape>
                <o:OLEObject Type="Embed" ProgID="Equation.3" ShapeID="_x0000_i1032" DrawAspect="Content" ObjectID="_1825164328" r:id="rId30"/>
              </w:object>
            </w:r>
            <w:r w:rsidR="008A6898" w:rsidRPr="008A6898">
              <w:t>, MPa</w:t>
            </w:r>
          </w:p>
        </w:tc>
      </w:tr>
    </w:tbl>
    <w:bookmarkEnd w:id="0"/>
    <w:p w14:paraId="1C46EDD4" w14:textId="583DFE02" w:rsidR="007477A7" w:rsidRPr="003F6B18" w:rsidRDefault="007477A7" w:rsidP="0056372A">
      <w:pPr>
        <w:pStyle w:val="FigureCaption"/>
        <w:spacing w:before="0" w:after="120"/>
        <w:rPr>
          <w:lang w:val="uz-Cyrl-UZ"/>
        </w:rPr>
      </w:pPr>
      <w:r w:rsidRPr="006676BC">
        <w:rPr>
          <w:b/>
          <w:bCs/>
        </w:rPr>
        <w:t>FIGURE 2</w:t>
      </w:r>
      <w:r w:rsidRPr="006676BC">
        <w:t xml:space="preserve">. </w:t>
      </w:r>
      <w:r w:rsidRPr="003F6B18">
        <w:t>Isolines of stress distribution, in the body of inhomogeneous Kizilsay soil dam under the influence of mass forces</w:t>
      </w:r>
    </w:p>
    <w:p w14:paraId="4329EEB9" w14:textId="3448740F" w:rsidR="007477A7" w:rsidRPr="003F6B18" w:rsidRDefault="007477A7" w:rsidP="007477A7">
      <w:pPr>
        <w:pStyle w:val="Paragraph"/>
      </w:pPr>
      <w:r w:rsidRPr="003F6B18">
        <w:t xml:space="preserve">From the obtained results </w:t>
      </w:r>
      <w:r w:rsidR="00646AF6" w:rsidRPr="00332B80">
        <w:t>(</w:t>
      </w:r>
      <w:r w:rsidR="00646AF6">
        <w:rPr>
          <w:lang w:val="en-GB"/>
        </w:rPr>
        <w:t>t</w:t>
      </w:r>
      <w:r w:rsidR="00646AF6" w:rsidRPr="00646AF6">
        <w:t>he results obtained under the action of mass forces only)</w:t>
      </w:r>
      <w:r w:rsidR="00646AF6" w:rsidRPr="00332B80">
        <w:t xml:space="preserve"> </w:t>
      </w:r>
      <w:r w:rsidRPr="003F6B18">
        <w:t>it can be seen (Fig. 2a) that the maximum value of the normal horizontal compressive stress</w:t>
      </w:r>
      <w:r w:rsidRPr="003F6B18">
        <w:rPr>
          <w:lang w:val="uz-Cyrl-UZ"/>
        </w:rPr>
        <w:t xml:space="preserve"> </w:t>
      </w:r>
      <w:r w:rsidRPr="003F6B18">
        <w:t>σ</w:t>
      </w:r>
      <w:r w:rsidRPr="003F6B18">
        <w:rPr>
          <w:vertAlign w:val="subscript"/>
        </w:rPr>
        <w:t>x</w:t>
      </w:r>
      <w:r w:rsidRPr="003F6B18">
        <w:rPr>
          <w:vertAlign w:val="subscript"/>
          <w:lang w:val="uz-Cyrl-UZ"/>
        </w:rPr>
        <w:t xml:space="preserve"> </w:t>
      </w:r>
      <w:r w:rsidRPr="003F6B18">
        <w:t>under the action of mass forces falls on the lower part of the dam with the central core (Fig. 2a), its value is - 0.65 MPa. In the lower part of the upper prism of the dam, which is connected to the base, this stress</w:t>
      </w:r>
      <w:r>
        <w:t xml:space="preserve"> </w:t>
      </w:r>
      <w:r w:rsidRPr="003F6B18">
        <w:t>σ</w:t>
      </w:r>
      <w:r w:rsidRPr="003F6B18">
        <w:rPr>
          <w:vertAlign w:val="subscript"/>
        </w:rPr>
        <w:t>x</w:t>
      </w:r>
      <w:r>
        <w:rPr>
          <w:vertAlign w:val="subscript"/>
        </w:rPr>
        <w:t xml:space="preserve"> </w:t>
      </w:r>
      <w:r w:rsidRPr="003F6B18">
        <w:t>has a small positive value and creates conditions for bulging. This is due to the fact that the dam under the action of mass forces tends to displace the soil located in the lower part of the upstream slope of the dam. Since the slope is greater in the upper prism than in the lower prism, the area tending to be displaced occupies a much larger area in this prism than in the lower prism (Fig. 2 a).</w:t>
      </w:r>
    </w:p>
    <w:p w14:paraId="3AB806A6" w14:textId="66345D4D" w:rsidR="007477A7" w:rsidRPr="003F6B18" w:rsidRDefault="007477A7" w:rsidP="007477A7">
      <w:pPr>
        <w:pStyle w:val="Paragraph"/>
      </w:pPr>
      <w:r w:rsidRPr="003F6B18">
        <w:t>If we analyse the isolines of the distribution of the normal compressive stress</w:t>
      </w:r>
      <w:r w:rsidR="00C33E0A" w:rsidRPr="00C33E0A">
        <w:t xml:space="preserve"> </w:t>
      </w:r>
      <w:r w:rsidRPr="003F6B18">
        <w:t>σ</w:t>
      </w:r>
      <w:r w:rsidRPr="003F6B18">
        <w:rPr>
          <w:vertAlign w:val="subscript"/>
        </w:rPr>
        <w:t>y</w:t>
      </w:r>
      <w:r w:rsidR="00C33E0A" w:rsidRPr="00C33E0A">
        <w:rPr>
          <w:vertAlign w:val="subscript"/>
        </w:rPr>
        <w:t xml:space="preserve"> </w:t>
      </w:r>
      <w:r w:rsidRPr="003F6B18">
        <w:t>in the vertical direction (Fig. 2b), in the central core of the dam the value of this stress is -1.2 MPa and this stress occurs in the lowest part of the dam. The smallest value of this stress is distributed along the dam contour. At the same time, small values of this stress occur in the upper part of the core and along the contour of the dam, as there is no action of vertical external loads on these surfaces.</w:t>
      </w:r>
    </w:p>
    <w:p w14:paraId="40E3E72B" w14:textId="77777777" w:rsidR="007477A7" w:rsidRPr="003F6B18" w:rsidRDefault="007477A7" w:rsidP="007477A7">
      <w:pPr>
        <w:pStyle w:val="Paragraph"/>
      </w:pPr>
      <w:r w:rsidRPr="003F6B18">
        <w:t>The results of the tangential stress</w:t>
      </w:r>
      <w:r>
        <w:t xml:space="preserve"> </w:t>
      </w:r>
      <w:r w:rsidRPr="003F6B18">
        <w:t>τ</w:t>
      </w:r>
      <w:r>
        <w:rPr>
          <w:vertAlign w:val="subscript"/>
        </w:rPr>
        <w:t>xy</w:t>
      </w:r>
      <w:r w:rsidRPr="003F6B18">
        <w:t>, shown in Fig. 2c, show that the distribution of this stress is significantly different compared to the two cases described above.</w:t>
      </w:r>
    </w:p>
    <w:p w14:paraId="022846CC" w14:textId="77777777" w:rsidR="007477A7" w:rsidRPr="003F6B18" w:rsidRDefault="007477A7" w:rsidP="007477A7">
      <w:pPr>
        <w:pStyle w:val="Paragraph"/>
      </w:pPr>
      <w:r w:rsidRPr="003F6B18">
        <w:t>In a soil dam with a central core, the resulting tangential stresses are</w:t>
      </w:r>
      <w:r>
        <w:t xml:space="preserve"> </w:t>
      </w:r>
      <w:r w:rsidRPr="003F6B18">
        <w:t>τ</w:t>
      </w:r>
      <w:r w:rsidRPr="003F6B18">
        <w:rPr>
          <w:vertAlign w:val="subscript"/>
        </w:rPr>
        <w:t>max</w:t>
      </w:r>
      <w:r w:rsidRPr="003F6B18">
        <w:t>= -0.2 and + 0.15 MPa. The differences of these stresses at the top and bottom of the dam are insignificantly different due to the small difference, due to the difference of slope coefficients (Fig.2c).</w:t>
      </w:r>
    </w:p>
    <w:p w14:paraId="0F9C99B1" w14:textId="0954D39F" w:rsidR="007477A7" w:rsidRPr="003F6B18" w:rsidRDefault="00646AF6" w:rsidP="007477A7">
      <w:pPr>
        <w:pStyle w:val="Paragraph"/>
        <w:rPr>
          <w:lang w:val="uz-Cyrl-UZ"/>
        </w:rPr>
      </w:pPr>
      <w:r w:rsidRPr="003F6B18">
        <w:lastRenderedPageBreak/>
        <w:t>The results obtained under mass forces and hydrostatic water pressure alone</w:t>
      </w:r>
      <w:r>
        <w:t xml:space="preserve"> are shown on </w:t>
      </w:r>
      <w:r w:rsidRPr="003F6B18">
        <w:t>Fig 3</w:t>
      </w:r>
      <w:r>
        <w:t>. T</w:t>
      </w:r>
      <w:r w:rsidR="007477A7" w:rsidRPr="003F6B18">
        <w:t>he results of the distribution of stress component isolines (σ</w:t>
      </w:r>
      <w:r w:rsidR="007477A7" w:rsidRPr="003F6B18">
        <w:rPr>
          <w:vertAlign w:val="subscript"/>
        </w:rPr>
        <w:t>x</w:t>
      </w:r>
      <w:r w:rsidR="007477A7" w:rsidRPr="003F6B18">
        <w:t>, σ</w:t>
      </w:r>
      <w:r w:rsidR="007477A7" w:rsidRPr="003F6B18">
        <w:rPr>
          <w:vertAlign w:val="subscript"/>
        </w:rPr>
        <w:t>y</w:t>
      </w:r>
      <w:r w:rsidR="007477A7" w:rsidRPr="003F6B18">
        <w:t>, τ</w:t>
      </w:r>
      <w:r w:rsidR="007477A7" w:rsidRPr="003F6B18">
        <w:rPr>
          <w:vertAlign w:val="subscript"/>
        </w:rPr>
        <w:t>xy</w:t>
      </w:r>
      <w:r w:rsidR="007477A7" w:rsidRPr="003F6B18">
        <w:t>) in the body of Kizilsay earth dam under the action of mass forces and hydrostatic water pressure obtained for a fully filled reservoir using the author's developed programmed and certified program package</w:t>
      </w:r>
    </w:p>
    <w:tbl>
      <w:tblPr>
        <w:tblStyle w:val="a8"/>
        <w:tblW w:w="75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22"/>
        <w:gridCol w:w="3817"/>
      </w:tblGrid>
      <w:tr w:rsidR="00EC018E" w:rsidRPr="00F46166" w14:paraId="3BDF2F5C" w14:textId="77777777" w:rsidTr="0087397B">
        <w:trPr>
          <w:trHeight w:val="1692"/>
          <w:jc w:val="center"/>
        </w:trPr>
        <w:tc>
          <w:tcPr>
            <w:tcW w:w="3722" w:type="dxa"/>
          </w:tcPr>
          <w:p w14:paraId="470E3276" w14:textId="140DC688" w:rsidR="00EC018E" w:rsidRPr="004D2571" w:rsidRDefault="00EC018E" w:rsidP="00C44FD7">
            <w:pPr>
              <w:pStyle w:val="FigureCaption"/>
              <w:jc w:val="left"/>
            </w:pPr>
          </w:p>
          <w:p w14:paraId="0E5C7400" w14:textId="6F8604FB" w:rsidR="00EC018E" w:rsidRPr="000C6A69" w:rsidRDefault="0087397B" w:rsidP="00C44FD7">
            <w:pPr>
              <w:pStyle w:val="Figure"/>
            </w:pPr>
            <w:r w:rsidRPr="000C6A69">
              <w:rPr>
                <w:noProof/>
                <w:lang w:val="ru-RU" w:eastAsia="ja-JP"/>
              </w:rPr>
              <w:drawing>
                <wp:anchor distT="0" distB="0" distL="114300" distR="114300" simplePos="0" relativeHeight="251666432" behindDoc="1" locked="0" layoutInCell="1" allowOverlap="1" wp14:anchorId="1D05838D" wp14:editId="7680A7DB">
                  <wp:simplePos x="0" y="0"/>
                  <wp:positionH relativeFrom="column">
                    <wp:posOffset>15762</wp:posOffset>
                  </wp:positionH>
                  <wp:positionV relativeFrom="paragraph">
                    <wp:posOffset>274320</wp:posOffset>
                  </wp:positionV>
                  <wp:extent cx="2155825" cy="611505"/>
                  <wp:effectExtent l="0" t="0" r="0" b="0"/>
                  <wp:wrapSquare wrapText="bothSides"/>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2155825" cy="611505"/>
                          </a:xfrm>
                          <a:prstGeom prst="rect">
                            <a:avLst/>
                          </a:prstGeom>
                        </pic:spPr>
                      </pic:pic>
                    </a:graphicData>
                  </a:graphic>
                  <wp14:sizeRelH relativeFrom="margin">
                    <wp14:pctWidth>0</wp14:pctWidth>
                  </wp14:sizeRelH>
                  <wp14:sizeRelV relativeFrom="margin">
                    <wp14:pctHeight>0</wp14:pctHeight>
                  </wp14:sizeRelV>
                </wp:anchor>
              </w:drawing>
            </w:r>
          </w:p>
        </w:tc>
        <w:tc>
          <w:tcPr>
            <w:tcW w:w="3817" w:type="dxa"/>
          </w:tcPr>
          <w:p w14:paraId="67D39A9C" w14:textId="46A51D87" w:rsidR="00EC018E" w:rsidRPr="00F46166" w:rsidRDefault="00EC018E" w:rsidP="000601BC">
            <w:pPr>
              <w:pStyle w:val="Figure"/>
            </w:pPr>
            <w:r w:rsidRPr="002121EF">
              <w:rPr>
                <w:noProof/>
                <w:lang w:val="ru-RU" w:eastAsia="ja-JP"/>
              </w:rPr>
              <w:drawing>
                <wp:inline distT="0" distB="0" distL="0" distR="0" wp14:anchorId="170DE002" wp14:editId="66ACA70A">
                  <wp:extent cx="2289810" cy="1144905"/>
                  <wp:effectExtent l="0" t="0" r="0" b="0"/>
                  <wp:docPr id="29536677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89810" cy="1144905"/>
                          </a:xfrm>
                          <a:prstGeom prst="rect">
                            <a:avLst/>
                          </a:prstGeom>
                          <a:noFill/>
                          <a:ln>
                            <a:noFill/>
                          </a:ln>
                        </pic:spPr>
                      </pic:pic>
                    </a:graphicData>
                  </a:graphic>
                </wp:inline>
              </w:drawing>
            </w:r>
          </w:p>
        </w:tc>
      </w:tr>
      <w:tr w:rsidR="00EC018E" w:rsidRPr="00F46166" w14:paraId="5B087779" w14:textId="77777777" w:rsidTr="0087397B">
        <w:trPr>
          <w:trHeight w:val="33"/>
          <w:jc w:val="center"/>
        </w:trPr>
        <w:tc>
          <w:tcPr>
            <w:tcW w:w="3722" w:type="dxa"/>
          </w:tcPr>
          <w:p w14:paraId="2A2CEFC5" w14:textId="7935F79E" w:rsidR="00EC018E" w:rsidRPr="00EC018E" w:rsidRDefault="0056372A" w:rsidP="0056372A">
            <w:pPr>
              <w:pStyle w:val="FigureCaption"/>
              <w:spacing w:before="0"/>
            </w:pPr>
            <w:r>
              <w:t>(</w:t>
            </w:r>
            <w:r w:rsidR="00EC018E" w:rsidRPr="00EC018E">
              <w:t xml:space="preserve">a) </w:t>
            </w:r>
            <w:r w:rsidRPr="0056372A">
              <w:rPr>
                <w:position w:val="-10"/>
              </w:rPr>
              <w:object w:dxaOrig="279" w:dyaOrig="300" w14:anchorId="7B087301">
                <v:shape id="_x0000_i1033" type="#_x0000_t75" style="width:14.5pt;height:15pt" o:ole="">
                  <v:imagedata r:id="rId23" o:title=""/>
                </v:shape>
                <o:OLEObject Type="Embed" ProgID="Equation.3" ShapeID="_x0000_i1033" DrawAspect="Content" ObjectID="_1825164329" r:id="rId33"/>
              </w:object>
            </w:r>
            <w:r w:rsidR="00EC018E" w:rsidRPr="00EC018E">
              <w:t>, MPa</w:t>
            </w:r>
          </w:p>
        </w:tc>
        <w:tc>
          <w:tcPr>
            <w:tcW w:w="3817" w:type="dxa"/>
          </w:tcPr>
          <w:p w14:paraId="18F71C61" w14:textId="040F9C6B" w:rsidR="00EC018E" w:rsidRPr="004D2571" w:rsidRDefault="0056372A" w:rsidP="0056372A">
            <w:pPr>
              <w:pStyle w:val="FigureCaption"/>
              <w:spacing w:before="0"/>
            </w:pPr>
            <w:r>
              <w:rPr>
                <w:rStyle w:val="FigureCaption0"/>
              </w:rPr>
              <w:t>(</w:t>
            </w:r>
            <w:r w:rsidR="00EC018E">
              <w:rPr>
                <w:rStyle w:val="FigureCaption0"/>
              </w:rPr>
              <w:t xml:space="preserve">d) </w:t>
            </w:r>
            <w:r w:rsidRPr="0056372A">
              <w:rPr>
                <w:position w:val="-10"/>
              </w:rPr>
              <w:object w:dxaOrig="279" w:dyaOrig="300" w14:anchorId="26694E74">
                <v:shape id="_x0000_i1034" type="#_x0000_t75" style="width:14.5pt;height:15pt" o:ole="">
                  <v:imagedata r:id="rId23" o:title=""/>
                </v:shape>
                <o:OLEObject Type="Embed" ProgID="Equation.3" ShapeID="_x0000_i1034" DrawAspect="Content" ObjectID="_1825164330" r:id="rId34"/>
              </w:object>
            </w:r>
            <w:r w:rsidR="00EC018E" w:rsidRPr="00C44FD7">
              <w:rPr>
                <w:rStyle w:val="FigureCaption0"/>
              </w:rPr>
              <w:t>, MPa</w:t>
            </w:r>
          </w:p>
        </w:tc>
      </w:tr>
      <w:tr w:rsidR="00EC018E" w:rsidRPr="00F46166" w14:paraId="096FC39A" w14:textId="77777777" w:rsidTr="0087397B">
        <w:trPr>
          <w:trHeight w:val="1595"/>
          <w:jc w:val="center"/>
        </w:trPr>
        <w:tc>
          <w:tcPr>
            <w:tcW w:w="3722" w:type="dxa"/>
          </w:tcPr>
          <w:p w14:paraId="6233328A" w14:textId="2D7D8136" w:rsidR="00EC018E" w:rsidRPr="00F46166" w:rsidRDefault="006E1263" w:rsidP="0074443E">
            <w:pPr>
              <w:pStyle w:val="JVEFigureintable"/>
            </w:pPr>
            <w:r w:rsidRPr="00F46166">
              <w:rPr>
                <w:noProof/>
                <w:lang w:val="ru-RU" w:eastAsia="ja-JP" w:bidi="ar-SA"/>
              </w:rPr>
              <w:drawing>
                <wp:anchor distT="0" distB="0" distL="114300" distR="114300" simplePos="0" relativeHeight="251667456" behindDoc="1" locked="0" layoutInCell="1" allowOverlap="1" wp14:anchorId="570C65CD" wp14:editId="340D1F90">
                  <wp:simplePos x="0" y="0"/>
                  <wp:positionH relativeFrom="column">
                    <wp:posOffset>105410</wp:posOffset>
                  </wp:positionH>
                  <wp:positionV relativeFrom="paragraph">
                    <wp:posOffset>425723</wp:posOffset>
                  </wp:positionV>
                  <wp:extent cx="2056130" cy="572135"/>
                  <wp:effectExtent l="0" t="0" r="1270" b="0"/>
                  <wp:wrapTight wrapText="bothSides">
                    <wp:wrapPolygon edited="0">
                      <wp:start x="0" y="0"/>
                      <wp:lineTo x="0" y="20857"/>
                      <wp:lineTo x="21413" y="20857"/>
                      <wp:lineTo x="21413" y="0"/>
                      <wp:lineTo x="0" y="0"/>
                    </wp:wrapPolygon>
                  </wp:wrapTight>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cstate="print">
                            <a:extLst>
                              <a:ext uri="{28A0092B-C50C-407E-A947-70E740481C1C}">
                                <a14:useLocalDpi xmlns:a14="http://schemas.microsoft.com/office/drawing/2010/main" val="0"/>
                              </a:ext>
                            </a:extLst>
                          </a:blip>
                          <a:stretch>
                            <a:fillRect/>
                          </a:stretch>
                        </pic:blipFill>
                        <pic:spPr>
                          <a:xfrm>
                            <a:off x="0" y="0"/>
                            <a:ext cx="2056130" cy="572135"/>
                          </a:xfrm>
                          <a:prstGeom prst="rect">
                            <a:avLst/>
                          </a:prstGeom>
                        </pic:spPr>
                      </pic:pic>
                    </a:graphicData>
                  </a:graphic>
                  <wp14:sizeRelH relativeFrom="margin">
                    <wp14:pctWidth>0</wp14:pctWidth>
                  </wp14:sizeRelH>
                  <wp14:sizeRelV relativeFrom="margin">
                    <wp14:pctHeight>0</wp14:pctHeight>
                  </wp14:sizeRelV>
                </wp:anchor>
              </w:drawing>
            </w:r>
          </w:p>
        </w:tc>
        <w:tc>
          <w:tcPr>
            <w:tcW w:w="3817" w:type="dxa"/>
          </w:tcPr>
          <w:p w14:paraId="2538A71D" w14:textId="77777777" w:rsidR="00EC018E" w:rsidRPr="00F46166" w:rsidRDefault="00EC018E" w:rsidP="00C44FD7">
            <w:pPr>
              <w:pStyle w:val="Figure"/>
            </w:pPr>
            <w:r w:rsidRPr="00F46166">
              <w:rPr>
                <w:noProof/>
                <w:lang w:val="ru-RU" w:eastAsia="ja-JP"/>
              </w:rPr>
              <w:drawing>
                <wp:inline distT="0" distB="0" distL="0" distR="0" wp14:anchorId="4C5DE04D" wp14:editId="55DA5E2E">
                  <wp:extent cx="2193925" cy="997585"/>
                  <wp:effectExtent l="0" t="0" r="0" b="0"/>
                  <wp:docPr id="2869973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193925" cy="997585"/>
                          </a:xfrm>
                          <a:prstGeom prst="rect">
                            <a:avLst/>
                          </a:prstGeom>
                          <a:noFill/>
                          <a:ln>
                            <a:noFill/>
                          </a:ln>
                        </pic:spPr>
                      </pic:pic>
                    </a:graphicData>
                  </a:graphic>
                </wp:inline>
              </w:drawing>
            </w:r>
          </w:p>
        </w:tc>
      </w:tr>
      <w:tr w:rsidR="00EC018E" w:rsidRPr="00F46166" w14:paraId="0D81A1D9" w14:textId="77777777" w:rsidTr="0087397B">
        <w:trPr>
          <w:trHeight w:val="175"/>
          <w:jc w:val="center"/>
        </w:trPr>
        <w:tc>
          <w:tcPr>
            <w:tcW w:w="3722" w:type="dxa"/>
          </w:tcPr>
          <w:p w14:paraId="147D71FF" w14:textId="536FA989" w:rsidR="00EC018E" w:rsidRPr="00EC018E" w:rsidRDefault="0056372A" w:rsidP="0056372A">
            <w:pPr>
              <w:pStyle w:val="FigureCaption"/>
              <w:spacing w:before="0"/>
            </w:pPr>
            <w:r>
              <w:t>(</w:t>
            </w:r>
            <w:r w:rsidR="00EC018E">
              <w:t>b</w:t>
            </w:r>
            <w:r w:rsidR="00EC018E" w:rsidRPr="00EC018E">
              <w:t xml:space="preserve">) </w:t>
            </w:r>
            <w:r w:rsidRPr="0056372A">
              <w:rPr>
                <w:position w:val="-14"/>
              </w:rPr>
              <w:object w:dxaOrig="279" w:dyaOrig="340" w14:anchorId="19A40EE8">
                <v:shape id="_x0000_i1035" type="#_x0000_t75" style="width:14.5pt;height:17pt" o:ole="">
                  <v:imagedata r:id="rId37" o:title=""/>
                </v:shape>
                <o:OLEObject Type="Embed" ProgID="Equation.3" ShapeID="_x0000_i1035" DrawAspect="Content" ObjectID="_1825164331" r:id="rId38"/>
              </w:object>
            </w:r>
            <w:r w:rsidR="00EC018E" w:rsidRPr="00EC018E">
              <w:t>, MPa</w:t>
            </w:r>
          </w:p>
        </w:tc>
        <w:tc>
          <w:tcPr>
            <w:tcW w:w="3817" w:type="dxa"/>
          </w:tcPr>
          <w:p w14:paraId="2B8AF910" w14:textId="65F06C17" w:rsidR="00EC018E" w:rsidRPr="00EC018E" w:rsidRDefault="0056372A" w:rsidP="0056372A">
            <w:pPr>
              <w:pStyle w:val="FigureCaption"/>
              <w:spacing w:before="0"/>
            </w:pPr>
            <w:r>
              <w:t>(</w:t>
            </w:r>
            <w:r w:rsidR="00EC018E">
              <w:t>e</w:t>
            </w:r>
            <w:r w:rsidR="00EC018E" w:rsidRPr="00EC018E">
              <w:t xml:space="preserve">) </w:t>
            </w:r>
            <w:r w:rsidRPr="0056372A">
              <w:rPr>
                <w:position w:val="-14"/>
              </w:rPr>
              <w:object w:dxaOrig="279" w:dyaOrig="340" w14:anchorId="5D3C2674">
                <v:shape id="_x0000_i1036" type="#_x0000_t75" style="width:14.5pt;height:17pt" o:ole="">
                  <v:imagedata r:id="rId26" o:title=""/>
                </v:shape>
                <o:OLEObject Type="Embed" ProgID="Equation.3" ShapeID="_x0000_i1036" DrawAspect="Content" ObjectID="_1825164332" r:id="rId39"/>
              </w:object>
            </w:r>
            <w:r w:rsidR="00EC018E" w:rsidRPr="00EC018E">
              <w:t>, MPa</w:t>
            </w:r>
          </w:p>
        </w:tc>
      </w:tr>
      <w:tr w:rsidR="00EC018E" w:rsidRPr="00F46166" w14:paraId="46A402A0" w14:textId="77777777" w:rsidTr="0087397B">
        <w:trPr>
          <w:trHeight w:val="1838"/>
          <w:jc w:val="center"/>
        </w:trPr>
        <w:tc>
          <w:tcPr>
            <w:tcW w:w="3722" w:type="dxa"/>
          </w:tcPr>
          <w:p w14:paraId="4A984323" w14:textId="7EE9EEC2" w:rsidR="00EC018E" w:rsidRPr="00F46166" w:rsidRDefault="00EC018E" w:rsidP="00C44FD7">
            <w:pPr>
              <w:pStyle w:val="Figure"/>
            </w:pPr>
            <w:r w:rsidRPr="00F46166">
              <w:rPr>
                <w:noProof/>
                <w:lang w:val="ru-RU" w:eastAsia="ja-JP"/>
              </w:rPr>
              <w:drawing>
                <wp:anchor distT="0" distB="0" distL="114300" distR="114300" simplePos="0" relativeHeight="251668480" behindDoc="1" locked="0" layoutInCell="1" allowOverlap="1" wp14:anchorId="788C34AD" wp14:editId="20D6DE2E">
                  <wp:simplePos x="0" y="0"/>
                  <wp:positionH relativeFrom="column">
                    <wp:posOffset>15466</wp:posOffset>
                  </wp:positionH>
                  <wp:positionV relativeFrom="paragraph">
                    <wp:posOffset>503504</wp:posOffset>
                  </wp:positionV>
                  <wp:extent cx="2146300" cy="590550"/>
                  <wp:effectExtent l="0" t="0" r="6350" b="0"/>
                  <wp:wrapTight wrapText="bothSides">
                    <wp:wrapPolygon edited="0">
                      <wp:start x="0" y="0"/>
                      <wp:lineTo x="0" y="20903"/>
                      <wp:lineTo x="21472" y="20903"/>
                      <wp:lineTo x="21472" y="0"/>
                      <wp:lineTo x="0" y="0"/>
                    </wp:wrapPolygon>
                  </wp:wrapTight>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146300" cy="590550"/>
                          </a:xfrm>
                          <a:prstGeom prst="rect">
                            <a:avLst/>
                          </a:prstGeom>
                        </pic:spPr>
                      </pic:pic>
                    </a:graphicData>
                  </a:graphic>
                  <wp14:sizeRelH relativeFrom="margin">
                    <wp14:pctWidth>0</wp14:pctWidth>
                  </wp14:sizeRelH>
                  <wp14:sizeRelV relativeFrom="margin">
                    <wp14:pctHeight>0</wp14:pctHeight>
                  </wp14:sizeRelV>
                </wp:anchor>
              </w:drawing>
            </w:r>
          </w:p>
        </w:tc>
        <w:tc>
          <w:tcPr>
            <w:tcW w:w="3817" w:type="dxa"/>
          </w:tcPr>
          <w:p w14:paraId="1A9E515C" w14:textId="37BA5004" w:rsidR="00EC018E" w:rsidRPr="00F46166" w:rsidRDefault="00EC018E" w:rsidP="006E1263">
            <w:pPr>
              <w:pStyle w:val="Figure"/>
              <w:jc w:val="left"/>
              <w:rPr>
                <w:lang w:val="uz-Cyrl-UZ"/>
              </w:rPr>
            </w:pPr>
            <w:r w:rsidRPr="00C44FD7">
              <w:rPr>
                <w:rStyle w:val="FigureCaption0"/>
                <w:noProof/>
                <w:lang w:val="ru-RU" w:eastAsia="ja-JP"/>
              </w:rPr>
              <w:drawing>
                <wp:inline distT="0" distB="0" distL="0" distR="0" wp14:anchorId="32920037" wp14:editId="438B6124">
                  <wp:extent cx="2249170" cy="1093470"/>
                  <wp:effectExtent l="0" t="0" r="0" b="0"/>
                  <wp:docPr id="105026244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49170" cy="1093470"/>
                          </a:xfrm>
                          <a:prstGeom prst="rect">
                            <a:avLst/>
                          </a:prstGeom>
                          <a:noFill/>
                          <a:ln>
                            <a:noFill/>
                          </a:ln>
                        </pic:spPr>
                      </pic:pic>
                    </a:graphicData>
                  </a:graphic>
                </wp:inline>
              </w:drawing>
            </w:r>
          </w:p>
        </w:tc>
      </w:tr>
      <w:tr w:rsidR="00EC018E" w:rsidRPr="00F46166" w14:paraId="214389AF" w14:textId="77777777" w:rsidTr="0087397B">
        <w:trPr>
          <w:trHeight w:val="327"/>
          <w:jc w:val="center"/>
        </w:trPr>
        <w:tc>
          <w:tcPr>
            <w:tcW w:w="3722" w:type="dxa"/>
          </w:tcPr>
          <w:p w14:paraId="7CB6117B" w14:textId="0D3B5584" w:rsidR="00EC018E" w:rsidRPr="006E1263" w:rsidRDefault="0056372A" w:rsidP="0056372A">
            <w:pPr>
              <w:pStyle w:val="FigureCaption"/>
              <w:spacing w:before="0"/>
            </w:pPr>
            <w:r>
              <w:t>(</w:t>
            </w:r>
            <w:r w:rsidR="006E1263" w:rsidRPr="006E1263">
              <w:t xml:space="preserve">c) </w:t>
            </w:r>
            <w:r w:rsidR="009477A7" w:rsidRPr="0056372A">
              <w:rPr>
                <w:position w:val="-14"/>
              </w:rPr>
              <w:object w:dxaOrig="300" w:dyaOrig="340" w14:anchorId="77A77779">
                <v:shape id="_x0000_i1037" type="#_x0000_t75" style="width:15pt;height:17pt" o:ole="">
                  <v:imagedata r:id="rId42" o:title=""/>
                </v:shape>
                <o:OLEObject Type="Embed" ProgID="Equation.3" ShapeID="_x0000_i1037" DrawAspect="Content" ObjectID="_1825164333" r:id="rId43"/>
              </w:object>
            </w:r>
            <w:r w:rsidR="006E1263" w:rsidRPr="006E1263">
              <w:t>, MPa</w:t>
            </w:r>
          </w:p>
        </w:tc>
        <w:tc>
          <w:tcPr>
            <w:tcW w:w="3817" w:type="dxa"/>
          </w:tcPr>
          <w:p w14:paraId="6FC986C1" w14:textId="2C2F1C36" w:rsidR="00EC018E" w:rsidRPr="00C44FD7" w:rsidRDefault="001A3247" w:rsidP="0056372A">
            <w:pPr>
              <w:pStyle w:val="FigureCaption"/>
              <w:spacing w:before="0"/>
              <w:rPr>
                <w:rStyle w:val="FigureCaption0"/>
                <w:noProof/>
              </w:rPr>
            </w:pPr>
            <w:r>
              <w:t>(</w:t>
            </w:r>
            <w:r w:rsidR="006E1263">
              <w:t>f</w:t>
            </w:r>
            <w:r w:rsidR="006E1263" w:rsidRPr="006E1263">
              <w:t xml:space="preserve">) </w:t>
            </w:r>
            <w:r w:rsidR="0056372A" w:rsidRPr="0056372A">
              <w:rPr>
                <w:position w:val="-14"/>
              </w:rPr>
              <w:object w:dxaOrig="300" w:dyaOrig="340" w14:anchorId="319CD7B9">
                <v:shape id="_x0000_i1038" type="#_x0000_t75" style="width:15pt;height:17pt" o:ole="">
                  <v:imagedata r:id="rId44" o:title=""/>
                </v:shape>
                <o:OLEObject Type="Embed" ProgID="Equation.3" ShapeID="_x0000_i1038" DrawAspect="Content" ObjectID="_1825164334" r:id="rId45"/>
              </w:object>
            </w:r>
            <w:r w:rsidR="006E1263" w:rsidRPr="006E1263">
              <w:t>, MPa</w:t>
            </w:r>
          </w:p>
        </w:tc>
      </w:tr>
    </w:tbl>
    <w:p w14:paraId="62B428AC" w14:textId="332454C5" w:rsidR="00B85763" w:rsidRDefault="00B85763" w:rsidP="009F5772">
      <w:pPr>
        <w:pStyle w:val="FigureCaption"/>
        <w:spacing w:before="0"/>
        <w:rPr>
          <w:lang w:val="uz-Cyrl-UZ"/>
        </w:rPr>
      </w:pPr>
      <w:r w:rsidRPr="006676BC">
        <w:rPr>
          <w:b/>
          <w:bCs/>
        </w:rPr>
        <w:t xml:space="preserve">FIGURE </w:t>
      </w:r>
      <w:r>
        <w:rPr>
          <w:b/>
          <w:bCs/>
        </w:rPr>
        <w:t xml:space="preserve">3. </w:t>
      </w:r>
      <w:r w:rsidRPr="003F6B18">
        <w:t>Isolines of stress components distribution in the body of the Kizilsay earth dam arising under the action of mass forces and hydrostatic water pressure for a fully filled reservoir: on the left</w:t>
      </w:r>
      <w:r w:rsidR="005F5319">
        <w:t xml:space="preserve"> (</w:t>
      </w:r>
      <w:proofErr w:type="gramStart"/>
      <w:r w:rsidR="005F5319">
        <w:t>a,b</w:t>
      </w:r>
      <w:proofErr w:type="gramEnd"/>
      <w:r w:rsidR="005F5319">
        <w:t>,c)</w:t>
      </w:r>
      <w:r w:rsidRPr="003F6B18">
        <w:t xml:space="preserve"> are the results obtained with the developed programme</w:t>
      </w:r>
      <w:r w:rsidR="005F5319">
        <w:t>,</w:t>
      </w:r>
      <w:r w:rsidRPr="003F6B18">
        <w:t xml:space="preserve"> on the right</w:t>
      </w:r>
      <w:r w:rsidR="005F5319">
        <w:t xml:space="preserve"> (</w:t>
      </w:r>
      <w:proofErr w:type="gramStart"/>
      <w:r w:rsidR="005F5319">
        <w:t>d,e</w:t>
      </w:r>
      <w:proofErr w:type="gramEnd"/>
      <w:r w:rsidR="005F5319">
        <w:t>,f)</w:t>
      </w:r>
      <w:r w:rsidRPr="003F6B18">
        <w:t xml:space="preserve">, the results obtained with the </w:t>
      </w:r>
      <w:r>
        <w:t>software</w:t>
      </w:r>
    </w:p>
    <w:p w14:paraId="1178E907" w14:textId="3CB1848B" w:rsidR="00B85763" w:rsidRPr="003F6B18" w:rsidRDefault="00B85763" w:rsidP="00B85763">
      <w:pPr>
        <w:pStyle w:val="1"/>
        <w:rPr>
          <w:lang w:val="uz-Cyrl-UZ"/>
        </w:rPr>
      </w:pPr>
      <w:r w:rsidRPr="00376500">
        <w:t>Discussion</w:t>
      </w:r>
      <w:r w:rsidRPr="00376500">
        <w:rPr>
          <w:lang w:val="uz-Cyrl-UZ"/>
        </w:rPr>
        <w:t xml:space="preserve"> </w:t>
      </w:r>
    </w:p>
    <w:p w14:paraId="66906AC9" w14:textId="77777777" w:rsidR="00B85763" w:rsidRPr="00376500" w:rsidRDefault="00B85763" w:rsidP="00B85763">
      <w:pPr>
        <w:pStyle w:val="Paragraph"/>
      </w:pPr>
      <w:r w:rsidRPr="00376500">
        <w:t>The analysis of these results (Fig. 3a) shows that the value of the horizontal maximum normal stress</w:t>
      </w:r>
      <w:r>
        <w:t xml:space="preserve"> </w:t>
      </w:r>
      <w:r w:rsidRPr="00376500">
        <w:t>σ</w:t>
      </w:r>
      <w:r w:rsidRPr="00376500">
        <w:rPr>
          <w:vertAlign w:val="subscript"/>
        </w:rPr>
        <w:t>x</w:t>
      </w:r>
      <w:r>
        <w:rPr>
          <w:vertAlign w:val="subscript"/>
        </w:rPr>
        <w:t xml:space="preserve"> </w:t>
      </w:r>
      <w:r w:rsidRPr="00376500">
        <w:t>in the Kizilsay earth dam with a central core reaches -0.8 MPa. At that (Fig. 4). in the lower part of the upper prism of the dam, which is connected to the base, the positive value of the stress</w:t>
      </w:r>
      <w:r>
        <w:t xml:space="preserve"> </w:t>
      </w:r>
      <w:r w:rsidRPr="00376500">
        <w:t>σ</w:t>
      </w:r>
      <w:r w:rsidRPr="00376500">
        <w:rPr>
          <w:vertAlign w:val="subscript"/>
        </w:rPr>
        <w:t>x</w:t>
      </w:r>
      <w:r>
        <w:rPr>
          <w:vertAlign w:val="subscript"/>
        </w:rPr>
        <w:t xml:space="preserve"> </w:t>
      </w:r>
      <w:r w:rsidRPr="00376500">
        <w:t>disappears, because the hydrostatic pressure creates the opposite stress. </w:t>
      </w:r>
    </w:p>
    <w:p w14:paraId="4D5D9888" w14:textId="1C7F6778" w:rsidR="00B85763" w:rsidRPr="00376500" w:rsidRDefault="00B85763" w:rsidP="00B85763">
      <w:pPr>
        <w:pStyle w:val="Paragraph"/>
      </w:pPr>
      <w:r w:rsidRPr="00376500">
        <w:t>At the same time, the analysis of the distribution of</w:t>
      </w:r>
      <w:r>
        <w:t xml:space="preserve"> </w:t>
      </w:r>
      <w:r w:rsidRPr="00376500">
        <w:t>σ</w:t>
      </w:r>
      <w:r w:rsidRPr="00376500">
        <w:rPr>
          <w:vertAlign w:val="subscript"/>
        </w:rPr>
        <w:t>y</w:t>
      </w:r>
      <w:r>
        <w:rPr>
          <w:vertAlign w:val="subscript"/>
        </w:rPr>
        <w:t xml:space="preserve"> </w:t>
      </w:r>
      <w:r w:rsidRPr="00376500">
        <w:t>over the dam body shows that the maximum value of the vertical normal stress</w:t>
      </w:r>
      <w:r>
        <w:t xml:space="preserve"> </w:t>
      </w:r>
      <w:r w:rsidRPr="00376500">
        <w:t>σ</w:t>
      </w:r>
      <w:r w:rsidRPr="00376500">
        <w:rPr>
          <w:vertAlign w:val="subscript"/>
        </w:rPr>
        <w:t>y</w:t>
      </w:r>
      <w:r>
        <w:rPr>
          <w:vertAlign w:val="subscript"/>
        </w:rPr>
        <w:t xml:space="preserve"> </w:t>
      </w:r>
      <w:r w:rsidRPr="00376500">
        <w:t>is at the lower part of the dam centre, mainly on the side of the upper thrust prism, and its value is</w:t>
      </w:r>
      <w:r>
        <w:t xml:space="preserve"> </w:t>
      </w:r>
      <w:r w:rsidRPr="00376500">
        <w:t>σ</w:t>
      </w:r>
      <w:r w:rsidRPr="00376500">
        <w:rPr>
          <w:vertAlign w:val="subscript"/>
        </w:rPr>
        <w:t>y</w:t>
      </w:r>
      <w:r w:rsidRPr="00376500">
        <w:t>= -1.4 MPa (Fig. 3b). The lowest value of this stress is on the upper part of the lower thrust prism - in the zone from the base to 1/3 of the dam height and up to the top of the dam.</w:t>
      </w:r>
    </w:p>
    <w:p w14:paraId="1AB16862" w14:textId="77777777" w:rsidR="00B85763" w:rsidRPr="00376500" w:rsidRDefault="00B85763" w:rsidP="00B85763">
      <w:pPr>
        <w:pStyle w:val="Paragraph"/>
      </w:pPr>
      <w:r w:rsidRPr="00376500">
        <w:t>Analysis of the distribution of tangential stress</w:t>
      </w:r>
      <w:r>
        <w:t xml:space="preserve"> </w:t>
      </w:r>
      <w:r w:rsidRPr="00376500">
        <w:t>τ</w:t>
      </w:r>
      <w:r w:rsidRPr="00D010FB">
        <w:rPr>
          <w:vertAlign w:val="subscript"/>
          <w:lang w:val="uz-Cyrl-UZ"/>
        </w:rPr>
        <w:t xml:space="preserve"> </w:t>
      </w:r>
      <w:r w:rsidRPr="00376500">
        <w:rPr>
          <w:vertAlign w:val="subscript"/>
          <w:lang w:val="uz-Cyrl-UZ"/>
        </w:rPr>
        <w:t>ху</w:t>
      </w:r>
      <w:r>
        <w:rPr>
          <w:vertAlign w:val="subscript"/>
        </w:rPr>
        <w:t xml:space="preserve"> </w:t>
      </w:r>
      <w:r w:rsidRPr="00376500">
        <w:t>over the dam body shows that its maximum value reaches up to 0.20 MPa (Fig. 3c). The almost symmetrical distribution of this stress disappears due to the action of hydrostatic pressures.</w:t>
      </w:r>
    </w:p>
    <w:p w14:paraId="22FE3C50" w14:textId="7024D9F7" w:rsidR="00B85763" w:rsidRPr="00C55CFB" w:rsidRDefault="00B85763" w:rsidP="00B85763">
      <w:pPr>
        <w:pStyle w:val="Paragraph"/>
        <w:rPr>
          <w:lang w:val="uz-Cyrl-UZ"/>
        </w:rPr>
      </w:pPr>
      <w:r w:rsidRPr="00376500">
        <w:t xml:space="preserve">From the results obtained, it can be seen that the computer program developed by the author shows approximately the same result as the </w:t>
      </w:r>
      <w:r>
        <w:t>Midas GTS NX</w:t>
      </w:r>
      <w:r w:rsidRPr="00376500">
        <w:t xml:space="preserve"> </w:t>
      </w:r>
      <w:r>
        <w:t>software</w:t>
      </w:r>
      <w:r w:rsidRPr="00376500">
        <w:t xml:space="preserve">. This once again confirms the correctness of the results that can be obtained using the developed mathematical model, computational algorithm and </w:t>
      </w:r>
      <w:r w:rsidR="00A065E4">
        <w:t>software.</w:t>
      </w:r>
    </w:p>
    <w:p w14:paraId="0E5C9232" w14:textId="77777777" w:rsidR="00B85763" w:rsidRPr="00316A4F" w:rsidRDefault="00B85763" w:rsidP="00B85763">
      <w:pPr>
        <w:pStyle w:val="1"/>
      </w:pPr>
      <w:r w:rsidRPr="00316A4F">
        <w:t>Conclusions</w:t>
      </w:r>
    </w:p>
    <w:p w14:paraId="1061466F" w14:textId="77777777" w:rsidR="00B85763" w:rsidRPr="00376500" w:rsidRDefault="00B85763" w:rsidP="00B85763">
      <w:pPr>
        <w:pStyle w:val="Paragraph"/>
      </w:pPr>
      <w:r w:rsidRPr="00376500">
        <w:t>1. With the help of the developed program on computer and licensed software isolines of uniformly distributed values of stress components (σ</w:t>
      </w:r>
      <w:r w:rsidRPr="00376500">
        <w:rPr>
          <w:vertAlign w:val="subscript"/>
        </w:rPr>
        <w:t>x</w:t>
      </w:r>
      <w:r w:rsidRPr="00376500">
        <w:t>,</w:t>
      </w:r>
      <w:r w:rsidRPr="00376500">
        <w:rPr>
          <w:lang w:val="uz-Cyrl-UZ"/>
        </w:rPr>
        <w:t xml:space="preserve"> </w:t>
      </w:r>
      <w:r w:rsidRPr="00376500">
        <w:t>σ</w:t>
      </w:r>
      <w:r w:rsidRPr="00376500">
        <w:rPr>
          <w:vertAlign w:val="subscript"/>
        </w:rPr>
        <w:t>y</w:t>
      </w:r>
      <w:r w:rsidRPr="00376500">
        <w:t>,</w:t>
      </w:r>
      <w:r w:rsidRPr="00376500">
        <w:rPr>
          <w:lang w:val="uz-Cyrl-UZ"/>
        </w:rPr>
        <w:t xml:space="preserve"> </w:t>
      </w:r>
      <w:r w:rsidRPr="00376500">
        <w:rPr>
          <w:lang w:val="uz-Cyrl-UZ"/>
        </w:rPr>
        <w:sym w:font="Symbol" w:char="F074"/>
      </w:r>
      <w:r w:rsidRPr="00376500">
        <w:rPr>
          <w:vertAlign w:val="subscript"/>
          <w:lang w:val="uz-Cyrl-UZ"/>
        </w:rPr>
        <w:t>ху</w:t>
      </w:r>
      <w:r w:rsidRPr="00376500">
        <w:t xml:space="preserve">) are constructed and stress state of the designed Kizilsay </w:t>
      </w:r>
      <w:r w:rsidRPr="005267AA">
        <w:t>earth dam is evaluated considering the effects of self-weight and hydrostatic water pressure.</w:t>
      </w:r>
    </w:p>
    <w:p w14:paraId="7ED7C1A0" w14:textId="77777777" w:rsidR="00B85763" w:rsidRPr="00376500" w:rsidRDefault="00B85763" w:rsidP="00B85763">
      <w:pPr>
        <w:pStyle w:val="Paragraph"/>
      </w:pPr>
      <w:r w:rsidRPr="00376500">
        <w:lastRenderedPageBreak/>
        <w:t>2. It has been established that the maximum value of normal horizontal stress</w:t>
      </w:r>
      <w:r w:rsidRPr="00376500">
        <w:rPr>
          <w:lang w:val="uz-Cyrl-UZ"/>
        </w:rPr>
        <w:t xml:space="preserve"> </w:t>
      </w:r>
      <w:r w:rsidRPr="00376500">
        <w:t>σ</w:t>
      </w:r>
      <w:r w:rsidRPr="00376500">
        <w:rPr>
          <w:vertAlign w:val="subscript"/>
        </w:rPr>
        <w:t>x</w:t>
      </w:r>
      <w:r w:rsidRPr="00376500">
        <w:rPr>
          <w:vertAlign w:val="subscript"/>
          <w:lang w:val="uz-Cyrl-UZ"/>
        </w:rPr>
        <w:t xml:space="preserve"> </w:t>
      </w:r>
      <w:r w:rsidRPr="00376500">
        <w:t>arising in the dam body with a central core under the action of mass forces is approximately</w:t>
      </w:r>
      <w:r w:rsidRPr="00376500">
        <w:rPr>
          <w:lang w:val="uz-Cyrl-UZ"/>
        </w:rPr>
        <w:t xml:space="preserve"> </w:t>
      </w:r>
      <w:r w:rsidRPr="00376500">
        <w:t>σ</w:t>
      </w:r>
      <w:r w:rsidRPr="00376500">
        <w:rPr>
          <w:vertAlign w:val="subscript"/>
        </w:rPr>
        <w:t>x</w:t>
      </w:r>
      <w:r w:rsidRPr="00376500">
        <w:t>= - 0,65 MPa (or - 650000 Pa) and it has been established that in this value of the slope of the upper slope in its lowest part a positive stress</w:t>
      </w:r>
      <w:r w:rsidRPr="00376500">
        <w:rPr>
          <w:lang w:val="uz-Cyrl-UZ"/>
        </w:rPr>
        <w:t xml:space="preserve"> </w:t>
      </w:r>
      <w:r w:rsidRPr="00376500">
        <w:t>σ</w:t>
      </w:r>
      <w:r w:rsidRPr="00376500">
        <w:rPr>
          <w:vertAlign w:val="subscript"/>
        </w:rPr>
        <w:t>x</w:t>
      </w:r>
      <w:r w:rsidRPr="00376500">
        <w:rPr>
          <w:vertAlign w:val="subscript"/>
          <w:lang w:val="uz-Cyrl-UZ"/>
        </w:rPr>
        <w:t xml:space="preserve"> </w:t>
      </w:r>
      <w:r w:rsidRPr="00376500">
        <w:t>arises in a small area.</w:t>
      </w:r>
    </w:p>
    <w:p w14:paraId="362C04E5" w14:textId="77777777" w:rsidR="00B85763" w:rsidRPr="00376500" w:rsidRDefault="00B85763" w:rsidP="00B85763">
      <w:pPr>
        <w:pStyle w:val="Paragraph"/>
      </w:pPr>
      <w:r w:rsidRPr="00376500">
        <w:t>3. It has been established that under the action of mass forces and when the reservoir is completely filled, the maximum value of horizontal normal stress</w:t>
      </w:r>
      <w:r>
        <w:t xml:space="preserve"> </w:t>
      </w:r>
      <w:r w:rsidRPr="00376500">
        <w:t>σ</w:t>
      </w:r>
      <w:r w:rsidRPr="00376500">
        <w:rPr>
          <w:vertAlign w:val="subscript"/>
        </w:rPr>
        <w:t>x</w:t>
      </w:r>
      <w:r>
        <w:rPr>
          <w:vertAlign w:val="subscript"/>
        </w:rPr>
        <w:t xml:space="preserve"> </w:t>
      </w:r>
      <w:r w:rsidRPr="00376500">
        <w:t>in the Kizilsay earth dam reaches -0.8 MPa. Under the action of hydrostatic water pressure, the resulting positive value</w:t>
      </w:r>
      <w:r>
        <w:t xml:space="preserve"> </w:t>
      </w:r>
      <w:r w:rsidRPr="00376500">
        <w:t>σ</w:t>
      </w:r>
      <w:r w:rsidRPr="00376500">
        <w:rPr>
          <w:vertAlign w:val="subscript"/>
        </w:rPr>
        <w:t>x</w:t>
      </w:r>
      <w:r>
        <w:rPr>
          <w:vertAlign w:val="subscript"/>
        </w:rPr>
        <w:t xml:space="preserve"> </w:t>
      </w:r>
      <w:r w:rsidRPr="00376500">
        <w:t>in the lower part of the upstream slope disappears.</w:t>
      </w:r>
    </w:p>
    <w:p w14:paraId="51C4A313" w14:textId="77777777" w:rsidR="00B85763" w:rsidRPr="00376500" w:rsidRDefault="00B85763" w:rsidP="00B85763">
      <w:pPr>
        <w:pStyle w:val="Paragraph"/>
        <w:rPr>
          <w:lang w:val="uz-Cyrl-UZ"/>
        </w:rPr>
      </w:pPr>
      <w:r w:rsidRPr="00376500">
        <w:t>4. It is established that in the Kizilsay earth dam with a central core, the value of the maximum tangential stress under the combined action of mass forces and hydrostatic pressure is approximately τ</w:t>
      </w:r>
      <w:r w:rsidRPr="00376500">
        <w:rPr>
          <w:vertAlign w:val="subscript"/>
        </w:rPr>
        <w:t>max</w:t>
      </w:r>
      <w:r w:rsidRPr="00376500">
        <w:t>= 0.20 MPa, and, mainly, this value occurs in the parts of the dam connected to the base, as well as in the joints of the prism with the core.</w:t>
      </w:r>
    </w:p>
    <w:p w14:paraId="7FB10097" w14:textId="77777777" w:rsidR="00B85763" w:rsidRPr="003A5000" w:rsidRDefault="00B85763" w:rsidP="00B85763">
      <w:pPr>
        <w:pStyle w:val="1"/>
      </w:pPr>
      <w:r w:rsidRPr="003A5000">
        <w:t>Acknowledgements</w:t>
      </w:r>
    </w:p>
    <w:p w14:paraId="72783E09" w14:textId="57DBA2D3" w:rsidR="0067230A" w:rsidRPr="00B85763" w:rsidRDefault="00943332" w:rsidP="00943332">
      <w:pPr>
        <w:pStyle w:val="Paragraph"/>
      </w:pPr>
      <w:r w:rsidRPr="00376500">
        <w:t xml:space="preserve">The article was carried out at the expense of budgetary financing of the </w:t>
      </w:r>
      <w:r w:rsidRPr="00E50407">
        <w:t>Institute of Mechanics and Seismic Stability of Structures named after M.</w:t>
      </w:r>
      <w:proofErr w:type="gramStart"/>
      <w:r w:rsidRPr="00E50407">
        <w:t>T.Urazbaev</w:t>
      </w:r>
      <w:proofErr w:type="gramEnd"/>
      <w:r w:rsidRPr="00E50407">
        <w:t>, Academy of Sciences</w:t>
      </w:r>
      <w:r w:rsidRPr="00E50407">
        <w:rPr>
          <w:lang w:val="en-GB" w:eastAsia="en-GB"/>
        </w:rPr>
        <w:t xml:space="preserve"> </w:t>
      </w:r>
      <w:r w:rsidRPr="00376500">
        <w:t>of the Republic of Uzbekistan.</w:t>
      </w:r>
    </w:p>
    <w:p w14:paraId="1B509E0B" w14:textId="77777777" w:rsidR="00B85763" w:rsidRDefault="00B85763" w:rsidP="00B85763">
      <w:pPr>
        <w:pStyle w:val="1"/>
      </w:pPr>
      <w:r w:rsidRPr="003A5000">
        <w:t>References</w:t>
      </w:r>
    </w:p>
    <w:p w14:paraId="29595168" w14:textId="273D72B2" w:rsidR="009F5772" w:rsidRPr="005E3669" w:rsidRDefault="009F5772" w:rsidP="00A065E4">
      <w:pPr>
        <w:pStyle w:val="Reference"/>
        <w:ind w:left="426" w:hanging="426"/>
        <w:rPr>
          <w:rStyle w:val="a7"/>
          <w:color w:val="auto"/>
          <w:u w:val="none"/>
        </w:rPr>
      </w:pPr>
      <w:r w:rsidRPr="00E70FDD">
        <w:t xml:space="preserve">M. Mirsaidov, D. Juraev, &amp; P. Matkarimov, </w:t>
      </w:r>
      <w:r w:rsidRPr="00E70FDD">
        <w:rPr>
          <w:rStyle w:val="ab"/>
        </w:rPr>
        <w:t>“</w:t>
      </w:r>
      <w:r w:rsidRPr="005E3669">
        <w:rPr>
          <w:rStyle w:val="ab"/>
          <w:i w:val="0"/>
        </w:rPr>
        <w:t>Assessment of stress–strain state of earth dams considering the spatial operation of structures,”</w:t>
      </w:r>
      <w:r w:rsidRPr="005E3669">
        <w:rPr>
          <w:i/>
        </w:rPr>
        <w:t xml:space="preserve"> in </w:t>
      </w:r>
      <w:r w:rsidRPr="005E3669">
        <w:rPr>
          <w:rStyle w:val="ab"/>
          <w:i w:val="0"/>
        </w:rPr>
        <w:t xml:space="preserve">International Conference </w:t>
      </w:r>
      <w:r w:rsidR="005E3669">
        <w:rPr>
          <w:rStyle w:val="ab"/>
          <w:i w:val="0"/>
        </w:rPr>
        <w:t xml:space="preserve">in </w:t>
      </w:r>
      <w:r w:rsidRPr="00E70FDD">
        <w:rPr>
          <w:rStyle w:val="ab"/>
        </w:rPr>
        <w:t>Ensuring Seismic Safety and Seismic Stability of Buildings and Structures, Applied Problems of Mechanics</w:t>
      </w:r>
      <w:r w:rsidRPr="00E70FDD">
        <w:t xml:space="preserve">, AIP Conference Proceedings </w:t>
      </w:r>
      <w:r w:rsidRPr="005E3669">
        <w:rPr>
          <w:rStyle w:val="aa"/>
          <w:b w:val="0"/>
        </w:rPr>
        <w:t>3265</w:t>
      </w:r>
      <w:r w:rsidRPr="00E70FDD">
        <w:t xml:space="preserve">, edited by R. A. Abirov (AIP Publishing, Melville, NY, 2025), 050020. </w:t>
      </w:r>
      <w:hyperlink r:id="rId46" w:tgtFrame="_new" w:history="1">
        <w:r w:rsidRPr="00E70FDD">
          <w:rPr>
            <w:rStyle w:val="a7"/>
          </w:rPr>
          <w:t>https://doi.org/10.1063/5.0265149</w:t>
        </w:r>
      </w:hyperlink>
    </w:p>
    <w:p w14:paraId="62F9881C" w14:textId="4A66CB25" w:rsidR="009F5772" w:rsidRDefault="009F5772" w:rsidP="00A065E4">
      <w:pPr>
        <w:pStyle w:val="Reference"/>
        <w:ind w:left="426" w:hanging="426"/>
      </w:pPr>
      <w:r w:rsidRPr="00E70FDD">
        <w:t xml:space="preserve">N. M. Pinyol &amp; E. E. Alonso, </w:t>
      </w:r>
      <w:r w:rsidRPr="005E3669">
        <w:rPr>
          <w:rStyle w:val="ab"/>
          <w:i w:val="0"/>
        </w:rPr>
        <w:t>International Journal of Civil Engineering</w:t>
      </w:r>
      <w:r w:rsidRPr="005E3669">
        <w:rPr>
          <w:i/>
        </w:rPr>
        <w:t xml:space="preserve"> </w:t>
      </w:r>
      <w:r w:rsidRPr="00E70FDD">
        <w:rPr>
          <w:rStyle w:val="aa"/>
        </w:rPr>
        <w:t>17</w:t>
      </w:r>
      <w:r w:rsidRPr="00E70FDD">
        <w:t>(4), 501–513 (2019)</w:t>
      </w:r>
    </w:p>
    <w:p w14:paraId="156FB437" w14:textId="79615D52" w:rsidR="009F5772" w:rsidRDefault="009F5772" w:rsidP="00A065E4">
      <w:pPr>
        <w:pStyle w:val="Reference"/>
        <w:ind w:left="426" w:hanging="426"/>
      </w:pPr>
      <w:r w:rsidRPr="00E70FDD">
        <w:t xml:space="preserve">E. Lo &amp; L. Pelecanos, </w:t>
      </w:r>
      <w:r w:rsidRPr="005E3669">
        <w:rPr>
          <w:rStyle w:val="ab"/>
          <w:i w:val="0"/>
        </w:rPr>
        <w:t>“Building dams on rock or soft soil – frequency-domain analysis of dynamic dam–foundation interaction,”</w:t>
      </w:r>
      <w:r w:rsidRPr="00E70FDD">
        <w:t xml:space="preserve"> in </w:t>
      </w:r>
      <w:r w:rsidRPr="00E70FDD">
        <w:rPr>
          <w:rStyle w:val="ab"/>
        </w:rPr>
        <w:t>Proceedings of the 20th Biennial Conference of the British Dam Society (20th BDS)</w:t>
      </w:r>
      <w:r w:rsidRPr="00E70FDD">
        <w:t xml:space="preserve">, edited by A. Pepper </w:t>
      </w:r>
      <w:r w:rsidRPr="00E70FDD">
        <w:rPr>
          <w:rStyle w:val="ab"/>
        </w:rPr>
        <w:t>et al.</w:t>
      </w:r>
      <w:r w:rsidRPr="00E70FDD">
        <w:t xml:space="preserve"> (ICE Publishing, Swansea, UK, 2018), pp. 113–122. </w:t>
      </w:r>
      <w:hyperlink r:id="rId47" w:tgtFrame="_new" w:history="1">
        <w:r w:rsidRPr="00E70FDD">
          <w:rPr>
            <w:rStyle w:val="a7"/>
          </w:rPr>
          <w:t>https://doi.org/10.1680/sdar.64119.113</w:t>
        </w:r>
      </w:hyperlink>
    </w:p>
    <w:p w14:paraId="45847555" w14:textId="648C25DA" w:rsidR="009F5772" w:rsidRDefault="009F5772" w:rsidP="00A065E4">
      <w:pPr>
        <w:pStyle w:val="Reference"/>
        <w:ind w:left="426" w:hanging="426"/>
      </w:pPr>
      <w:r w:rsidRPr="00E70FDD">
        <w:t xml:space="preserve">Z. Fu, S. Chen &amp; G. Li, </w:t>
      </w:r>
      <w:r w:rsidRPr="005E3669">
        <w:rPr>
          <w:rStyle w:val="ab"/>
          <w:i w:val="0"/>
        </w:rPr>
        <w:t>Journal of Hydrodynamics</w:t>
      </w:r>
      <w:r w:rsidRPr="00E70FDD">
        <w:t xml:space="preserve"> </w:t>
      </w:r>
      <w:r w:rsidRPr="00E70FDD">
        <w:rPr>
          <w:rStyle w:val="aa"/>
        </w:rPr>
        <w:t>31</w:t>
      </w:r>
      <w:r w:rsidRPr="00E70FDD">
        <w:t>(1), 152–168 (2019). DOI: 10.1007/s42241-018-0145-z</w:t>
      </w:r>
    </w:p>
    <w:p w14:paraId="3E383BEF" w14:textId="118E4FF9" w:rsidR="009F5772" w:rsidRDefault="009F5772" w:rsidP="00A065E4">
      <w:pPr>
        <w:pStyle w:val="Reference"/>
        <w:ind w:left="426" w:hanging="426"/>
      </w:pPr>
      <w:r w:rsidRPr="00E70FDD">
        <w:t xml:space="preserve">M. Wang, J. Chen &amp; W. Xiao, </w:t>
      </w:r>
      <w:r w:rsidRPr="005E3669">
        <w:rPr>
          <w:rStyle w:val="ab"/>
          <w:i w:val="0"/>
        </w:rPr>
        <w:t>KSCE Journal of Civil Engineering</w:t>
      </w:r>
      <w:r w:rsidRPr="00E70FDD">
        <w:t xml:space="preserve"> </w:t>
      </w:r>
      <w:r w:rsidRPr="00E70FDD">
        <w:rPr>
          <w:rStyle w:val="aa"/>
        </w:rPr>
        <w:t>22</w:t>
      </w:r>
      <w:r w:rsidRPr="00E70FDD">
        <w:t>(10), 3980–3987 (2018)</w:t>
      </w:r>
    </w:p>
    <w:p w14:paraId="17FD7859" w14:textId="1B9EBC7B" w:rsidR="009F5772" w:rsidRDefault="009F5772" w:rsidP="00A065E4">
      <w:pPr>
        <w:pStyle w:val="Reference"/>
        <w:ind w:left="426" w:hanging="426"/>
      </w:pPr>
      <w:r w:rsidRPr="00E70FDD">
        <w:t xml:space="preserve">M. Mirsaidov, </w:t>
      </w:r>
      <w:r w:rsidRPr="005E3669">
        <w:rPr>
          <w:rStyle w:val="ab"/>
          <w:i w:val="0"/>
        </w:rPr>
        <w:t>“Strength of earth dams considering the elastic-plastic properties of soils,”</w:t>
      </w:r>
      <w:r w:rsidRPr="00E70FDD">
        <w:t xml:space="preserve"> in </w:t>
      </w:r>
      <w:r w:rsidRPr="00E70FDD">
        <w:rPr>
          <w:rStyle w:val="ab"/>
        </w:rPr>
        <w:t>IV International Scientific Conference “Construction Mechanics, Hydraulics and Water Resources Engineering” (CONMECHYDRO-2022)</w:t>
      </w:r>
      <w:r w:rsidRPr="00E70FDD">
        <w:t xml:space="preserve">, E3S Web of Conferences </w:t>
      </w:r>
      <w:r w:rsidRPr="00E70FDD">
        <w:rPr>
          <w:rStyle w:val="aa"/>
        </w:rPr>
        <w:t>365</w:t>
      </w:r>
      <w:r w:rsidRPr="00E70FDD">
        <w:t xml:space="preserve">, edited by D. Bazarov (EDP Sciences, Les Ulis, France, 2023), 03001. </w:t>
      </w:r>
      <w:hyperlink r:id="rId48" w:tgtFrame="_new" w:history="1">
        <w:r w:rsidRPr="00E70FDD">
          <w:rPr>
            <w:rStyle w:val="a7"/>
          </w:rPr>
          <w:t>https://doi.org/10.1051/e3sconf/202336503001</w:t>
        </w:r>
      </w:hyperlink>
    </w:p>
    <w:p w14:paraId="40BA46FF" w14:textId="2B200592" w:rsidR="009F5772" w:rsidRDefault="009F5772" w:rsidP="00A065E4">
      <w:pPr>
        <w:pStyle w:val="Reference"/>
        <w:ind w:left="426" w:hanging="426"/>
      </w:pPr>
      <w:r w:rsidRPr="00E70FDD">
        <w:t xml:space="preserve">M. M. Mirsaidov, </w:t>
      </w:r>
      <w:r w:rsidRPr="00E70FDD">
        <w:rPr>
          <w:rStyle w:val="ab"/>
        </w:rPr>
        <w:t>Theory and Methods of Calculation of Ground Structures for Strength and Earthquake Resistance</w:t>
      </w:r>
      <w:r w:rsidRPr="00E70FDD">
        <w:t xml:space="preserve"> (Fan, Tashkent, 2010), 312 pp.</w:t>
      </w:r>
    </w:p>
    <w:p w14:paraId="55D32FB9" w14:textId="3A2C3D70" w:rsidR="009F5772" w:rsidRDefault="009F5772" w:rsidP="00A065E4">
      <w:pPr>
        <w:pStyle w:val="Reference"/>
        <w:ind w:left="426" w:hanging="426"/>
      </w:pPr>
      <w:r w:rsidRPr="00E70FDD">
        <w:t xml:space="preserve">M. M. Mirsaidov, T. Z. Sultanov &amp; J. A. Yarashev, </w:t>
      </w:r>
      <w:r w:rsidRPr="005E3669">
        <w:rPr>
          <w:rStyle w:val="ab"/>
          <w:i w:val="0"/>
        </w:rPr>
        <w:t>“Assessment of stress–strain state of earth dams considering elastoplastic properties of soils,”</w:t>
      </w:r>
      <w:r w:rsidRPr="00E70FDD">
        <w:t xml:space="preserve"> in </w:t>
      </w:r>
      <w:r w:rsidRPr="00E70FDD">
        <w:rPr>
          <w:rStyle w:val="ab"/>
        </w:rPr>
        <w:t>VI International Scientific Conference CONMECHYDRO 2024</w:t>
      </w:r>
      <w:r w:rsidRPr="00E70FDD">
        <w:t xml:space="preserve">, AIP Conference Proceedings </w:t>
      </w:r>
      <w:r w:rsidRPr="00E70FDD">
        <w:rPr>
          <w:rStyle w:val="aa"/>
        </w:rPr>
        <w:t>3286</w:t>
      </w:r>
      <w:r w:rsidRPr="00E70FDD">
        <w:t>, edited by D. R. Bazarov (AIP Publishing, Melville, NY, 2025), 040008.</w:t>
      </w:r>
    </w:p>
    <w:p w14:paraId="02B2BD52" w14:textId="3495E74E" w:rsidR="009F5772" w:rsidRDefault="009F5772" w:rsidP="00A065E4">
      <w:pPr>
        <w:pStyle w:val="Reference"/>
        <w:ind w:left="426" w:hanging="426"/>
      </w:pPr>
      <w:r w:rsidRPr="00E70FDD">
        <w:t xml:space="preserve">Z. Li, T. Wang, W. Ge, D. Wei &amp; H. Li, </w:t>
      </w:r>
      <w:r w:rsidRPr="005E3669">
        <w:rPr>
          <w:rStyle w:val="ab"/>
          <w:i w:val="0"/>
        </w:rPr>
        <w:t>Water</w:t>
      </w:r>
      <w:r w:rsidRPr="00E70FDD">
        <w:t xml:space="preserve"> </w:t>
      </w:r>
      <w:r w:rsidRPr="00E70FDD">
        <w:rPr>
          <w:rStyle w:val="aa"/>
        </w:rPr>
        <w:t>11</w:t>
      </w:r>
      <w:r w:rsidRPr="00E70FDD">
        <w:t xml:space="preserve">(11), 2305 (2019). </w:t>
      </w:r>
      <w:hyperlink r:id="rId49" w:tgtFrame="_new" w:history="1">
        <w:r w:rsidRPr="00E70FDD">
          <w:rPr>
            <w:rStyle w:val="a7"/>
          </w:rPr>
          <w:t>https://doi.org/10.3390/w11112305</w:t>
        </w:r>
      </w:hyperlink>
    </w:p>
    <w:p w14:paraId="55953830" w14:textId="63ABE88E" w:rsidR="009F5772" w:rsidRDefault="009F5772" w:rsidP="00A065E4">
      <w:pPr>
        <w:pStyle w:val="Reference"/>
        <w:ind w:left="426" w:hanging="426"/>
      </w:pPr>
      <w:r w:rsidRPr="00E70FDD">
        <w:t xml:space="preserve">X. Fu, C. Gu, H. Su &amp; X. Qin, </w:t>
      </w:r>
      <w:r w:rsidRPr="005E3669">
        <w:rPr>
          <w:rStyle w:val="ab"/>
          <w:i w:val="0"/>
        </w:rPr>
        <w:t>International Journal of Environmental Research and Public Health</w:t>
      </w:r>
      <w:r w:rsidRPr="005E3669">
        <w:rPr>
          <w:i/>
        </w:rPr>
        <w:t xml:space="preserve"> </w:t>
      </w:r>
      <w:r w:rsidRPr="005E3669">
        <w:rPr>
          <w:rStyle w:val="aa"/>
        </w:rPr>
        <w:t>15</w:t>
      </w:r>
      <w:r w:rsidRPr="005E3669">
        <w:t xml:space="preserve">(5), </w:t>
      </w:r>
      <w:r w:rsidRPr="00E70FDD">
        <w:t>886 (2018). DOI: 10.3390/ijerph15050886</w:t>
      </w:r>
    </w:p>
    <w:p w14:paraId="72564D6B" w14:textId="55057E1B" w:rsidR="009F5772" w:rsidRDefault="009F5772" w:rsidP="00A065E4">
      <w:pPr>
        <w:pStyle w:val="Reference"/>
        <w:ind w:left="426" w:hanging="426"/>
      </w:pPr>
      <w:r w:rsidRPr="00E70FDD">
        <w:t xml:space="preserve">Q. Zhong, Y. Shan &amp; J. Liu, </w:t>
      </w:r>
      <w:r w:rsidRPr="005E3669">
        <w:rPr>
          <w:rStyle w:val="ab"/>
          <w:i w:val="0"/>
        </w:rPr>
        <w:t>Dam Engineering</w:t>
      </w:r>
      <w:r w:rsidRPr="00E70FDD">
        <w:t xml:space="preserve"> (2020). DOI: 10.5772/intechopen.92893</w:t>
      </w:r>
    </w:p>
    <w:p w14:paraId="6D8CB14A" w14:textId="4EC3A893" w:rsidR="009F5772" w:rsidRDefault="009F5772" w:rsidP="00A065E4">
      <w:pPr>
        <w:pStyle w:val="Reference"/>
        <w:ind w:left="426" w:hanging="426"/>
      </w:pPr>
      <w:r w:rsidRPr="00E70FDD">
        <w:t xml:space="preserve">S. H. C. Teixeira, P. R. de Paiva, T. F. de Souza Junior &amp; E. Conte, </w:t>
      </w:r>
      <w:r w:rsidRPr="005E3669">
        <w:rPr>
          <w:rStyle w:val="ab"/>
          <w:i w:val="0"/>
        </w:rPr>
        <w:t>Civil Engineering</w:t>
      </w:r>
      <w:r w:rsidRPr="00E70FDD">
        <w:t xml:space="preserve"> (2021). DOI: 10.21203/rs.3.rs-528290/v1</w:t>
      </w:r>
    </w:p>
    <w:p w14:paraId="13C40627" w14:textId="48C2EAB1" w:rsidR="009F5772" w:rsidRDefault="009F5772" w:rsidP="00A065E4">
      <w:pPr>
        <w:pStyle w:val="Reference"/>
        <w:ind w:left="426" w:hanging="426"/>
      </w:pPr>
      <w:r w:rsidRPr="00262461">
        <w:t xml:space="preserve">M. P. Sainov, D. S. Gapeev, and G. M. Kudryavtsev, </w:t>
      </w:r>
      <w:r w:rsidRPr="005E3669">
        <w:rPr>
          <w:rStyle w:val="ab"/>
          <w:i w:val="0"/>
        </w:rPr>
        <w:t>Internet Journal “Science</w:t>
      </w:r>
      <w:r w:rsidRPr="00262461">
        <w:t xml:space="preserve"> </w:t>
      </w:r>
      <w:r w:rsidRPr="00262461">
        <w:rPr>
          <w:rStyle w:val="aa"/>
        </w:rPr>
        <w:t>9</w:t>
      </w:r>
      <w:r w:rsidRPr="00262461">
        <w:t xml:space="preserve">(6) (2017). </w:t>
      </w:r>
      <w:hyperlink r:id="rId50" w:tgtFrame="_new" w:history="1">
        <w:r w:rsidRPr="00262461">
          <w:rPr>
            <w:rStyle w:val="a7"/>
          </w:rPr>
          <w:t>https://naukovedenie.ru/PDF/72TVN617.pdf</w:t>
        </w:r>
      </w:hyperlink>
    </w:p>
    <w:p w14:paraId="4AA18901" w14:textId="78B26D87" w:rsidR="009F5772" w:rsidRDefault="009F5772" w:rsidP="00A065E4">
      <w:pPr>
        <w:pStyle w:val="Reference"/>
        <w:ind w:left="426" w:hanging="426"/>
      </w:pPr>
      <w:r w:rsidRPr="00262461">
        <w:t xml:space="preserve">X. Gu, D. Dias, C. Carvajal, L. Peyras, and P. Breul, </w:t>
      </w:r>
      <w:r w:rsidRPr="005E3669">
        <w:rPr>
          <w:rStyle w:val="ab"/>
          <w:i w:val="0"/>
        </w:rPr>
        <w:t>Bull. Eng. Geol. Environ.</w:t>
      </w:r>
      <w:r w:rsidRPr="00262461">
        <w:t xml:space="preserve"> </w:t>
      </w:r>
      <w:r w:rsidRPr="00262461">
        <w:rPr>
          <w:rStyle w:val="aa"/>
        </w:rPr>
        <w:t>81</w:t>
      </w:r>
      <w:r w:rsidRPr="00262461">
        <w:t xml:space="preserve">, 40 (2022). </w:t>
      </w:r>
      <w:hyperlink r:id="rId51" w:history="1">
        <w:r w:rsidRPr="005D4A81">
          <w:rPr>
            <w:rStyle w:val="a7"/>
          </w:rPr>
          <w:t>https://doi.org/10.1007/s10064-021-02512-y</w:t>
        </w:r>
      </w:hyperlink>
    </w:p>
    <w:p w14:paraId="3A195858" w14:textId="64A20468" w:rsidR="009F5772" w:rsidRDefault="009F5772" w:rsidP="00A065E4">
      <w:pPr>
        <w:pStyle w:val="Reference"/>
        <w:ind w:left="426" w:hanging="426"/>
      </w:pPr>
      <w:r w:rsidRPr="00262461">
        <w:t xml:space="preserve">D. Kai, L. Zefa, L. Xiang, C. Chen, S. Jinbao, C. Jiankang, and W. Zhenyu, </w:t>
      </w:r>
      <w:r w:rsidRPr="00567201">
        <w:rPr>
          <w:rStyle w:val="ab"/>
          <w:i w:val="0"/>
        </w:rPr>
        <w:t>Front. Earth Sci.</w:t>
      </w:r>
      <w:r w:rsidRPr="00262461">
        <w:t xml:space="preserve"> </w:t>
      </w:r>
      <w:r w:rsidRPr="00262461">
        <w:rPr>
          <w:rStyle w:val="aa"/>
        </w:rPr>
        <w:t>(2021)</w:t>
      </w:r>
      <w:r w:rsidRPr="00262461">
        <w:t xml:space="preserve">. </w:t>
      </w:r>
      <w:hyperlink r:id="rId52" w:tgtFrame="_new" w:history="1">
        <w:r w:rsidRPr="00262461">
          <w:rPr>
            <w:rStyle w:val="a7"/>
          </w:rPr>
          <w:t>https://doi.org/10.3389/feart.2021.675900</w:t>
        </w:r>
      </w:hyperlink>
    </w:p>
    <w:p w14:paraId="75B5334B" w14:textId="368FF441" w:rsidR="00A065E4" w:rsidRDefault="009F5772" w:rsidP="00C63EC4">
      <w:pPr>
        <w:pStyle w:val="Reference"/>
        <w:ind w:left="426" w:hanging="426"/>
      </w:pPr>
      <w:r w:rsidRPr="00262461">
        <w:t xml:space="preserve">J. Ehiorobo and R. Ehigiator-Irughe, </w:t>
      </w:r>
      <w:r w:rsidRPr="00567201">
        <w:rPr>
          <w:rStyle w:val="ab"/>
          <w:i w:val="0"/>
        </w:rPr>
        <w:t>J. Niger. Assoc. Math. Phys.</w:t>
      </w:r>
      <w:r w:rsidRPr="00262461">
        <w:t xml:space="preserve"> </w:t>
      </w:r>
      <w:r w:rsidRPr="00262461">
        <w:rPr>
          <w:rStyle w:val="aa"/>
        </w:rPr>
        <w:t>19</w:t>
      </w:r>
      <w:r w:rsidRPr="00262461">
        <w:t>, 493–498 (2011).</w:t>
      </w:r>
    </w:p>
    <w:p w14:paraId="4FCA913D" w14:textId="4B9A3FB9" w:rsidR="009F5772" w:rsidRDefault="009F5772" w:rsidP="00C63EC4">
      <w:pPr>
        <w:pStyle w:val="Reference"/>
        <w:ind w:left="426" w:hanging="426"/>
      </w:pPr>
      <w:r w:rsidRPr="00262461">
        <w:t xml:space="preserve">A. S. Bidar, M. Isari, R. Tarinejad, and S. Maghami, </w:t>
      </w:r>
      <w:r w:rsidRPr="00567201">
        <w:rPr>
          <w:rStyle w:val="ab"/>
          <w:i w:val="0"/>
        </w:rPr>
        <w:t>Bull. Earthq. Sci. Eng.</w:t>
      </w:r>
      <w:r w:rsidRPr="00262461">
        <w:t xml:space="preserve"> </w:t>
      </w:r>
      <w:r w:rsidRPr="00262461">
        <w:rPr>
          <w:rStyle w:val="aa"/>
        </w:rPr>
        <w:t>6</w:t>
      </w:r>
      <w:r w:rsidRPr="00262461">
        <w:t>(1), 23–34 (2019).</w:t>
      </w:r>
    </w:p>
    <w:p w14:paraId="6A47B78F" w14:textId="376EA339" w:rsidR="009F5772" w:rsidRDefault="009F5772" w:rsidP="00A065E4">
      <w:pPr>
        <w:pStyle w:val="Reference"/>
        <w:ind w:left="426" w:hanging="426"/>
      </w:pPr>
      <w:r w:rsidRPr="00262461">
        <w:t xml:space="preserve">I. Konstantinov, S. Kuzmin, A. Savchenko, P. Boychenko, and D. Nagornya, “Allowance for sequence of mass concrete dam erection on soils during its stress–strain analysis,” </w:t>
      </w:r>
      <w:r w:rsidRPr="00262461">
        <w:rPr>
          <w:rStyle w:val="ab"/>
        </w:rPr>
        <w:t>in MATEC Web of Conferences 73</w:t>
      </w:r>
      <w:r w:rsidRPr="00262461">
        <w:t xml:space="preserve">, edited by </w:t>
      </w:r>
      <w:r w:rsidRPr="00262461">
        <w:rPr>
          <w:rStyle w:val="ab"/>
        </w:rPr>
        <w:t>et al.</w:t>
      </w:r>
      <w:r w:rsidRPr="00262461">
        <w:t xml:space="preserve"> (EDP Sciences, Les Ulis, France, 2016), 01005. </w:t>
      </w:r>
      <w:hyperlink r:id="rId53" w:history="1">
        <w:r w:rsidRPr="005D4A81">
          <w:rPr>
            <w:rStyle w:val="a7"/>
          </w:rPr>
          <w:t>https://doi.org/10.1051/matecconf/2016</w:t>
        </w:r>
      </w:hyperlink>
    </w:p>
    <w:p w14:paraId="3AA5C6E2" w14:textId="4B4E0137" w:rsidR="009F5772" w:rsidRDefault="009F5772" w:rsidP="00A065E4">
      <w:pPr>
        <w:pStyle w:val="Reference"/>
        <w:ind w:left="426" w:hanging="426"/>
      </w:pPr>
      <w:r w:rsidRPr="00262461">
        <w:t xml:space="preserve">F. Zheng and Y. Li, “Deformation characteristics and a safety monitoring model of high arch dam affected by valley narrowing deformation,” </w:t>
      </w:r>
      <w:r w:rsidRPr="00262461">
        <w:rPr>
          <w:rStyle w:val="ab"/>
        </w:rPr>
        <w:t>in IOP Conference Series: Earth and Environmental Science 861</w:t>
      </w:r>
      <w:r w:rsidRPr="00262461">
        <w:t xml:space="preserve">, edited by </w:t>
      </w:r>
      <w:r w:rsidRPr="00262461">
        <w:rPr>
          <w:rStyle w:val="ab"/>
        </w:rPr>
        <w:t>et al.</w:t>
      </w:r>
      <w:r w:rsidRPr="00262461">
        <w:t xml:space="preserve"> (IOP Publishing, Bristol, 2021), 042040. </w:t>
      </w:r>
      <w:hyperlink r:id="rId54" w:history="1">
        <w:r w:rsidRPr="005D4A81">
          <w:rPr>
            <w:rStyle w:val="a7"/>
          </w:rPr>
          <w:t>https://doi.org/10.1088/1755-1315/861/4/042040</w:t>
        </w:r>
      </w:hyperlink>
    </w:p>
    <w:p w14:paraId="1BF14CD5" w14:textId="136DB309" w:rsidR="009F5772" w:rsidRDefault="009F5772" w:rsidP="00A065E4">
      <w:pPr>
        <w:pStyle w:val="Reference"/>
        <w:ind w:left="426" w:hanging="426"/>
      </w:pPr>
      <w:r w:rsidRPr="00262461">
        <w:lastRenderedPageBreak/>
        <w:t xml:space="preserve">N. A. Nariman, T. Lahmer, and P. Karampour, </w:t>
      </w:r>
      <w:r w:rsidRPr="00567201">
        <w:rPr>
          <w:rStyle w:val="ab"/>
          <w:i w:val="0"/>
        </w:rPr>
        <w:t>Struct. Civ. Eng.</w:t>
      </w:r>
      <w:r w:rsidRPr="00262461">
        <w:t xml:space="preserve"> </w:t>
      </w:r>
      <w:r w:rsidRPr="00262461">
        <w:rPr>
          <w:rStyle w:val="aa"/>
        </w:rPr>
        <w:t>13</w:t>
      </w:r>
      <w:r w:rsidRPr="00262461">
        <w:t xml:space="preserve">(2), 303–323 (2019). </w:t>
      </w:r>
      <w:hyperlink r:id="rId55" w:history="1">
        <w:r w:rsidRPr="005D4A81">
          <w:rPr>
            <w:rStyle w:val="a7"/>
          </w:rPr>
          <w:t>https://doi.org/10.1007/s11709-018-0462-x</w:t>
        </w:r>
      </w:hyperlink>
    </w:p>
    <w:p w14:paraId="0E19C44F" w14:textId="57A218D0" w:rsidR="009F5772" w:rsidRPr="00567201" w:rsidRDefault="009F5772" w:rsidP="00A065E4">
      <w:pPr>
        <w:pStyle w:val="Reference"/>
        <w:ind w:left="426" w:hanging="426"/>
        <w:rPr>
          <w:rStyle w:val="a7"/>
          <w:color w:val="auto"/>
          <w:u w:val="none"/>
        </w:rPr>
      </w:pPr>
      <w:r w:rsidRPr="00262461">
        <w:t xml:space="preserve">A. Arbain, A. Z. Mazlan, M. H. Zawawi, and M. R. MohdRadzi, “Vibration analysis of Kenyir dam power station structure using a real scale 3D model,” </w:t>
      </w:r>
      <w:r w:rsidRPr="00262461">
        <w:rPr>
          <w:rStyle w:val="ab"/>
        </w:rPr>
        <w:t>Civil Environ. Eng. Rep.</w:t>
      </w:r>
      <w:r w:rsidRPr="00262461">
        <w:t xml:space="preserve"> </w:t>
      </w:r>
      <w:r w:rsidRPr="00262461">
        <w:rPr>
          <w:rStyle w:val="aa"/>
        </w:rPr>
        <w:t>29</w:t>
      </w:r>
      <w:r w:rsidRPr="00262461">
        <w:t xml:space="preserve">(3), 48–59 (2019). </w:t>
      </w:r>
      <w:hyperlink r:id="rId56" w:history="1">
        <w:r w:rsidRPr="005D4A81">
          <w:rPr>
            <w:rStyle w:val="a7"/>
          </w:rPr>
          <w:t>https://doi.org/10.2478/ceer-2019-0023</w:t>
        </w:r>
      </w:hyperlink>
    </w:p>
    <w:p w14:paraId="35BA65F6" w14:textId="727A0FB2" w:rsidR="009F5772" w:rsidRDefault="009F5772" w:rsidP="00A065E4">
      <w:pPr>
        <w:pStyle w:val="Reference"/>
        <w:ind w:left="426" w:hanging="426"/>
      </w:pPr>
      <w:r w:rsidRPr="00262461">
        <w:t xml:space="preserve">M. K. Jafari and M. Davoodi, </w:t>
      </w:r>
      <w:r w:rsidRPr="00567201">
        <w:rPr>
          <w:rStyle w:val="ab"/>
          <w:i w:val="0"/>
        </w:rPr>
        <w:t>Can. Geotech. J.</w:t>
      </w:r>
      <w:r w:rsidRPr="00262461">
        <w:t xml:space="preserve"> </w:t>
      </w:r>
      <w:r w:rsidRPr="00262461">
        <w:rPr>
          <w:rStyle w:val="aa"/>
        </w:rPr>
        <w:t>43</w:t>
      </w:r>
      <w:r w:rsidRPr="00262461">
        <w:t xml:space="preserve">(10), 997–1014 (2006). </w:t>
      </w:r>
      <w:hyperlink r:id="rId57" w:history="1">
        <w:r w:rsidRPr="005D4A81">
          <w:rPr>
            <w:rStyle w:val="a7"/>
          </w:rPr>
          <w:t>https://doi.org/10.1139/t06-059</w:t>
        </w:r>
      </w:hyperlink>
    </w:p>
    <w:p w14:paraId="1FE8F115" w14:textId="13DFED1E" w:rsidR="009F5772" w:rsidRDefault="009F5772" w:rsidP="00A065E4">
      <w:pPr>
        <w:pStyle w:val="Reference"/>
        <w:ind w:left="426" w:hanging="426"/>
      </w:pPr>
      <w:r w:rsidRPr="00262461">
        <w:t xml:space="preserve">A. M. Belostotsky, P. A. Akimov, and N. T. N. Luong, “Methodology of numerical modelling of three-dimensional system ‘Base–Dam–Reservoir’ under static loads and seismic effects,” </w:t>
      </w:r>
      <w:r w:rsidRPr="00262461">
        <w:rPr>
          <w:rStyle w:val="ab"/>
        </w:rPr>
        <w:t>in Problems of Applied Mathematics and Computational Mechanics, Collection of Scientific Papers No. 20</w:t>
      </w:r>
      <w:r w:rsidRPr="00262461">
        <w:t xml:space="preserve">, edited by </w:t>
      </w:r>
      <w:r w:rsidRPr="00262461">
        <w:rPr>
          <w:rStyle w:val="ab"/>
        </w:rPr>
        <w:t>et al.</w:t>
      </w:r>
      <w:r w:rsidRPr="00262461">
        <w:t xml:space="preserve"> (ASV, Moscow, 2017), pp. 364–377. </w:t>
      </w:r>
      <w:hyperlink r:id="rId58" w:history="1">
        <w:r w:rsidRPr="005D4A81">
          <w:rPr>
            <w:rStyle w:val="a7"/>
          </w:rPr>
          <w:t>https://doi.org/10.22337/9785432302663-87-94</w:t>
        </w:r>
      </w:hyperlink>
    </w:p>
    <w:p w14:paraId="3815AB15" w14:textId="4FB91F0B" w:rsidR="009F5772" w:rsidRDefault="009F5772" w:rsidP="00A065E4">
      <w:pPr>
        <w:pStyle w:val="Reference"/>
        <w:ind w:left="426" w:hanging="426"/>
      </w:pPr>
      <w:r w:rsidRPr="00262461">
        <w:t xml:space="preserve">G. L. Kozinetc and P. V. Kozinetc, </w:t>
      </w:r>
      <w:r w:rsidRPr="00567201">
        <w:rPr>
          <w:rStyle w:val="ab"/>
          <w:i w:val="0"/>
        </w:rPr>
        <w:t>Mag. Civ. Eng.</w:t>
      </w:r>
      <w:r w:rsidRPr="00262461">
        <w:t xml:space="preserve"> </w:t>
      </w:r>
      <w:r w:rsidRPr="00262461">
        <w:rPr>
          <w:rStyle w:val="aa"/>
        </w:rPr>
        <w:t>113</w:t>
      </w:r>
      <w:r w:rsidRPr="00262461">
        <w:t xml:space="preserve">(5), 1–8 (2022). </w:t>
      </w:r>
      <w:hyperlink r:id="rId59" w:history="1">
        <w:r w:rsidRPr="005D4A81">
          <w:rPr>
            <w:rStyle w:val="a7"/>
          </w:rPr>
          <w:t>https://doi.org/10.34910/MCE.113.12</w:t>
        </w:r>
      </w:hyperlink>
    </w:p>
    <w:p w14:paraId="7B6AF06E" w14:textId="242063F5" w:rsidR="009F5772" w:rsidRDefault="009F5772" w:rsidP="00A065E4">
      <w:pPr>
        <w:pStyle w:val="Reference"/>
        <w:ind w:left="426" w:hanging="426"/>
      </w:pPr>
      <w:r w:rsidRPr="00262461">
        <w:t xml:space="preserve">J. C. Galván </w:t>
      </w:r>
      <w:r w:rsidRPr="00262461">
        <w:rPr>
          <w:rStyle w:val="ab"/>
        </w:rPr>
        <w:t>et al.</w:t>
      </w:r>
      <w:r w:rsidRPr="00262461">
        <w:t xml:space="preserve">, </w:t>
      </w:r>
      <w:r w:rsidRPr="00567201">
        <w:rPr>
          <w:rStyle w:val="ab"/>
          <w:i w:val="0"/>
        </w:rPr>
        <w:t>Eng. Anal. Bound. Elem.</w:t>
      </w:r>
      <w:r w:rsidRPr="00262461">
        <w:t xml:space="preserve"> </w:t>
      </w:r>
      <w:r w:rsidRPr="00262461">
        <w:rPr>
          <w:rStyle w:val="aa"/>
        </w:rPr>
        <w:t>144</w:t>
      </w:r>
      <w:r w:rsidRPr="00262461">
        <w:t>, 67–80 (2022)</w:t>
      </w:r>
    </w:p>
    <w:p w14:paraId="168C8A23" w14:textId="5E3E6B11" w:rsidR="009F5772" w:rsidRDefault="009F5772" w:rsidP="00A065E4">
      <w:pPr>
        <w:pStyle w:val="Reference"/>
        <w:ind w:left="426" w:hanging="426"/>
      </w:pPr>
      <w:r w:rsidRPr="00262461">
        <w:t xml:space="preserve">A. Arbain </w:t>
      </w:r>
      <w:r w:rsidRPr="00262461">
        <w:rPr>
          <w:rStyle w:val="ab"/>
        </w:rPr>
        <w:t>et al.</w:t>
      </w:r>
      <w:r w:rsidRPr="00262461">
        <w:t xml:space="preserve">, “Vibration analysis of Chenderoh dam physical model spillway structure due to the effect of water spilling: numerical and experimental validation,” </w:t>
      </w:r>
      <w:r w:rsidRPr="00262461">
        <w:rPr>
          <w:rStyle w:val="ab"/>
        </w:rPr>
        <w:t>in IOP Conference Series: Materials Science and Engineering 815</w:t>
      </w:r>
      <w:r w:rsidRPr="00262461">
        <w:t xml:space="preserve">, edited by </w:t>
      </w:r>
      <w:r w:rsidRPr="00262461">
        <w:rPr>
          <w:rStyle w:val="ab"/>
        </w:rPr>
        <w:t>et al.</w:t>
      </w:r>
      <w:r w:rsidRPr="00262461">
        <w:t xml:space="preserve"> (IOP Publishing, Bristol, 2020), 012020. </w:t>
      </w:r>
      <w:hyperlink r:id="rId60" w:history="1">
        <w:r w:rsidRPr="005D4A81">
          <w:rPr>
            <w:rStyle w:val="a7"/>
          </w:rPr>
          <w:t>https://doi.org/10.1088/1757-899X/815/1/012020</w:t>
        </w:r>
      </w:hyperlink>
    </w:p>
    <w:p w14:paraId="17C249CC" w14:textId="35B34EF0" w:rsidR="009F5772" w:rsidRDefault="009F5772" w:rsidP="00A065E4">
      <w:pPr>
        <w:pStyle w:val="Reference"/>
        <w:ind w:left="426" w:hanging="426"/>
      </w:pPr>
      <w:r w:rsidRPr="00262461">
        <w:t xml:space="preserve">R. Vipparthy, “Static and free vibration analysis of a gravity dam under the influence of hydrostatic pressure using ANSYS finite element models” (GMRIT JNTUK, 2022). </w:t>
      </w:r>
      <w:hyperlink r:id="rId61" w:tgtFrame="_new" w:history="1">
        <w:r w:rsidRPr="00262461">
          <w:rPr>
            <w:rStyle w:val="a7"/>
          </w:rPr>
          <w:t>https://doi.org/10.21203/rs.3.rs-1823407/v1</w:t>
        </w:r>
      </w:hyperlink>
    </w:p>
    <w:p w14:paraId="73E98ED9" w14:textId="09A77D6E" w:rsidR="009F5772" w:rsidRDefault="009F5772" w:rsidP="00A065E4">
      <w:pPr>
        <w:pStyle w:val="Reference"/>
        <w:ind w:left="426" w:hanging="426"/>
      </w:pPr>
      <w:r w:rsidRPr="00262461">
        <w:t xml:space="preserve">A. Altunışık </w:t>
      </w:r>
      <w:r w:rsidRPr="00262461">
        <w:rPr>
          <w:rStyle w:val="ab"/>
        </w:rPr>
        <w:t>et al.</w:t>
      </w:r>
      <w:r w:rsidRPr="00262461">
        <w:t xml:space="preserve">, </w:t>
      </w:r>
      <w:r w:rsidRPr="00567201">
        <w:rPr>
          <w:rStyle w:val="ab"/>
          <w:i w:val="0"/>
        </w:rPr>
        <w:t>Nat. Appl. Sci. J.</w:t>
      </w:r>
      <w:r w:rsidRPr="00262461">
        <w:t xml:space="preserve"> </w:t>
      </w:r>
      <w:r w:rsidRPr="00262461">
        <w:rPr>
          <w:rStyle w:val="aa"/>
        </w:rPr>
        <w:t>4</w:t>
      </w:r>
      <w:r w:rsidRPr="00262461">
        <w:t xml:space="preserve">(1), 22–29 (2021). </w:t>
      </w:r>
      <w:hyperlink r:id="rId62" w:history="1">
        <w:r w:rsidRPr="005D4A81">
          <w:rPr>
            <w:rStyle w:val="a7"/>
          </w:rPr>
          <w:t>https://doi.org/10.38061/idunas.851853</w:t>
        </w:r>
      </w:hyperlink>
    </w:p>
    <w:p w14:paraId="2FF6A819" w14:textId="230318F6" w:rsidR="009F5772" w:rsidRDefault="009F5772" w:rsidP="00A065E4">
      <w:pPr>
        <w:pStyle w:val="Reference"/>
        <w:ind w:left="426" w:hanging="426"/>
      </w:pPr>
      <w:r w:rsidRPr="00262461">
        <w:t xml:space="preserve">S. Chakraborty </w:t>
      </w:r>
      <w:r w:rsidRPr="00262461">
        <w:rPr>
          <w:rStyle w:val="ab"/>
        </w:rPr>
        <w:t>et al.</w:t>
      </w:r>
      <w:r w:rsidRPr="00262461">
        <w:t xml:space="preserve">, “Natural frequency of earthen dams at different induced strain levels,” </w:t>
      </w:r>
      <w:r w:rsidRPr="00262461">
        <w:rPr>
          <w:rStyle w:val="ab"/>
        </w:rPr>
        <w:t>Eng. Geol.</w:t>
      </w:r>
      <w:r w:rsidRPr="00262461">
        <w:t xml:space="preserve"> </w:t>
      </w:r>
      <w:r w:rsidRPr="00262461">
        <w:rPr>
          <w:rStyle w:val="aa"/>
        </w:rPr>
        <w:t>248</w:t>
      </w:r>
      <w:r w:rsidRPr="00262461">
        <w:t xml:space="preserve">, 340–345 (2019). </w:t>
      </w:r>
      <w:hyperlink r:id="rId63" w:tgtFrame="_new" w:history="1">
        <w:r w:rsidRPr="00262461">
          <w:rPr>
            <w:rStyle w:val="a7"/>
          </w:rPr>
          <w:t>https://doi.org/10.1016/j.enggeo.2018.12.008</w:t>
        </w:r>
      </w:hyperlink>
    </w:p>
    <w:p w14:paraId="07B9C0DE" w14:textId="7983AD1D" w:rsidR="009F5772" w:rsidRDefault="009F5772" w:rsidP="00A065E4">
      <w:pPr>
        <w:pStyle w:val="Reference"/>
        <w:ind w:left="426" w:hanging="426"/>
      </w:pPr>
      <w:r w:rsidRPr="00262461">
        <w:t xml:space="preserve">S. R. Jafari and M. P. Khiavi, </w:t>
      </w:r>
      <w:r w:rsidRPr="00567201">
        <w:rPr>
          <w:rStyle w:val="ab"/>
          <w:i w:val="0"/>
        </w:rPr>
        <w:t>Civ. Eng. J.</w:t>
      </w:r>
      <w:r w:rsidRPr="00262461">
        <w:t xml:space="preserve"> </w:t>
      </w:r>
      <w:r w:rsidRPr="00262461">
        <w:rPr>
          <w:rStyle w:val="aa"/>
        </w:rPr>
        <w:t>5</w:t>
      </w:r>
      <w:r w:rsidRPr="00262461">
        <w:t xml:space="preserve">(12), 2614–2625 (2019). </w:t>
      </w:r>
      <w:hyperlink r:id="rId64" w:history="1">
        <w:r w:rsidRPr="005D4A81">
          <w:rPr>
            <w:rStyle w:val="a7"/>
          </w:rPr>
          <w:t>https://doi.org/10.28991/cej-2019-03091437</w:t>
        </w:r>
      </w:hyperlink>
    </w:p>
    <w:p w14:paraId="5189C8AF" w14:textId="0B3F8412" w:rsidR="009F5772" w:rsidRDefault="009F5772" w:rsidP="00A065E4">
      <w:pPr>
        <w:pStyle w:val="Reference"/>
        <w:ind w:left="426" w:hanging="426"/>
      </w:pPr>
      <w:r w:rsidRPr="00262461">
        <w:t xml:space="preserve">Q. Li </w:t>
      </w:r>
      <w:r w:rsidRPr="00262461">
        <w:rPr>
          <w:rStyle w:val="ab"/>
        </w:rPr>
        <w:t>et al.</w:t>
      </w:r>
      <w:r w:rsidRPr="00262461">
        <w:t xml:space="preserve">, “Dynamic characteristics of tailings dam with geotextile tubes under seismic load,” </w:t>
      </w:r>
      <w:r w:rsidRPr="00262461">
        <w:rPr>
          <w:rStyle w:val="ab"/>
        </w:rPr>
        <w:t>Rev. Adv. Mater. Sci.</w:t>
      </w:r>
      <w:r w:rsidRPr="00262461">
        <w:t xml:space="preserve"> </w:t>
      </w:r>
      <w:r w:rsidRPr="00786CDA">
        <w:rPr>
          <w:rStyle w:val="aa"/>
          <w:b w:val="0"/>
          <w:bCs w:val="0"/>
        </w:rPr>
        <w:t>(2021)</w:t>
      </w:r>
      <w:r w:rsidRPr="00786CDA">
        <w:rPr>
          <w:b/>
          <w:bCs/>
        </w:rPr>
        <w:t>.</w:t>
      </w:r>
      <w:r w:rsidRPr="00262461">
        <w:t xml:space="preserve"> </w:t>
      </w:r>
      <w:hyperlink r:id="rId65" w:tgtFrame="_new" w:history="1">
        <w:r w:rsidRPr="00262461">
          <w:rPr>
            <w:rStyle w:val="a7"/>
          </w:rPr>
          <w:t>https://doi.org/10.1515/rams-2021-0046</w:t>
        </w:r>
      </w:hyperlink>
    </w:p>
    <w:p w14:paraId="0B5A0C16" w14:textId="4B952EAA" w:rsidR="009F5772" w:rsidRDefault="009F5772" w:rsidP="00A065E4">
      <w:pPr>
        <w:pStyle w:val="Reference"/>
        <w:ind w:left="426" w:hanging="426"/>
      </w:pPr>
      <w:r w:rsidRPr="00262461">
        <w:t xml:space="preserve">M. Raja and B. Maheshwari, </w:t>
      </w:r>
      <w:r w:rsidRPr="00567201">
        <w:rPr>
          <w:rStyle w:val="ab"/>
          <w:i w:val="0"/>
        </w:rPr>
        <w:t>Open J. Civ. Eng.</w:t>
      </w:r>
      <w:r w:rsidRPr="00567201">
        <w:rPr>
          <w:i/>
        </w:rPr>
        <w:t xml:space="preserve"> </w:t>
      </w:r>
      <w:r w:rsidRPr="00262461">
        <w:rPr>
          <w:rStyle w:val="aa"/>
        </w:rPr>
        <w:t>6</w:t>
      </w:r>
      <w:r w:rsidRPr="00262461">
        <w:t xml:space="preserve">(2), 75–83 (2016). </w:t>
      </w:r>
      <w:hyperlink r:id="rId66" w:history="1">
        <w:r w:rsidRPr="005D4A81">
          <w:rPr>
            <w:rStyle w:val="a7"/>
          </w:rPr>
          <w:t>https://doi.org/10.4236/ojce.2016.62007</w:t>
        </w:r>
      </w:hyperlink>
    </w:p>
    <w:p w14:paraId="60EDBBF5" w14:textId="34B93FBC" w:rsidR="00B85763" w:rsidRPr="001A3247" w:rsidRDefault="009F5772" w:rsidP="00A065E4">
      <w:pPr>
        <w:pStyle w:val="Reference"/>
        <w:ind w:left="426" w:hanging="426"/>
      </w:pPr>
      <w:r w:rsidRPr="00262461">
        <w:t xml:space="preserve">M. A. Koltunov, A. S. Kravchuk, and V. P. Maiboroda, </w:t>
      </w:r>
      <w:r w:rsidRPr="00262461">
        <w:rPr>
          <w:rStyle w:val="ab"/>
        </w:rPr>
        <w:t>Applied Mechanics of Deformable Solid Body</w:t>
      </w:r>
      <w:r w:rsidRPr="00262461">
        <w:t xml:space="preserve"> (V</w:t>
      </w:r>
      <w:r w:rsidR="00514740">
        <w:t>is</w:t>
      </w:r>
      <w:r w:rsidRPr="00262461">
        <w:t xml:space="preserve">shaya Shkola, Moscow, 1983), </w:t>
      </w:r>
      <w:r>
        <w:t>pp. 135-141</w:t>
      </w:r>
      <w:r w:rsidRPr="00262461">
        <w:t>.</w:t>
      </w:r>
    </w:p>
    <w:sectPr w:rsidR="00B85763" w:rsidRPr="001A3247" w:rsidSect="000A3B1F">
      <w:pgSz w:w="12240" w:h="15840"/>
      <w:pgMar w:top="1440" w:right="1440" w:bottom="993"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C98"/>
    <w:multiLevelType w:val="singleLevel"/>
    <w:tmpl w:val="D72E7E6A"/>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i w:val="0"/>
        <w:sz w:val="18"/>
        <w:u w:val="none"/>
      </w:rPr>
    </w:lvl>
  </w:abstractNum>
  <w:abstractNum w:abstractNumId="1" w15:restartNumberingAfterBreak="0">
    <w:nsid w:val="16EA3985"/>
    <w:multiLevelType w:val="hybridMultilevel"/>
    <w:tmpl w:val="AEFA372C"/>
    <w:lvl w:ilvl="0" w:tplc="FC6AF3C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DAF6AC28"/>
    <w:lvl w:ilvl="0" w:tplc="2042CCDC">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833579A"/>
    <w:multiLevelType w:val="hybridMultilevel"/>
    <w:tmpl w:val="74D0C16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531296F"/>
    <w:multiLevelType w:val="hybridMultilevel"/>
    <w:tmpl w:val="F8BA858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72055040">
    <w:abstractNumId w:val="4"/>
  </w:num>
  <w:num w:numId="2" w16cid:durableId="356078421">
    <w:abstractNumId w:val="3"/>
  </w:num>
  <w:num w:numId="3" w16cid:durableId="1339771370">
    <w:abstractNumId w:val="6"/>
  </w:num>
  <w:num w:numId="4" w16cid:durableId="1987005936">
    <w:abstractNumId w:val="0"/>
  </w:num>
  <w:num w:numId="5" w16cid:durableId="1480879008">
    <w:abstractNumId w:val="8"/>
  </w:num>
  <w:num w:numId="6" w16cid:durableId="1667368158">
    <w:abstractNumId w:val="5"/>
  </w:num>
  <w:num w:numId="7" w16cid:durableId="197622074">
    <w:abstractNumId w:val="1"/>
  </w:num>
  <w:num w:numId="8" w16cid:durableId="145378610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PostScriptOverText/>
  <w:embedSystemFonts/>
  <w:proofState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5452"/>
    <w:rsid w:val="00027428"/>
    <w:rsid w:val="00031EC9"/>
    <w:rsid w:val="000452FD"/>
    <w:rsid w:val="000601BC"/>
    <w:rsid w:val="00066FED"/>
    <w:rsid w:val="00075EA6"/>
    <w:rsid w:val="0007709F"/>
    <w:rsid w:val="00084825"/>
    <w:rsid w:val="00086251"/>
    <w:rsid w:val="00086F62"/>
    <w:rsid w:val="00090674"/>
    <w:rsid w:val="0009320B"/>
    <w:rsid w:val="00096AE0"/>
    <w:rsid w:val="000A3B1F"/>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A2626"/>
    <w:rsid w:val="001A3247"/>
    <w:rsid w:val="001B263B"/>
    <w:rsid w:val="001B476A"/>
    <w:rsid w:val="001C764F"/>
    <w:rsid w:val="001C7BB3"/>
    <w:rsid w:val="001D469C"/>
    <w:rsid w:val="001E02C8"/>
    <w:rsid w:val="001E26F1"/>
    <w:rsid w:val="002121EF"/>
    <w:rsid w:val="0021619E"/>
    <w:rsid w:val="00220B61"/>
    <w:rsid w:val="0023171B"/>
    <w:rsid w:val="00236BFC"/>
    <w:rsid w:val="00237437"/>
    <w:rsid w:val="002502FD"/>
    <w:rsid w:val="00252A3E"/>
    <w:rsid w:val="00274622"/>
    <w:rsid w:val="00275AB1"/>
    <w:rsid w:val="00285D24"/>
    <w:rsid w:val="00290390"/>
    <w:rsid w:val="002915D3"/>
    <w:rsid w:val="002924DB"/>
    <w:rsid w:val="002926DE"/>
    <w:rsid w:val="002941DA"/>
    <w:rsid w:val="002B5648"/>
    <w:rsid w:val="002E3C35"/>
    <w:rsid w:val="002F41EE"/>
    <w:rsid w:val="002F5298"/>
    <w:rsid w:val="00324CD4"/>
    <w:rsid w:val="00325C62"/>
    <w:rsid w:val="00326AE0"/>
    <w:rsid w:val="00332B80"/>
    <w:rsid w:val="00337E4F"/>
    <w:rsid w:val="00340C36"/>
    <w:rsid w:val="003434C2"/>
    <w:rsid w:val="00346A9D"/>
    <w:rsid w:val="0037695F"/>
    <w:rsid w:val="00391A18"/>
    <w:rsid w:val="0039376F"/>
    <w:rsid w:val="003A287B"/>
    <w:rsid w:val="003A5C85"/>
    <w:rsid w:val="003A61B1"/>
    <w:rsid w:val="003B0050"/>
    <w:rsid w:val="003D6312"/>
    <w:rsid w:val="003E2A78"/>
    <w:rsid w:val="003E7C74"/>
    <w:rsid w:val="003F31C6"/>
    <w:rsid w:val="0040225B"/>
    <w:rsid w:val="00402DA2"/>
    <w:rsid w:val="00404806"/>
    <w:rsid w:val="00421A0B"/>
    <w:rsid w:val="004258B9"/>
    <w:rsid w:val="00425AC2"/>
    <w:rsid w:val="0044771F"/>
    <w:rsid w:val="00447FE4"/>
    <w:rsid w:val="0045284C"/>
    <w:rsid w:val="00481C83"/>
    <w:rsid w:val="00485521"/>
    <w:rsid w:val="004A5272"/>
    <w:rsid w:val="004B151D"/>
    <w:rsid w:val="004C7243"/>
    <w:rsid w:val="004E21DE"/>
    <w:rsid w:val="004E3C57"/>
    <w:rsid w:val="004E3CB2"/>
    <w:rsid w:val="00514740"/>
    <w:rsid w:val="00514EAC"/>
    <w:rsid w:val="00516B44"/>
    <w:rsid w:val="00525813"/>
    <w:rsid w:val="005340E9"/>
    <w:rsid w:val="0053513F"/>
    <w:rsid w:val="00543EC2"/>
    <w:rsid w:val="0056372A"/>
    <w:rsid w:val="00567201"/>
    <w:rsid w:val="00574405"/>
    <w:rsid w:val="005854B0"/>
    <w:rsid w:val="005A0E21"/>
    <w:rsid w:val="005B3A34"/>
    <w:rsid w:val="005B5F03"/>
    <w:rsid w:val="005D0150"/>
    <w:rsid w:val="005D49AF"/>
    <w:rsid w:val="005E0D93"/>
    <w:rsid w:val="005E3669"/>
    <w:rsid w:val="005E415C"/>
    <w:rsid w:val="005E71ED"/>
    <w:rsid w:val="005E7946"/>
    <w:rsid w:val="005F5319"/>
    <w:rsid w:val="005F7475"/>
    <w:rsid w:val="00611299"/>
    <w:rsid w:val="00613B4D"/>
    <w:rsid w:val="00616365"/>
    <w:rsid w:val="00616F3B"/>
    <w:rsid w:val="006249A7"/>
    <w:rsid w:val="0063128B"/>
    <w:rsid w:val="00633FE5"/>
    <w:rsid w:val="00636CDF"/>
    <w:rsid w:val="0064225B"/>
    <w:rsid w:val="00646AF6"/>
    <w:rsid w:val="006676BC"/>
    <w:rsid w:val="0067230A"/>
    <w:rsid w:val="006763F9"/>
    <w:rsid w:val="0068274B"/>
    <w:rsid w:val="006827EC"/>
    <w:rsid w:val="00687E69"/>
    <w:rsid w:val="006949BC"/>
    <w:rsid w:val="006D1229"/>
    <w:rsid w:val="006D372F"/>
    <w:rsid w:val="006D7A18"/>
    <w:rsid w:val="006E1263"/>
    <w:rsid w:val="006E4474"/>
    <w:rsid w:val="006E4869"/>
    <w:rsid w:val="006F2E74"/>
    <w:rsid w:val="00701388"/>
    <w:rsid w:val="00717D80"/>
    <w:rsid w:val="00723B7F"/>
    <w:rsid w:val="00725861"/>
    <w:rsid w:val="0073393A"/>
    <w:rsid w:val="0073539D"/>
    <w:rsid w:val="007477A7"/>
    <w:rsid w:val="00754D53"/>
    <w:rsid w:val="00767B8A"/>
    <w:rsid w:val="00775481"/>
    <w:rsid w:val="00786CDA"/>
    <w:rsid w:val="00787B54"/>
    <w:rsid w:val="007A233B"/>
    <w:rsid w:val="007B4863"/>
    <w:rsid w:val="007C65E6"/>
    <w:rsid w:val="007D406B"/>
    <w:rsid w:val="007D4407"/>
    <w:rsid w:val="007E1CA3"/>
    <w:rsid w:val="007F4330"/>
    <w:rsid w:val="00812D62"/>
    <w:rsid w:val="00812F29"/>
    <w:rsid w:val="00816F86"/>
    <w:rsid w:val="00821713"/>
    <w:rsid w:val="00827050"/>
    <w:rsid w:val="0083144E"/>
    <w:rsid w:val="0083278B"/>
    <w:rsid w:val="00834538"/>
    <w:rsid w:val="00842E88"/>
    <w:rsid w:val="00850E89"/>
    <w:rsid w:val="0087397B"/>
    <w:rsid w:val="008930E4"/>
    <w:rsid w:val="00893821"/>
    <w:rsid w:val="008A66F5"/>
    <w:rsid w:val="008A6898"/>
    <w:rsid w:val="008A7B9C"/>
    <w:rsid w:val="008B39FA"/>
    <w:rsid w:val="008B4754"/>
    <w:rsid w:val="008E3C67"/>
    <w:rsid w:val="008E6A7A"/>
    <w:rsid w:val="008F1038"/>
    <w:rsid w:val="008F7046"/>
    <w:rsid w:val="009005FC"/>
    <w:rsid w:val="009060E4"/>
    <w:rsid w:val="00922E5A"/>
    <w:rsid w:val="00943315"/>
    <w:rsid w:val="00943332"/>
    <w:rsid w:val="009466BC"/>
    <w:rsid w:val="00946C27"/>
    <w:rsid w:val="009477A7"/>
    <w:rsid w:val="009647B2"/>
    <w:rsid w:val="0099239C"/>
    <w:rsid w:val="009930AB"/>
    <w:rsid w:val="009A4F3D"/>
    <w:rsid w:val="009A672F"/>
    <w:rsid w:val="009A690C"/>
    <w:rsid w:val="009B696B"/>
    <w:rsid w:val="009B7671"/>
    <w:rsid w:val="009D13CA"/>
    <w:rsid w:val="009D6ECB"/>
    <w:rsid w:val="009E5BA1"/>
    <w:rsid w:val="009F056E"/>
    <w:rsid w:val="009F5772"/>
    <w:rsid w:val="00A01D3C"/>
    <w:rsid w:val="00A065E4"/>
    <w:rsid w:val="00A24F3D"/>
    <w:rsid w:val="00A26DCD"/>
    <w:rsid w:val="00A314BB"/>
    <w:rsid w:val="00A32B7D"/>
    <w:rsid w:val="00A42416"/>
    <w:rsid w:val="00A5596B"/>
    <w:rsid w:val="00A646B3"/>
    <w:rsid w:val="00A6739B"/>
    <w:rsid w:val="00A90413"/>
    <w:rsid w:val="00AA728C"/>
    <w:rsid w:val="00AB0A9C"/>
    <w:rsid w:val="00AB5953"/>
    <w:rsid w:val="00AB7119"/>
    <w:rsid w:val="00AD5855"/>
    <w:rsid w:val="00AE7500"/>
    <w:rsid w:val="00AE7F87"/>
    <w:rsid w:val="00AF3542"/>
    <w:rsid w:val="00AF5ABE"/>
    <w:rsid w:val="00B00415"/>
    <w:rsid w:val="00B03C2A"/>
    <w:rsid w:val="00B055BC"/>
    <w:rsid w:val="00B1000D"/>
    <w:rsid w:val="00B10134"/>
    <w:rsid w:val="00B16BFE"/>
    <w:rsid w:val="00B41186"/>
    <w:rsid w:val="00B41784"/>
    <w:rsid w:val="00B500E5"/>
    <w:rsid w:val="00B83CCF"/>
    <w:rsid w:val="00B85763"/>
    <w:rsid w:val="00BA39BB"/>
    <w:rsid w:val="00BA3B3D"/>
    <w:rsid w:val="00BA6BF6"/>
    <w:rsid w:val="00BA70CF"/>
    <w:rsid w:val="00BB7EA4"/>
    <w:rsid w:val="00BB7EEA"/>
    <w:rsid w:val="00BD1909"/>
    <w:rsid w:val="00BE5E16"/>
    <w:rsid w:val="00BE5FD1"/>
    <w:rsid w:val="00C06E05"/>
    <w:rsid w:val="00C14B14"/>
    <w:rsid w:val="00C17370"/>
    <w:rsid w:val="00C20177"/>
    <w:rsid w:val="00C2054D"/>
    <w:rsid w:val="00C252EB"/>
    <w:rsid w:val="00C26EC0"/>
    <w:rsid w:val="00C33E0A"/>
    <w:rsid w:val="00C44FD7"/>
    <w:rsid w:val="00C56C77"/>
    <w:rsid w:val="00C84923"/>
    <w:rsid w:val="00CB77D3"/>
    <w:rsid w:val="00CB7B3E"/>
    <w:rsid w:val="00CC739D"/>
    <w:rsid w:val="00CE6F27"/>
    <w:rsid w:val="00CF2D63"/>
    <w:rsid w:val="00D01409"/>
    <w:rsid w:val="00D04468"/>
    <w:rsid w:val="00D160D0"/>
    <w:rsid w:val="00D30640"/>
    <w:rsid w:val="00D36257"/>
    <w:rsid w:val="00D4687E"/>
    <w:rsid w:val="00D53A12"/>
    <w:rsid w:val="00D87E2A"/>
    <w:rsid w:val="00DB0C43"/>
    <w:rsid w:val="00DB417E"/>
    <w:rsid w:val="00DE0BD5"/>
    <w:rsid w:val="00DE3354"/>
    <w:rsid w:val="00DF7DCD"/>
    <w:rsid w:val="00E040C1"/>
    <w:rsid w:val="00E0724E"/>
    <w:rsid w:val="00E50407"/>
    <w:rsid w:val="00E50B7D"/>
    <w:rsid w:val="00E904A1"/>
    <w:rsid w:val="00EB7D28"/>
    <w:rsid w:val="00EC018E"/>
    <w:rsid w:val="00EC0D0C"/>
    <w:rsid w:val="00ED4A2C"/>
    <w:rsid w:val="00EF6940"/>
    <w:rsid w:val="00F2044A"/>
    <w:rsid w:val="00F20BFC"/>
    <w:rsid w:val="00F24D5F"/>
    <w:rsid w:val="00F31485"/>
    <w:rsid w:val="00F44B34"/>
    <w:rsid w:val="00F47F3B"/>
    <w:rsid w:val="00F6333F"/>
    <w:rsid w:val="00F713BE"/>
    <w:rsid w:val="00F726C3"/>
    <w:rsid w:val="00F820CA"/>
    <w:rsid w:val="00F8554C"/>
    <w:rsid w:val="00F95F82"/>
    <w:rsid w:val="00F97A90"/>
    <w:rsid w:val="00FB1AE6"/>
    <w:rsid w:val="00FC2F35"/>
    <w:rsid w:val="00FC3FD7"/>
    <w:rsid w:val="00FD1FC6"/>
    <w:rsid w:val="00FE13AF"/>
    <w:rsid w:val="00FE247A"/>
    <w:rsid w:val="00FE5869"/>
    <w:rsid w:val="00FF0510"/>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D7FCB8"/>
  <w15:docId w15:val="{B9BE6220-5F72-4821-B160-18EA0F701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uiPriority="13" w:qFormat="1"/>
    <w:lsdException w:name="heading 2" w:uiPriority="14" w:qFormat="1"/>
    <w:lsdException w:name="heading 3" w:semiHidden="1" w:uiPriority="15" w:unhideWhenUsed="1" w:qFormat="1"/>
    <w:lsdException w:name="heading 4" w:semiHidden="1" w:uiPriority="16" w:unhideWhenUsed="1" w:qFormat="1"/>
    <w:lsdException w:name="heading 5" w:semiHidden="1" w:uiPriority="17" w:unhideWhenUsed="1" w:qFormat="1"/>
    <w:lsdException w:name="heading 6" w:semiHidden="1" w:uiPriority="18" w:unhideWhenUsed="1" w:qFormat="1"/>
    <w:lsdException w:name="heading 7" w:semiHidden="1" w:uiPriority="19" w:unhideWhenUsed="1" w:qFormat="1"/>
    <w:lsdException w:name="heading 8" w:semiHidden="1" w:uiPriority="20"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uiPriority w:val="13"/>
    <w:qFormat/>
    <w:pPr>
      <w:keepNext/>
      <w:spacing w:before="240" w:after="240"/>
      <w:jc w:val="center"/>
      <w:outlineLvl w:val="0"/>
    </w:pPr>
    <w:rPr>
      <w:b/>
      <w:caps/>
    </w:rPr>
  </w:style>
  <w:style w:type="paragraph" w:styleId="2">
    <w:name w:val="heading 2"/>
    <w:basedOn w:val="a"/>
    <w:next w:val="Paragraph"/>
    <w:link w:val="20"/>
    <w:uiPriority w:val="14"/>
    <w:qFormat/>
    <w:pPr>
      <w:keepNext/>
      <w:spacing w:before="240" w:after="240"/>
      <w:jc w:val="center"/>
      <w:outlineLvl w:val="1"/>
    </w:pPr>
    <w:rPr>
      <w:b/>
    </w:rPr>
  </w:style>
  <w:style w:type="paragraph" w:styleId="3">
    <w:name w:val="heading 3"/>
    <w:basedOn w:val="a"/>
    <w:next w:val="a"/>
    <w:uiPriority w:val="15"/>
    <w:qFormat/>
    <w:rsid w:val="005854B0"/>
    <w:pPr>
      <w:keepNext/>
      <w:spacing w:before="240" w:after="240"/>
      <w:jc w:val="center"/>
      <w:outlineLvl w:val="2"/>
    </w:pPr>
    <w:rPr>
      <w:i/>
      <w:iCs/>
      <w:sz w:val="20"/>
      <w:lang w:val="en-GB" w:eastAsia="en-GB"/>
    </w:rPr>
  </w:style>
  <w:style w:type="paragraph" w:styleId="4">
    <w:name w:val="heading 4"/>
    <w:basedOn w:val="a"/>
    <w:next w:val="a"/>
    <w:link w:val="40"/>
    <w:uiPriority w:val="16"/>
    <w:semiHidden/>
    <w:unhideWhenUsed/>
    <w:qFormat/>
    <w:rsid w:val="0063128B"/>
    <w:pPr>
      <w:keepNext/>
      <w:spacing w:before="240" w:after="60"/>
      <w:outlineLvl w:val="3"/>
    </w:pPr>
    <w:rPr>
      <w:rFonts w:ascii="Calibri" w:hAnsi="Calibri"/>
      <w:b/>
      <w:bCs/>
      <w:sz w:val="28"/>
      <w:szCs w:val="28"/>
    </w:rPr>
  </w:style>
  <w:style w:type="paragraph" w:styleId="5">
    <w:name w:val="heading 5"/>
    <w:next w:val="JVEParagraph"/>
    <w:link w:val="50"/>
    <w:uiPriority w:val="17"/>
    <w:semiHidden/>
    <w:rsid w:val="00DE0BD5"/>
    <w:pPr>
      <w:keepNext/>
      <w:spacing w:before="200" w:after="200"/>
      <w:jc w:val="both"/>
      <w:outlineLvl w:val="4"/>
    </w:pPr>
    <w:rPr>
      <w:b/>
      <w:lang w:val="en-US" w:eastAsia="en-US" w:bidi="en-US"/>
    </w:rPr>
  </w:style>
  <w:style w:type="paragraph" w:styleId="6">
    <w:name w:val="heading 6"/>
    <w:next w:val="JVEParagraph"/>
    <w:link w:val="60"/>
    <w:uiPriority w:val="18"/>
    <w:semiHidden/>
    <w:rsid w:val="00DE0BD5"/>
    <w:pPr>
      <w:keepNext/>
      <w:spacing w:before="200" w:after="200"/>
      <w:jc w:val="both"/>
      <w:outlineLvl w:val="5"/>
    </w:pPr>
    <w:rPr>
      <w:b/>
      <w:lang w:val="en-US" w:eastAsia="en-US" w:bidi="en-US"/>
    </w:rPr>
  </w:style>
  <w:style w:type="paragraph" w:styleId="7">
    <w:name w:val="heading 7"/>
    <w:next w:val="JVEParagraph"/>
    <w:link w:val="70"/>
    <w:uiPriority w:val="19"/>
    <w:semiHidden/>
    <w:rsid w:val="00DE0BD5"/>
    <w:pPr>
      <w:keepNext/>
      <w:spacing w:before="200" w:after="200"/>
      <w:jc w:val="both"/>
      <w:outlineLvl w:val="6"/>
    </w:pPr>
    <w:rPr>
      <w:b/>
      <w:lang w:val="en-US" w:eastAsia="en-US" w:bidi="en-US"/>
    </w:rPr>
  </w:style>
  <w:style w:type="paragraph" w:styleId="8">
    <w:name w:val="heading 8"/>
    <w:next w:val="JVEParagraph"/>
    <w:link w:val="80"/>
    <w:uiPriority w:val="20"/>
    <w:semiHidden/>
    <w:rsid w:val="00DE0BD5"/>
    <w:pPr>
      <w:keepNext/>
      <w:spacing w:before="200" w:after="200"/>
      <w:jc w:val="both"/>
      <w:outlineLvl w:val="7"/>
    </w:pPr>
    <w:rPr>
      <w:b/>
      <w:lang w:val="en-US" w:eastAsia="en-US" w:bidi="en-US"/>
    </w:rPr>
  </w:style>
  <w:style w:type="paragraph" w:styleId="9">
    <w:name w:val="heading 9"/>
    <w:next w:val="JVEParagraph"/>
    <w:link w:val="90"/>
    <w:uiPriority w:val="21"/>
    <w:semiHidden/>
    <w:rsid w:val="00DE0BD5"/>
    <w:pPr>
      <w:keepNext/>
      <w:spacing w:before="200" w:after="200"/>
      <w:jc w:val="both"/>
      <w:outlineLvl w:val="8"/>
    </w:pPr>
    <w:rPr>
      <w:b/>
      <w:szCs w:val="16"/>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link w:val="FigureCaption0"/>
    <w:qFormat/>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link w:val="a5"/>
    <w:rsid w:val="00114AB1"/>
    <w:rPr>
      <w:rFonts w:ascii="Tahoma" w:hAnsi="Tahoma" w:cs="Tahoma"/>
      <w:sz w:val="16"/>
      <w:szCs w:val="16"/>
      <w:lang w:val="en-US" w:eastAsia="en-US"/>
    </w:rPr>
  </w:style>
  <w:style w:type="character" w:styleId="a7">
    <w:name w:val="Hyperlink"/>
    <w:uiPriority w:val="99"/>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uiPriority w:val="22"/>
    <w:qFormat/>
    <w:rsid w:val="005F7475"/>
    <w:rPr>
      <w:b/>
      <w:bCs/>
    </w:rPr>
  </w:style>
  <w:style w:type="character" w:styleId="ab">
    <w:name w:val="Emphasis"/>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0">
    <w:name w:val="Неразрешенное упоминание1"/>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link w:val="af0"/>
    <w:semiHidden/>
    <w:rsid w:val="005E71ED"/>
    <w:rPr>
      <w:b/>
      <w:bCs/>
      <w:lang w:val="en-US" w:eastAsia="en-US"/>
    </w:rPr>
  </w:style>
  <w:style w:type="paragraph" w:customStyle="1" w:styleId="ElsAffiliation">
    <w:name w:val="Els_Affiliation"/>
    <w:rsid w:val="002926DE"/>
    <w:pPr>
      <w:spacing w:line="200" w:lineRule="exact"/>
    </w:pPr>
    <w:rPr>
      <w:i/>
      <w:sz w:val="16"/>
      <w:lang w:val="en-US" w:eastAsia="en-US"/>
    </w:rPr>
  </w:style>
  <w:style w:type="character" w:customStyle="1" w:styleId="20">
    <w:name w:val="Заголовок 2 Знак"/>
    <w:link w:val="2"/>
    <w:rsid w:val="001E26F1"/>
    <w:rPr>
      <w:b/>
      <w:sz w:val="24"/>
      <w:lang w:val="en-US" w:eastAsia="en-US"/>
    </w:rPr>
  </w:style>
  <w:style w:type="paragraph" w:customStyle="1" w:styleId="Heading1">
    <w:name w:val="Heading1"/>
    <w:link w:val="Heading10"/>
    <w:qFormat/>
    <w:rsid w:val="001E26F1"/>
    <w:pPr>
      <w:adjustRightInd w:val="0"/>
      <w:snapToGrid w:val="0"/>
      <w:spacing w:before="360" w:after="240"/>
      <w:outlineLvl w:val="0"/>
    </w:pPr>
    <w:rPr>
      <w:b/>
      <w:snapToGrid w:val="0"/>
      <w:color w:val="000000"/>
      <w:sz w:val="24"/>
      <w:szCs w:val="22"/>
      <w:lang w:val="en-US" w:eastAsia="de-DE" w:bidi="en-US"/>
    </w:rPr>
  </w:style>
  <w:style w:type="paragraph" w:customStyle="1" w:styleId="Text">
    <w:name w:val="Text"/>
    <w:link w:val="Text0"/>
    <w:qFormat/>
    <w:rsid w:val="001E26F1"/>
    <w:pPr>
      <w:snapToGrid w:val="0"/>
      <w:spacing w:line="300" w:lineRule="auto"/>
      <w:ind w:firstLine="425"/>
      <w:jc w:val="both"/>
    </w:pPr>
    <w:rPr>
      <w:snapToGrid w:val="0"/>
      <w:color w:val="000000"/>
      <w:sz w:val="24"/>
      <w:szCs w:val="22"/>
      <w:lang w:val="en-US" w:eastAsia="de-DE" w:bidi="en-US"/>
    </w:rPr>
  </w:style>
  <w:style w:type="character" w:customStyle="1" w:styleId="Heading10">
    <w:name w:val="Heading1 字符"/>
    <w:link w:val="Heading1"/>
    <w:rsid w:val="001E26F1"/>
    <w:rPr>
      <w:b/>
      <w:snapToGrid w:val="0"/>
      <w:color w:val="000000"/>
      <w:sz w:val="24"/>
      <w:szCs w:val="22"/>
      <w:lang w:val="en-US" w:eastAsia="de-DE" w:bidi="en-US"/>
    </w:rPr>
  </w:style>
  <w:style w:type="character" w:customStyle="1" w:styleId="Text0">
    <w:name w:val="Text 字符"/>
    <w:link w:val="Text"/>
    <w:rsid w:val="001E26F1"/>
    <w:rPr>
      <w:snapToGrid w:val="0"/>
      <w:color w:val="000000"/>
      <w:sz w:val="24"/>
      <w:szCs w:val="22"/>
      <w:lang w:val="en-US" w:eastAsia="de-DE" w:bidi="en-US"/>
    </w:rPr>
  </w:style>
  <w:style w:type="paragraph" w:customStyle="1" w:styleId="Heading2">
    <w:name w:val="Heading2"/>
    <w:link w:val="Heading20"/>
    <w:qFormat/>
    <w:rsid w:val="001E26F1"/>
    <w:pPr>
      <w:spacing w:before="240" w:after="240"/>
    </w:pPr>
    <w:rPr>
      <w:i/>
      <w:noProof/>
      <w:snapToGrid w:val="0"/>
      <w:color w:val="000000"/>
      <w:sz w:val="24"/>
      <w:szCs w:val="22"/>
      <w:lang w:val="en-US" w:eastAsia="de-DE" w:bidi="en-US"/>
    </w:rPr>
  </w:style>
  <w:style w:type="character" w:customStyle="1" w:styleId="Heading20">
    <w:name w:val="Heading2 字符"/>
    <w:link w:val="Heading2"/>
    <w:rsid w:val="001E26F1"/>
    <w:rPr>
      <w:i/>
      <w:noProof/>
      <w:snapToGrid w:val="0"/>
      <w:color w:val="000000"/>
      <w:sz w:val="24"/>
      <w:szCs w:val="22"/>
      <w:lang w:val="en-US" w:eastAsia="de-DE" w:bidi="en-US"/>
    </w:rPr>
  </w:style>
  <w:style w:type="character" w:customStyle="1" w:styleId="FigureCaption0">
    <w:name w:val="Figure Caption 字符"/>
    <w:link w:val="FigureCaption"/>
    <w:rsid w:val="009060E4"/>
    <w:rPr>
      <w:sz w:val="18"/>
      <w:lang w:val="en-US" w:eastAsia="en-US"/>
    </w:rPr>
  </w:style>
  <w:style w:type="paragraph" w:customStyle="1" w:styleId="Acknowledgments">
    <w:name w:val="Acknowledgments"/>
    <w:link w:val="Acknowledgments0"/>
    <w:qFormat/>
    <w:rsid w:val="009930AB"/>
    <w:pPr>
      <w:adjustRightInd w:val="0"/>
      <w:snapToGrid w:val="0"/>
      <w:spacing w:before="360" w:after="240" w:line="300" w:lineRule="auto"/>
      <w:jc w:val="both"/>
    </w:pPr>
    <w:rPr>
      <w:snapToGrid w:val="0"/>
      <w:color w:val="000000"/>
      <w:sz w:val="22"/>
      <w:szCs w:val="22"/>
      <w:lang w:val="en-US" w:eastAsia="de-DE" w:bidi="en-US"/>
    </w:rPr>
  </w:style>
  <w:style w:type="character" w:customStyle="1" w:styleId="Acknowledgments0">
    <w:name w:val="Acknowledgments 字符"/>
    <w:link w:val="Acknowledgments"/>
    <w:rsid w:val="009930AB"/>
    <w:rPr>
      <w:snapToGrid w:val="0"/>
      <w:color w:val="000000"/>
      <w:sz w:val="22"/>
      <w:szCs w:val="22"/>
      <w:lang w:val="en-US" w:eastAsia="de-DE" w:bidi="en-US"/>
    </w:rPr>
  </w:style>
  <w:style w:type="character" w:styleId="af2">
    <w:name w:val="FollowedHyperlink"/>
    <w:semiHidden/>
    <w:unhideWhenUsed/>
    <w:rsid w:val="00F713BE"/>
    <w:rPr>
      <w:color w:val="954F72"/>
      <w:u w:val="single"/>
    </w:rPr>
  </w:style>
  <w:style w:type="paragraph" w:styleId="af3">
    <w:name w:val="caption"/>
    <w:basedOn w:val="a"/>
    <w:next w:val="a"/>
    <w:unhideWhenUsed/>
    <w:qFormat/>
    <w:rsid w:val="009A672F"/>
    <w:rPr>
      <w:b/>
      <w:bCs/>
      <w:sz w:val="20"/>
    </w:rPr>
  </w:style>
  <w:style w:type="character" w:customStyle="1" w:styleId="40">
    <w:name w:val="Заголовок 4 Знак"/>
    <w:link w:val="4"/>
    <w:semiHidden/>
    <w:rsid w:val="0063128B"/>
    <w:rPr>
      <w:rFonts w:ascii="Calibri" w:eastAsia="Times New Roman" w:hAnsi="Calibri" w:cs="Times New Roman"/>
      <w:b/>
      <w:bCs/>
      <w:sz w:val="28"/>
      <w:szCs w:val="28"/>
      <w:lang w:val="en-US" w:eastAsia="en-US"/>
    </w:rPr>
  </w:style>
  <w:style w:type="character" w:styleId="af4">
    <w:name w:val="Placeholder Text"/>
    <w:basedOn w:val="a0"/>
    <w:uiPriority w:val="99"/>
    <w:semiHidden/>
    <w:rsid w:val="00516B44"/>
    <w:rPr>
      <w:color w:val="666666"/>
    </w:rPr>
  </w:style>
  <w:style w:type="paragraph" w:customStyle="1" w:styleId="JVEFigureCaption">
    <w:name w:val="JVE Figure Caption"/>
    <w:next w:val="a"/>
    <w:uiPriority w:val="3"/>
    <w:qFormat/>
    <w:rsid w:val="00CE6F27"/>
    <w:pPr>
      <w:keepLines/>
      <w:widowControl w:val="0"/>
      <w:autoSpaceDN w:val="0"/>
      <w:spacing w:after="200"/>
      <w:contextualSpacing/>
      <w:jc w:val="center"/>
    </w:pPr>
    <w:rPr>
      <w:sz w:val="18"/>
      <w:lang w:val="en-US" w:eastAsia="en-US" w:bidi="en-US"/>
    </w:rPr>
  </w:style>
  <w:style w:type="paragraph" w:customStyle="1" w:styleId="JVEParagraph">
    <w:name w:val="JVE Paragraph"/>
    <w:uiPriority w:val="1"/>
    <w:qFormat/>
    <w:rsid w:val="00CE6F27"/>
    <w:pPr>
      <w:widowControl w:val="0"/>
      <w:spacing w:before="200" w:after="200"/>
      <w:ind w:firstLine="283"/>
      <w:contextualSpacing/>
      <w:jc w:val="both"/>
    </w:pPr>
    <w:rPr>
      <w:lang w:val="en-US" w:eastAsia="en-US" w:bidi="en-US"/>
    </w:rPr>
  </w:style>
  <w:style w:type="paragraph" w:customStyle="1" w:styleId="JVEEquation">
    <w:name w:val="JVE Equation"/>
    <w:uiPriority w:val="7"/>
    <w:qFormat/>
    <w:rsid w:val="0067230A"/>
    <w:pPr>
      <w:keepLines/>
      <w:autoSpaceDN w:val="0"/>
      <w:contextualSpacing/>
    </w:pPr>
    <w:rPr>
      <w:kern w:val="2"/>
      <w:lang w:val="en-US" w:eastAsia="en-US" w:bidi="en-US"/>
    </w:rPr>
  </w:style>
  <w:style w:type="character" w:customStyle="1" w:styleId="50">
    <w:name w:val="Заголовок 5 Знак"/>
    <w:basedOn w:val="a0"/>
    <w:link w:val="5"/>
    <w:uiPriority w:val="17"/>
    <w:semiHidden/>
    <w:rsid w:val="00DE0BD5"/>
    <w:rPr>
      <w:b/>
      <w:lang w:val="en-US" w:eastAsia="en-US" w:bidi="en-US"/>
    </w:rPr>
  </w:style>
  <w:style w:type="character" w:customStyle="1" w:styleId="60">
    <w:name w:val="Заголовок 6 Знак"/>
    <w:basedOn w:val="a0"/>
    <w:link w:val="6"/>
    <w:uiPriority w:val="18"/>
    <w:semiHidden/>
    <w:rsid w:val="00DE0BD5"/>
    <w:rPr>
      <w:b/>
      <w:lang w:val="en-US" w:eastAsia="en-US" w:bidi="en-US"/>
    </w:rPr>
  </w:style>
  <w:style w:type="character" w:customStyle="1" w:styleId="70">
    <w:name w:val="Заголовок 7 Знак"/>
    <w:basedOn w:val="a0"/>
    <w:link w:val="7"/>
    <w:uiPriority w:val="19"/>
    <w:semiHidden/>
    <w:rsid w:val="00DE0BD5"/>
    <w:rPr>
      <w:b/>
      <w:lang w:val="en-US" w:eastAsia="en-US" w:bidi="en-US"/>
    </w:rPr>
  </w:style>
  <w:style w:type="character" w:customStyle="1" w:styleId="80">
    <w:name w:val="Заголовок 8 Знак"/>
    <w:basedOn w:val="a0"/>
    <w:link w:val="8"/>
    <w:uiPriority w:val="20"/>
    <w:semiHidden/>
    <w:rsid w:val="00DE0BD5"/>
    <w:rPr>
      <w:b/>
      <w:lang w:val="en-US" w:eastAsia="en-US" w:bidi="en-US"/>
    </w:rPr>
  </w:style>
  <w:style w:type="character" w:customStyle="1" w:styleId="90">
    <w:name w:val="Заголовок 9 Знак"/>
    <w:basedOn w:val="a0"/>
    <w:link w:val="9"/>
    <w:uiPriority w:val="21"/>
    <w:semiHidden/>
    <w:rsid w:val="00DE0BD5"/>
    <w:rPr>
      <w:b/>
      <w:szCs w:val="16"/>
      <w:lang w:val="en-US" w:eastAsia="en-US" w:bidi="en-US"/>
    </w:rPr>
  </w:style>
  <w:style w:type="paragraph" w:customStyle="1" w:styleId="JVEHeading1">
    <w:name w:val="JVE Heading 1"/>
    <w:basedOn w:val="1"/>
    <w:next w:val="JVEParagraph"/>
    <w:uiPriority w:val="11"/>
    <w:qFormat/>
    <w:rsid w:val="00DE0BD5"/>
    <w:pPr>
      <w:spacing w:before="200" w:after="200"/>
      <w:jc w:val="both"/>
    </w:pPr>
    <w:rPr>
      <w:caps w:val="0"/>
      <w:sz w:val="20"/>
      <w:lang w:bidi="en-US"/>
    </w:rPr>
  </w:style>
  <w:style w:type="paragraph" w:customStyle="1" w:styleId="JVEFigureintable">
    <w:name w:val="JVE Figure (in table)"/>
    <w:uiPriority w:val="4"/>
    <w:qFormat/>
    <w:rsid w:val="00FE13AF"/>
    <w:pPr>
      <w:keepLines/>
      <w:contextualSpacing/>
      <w:jc w:val="center"/>
    </w:pPr>
    <w:rPr>
      <w:sz w:val="18"/>
      <w:lang w:val="en-US" w:eastAsia="en-US" w:bidi="en-US"/>
    </w:rPr>
  </w:style>
  <w:style w:type="paragraph" w:customStyle="1" w:styleId="JVEReferences">
    <w:name w:val="JVE References"/>
    <w:uiPriority w:val="9"/>
    <w:qFormat/>
    <w:rsid w:val="00B85763"/>
    <w:pPr>
      <w:numPr>
        <w:numId w:val="4"/>
      </w:numPr>
      <w:tabs>
        <w:tab w:val="clear" w:pos="454"/>
      </w:tabs>
      <w:spacing w:before="200" w:after="200"/>
      <w:contextualSpacing/>
      <w:jc w:val="both"/>
    </w:pPr>
    <w:rPr>
      <w:sz w:val="18"/>
      <w:szCs w:val="16"/>
      <w:lang w:val="en-US" w:eastAsia="en-US" w:bidi="en-US"/>
    </w:rPr>
  </w:style>
  <w:style w:type="paragraph" w:customStyle="1" w:styleId="JVEHeadingnonumbering">
    <w:name w:val="JVE Heading (no numbering)"/>
    <w:next w:val="a"/>
    <w:uiPriority w:val="12"/>
    <w:rsid w:val="00B85763"/>
    <w:pPr>
      <w:keepNext/>
      <w:spacing w:before="200" w:after="200"/>
    </w:pPr>
    <w:rPr>
      <w:b/>
      <w:szCs w:val="5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5.bin"/><Relationship Id="rId34" Type="http://schemas.openxmlformats.org/officeDocument/2006/relationships/oleObject" Target="embeddings/oleObject10.bin"/><Relationship Id="rId42" Type="http://schemas.openxmlformats.org/officeDocument/2006/relationships/image" Target="media/image20.wmf"/><Relationship Id="rId47" Type="http://schemas.openxmlformats.org/officeDocument/2006/relationships/hyperlink" Target="https://doi.org/10.1680/sdar.64119.113" TargetMode="External"/><Relationship Id="rId50" Type="http://schemas.openxmlformats.org/officeDocument/2006/relationships/hyperlink" Target="https://naukovedenie.ru/PDF/72TVN617.pdf" TargetMode="External"/><Relationship Id="rId55" Type="http://schemas.openxmlformats.org/officeDocument/2006/relationships/hyperlink" Target="https://doi.org/10.1007/s11709-018-0462-x" TargetMode="External"/><Relationship Id="rId63" Type="http://schemas.openxmlformats.org/officeDocument/2006/relationships/hyperlink" Target="https://doi.org/10.1016/j.enggeo.2018.12.008"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image" Target="media/image12.wmf"/><Relationship Id="rId11" Type="http://schemas.openxmlformats.org/officeDocument/2006/relationships/image" Target="media/image1.jpeg"/><Relationship Id="rId24" Type="http://schemas.openxmlformats.org/officeDocument/2006/relationships/oleObject" Target="embeddings/oleObject6.bin"/><Relationship Id="rId32" Type="http://schemas.openxmlformats.org/officeDocument/2006/relationships/image" Target="media/image14.jpeg"/><Relationship Id="rId37" Type="http://schemas.openxmlformats.org/officeDocument/2006/relationships/image" Target="media/image17.wmf"/><Relationship Id="rId40" Type="http://schemas.openxmlformats.org/officeDocument/2006/relationships/image" Target="media/image18.png"/><Relationship Id="rId45" Type="http://schemas.openxmlformats.org/officeDocument/2006/relationships/oleObject" Target="embeddings/oleObject14.bin"/><Relationship Id="rId53" Type="http://schemas.openxmlformats.org/officeDocument/2006/relationships/hyperlink" Target="https://doi.org/10.1051/matecconf/2016" TargetMode="External"/><Relationship Id="rId58" Type="http://schemas.openxmlformats.org/officeDocument/2006/relationships/hyperlink" Target="https://doi.org/10.22337/9785432302663-87-94" TargetMode="External"/><Relationship Id="rId66" Type="http://schemas.openxmlformats.org/officeDocument/2006/relationships/hyperlink" Target="https://doi.org/10.4236/ojce.2016.62007" TargetMode="External"/><Relationship Id="rId5" Type="http://schemas.openxmlformats.org/officeDocument/2006/relationships/numbering" Target="numbering.xml"/><Relationship Id="rId61" Type="http://schemas.openxmlformats.org/officeDocument/2006/relationships/hyperlink" Target="https://doi.org/10.21203/rs.3.rs-1823407/v1" TargetMode="External"/><Relationship Id="rId19" Type="http://schemas.openxmlformats.org/officeDocument/2006/relationships/oleObject" Target="embeddings/oleObject4.bin"/><Relationship Id="rId14" Type="http://schemas.openxmlformats.org/officeDocument/2006/relationships/image" Target="media/image3.wmf"/><Relationship Id="rId22" Type="http://schemas.openxmlformats.org/officeDocument/2006/relationships/image" Target="media/image7.png"/><Relationship Id="rId27" Type="http://schemas.openxmlformats.org/officeDocument/2006/relationships/oleObject" Target="embeddings/oleObject7.bin"/><Relationship Id="rId30" Type="http://schemas.openxmlformats.org/officeDocument/2006/relationships/oleObject" Target="embeddings/oleObject8.bin"/><Relationship Id="rId35" Type="http://schemas.openxmlformats.org/officeDocument/2006/relationships/image" Target="media/image15.png"/><Relationship Id="rId43" Type="http://schemas.openxmlformats.org/officeDocument/2006/relationships/oleObject" Target="embeddings/oleObject13.bin"/><Relationship Id="rId48" Type="http://schemas.openxmlformats.org/officeDocument/2006/relationships/hyperlink" Target="https://doi.org/10.1051/e3sconf/202336503001" TargetMode="External"/><Relationship Id="rId56" Type="http://schemas.openxmlformats.org/officeDocument/2006/relationships/hyperlink" Target="https://doi.org/10.2478/ceer-2019-0023" TargetMode="External"/><Relationship Id="rId64" Type="http://schemas.openxmlformats.org/officeDocument/2006/relationships/hyperlink" Target="https://doi.org/10.28991/cej-2019-03091437" TargetMode="External"/><Relationship Id="rId8" Type="http://schemas.openxmlformats.org/officeDocument/2006/relationships/webSettings" Target="webSettings.xml"/><Relationship Id="rId51" Type="http://schemas.openxmlformats.org/officeDocument/2006/relationships/hyperlink" Target="https://doi.org/10.1007/s10064-021-02512-y" TargetMode="External"/><Relationship Id="rId3" Type="http://schemas.openxmlformats.org/officeDocument/2006/relationships/customXml" Target="../customXml/item3.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image" Target="media/image9.png"/><Relationship Id="rId33" Type="http://schemas.openxmlformats.org/officeDocument/2006/relationships/oleObject" Target="embeddings/oleObject9.bin"/><Relationship Id="rId38" Type="http://schemas.openxmlformats.org/officeDocument/2006/relationships/oleObject" Target="embeddings/oleObject11.bin"/><Relationship Id="rId46" Type="http://schemas.openxmlformats.org/officeDocument/2006/relationships/hyperlink" Target="https://doi.org/10.1063/5.0265149" TargetMode="External"/><Relationship Id="rId59" Type="http://schemas.openxmlformats.org/officeDocument/2006/relationships/hyperlink" Target="https://doi.org/10.34910/MCE.113.12" TargetMode="External"/><Relationship Id="rId67" Type="http://schemas.openxmlformats.org/officeDocument/2006/relationships/fontTable" Target="fontTable.xml"/><Relationship Id="rId20" Type="http://schemas.openxmlformats.org/officeDocument/2006/relationships/image" Target="media/image6.wmf"/><Relationship Id="rId41" Type="http://schemas.openxmlformats.org/officeDocument/2006/relationships/image" Target="media/image19.jpeg"/><Relationship Id="rId54" Type="http://schemas.openxmlformats.org/officeDocument/2006/relationships/hyperlink" Target="https://doi.org/10.1088/1755-1315/861/4/042040" TargetMode="External"/><Relationship Id="rId62" Type="http://schemas.openxmlformats.org/officeDocument/2006/relationships/hyperlink" Target="https://doi.org/10.38061/idunas.851853"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oleObject" Target="embeddings/oleObject2.bin"/><Relationship Id="rId23" Type="http://schemas.openxmlformats.org/officeDocument/2006/relationships/image" Target="media/image8.wmf"/><Relationship Id="rId28" Type="http://schemas.openxmlformats.org/officeDocument/2006/relationships/image" Target="media/image11.png"/><Relationship Id="rId36" Type="http://schemas.openxmlformats.org/officeDocument/2006/relationships/image" Target="media/image16.jpeg"/><Relationship Id="rId49" Type="http://schemas.openxmlformats.org/officeDocument/2006/relationships/hyperlink" Target="https://doi.org/10.3390/w11112305" TargetMode="External"/><Relationship Id="rId57" Type="http://schemas.openxmlformats.org/officeDocument/2006/relationships/hyperlink" Target="https://doi.org/10.1139/t06-059" TargetMode="External"/><Relationship Id="rId10" Type="http://schemas.openxmlformats.org/officeDocument/2006/relationships/hyperlink" Target="mailto:ziyoda-tiiame@mail.ru" TargetMode="External"/><Relationship Id="rId31" Type="http://schemas.openxmlformats.org/officeDocument/2006/relationships/image" Target="media/image13.png"/><Relationship Id="rId44" Type="http://schemas.openxmlformats.org/officeDocument/2006/relationships/image" Target="media/image21.wmf"/><Relationship Id="rId52" Type="http://schemas.openxmlformats.org/officeDocument/2006/relationships/hyperlink" Target="https://doi.org/10.3389/feart.2021.675900" TargetMode="External"/><Relationship Id="rId60" Type="http://schemas.openxmlformats.org/officeDocument/2006/relationships/hyperlink" Target="https://doi.org/10.1088/1757-899X/815/1/012020" TargetMode="External"/><Relationship Id="rId65" Type="http://schemas.openxmlformats.org/officeDocument/2006/relationships/hyperlink" Target="https://doi.org/10.1515/rams-2021-0046" TargetMode="External"/><Relationship Id="rId4" Type="http://schemas.openxmlformats.org/officeDocument/2006/relationships/customXml" Target="../customXml/item4.xml"/><Relationship Id="rId9" Type="http://schemas.openxmlformats.org/officeDocument/2006/relationships/hyperlink" Target="mailto:a.t.numonov@gmail.com" TargetMode="External"/><Relationship Id="rId13" Type="http://schemas.openxmlformats.org/officeDocument/2006/relationships/oleObject" Target="embeddings/oleObject1.bin"/><Relationship Id="rId18" Type="http://schemas.openxmlformats.org/officeDocument/2006/relationships/image" Target="media/image5.wmf"/><Relationship Id="rId39" Type="http://schemas.openxmlformats.org/officeDocument/2006/relationships/oleObject" Target="embeddings/oleObject12.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D127ED-6AC4-4B25-816D-A8792F2F3A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1D0F17-F417-481A-AAA8-0FD05F5E1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37</TotalTime>
  <Pages>7</Pages>
  <Words>3668</Words>
  <Characters>20911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24530</CharactersWithSpaces>
  <SharedDoc>false</SharedDoc>
  <HLinks>
    <vt:vector size="108" baseType="variant">
      <vt:variant>
        <vt:i4>6422627</vt:i4>
      </vt:variant>
      <vt:variant>
        <vt:i4>57</vt:i4>
      </vt:variant>
      <vt:variant>
        <vt:i4>0</vt:i4>
      </vt:variant>
      <vt:variant>
        <vt:i4>5</vt:i4>
      </vt:variant>
      <vt:variant>
        <vt:lpwstr>https://iopscience.iop.org/article/10.1088/1742-6596/2070/1/012156</vt:lpwstr>
      </vt:variant>
      <vt:variant>
        <vt:lpwstr/>
      </vt:variant>
      <vt:variant>
        <vt:i4>4390926</vt:i4>
      </vt:variant>
      <vt:variant>
        <vt:i4>54</vt:i4>
      </vt:variant>
      <vt:variant>
        <vt:i4>0</vt:i4>
      </vt:variant>
      <vt:variant>
        <vt:i4>5</vt:i4>
      </vt:variant>
      <vt:variant>
        <vt:lpwstr>https://www.researchgate.net/publication/369977033_Spatial_stress-strain_state_of_earth_dams</vt:lpwstr>
      </vt:variant>
      <vt:variant>
        <vt:lpwstr/>
      </vt:variant>
      <vt:variant>
        <vt:i4>4587538</vt:i4>
      </vt:variant>
      <vt:variant>
        <vt:i4>51</vt:i4>
      </vt:variant>
      <vt:variant>
        <vt:i4>0</vt:i4>
      </vt:variant>
      <vt:variant>
        <vt:i4>5</vt:i4>
      </vt:variant>
      <vt:variant>
        <vt:lpwstr>https://www.researchgate.net/publication/392794875_Assessment_of_stress-strain_state_of_earth_dams_considering_elastoplastic_properties_of_soils</vt:lpwstr>
      </vt:variant>
      <vt:variant>
        <vt:lpwstr/>
      </vt:variant>
      <vt:variant>
        <vt:i4>4456522</vt:i4>
      </vt:variant>
      <vt:variant>
        <vt:i4>48</vt:i4>
      </vt:variant>
      <vt:variant>
        <vt:i4>0</vt:i4>
      </vt:variant>
      <vt:variant>
        <vt:i4>5</vt:i4>
      </vt:variant>
      <vt:variant>
        <vt:lpwstr>https://www.e3s-conferences.org/articles/e3sconf/abs/2023/02/e3sconf_conmechydro2023_03008/e3sconf_conmechydro2023_03008.html</vt:lpwstr>
      </vt:variant>
      <vt:variant>
        <vt:lpwstr/>
      </vt:variant>
      <vt:variant>
        <vt:i4>7471160</vt:i4>
      </vt:variant>
      <vt:variant>
        <vt:i4>45</vt:i4>
      </vt:variant>
      <vt:variant>
        <vt:i4>0</vt:i4>
      </vt:variant>
      <vt:variant>
        <vt:i4>5</vt:i4>
      </vt:variant>
      <vt:variant>
        <vt:lpwstr>https://pubs.aip.org/aip/acp/article-abstract/3265/1/050020/3342351/Assessment-of-stress-strain-state-of-earth-dams?redirectedFrom=fulltext</vt:lpwstr>
      </vt:variant>
      <vt:variant>
        <vt:lpwstr/>
      </vt:variant>
      <vt:variant>
        <vt:i4>7798829</vt:i4>
      </vt:variant>
      <vt:variant>
        <vt:i4>42</vt:i4>
      </vt:variant>
      <vt:variant>
        <vt:i4>0</vt:i4>
      </vt:variant>
      <vt:variant>
        <vt:i4>5</vt:i4>
      </vt:variant>
      <vt:variant>
        <vt:lpwstr>https://iopscience.iop.org/article/10.1088/1742-6596/1425/1/012012/pdf</vt:lpwstr>
      </vt:variant>
      <vt:variant>
        <vt:lpwstr/>
      </vt:variant>
      <vt:variant>
        <vt:i4>2687086</vt:i4>
      </vt:variant>
      <vt:variant>
        <vt:i4>39</vt:i4>
      </vt:variant>
      <vt:variant>
        <vt:i4>0</vt:i4>
      </vt:variant>
      <vt:variant>
        <vt:i4>5</vt:i4>
      </vt:variant>
      <vt:variant>
        <vt:lpwstr>https://www.sciencedirect.com/science/article/abs/pii/S2214785321067924</vt:lpwstr>
      </vt:variant>
      <vt:variant>
        <vt:lpwstr/>
      </vt:variant>
      <vt:variant>
        <vt:i4>5767180</vt:i4>
      </vt:variant>
      <vt:variant>
        <vt:i4>36</vt:i4>
      </vt:variant>
      <vt:variant>
        <vt:i4>0</vt:i4>
      </vt:variant>
      <vt:variant>
        <vt:i4>5</vt:i4>
      </vt:variant>
      <vt:variant>
        <vt:lpwstr>https://link.springer.com/article/10.1007/BF00887245</vt:lpwstr>
      </vt:variant>
      <vt:variant>
        <vt:lpwstr/>
      </vt:variant>
      <vt:variant>
        <vt:i4>7012469</vt:i4>
      </vt:variant>
      <vt:variant>
        <vt:i4>33</vt:i4>
      </vt:variant>
      <vt:variant>
        <vt:i4>0</vt:i4>
      </vt:variant>
      <vt:variant>
        <vt:i4>5</vt:i4>
      </vt:variant>
      <vt:variant>
        <vt:lpwstr>https://www.sciencedirect.com/science/article/pii/S2090447921002616</vt:lpwstr>
      </vt:variant>
      <vt:variant>
        <vt:lpwstr/>
      </vt:variant>
      <vt:variant>
        <vt:i4>2293865</vt:i4>
      </vt:variant>
      <vt:variant>
        <vt:i4>30</vt:i4>
      </vt:variant>
      <vt:variant>
        <vt:i4>0</vt:i4>
      </vt:variant>
      <vt:variant>
        <vt:i4>5</vt:i4>
      </vt:variant>
      <vt:variant>
        <vt:lpwstr>https://iopscience.iop.org/article/10.1088/1757-899X/1030/1/012143</vt:lpwstr>
      </vt:variant>
      <vt:variant>
        <vt:lpwstr/>
      </vt:variant>
      <vt:variant>
        <vt:i4>6225936</vt:i4>
      </vt:variant>
      <vt:variant>
        <vt:i4>27</vt:i4>
      </vt:variant>
      <vt:variant>
        <vt:i4>0</vt:i4>
      </vt:variant>
      <vt:variant>
        <vt:i4>5</vt:i4>
      </vt:variant>
      <vt:variant>
        <vt:lpwstr>https://doi.org/10.1029/2006WR005339</vt:lpwstr>
      </vt:variant>
      <vt:variant>
        <vt:lpwstr/>
      </vt:variant>
      <vt:variant>
        <vt:i4>3866740</vt:i4>
      </vt:variant>
      <vt:variant>
        <vt:i4>24</vt:i4>
      </vt:variant>
      <vt:variant>
        <vt:i4>0</vt:i4>
      </vt:variant>
      <vt:variant>
        <vt:i4>5</vt:i4>
      </vt:variant>
      <vt:variant>
        <vt:lpwstr>DOI https:/doi.org/10.1023/A:1020329100803</vt:lpwstr>
      </vt:variant>
      <vt:variant>
        <vt:lpwstr/>
      </vt:variant>
      <vt:variant>
        <vt:i4>2555954</vt:i4>
      </vt:variant>
      <vt:variant>
        <vt:i4>21</vt:i4>
      </vt:variant>
      <vt:variant>
        <vt:i4>0</vt:i4>
      </vt:variant>
      <vt:variant>
        <vt:i4>5</vt:i4>
      </vt:variant>
      <vt:variant>
        <vt:lpwstr>https://doi.org/10.1023/A:1017942731297</vt:lpwstr>
      </vt:variant>
      <vt:variant>
        <vt:lpwstr/>
      </vt:variant>
      <vt:variant>
        <vt:i4>1966175</vt:i4>
      </vt:variant>
      <vt:variant>
        <vt:i4>18</vt:i4>
      </vt:variant>
      <vt:variant>
        <vt:i4>0</vt:i4>
      </vt:variant>
      <vt:variant>
        <vt:i4>5</vt:i4>
      </vt:variant>
      <vt:variant>
        <vt:lpwstr>https://doi.org/10.1097/00010694-197406000-00001</vt:lpwstr>
      </vt:variant>
      <vt:variant>
        <vt:lpwstr/>
      </vt:variant>
      <vt:variant>
        <vt:i4>2818096</vt:i4>
      </vt:variant>
      <vt:variant>
        <vt:i4>15</vt:i4>
      </vt:variant>
      <vt:variant>
        <vt:i4>0</vt:i4>
      </vt:variant>
      <vt:variant>
        <vt:i4>5</vt:i4>
      </vt:variant>
      <vt:variant>
        <vt:lpwstr>https://doi.org/10.2136/sssaj1980.03615995004400050002x</vt:lpwstr>
      </vt:variant>
      <vt:variant>
        <vt:lpwstr/>
      </vt:variant>
      <vt:variant>
        <vt:i4>1179655</vt:i4>
      </vt:variant>
      <vt:variant>
        <vt:i4>12</vt:i4>
      </vt:variant>
      <vt:variant>
        <vt:i4>0</vt:i4>
      </vt:variant>
      <vt:variant>
        <vt:i4>5</vt:i4>
      </vt:variant>
      <vt:variant>
        <vt:lpwstr>https://doi.org/10.1097/01.ss.0000058888.60072.e3</vt:lpwstr>
      </vt:variant>
      <vt:variant>
        <vt:lpwstr/>
      </vt:variant>
      <vt:variant>
        <vt:i4>1704034</vt:i4>
      </vt:variant>
      <vt:variant>
        <vt:i4>3</vt:i4>
      </vt:variant>
      <vt:variant>
        <vt:i4>0</vt:i4>
      </vt:variant>
      <vt:variant>
        <vt:i4>5</vt:i4>
      </vt:variant>
      <vt:variant>
        <vt:lpwstr>mailto:ziyoda-tiiame@mail.ru</vt:lpwstr>
      </vt:variant>
      <vt:variant>
        <vt:lpwstr/>
      </vt:variant>
      <vt:variant>
        <vt:i4>524346</vt:i4>
      </vt:variant>
      <vt:variant>
        <vt:i4>0</vt:i4>
      </vt:variant>
      <vt:variant>
        <vt:i4>0</vt:i4>
      </vt:variant>
      <vt:variant>
        <vt:i4>5</vt:i4>
      </vt:variant>
      <vt:variant>
        <vt:lpwstr>mailto:a.t.numonov@gmail.com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USER</cp:lastModifiedBy>
  <cp:revision>14</cp:revision>
  <cp:lastPrinted>2011-03-03T08:29:00Z</cp:lastPrinted>
  <dcterms:created xsi:type="dcterms:W3CDTF">2025-10-26T06:03:00Z</dcterms:created>
  <dcterms:modified xsi:type="dcterms:W3CDTF">2025-11-20T12:19:00Z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a791d65b-1802-4876-95c1-8052c256d7d4</vt:lpwstr>
  </property>
</Properties>
</file>