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8A6E912" w14:textId="77777777" w:rsidR="005965E0" w:rsidRDefault="005965E0" w:rsidP="005965E0">
      <w:pPr>
        <w:pStyle w:val="PaperTitle"/>
        <w:spacing w:before="0"/>
      </w:pPr>
    </w:p>
    <w:p w14:paraId="127CE56A" w14:textId="77777777" w:rsidR="005965E0" w:rsidRDefault="005965E0" w:rsidP="005965E0">
      <w:pPr>
        <w:pStyle w:val="PaperTitle"/>
        <w:spacing w:before="0"/>
      </w:pPr>
    </w:p>
    <w:p w14:paraId="4A9677E5" w14:textId="77777777" w:rsidR="005965E0" w:rsidRDefault="005965E0" w:rsidP="005965E0">
      <w:pPr>
        <w:pStyle w:val="PaperTitle"/>
        <w:spacing w:before="0"/>
      </w:pPr>
    </w:p>
    <w:p w14:paraId="6A93F272" w14:textId="77777777" w:rsidR="005965E0" w:rsidRDefault="005965E0" w:rsidP="005965E0">
      <w:pPr>
        <w:pStyle w:val="PaperTitle"/>
        <w:spacing w:before="0"/>
      </w:pPr>
    </w:p>
    <w:p w14:paraId="3B9815EA" w14:textId="0982661C" w:rsidR="0016385D" w:rsidRPr="005965E0" w:rsidRDefault="00A80314" w:rsidP="005965E0">
      <w:pPr>
        <w:pStyle w:val="PaperTitle"/>
        <w:spacing w:before="0"/>
        <w:rPr>
          <w:b w:val="0"/>
          <w:bCs/>
          <w:sz w:val="24"/>
          <w:szCs w:val="24"/>
        </w:rPr>
      </w:pPr>
      <w:r w:rsidRPr="005965E0">
        <w:t xml:space="preserve">Effectiveness </w:t>
      </w:r>
      <w:proofErr w:type="spellStart"/>
      <w:r w:rsidRPr="005965E0">
        <w:t>Hec-ResSim</w:t>
      </w:r>
      <w:proofErr w:type="spellEnd"/>
      <w:r w:rsidRPr="005965E0">
        <w:t xml:space="preserve"> 3.5 program for</w:t>
      </w:r>
      <w:r w:rsidR="00FB6A5A" w:rsidRPr="005965E0">
        <w:t xml:space="preserve"> Optimal Operation of </w:t>
      </w:r>
      <w:proofErr w:type="spellStart"/>
      <w:r w:rsidR="00FB6A5A" w:rsidRPr="005965E0">
        <w:t>Tugu</w:t>
      </w:r>
      <w:proofErr w:type="spellEnd"/>
      <w:r w:rsidR="00FB6A5A" w:rsidRPr="005965E0">
        <w:t xml:space="preserve"> Dam Reservoir </w:t>
      </w:r>
      <w:r w:rsidRPr="005965E0">
        <w:t>East Java of Indonesian</w:t>
      </w:r>
      <w:r w:rsidR="00FB6A5A" w:rsidRPr="005965E0">
        <w:t xml:space="preserve"> </w:t>
      </w:r>
    </w:p>
    <w:p w14:paraId="548D96A3" w14:textId="44CA9384" w:rsidR="00C14B14" w:rsidRPr="005965E0" w:rsidRDefault="00FB6A5A" w:rsidP="005965E0">
      <w:pPr>
        <w:pStyle w:val="AuthorName"/>
        <w:rPr>
          <w:sz w:val="20"/>
          <w:lang w:val="en-GB" w:eastAsia="en-GB"/>
        </w:rPr>
      </w:pPr>
      <w:r w:rsidRPr="005965E0">
        <w:t xml:space="preserve">Ahmad </w:t>
      </w:r>
      <w:proofErr w:type="spellStart"/>
      <w:r w:rsidRPr="005965E0">
        <w:t>Zhulfikar</w:t>
      </w:r>
      <w:proofErr w:type="spellEnd"/>
      <w:r w:rsidRPr="005965E0">
        <w:t xml:space="preserve"> Akbar</w:t>
      </w:r>
      <w:r w:rsidR="00EF6940" w:rsidRPr="005965E0">
        <w:rPr>
          <w:vertAlign w:val="superscript"/>
        </w:rPr>
        <w:t>1,</w:t>
      </w:r>
      <w:r w:rsidR="002F7AE1" w:rsidRPr="005965E0">
        <w:rPr>
          <w:vertAlign w:val="superscript"/>
        </w:rPr>
        <w:t xml:space="preserve"> a)</w:t>
      </w:r>
      <w:r w:rsidRPr="005965E0">
        <w:t xml:space="preserve">, </w:t>
      </w:r>
      <w:proofErr w:type="spellStart"/>
      <w:r w:rsidR="008F7A2B" w:rsidRPr="005965E0">
        <w:t>Lourina</w:t>
      </w:r>
      <w:proofErr w:type="spellEnd"/>
      <w:r w:rsidR="008F7A2B" w:rsidRPr="005965E0">
        <w:t xml:space="preserve"> </w:t>
      </w:r>
      <w:proofErr w:type="spellStart"/>
      <w:r w:rsidR="008F7A2B" w:rsidRPr="005965E0">
        <w:t>Evanale</w:t>
      </w:r>
      <w:proofErr w:type="spellEnd"/>
      <w:r w:rsidR="008F7A2B" w:rsidRPr="005965E0">
        <w:t xml:space="preserve"> Orfa</w:t>
      </w:r>
      <w:r w:rsidR="008F7A2B" w:rsidRPr="005965E0">
        <w:rPr>
          <w:vertAlign w:val="superscript"/>
        </w:rPr>
        <w:t>2</w:t>
      </w:r>
      <w:r w:rsidRPr="005965E0">
        <w:rPr>
          <w:vertAlign w:val="superscript"/>
        </w:rPr>
        <w:t>,</w:t>
      </w:r>
      <w:r w:rsidR="002F7AE1" w:rsidRPr="005965E0">
        <w:rPr>
          <w:vertAlign w:val="superscript"/>
        </w:rPr>
        <w:t xml:space="preserve"> b)</w:t>
      </w:r>
      <w:r w:rsidRPr="005965E0">
        <w:t xml:space="preserve">, </w:t>
      </w:r>
      <w:r w:rsidR="0016385D" w:rsidRPr="005965E0">
        <w:t xml:space="preserve">and </w:t>
      </w:r>
      <w:r w:rsidR="008F7A2B" w:rsidRPr="005965E0">
        <w:t>Sulianto</w:t>
      </w:r>
      <w:r w:rsidR="00EF6940" w:rsidRPr="005965E0">
        <w:rPr>
          <w:vertAlign w:val="superscript"/>
        </w:rPr>
        <w:t>3</w:t>
      </w:r>
      <w:r w:rsidR="003A5C85" w:rsidRPr="005965E0">
        <w:rPr>
          <w:vertAlign w:val="superscript"/>
        </w:rPr>
        <w:t>,</w:t>
      </w:r>
      <w:r w:rsidR="002F7AE1" w:rsidRPr="005965E0">
        <w:rPr>
          <w:vertAlign w:val="superscript"/>
        </w:rPr>
        <w:t xml:space="preserve"> </w:t>
      </w:r>
      <w:r w:rsidR="0071029E" w:rsidRPr="005965E0">
        <w:rPr>
          <w:vertAlign w:val="superscript"/>
        </w:rPr>
        <w:t>c</w:t>
      </w:r>
      <w:r w:rsidR="002F7AE1" w:rsidRPr="005965E0">
        <w:rPr>
          <w:vertAlign w:val="superscript"/>
        </w:rPr>
        <w:t>)</w:t>
      </w:r>
    </w:p>
    <w:p w14:paraId="1540EEFF" w14:textId="12D4BEFA" w:rsidR="00C14B14" w:rsidRPr="005965E0" w:rsidRDefault="00F507C2" w:rsidP="005965E0">
      <w:pPr>
        <w:pStyle w:val="AuthorAffiliation"/>
      </w:pPr>
      <w:r w:rsidRPr="005965E0">
        <w:rPr>
          <w:i w:val="0"/>
          <w:iCs/>
          <w:vertAlign w:val="superscript"/>
        </w:rPr>
        <w:t xml:space="preserve">1,2,3 </w:t>
      </w:r>
      <w:r w:rsidR="0071029E" w:rsidRPr="005965E0">
        <w:t xml:space="preserve">Civil </w:t>
      </w:r>
      <w:r w:rsidRPr="005965E0">
        <w:t>Engineering Department, Universitas Muhammadiyah Malang, 65144</w:t>
      </w:r>
      <w:r w:rsidR="0071029E" w:rsidRPr="005965E0">
        <w:t>, Indonesia</w:t>
      </w:r>
    </w:p>
    <w:p w14:paraId="3CFDF2D3" w14:textId="07981A5F" w:rsidR="0071029E" w:rsidRPr="005965E0" w:rsidRDefault="00003D7C" w:rsidP="005965E0">
      <w:pPr>
        <w:pStyle w:val="AuthorEmail"/>
      </w:pPr>
      <w:r w:rsidRPr="005965E0">
        <w:rPr>
          <w:szCs w:val="28"/>
          <w:vertAlign w:val="superscript"/>
        </w:rPr>
        <w:t>a)</w:t>
      </w:r>
      <w:r w:rsidRPr="005965E0">
        <w:t xml:space="preserve"> </w:t>
      </w:r>
      <w:hyperlink r:id="rId9" w:history="1">
        <w:r w:rsidR="00082549" w:rsidRPr="005965E0">
          <w:rPr>
            <w:rStyle w:val="Hyperlink"/>
            <w:color w:val="auto"/>
            <w:u w:val="none"/>
          </w:rPr>
          <w:t>ahmadzhulfikar@</w:t>
        </w:r>
        <w:r w:rsidR="00082549" w:rsidRPr="005965E0">
          <w:rPr>
            <w:rStyle w:val="Hyperlink"/>
            <w:iCs/>
            <w:color w:val="auto"/>
            <w:u w:val="none"/>
          </w:rPr>
          <w:t>gmail.com</w:t>
        </w:r>
      </w:hyperlink>
      <w:r w:rsidR="00082549" w:rsidRPr="005965E0">
        <w:rPr>
          <w:iCs/>
        </w:rPr>
        <w:t xml:space="preserve"> </w:t>
      </w:r>
      <w:r w:rsidR="001D469C" w:rsidRPr="005965E0">
        <w:rPr>
          <w:i/>
        </w:rPr>
        <w:br/>
      </w:r>
      <w:r w:rsidR="003A5C85" w:rsidRPr="005965E0">
        <w:rPr>
          <w:szCs w:val="28"/>
          <w:vertAlign w:val="superscript"/>
        </w:rPr>
        <w:t>b)</w:t>
      </w:r>
      <w:r w:rsidR="0071029E" w:rsidRPr="005965E0">
        <w:t xml:space="preserve"> </w:t>
      </w:r>
      <w:hyperlink r:id="rId10" w:history="1">
        <w:r w:rsidR="00082549" w:rsidRPr="005965E0">
          <w:rPr>
            <w:rStyle w:val="Hyperlink"/>
            <w:color w:val="auto"/>
            <w:u w:val="none"/>
          </w:rPr>
          <w:t>lourinaorfa@umm.ac.id</w:t>
        </w:r>
      </w:hyperlink>
      <w:r w:rsidR="00082549" w:rsidRPr="005965E0">
        <w:t xml:space="preserve"> </w:t>
      </w:r>
    </w:p>
    <w:p w14:paraId="5E05E235" w14:textId="7D1EBEFA" w:rsidR="003A5C85" w:rsidRPr="005965E0" w:rsidRDefault="0071029E" w:rsidP="005965E0">
      <w:pPr>
        <w:pStyle w:val="AuthorEmail"/>
      </w:pPr>
      <w:r w:rsidRPr="005965E0">
        <w:rPr>
          <w:vertAlign w:val="superscript"/>
        </w:rPr>
        <w:t>c)</w:t>
      </w:r>
      <w:r w:rsidRPr="005965E0">
        <w:t xml:space="preserve"> </w:t>
      </w:r>
      <w:hyperlink r:id="rId11" w:history="1">
        <w:r w:rsidR="00082549" w:rsidRPr="005965E0">
          <w:rPr>
            <w:rStyle w:val="Hyperlink"/>
            <w:color w:val="auto"/>
            <w:u w:val="none"/>
          </w:rPr>
          <w:t>sulianto@umm.ac.id</w:t>
        </w:r>
      </w:hyperlink>
      <w:r w:rsidR="00082549" w:rsidRPr="005965E0">
        <w:t xml:space="preserve"> </w:t>
      </w:r>
    </w:p>
    <w:p w14:paraId="22C3F2A8" w14:textId="7E3BDEFC" w:rsidR="0016385D" w:rsidRPr="005965E0" w:rsidRDefault="0016385D" w:rsidP="005965E0">
      <w:pPr>
        <w:pStyle w:val="Abstract"/>
      </w:pPr>
      <w:r w:rsidRPr="005965E0">
        <w:rPr>
          <w:b/>
          <w:bCs/>
        </w:rPr>
        <w:t>Abstract</w:t>
      </w:r>
      <w:r w:rsidR="00B02B2E" w:rsidRPr="005965E0">
        <w:t xml:space="preserve">. </w:t>
      </w:r>
      <w:r w:rsidR="00730EC6" w:rsidRPr="005965E0">
        <w:t>This study evaluates the effectiveness of the HEC‑</w:t>
      </w:r>
      <w:proofErr w:type="spellStart"/>
      <w:r w:rsidR="00730EC6" w:rsidRPr="005965E0">
        <w:t>ResSim</w:t>
      </w:r>
      <w:proofErr w:type="spellEnd"/>
      <w:r w:rsidR="00730EC6" w:rsidRPr="005965E0">
        <w:t xml:space="preserve"> 3.5 software in optimizing the operation of the </w:t>
      </w:r>
      <w:proofErr w:type="spellStart"/>
      <w:r w:rsidR="00730EC6" w:rsidRPr="005965E0">
        <w:t>Tugu</w:t>
      </w:r>
      <w:proofErr w:type="spellEnd"/>
      <w:r w:rsidR="00730EC6" w:rsidRPr="005965E0">
        <w:t xml:space="preserve"> Dam Reservoir, located in </w:t>
      </w:r>
      <w:proofErr w:type="spellStart"/>
      <w:r w:rsidR="00730EC6" w:rsidRPr="005965E0">
        <w:t>Trenggalek</w:t>
      </w:r>
      <w:proofErr w:type="spellEnd"/>
      <w:r w:rsidR="00730EC6" w:rsidRPr="005965E0">
        <w:t xml:space="preserve"> Regency, East Java, Indonesia, with an effective capacity of 9.50 million m³. The reservoir serves multiple purposes, including irrigation, raw water supply, and flood control. Input data consisted of historical inflow records (1987–2019) expanded using synthetic series generated by the Thomas–</w:t>
      </w:r>
      <w:proofErr w:type="spellStart"/>
      <w:r w:rsidR="00730EC6" w:rsidRPr="005965E0">
        <w:t>Fiering</w:t>
      </w:r>
      <w:proofErr w:type="spellEnd"/>
      <w:r w:rsidR="00730EC6" w:rsidRPr="005965E0">
        <w:t xml:space="preserve"> method, water release decisions based on the Standard Operating Procedure (SOP) of the Brantas River Basin Authority (BBWS), and irrigation water demand for 2022. The HEC‑</w:t>
      </w:r>
      <w:proofErr w:type="spellStart"/>
      <w:r w:rsidR="00730EC6" w:rsidRPr="005965E0">
        <w:t>ResSim</w:t>
      </w:r>
      <w:proofErr w:type="spellEnd"/>
      <w:r w:rsidR="00730EC6" w:rsidRPr="005965E0">
        <w:t xml:space="preserve"> model was calibrated and validated against 2021 operational data, achieving a Root Mean Square Error (RMSE) of less than 10%, indicating high accuracy. Two operation scenarios were tested: (1) releases following the 2022 RTOW pattern, achieving 92% reliability with minimal spill; and (2) releases matching actual irrigation demands, achieving 100% reliability but increasing annual spill by 18%. The results demonstrate that integrating HEC‑</w:t>
      </w:r>
      <w:proofErr w:type="spellStart"/>
      <w:r w:rsidR="00730EC6" w:rsidRPr="005965E0">
        <w:t>ResSim</w:t>
      </w:r>
      <w:proofErr w:type="spellEnd"/>
      <w:r w:rsidR="00730EC6" w:rsidRPr="005965E0">
        <w:t xml:space="preserve"> with inflow</w:t>
      </w:r>
      <w:r w:rsidR="00607290" w:rsidRPr="005965E0">
        <w:t>,</w:t>
      </w:r>
      <w:r w:rsidR="00730EC6" w:rsidRPr="005965E0">
        <w:t xml:space="preserve"> offers an effective, computationally efficient approach for dam operation in Indonesia. Nevertheless, for long-term operational optimization, adaptive cropping patterns and climate change projections should be incorporated to minimize water losses.</w:t>
      </w:r>
    </w:p>
    <w:p w14:paraId="5ACBF8F3" w14:textId="3485561F" w:rsidR="0066766F" w:rsidRPr="005965E0" w:rsidRDefault="0066766F" w:rsidP="005965E0">
      <w:pPr>
        <w:pStyle w:val="Abstract"/>
        <w:rPr>
          <w:b/>
          <w:bCs/>
          <w:i/>
          <w:iCs/>
        </w:rPr>
      </w:pPr>
      <w:r w:rsidRPr="005965E0">
        <w:rPr>
          <w:b/>
          <w:bCs/>
          <w:i/>
          <w:iCs/>
        </w:rPr>
        <w:t xml:space="preserve">Keywords: </w:t>
      </w:r>
      <w:r w:rsidR="007C46BA" w:rsidRPr="005965E0">
        <w:rPr>
          <w:i/>
          <w:iCs/>
        </w:rPr>
        <w:t>HEC‑</w:t>
      </w:r>
      <w:proofErr w:type="spellStart"/>
      <w:r w:rsidR="007C46BA" w:rsidRPr="005965E0">
        <w:rPr>
          <w:i/>
          <w:iCs/>
        </w:rPr>
        <w:t>ResSim</w:t>
      </w:r>
      <w:proofErr w:type="spellEnd"/>
      <w:r w:rsidR="007C46BA" w:rsidRPr="005965E0">
        <w:rPr>
          <w:i/>
          <w:iCs/>
        </w:rPr>
        <w:t xml:space="preserve"> 3.5; reservoir</w:t>
      </w:r>
      <w:r w:rsidR="00332E17" w:rsidRPr="005965E0">
        <w:rPr>
          <w:i/>
          <w:iCs/>
        </w:rPr>
        <w:t>;</w:t>
      </w:r>
      <w:r w:rsidR="007C46BA" w:rsidRPr="005965E0">
        <w:rPr>
          <w:i/>
          <w:iCs/>
        </w:rPr>
        <w:t xml:space="preserve"> </w:t>
      </w:r>
      <w:r w:rsidR="00332E17" w:rsidRPr="005965E0">
        <w:rPr>
          <w:i/>
          <w:iCs/>
        </w:rPr>
        <w:t xml:space="preserve">simulation; </w:t>
      </w:r>
      <w:r w:rsidR="007C46BA" w:rsidRPr="005965E0">
        <w:rPr>
          <w:i/>
          <w:iCs/>
        </w:rPr>
        <w:t>operation.</w:t>
      </w:r>
    </w:p>
    <w:p w14:paraId="5240E3FB" w14:textId="7C3C2ABA" w:rsidR="003A287B" w:rsidRPr="005965E0" w:rsidRDefault="0066766F" w:rsidP="005965E0">
      <w:pPr>
        <w:jc w:val="center"/>
        <w:rPr>
          <w:b/>
          <w:bCs/>
          <w:sz w:val="20"/>
        </w:rPr>
      </w:pPr>
      <w:r w:rsidRPr="005965E0">
        <w:rPr>
          <w:b/>
          <w:bCs/>
        </w:rPr>
        <w:t>INTRODUCTION</w:t>
      </w:r>
    </w:p>
    <w:p w14:paraId="438AF643" w14:textId="1BC43F6D" w:rsidR="00B3002B" w:rsidRPr="005965E0" w:rsidRDefault="00D45D22" w:rsidP="005965E0">
      <w:pPr>
        <w:pStyle w:val="Paragraph"/>
      </w:pPr>
      <w:r w:rsidRPr="005965E0">
        <w:t xml:space="preserve">The constitutional </w:t>
      </w:r>
      <w:r w:rsidR="00B3002B" w:rsidRPr="005965E0">
        <w:t xml:space="preserve">Indonesian has been </w:t>
      </w:r>
      <w:r w:rsidRPr="005965E0">
        <w:t>mandat</w:t>
      </w:r>
      <w:r w:rsidR="0067205D" w:rsidRPr="005965E0">
        <w:t>ory</w:t>
      </w:r>
      <w:r w:rsidRPr="005965E0">
        <w:t xml:space="preserve"> to </w:t>
      </w:r>
      <w:r w:rsidR="00A5725C" w:rsidRPr="005965E0">
        <w:t>utilize</w:t>
      </w:r>
      <w:r w:rsidRPr="005965E0">
        <w:t xml:space="preserve"> water for the benefit of the Indonesian people.</w:t>
      </w:r>
      <w:r w:rsidR="00B3002B" w:rsidRPr="005965E0">
        <w:t xml:space="preserve"> They called</w:t>
      </w:r>
      <w:r w:rsidRPr="005965E0">
        <w:t xml:space="preserve"> earth, water, and natural resources contained therein are controlled by the state and used for the greatest prosperity of the people. As stated in Article 33 paragraph 3 of the 1945 Constitution</w:t>
      </w:r>
      <w:r w:rsidR="00B3002B" w:rsidRPr="005965E0">
        <w:t>,</w:t>
      </w:r>
      <w:r w:rsidRPr="005965E0">
        <w:t xml:space="preserve"> it is the duty of all Indonesian citizens</w:t>
      </w:r>
      <w:sdt>
        <w:sdtPr>
          <w:tag w:val="MENDELEY_CITATION_v3_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"/>
          <w:id w:val="785809"/>
          <w:placeholder>
            <w:docPart w:val="DefaultPlaceholder_-1854013440"/>
          </w:placeholder>
        </w:sdtPr>
        <w:sdtEndPr/>
        <w:sdtContent>
          <w:r w:rsidR="00031422" w:rsidRPr="005965E0">
            <w:t xml:space="preserve"> (</w:t>
          </w:r>
          <w:proofErr w:type="spellStart"/>
          <w:r w:rsidR="00031422" w:rsidRPr="005965E0">
            <w:t>Undang-Undang</w:t>
          </w:r>
          <w:proofErr w:type="spellEnd"/>
          <w:r w:rsidR="00031422" w:rsidRPr="005965E0">
            <w:t xml:space="preserve"> Dasar Negara </w:t>
          </w:r>
          <w:proofErr w:type="spellStart"/>
          <w:r w:rsidR="00031422" w:rsidRPr="005965E0">
            <w:t>Republik</w:t>
          </w:r>
          <w:proofErr w:type="spellEnd"/>
          <w:r w:rsidR="00031422" w:rsidRPr="005965E0">
            <w:t xml:space="preserve"> Indonesia 1945, 1945)</w:t>
          </w:r>
        </w:sdtContent>
      </w:sdt>
      <w:r w:rsidR="00885A8C" w:rsidRPr="005965E0">
        <w:t>.</w:t>
      </w:r>
      <w:r w:rsidR="00B3002B" w:rsidRPr="005965E0">
        <w:t xml:space="preserve"> Indonesian ranks fourth among the world's most populous countries with 278 million people (BPS Indonesia, 2023), with a population growth rate of 1.17%. Rapid population growth and a secure future for water in many regions require guaranteed certainty. As a country crossed by the equator, Indonesia is blessed with abundant water resources.</w:t>
      </w:r>
      <w:r w:rsidR="00D16C93" w:rsidRPr="005965E0">
        <w:t xml:space="preserve"> </w:t>
      </w:r>
      <w:sdt>
        <w:sdtPr>
          <w:tag w:val="MENDELEY_CITATION_v3_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"/>
          <w:id w:val="1565993908"/>
          <w:placeholder>
            <w:docPart w:val="DefaultPlaceholder_-1854013440"/>
          </w:placeholder>
        </w:sdtPr>
        <w:sdtEndPr/>
        <w:sdtContent>
          <w:r w:rsidR="00145F5F" w:rsidRPr="005965E0">
            <w:t xml:space="preserve">(Badan Pusat </w:t>
          </w:r>
          <w:proofErr w:type="spellStart"/>
          <w:r w:rsidR="00145F5F" w:rsidRPr="005965E0">
            <w:t>Statistik</w:t>
          </w:r>
          <w:proofErr w:type="spellEnd"/>
          <w:r w:rsidR="00145F5F" w:rsidRPr="005965E0">
            <w:t xml:space="preserve"> </w:t>
          </w:r>
          <w:proofErr w:type="spellStart"/>
          <w:r w:rsidR="00145F5F" w:rsidRPr="005965E0">
            <w:t>Indonesaia</w:t>
          </w:r>
          <w:proofErr w:type="spellEnd"/>
          <w:r w:rsidR="00145F5F" w:rsidRPr="005965E0">
            <w:t>, 2024)</w:t>
          </w:r>
        </w:sdtContent>
      </w:sdt>
    </w:p>
    <w:p w14:paraId="0C1CFE89" w14:textId="5FFAD8CF" w:rsidR="00AF61C7" w:rsidRPr="005965E0" w:rsidRDefault="00D16C93" w:rsidP="005965E0">
      <w:pPr>
        <w:pStyle w:val="Paragraph"/>
      </w:pPr>
      <w:r w:rsidRPr="005965E0">
        <w:t>Data compiled by the Directorate General of Water Resources of the Ministry of Public Works and Public Housing (</w:t>
      </w:r>
      <w:r w:rsidRPr="005965E0">
        <w:rPr>
          <w:i/>
          <w:iCs/>
        </w:rPr>
        <w:t>PUPR</w:t>
      </w:r>
      <w:r w:rsidR="00AF61C7" w:rsidRPr="005965E0">
        <w:rPr>
          <w:i/>
          <w:iCs/>
        </w:rPr>
        <w:t xml:space="preserve"> </w:t>
      </w:r>
      <w:r w:rsidR="00AF61C7" w:rsidRPr="005965E0">
        <w:t>Indonesian</w:t>
      </w:r>
      <w:r w:rsidRPr="005965E0">
        <w:t>) in 2023 shows that the average annual surface water availability in Indonesia reaches 2.78 trillion m</w:t>
      </w:r>
      <w:r w:rsidRPr="005965E0">
        <w:rPr>
          <w:vertAlign w:val="superscript"/>
        </w:rPr>
        <w:t>3</w:t>
      </w:r>
      <w:r w:rsidRPr="005965E0">
        <w:t>/year. This water availability is distributed across 128 river basins. Of this abundant supply, 80 percent is used for agricultural sustainability</w:t>
      </w:r>
      <w:r w:rsidR="002202CE" w:rsidRPr="005965E0">
        <w:t xml:space="preserve"> </w:t>
      </w:r>
      <w:sdt>
        <w:sdtPr>
          <w:tag w:val="MENDELEY_CITATION_v3_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"/>
          <w:id w:val="1071770911"/>
          <w:placeholder>
            <w:docPart w:val="DefaultPlaceholder_-1854013440"/>
          </w:placeholder>
        </w:sdtPr>
        <w:sdtEndPr/>
        <w:sdtContent>
          <w:r w:rsidR="00693BE9" w:rsidRPr="005965E0">
            <w:t>(PUPR Indonesia, 2024)</w:t>
          </w:r>
        </w:sdtContent>
      </w:sdt>
      <w:r w:rsidRPr="005965E0">
        <w:t>.</w:t>
      </w:r>
      <w:r w:rsidR="002202CE" w:rsidRPr="005965E0">
        <w:t xml:space="preserve"> Through this government program, the world of higher education is obliged to participate in research and development that supports sustainable energy and water development </w:t>
      </w:r>
      <w:sdt>
        <w:sdtPr>
          <w:tag w:val="MENDELEY_CITATION_v3_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"/>
          <w:id w:val="-1657999167"/>
          <w:placeholder>
            <w:docPart w:val="DefaultPlaceholder_-1854013440"/>
          </w:placeholder>
        </w:sdtPr>
        <w:sdtEndPr/>
        <w:sdtContent>
          <w:r w:rsidR="005C25FD" w:rsidRPr="005965E0">
            <w:t>(Abduh et al., 2024)</w:t>
          </w:r>
        </w:sdtContent>
      </w:sdt>
      <w:r w:rsidR="002202CE" w:rsidRPr="005965E0">
        <w:t>.</w:t>
      </w:r>
      <w:r w:rsidRPr="005965E0">
        <w:t xml:space="preserve"> </w:t>
      </w:r>
      <w:r w:rsidR="00654991" w:rsidRPr="005965E0">
        <w:t>Nowadays, d</w:t>
      </w:r>
      <w:r w:rsidR="008248E7" w:rsidRPr="005965E0">
        <w:t>ue to increasing population and water shortage and competition for its consumption, proper and suitable utilization and optimal use of water resources is essential</w:t>
      </w:r>
      <w:r w:rsidR="00654991" w:rsidRPr="005965E0">
        <w:t xml:space="preserve"> </w:t>
      </w:r>
      <w:sdt>
        <w:sdtPr>
          <w:tag w:val="MENDELEY_CITATION_v3_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"/>
          <w:id w:val="-1280876"/>
          <w:placeholder>
            <w:docPart w:val="DefaultPlaceholder_-1854013440"/>
          </w:placeholder>
        </w:sdtPr>
        <w:sdtEndPr/>
        <w:sdtContent>
          <w:r w:rsidR="00445C35" w:rsidRPr="005965E0">
            <w:t>(Mansouri et al., 2015)</w:t>
          </w:r>
        </w:sdtContent>
      </w:sdt>
      <w:r w:rsidR="008248E7" w:rsidRPr="005965E0">
        <w:t xml:space="preserve">. </w:t>
      </w:r>
      <w:r w:rsidR="00654991" w:rsidRPr="005965E0">
        <w:t xml:space="preserve">Optimization would be an alternative solution for an existing project based on qualitative procedures. </w:t>
      </w:r>
      <w:sdt>
        <w:sdtPr>
          <w:tag w:val="MENDELEY_CITATION_v3_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"/>
          <w:id w:val="-2093232335"/>
          <w:placeholder>
            <w:docPart w:val="DefaultPlaceholder_-1854013440"/>
          </w:placeholder>
        </w:sdtPr>
        <w:sdtEndPr/>
        <w:sdtContent>
          <w:r w:rsidR="00F038F9" w:rsidRPr="005965E0">
            <w:t>(Ehteram et al., 2017)</w:t>
          </w:r>
        </w:sdtContent>
      </w:sdt>
      <w:r w:rsidR="00654991" w:rsidRPr="005965E0">
        <w:t xml:space="preserve"> including d</w:t>
      </w:r>
      <w:r w:rsidR="008248E7" w:rsidRPr="005965E0">
        <w:t>istribution networks are an essential part of all water supply systems.</w:t>
      </w:r>
      <w:sdt>
        <w:sdtPr>
          <w:tag w:val="MENDELEY_CITATION_v3_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"/>
          <w:id w:val="1061065113"/>
          <w:placeholder>
            <w:docPart w:val="DefaultPlaceholder_-1854013440"/>
          </w:placeholder>
        </w:sdtPr>
        <w:sdtEndPr/>
        <w:sdtContent>
          <w:r w:rsidR="00A97926" w:rsidRPr="005965E0">
            <w:t>(Abduh et al., 2024)</w:t>
          </w:r>
        </w:sdtContent>
      </w:sdt>
      <w:r w:rsidR="00A97926" w:rsidRPr="005965E0">
        <w:t>.</w:t>
      </w:r>
      <w:r w:rsidR="008248E7" w:rsidRPr="005965E0">
        <w:t xml:space="preserve"> A water distribution network is a system containing pipes, reservoirs, pumps, and valves of different types, which are connected to each other to provide water to consumers </w:t>
      </w:r>
      <w:sdt>
        <w:sdtPr>
          <w:tag w:val="MENDELEY_CITATION_v3_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"/>
          <w:id w:val="-1993782332"/>
          <w:placeholder>
            <w:docPart w:val="DefaultPlaceholder_-1854013440"/>
          </w:placeholder>
        </w:sdtPr>
        <w:sdtEndPr>
          <w:rPr>
            <w:highlight w:val="green"/>
          </w:rPr>
        </w:sdtEndPr>
        <w:sdtContent>
          <w:r w:rsidR="00807C7B" w:rsidRPr="005965E0">
            <w:t>(Kumar &amp; Yadav, 2020)</w:t>
          </w:r>
        </w:sdtContent>
      </w:sdt>
      <w:r w:rsidR="00D76030" w:rsidRPr="005965E0">
        <w:t xml:space="preserve">. </w:t>
      </w:r>
      <w:r w:rsidRPr="005965E0">
        <w:t>Reservoir operations are complex engineering problem</w:t>
      </w:r>
      <w:r w:rsidR="00D76030" w:rsidRPr="005965E0">
        <w:t>,</w:t>
      </w:r>
      <w:r w:rsidRPr="005965E0">
        <w:t xml:space="preserve"> </w:t>
      </w:r>
      <w:r w:rsidRPr="005965E0">
        <w:lastRenderedPageBreak/>
        <w:t>With the growth in population, the demand for water in both consumptive and non-consumptive use has been increased drastically</w:t>
      </w:r>
      <w:r w:rsidR="00D76030" w:rsidRPr="005965E0">
        <w:t xml:space="preserve"> in last decade</w:t>
      </w:r>
      <w:r w:rsidR="00E43B3E" w:rsidRPr="005965E0">
        <w:t xml:space="preserve"> </w:t>
      </w:r>
      <w:sdt>
        <w:sdtPr>
          <w:tag w:val="MENDELEY_CITATION_v3_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"/>
          <w:id w:val="-47998305"/>
          <w:placeholder>
            <w:docPart w:val="DefaultPlaceholder_-1854013440"/>
          </w:placeholder>
        </w:sdtPr>
        <w:sdtEndPr/>
        <w:sdtContent>
          <w:r w:rsidR="00767799" w:rsidRPr="005965E0">
            <w:t>(</w:t>
          </w:r>
          <w:proofErr w:type="spellStart"/>
          <w:r w:rsidR="00767799" w:rsidRPr="005965E0">
            <w:t>Torabi</w:t>
          </w:r>
          <w:proofErr w:type="spellEnd"/>
          <w:r w:rsidR="00767799" w:rsidRPr="005965E0">
            <w:t xml:space="preserve"> </w:t>
          </w:r>
          <w:proofErr w:type="spellStart"/>
          <w:r w:rsidR="00767799" w:rsidRPr="005965E0">
            <w:t>Pudeh</w:t>
          </w:r>
          <w:proofErr w:type="spellEnd"/>
          <w:r w:rsidR="00767799" w:rsidRPr="005965E0">
            <w:t xml:space="preserve"> et al., 2016)</w:t>
          </w:r>
        </w:sdtContent>
      </w:sdt>
      <w:r w:rsidR="003E3361" w:rsidRPr="005965E0">
        <w:t xml:space="preserve">. </w:t>
      </w:r>
    </w:p>
    <w:p w14:paraId="6AEEF446" w14:textId="42386C14" w:rsidR="002E5A1E" w:rsidRPr="005965E0" w:rsidRDefault="002E5A1E" w:rsidP="005965E0">
      <w:pPr>
        <w:pStyle w:val="Paragraph"/>
      </w:pPr>
      <w:r w:rsidRPr="005965E0">
        <w:t xml:space="preserve">Operation rules provide explicit instructions for making decisions in specific situations, such as defining minimum and maximum reservoir outflows for flood control, water resources conservation, and water demands. A guide curve is a real-time threshold to operate reservoirs depending on time, season, and storage capacity as well as provide a reference line of reservoir elevation that meets the requirement of storage by time </w:t>
      </w:r>
      <w:sdt>
        <w:sdtPr>
          <w:tag w:val="MENDELEY_CITATION_v3_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"/>
          <w:id w:val="-2106562579"/>
          <w:placeholder>
            <w:docPart w:val="DefaultPlaceholder_-1854013440"/>
          </w:placeholder>
        </w:sdtPr>
        <w:sdtEndPr/>
        <w:sdtContent>
          <w:r w:rsidR="003F718D" w:rsidRPr="005965E0">
            <w:t>(Kim et al., 2020a)</w:t>
          </w:r>
        </w:sdtContent>
      </w:sdt>
      <w:r w:rsidRPr="005965E0">
        <w:t>.</w:t>
      </w:r>
      <w:r w:rsidR="00BB18CA" w:rsidRPr="005965E0">
        <w:t xml:space="preserve"> The completion or formulation of reservoir operation policies cannot be separated from optimization to determine maximum profits and/or minimum losses for optimal utilization of reservoir water </w:t>
      </w:r>
      <w:sdt>
        <w:sdtPr>
          <w:tag w:val="MENDELEY_CITATION_v3_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"/>
          <w:id w:val="-683124900"/>
          <w:placeholder>
            <w:docPart w:val="DefaultPlaceholder_-1854013440"/>
          </w:placeholder>
        </w:sdtPr>
        <w:sdtEndPr/>
        <w:sdtContent>
          <w:r w:rsidR="004406F7" w:rsidRPr="005965E0">
            <w:t>(</w:t>
          </w:r>
          <w:proofErr w:type="spellStart"/>
          <w:r w:rsidR="004406F7" w:rsidRPr="005965E0">
            <w:t>Anggraheni</w:t>
          </w:r>
          <w:proofErr w:type="spellEnd"/>
          <w:r w:rsidR="004406F7" w:rsidRPr="005965E0">
            <w:t xml:space="preserve"> et al., 2017)</w:t>
          </w:r>
        </w:sdtContent>
      </w:sdt>
      <w:r w:rsidR="00BB18CA" w:rsidRPr="005965E0">
        <w:t>. Optimization techniques that are often used in reservoir operations include calculus methods, linear programming, non-linear programming, dynamic programming, real-time operations, and simulation techniques.</w:t>
      </w:r>
      <w:r w:rsidR="001B3B3F" w:rsidRPr="005965E0">
        <w:t xml:space="preserve"> The simplest of the reservoir operation policies is the standard linear operation policy in which release values are a function of water availability. Climate change, limited water resources, and population growth, result in unbalance between the release of water and the demand </w:t>
      </w:r>
      <w:sdt>
        <w:sdtPr>
          <w:tag w:val="MENDELEY_CITATION_v3_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"/>
          <w:id w:val="-720362085"/>
          <w:placeholder>
            <w:docPart w:val="DefaultPlaceholder_-1854013440"/>
          </w:placeholder>
        </w:sdtPr>
        <w:sdtEndPr/>
        <w:sdtContent>
          <w:r w:rsidR="00644503" w:rsidRPr="005965E0">
            <w:t>(</w:t>
          </w:r>
          <w:proofErr w:type="spellStart"/>
          <w:r w:rsidR="00644503" w:rsidRPr="005965E0">
            <w:t>Abdulateef</w:t>
          </w:r>
          <w:proofErr w:type="spellEnd"/>
          <w:r w:rsidR="00644503" w:rsidRPr="005965E0">
            <w:t xml:space="preserve"> et al., 2021)</w:t>
          </w:r>
        </w:sdtContent>
      </w:sdt>
      <w:r w:rsidR="001B3B3F" w:rsidRPr="005965E0">
        <w:t>.</w:t>
      </w:r>
      <w:r w:rsidR="00315A53" w:rsidRPr="005965E0">
        <w:t xml:space="preserve"> </w:t>
      </w:r>
    </w:p>
    <w:p w14:paraId="32CA20CB" w14:textId="45AB30D5" w:rsidR="00315A53" w:rsidRPr="005965E0" w:rsidRDefault="00D55627" w:rsidP="005965E0">
      <w:pPr>
        <w:pStyle w:val="Paragraph"/>
      </w:pPr>
      <w:r w:rsidRPr="005965E0">
        <w:t>HEC‑</w:t>
      </w:r>
      <w:proofErr w:type="spellStart"/>
      <w:r w:rsidRPr="005965E0">
        <w:t>ResSim</w:t>
      </w:r>
      <w:proofErr w:type="spellEnd"/>
      <w:r w:rsidRPr="005965E0">
        <w:t xml:space="preserve"> (Hydrologic Engineering Center’s Reservoir System Simulation) is a computer program developed by the U.S. Army Corps of Engineers’ Hydrologic Engineering Center to simulate and model the operations of single or multiple reservoirs under various operational objectives and constraints</w:t>
      </w:r>
      <w:r w:rsidR="00315A53" w:rsidRPr="005965E0">
        <w:t xml:space="preserve"> </w:t>
      </w:r>
      <w:sdt>
        <w:sdtPr>
          <w:tag w:val="MENDELEY_CITATION_v3_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"/>
          <w:id w:val="-1122688182"/>
          <w:placeholder>
            <w:docPart w:val="DefaultPlaceholder_-1854013440"/>
          </w:placeholder>
        </w:sdtPr>
        <w:sdtEndPr/>
        <w:sdtContent>
          <w:r w:rsidR="00372068" w:rsidRPr="005965E0">
            <w:t>(John D. Klipsch et al., 2021)</w:t>
          </w:r>
        </w:sdtContent>
      </w:sdt>
      <w:r w:rsidR="00315A53" w:rsidRPr="005965E0">
        <w:t>.</w:t>
      </w:r>
      <w:r w:rsidRPr="005965E0">
        <w:t xml:space="preserve"> It enables water managers to conduct detailed simulations of reservoir operations based on rule‑driven decisions that closely replicate those made by human operators, while representing reservoirs and river systems as georeferenced networks consisting of reservoirs, routing reaches, stream junctions, and diversions</w:t>
      </w:r>
      <w:r w:rsidR="00315A53" w:rsidRPr="005965E0">
        <w:t xml:space="preserve"> </w:t>
      </w:r>
      <w:sdt>
        <w:sdtPr>
          <w:tag w:val="MENDELEY_CITATION_v3_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"/>
          <w:id w:val="12188539"/>
          <w:placeholder>
            <w:docPart w:val="DefaultPlaceholder_-1854013440"/>
          </w:placeholder>
        </w:sdtPr>
        <w:sdtEndPr/>
        <w:sdtContent>
          <w:r w:rsidR="00372068" w:rsidRPr="005965E0">
            <w:t>(John D. Klipsch et al., 2021)</w:t>
          </w:r>
        </w:sdtContent>
      </w:sdt>
      <w:r w:rsidR="00315A53" w:rsidRPr="005965E0">
        <w:t xml:space="preserve">. </w:t>
      </w:r>
      <w:r w:rsidRPr="005965E0">
        <w:t>The software manages and stores time‑series input and output data through the Hydrologic Engineering Center’s Data Storage System (HEC‑DSS) and supports the modeling of complex outlet structures and operational controls to accurately depict reservoir release mechanisms. It is capable of analyzing both single event scenarios and simulations over full periods of record, thereby supporting comprehensive reservoir planning studies as well as real‑time operational management. HEC‑</w:t>
      </w:r>
      <w:proofErr w:type="spellStart"/>
      <w:r w:rsidRPr="005965E0">
        <w:t>ResSim</w:t>
      </w:r>
      <w:proofErr w:type="spellEnd"/>
      <w:r w:rsidRPr="005965E0">
        <w:t xml:space="preserve"> assists decision‑makers in optimizing reservoir operations for multiple objectives, including flood risk reduction, water supply management, hydropower generation, and environmental protection, providing a flexible and powerful framework for integrated water resources management </w:t>
      </w:r>
      <w:sdt>
        <w:sdtPr>
          <w:tag w:val="MENDELEY_CITATION_v3_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"/>
          <w:id w:val="1569374835"/>
          <w:placeholder>
            <w:docPart w:val="DefaultPlaceholder_-1854013440"/>
          </w:placeholder>
        </w:sdtPr>
        <w:sdtEndPr/>
        <w:sdtContent>
          <w:r w:rsidR="00372068" w:rsidRPr="005965E0">
            <w:t>(John D. Klipsch et al., 2021)</w:t>
          </w:r>
        </w:sdtContent>
      </w:sdt>
      <w:r w:rsidRPr="005965E0">
        <w:t>.</w:t>
      </w:r>
    </w:p>
    <w:p w14:paraId="160FF206" w14:textId="1B567636" w:rsidR="0067205D" w:rsidRPr="005965E0" w:rsidRDefault="0067205D" w:rsidP="005965E0">
      <w:pPr>
        <w:pStyle w:val="Paragraph"/>
      </w:pPr>
      <w:r w:rsidRPr="005965E0">
        <w:t>In Indonesia, real-time reservoir operations particularly those supported by decision-making software remain uncommon, and modeling-based research using HEC-</w:t>
      </w:r>
      <w:proofErr w:type="spellStart"/>
      <w:r w:rsidRPr="005965E0">
        <w:t>ResSim</w:t>
      </w:r>
      <w:proofErr w:type="spellEnd"/>
      <w:r w:rsidRPr="005965E0">
        <w:t xml:space="preserve"> is limited. Developed by the U.S. Army Corps of Engineers, HEC-</w:t>
      </w:r>
      <w:proofErr w:type="spellStart"/>
      <w:r w:rsidRPr="005965E0">
        <w:t>ResSim</w:t>
      </w:r>
      <w:proofErr w:type="spellEnd"/>
      <w:r w:rsidRPr="005965E0">
        <w:t xml:space="preserve"> provides rule based, real-time simulation and has been applied worldwide to both single- and multi reservoir systems, yet Indonesian applications are still scarce. Existing studies include an operational optimization analysis of the Marga Tiga Reservoir in Lampung Province, representing flood, normal, and minimum water levels as well as dam outflow </w:t>
      </w:r>
      <w:sdt>
        <w:sdtPr>
          <w:tag w:val="MENDELEY_CITATION_v3_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"/>
          <w:id w:val="1168749623"/>
          <w:placeholder>
            <w:docPart w:val="DefaultPlaceholder_-1854013440"/>
          </w:placeholder>
        </w:sdtPr>
        <w:sdtEndPr/>
        <w:sdtContent>
          <w:r w:rsidR="00974C1C" w:rsidRPr="005965E0">
            <w:t>(Roni Wibowo, 2022)</w:t>
          </w:r>
        </w:sdtContent>
      </w:sdt>
      <w:r w:rsidRPr="005965E0">
        <w:t xml:space="preserve">, and an assessment of the </w:t>
      </w:r>
      <w:proofErr w:type="spellStart"/>
      <w:r w:rsidRPr="005965E0">
        <w:t>Leuwikeris</w:t>
      </w:r>
      <w:proofErr w:type="spellEnd"/>
      <w:r w:rsidRPr="005965E0">
        <w:t xml:space="preserve"> Reservoir in West Java Province, modeling water resource availability under three alternative supply schemes.</w:t>
      </w:r>
    </w:p>
    <w:p w14:paraId="3396E160" w14:textId="29DBECC8" w:rsidR="002E5A1E" w:rsidRPr="005965E0" w:rsidRDefault="0067205D" w:rsidP="005965E0">
      <w:pPr>
        <w:pStyle w:val="Paragraph"/>
      </w:pPr>
      <w:r w:rsidRPr="005965E0">
        <w:t xml:space="preserve">The </w:t>
      </w:r>
      <w:proofErr w:type="spellStart"/>
      <w:r w:rsidRPr="005965E0">
        <w:t>Tugu</w:t>
      </w:r>
      <w:proofErr w:type="spellEnd"/>
      <w:r w:rsidRPr="005965E0">
        <w:t xml:space="preserve"> Dam, located in East Java within the Brantas River Basin, holds significant potential for effective and efficient water resource management. Under ideal conditions, the dam is expected to optimally regulate river flows, mitigate the risks of flooding and drought, and maintain adequate water quality for irrigation, industrial use, and public consumption </w:t>
      </w:r>
      <w:sdt>
        <w:sdtPr>
          <w:tag w:val="MENDELEY_CITATION_v3_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"/>
          <w:id w:val="-174276642"/>
          <w:placeholder>
            <w:docPart w:val="DefaultPlaceholder_-1854013440"/>
          </w:placeholder>
        </w:sdtPr>
        <w:sdtEndPr/>
        <w:sdtContent>
          <w:r w:rsidR="003C7A0E" w:rsidRPr="005965E0">
            <w:t>(Balai Besar Wilayah Sungai Brantas, 2022)</w:t>
          </w:r>
        </w:sdtContent>
      </w:sdt>
      <w:r w:rsidRPr="005965E0">
        <w:t xml:space="preserve">. Water resource management at the </w:t>
      </w:r>
      <w:proofErr w:type="spellStart"/>
      <w:r w:rsidRPr="005965E0">
        <w:t>Tugu</w:t>
      </w:r>
      <w:proofErr w:type="spellEnd"/>
      <w:r w:rsidRPr="005965E0">
        <w:t xml:space="preserve"> Dam must therefore be conducted in an integrated and sustainable manner, taking into account technical, social, and economic considerations. Based on available data, the dam’s technical specifications include a catchment area of 43.06 km², an irrigated area of 1,250 ha, and a main dam height of 89.85 m. However, to fully realize this potential, a well-planned and integrated operational framework is required to ensure optimal</w:t>
      </w:r>
      <w:r w:rsidR="003C7A0E" w:rsidRPr="005965E0">
        <w:t xml:space="preserve"> </w:t>
      </w:r>
      <w:sdt>
        <w:sdtPr>
          <w:tag w:val="MENDELEY_CITATION_v3_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"/>
          <w:id w:val="-1928179088"/>
          <w:placeholder>
            <w:docPart w:val="DefaultPlaceholder_-1854013440"/>
          </w:placeholder>
        </w:sdtPr>
        <w:sdtEndPr/>
        <w:sdtContent>
          <w:r w:rsidR="003C7A0E" w:rsidRPr="005965E0">
            <w:t>(Balai Besar Wilayah Sungai Brantas, 2022)</w:t>
          </w:r>
        </w:sdtContent>
      </w:sdt>
      <w:r w:rsidRPr="005965E0">
        <w:t xml:space="preserve">. Water resource management at the </w:t>
      </w:r>
      <w:proofErr w:type="spellStart"/>
      <w:r w:rsidRPr="005965E0">
        <w:t>Tugu</w:t>
      </w:r>
      <w:proofErr w:type="spellEnd"/>
      <w:r w:rsidRPr="005965E0">
        <w:t xml:space="preserve"> Dam faces several challenges, one of which is the inefficiency of its irrigation system. Despite its large water storage capacity, water distribution to agricultural land is often uneven and suboptimal, resulting in agricultural productivity around the dam falling short of expectations. In response to this issue, the present study aims to develop an operational pattern for the </w:t>
      </w:r>
      <w:proofErr w:type="spellStart"/>
      <w:r w:rsidRPr="005965E0">
        <w:t>Tugu</w:t>
      </w:r>
      <w:proofErr w:type="spellEnd"/>
      <w:r w:rsidRPr="005965E0">
        <w:t xml:space="preserve"> Dam that can adequately meet the irrigation water demands of the </w:t>
      </w:r>
      <w:proofErr w:type="spellStart"/>
      <w:r w:rsidRPr="005965E0">
        <w:t>Prenguk</w:t>
      </w:r>
      <w:proofErr w:type="spellEnd"/>
      <w:r w:rsidRPr="005965E0">
        <w:t xml:space="preserve">, </w:t>
      </w:r>
      <w:proofErr w:type="spellStart"/>
      <w:r w:rsidRPr="005965E0">
        <w:t>Bubuk</w:t>
      </w:r>
      <w:proofErr w:type="spellEnd"/>
      <w:r w:rsidRPr="005965E0">
        <w:t xml:space="preserve">, </w:t>
      </w:r>
      <w:proofErr w:type="spellStart"/>
      <w:r w:rsidRPr="005965E0">
        <w:t>Darungan</w:t>
      </w:r>
      <w:proofErr w:type="spellEnd"/>
      <w:r w:rsidRPr="005965E0">
        <w:t xml:space="preserve">, </w:t>
      </w:r>
      <w:proofErr w:type="spellStart"/>
      <w:r w:rsidRPr="005965E0">
        <w:t>Cupuk</w:t>
      </w:r>
      <w:proofErr w:type="spellEnd"/>
      <w:r w:rsidRPr="005965E0">
        <w:t xml:space="preserve">, and </w:t>
      </w:r>
      <w:proofErr w:type="spellStart"/>
      <w:r w:rsidRPr="005965E0">
        <w:t>Prambon</w:t>
      </w:r>
      <w:proofErr w:type="spellEnd"/>
      <w:r w:rsidRPr="005965E0">
        <w:t xml:space="preserve"> irrigation areas on the left bank, as well as the </w:t>
      </w:r>
      <w:proofErr w:type="spellStart"/>
      <w:r w:rsidRPr="005965E0">
        <w:t>Ngepeh</w:t>
      </w:r>
      <w:proofErr w:type="spellEnd"/>
      <w:r w:rsidRPr="005965E0">
        <w:t xml:space="preserve">, </w:t>
      </w:r>
      <w:proofErr w:type="spellStart"/>
      <w:r w:rsidRPr="005965E0">
        <w:t>Jabung</w:t>
      </w:r>
      <w:proofErr w:type="spellEnd"/>
      <w:r w:rsidRPr="005965E0">
        <w:t xml:space="preserve">, </w:t>
      </w:r>
      <w:proofErr w:type="spellStart"/>
      <w:r w:rsidRPr="005965E0">
        <w:t>Nglongah</w:t>
      </w:r>
      <w:proofErr w:type="spellEnd"/>
      <w:r w:rsidRPr="005965E0">
        <w:t>, and Outlet irrigation areas on the right bank.</w:t>
      </w:r>
    </w:p>
    <w:p w14:paraId="6D031B71" w14:textId="5FE546B8" w:rsidR="0067205D" w:rsidRPr="005965E0" w:rsidRDefault="0067205D" w:rsidP="005965E0">
      <w:pPr>
        <w:pStyle w:val="Paragraph"/>
      </w:pPr>
      <w:r w:rsidRPr="005965E0">
        <w:t>One potential solution for optimizing reservoir operation patterns is the use of the HEC-</w:t>
      </w:r>
      <w:proofErr w:type="spellStart"/>
      <w:r w:rsidRPr="005965E0">
        <w:t>ResSim</w:t>
      </w:r>
      <w:proofErr w:type="spellEnd"/>
      <w:r w:rsidRPr="005965E0">
        <w:t xml:space="preserve"> software. According to the User’s Manual developed by the U.S. Army Corps of Engineers, HEC-</w:t>
      </w:r>
      <w:proofErr w:type="spellStart"/>
      <w:r w:rsidRPr="005965E0">
        <w:t>ResSim</w:t>
      </w:r>
      <w:proofErr w:type="spellEnd"/>
      <w:r w:rsidRPr="005965E0">
        <w:t xml:space="preserve"> is designed to facilitate the testing of various reservoir operation rules and to support the selection of the most effective operational patterns. The program can accommodate multiple water resource management objectives, including irrigation, flood control, raw water supply, and hydropower generation, making it highly relevant for the management of multipurpose reservoirs such as the </w:t>
      </w:r>
      <w:proofErr w:type="spellStart"/>
      <w:r w:rsidRPr="005965E0">
        <w:t>Tugu</w:t>
      </w:r>
      <w:proofErr w:type="spellEnd"/>
      <w:r w:rsidRPr="005965E0">
        <w:t xml:space="preserve"> Dam. HEC-</w:t>
      </w:r>
      <w:proofErr w:type="spellStart"/>
      <w:r w:rsidRPr="005965E0">
        <w:t>ResSim</w:t>
      </w:r>
      <w:proofErr w:type="spellEnd"/>
      <w:r w:rsidRPr="005965E0">
        <w:t xml:space="preserve"> has proven effective through its application in various previous studies, including the Abay River in Ethiopia </w:t>
      </w:r>
      <w:sdt>
        <w:sdtPr>
          <w:tag w:val="MENDELEY_CITATION_v3_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"/>
          <w:id w:val="-641194009"/>
          <w:placeholder>
            <w:docPart w:val="DefaultPlaceholder_-1854013440"/>
          </w:placeholder>
        </w:sdtPr>
        <w:sdtEndPr/>
        <w:sdtContent>
          <w:r w:rsidR="003C7A0E" w:rsidRPr="005965E0">
            <w:t>(</w:t>
          </w:r>
          <w:proofErr w:type="spellStart"/>
          <w:r w:rsidR="003C7A0E" w:rsidRPr="005965E0">
            <w:t>Wondye</w:t>
          </w:r>
          <w:proofErr w:type="spellEnd"/>
          <w:r w:rsidR="003C7A0E" w:rsidRPr="005965E0">
            <w:t>, 2009)</w:t>
          </w:r>
        </w:sdtContent>
      </w:sdt>
      <w:r w:rsidRPr="005965E0">
        <w:t xml:space="preserve">, the </w:t>
      </w:r>
      <w:proofErr w:type="spellStart"/>
      <w:r w:rsidRPr="005965E0">
        <w:t>Tucui</w:t>
      </w:r>
      <w:proofErr w:type="spellEnd"/>
      <w:r w:rsidRPr="005965E0">
        <w:t xml:space="preserve"> Dam in Brazil </w:t>
      </w:r>
      <w:sdt>
        <w:sdtPr>
          <w:tag w:val="MENDELEY_CITATION_v3_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"/>
          <w:id w:val="-276108997"/>
          <w:placeholder>
            <w:docPart w:val="DefaultPlaceholder_-1854013440"/>
          </w:placeholder>
        </w:sdtPr>
        <w:sdtEndPr/>
        <w:sdtContent>
          <w:r w:rsidR="00C9479F" w:rsidRPr="005965E0">
            <w:t>(Lara et al., 2014)</w:t>
          </w:r>
        </w:sdtContent>
      </w:sdt>
      <w:r w:rsidRPr="005965E0">
        <w:t xml:space="preserve">, and the </w:t>
      </w:r>
      <w:r w:rsidRPr="005965E0">
        <w:lastRenderedPageBreak/>
        <w:t xml:space="preserve">Eastern Nile River </w:t>
      </w:r>
      <w:sdt>
        <w:sdtPr>
          <w:tag w:val="MENDELEY_CITATION_v3_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"/>
          <w:id w:val="641702822"/>
          <w:placeholder>
            <w:docPart w:val="DefaultPlaceholder_-1854013440"/>
          </w:placeholder>
        </w:sdtPr>
        <w:sdtEndPr/>
        <w:sdtContent>
          <w:r w:rsidR="00C9479F" w:rsidRPr="005965E0">
            <w:t>(Belachew Azeb, 2014)</w:t>
          </w:r>
        </w:sdtContent>
      </w:sdt>
      <w:r w:rsidRPr="005965E0">
        <w:t>. The successful use of this software in diverse geographical and hydrological contexts demonstrates its flexibility for adaptation to local conditions in Indonesia. By employing rule-based simulation modeling, HEC-</w:t>
      </w:r>
      <w:proofErr w:type="spellStart"/>
      <w:r w:rsidRPr="005965E0">
        <w:t>ResSim</w:t>
      </w:r>
      <w:proofErr w:type="spellEnd"/>
      <w:r w:rsidRPr="005965E0">
        <w:t xml:space="preserve"> can provide insight into reservoir performance under different hydrological scenarios, thereby supporting data-driven decision-making processes.</w:t>
      </w:r>
    </w:p>
    <w:p w14:paraId="45DE0876" w14:textId="6DBF136F" w:rsidR="0067205D" w:rsidRPr="005965E0" w:rsidRDefault="0067205D" w:rsidP="005965E0">
      <w:pPr>
        <w:pStyle w:val="Paragraph"/>
      </w:pPr>
      <w:r w:rsidRPr="005965E0">
        <w:t>HEC-</w:t>
      </w:r>
      <w:proofErr w:type="spellStart"/>
      <w:r w:rsidRPr="005965E0">
        <w:t>ResSim</w:t>
      </w:r>
      <w:proofErr w:type="spellEnd"/>
      <w:r w:rsidRPr="005965E0">
        <w:t xml:space="preserve"> has been proven to possess broad applicability and effectiveness in addressing a wide range of challenges in reservoir and water resources management. Its modular architecture, map-based schematic interface, and network representation capabilities enable realistic modeling of complex river–reservoir systems, while its status as public-domain software facilitates the sharing of knowledge and data </w:t>
      </w:r>
      <w:sdt>
        <w:sdtPr>
          <w:tag w:val="MENDELEY_CITATION_v3_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"/>
          <w:id w:val="-937446979"/>
          <w:placeholder>
            <w:docPart w:val="DefaultPlaceholder_-1854013440"/>
          </w:placeholder>
        </w:sdtPr>
        <w:sdtEndPr/>
        <w:sdtContent>
          <w:r w:rsidR="001F09C2" w:rsidRPr="005965E0">
            <w:t>(Dash et al., 2023)</w:t>
          </w:r>
        </w:sdtContent>
      </w:sdt>
      <w:r w:rsidRPr="005965E0">
        <w:t>. Operationally, HEC-</w:t>
      </w:r>
      <w:proofErr w:type="spellStart"/>
      <w:r w:rsidRPr="005965E0">
        <w:t>ResSim</w:t>
      </w:r>
      <w:proofErr w:type="spellEnd"/>
      <w:r w:rsidRPr="005965E0">
        <w:t xml:space="preserve"> supports multi-objective management—including irrigation, flood control, hydropower generation, navigation, and environmental flow maintenance through rule-based decision-making and robust scripting capabilities for managing complex systems </w:t>
      </w:r>
      <w:sdt>
        <w:sdtPr>
          <w:tag w:val="MENDELEY_CITATION_v3_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"/>
          <w:id w:val="1101998368"/>
          <w:placeholder>
            <w:docPart w:val="DefaultPlaceholder_-1854013440"/>
          </w:placeholder>
        </w:sdtPr>
        <w:sdtEndPr/>
        <w:sdtContent>
          <w:r w:rsidR="00D30C54" w:rsidRPr="005965E0">
            <w:t>(Meshkat &amp; Klipsch, 2018)</w:t>
          </w:r>
        </w:sdtContent>
      </w:sdt>
      <w:r w:rsidRPr="005965E0">
        <w:t>.</w:t>
      </w:r>
    </w:p>
    <w:p w14:paraId="3344DF63" w14:textId="76968647" w:rsidR="0067205D" w:rsidRPr="005965E0" w:rsidRDefault="0067205D" w:rsidP="005965E0">
      <w:pPr>
        <w:pStyle w:val="Paragraph"/>
      </w:pPr>
      <w:r w:rsidRPr="005965E0">
        <w:t xml:space="preserve">The model’s accuracy has been consistently demonstrated, with performance metrics showing a correlation coefficient ≥ 0.97 and Nash–Sutcliffe efficiency ≥ 0.85 in most studies, alongside excellent calibration results for monthly discharge simulation, water allocation assessment, and operations at various storage elevation levels </w:t>
      </w:r>
      <w:sdt>
        <w:sdtPr>
          <w:tag w:val="MENDELEY_CITATION_v3_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"/>
          <w:id w:val="-312955493"/>
          <w:placeholder>
            <w:docPart w:val="DefaultPlaceholder_-1854013440"/>
          </w:placeholder>
        </w:sdtPr>
        <w:sdtEndPr/>
        <w:sdtContent>
          <w:r w:rsidR="00384D16" w:rsidRPr="005965E0">
            <w:t>(Sulaiman et al., 2021)</w:t>
          </w:r>
        </w:sdtContent>
      </w:sdt>
      <w:r w:rsidRPr="005965E0">
        <w:t xml:space="preserve">. Furthermore, its integration with other models, such as SWAT and Genetic Algorithms, enhances its ability to optimize operations under uncertainty, adapt to climate variability, and evaluate future scenarios </w:t>
      </w:r>
      <w:sdt>
        <w:sdtPr>
          <w:tag w:val="MENDELEY_CITATION_v3_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"/>
          <w:id w:val="-1985622983"/>
          <w:placeholder>
            <w:docPart w:val="DefaultPlaceholder_-1854013440"/>
          </w:placeholder>
        </w:sdtPr>
        <w:sdtEndPr/>
        <w:sdtContent>
          <w:r w:rsidR="003F718D" w:rsidRPr="005965E0">
            <w:t>(Kim et al., 2020b)</w:t>
          </w:r>
        </w:sdtContent>
      </w:sdt>
      <w:r w:rsidRPr="005965E0">
        <w:t>. Collectively, these advantages position HEC-</w:t>
      </w:r>
      <w:proofErr w:type="spellStart"/>
      <w:r w:rsidRPr="005965E0">
        <w:t>ResSim</w:t>
      </w:r>
      <w:proofErr w:type="spellEnd"/>
      <w:r w:rsidRPr="005965E0">
        <w:t xml:space="preserve"> as a comprehensive, adaptive, and data-driven solution for meeting diverse operational and planning needs in both single and multi-reservoir systems worldwide.</w:t>
      </w:r>
    </w:p>
    <w:p w14:paraId="1E843ECF" w14:textId="22882962" w:rsidR="00B20658" w:rsidRDefault="0067205D" w:rsidP="005965E0">
      <w:pPr>
        <w:pStyle w:val="Paragraph"/>
      </w:pPr>
      <w:r w:rsidRPr="005965E0">
        <w:t xml:space="preserve">In the study “Effectiveness </w:t>
      </w:r>
      <w:proofErr w:type="spellStart"/>
      <w:r w:rsidRPr="005965E0">
        <w:t>Hec-ResSim</w:t>
      </w:r>
      <w:proofErr w:type="spellEnd"/>
      <w:r w:rsidRPr="005965E0">
        <w:t xml:space="preserve"> 3.5 program for Optimal Operation of </w:t>
      </w:r>
      <w:proofErr w:type="spellStart"/>
      <w:r w:rsidRPr="005965E0">
        <w:t>Tugu</w:t>
      </w:r>
      <w:proofErr w:type="spellEnd"/>
      <w:r w:rsidRPr="005965E0">
        <w:t xml:space="preserve"> Dam Reservoir East Java of Indonesian”, using HEC-</w:t>
      </w:r>
      <w:proofErr w:type="spellStart"/>
      <w:r w:rsidRPr="005965E0">
        <w:t>ResSim</w:t>
      </w:r>
      <w:proofErr w:type="spellEnd"/>
      <w:r w:rsidRPr="005965E0">
        <w:t xml:space="preserve"> is expected to generate a comprehensive analysis of reservoir storage capacity and its responsiveness to water supply demands. The results of analysis can be used to design an operational pattern that not only optimizes dam functions but also ensures a more equitable distribution of water across all supplementary irrigation areas. Thus, the application of HEC-</w:t>
      </w:r>
      <w:proofErr w:type="spellStart"/>
      <w:r w:rsidRPr="005965E0">
        <w:t>ResSim</w:t>
      </w:r>
      <w:proofErr w:type="spellEnd"/>
      <w:r w:rsidRPr="005965E0">
        <w:t xml:space="preserve"> represents a strategic approach to improving water resource management efficiency while supporting the sustainability of agricultural production within the </w:t>
      </w:r>
      <w:proofErr w:type="spellStart"/>
      <w:r w:rsidRPr="005965E0">
        <w:t>Tugu</w:t>
      </w:r>
      <w:proofErr w:type="spellEnd"/>
      <w:r w:rsidRPr="005965E0">
        <w:t xml:space="preserve"> Dam service area.</w:t>
      </w:r>
    </w:p>
    <w:p w14:paraId="5CA84ED2" w14:textId="77777777" w:rsidR="005965E0" w:rsidRPr="005965E0" w:rsidRDefault="005965E0" w:rsidP="005965E0">
      <w:pPr>
        <w:pStyle w:val="Paragraph"/>
      </w:pPr>
    </w:p>
    <w:p w14:paraId="3B9F3A6C" w14:textId="3FE4AD4C" w:rsidR="0066766F" w:rsidRDefault="00B02B2E" w:rsidP="005965E0">
      <w:pPr>
        <w:jc w:val="center"/>
        <w:rPr>
          <w:b/>
          <w:bCs/>
        </w:rPr>
      </w:pPr>
      <w:r w:rsidRPr="005965E0">
        <w:rPr>
          <w:b/>
          <w:bCs/>
        </w:rPr>
        <w:t xml:space="preserve">MATERIALS AND </w:t>
      </w:r>
      <w:r w:rsidR="0066766F" w:rsidRPr="005965E0">
        <w:rPr>
          <w:b/>
          <w:bCs/>
        </w:rPr>
        <w:t>METHODS</w:t>
      </w:r>
    </w:p>
    <w:p w14:paraId="42D922BD" w14:textId="77777777" w:rsidR="005965E0" w:rsidRPr="005965E0" w:rsidRDefault="005965E0" w:rsidP="005965E0">
      <w:pPr>
        <w:jc w:val="center"/>
        <w:rPr>
          <w:b/>
          <w:bCs/>
          <w:sz w:val="20"/>
        </w:rPr>
      </w:pPr>
    </w:p>
    <w:p w14:paraId="3661BF94" w14:textId="76E04BAC" w:rsidR="00B02B2E" w:rsidRPr="005965E0" w:rsidRDefault="00F00548" w:rsidP="005965E0">
      <w:pPr>
        <w:pStyle w:val="Paragraph"/>
      </w:pPr>
      <w:r w:rsidRPr="005965E0">
        <w:t xml:space="preserve">This research is a development of previous decision by dam </w:t>
      </w:r>
      <w:proofErr w:type="spellStart"/>
      <w:r w:rsidR="00E9693E" w:rsidRPr="005965E0">
        <w:t>T</w:t>
      </w:r>
      <w:r w:rsidRPr="005965E0">
        <w:t>ugu</w:t>
      </w:r>
      <w:proofErr w:type="spellEnd"/>
      <w:r w:rsidRPr="005965E0">
        <w:t xml:space="preserve"> operators and applied at </w:t>
      </w:r>
      <w:proofErr w:type="spellStart"/>
      <w:r w:rsidR="00A5725C" w:rsidRPr="005965E0">
        <w:t>T</w:t>
      </w:r>
      <w:r w:rsidRPr="005965E0">
        <w:t>ugu</w:t>
      </w:r>
      <w:proofErr w:type="spellEnd"/>
      <w:r w:rsidRPr="005965E0">
        <w:t xml:space="preserve"> dam after impounding 2021.  The data that has been obtained from the government release decision, inflow series 1987-2019 from AWLR Keser River (33 years, 10-day aggregation), Evapotranspiration 2022, Irrigation demand</w:t>
      </w:r>
      <w:r w:rsidR="00745E3A" w:rsidRPr="005965E0">
        <w:t>.</w:t>
      </w:r>
    </w:p>
    <w:p w14:paraId="4B6A8B9A" w14:textId="77777777" w:rsidR="00E9693E" w:rsidRPr="005965E0" w:rsidRDefault="00E9693E" w:rsidP="005965E0">
      <w:pPr>
        <w:pStyle w:val="Paragraph"/>
      </w:pPr>
    </w:p>
    <w:p w14:paraId="6DC2CD38" w14:textId="77777777" w:rsidR="00B80921" w:rsidRPr="005965E0" w:rsidRDefault="00E9693E" w:rsidP="005965E0">
      <w:pPr>
        <w:pStyle w:val="Paragraph"/>
        <w:keepNext/>
        <w:ind w:firstLine="0"/>
        <w:jc w:val="center"/>
        <w:rPr>
          <w:b/>
          <w:bCs/>
        </w:rPr>
      </w:pPr>
      <w:r w:rsidRPr="005965E0">
        <w:rPr>
          <w:noProof/>
        </w:rPr>
        <w:drawing>
          <wp:inline distT="0" distB="0" distL="0" distR="0" wp14:anchorId="321E5423" wp14:editId="508E83E7">
            <wp:extent cx="2681348" cy="2339340"/>
            <wp:effectExtent l="0" t="0" r="5080" b="3810"/>
            <wp:docPr id="136320628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3206284" name=""/>
                    <pic:cNvPicPr/>
                  </pic:nvPicPr>
                  <pic:blipFill>
                    <a:blip r:embed="rId12"/>
                    <a:stretch>
                      <a:fillRect/>
                    </a:stretch>
                  </pic:blipFill>
                  <pic:spPr>
                    <a:xfrm>
                      <a:off x="0" y="0"/>
                      <a:ext cx="2690886" cy="2347662"/>
                    </a:xfrm>
                    <a:prstGeom prst="rect">
                      <a:avLst/>
                    </a:prstGeom>
                  </pic:spPr>
                </pic:pic>
              </a:graphicData>
            </a:graphic>
          </wp:inline>
        </w:drawing>
      </w:r>
    </w:p>
    <w:p w14:paraId="159C45F1" w14:textId="0384F299" w:rsidR="00E9693E" w:rsidRPr="005965E0" w:rsidRDefault="00B80921" w:rsidP="005965E0">
      <w:pPr>
        <w:pStyle w:val="Figure"/>
      </w:pPr>
      <w:bookmarkStart w:id="0" w:name="_Ref205762027"/>
      <w:r w:rsidRPr="005965E0">
        <w:rPr>
          <w:b/>
          <w:bCs/>
        </w:rPr>
        <w:t xml:space="preserve">FIGURE </w:t>
      </w:r>
      <w:r w:rsidRPr="005965E0">
        <w:rPr>
          <w:b/>
          <w:bCs/>
        </w:rPr>
        <w:fldChar w:fldCharType="begin"/>
      </w:r>
      <w:r w:rsidRPr="005965E0">
        <w:rPr>
          <w:b/>
          <w:bCs/>
        </w:rPr>
        <w:instrText xml:space="preserve"> SEQ FIGURE \* ARABIC </w:instrText>
      </w:r>
      <w:r w:rsidRPr="005965E0">
        <w:rPr>
          <w:b/>
          <w:bCs/>
        </w:rPr>
        <w:fldChar w:fldCharType="separate"/>
      </w:r>
      <w:r w:rsidR="00AC1052">
        <w:rPr>
          <w:b/>
          <w:bCs/>
          <w:noProof/>
        </w:rPr>
        <w:t>1</w:t>
      </w:r>
      <w:r w:rsidRPr="005965E0">
        <w:rPr>
          <w:b/>
          <w:bCs/>
        </w:rPr>
        <w:fldChar w:fldCharType="end"/>
      </w:r>
      <w:bookmarkEnd w:id="0"/>
      <w:r w:rsidR="005965E0" w:rsidRPr="005965E0">
        <w:rPr>
          <w:b/>
          <w:bCs/>
        </w:rPr>
        <w:t xml:space="preserve">. </w:t>
      </w:r>
      <w:proofErr w:type="spellStart"/>
      <w:r w:rsidR="00E07BF8" w:rsidRPr="005965E0">
        <w:t>Tugu</w:t>
      </w:r>
      <w:proofErr w:type="spellEnd"/>
      <w:r w:rsidR="00E07BF8" w:rsidRPr="005965E0">
        <w:t xml:space="preserve"> Reservoir and </w:t>
      </w:r>
      <w:proofErr w:type="spellStart"/>
      <w:r w:rsidR="00E07BF8" w:rsidRPr="005965E0">
        <w:t>Keser</w:t>
      </w:r>
      <w:proofErr w:type="spellEnd"/>
      <w:r w:rsidR="00E07BF8" w:rsidRPr="005965E0">
        <w:t xml:space="preserve"> River</w:t>
      </w:r>
    </w:p>
    <w:p w14:paraId="249C91D9" w14:textId="77777777" w:rsidR="00B34441" w:rsidRPr="005965E0" w:rsidRDefault="00B34441" w:rsidP="005965E0">
      <w:pPr>
        <w:pStyle w:val="Paragraph"/>
      </w:pPr>
    </w:p>
    <w:p w14:paraId="2D922ECA" w14:textId="50EFAB48" w:rsidR="00341BCD" w:rsidRDefault="0002537D" w:rsidP="005965E0">
      <w:pPr>
        <w:pStyle w:val="Paragraph"/>
      </w:pPr>
      <w:r w:rsidRPr="005965E0">
        <w:t>Data Collection</w:t>
      </w:r>
      <w:r w:rsidR="00341BCD" w:rsidRPr="005965E0">
        <w:t xml:space="preserve"> i</w:t>
      </w:r>
      <w:r w:rsidRPr="005965E0">
        <w:t xml:space="preserve">n order to model the reservoir operation of </w:t>
      </w:r>
      <w:proofErr w:type="spellStart"/>
      <w:r w:rsidRPr="005965E0">
        <w:t>Tugu</w:t>
      </w:r>
      <w:proofErr w:type="spellEnd"/>
      <w:r w:rsidRPr="005965E0">
        <w:t xml:space="preserve">, data were collected from the </w:t>
      </w:r>
      <w:r w:rsidRPr="005965E0">
        <w:rPr>
          <w:i/>
          <w:iCs/>
        </w:rPr>
        <w:t xml:space="preserve">Balai Besar Wilayah Sungai (BBWS) </w:t>
      </w:r>
      <w:r w:rsidRPr="005965E0">
        <w:t>Brantas</w:t>
      </w:r>
      <w:r w:rsidR="00B34441" w:rsidRPr="005965E0">
        <w:t xml:space="preserve"> and from previously carried out studies as shown in </w:t>
      </w:r>
      <w:r w:rsidR="00A5725C" w:rsidRPr="005965E0">
        <w:fldChar w:fldCharType="begin"/>
      </w:r>
      <w:r w:rsidR="00A5725C" w:rsidRPr="005965E0">
        <w:instrText xml:space="preserve"> REF _Ref205763566 \h </w:instrText>
      </w:r>
      <w:r w:rsidR="005965E0" w:rsidRPr="005965E0">
        <w:instrText xml:space="preserve"> \* MERGEFORMAT </w:instrText>
      </w:r>
      <w:r w:rsidR="00A5725C" w:rsidRPr="005965E0">
        <w:fldChar w:fldCharType="separate"/>
      </w:r>
      <w:r w:rsidR="00AC1052" w:rsidRPr="00AC1052">
        <w:t xml:space="preserve">TABLE </w:t>
      </w:r>
      <w:r w:rsidR="00AC1052" w:rsidRPr="00AC1052">
        <w:rPr>
          <w:noProof/>
        </w:rPr>
        <w:t>1</w:t>
      </w:r>
      <w:r w:rsidR="00A5725C" w:rsidRPr="005965E0">
        <w:fldChar w:fldCharType="end"/>
      </w:r>
      <w:r w:rsidR="00B34441" w:rsidRPr="005965E0">
        <w:t xml:space="preserve">. The data includes </w:t>
      </w:r>
      <w:r w:rsidR="00B34441" w:rsidRPr="005965E0">
        <w:lastRenderedPageBreak/>
        <w:t>storages capacities of reservoir at different elevations, time series flow data</w:t>
      </w:r>
      <w:r w:rsidR="00982BB3" w:rsidRPr="005965E0">
        <w:t>, intake</w:t>
      </w:r>
      <w:r w:rsidR="00B34441" w:rsidRPr="005965E0">
        <w:t>,</w:t>
      </w:r>
      <w:r w:rsidR="00982BB3" w:rsidRPr="005965E0">
        <w:t xml:space="preserve"> spillway, and</w:t>
      </w:r>
      <w:r w:rsidR="00B34441" w:rsidRPr="005965E0">
        <w:t xml:space="preserve"> demand water irrigation, and evaporation data of the reservoir in years.</w:t>
      </w:r>
    </w:p>
    <w:p w14:paraId="4A1E2BBD" w14:textId="77777777" w:rsidR="005965E0" w:rsidRPr="005965E0" w:rsidRDefault="005965E0" w:rsidP="00AD47D5">
      <w:pPr>
        <w:pStyle w:val="Paragraph"/>
        <w:ind w:firstLine="0"/>
      </w:pPr>
    </w:p>
    <w:p w14:paraId="600F0438" w14:textId="101DE370" w:rsidR="00B80921" w:rsidRPr="005965E0" w:rsidRDefault="00B80921" w:rsidP="005965E0">
      <w:pPr>
        <w:pStyle w:val="TableCaption"/>
      </w:pPr>
      <w:bookmarkStart w:id="1" w:name="_Ref205763566"/>
      <w:r w:rsidRPr="005965E0">
        <w:rPr>
          <w:b/>
          <w:bCs/>
        </w:rPr>
        <w:t xml:space="preserve">TABLE </w:t>
      </w:r>
      <w:r w:rsidRPr="005965E0">
        <w:rPr>
          <w:b/>
          <w:bCs/>
        </w:rPr>
        <w:fldChar w:fldCharType="begin"/>
      </w:r>
      <w:r w:rsidRPr="005965E0">
        <w:rPr>
          <w:b/>
          <w:bCs/>
        </w:rPr>
        <w:instrText xml:space="preserve"> SEQ TABLE \* ARABIC </w:instrText>
      </w:r>
      <w:r w:rsidRPr="005965E0">
        <w:rPr>
          <w:b/>
          <w:bCs/>
        </w:rPr>
        <w:fldChar w:fldCharType="separate"/>
      </w:r>
      <w:r w:rsidR="00AC1052">
        <w:rPr>
          <w:b/>
          <w:bCs/>
          <w:noProof/>
        </w:rPr>
        <w:t>1</w:t>
      </w:r>
      <w:r w:rsidRPr="005965E0">
        <w:rPr>
          <w:b/>
          <w:bCs/>
        </w:rPr>
        <w:fldChar w:fldCharType="end"/>
      </w:r>
      <w:bookmarkEnd w:id="1"/>
      <w:r w:rsidR="005965E0">
        <w:rPr>
          <w:b/>
          <w:bCs/>
        </w:rPr>
        <w:t xml:space="preserve">. </w:t>
      </w:r>
      <w:r w:rsidR="005965E0" w:rsidRPr="005965E0">
        <w:rPr>
          <w:b/>
          <w:bCs/>
        </w:rPr>
        <w:t xml:space="preserve"> </w:t>
      </w:r>
      <w:proofErr w:type="spellStart"/>
      <w:r w:rsidR="00E07BF8" w:rsidRPr="005965E0">
        <w:t>Tugu</w:t>
      </w:r>
      <w:proofErr w:type="spellEnd"/>
      <w:r w:rsidR="00E07BF8" w:rsidRPr="005965E0">
        <w:t xml:space="preserve"> Dam and Reservoir Data Collection Sources</w:t>
      </w:r>
    </w:p>
    <w:tbl>
      <w:tblPr>
        <w:tblW w:w="5000" w:type="pct"/>
        <w:jc w:val="center"/>
        <w:tblBorders>
          <w:bottom w:val="single" w:sz="4" w:space="0" w:color="auto"/>
        </w:tblBorders>
        <w:tblLook w:val="0000" w:firstRow="0" w:lastRow="0" w:firstColumn="0" w:lastColumn="0" w:noHBand="0" w:noVBand="0"/>
      </w:tblPr>
      <w:tblGrid>
        <w:gridCol w:w="3120"/>
        <w:gridCol w:w="3121"/>
        <w:gridCol w:w="3119"/>
      </w:tblGrid>
      <w:tr w:rsidR="005965E0" w:rsidRPr="005965E0" w14:paraId="05027D50" w14:textId="77777777" w:rsidTr="00982BB3">
        <w:trPr>
          <w:cantSplit/>
          <w:trHeight w:val="272"/>
          <w:jc w:val="center"/>
        </w:trPr>
        <w:tc>
          <w:tcPr>
            <w:tcW w:w="1667" w:type="pct"/>
            <w:tcBorders>
              <w:top w:val="single" w:sz="4" w:space="0" w:color="auto"/>
              <w:bottom w:val="single" w:sz="4" w:space="0" w:color="auto"/>
            </w:tcBorders>
            <w:vAlign w:val="center"/>
          </w:tcPr>
          <w:p w14:paraId="4C3888EF" w14:textId="770C2D3A" w:rsidR="00B34441" w:rsidRPr="005965E0" w:rsidRDefault="00982BB3" w:rsidP="005965E0">
            <w:pPr>
              <w:jc w:val="center"/>
            </w:pPr>
            <w:r w:rsidRPr="005965E0">
              <w:rPr>
                <w:b/>
                <w:sz w:val="18"/>
                <w:szCs w:val="18"/>
              </w:rPr>
              <w:t>Data</w:t>
            </w:r>
          </w:p>
        </w:tc>
        <w:tc>
          <w:tcPr>
            <w:tcW w:w="1667" w:type="pct"/>
            <w:tcBorders>
              <w:top w:val="single" w:sz="4" w:space="0" w:color="auto"/>
              <w:bottom w:val="single" w:sz="4" w:space="0" w:color="auto"/>
            </w:tcBorders>
            <w:vAlign w:val="center"/>
          </w:tcPr>
          <w:p w14:paraId="2FEA1A3B" w14:textId="30663A34" w:rsidR="00B34441" w:rsidRPr="005965E0" w:rsidRDefault="00982BB3" w:rsidP="005965E0">
            <w:pPr>
              <w:jc w:val="center"/>
              <w:rPr>
                <w:b/>
                <w:sz w:val="18"/>
                <w:szCs w:val="18"/>
              </w:rPr>
            </w:pPr>
            <w:r w:rsidRPr="005965E0">
              <w:rPr>
                <w:b/>
                <w:sz w:val="18"/>
                <w:szCs w:val="18"/>
              </w:rPr>
              <w:t>Years</w:t>
            </w:r>
          </w:p>
        </w:tc>
        <w:tc>
          <w:tcPr>
            <w:tcW w:w="1666" w:type="pct"/>
            <w:tcBorders>
              <w:top w:val="single" w:sz="4" w:space="0" w:color="auto"/>
              <w:bottom w:val="single" w:sz="4" w:space="0" w:color="auto"/>
            </w:tcBorders>
            <w:vAlign w:val="center"/>
          </w:tcPr>
          <w:p w14:paraId="42FD285E" w14:textId="519EA90E" w:rsidR="00B34441" w:rsidRPr="005965E0" w:rsidRDefault="00982BB3" w:rsidP="005965E0">
            <w:pPr>
              <w:jc w:val="center"/>
              <w:rPr>
                <w:b/>
                <w:sz w:val="18"/>
                <w:szCs w:val="18"/>
              </w:rPr>
            </w:pPr>
            <w:r w:rsidRPr="005965E0">
              <w:rPr>
                <w:b/>
                <w:sz w:val="18"/>
                <w:szCs w:val="18"/>
              </w:rPr>
              <w:t>Sources</w:t>
            </w:r>
          </w:p>
        </w:tc>
      </w:tr>
      <w:tr w:rsidR="005965E0" w:rsidRPr="005965E0" w14:paraId="425ACA73" w14:textId="77777777" w:rsidTr="00982BB3">
        <w:trPr>
          <w:cantSplit/>
          <w:jc w:val="center"/>
        </w:trPr>
        <w:tc>
          <w:tcPr>
            <w:tcW w:w="1667" w:type="pct"/>
            <w:tcBorders>
              <w:top w:val="nil"/>
            </w:tcBorders>
          </w:tcPr>
          <w:p w14:paraId="4B8E0D66" w14:textId="4ECAF593" w:rsidR="00B34441" w:rsidRPr="005965E0" w:rsidRDefault="00982BB3" w:rsidP="005965E0">
            <w:pPr>
              <w:pStyle w:val="Paragraph"/>
            </w:pPr>
            <w:r w:rsidRPr="005965E0">
              <w:t>Storages capacities of reservoir</w:t>
            </w:r>
          </w:p>
        </w:tc>
        <w:tc>
          <w:tcPr>
            <w:tcW w:w="1667" w:type="pct"/>
            <w:tcBorders>
              <w:top w:val="nil"/>
            </w:tcBorders>
          </w:tcPr>
          <w:p w14:paraId="23A4E9C2" w14:textId="18859315" w:rsidR="00B34441" w:rsidRPr="005965E0" w:rsidRDefault="00982BB3" w:rsidP="005965E0">
            <w:pPr>
              <w:jc w:val="center"/>
              <w:rPr>
                <w:sz w:val="20"/>
              </w:rPr>
            </w:pPr>
            <w:r w:rsidRPr="005965E0">
              <w:rPr>
                <w:sz w:val="20"/>
              </w:rPr>
              <w:t>2021</w:t>
            </w:r>
          </w:p>
        </w:tc>
        <w:tc>
          <w:tcPr>
            <w:tcW w:w="1666" w:type="pct"/>
            <w:tcBorders>
              <w:top w:val="nil"/>
            </w:tcBorders>
          </w:tcPr>
          <w:p w14:paraId="08A879F1" w14:textId="181EFB01" w:rsidR="00B34441" w:rsidRPr="005965E0" w:rsidRDefault="00982BB3" w:rsidP="005965E0">
            <w:pPr>
              <w:jc w:val="center"/>
              <w:rPr>
                <w:sz w:val="20"/>
              </w:rPr>
            </w:pPr>
            <w:r w:rsidRPr="005965E0">
              <w:rPr>
                <w:sz w:val="20"/>
              </w:rPr>
              <w:t xml:space="preserve">Hydrology reports </w:t>
            </w:r>
            <w:proofErr w:type="spellStart"/>
            <w:r w:rsidRPr="005965E0">
              <w:rPr>
                <w:sz w:val="20"/>
              </w:rPr>
              <w:t>Tugu</w:t>
            </w:r>
            <w:proofErr w:type="spellEnd"/>
            <w:r w:rsidRPr="005965E0">
              <w:rPr>
                <w:sz w:val="20"/>
              </w:rPr>
              <w:t xml:space="preserve"> Dam </w:t>
            </w:r>
            <w:r w:rsidR="00E513A0" w:rsidRPr="005965E0">
              <w:rPr>
                <w:sz w:val="20"/>
              </w:rPr>
              <w:t xml:space="preserve">(BBWS) </w:t>
            </w:r>
            <w:proofErr w:type="spellStart"/>
            <w:r w:rsidR="00E513A0" w:rsidRPr="005965E0">
              <w:rPr>
                <w:sz w:val="20"/>
              </w:rPr>
              <w:t>Brantas</w:t>
            </w:r>
            <w:proofErr w:type="spellEnd"/>
          </w:p>
        </w:tc>
      </w:tr>
      <w:tr w:rsidR="005965E0" w:rsidRPr="005965E0" w14:paraId="458E6E2F" w14:textId="77777777" w:rsidTr="00982BB3">
        <w:trPr>
          <w:cantSplit/>
          <w:jc w:val="center"/>
        </w:trPr>
        <w:tc>
          <w:tcPr>
            <w:tcW w:w="1667" w:type="pct"/>
          </w:tcPr>
          <w:p w14:paraId="30156496" w14:textId="0D97AF40" w:rsidR="00B34441" w:rsidRPr="005965E0" w:rsidRDefault="00982BB3" w:rsidP="005965E0">
            <w:pPr>
              <w:pStyle w:val="Paragraph"/>
            </w:pPr>
            <w:r w:rsidRPr="005965E0">
              <w:t>Time series flow data</w:t>
            </w:r>
          </w:p>
        </w:tc>
        <w:tc>
          <w:tcPr>
            <w:tcW w:w="1667" w:type="pct"/>
          </w:tcPr>
          <w:p w14:paraId="3FC09AEB" w14:textId="1FA53FD8" w:rsidR="00B34441" w:rsidRPr="005965E0" w:rsidRDefault="00982BB3" w:rsidP="005965E0">
            <w:pPr>
              <w:jc w:val="center"/>
              <w:rPr>
                <w:sz w:val="20"/>
              </w:rPr>
            </w:pPr>
            <w:r w:rsidRPr="005965E0">
              <w:rPr>
                <w:sz w:val="20"/>
              </w:rPr>
              <w:t>2021</w:t>
            </w:r>
          </w:p>
        </w:tc>
        <w:tc>
          <w:tcPr>
            <w:tcW w:w="1666" w:type="pct"/>
          </w:tcPr>
          <w:p w14:paraId="5B040DB3" w14:textId="57E43055" w:rsidR="00B34441" w:rsidRPr="005965E0" w:rsidRDefault="00BD441E" w:rsidP="005965E0">
            <w:pPr>
              <w:jc w:val="center"/>
              <w:rPr>
                <w:sz w:val="20"/>
              </w:rPr>
            </w:pPr>
            <w:r w:rsidRPr="005965E0">
              <w:rPr>
                <w:sz w:val="20"/>
              </w:rPr>
              <w:t xml:space="preserve">Hydrology reports </w:t>
            </w:r>
            <w:proofErr w:type="spellStart"/>
            <w:r w:rsidRPr="005965E0">
              <w:rPr>
                <w:sz w:val="20"/>
              </w:rPr>
              <w:t>Tugu</w:t>
            </w:r>
            <w:proofErr w:type="spellEnd"/>
            <w:r w:rsidRPr="005965E0">
              <w:rPr>
                <w:sz w:val="20"/>
              </w:rPr>
              <w:t xml:space="preserve"> Dam </w:t>
            </w:r>
            <w:r w:rsidR="00E513A0" w:rsidRPr="005965E0">
              <w:rPr>
                <w:sz w:val="20"/>
              </w:rPr>
              <w:t xml:space="preserve">(BBWS) </w:t>
            </w:r>
            <w:proofErr w:type="spellStart"/>
            <w:r w:rsidR="00E513A0" w:rsidRPr="005965E0">
              <w:rPr>
                <w:sz w:val="20"/>
              </w:rPr>
              <w:t>Brantas</w:t>
            </w:r>
            <w:proofErr w:type="spellEnd"/>
          </w:p>
        </w:tc>
      </w:tr>
      <w:tr w:rsidR="005965E0" w:rsidRPr="005965E0" w14:paraId="0F0F2CE7" w14:textId="77777777" w:rsidTr="00982BB3">
        <w:trPr>
          <w:cantSplit/>
          <w:trHeight w:val="237"/>
          <w:jc w:val="center"/>
        </w:trPr>
        <w:tc>
          <w:tcPr>
            <w:tcW w:w="1667" w:type="pct"/>
          </w:tcPr>
          <w:p w14:paraId="0425D8F8" w14:textId="61B874D2" w:rsidR="00B34441" w:rsidRPr="005965E0" w:rsidRDefault="00982BB3" w:rsidP="005965E0">
            <w:pPr>
              <w:pStyle w:val="Paragraph"/>
            </w:pPr>
            <w:r w:rsidRPr="005965E0">
              <w:t>Intake</w:t>
            </w:r>
          </w:p>
        </w:tc>
        <w:tc>
          <w:tcPr>
            <w:tcW w:w="1667" w:type="pct"/>
          </w:tcPr>
          <w:p w14:paraId="3B01580B" w14:textId="54CB848D" w:rsidR="00B34441" w:rsidRPr="005965E0" w:rsidRDefault="00982BB3" w:rsidP="005965E0">
            <w:pPr>
              <w:jc w:val="center"/>
              <w:rPr>
                <w:sz w:val="20"/>
              </w:rPr>
            </w:pPr>
            <w:r w:rsidRPr="005965E0">
              <w:rPr>
                <w:sz w:val="20"/>
              </w:rPr>
              <w:t>2021</w:t>
            </w:r>
          </w:p>
        </w:tc>
        <w:tc>
          <w:tcPr>
            <w:tcW w:w="1666" w:type="pct"/>
          </w:tcPr>
          <w:p w14:paraId="3D9B6F72" w14:textId="54C6C8C6" w:rsidR="00B34441" w:rsidRPr="005965E0" w:rsidRDefault="00BD441E" w:rsidP="005965E0">
            <w:pPr>
              <w:jc w:val="center"/>
              <w:rPr>
                <w:sz w:val="20"/>
              </w:rPr>
            </w:pPr>
            <w:r w:rsidRPr="005965E0">
              <w:rPr>
                <w:sz w:val="20"/>
              </w:rPr>
              <w:t xml:space="preserve">Detail design of </w:t>
            </w:r>
            <w:proofErr w:type="spellStart"/>
            <w:r w:rsidRPr="005965E0">
              <w:rPr>
                <w:sz w:val="20"/>
              </w:rPr>
              <w:t>Tugu</w:t>
            </w:r>
            <w:proofErr w:type="spellEnd"/>
            <w:r w:rsidRPr="005965E0">
              <w:rPr>
                <w:sz w:val="20"/>
              </w:rPr>
              <w:t xml:space="preserve"> Dam </w:t>
            </w:r>
          </w:p>
        </w:tc>
      </w:tr>
      <w:tr w:rsidR="005965E0" w:rsidRPr="005965E0" w14:paraId="690CF348" w14:textId="77777777" w:rsidTr="00982BB3">
        <w:trPr>
          <w:cantSplit/>
          <w:trHeight w:val="237"/>
          <w:jc w:val="center"/>
        </w:trPr>
        <w:tc>
          <w:tcPr>
            <w:tcW w:w="1667" w:type="pct"/>
          </w:tcPr>
          <w:p w14:paraId="34CB576F" w14:textId="797B0A35" w:rsidR="00982BB3" w:rsidRPr="005965E0" w:rsidRDefault="00982BB3" w:rsidP="005965E0">
            <w:pPr>
              <w:pStyle w:val="Paragraph"/>
            </w:pPr>
            <w:r w:rsidRPr="005965E0">
              <w:t>Spillway</w:t>
            </w:r>
          </w:p>
        </w:tc>
        <w:tc>
          <w:tcPr>
            <w:tcW w:w="1667" w:type="pct"/>
          </w:tcPr>
          <w:p w14:paraId="77E61849" w14:textId="0693F0B8" w:rsidR="00982BB3" w:rsidRPr="005965E0" w:rsidRDefault="00982BB3" w:rsidP="005965E0">
            <w:pPr>
              <w:jc w:val="center"/>
              <w:rPr>
                <w:sz w:val="20"/>
              </w:rPr>
            </w:pPr>
            <w:r w:rsidRPr="005965E0">
              <w:rPr>
                <w:sz w:val="20"/>
              </w:rPr>
              <w:t>2021</w:t>
            </w:r>
          </w:p>
        </w:tc>
        <w:tc>
          <w:tcPr>
            <w:tcW w:w="1666" w:type="pct"/>
          </w:tcPr>
          <w:p w14:paraId="513E95FD" w14:textId="094664CD" w:rsidR="00982BB3" w:rsidRPr="005965E0" w:rsidRDefault="00BD441E" w:rsidP="005965E0">
            <w:pPr>
              <w:jc w:val="center"/>
              <w:rPr>
                <w:sz w:val="20"/>
              </w:rPr>
            </w:pPr>
            <w:r w:rsidRPr="005965E0">
              <w:rPr>
                <w:sz w:val="20"/>
              </w:rPr>
              <w:t xml:space="preserve">Detail design of </w:t>
            </w:r>
            <w:proofErr w:type="spellStart"/>
            <w:r w:rsidRPr="005965E0">
              <w:rPr>
                <w:sz w:val="20"/>
              </w:rPr>
              <w:t>Tugu</w:t>
            </w:r>
            <w:proofErr w:type="spellEnd"/>
            <w:r w:rsidRPr="005965E0">
              <w:rPr>
                <w:sz w:val="20"/>
              </w:rPr>
              <w:t xml:space="preserve"> Dam</w:t>
            </w:r>
          </w:p>
        </w:tc>
      </w:tr>
      <w:tr w:rsidR="005965E0" w:rsidRPr="005965E0" w14:paraId="769E6B75" w14:textId="77777777" w:rsidTr="00982BB3">
        <w:trPr>
          <w:cantSplit/>
          <w:trHeight w:val="237"/>
          <w:jc w:val="center"/>
        </w:trPr>
        <w:tc>
          <w:tcPr>
            <w:tcW w:w="1667" w:type="pct"/>
          </w:tcPr>
          <w:p w14:paraId="11C78509" w14:textId="731D6802" w:rsidR="00982BB3" w:rsidRPr="005965E0" w:rsidRDefault="00982BB3" w:rsidP="005965E0">
            <w:pPr>
              <w:pStyle w:val="Paragraph"/>
            </w:pPr>
            <w:r w:rsidRPr="005965E0">
              <w:t>Demand water irrigation</w:t>
            </w:r>
          </w:p>
        </w:tc>
        <w:tc>
          <w:tcPr>
            <w:tcW w:w="1667" w:type="pct"/>
          </w:tcPr>
          <w:p w14:paraId="2E476E9B" w14:textId="64140065" w:rsidR="00982BB3" w:rsidRPr="005965E0" w:rsidRDefault="00982BB3" w:rsidP="005965E0">
            <w:pPr>
              <w:jc w:val="center"/>
              <w:rPr>
                <w:sz w:val="20"/>
              </w:rPr>
            </w:pPr>
            <w:r w:rsidRPr="005965E0">
              <w:rPr>
                <w:sz w:val="20"/>
              </w:rPr>
              <w:t>2021</w:t>
            </w:r>
          </w:p>
        </w:tc>
        <w:tc>
          <w:tcPr>
            <w:tcW w:w="1666" w:type="pct"/>
          </w:tcPr>
          <w:p w14:paraId="056B0B55" w14:textId="4A95E4EB" w:rsidR="00982BB3" w:rsidRPr="005965E0" w:rsidRDefault="00BD441E" w:rsidP="005965E0">
            <w:pPr>
              <w:jc w:val="center"/>
              <w:rPr>
                <w:sz w:val="20"/>
              </w:rPr>
            </w:pPr>
            <w:r w:rsidRPr="005965E0">
              <w:rPr>
                <w:sz w:val="20"/>
              </w:rPr>
              <w:t xml:space="preserve">Hydrology reports </w:t>
            </w:r>
            <w:proofErr w:type="spellStart"/>
            <w:r w:rsidRPr="005965E0">
              <w:rPr>
                <w:sz w:val="20"/>
              </w:rPr>
              <w:t>Tugu</w:t>
            </w:r>
            <w:proofErr w:type="spellEnd"/>
            <w:r w:rsidRPr="005965E0">
              <w:rPr>
                <w:sz w:val="20"/>
              </w:rPr>
              <w:t xml:space="preserve"> Dam </w:t>
            </w:r>
            <w:r w:rsidR="00E513A0" w:rsidRPr="005965E0">
              <w:rPr>
                <w:sz w:val="20"/>
              </w:rPr>
              <w:t xml:space="preserve">(BBWS) </w:t>
            </w:r>
            <w:proofErr w:type="spellStart"/>
            <w:r w:rsidR="00E513A0" w:rsidRPr="005965E0">
              <w:rPr>
                <w:sz w:val="20"/>
              </w:rPr>
              <w:t>Brantas</w:t>
            </w:r>
            <w:proofErr w:type="spellEnd"/>
          </w:p>
        </w:tc>
      </w:tr>
      <w:tr w:rsidR="005965E0" w:rsidRPr="005965E0" w14:paraId="45BA6515" w14:textId="77777777" w:rsidTr="00982BB3">
        <w:trPr>
          <w:cantSplit/>
          <w:trHeight w:val="237"/>
          <w:jc w:val="center"/>
        </w:trPr>
        <w:tc>
          <w:tcPr>
            <w:tcW w:w="1667" w:type="pct"/>
          </w:tcPr>
          <w:p w14:paraId="7D758EBC" w14:textId="70AE383A" w:rsidR="00982BB3" w:rsidRPr="005965E0" w:rsidRDefault="00982BB3" w:rsidP="005965E0">
            <w:pPr>
              <w:pStyle w:val="Paragraph"/>
            </w:pPr>
            <w:r w:rsidRPr="005965E0">
              <w:t>Release water decision</w:t>
            </w:r>
          </w:p>
        </w:tc>
        <w:tc>
          <w:tcPr>
            <w:tcW w:w="1667" w:type="pct"/>
          </w:tcPr>
          <w:p w14:paraId="21F1CDAA" w14:textId="593E8B88" w:rsidR="00982BB3" w:rsidRPr="005965E0" w:rsidRDefault="00982BB3" w:rsidP="005965E0">
            <w:pPr>
              <w:jc w:val="center"/>
              <w:rPr>
                <w:sz w:val="20"/>
              </w:rPr>
            </w:pPr>
            <w:r w:rsidRPr="005965E0">
              <w:rPr>
                <w:sz w:val="20"/>
              </w:rPr>
              <w:t>2021</w:t>
            </w:r>
          </w:p>
        </w:tc>
        <w:tc>
          <w:tcPr>
            <w:tcW w:w="1666" w:type="pct"/>
          </w:tcPr>
          <w:p w14:paraId="546BC6E7" w14:textId="2D054936" w:rsidR="00982BB3" w:rsidRPr="005965E0" w:rsidRDefault="00BD441E" w:rsidP="005965E0">
            <w:pPr>
              <w:jc w:val="center"/>
              <w:rPr>
                <w:sz w:val="20"/>
              </w:rPr>
            </w:pPr>
            <w:r w:rsidRPr="005965E0">
              <w:rPr>
                <w:sz w:val="20"/>
              </w:rPr>
              <w:t xml:space="preserve">Hydrology reports </w:t>
            </w:r>
            <w:proofErr w:type="spellStart"/>
            <w:r w:rsidRPr="005965E0">
              <w:rPr>
                <w:sz w:val="20"/>
              </w:rPr>
              <w:t>Tugu</w:t>
            </w:r>
            <w:proofErr w:type="spellEnd"/>
            <w:r w:rsidRPr="005965E0">
              <w:rPr>
                <w:sz w:val="20"/>
              </w:rPr>
              <w:t xml:space="preserve"> Dam </w:t>
            </w:r>
            <w:r w:rsidR="00E513A0" w:rsidRPr="005965E0">
              <w:rPr>
                <w:sz w:val="20"/>
              </w:rPr>
              <w:t xml:space="preserve">(BBWS) </w:t>
            </w:r>
            <w:proofErr w:type="spellStart"/>
            <w:r w:rsidR="00E513A0" w:rsidRPr="005965E0">
              <w:rPr>
                <w:sz w:val="20"/>
              </w:rPr>
              <w:t>Brantas</w:t>
            </w:r>
            <w:proofErr w:type="spellEnd"/>
          </w:p>
        </w:tc>
      </w:tr>
      <w:tr w:rsidR="00982BB3" w:rsidRPr="005965E0" w14:paraId="01E5EBC6" w14:textId="77777777" w:rsidTr="00982BB3">
        <w:trPr>
          <w:cantSplit/>
          <w:trHeight w:val="237"/>
          <w:jc w:val="center"/>
        </w:trPr>
        <w:tc>
          <w:tcPr>
            <w:tcW w:w="1667" w:type="pct"/>
          </w:tcPr>
          <w:p w14:paraId="2E797933" w14:textId="65CDF6A9" w:rsidR="00982BB3" w:rsidRPr="005965E0" w:rsidRDefault="00982BB3" w:rsidP="005965E0">
            <w:pPr>
              <w:pStyle w:val="Paragraph"/>
            </w:pPr>
            <w:r w:rsidRPr="005965E0">
              <w:t>Evaporation data of the reservoir</w:t>
            </w:r>
          </w:p>
        </w:tc>
        <w:tc>
          <w:tcPr>
            <w:tcW w:w="1667" w:type="pct"/>
          </w:tcPr>
          <w:p w14:paraId="052B6DD3" w14:textId="1C6287BF" w:rsidR="00982BB3" w:rsidRPr="005965E0" w:rsidRDefault="00982BB3" w:rsidP="005965E0">
            <w:pPr>
              <w:jc w:val="center"/>
              <w:rPr>
                <w:sz w:val="20"/>
              </w:rPr>
            </w:pPr>
            <w:r w:rsidRPr="005965E0">
              <w:rPr>
                <w:sz w:val="20"/>
              </w:rPr>
              <w:t>2021</w:t>
            </w:r>
          </w:p>
        </w:tc>
        <w:tc>
          <w:tcPr>
            <w:tcW w:w="1666" w:type="pct"/>
          </w:tcPr>
          <w:p w14:paraId="6E20F863" w14:textId="60BD6F09" w:rsidR="00982BB3" w:rsidRPr="005965E0" w:rsidRDefault="00BD441E" w:rsidP="005965E0">
            <w:pPr>
              <w:jc w:val="center"/>
              <w:rPr>
                <w:sz w:val="20"/>
              </w:rPr>
            </w:pPr>
            <w:r w:rsidRPr="005965E0">
              <w:rPr>
                <w:sz w:val="20"/>
              </w:rPr>
              <w:t xml:space="preserve">Hydrology reports </w:t>
            </w:r>
            <w:proofErr w:type="spellStart"/>
            <w:r w:rsidRPr="005965E0">
              <w:rPr>
                <w:sz w:val="20"/>
              </w:rPr>
              <w:t>Tugu</w:t>
            </w:r>
            <w:proofErr w:type="spellEnd"/>
            <w:r w:rsidRPr="005965E0">
              <w:rPr>
                <w:sz w:val="20"/>
              </w:rPr>
              <w:t xml:space="preserve"> Dam </w:t>
            </w:r>
            <w:r w:rsidR="00E513A0" w:rsidRPr="005965E0">
              <w:rPr>
                <w:sz w:val="20"/>
              </w:rPr>
              <w:t xml:space="preserve">(BBWS) </w:t>
            </w:r>
            <w:proofErr w:type="spellStart"/>
            <w:r w:rsidR="00E513A0" w:rsidRPr="005965E0">
              <w:rPr>
                <w:sz w:val="20"/>
              </w:rPr>
              <w:t>Brantas</w:t>
            </w:r>
            <w:proofErr w:type="spellEnd"/>
          </w:p>
        </w:tc>
      </w:tr>
    </w:tbl>
    <w:p w14:paraId="537167CF" w14:textId="77777777" w:rsidR="0067205D" w:rsidRPr="005965E0" w:rsidRDefault="0067205D" w:rsidP="005965E0">
      <w:pPr>
        <w:pStyle w:val="Paragraph"/>
        <w:ind w:firstLine="0"/>
      </w:pPr>
    </w:p>
    <w:p w14:paraId="7B1CFC23" w14:textId="339D678E" w:rsidR="000454F9" w:rsidRPr="005965E0" w:rsidRDefault="00E513A0" w:rsidP="005965E0">
      <w:pPr>
        <w:pStyle w:val="Paragraph"/>
        <w:ind w:firstLine="0"/>
      </w:pPr>
      <w:r w:rsidRPr="005965E0">
        <w:t>Rainfall data from 1987-2019 were collected to analyses for inflow and automatic water level recorder from 2019 – 2021</w:t>
      </w:r>
      <w:r w:rsidR="0067205D" w:rsidRPr="005965E0">
        <w:t xml:space="preserve">. </w:t>
      </w:r>
      <w:r w:rsidR="000454F9" w:rsidRPr="005965E0">
        <w:t xml:space="preserve">The Input screen of reservoir system modelling using the </w:t>
      </w:r>
      <w:proofErr w:type="spellStart"/>
      <w:r w:rsidR="000454F9" w:rsidRPr="005965E0">
        <w:t>Hec</w:t>
      </w:r>
      <w:proofErr w:type="spellEnd"/>
      <w:r w:rsidR="000454F9" w:rsidRPr="005965E0">
        <w:t xml:space="preserve">- </w:t>
      </w:r>
      <w:proofErr w:type="spellStart"/>
      <w:r w:rsidR="000454F9" w:rsidRPr="005965E0">
        <w:t>ResSim</w:t>
      </w:r>
      <w:proofErr w:type="spellEnd"/>
      <w:r w:rsidR="000454F9" w:rsidRPr="005965E0">
        <w:t xml:space="preserve"> model of the </w:t>
      </w:r>
      <w:proofErr w:type="spellStart"/>
      <w:r w:rsidR="000454F9" w:rsidRPr="005965E0">
        <w:t>Tugu</w:t>
      </w:r>
      <w:proofErr w:type="spellEnd"/>
      <w:r w:rsidR="000454F9" w:rsidRPr="005965E0">
        <w:t xml:space="preserve"> Reservoir and </w:t>
      </w:r>
      <w:proofErr w:type="spellStart"/>
      <w:r w:rsidR="000454F9" w:rsidRPr="005965E0">
        <w:t>Keser</w:t>
      </w:r>
      <w:proofErr w:type="spellEnd"/>
      <w:r w:rsidR="000454F9" w:rsidRPr="005965E0">
        <w:t xml:space="preserve"> River as shown in </w:t>
      </w:r>
      <w:r w:rsidR="00D12FDA" w:rsidRPr="005965E0">
        <w:fldChar w:fldCharType="begin"/>
      </w:r>
      <w:r w:rsidR="00D12FDA" w:rsidRPr="005965E0">
        <w:instrText xml:space="preserve"> REF _Ref205762027 \h </w:instrText>
      </w:r>
      <w:r w:rsidR="005965E0" w:rsidRPr="005965E0">
        <w:instrText xml:space="preserve"> \* MERGEFORMAT </w:instrText>
      </w:r>
      <w:r w:rsidR="00D12FDA" w:rsidRPr="005965E0">
        <w:fldChar w:fldCharType="separate"/>
      </w:r>
      <w:r w:rsidR="00AC1052" w:rsidRPr="00AC1052">
        <w:t xml:space="preserve">FIGURE </w:t>
      </w:r>
      <w:r w:rsidR="00AC1052" w:rsidRPr="00AC1052">
        <w:rPr>
          <w:noProof/>
        </w:rPr>
        <w:t>1</w:t>
      </w:r>
      <w:r w:rsidR="00D12FDA" w:rsidRPr="005965E0">
        <w:fldChar w:fldCharType="end"/>
      </w:r>
    </w:p>
    <w:p w14:paraId="44DFB5E3" w14:textId="77777777" w:rsidR="001F7D9B" w:rsidRPr="005965E0" w:rsidRDefault="001F7D9B" w:rsidP="005965E0">
      <w:pPr>
        <w:pStyle w:val="Paragraph"/>
        <w:ind w:firstLine="0"/>
      </w:pPr>
    </w:p>
    <w:p w14:paraId="2E26DA21" w14:textId="77777777" w:rsidR="001F7D9B" w:rsidRPr="005965E0" w:rsidRDefault="001F7D9B" w:rsidP="005965E0">
      <w:pPr>
        <w:pStyle w:val="Paragraph"/>
        <w:keepNext/>
        <w:ind w:firstLine="0"/>
        <w:jc w:val="center"/>
      </w:pPr>
      <w:r w:rsidRPr="005965E0">
        <w:rPr>
          <w:noProof/>
        </w:rPr>
        <w:drawing>
          <wp:inline distT="0" distB="0" distL="0" distR="0" wp14:anchorId="131BBE5B" wp14:editId="2EFFF11F">
            <wp:extent cx="5057775" cy="4174284"/>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3197257" name=""/>
                    <pic:cNvPicPr/>
                  </pic:nvPicPr>
                  <pic:blipFill>
                    <a:blip r:embed="rId13"/>
                    <a:stretch>
                      <a:fillRect/>
                    </a:stretch>
                  </pic:blipFill>
                  <pic:spPr>
                    <a:xfrm>
                      <a:off x="0" y="0"/>
                      <a:ext cx="5074628" cy="4188193"/>
                    </a:xfrm>
                    <a:prstGeom prst="rect">
                      <a:avLst/>
                    </a:prstGeom>
                  </pic:spPr>
                </pic:pic>
              </a:graphicData>
            </a:graphic>
          </wp:inline>
        </w:drawing>
      </w:r>
    </w:p>
    <w:p w14:paraId="35091FA6" w14:textId="06120970" w:rsidR="001F7D9B" w:rsidRPr="005965E0" w:rsidRDefault="00E07BF8" w:rsidP="005965E0">
      <w:pPr>
        <w:pStyle w:val="Figure"/>
        <w:rPr>
          <w:sz w:val="18"/>
          <w:szCs w:val="18"/>
        </w:rPr>
      </w:pPr>
      <w:bookmarkStart w:id="2" w:name="_Ref205762015"/>
      <w:r w:rsidRPr="005965E0">
        <w:rPr>
          <w:b/>
          <w:bCs/>
          <w:sz w:val="18"/>
          <w:szCs w:val="18"/>
        </w:rPr>
        <w:t xml:space="preserve">Figure </w:t>
      </w:r>
      <w:r w:rsidR="001F7D9B" w:rsidRPr="005965E0">
        <w:rPr>
          <w:b/>
          <w:bCs/>
          <w:sz w:val="18"/>
          <w:szCs w:val="18"/>
        </w:rPr>
        <w:fldChar w:fldCharType="begin"/>
      </w:r>
      <w:r w:rsidR="001F7D9B" w:rsidRPr="005965E0">
        <w:rPr>
          <w:b/>
          <w:bCs/>
          <w:sz w:val="18"/>
          <w:szCs w:val="18"/>
        </w:rPr>
        <w:instrText xml:space="preserve"> SEQ FIGURE \* ARABIC </w:instrText>
      </w:r>
      <w:r w:rsidR="001F7D9B" w:rsidRPr="005965E0">
        <w:rPr>
          <w:b/>
          <w:bCs/>
          <w:sz w:val="18"/>
          <w:szCs w:val="18"/>
        </w:rPr>
        <w:fldChar w:fldCharType="separate"/>
      </w:r>
      <w:r w:rsidR="00AC1052">
        <w:rPr>
          <w:b/>
          <w:bCs/>
          <w:noProof/>
          <w:sz w:val="18"/>
          <w:szCs w:val="18"/>
        </w:rPr>
        <w:t>2</w:t>
      </w:r>
      <w:r w:rsidR="001F7D9B" w:rsidRPr="005965E0">
        <w:rPr>
          <w:b/>
          <w:bCs/>
          <w:sz w:val="18"/>
          <w:szCs w:val="18"/>
        </w:rPr>
        <w:fldChar w:fldCharType="end"/>
      </w:r>
      <w:bookmarkEnd w:id="2"/>
      <w:r w:rsidR="005965E0" w:rsidRPr="005965E0">
        <w:rPr>
          <w:sz w:val="18"/>
          <w:szCs w:val="18"/>
        </w:rPr>
        <w:t>.</w:t>
      </w:r>
      <w:r w:rsidRPr="005965E0">
        <w:rPr>
          <w:sz w:val="18"/>
          <w:szCs w:val="18"/>
        </w:rPr>
        <w:t xml:space="preserve"> Input Screen of </w:t>
      </w:r>
      <w:proofErr w:type="spellStart"/>
      <w:r w:rsidRPr="005965E0">
        <w:rPr>
          <w:sz w:val="18"/>
          <w:szCs w:val="18"/>
        </w:rPr>
        <w:t>Hec-Ressim</w:t>
      </w:r>
      <w:proofErr w:type="spellEnd"/>
      <w:r w:rsidRPr="005965E0">
        <w:rPr>
          <w:sz w:val="18"/>
          <w:szCs w:val="18"/>
        </w:rPr>
        <w:t xml:space="preserve"> for Modelling </w:t>
      </w:r>
      <w:proofErr w:type="spellStart"/>
      <w:r w:rsidRPr="005965E0">
        <w:rPr>
          <w:sz w:val="18"/>
          <w:szCs w:val="18"/>
        </w:rPr>
        <w:t>Tugu</w:t>
      </w:r>
      <w:proofErr w:type="spellEnd"/>
      <w:r w:rsidRPr="005965E0">
        <w:rPr>
          <w:sz w:val="18"/>
          <w:szCs w:val="18"/>
        </w:rPr>
        <w:t xml:space="preserve"> Reservoir</w:t>
      </w:r>
    </w:p>
    <w:p w14:paraId="6E2D5700" w14:textId="77777777" w:rsidR="00E07BF8" w:rsidRPr="005965E0" w:rsidRDefault="00E07BF8" w:rsidP="005965E0">
      <w:pPr>
        <w:pStyle w:val="Figure"/>
        <w:rPr>
          <w:sz w:val="18"/>
          <w:szCs w:val="18"/>
        </w:rPr>
      </w:pPr>
    </w:p>
    <w:p w14:paraId="30A35B99" w14:textId="77777777" w:rsidR="00AD47D5" w:rsidRDefault="00AD47D5" w:rsidP="005965E0">
      <w:pPr>
        <w:pStyle w:val="Paragraph"/>
      </w:pPr>
    </w:p>
    <w:p w14:paraId="372FDCC4" w14:textId="2BD1F4A6" w:rsidR="00031A5D" w:rsidRPr="005965E0" w:rsidRDefault="00031A5D" w:rsidP="005965E0">
      <w:pPr>
        <w:pStyle w:val="Paragraph"/>
      </w:pPr>
      <w:r w:rsidRPr="005965E0">
        <w:lastRenderedPageBreak/>
        <w:t>The main objective of the Watershed Setup module was to give a setup to create the watershed. The watershed setup module is the part of other HEC generations like HEC-RAS, HEC-</w:t>
      </w:r>
      <w:proofErr w:type="spellStart"/>
      <w:r w:rsidRPr="005965E0">
        <w:t>ResSim</w:t>
      </w:r>
      <w:proofErr w:type="spellEnd"/>
      <w:r w:rsidRPr="005965E0">
        <w:t xml:space="preserve">, HEC-FIA and HEC-HMS. The </w:t>
      </w:r>
      <w:proofErr w:type="spellStart"/>
      <w:r w:rsidRPr="005965E0">
        <w:t>Tugu</w:t>
      </w:r>
      <w:proofErr w:type="spellEnd"/>
      <w:r w:rsidRPr="005965E0">
        <w:t xml:space="preserve"> Reservoir watershed is related to the alignment of upstream and downstream reaches of the Keser River and the </w:t>
      </w:r>
      <w:proofErr w:type="spellStart"/>
      <w:r w:rsidRPr="005965E0">
        <w:t>Tugu</w:t>
      </w:r>
      <w:proofErr w:type="spellEnd"/>
      <w:r w:rsidRPr="005965E0">
        <w:t xml:space="preserve"> Reservoir in the watershed. The watershed setup module includes all the streams, projects (reservoirs), time-series locations, impact areas, computation points and hydraulic and hydrologic data points for the watershed area. The final configuration of all these elements is used to generate the watershed framework.</w:t>
      </w:r>
    </w:p>
    <w:p w14:paraId="1FA7A106" w14:textId="3D6BF12F" w:rsidR="00031A5D" w:rsidRPr="005965E0" w:rsidRDefault="00031A5D" w:rsidP="005965E0">
      <w:pPr>
        <w:pStyle w:val="Paragraph"/>
      </w:pPr>
      <w:r w:rsidRPr="005965E0">
        <w:t xml:space="preserve">The Reservoir Network is the second step and is the most complicated module of the software. In the Reservoir Network module, the river and reservoir schematic diagram shows the operational elements and the physical parts of model, and the new alternatives can be developed so that they can analyze in the simulation. Then the river reaches and the remaining network elements were connected to accomplish the network scheme. The operational and physical data for each element of the network were incorporated on finishing of the schematic figure. Alternatives were developed that describe the operation sets, initial conditions, reservoir network and DSS time series files. </w:t>
      </w:r>
    </w:p>
    <w:p w14:paraId="21A86ADC" w14:textId="2CAD64C6" w:rsidR="003471C9" w:rsidRPr="005965E0" w:rsidRDefault="00031A5D" w:rsidP="005965E0">
      <w:pPr>
        <w:pStyle w:val="Paragraph"/>
      </w:pPr>
      <w:r w:rsidRPr="005965E0">
        <w:t>The network parts that are demonstrated by HEC-</w:t>
      </w:r>
      <w:proofErr w:type="spellStart"/>
      <w:r w:rsidRPr="005965E0">
        <w:t>ResSim</w:t>
      </w:r>
      <w:proofErr w:type="spellEnd"/>
      <w:r w:rsidRPr="005965E0">
        <w:t xml:space="preserve"> may have four types, for example, junctions, routing reaches, reservoirs, and diversions. Different modules of the HEC-</w:t>
      </w:r>
      <w:proofErr w:type="spellStart"/>
      <w:r w:rsidRPr="005965E0">
        <w:t>ResSim</w:t>
      </w:r>
      <w:proofErr w:type="spellEnd"/>
      <w:r w:rsidRPr="005965E0">
        <w:t xml:space="preserve"> model are shown in </w:t>
      </w:r>
      <w:r w:rsidR="00D12FDA" w:rsidRPr="005965E0">
        <w:fldChar w:fldCharType="begin"/>
      </w:r>
      <w:r w:rsidR="00D12FDA" w:rsidRPr="005965E0">
        <w:instrText xml:space="preserve"> REF _Ref205762015 \h </w:instrText>
      </w:r>
      <w:r w:rsidR="005965E0" w:rsidRPr="005965E0">
        <w:instrText xml:space="preserve"> \* MERGEFORMAT </w:instrText>
      </w:r>
      <w:r w:rsidR="00D12FDA" w:rsidRPr="005965E0">
        <w:fldChar w:fldCharType="separate"/>
      </w:r>
      <w:r w:rsidR="00AC1052" w:rsidRPr="00AC1052">
        <w:t xml:space="preserve">Figure </w:t>
      </w:r>
      <w:r w:rsidR="00AC1052" w:rsidRPr="00AC1052">
        <w:rPr>
          <w:noProof/>
        </w:rPr>
        <w:t>2</w:t>
      </w:r>
      <w:r w:rsidR="00D12FDA" w:rsidRPr="005965E0">
        <w:fldChar w:fldCharType="end"/>
      </w:r>
      <w:r w:rsidRPr="005965E0">
        <w:t xml:space="preserve">. The Physical data tab and the Observed data tab of the Reservoir Editor of the Model are shown in </w:t>
      </w:r>
      <w:r w:rsidR="00FE27A9" w:rsidRPr="005965E0">
        <w:fldChar w:fldCharType="begin"/>
      </w:r>
      <w:r w:rsidR="00FE27A9" w:rsidRPr="005965E0">
        <w:instrText xml:space="preserve"> REF _Ref205762103 \h </w:instrText>
      </w:r>
      <w:r w:rsidR="005965E0" w:rsidRPr="005965E0">
        <w:instrText xml:space="preserve"> \* MERGEFORMAT </w:instrText>
      </w:r>
      <w:r w:rsidR="00FE27A9" w:rsidRPr="005965E0">
        <w:fldChar w:fldCharType="separate"/>
      </w:r>
      <w:r w:rsidR="00AC1052" w:rsidRPr="00AC1052">
        <w:t xml:space="preserve">FIGURE </w:t>
      </w:r>
      <w:r w:rsidR="00AC1052" w:rsidRPr="00AC1052">
        <w:rPr>
          <w:noProof/>
        </w:rPr>
        <w:t>3</w:t>
      </w:r>
      <w:r w:rsidR="00FE27A9" w:rsidRPr="005965E0">
        <w:fldChar w:fldCharType="end"/>
      </w:r>
      <w:r w:rsidRPr="005965E0">
        <w:t xml:space="preserve"> and </w:t>
      </w:r>
      <w:r w:rsidR="007F7865" w:rsidRPr="005965E0">
        <w:rPr>
          <w:highlight w:val="yellow"/>
        </w:rPr>
        <w:fldChar w:fldCharType="begin"/>
      </w:r>
      <w:r w:rsidR="007F7865" w:rsidRPr="005965E0">
        <w:instrText xml:space="preserve"> REF _Ref205762471 \h </w:instrText>
      </w:r>
      <w:r w:rsidR="005965E0" w:rsidRPr="005965E0">
        <w:rPr>
          <w:highlight w:val="yellow"/>
        </w:rPr>
        <w:instrText xml:space="preserve"> \* MERGEFORMAT </w:instrText>
      </w:r>
      <w:r w:rsidR="007F7865" w:rsidRPr="005965E0">
        <w:rPr>
          <w:highlight w:val="yellow"/>
        </w:rPr>
      </w:r>
      <w:r w:rsidR="007F7865" w:rsidRPr="005965E0">
        <w:rPr>
          <w:highlight w:val="yellow"/>
        </w:rPr>
        <w:fldChar w:fldCharType="separate"/>
      </w:r>
      <w:r w:rsidR="00AC1052" w:rsidRPr="00AC1052">
        <w:t xml:space="preserve">FIGURE </w:t>
      </w:r>
      <w:r w:rsidR="00AC1052" w:rsidRPr="00AC1052">
        <w:rPr>
          <w:noProof/>
        </w:rPr>
        <w:t>4</w:t>
      </w:r>
      <w:r w:rsidR="007F7865" w:rsidRPr="005965E0">
        <w:rPr>
          <w:highlight w:val="yellow"/>
        </w:rPr>
        <w:fldChar w:fldCharType="end"/>
      </w:r>
      <w:r w:rsidRPr="005965E0">
        <w:t>, respectively.</w:t>
      </w:r>
    </w:p>
    <w:p w14:paraId="48C2C8B7" w14:textId="77777777" w:rsidR="00D12FDA" w:rsidRPr="005965E0" w:rsidRDefault="00D12FDA" w:rsidP="005965E0">
      <w:pPr>
        <w:pStyle w:val="Paragraph"/>
      </w:pPr>
    </w:p>
    <w:p w14:paraId="4962371C" w14:textId="77777777" w:rsidR="00D12FDA" w:rsidRPr="005965E0" w:rsidRDefault="00D12FDA" w:rsidP="005965E0">
      <w:pPr>
        <w:pStyle w:val="Paragraph"/>
        <w:keepNext/>
        <w:ind w:firstLine="0"/>
      </w:pPr>
      <w:r w:rsidRPr="005965E0">
        <w:rPr>
          <w:noProof/>
        </w:rPr>
        <w:drawing>
          <wp:inline distT="0" distB="0" distL="0" distR="0" wp14:anchorId="5AF46EEB" wp14:editId="67DCFE5D">
            <wp:extent cx="5943600" cy="4935220"/>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1449266" name=""/>
                    <pic:cNvPicPr/>
                  </pic:nvPicPr>
                  <pic:blipFill>
                    <a:blip r:embed="rId14"/>
                    <a:stretch>
                      <a:fillRect/>
                    </a:stretch>
                  </pic:blipFill>
                  <pic:spPr>
                    <a:xfrm>
                      <a:off x="0" y="0"/>
                      <a:ext cx="5943600" cy="4935220"/>
                    </a:xfrm>
                    <a:prstGeom prst="rect">
                      <a:avLst/>
                    </a:prstGeom>
                  </pic:spPr>
                </pic:pic>
              </a:graphicData>
            </a:graphic>
          </wp:inline>
        </w:drawing>
      </w:r>
    </w:p>
    <w:p w14:paraId="1DFF6644" w14:textId="3A39B575" w:rsidR="00D12FDA" w:rsidRPr="005965E0" w:rsidRDefault="00FE27A9" w:rsidP="005965E0">
      <w:pPr>
        <w:pStyle w:val="Figure"/>
        <w:rPr>
          <w:sz w:val="18"/>
          <w:szCs w:val="18"/>
        </w:rPr>
      </w:pPr>
      <w:bookmarkStart w:id="3" w:name="_Ref205762103"/>
      <w:r w:rsidRPr="005965E0">
        <w:rPr>
          <w:b/>
          <w:bCs/>
          <w:sz w:val="18"/>
          <w:szCs w:val="18"/>
        </w:rPr>
        <w:t xml:space="preserve">FIGURE </w:t>
      </w:r>
      <w:r w:rsidR="00D12FDA" w:rsidRPr="005965E0">
        <w:rPr>
          <w:b/>
          <w:bCs/>
          <w:sz w:val="18"/>
          <w:szCs w:val="18"/>
        </w:rPr>
        <w:fldChar w:fldCharType="begin"/>
      </w:r>
      <w:r w:rsidR="00D12FDA" w:rsidRPr="005965E0">
        <w:rPr>
          <w:b/>
          <w:bCs/>
          <w:sz w:val="18"/>
          <w:szCs w:val="18"/>
        </w:rPr>
        <w:instrText xml:space="preserve"> SEQ FIGURE \* ARABIC </w:instrText>
      </w:r>
      <w:r w:rsidR="00D12FDA" w:rsidRPr="005965E0">
        <w:rPr>
          <w:b/>
          <w:bCs/>
          <w:sz w:val="18"/>
          <w:szCs w:val="18"/>
        </w:rPr>
        <w:fldChar w:fldCharType="separate"/>
      </w:r>
      <w:r w:rsidR="00AC1052">
        <w:rPr>
          <w:b/>
          <w:bCs/>
          <w:noProof/>
          <w:sz w:val="18"/>
          <w:szCs w:val="18"/>
        </w:rPr>
        <w:t>3</w:t>
      </w:r>
      <w:r w:rsidR="00D12FDA" w:rsidRPr="005965E0">
        <w:rPr>
          <w:b/>
          <w:bCs/>
          <w:sz w:val="18"/>
          <w:szCs w:val="18"/>
        </w:rPr>
        <w:fldChar w:fldCharType="end"/>
      </w:r>
      <w:bookmarkEnd w:id="3"/>
      <w:r w:rsidR="005965E0" w:rsidRPr="005965E0">
        <w:rPr>
          <w:b/>
          <w:bCs/>
          <w:sz w:val="18"/>
          <w:szCs w:val="18"/>
        </w:rPr>
        <w:t>.</w:t>
      </w:r>
      <w:r w:rsidR="00E07BF8" w:rsidRPr="005965E0">
        <w:rPr>
          <w:sz w:val="18"/>
          <w:szCs w:val="18"/>
        </w:rPr>
        <w:t xml:space="preserve"> Physical Input Data of </w:t>
      </w:r>
      <w:proofErr w:type="spellStart"/>
      <w:r w:rsidR="00E07BF8" w:rsidRPr="005965E0">
        <w:rPr>
          <w:sz w:val="18"/>
          <w:szCs w:val="18"/>
        </w:rPr>
        <w:t>Tugu</w:t>
      </w:r>
      <w:proofErr w:type="spellEnd"/>
      <w:r w:rsidR="00E07BF8" w:rsidRPr="005965E0">
        <w:rPr>
          <w:sz w:val="18"/>
          <w:szCs w:val="18"/>
        </w:rPr>
        <w:t xml:space="preserve"> Dam and Reservoir</w:t>
      </w:r>
      <w:r w:rsidRPr="005965E0">
        <w:rPr>
          <w:sz w:val="18"/>
          <w:szCs w:val="18"/>
        </w:rPr>
        <w:t>.</w:t>
      </w:r>
    </w:p>
    <w:p w14:paraId="78014D97" w14:textId="77777777" w:rsidR="00E07BF8" w:rsidRPr="005965E0" w:rsidRDefault="00E07BF8" w:rsidP="005965E0">
      <w:pPr>
        <w:pStyle w:val="Figure"/>
      </w:pPr>
    </w:p>
    <w:p w14:paraId="0B91941F" w14:textId="44D56F4D" w:rsidR="00B35C84" w:rsidRPr="005965E0" w:rsidRDefault="00B35C84" w:rsidP="005965E0">
      <w:pPr>
        <w:pStyle w:val="Paragraph"/>
      </w:pPr>
      <w:r w:rsidRPr="005965E0">
        <w:t xml:space="preserve">The simulation module was used to separate the output results from the development of the model. After the definition of the alternatives and completion of model, the module was used to run the simulation. It was required to </w:t>
      </w:r>
      <w:r w:rsidRPr="005965E0">
        <w:lastRenderedPageBreak/>
        <w:t>define the simulation time window, alternatives to be assessed and simulation run interval. The DSS file consisted of all the DSS records that shows the input and output time series data for the considered alternatives. Besides this, elements may be saved and edited for further simulations.</w:t>
      </w:r>
    </w:p>
    <w:p w14:paraId="2FF79F54" w14:textId="77777777" w:rsidR="0098748C" w:rsidRPr="005965E0" w:rsidRDefault="00B35C84" w:rsidP="005965E0">
      <w:pPr>
        <w:pStyle w:val="Paragraph"/>
      </w:pPr>
      <w:r w:rsidRPr="005965E0">
        <w:t xml:space="preserve">The main concepts of the theoretical development of the reservoir network consists of two parts: A physical part that includes the </w:t>
      </w:r>
      <w:proofErr w:type="spellStart"/>
      <w:r w:rsidRPr="005965E0">
        <w:t>Tugu</w:t>
      </w:r>
      <w:proofErr w:type="spellEnd"/>
      <w:r w:rsidRPr="005965E0">
        <w:t xml:space="preserve"> dam and reservoir, spillways, dam structure, tail waters information and correct information of all these is very important for an adequate result. The second part of the reservoir network is the provision of operation rules for the </w:t>
      </w:r>
      <w:proofErr w:type="spellStart"/>
      <w:r w:rsidR="007659A5" w:rsidRPr="005965E0">
        <w:t>Tugu</w:t>
      </w:r>
      <w:proofErr w:type="spellEnd"/>
      <w:r w:rsidRPr="005965E0">
        <w:t xml:space="preserve"> Reservoir—that is a basic step in the model development. The description of this portion is really complicated and require a lot of information and hydrological and hydraulics equations are used for calculation. Conditional portrays like if, or, then, and rules are used for the better development of the </w:t>
      </w:r>
      <w:proofErr w:type="spellStart"/>
      <w:r w:rsidR="007659A5" w:rsidRPr="005965E0">
        <w:t>Tugu</w:t>
      </w:r>
      <w:proofErr w:type="spellEnd"/>
      <w:r w:rsidRPr="005965E0">
        <w:t xml:space="preserve"> Reservoir simulation model. </w:t>
      </w:r>
    </w:p>
    <w:p w14:paraId="49598636" w14:textId="29B2F320" w:rsidR="00B35C84" w:rsidRPr="005965E0" w:rsidRDefault="00B35C84" w:rsidP="005965E0">
      <w:pPr>
        <w:pStyle w:val="Paragraph"/>
      </w:pPr>
      <w:r w:rsidRPr="005965E0">
        <w:t>The physical part is a very important part in the HEC-</w:t>
      </w:r>
      <w:proofErr w:type="spellStart"/>
      <w:r w:rsidRPr="005965E0">
        <w:t>ResSim</w:t>
      </w:r>
      <w:proofErr w:type="spellEnd"/>
      <w:r w:rsidRPr="005965E0">
        <w:t xml:space="preserve"> model as even minor changes affect the behavior of the reservoir system. The physical part input consists of dam parts and reservoir details that consist of the </w:t>
      </w:r>
      <w:proofErr w:type="spellStart"/>
      <w:r w:rsidR="007659A5" w:rsidRPr="005965E0">
        <w:t>Tugu</w:t>
      </w:r>
      <w:proofErr w:type="spellEnd"/>
      <w:r w:rsidRPr="005965E0">
        <w:t xml:space="preserve"> spillways, reservoirs storage and pool surface area, dam crest, length of crest of dam was included. The mathematical water flow models for large areas include water inflow in reservoir, flow in open streams, and release from the outlet</w:t>
      </w:r>
      <w:r w:rsidR="0098748C" w:rsidRPr="005965E0">
        <w:t>.</w:t>
      </w:r>
    </w:p>
    <w:p w14:paraId="73F3CE49" w14:textId="70FE81EC" w:rsidR="0098748C" w:rsidRPr="005965E0" w:rsidRDefault="0098748C" w:rsidP="005965E0">
      <w:pPr>
        <w:pStyle w:val="Paragraph"/>
        <w:ind w:firstLine="0"/>
      </w:pPr>
      <w:r w:rsidRPr="005965E0">
        <w:t xml:space="preserve">Spillways are the controlled/uncontrolled outlets of a dam to pass the flood safely to d/s stretches of river safely. During the high flow season, the reservoir level increases and results in overflowing of the dam crest. In such condition, the turbine or spillway will cater to pass this surplus discharge to restrain towards the guide curve. In the case of the </w:t>
      </w:r>
      <w:proofErr w:type="spellStart"/>
      <w:r w:rsidRPr="005965E0">
        <w:t>Tugu</w:t>
      </w:r>
      <w:proofErr w:type="spellEnd"/>
      <w:r w:rsidRPr="005965E0">
        <w:t xml:space="preserve"> dam, Auxiliary and Service spillways are used to spill the extra water from the reservoir in the flood season, and spillways are put into operation when the reservoir level reaches 239.06 m. </w:t>
      </w:r>
    </w:p>
    <w:p w14:paraId="1566DB05" w14:textId="16DE06EE" w:rsidR="0098748C" w:rsidRPr="005965E0" w:rsidRDefault="0098748C" w:rsidP="005965E0">
      <w:pPr>
        <w:pStyle w:val="Paragraph"/>
      </w:pPr>
      <w:r w:rsidRPr="005965E0">
        <w:t xml:space="preserve">The releases from spillways were estimated by Equation </w:t>
      </w:r>
      <w:r w:rsidR="00D8199E" w:rsidRPr="005965E0">
        <w:t>below that</w:t>
      </w:r>
      <w:r w:rsidRPr="005965E0">
        <w:t>. These calculations were crucial in determination of the operational rules and physical considerations. The maximum increase in reservoir level depends on the discharge capacity of both spillways at different reservoir elevations. The operation rules in operation sets for the discharge capacity of both spillways were used to spill excess water at different elevations. Spill from the Auxiliary</w:t>
      </w:r>
    </w:p>
    <w:p w14:paraId="03847340" w14:textId="2836DA62" w:rsidR="0098748C" w:rsidRPr="005965E0" w:rsidRDefault="0098748C" w:rsidP="005965E0">
      <w:pPr>
        <w:pStyle w:val="Paragraph"/>
        <w:ind w:firstLine="0"/>
      </w:pPr>
      <w:r w:rsidRPr="005965E0">
        <w:t>and Service spillways were calculated with Equation:</w:t>
      </w:r>
    </w:p>
    <w:p w14:paraId="007FFBB4" w14:textId="77777777" w:rsidR="00025D13" w:rsidRPr="005965E0" w:rsidRDefault="00025D13" w:rsidP="005965E0">
      <w:pPr>
        <w:pStyle w:val="Paragraph"/>
        <w:ind w:firstLine="0"/>
      </w:pPr>
    </w:p>
    <w:p w14:paraId="14442392" w14:textId="5FD9DF9F" w:rsidR="000C3821" w:rsidRPr="005965E0" w:rsidRDefault="00025D13" w:rsidP="005965E0">
      <w:pPr>
        <w:pStyle w:val="Equation"/>
      </w:pPr>
      <m:oMathPara>
        <m:oMath>
          <m:r>
            <m:rPr>
              <m:sty m:val="bi"/>
            </m:rPr>
            <w:rPr>
              <w:rFonts w:ascii="Cambria Math" w:hAnsi="Cambria Math"/>
            </w:rPr>
            <m:t>Q</m:t>
          </m:r>
          <m:r>
            <m:rPr>
              <m:sty m:val="p"/>
            </m:rPr>
            <w:rPr>
              <w:rFonts w:ascii="Cambria Math" w:hAnsi="Cambria Math"/>
            </w:rPr>
            <m:t>=</m:t>
          </m:r>
          <m:r>
            <m:rPr>
              <m:sty m:val="bi"/>
            </m:rPr>
            <w:rPr>
              <w:rFonts w:ascii="Cambria Math" w:hAnsi="Cambria Math"/>
            </w:rPr>
            <m:t>C</m:t>
          </m:r>
          <m:r>
            <m:rPr>
              <m:sty m:val="p"/>
            </m:rPr>
            <w:rPr>
              <w:rFonts w:ascii="Cambria Math" w:hAnsi="Cambria Math"/>
            </w:rPr>
            <m:t xml:space="preserve"> . </m:t>
          </m:r>
          <m:r>
            <m:rPr>
              <m:sty m:val="bi"/>
            </m:rPr>
            <w:rPr>
              <w:rFonts w:ascii="Cambria Math" w:hAnsi="Cambria Math"/>
            </w:rPr>
            <m:t>B</m:t>
          </m:r>
          <m:r>
            <m:rPr>
              <m:sty m:val="p"/>
            </m:rPr>
            <w:rPr>
              <w:rFonts w:ascii="Cambria Math" w:hAnsi="Cambria Math"/>
            </w:rPr>
            <m:t xml:space="preserve">. </m:t>
          </m:r>
          <m:r>
            <m:rPr>
              <m:sty m:val="bi"/>
            </m:rPr>
            <w:rPr>
              <w:rFonts w:ascii="Cambria Math" w:hAnsi="Cambria Math"/>
            </w:rPr>
            <m:t>a</m:t>
          </m:r>
          <m:r>
            <m:rPr>
              <m:sty m:val="p"/>
            </m:rPr>
            <w:rPr>
              <w:rFonts w:ascii="Cambria Math" w:hAnsi="Cambria Math"/>
            </w:rPr>
            <m:t xml:space="preserve"> .</m:t>
          </m:r>
          <m:rad>
            <m:radPr>
              <m:degHide m:val="1"/>
              <m:ctrlPr>
                <w:rPr>
                  <w:rFonts w:ascii="Cambria Math" w:hAnsi="Cambria Math"/>
                </w:rPr>
              </m:ctrlPr>
            </m:radPr>
            <m:deg/>
            <m:e>
              <m:r>
                <m:rPr>
                  <m:sty m:val="b"/>
                </m:rPr>
                <w:rPr>
                  <w:rFonts w:ascii="Cambria Math" w:hAnsi="Cambria Math"/>
                </w:rPr>
                <m:t>2</m:t>
              </m:r>
              <m:r>
                <m:rPr>
                  <m:sty m:val="p"/>
                </m:rPr>
                <w:rPr>
                  <w:rFonts w:ascii="Cambria Math" w:hAnsi="Cambria Math"/>
                </w:rPr>
                <m:t>.</m:t>
              </m:r>
              <m:r>
                <m:rPr>
                  <m:sty m:val="bi"/>
                </m:rPr>
                <w:rPr>
                  <w:rFonts w:ascii="Cambria Math" w:hAnsi="Cambria Math"/>
                </w:rPr>
                <m:t>g</m:t>
              </m:r>
              <m:r>
                <m:rPr>
                  <m:sty m:val="p"/>
                </m:rPr>
                <w:rPr>
                  <w:rFonts w:ascii="Cambria Math" w:hAnsi="Cambria Math"/>
                </w:rPr>
                <m:t>.</m:t>
              </m:r>
              <m:r>
                <m:rPr>
                  <m:sty m:val="bi"/>
                </m:rPr>
                <w:rPr>
                  <w:rFonts w:ascii="Cambria Math" w:hAnsi="Cambria Math"/>
                </w:rPr>
                <m:t>Do</m:t>
              </m:r>
            </m:e>
          </m:rad>
        </m:oMath>
      </m:oMathPara>
    </w:p>
    <w:p w14:paraId="05AD6FE4" w14:textId="012E5254" w:rsidR="0098748C" w:rsidRPr="005965E0" w:rsidRDefault="0098748C" w:rsidP="005965E0">
      <w:pPr>
        <w:pStyle w:val="Paragraph"/>
        <w:ind w:firstLine="0"/>
        <w:jc w:val="center"/>
      </w:pPr>
    </w:p>
    <w:p w14:paraId="5B0D9DEE" w14:textId="03AD6135" w:rsidR="0098748C" w:rsidRPr="005965E0" w:rsidRDefault="0098748C" w:rsidP="005965E0">
      <w:pPr>
        <w:pStyle w:val="Paragraph"/>
      </w:pPr>
      <w:r w:rsidRPr="005965E0">
        <w:t>where ‘Q’ is discharge (m</w:t>
      </w:r>
      <w:r w:rsidRPr="005965E0">
        <w:rPr>
          <w:vertAlign w:val="superscript"/>
        </w:rPr>
        <w:t>3</w:t>
      </w:r>
      <w:r w:rsidRPr="005965E0">
        <w:t xml:space="preserve">/s), ‘C’ is discharge coefficient (0.75 for streamlined and 0.6 at the sharp edge), ‘B’ is spillway width, ‘a’ is spillway gate above the threshold, ‘g’ is acceleration and ‘Do’ is water depth over spillway. Pan evaporation of </w:t>
      </w:r>
      <w:proofErr w:type="spellStart"/>
      <w:r w:rsidR="00DB1FDD" w:rsidRPr="005965E0">
        <w:t>Tugu</w:t>
      </w:r>
      <w:proofErr w:type="spellEnd"/>
      <w:r w:rsidRPr="005965E0">
        <w:t xml:space="preserve"> lake was used to determine the change in pool storage due to evaporation. End pool storage after seepage, evapotranspiration and releases from spillways, power and irrigation tunnels was determined by the HEC-</w:t>
      </w:r>
      <w:proofErr w:type="spellStart"/>
      <w:r w:rsidRPr="005965E0">
        <w:t>ResSim</w:t>
      </w:r>
      <w:proofErr w:type="spellEnd"/>
      <w:r w:rsidRPr="005965E0">
        <w:t xml:space="preserve"> model from continuity </w:t>
      </w:r>
      <w:r w:rsidR="00C64F44" w:rsidRPr="005965E0">
        <w:t>Equation:</w:t>
      </w:r>
    </w:p>
    <w:p w14:paraId="4FE39429" w14:textId="77777777" w:rsidR="00025D13" w:rsidRPr="005965E0" w:rsidRDefault="00025D13" w:rsidP="005965E0">
      <w:pPr>
        <w:pStyle w:val="Paragraph"/>
      </w:pPr>
    </w:p>
    <w:p w14:paraId="214DD4F5" w14:textId="7B3A0782" w:rsidR="00025D13" w:rsidRPr="005965E0" w:rsidRDefault="00AC1052" w:rsidP="005965E0">
      <w:pPr>
        <w:pStyle w:val="Paragraph"/>
        <w:jc w:val="center"/>
        <w:rPr>
          <w:b/>
          <w:bCs/>
        </w:rPr>
      </w:pPr>
      <m:oMathPara>
        <m:oMath>
          <m:sSub>
            <m:sSubPr>
              <m:ctrlPr>
                <w:rPr>
                  <w:rFonts w:ascii="Cambria Math" w:hAnsi="Cambria Math"/>
                  <w:b/>
                  <w:bCs/>
                  <w:i/>
                </w:rPr>
              </m:ctrlPr>
            </m:sSubPr>
            <m:e>
              <m:r>
                <m:rPr>
                  <m:sty m:val="bi"/>
                </m:rPr>
                <w:rPr>
                  <w:rFonts w:ascii="Cambria Math" w:hAnsi="Cambria Math"/>
                </w:rPr>
                <m:t>S</m:t>
              </m:r>
            </m:e>
            <m:sub>
              <m:r>
                <m:rPr>
                  <m:sty m:val="bi"/>
                </m:rPr>
                <w:rPr>
                  <w:rFonts w:ascii="Cambria Math" w:hAnsi="Cambria Math"/>
                </w:rPr>
                <m:t>2</m:t>
              </m:r>
            </m:sub>
          </m:sSub>
          <m:r>
            <m:rPr>
              <m:sty m:val="bi"/>
            </m:rPr>
            <w:rPr>
              <w:rFonts w:ascii="Cambria Math" w:hAnsi="Cambria Math"/>
            </w:rPr>
            <m:t>=</m:t>
          </m:r>
          <m:sSub>
            <m:sSubPr>
              <m:ctrlPr>
                <w:rPr>
                  <w:rFonts w:ascii="Cambria Math" w:hAnsi="Cambria Math"/>
                  <w:b/>
                  <w:bCs/>
                  <w:i/>
                </w:rPr>
              </m:ctrlPr>
            </m:sSubPr>
            <m:e>
              <m:r>
                <m:rPr>
                  <m:sty m:val="bi"/>
                </m:rPr>
                <w:rPr>
                  <w:rFonts w:ascii="Cambria Math" w:hAnsi="Cambria Math"/>
                </w:rPr>
                <m:t>S</m:t>
              </m:r>
            </m:e>
            <m:sub>
              <m:r>
                <m:rPr>
                  <m:sty m:val="bi"/>
                </m:rPr>
                <w:rPr>
                  <w:rFonts w:ascii="Cambria Math" w:hAnsi="Cambria Math"/>
                </w:rPr>
                <m:t>1</m:t>
              </m:r>
            </m:sub>
          </m:sSub>
          <m:r>
            <m:rPr>
              <m:sty m:val="bi"/>
            </m:rPr>
            <w:rPr>
              <w:rFonts w:ascii="Cambria Math" w:hAnsi="Cambria Math"/>
            </w:rPr>
            <m:t>-</m:t>
          </m:r>
          <m:sSub>
            <m:sSubPr>
              <m:ctrlPr>
                <w:rPr>
                  <w:rFonts w:ascii="Cambria Math" w:hAnsi="Cambria Math"/>
                  <w:b/>
                  <w:bCs/>
                  <w:i/>
                </w:rPr>
              </m:ctrlPr>
            </m:sSubPr>
            <m:e>
              <m:r>
                <m:rPr>
                  <m:sty m:val="bi"/>
                </m:rPr>
                <w:rPr>
                  <w:rFonts w:ascii="Cambria Math" w:hAnsi="Cambria Math"/>
                </w:rPr>
                <m:t>E</m:t>
              </m:r>
            </m:e>
            <m:sub>
              <m:r>
                <m:rPr>
                  <m:sty m:val="bi"/>
                </m:rPr>
                <w:rPr>
                  <w:rFonts w:ascii="Cambria Math" w:hAnsi="Cambria Math"/>
                </w:rPr>
                <m:t>VAP</m:t>
              </m:r>
            </m:sub>
          </m:sSub>
          <m:r>
            <m:rPr>
              <m:sty m:val="bi"/>
            </m:rPr>
            <w:rPr>
              <w:rFonts w:ascii="Cambria Math" w:hAnsi="Cambria Math"/>
            </w:rPr>
            <m:t>+</m:t>
          </m:r>
          <m:d>
            <m:dPr>
              <m:ctrlPr>
                <w:rPr>
                  <w:rFonts w:ascii="Cambria Math" w:hAnsi="Cambria Math"/>
                  <w:b/>
                  <w:bCs/>
                  <w:i/>
                </w:rPr>
              </m:ctrlPr>
            </m:dPr>
            <m:e>
              <m:r>
                <m:rPr>
                  <m:sty m:val="bi"/>
                </m:rPr>
                <w:rPr>
                  <w:rFonts w:ascii="Cambria Math" w:hAnsi="Cambria Math"/>
                </w:rPr>
                <m:t>INFLOW-OUTFLOW</m:t>
              </m:r>
            </m:e>
          </m:d>
          <m:r>
            <m:rPr>
              <m:sty m:val="bi"/>
            </m:rPr>
            <w:rPr>
              <w:rFonts w:ascii="Cambria Math" w:hAnsi="Cambria Math"/>
            </w:rPr>
            <m:t>. CQS</m:t>
          </m:r>
        </m:oMath>
      </m:oMathPara>
    </w:p>
    <w:p w14:paraId="61AE954B" w14:textId="5E827F77" w:rsidR="0098748C" w:rsidRPr="005965E0" w:rsidRDefault="0098748C" w:rsidP="005965E0">
      <w:pPr>
        <w:pStyle w:val="Paragraph"/>
        <w:jc w:val="center"/>
      </w:pPr>
    </w:p>
    <w:p w14:paraId="51402DCE" w14:textId="33BA2980" w:rsidR="00B20658" w:rsidRPr="005965E0" w:rsidRDefault="0098748C" w:rsidP="005965E0">
      <w:pPr>
        <w:pStyle w:val="Paragraph"/>
      </w:pPr>
      <w:r w:rsidRPr="005965E0">
        <w:t>where ‘S1’ is end of period storage, ‘</w:t>
      </w:r>
      <w:proofErr w:type="spellStart"/>
      <w:r w:rsidRPr="005965E0">
        <w:t>E</w:t>
      </w:r>
      <w:r w:rsidRPr="005965E0">
        <w:rPr>
          <w:vertAlign w:val="subscript"/>
        </w:rPr>
        <w:t>vap</w:t>
      </w:r>
      <w:proofErr w:type="spellEnd"/>
      <w:r w:rsidRPr="005965E0">
        <w:t xml:space="preserve">’ is evaporation during time interval, ‘Outflow’ is power release and leakage, ‘CQS’ is discharge to storage conversation. </w:t>
      </w:r>
      <w:proofErr w:type="spellStart"/>
      <w:r w:rsidR="00296143" w:rsidRPr="005965E0">
        <w:t>Tugu</w:t>
      </w:r>
      <w:proofErr w:type="spellEnd"/>
      <w:r w:rsidRPr="005965E0">
        <w:t xml:space="preserve"> Reservoir standard operation procedures were used in this study defined by</w:t>
      </w:r>
      <w:r w:rsidR="00296143" w:rsidRPr="005965E0">
        <w:t xml:space="preserve"> BBWS</w:t>
      </w:r>
      <w:r w:rsidRPr="005965E0">
        <w:t xml:space="preserve"> rule curves</w:t>
      </w:r>
      <w:r w:rsidR="00296143" w:rsidRPr="005965E0">
        <w:t xml:space="preserve"> </w:t>
      </w:r>
      <w:r w:rsidRPr="005965E0">
        <w:t xml:space="preserve">of dam that specify the </w:t>
      </w:r>
      <w:proofErr w:type="spellStart"/>
      <w:r w:rsidR="00296143" w:rsidRPr="005965E0">
        <w:t>Tugu</w:t>
      </w:r>
      <w:proofErr w:type="spellEnd"/>
      <w:r w:rsidRPr="005965E0">
        <w:t xml:space="preserve"> pool storage or required releases based on the time of</w:t>
      </w:r>
      <w:r w:rsidR="00296143" w:rsidRPr="005965E0">
        <w:t xml:space="preserve"> </w:t>
      </w:r>
      <w:r w:rsidRPr="005965E0">
        <w:t>year and the current reservoir storage in the reservoir.</w:t>
      </w:r>
    </w:p>
    <w:p w14:paraId="439D482B" w14:textId="77A09E82" w:rsidR="0066766F" w:rsidRPr="005965E0" w:rsidRDefault="0066766F" w:rsidP="005965E0">
      <w:pPr>
        <w:pStyle w:val="Heading1"/>
      </w:pPr>
      <w:r w:rsidRPr="005965E0">
        <w:t>results and discussion</w:t>
      </w:r>
    </w:p>
    <w:p w14:paraId="7E6BF1B4" w14:textId="31874D46" w:rsidR="003A1E7D" w:rsidRPr="005965E0" w:rsidRDefault="00196175" w:rsidP="005965E0">
      <w:pPr>
        <w:pStyle w:val="Paragraph"/>
      </w:pPr>
      <w:r w:rsidRPr="005965E0">
        <w:t>The HEC-</w:t>
      </w:r>
      <w:proofErr w:type="spellStart"/>
      <w:r w:rsidRPr="005965E0">
        <w:t>ResSim</w:t>
      </w:r>
      <w:proofErr w:type="spellEnd"/>
      <w:r w:rsidRPr="005965E0">
        <w:t xml:space="preserve"> Model was calibrated and validated for the release irrigation from the </w:t>
      </w:r>
      <w:proofErr w:type="spellStart"/>
      <w:r w:rsidRPr="005965E0">
        <w:t>Tugu</w:t>
      </w:r>
      <w:proofErr w:type="spellEnd"/>
      <w:r w:rsidRPr="005965E0">
        <w:t xml:space="preserve"> Reservoir according to BBWS standard operation procedures for the year 202</w:t>
      </w:r>
      <w:r w:rsidR="00C92725" w:rsidRPr="005965E0">
        <w:t>1</w:t>
      </w:r>
      <w:r w:rsidRPr="005965E0">
        <w:t>.</w:t>
      </w:r>
      <w:r w:rsidR="00C92725" w:rsidRPr="005965E0">
        <w:t xml:space="preserve"> Results of the model simulation of </w:t>
      </w:r>
      <w:proofErr w:type="spellStart"/>
      <w:r w:rsidR="00C92725" w:rsidRPr="005965E0">
        <w:t>Hec-ResSim</w:t>
      </w:r>
      <w:proofErr w:type="spellEnd"/>
      <w:r w:rsidR="00C92725" w:rsidRPr="005965E0">
        <w:t xml:space="preserve"> are indicated in figures 21 and 22.</w:t>
      </w:r>
      <w:r w:rsidRPr="005965E0">
        <w:t xml:space="preserve"> The various simulations of the HEC-</w:t>
      </w:r>
      <w:proofErr w:type="spellStart"/>
      <w:r w:rsidRPr="005965E0">
        <w:t>ResSim</w:t>
      </w:r>
      <w:proofErr w:type="spellEnd"/>
      <w:r w:rsidRPr="005965E0">
        <w:t xml:space="preserve"> model indicates that the model was highly sensitive to the irrigation release efficiency. </w:t>
      </w:r>
      <w:r w:rsidR="00C92725" w:rsidRPr="005965E0">
        <w:t>This model a</w:t>
      </w:r>
      <w:r w:rsidRPr="005965E0">
        <w:t xml:space="preserve">ccording to the BBWS standard operations and by trial and error, the model generates the releases irrigation from </w:t>
      </w:r>
      <w:proofErr w:type="spellStart"/>
      <w:r w:rsidRPr="005965E0">
        <w:t>Tugu</w:t>
      </w:r>
      <w:proofErr w:type="spellEnd"/>
      <w:r w:rsidRPr="005965E0">
        <w:t>, and the patterns were approximately similar to the actual observed data throughout the year for the calibrated and validated years 2021</w:t>
      </w:r>
    </w:p>
    <w:p w14:paraId="4C1FA20C" w14:textId="77777777" w:rsidR="00025D13" w:rsidRPr="005965E0" w:rsidRDefault="00025D13" w:rsidP="005965E0">
      <w:pPr>
        <w:pStyle w:val="Paragraph"/>
      </w:pPr>
    </w:p>
    <w:p w14:paraId="7A922AE1" w14:textId="77777777" w:rsidR="00025D13" w:rsidRPr="005965E0" w:rsidRDefault="00025D13" w:rsidP="005965E0">
      <w:pPr>
        <w:pStyle w:val="Paragraph"/>
        <w:keepNext/>
        <w:ind w:firstLine="0"/>
        <w:jc w:val="center"/>
      </w:pPr>
      <w:r w:rsidRPr="005965E0">
        <w:rPr>
          <w:noProof/>
        </w:rPr>
        <w:lastRenderedPageBreak/>
        <w:drawing>
          <wp:inline distT="0" distB="0" distL="0" distR="0" wp14:anchorId="0FF29E05" wp14:editId="69A4E5CE">
            <wp:extent cx="5909310" cy="3123642"/>
            <wp:effectExtent l="0" t="0" r="0" b="63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 name="Release (RTOW 2022).jp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5940620" cy="3140192"/>
                    </a:xfrm>
                    <a:prstGeom prst="rect">
                      <a:avLst/>
                    </a:prstGeom>
                  </pic:spPr>
                </pic:pic>
              </a:graphicData>
            </a:graphic>
          </wp:inline>
        </w:drawing>
      </w:r>
    </w:p>
    <w:p w14:paraId="16E338BD" w14:textId="4E03BDB2" w:rsidR="00025D13" w:rsidRPr="005965E0" w:rsidRDefault="00025D13" w:rsidP="005965E0">
      <w:pPr>
        <w:pStyle w:val="Figure"/>
        <w:rPr>
          <w:sz w:val="18"/>
          <w:szCs w:val="18"/>
        </w:rPr>
      </w:pPr>
      <w:bookmarkStart w:id="4" w:name="_Ref205762471"/>
      <w:r w:rsidRPr="005965E0">
        <w:rPr>
          <w:b/>
          <w:bCs/>
          <w:sz w:val="18"/>
          <w:szCs w:val="18"/>
        </w:rPr>
        <w:t xml:space="preserve">FIGURE </w:t>
      </w:r>
      <w:r w:rsidRPr="005965E0">
        <w:rPr>
          <w:b/>
          <w:bCs/>
          <w:sz w:val="18"/>
          <w:szCs w:val="18"/>
        </w:rPr>
        <w:fldChar w:fldCharType="begin"/>
      </w:r>
      <w:r w:rsidRPr="005965E0">
        <w:rPr>
          <w:b/>
          <w:bCs/>
          <w:sz w:val="18"/>
          <w:szCs w:val="18"/>
        </w:rPr>
        <w:instrText xml:space="preserve"> SEQ FIGURE \* ARABIC </w:instrText>
      </w:r>
      <w:r w:rsidRPr="005965E0">
        <w:rPr>
          <w:b/>
          <w:bCs/>
          <w:sz w:val="18"/>
          <w:szCs w:val="18"/>
        </w:rPr>
        <w:fldChar w:fldCharType="separate"/>
      </w:r>
      <w:r w:rsidR="00AC1052">
        <w:rPr>
          <w:b/>
          <w:bCs/>
          <w:noProof/>
          <w:sz w:val="18"/>
          <w:szCs w:val="18"/>
        </w:rPr>
        <w:t>4</w:t>
      </w:r>
      <w:r w:rsidRPr="005965E0">
        <w:rPr>
          <w:b/>
          <w:bCs/>
          <w:sz w:val="18"/>
          <w:szCs w:val="18"/>
        </w:rPr>
        <w:fldChar w:fldCharType="end"/>
      </w:r>
      <w:bookmarkEnd w:id="4"/>
      <w:r w:rsidR="005965E0" w:rsidRPr="005965E0">
        <w:rPr>
          <w:b/>
          <w:bCs/>
          <w:sz w:val="18"/>
          <w:szCs w:val="18"/>
        </w:rPr>
        <w:t>.</w:t>
      </w:r>
      <w:r w:rsidR="00E07BF8" w:rsidRPr="005965E0">
        <w:rPr>
          <w:sz w:val="18"/>
          <w:szCs w:val="18"/>
        </w:rPr>
        <w:t xml:space="preserve"> Result of Simulation in </w:t>
      </w:r>
      <w:proofErr w:type="spellStart"/>
      <w:r w:rsidR="00E07BF8" w:rsidRPr="005965E0">
        <w:rPr>
          <w:sz w:val="18"/>
          <w:szCs w:val="18"/>
        </w:rPr>
        <w:t>Hec-Ressim</w:t>
      </w:r>
      <w:proofErr w:type="spellEnd"/>
    </w:p>
    <w:p w14:paraId="7D2E10A0" w14:textId="17FF6CB8" w:rsidR="00C92725" w:rsidRPr="005965E0" w:rsidRDefault="00C92725" w:rsidP="005965E0">
      <w:pPr>
        <w:pStyle w:val="Paragraph"/>
        <w:ind w:firstLine="0"/>
      </w:pPr>
    </w:p>
    <w:p w14:paraId="058D584A" w14:textId="77777777" w:rsidR="007F7865" w:rsidRPr="005965E0" w:rsidRDefault="007F7865" w:rsidP="005965E0">
      <w:pPr>
        <w:pStyle w:val="Paragraph"/>
        <w:keepNext/>
        <w:ind w:firstLine="0"/>
        <w:jc w:val="center"/>
      </w:pPr>
      <w:r w:rsidRPr="005965E0">
        <w:rPr>
          <w:noProof/>
        </w:rPr>
        <w:drawing>
          <wp:inline distT="0" distB="0" distL="0" distR="0" wp14:anchorId="0548F2B5" wp14:editId="5A93B97B">
            <wp:extent cx="5926387" cy="3132667"/>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 name="Hubungan Elevasi dan Flow (RTOW 2022).jp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5981379" cy="3161736"/>
                    </a:xfrm>
                    <a:prstGeom prst="rect">
                      <a:avLst/>
                    </a:prstGeom>
                  </pic:spPr>
                </pic:pic>
              </a:graphicData>
            </a:graphic>
          </wp:inline>
        </w:drawing>
      </w:r>
    </w:p>
    <w:p w14:paraId="604096B2" w14:textId="4549E6B2" w:rsidR="007F7865" w:rsidRPr="005965E0" w:rsidRDefault="007F7865" w:rsidP="005965E0">
      <w:pPr>
        <w:pStyle w:val="Figure"/>
        <w:rPr>
          <w:sz w:val="18"/>
          <w:szCs w:val="18"/>
        </w:rPr>
      </w:pPr>
      <w:r w:rsidRPr="005965E0">
        <w:rPr>
          <w:b/>
          <w:bCs/>
          <w:sz w:val="18"/>
          <w:szCs w:val="18"/>
        </w:rPr>
        <w:t xml:space="preserve">FIGURE </w:t>
      </w:r>
      <w:r w:rsidRPr="005965E0">
        <w:rPr>
          <w:b/>
          <w:bCs/>
          <w:sz w:val="18"/>
          <w:szCs w:val="18"/>
        </w:rPr>
        <w:fldChar w:fldCharType="begin"/>
      </w:r>
      <w:r w:rsidRPr="005965E0">
        <w:rPr>
          <w:b/>
          <w:bCs/>
          <w:sz w:val="18"/>
          <w:szCs w:val="18"/>
        </w:rPr>
        <w:instrText xml:space="preserve"> SEQ FIGURE \* ARABIC </w:instrText>
      </w:r>
      <w:r w:rsidRPr="005965E0">
        <w:rPr>
          <w:b/>
          <w:bCs/>
          <w:sz w:val="18"/>
          <w:szCs w:val="18"/>
        </w:rPr>
        <w:fldChar w:fldCharType="separate"/>
      </w:r>
      <w:r w:rsidR="00AC1052">
        <w:rPr>
          <w:b/>
          <w:bCs/>
          <w:noProof/>
          <w:sz w:val="18"/>
          <w:szCs w:val="18"/>
        </w:rPr>
        <w:t>5</w:t>
      </w:r>
      <w:r w:rsidRPr="005965E0">
        <w:rPr>
          <w:b/>
          <w:bCs/>
          <w:sz w:val="18"/>
          <w:szCs w:val="18"/>
        </w:rPr>
        <w:fldChar w:fldCharType="end"/>
      </w:r>
      <w:r w:rsidR="005965E0" w:rsidRPr="005965E0">
        <w:rPr>
          <w:b/>
          <w:bCs/>
          <w:sz w:val="18"/>
          <w:szCs w:val="18"/>
        </w:rPr>
        <w:t>.</w:t>
      </w:r>
      <w:r w:rsidR="00E07BF8" w:rsidRPr="005965E0">
        <w:rPr>
          <w:sz w:val="18"/>
          <w:szCs w:val="18"/>
        </w:rPr>
        <w:t xml:space="preserve"> Simulation Result</w:t>
      </w:r>
    </w:p>
    <w:p w14:paraId="7771A9CF" w14:textId="77777777" w:rsidR="00C92725" w:rsidRPr="005965E0" w:rsidRDefault="00C92725" w:rsidP="005965E0">
      <w:pPr>
        <w:pStyle w:val="Paragraph"/>
        <w:ind w:firstLine="0"/>
      </w:pPr>
    </w:p>
    <w:p w14:paraId="67766AF4" w14:textId="71E95160" w:rsidR="00C92725" w:rsidRPr="005965E0" w:rsidRDefault="00C92725" w:rsidP="005965E0">
      <w:pPr>
        <w:pStyle w:val="Paragraph"/>
      </w:pPr>
      <w:r w:rsidRPr="005965E0">
        <w:t xml:space="preserve">The coefficient of efficiency, RMSE and NRMSE indicate the satisfactory values for accuracy of the model as shown in </w:t>
      </w:r>
      <w:r w:rsidR="00A87115" w:rsidRPr="005965E0">
        <w:fldChar w:fldCharType="begin"/>
      </w:r>
      <w:r w:rsidR="00A87115" w:rsidRPr="005965E0">
        <w:instrText xml:space="preserve"> REF _Ref205762828 \h </w:instrText>
      </w:r>
      <w:r w:rsidR="005965E0" w:rsidRPr="005965E0">
        <w:instrText xml:space="preserve"> \* MERGEFORMAT </w:instrText>
      </w:r>
      <w:r w:rsidR="00A87115" w:rsidRPr="005965E0">
        <w:fldChar w:fldCharType="separate"/>
      </w:r>
      <w:r w:rsidR="00AC1052" w:rsidRPr="00AC1052">
        <w:t xml:space="preserve">TABLE </w:t>
      </w:r>
      <w:r w:rsidR="00AC1052" w:rsidRPr="00AC1052">
        <w:rPr>
          <w:noProof/>
        </w:rPr>
        <w:t>2</w:t>
      </w:r>
      <w:r w:rsidR="00A87115" w:rsidRPr="005965E0">
        <w:fldChar w:fldCharType="end"/>
      </w:r>
      <w:r w:rsidRPr="005965E0">
        <w:t>.</w:t>
      </w:r>
    </w:p>
    <w:p w14:paraId="425128EC" w14:textId="3C127A57" w:rsidR="005A6093" w:rsidRPr="005965E0" w:rsidRDefault="005A6093" w:rsidP="005965E0">
      <w:pPr>
        <w:pStyle w:val="TableCaption"/>
      </w:pPr>
      <w:bookmarkStart w:id="5" w:name="_Ref205762828"/>
      <w:bookmarkStart w:id="6" w:name="_Ref205762822"/>
      <w:r w:rsidRPr="005965E0">
        <w:rPr>
          <w:b/>
          <w:bCs/>
        </w:rPr>
        <w:t xml:space="preserve">TABLE </w:t>
      </w:r>
      <w:r w:rsidRPr="005965E0">
        <w:rPr>
          <w:b/>
          <w:bCs/>
        </w:rPr>
        <w:fldChar w:fldCharType="begin"/>
      </w:r>
      <w:r w:rsidRPr="005965E0">
        <w:rPr>
          <w:b/>
          <w:bCs/>
        </w:rPr>
        <w:instrText xml:space="preserve"> SEQ TABLE \* ARABIC </w:instrText>
      </w:r>
      <w:r w:rsidRPr="005965E0">
        <w:rPr>
          <w:b/>
          <w:bCs/>
        </w:rPr>
        <w:fldChar w:fldCharType="separate"/>
      </w:r>
      <w:r w:rsidR="00AC1052">
        <w:rPr>
          <w:b/>
          <w:bCs/>
          <w:noProof/>
        </w:rPr>
        <w:t>2</w:t>
      </w:r>
      <w:r w:rsidRPr="005965E0">
        <w:rPr>
          <w:b/>
          <w:bCs/>
        </w:rPr>
        <w:fldChar w:fldCharType="end"/>
      </w:r>
      <w:bookmarkEnd w:id="5"/>
      <w:r w:rsidR="005965E0" w:rsidRPr="005965E0">
        <w:rPr>
          <w:b/>
          <w:bCs/>
        </w:rPr>
        <w:t xml:space="preserve">. </w:t>
      </w:r>
      <w:r w:rsidR="00E07BF8" w:rsidRPr="005965E0">
        <w:t>RMSE Result</w:t>
      </w:r>
      <w:bookmarkEnd w:id="6"/>
    </w:p>
    <w:tbl>
      <w:tblPr>
        <w:tblW w:w="5000" w:type="pct"/>
        <w:jc w:val="center"/>
        <w:tblBorders>
          <w:bottom w:val="single" w:sz="4" w:space="0" w:color="auto"/>
        </w:tblBorders>
        <w:tblLook w:val="0000" w:firstRow="0" w:lastRow="0" w:firstColumn="0" w:lastColumn="0" w:noHBand="0" w:noVBand="0"/>
      </w:tblPr>
      <w:tblGrid>
        <w:gridCol w:w="1872"/>
        <w:gridCol w:w="7488"/>
      </w:tblGrid>
      <w:tr w:rsidR="005965E0" w:rsidRPr="005965E0" w14:paraId="22807CA6" w14:textId="77777777" w:rsidTr="00150696">
        <w:trPr>
          <w:cantSplit/>
          <w:trHeight w:val="272"/>
          <w:jc w:val="center"/>
        </w:trPr>
        <w:tc>
          <w:tcPr>
            <w:tcW w:w="1000" w:type="pct"/>
            <w:tcBorders>
              <w:top w:val="single" w:sz="4" w:space="0" w:color="auto"/>
              <w:bottom w:val="single" w:sz="4" w:space="0" w:color="auto"/>
            </w:tcBorders>
            <w:vAlign w:val="center"/>
          </w:tcPr>
          <w:p w14:paraId="131C61B8" w14:textId="77777777" w:rsidR="00A87115" w:rsidRPr="005965E0" w:rsidRDefault="00A87115" w:rsidP="005965E0">
            <w:pPr>
              <w:jc w:val="center"/>
            </w:pPr>
            <w:r w:rsidRPr="005965E0">
              <w:rPr>
                <w:b/>
                <w:sz w:val="18"/>
                <w:szCs w:val="18"/>
              </w:rPr>
              <w:t>Coefficients</w:t>
            </w:r>
          </w:p>
        </w:tc>
        <w:tc>
          <w:tcPr>
            <w:tcW w:w="4000" w:type="pct"/>
            <w:tcBorders>
              <w:top w:val="single" w:sz="4" w:space="0" w:color="auto"/>
              <w:bottom w:val="single" w:sz="4" w:space="0" w:color="auto"/>
            </w:tcBorders>
            <w:vAlign w:val="center"/>
          </w:tcPr>
          <w:p w14:paraId="42DD9D18" w14:textId="77777777" w:rsidR="00A87115" w:rsidRPr="005965E0" w:rsidRDefault="00A87115" w:rsidP="005965E0">
            <w:pPr>
              <w:jc w:val="center"/>
              <w:rPr>
                <w:b/>
                <w:sz w:val="18"/>
                <w:szCs w:val="18"/>
              </w:rPr>
            </w:pPr>
            <w:r w:rsidRPr="005965E0">
              <w:rPr>
                <w:b/>
                <w:sz w:val="18"/>
                <w:szCs w:val="18"/>
              </w:rPr>
              <w:t>Results between elevation observation and</w:t>
            </w:r>
          </w:p>
          <w:p w14:paraId="4AE085F9" w14:textId="77777777" w:rsidR="00A87115" w:rsidRPr="005965E0" w:rsidRDefault="00A87115" w:rsidP="005965E0">
            <w:pPr>
              <w:jc w:val="center"/>
              <w:rPr>
                <w:b/>
                <w:sz w:val="18"/>
                <w:szCs w:val="18"/>
              </w:rPr>
            </w:pPr>
            <w:r w:rsidRPr="005965E0">
              <w:rPr>
                <w:b/>
                <w:sz w:val="18"/>
                <w:szCs w:val="18"/>
              </w:rPr>
              <w:t>elevation simulation</w:t>
            </w:r>
          </w:p>
        </w:tc>
      </w:tr>
      <w:tr w:rsidR="005965E0" w:rsidRPr="005965E0" w14:paraId="4E04A7BC" w14:textId="77777777" w:rsidTr="00150696">
        <w:trPr>
          <w:cantSplit/>
          <w:jc w:val="center"/>
        </w:trPr>
        <w:tc>
          <w:tcPr>
            <w:tcW w:w="1000" w:type="pct"/>
            <w:tcBorders>
              <w:top w:val="nil"/>
            </w:tcBorders>
          </w:tcPr>
          <w:p w14:paraId="363AA1F4" w14:textId="77777777" w:rsidR="00A87115" w:rsidRPr="005965E0" w:rsidRDefault="00A87115" w:rsidP="005965E0">
            <w:pPr>
              <w:pStyle w:val="Paragraph"/>
              <w:ind w:firstLine="0"/>
            </w:pPr>
            <w:r w:rsidRPr="005965E0">
              <w:t>RMSE</w:t>
            </w:r>
          </w:p>
        </w:tc>
        <w:tc>
          <w:tcPr>
            <w:tcW w:w="4000" w:type="pct"/>
            <w:tcBorders>
              <w:top w:val="nil"/>
            </w:tcBorders>
          </w:tcPr>
          <w:p w14:paraId="0263E995" w14:textId="77777777" w:rsidR="00A87115" w:rsidRPr="005965E0" w:rsidRDefault="00A87115" w:rsidP="005965E0">
            <w:pPr>
              <w:jc w:val="center"/>
              <w:rPr>
                <w:sz w:val="20"/>
              </w:rPr>
            </w:pPr>
            <w:r w:rsidRPr="005965E0">
              <w:rPr>
                <w:sz w:val="20"/>
              </w:rPr>
              <w:t>4,853</w:t>
            </w:r>
          </w:p>
        </w:tc>
      </w:tr>
      <w:tr w:rsidR="00A87115" w:rsidRPr="005965E0" w14:paraId="37F0CDBF" w14:textId="77777777" w:rsidTr="00150696">
        <w:trPr>
          <w:cantSplit/>
          <w:jc w:val="center"/>
        </w:trPr>
        <w:tc>
          <w:tcPr>
            <w:tcW w:w="1000" w:type="pct"/>
          </w:tcPr>
          <w:p w14:paraId="23A3B064" w14:textId="77777777" w:rsidR="00A87115" w:rsidRPr="005965E0" w:rsidRDefault="00A87115" w:rsidP="005965E0">
            <w:pPr>
              <w:pStyle w:val="Paragraph"/>
              <w:ind w:firstLine="0"/>
            </w:pPr>
            <w:r w:rsidRPr="005965E0">
              <w:t>NRMSE</w:t>
            </w:r>
          </w:p>
        </w:tc>
        <w:tc>
          <w:tcPr>
            <w:tcW w:w="4000" w:type="pct"/>
          </w:tcPr>
          <w:p w14:paraId="59B2B5AF" w14:textId="77777777" w:rsidR="00A87115" w:rsidRPr="005965E0" w:rsidRDefault="00A87115" w:rsidP="005965E0">
            <w:pPr>
              <w:jc w:val="center"/>
              <w:rPr>
                <w:sz w:val="20"/>
              </w:rPr>
            </w:pPr>
            <w:r w:rsidRPr="005965E0">
              <w:rPr>
                <w:sz w:val="20"/>
              </w:rPr>
              <w:t>2,080</w:t>
            </w:r>
          </w:p>
        </w:tc>
      </w:tr>
    </w:tbl>
    <w:p w14:paraId="38D91171" w14:textId="77777777" w:rsidR="006526EE" w:rsidRPr="005965E0" w:rsidRDefault="006526EE" w:rsidP="005965E0">
      <w:pPr>
        <w:pStyle w:val="Paragraph"/>
      </w:pPr>
    </w:p>
    <w:p w14:paraId="1A9EC487" w14:textId="2CE46191" w:rsidR="0067205D" w:rsidRPr="005965E0" w:rsidRDefault="0079759E" w:rsidP="005965E0">
      <w:pPr>
        <w:pStyle w:val="Paragraph"/>
      </w:pPr>
      <w:r w:rsidRPr="005965E0">
        <w:lastRenderedPageBreak/>
        <w:t xml:space="preserve">The results of Root Mean Square Errors check after the validation of the model for the years 2021 and simulated model using </w:t>
      </w:r>
      <w:proofErr w:type="spellStart"/>
      <w:r w:rsidRPr="005965E0">
        <w:t>Hec-ResSim</w:t>
      </w:r>
      <w:proofErr w:type="spellEnd"/>
      <w:r w:rsidRPr="005965E0">
        <w:t xml:space="preserve">, its validation was carried, see Figures 6 and 7 for irrigation releases and power generation, respectively. The results of validation coincide with the observed value within the satisfactory limits. The resemblance of the simulated values of the model were very closer to the observed values for irrigation releases and power generation, as shown by the RMSE in </w:t>
      </w:r>
      <w:r w:rsidRPr="005965E0">
        <w:fldChar w:fldCharType="begin"/>
      </w:r>
      <w:r w:rsidRPr="005965E0">
        <w:instrText xml:space="preserve"> REF _Ref205762828 \h </w:instrText>
      </w:r>
      <w:r w:rsidR="005965E0" w:rsidRPr="005965E0">
        <w:instrText xml:space="preserve"> \* MERGEFORMAT </w:instrText>
      </w:r>
      <w:r w:rsidRPr="005965E0">
        <w:fldChar w:fldCharType="separate"/>
      </w:r>
      <w:r w:rsidR="00AC1052" w:rsidRPr="00AC1052">
        <w:t xml:space="preserve">TABLE </w:t>
      </w:r>
      <w:r w:rsidR="00AC1052" w:rsidRPr="00AC1052">
        <w:rPr>
          <w:noProof/>
        </w:rPr>
        <w:t>2</w:t>
      </w:r>
      <w:r w:rsidRPr="005965E0">
        <w:fldChar w:fldCharType="end"/>
      </w:r>
    </w:p>
    <w:p w14:paraId="3A6BF2A1" w14:textId="4C11A6F0" w:rsidR="001F1F4B" w:rsidRPr="005965E0" w:rsidRDefault="001F1F4B" w:rsidP="005965E0">
      <w:pPr>
        <w:pStyle w:val="Figure"/>
      </w:pPr>
      <w:r w:rsidRPr="005965E0">
        <w:rPr>
          <w:noProof/>
        </w:rPr>
        <w:drawing>
          <wp:inline distT="0" distB="0" distL="0" distR="0" wp14:anchorId="49CAA8FE" wp14:editId="7EC20571">
            <wp:extent cx="5806440" cy="2415540"/>
            <wp:effectExtent l="0" t="0" r="3810" b="3810"/>
            <wp:docPr id="5" name="Chart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r w:rsidRPr="005965E0">
        <w:rPr>
          <w:b/>
          <w:bCs/>
          <w:sz w:val="18"/>
          <w:szCs w:val="18"/>
        </w:rPr>
        <w:t xml:space="preserve">FIGURE </w:t>
      </w:r>
      <w:r w:rsidRPr="005965E0">
        <w:rPr>
          <w:b/>
          <w:bCs/>
          <w:sz w:val="18"/>
          <w:szCs w:val="18"/>
        </w:rPr>
        <w:fldChar w:fldCharType="begin"/>
      </w:r>
      <w:r w:rsidRPr="005965E0">
        <w:rPr>
          <w:b/>
          <w:bCs/>
          <w:sz w:val="18"/>
          <w:szCs w:val="18"/>
        </w:rPr>
        <w:instrText xml:space="preserve"> SEQ FIGURE \* ARABIC </w:instrText>
      </w:r>
      <w:r w:rsidRPr="005965E0">
        <w:rPr>
          <w:b/>
          <w:bCs/>
          <w:sz w:val="18"/>
          <w:szCs w:val="18"/>
        </w:rPr>
        <w:fldChar w:fldCharType="separate"/>
      </w:r>
      <w:r w:rsidR="00AC1052">
        <w:rPr>
          <w:b/>
          <w:bCs/>
          <w:noProof/>
          <w:sz w:val="18"/>
          <w:szCs w:val="18"/>
        </w:rPr>
        <w:t>6</w:t>
      </w:r>
      <w:r w:rsidRPr="005965E0">
        <w:rPr>
          <w:b/>
          <w:bCs/>
          <w:sz w:val="18"/>
          <w:szCs w:val="18"/>
        </w:rPr>
        <w:fldChar w:fldCharType="end"/>
      </w:r>
      <w:r w:rsidR="005965E0" w:rsidRPr="005965E0">
        <w:rPr>
          <w:b/>
          <w:bCs/>
          <w:sz w:val="18"/>
          <w:szCs w:val="18"/>
        </w:rPr>
        <w:t>.</w:t>
      </w:r>
      <w:r w:rsidR="00E07BF8" w:rsidRPr="005965E0">
        <w:rPr>
          <w:b/>
          <w:bCs/>
          <w:sz w:val="18"/>
          <w:szCs w:val="18"/>
        </w:rPr>
        <w:t xml:space="preserve"> Release </w:t>
      </w:r>
      <w:r w:rsidR="00A64884" w:rsidRPr="005965E0">
        <w:rPr>
          <w:b/>
          <w:bCs/>
          <w:sz w:val="18"/>
          <w:szCs w:val="18"/>
        </w:rPr>
        <w:t>a</w:t>
      </w:r>
      <w:r w:rsidR="00E07BF8" w:rsidRPr="005965E0">
        <w:rPr>
          <w:b/>
          <w:bCs/>
          <w:sz w:val="18"/>
          <w:szCs w:val="18"/>
        </w:rPr>
        <w:t>nd Simulation Graphic</w:t>
      </w:r>
    </w:p>
    <w:p w14:paraId="034AD245" w14:textId="77777777" w:rsidR="001124B0" w:rsidRPr="005965E0" w:rsidRDefault="001124B0" w:rsidP="005965E0"/>
    <w:p w14:paraId="1667B0F2" w14:textId="77777777" w:rsidR="001124B0" w:rsidRPr="005965E0" w:rsidRDefault="001124B0" w:rsidP="005965E0">
      <w:pPr>
        <w:keepNext/>
      </w:pPr>
      <w:r w:rsidRPr="005965E0">
        <w:rPr>
          <w:noProof/>
        </w:rPr>
        <w:drawing>
          <wp:inline distT="0" distB="0" distL="0" distR="0" wp14:anchorId="6EFB3F91" wp14:editId="47D08621">
            <wp:extent cx="5943600" cy="2935605"/>
            <wp:effectExtent l="0" t="0" r="0" b="17145"/>
            <wp:docPr id="6" name="Chart 1">
              <a:extLst xmlns:a="http://schemas.openxmlformats.org/drawingml/2006/main">
                <a:ext uri="{FF2B5EF4-FFF2-40B4-BE49-F238E27FC236}">
                  <a16:creationId xmlns:a16="http://schemas.microsoft.com/office/drawing/2014/main" id="{312A3F35-D772-2D47-4CAA-5D69B55DF3FA}"/>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14:paraId="5E9A0C1C" w14:textId="0D0E1E27" w:rsidR="001124B0" w:rsidRPr="005965E0" w:rsidRDefault="001124B0" w:rsidP="005965E0">
      <w:pPr>
        <w:pStyle w:val="Figure"/>
      </w:pPr>
      <w:r w:rsidRPr="005965E0">
        <w:t xml:space="preserve">FIGURE </w:t>
      </w:r>
      <w:r w:rsidRPr="005965E0">
        <w:fldChar w:fldCharType="begin"/>
      </w:r>
      <w:r w:rsidRPr="005965E0">
        <w:instrText xml:space="preserve"> SEQ FIGURE \* ARABIC </w:instrText>
      </w:r>
      <w:r w:rsidRPr="005965E0">
        <w:fldChar w:fldCharType="separate"/>
      </w:r>
      <w:r w:rsidR="00AC1052">
        <w:rPr>
          <w:noProof/>
        </w:rPr>
        <w:t>7</w:t>
      </w:r>
      <w:r w:rsidRPr="005965E0">
        <w:fldChar w:fldCharType="end"/>
      </w:r>
      <w:r w:rsidR="00E07BF8" w:rsidRPr="005965E0">
        <w:t xml:space="preserve"> Observation and Simulation Result Comparison</w:t>
      </w:r>
    </w:p>
    <w:p w14:paraId="0650F329" w14:textId="77777777" w:rsidR="003A1E7D" w:rsidRPr="005965E0" w:rsidRDefault="00D87E2A" w:rsidP="005965E0">
      <w:pPr>
        <w:pStyle w:val="Heading1"/>
        <w:rPr>
          <w:rFonts w:asciiTheme="majorBidi" w:hAnsiTheme="majorBidi" w:cstheme="majorBidi"/>
        </w:rPr>
      </w:pPr>
      <w:r w:rsidRPr="005965E0">
        <w:rPr>
          <w:rFonts w:asciiTheme="majorBidi" w:hAnsiTheme="majorBidi" w:cstheme="majorBidi"/>
        </w:rPr>
        <w:t>CONCLUSION</w:t>
      </w:r>
    </w:p>
    <w:p w14:paraId="2562C33B" w14:textId="58E882A7" w:rsidR="005965E0" w:rsidRPr="005965E0" w:rsidRDefault="00590C6E" w:rsidP="005965E0">
      <w:pPr>
        <w:pStyle w:val="Paragraph"/>
      </w:pPr>
      <w:r w:rsidRPr="005965E0">
        <w:t>In this study, the HEC-</w:t>
      </w:r>
      <w:proofErr w:type="spellStart"/>
      <w:r w:rsidRPr="005965E0">
        <w:t>ResSim</w:t>
      </w:r>
      <w:proofErr w:type="spellEnd"/>
      <w:r w:rsidRPr="005965E0">
        <w:t xml:space="preserve"> model for </w:t>
      </w:r>
      <w:proofErr w:type="spellStart"/>
      <w:r w:rsidRPr="005965E0">
        <w:t>Tugu</w:t>
      </w:r>
      <w:proofErr w:type="spellEnd"/>
      <w:r w:rsidRPr="005965E0">
        <w:t xml:space="preserve"> Reservoir was developed for analyzing reservoir operations in 2021 considering simulation using the </w:t>
      </w:r>
      <w:proofErr w:type="spellStart"/>
      <w:r w:rsidRPr="005965E0">
        <w:t>Hec-ResSim</w:t>
      </w:r>
      <w:proofErr w:type="spellEnd"/>
      <w:r w:rsidRPr="005965E0">
        <w:t xml:space="preserve"> model. The constraint of the SOPs implemented by BBWS are also outlined and modelled in the HEC-</w:t>
      </w:r>
      <w:proofErr w:type="spellStart"/>
      <w:r w:rsidRPr="005965E0">
        <w:t>ResSim</w:t>
      </w:r>
      <w:proofErr w:type="spellEnd"/>
      <w:r w:rsidRPr="005965E0">
        <w:t xml:space="preserve">. The new developed methodology was simulated for the </w:t>
      </w:r>
      <w:proofErr w:type="spellStart"/>
      <w:r w:rsidRPr="005965E0">
        <w:t>Tugu</w:t>
      </w:r>
      <w:proofErr w:type="spellEnd"/>
      <w:r w:rsidRPr="005965E0">
        <w:t xml:space="preserve"> reservoir. After successful calibration and validation, modeling using </w:t>
      </w:r>
      <w:proofErr w:type="spellStart"/>
      <w:r w:rsidRPr="005965E0">
        <w:t>Hec-ResSim</w:t>
      </w:r>
      <w:proofErr w:type="spellEnd"/>
      <w:r w:rsidRPr="005965E0">
        <w:t xml:space="preserve"> is effective, with root mean square error (RMSE) check the results is 2,080% it means under 10% the control of RMSE is strong. Simulation results show that the use of </w:t>
      </w:r>
      <w:proofErr w:type="spellStart"/>
      <w:r w:rsidRPr="005965E0">
        <w:t>Hec-Ressim</w:t>
      </w:r>
      <w:proofErr w:type="spellEnd"/>
      <w:r w:rsidRPr="005965E0">
        <w:t xml:space="preserve"> is highly effective.</w:t>
      </w:r>
    </w:p>
    <w:p w14:paraId="0B41AA1B" w14:textId="4729B071" w:rsidR="003A1E7D" w:rsidRPr="005965E0" w:rsidRDefault="0016385D" w:rsidP="005965E0">
      <w:pPr>
        <w:pStyle w:val="Heading1"/>
        <w:rPr>
          <w:rFonts w:asciiTheme="majorBidi" w:hAnsiTheme="majorBidi" w:cstheme="majorBidi"/>
        </w:rPr>
      </w:pPr>
      <w:r w:rsidRPr="005965E0">
        <w:rPr>
          <w:rFonts w:asciiTheme="majorBidi" w:hAnsiTheme="majorBidi" w:cstheme="majorBidi"/>
        </w:rPr>
        <w:lastRenderedPageBreak/>
        <w:t>Acknowledgments</w:t>
      </w:r>
    </w:p>
    <w:p w14:paraId="0824FFAF" w14:textId="5833C523" w:rsidR="00B20658" w:rsidRDefault="00A13A0D" w:rsidP="005965E0">
      <w:pPr>
        <w:pStyle w:val="Paragraph"/>
        <w:rPr>
          <w:rFonts w:asciiTheme="majorBidi" w:hAnsiTheme="majorBidi" w:cstheme="majorBidi"/>
        </w:rPr>
      </w:pPr>
      <w:r w:rsidRPr="005965E0">
        <w:t>The</w:t>
      </w:r>
      <w:r w:rsidRPr="005965E0">
        <w:rPr>
          <w:rFonts w:asciiTheme="majorBidi" w:hAnsiTheme="majorBidi" w:cstheme="majorBidi"/>
        </w:rPr>
        <w:t xml:space="preserve"> authors are grateful to the University of Muhammadiyah Malang and the supervising lecturer.</w:t>
      </w:r>
    </w:p>
    <w:p w14:paraId="551EC221" w14:textId="77777777" w:rsidR="00AD47D5" w:rsidRPr="005965E0" w:rsidRDefault="00AD47D5" w:rsidP="005965E0">
      <w:pPr>
        <w:pStyle w:val="Paragraph"/>
        <w:rPr>
          <w:rFonts w:asciiTheme="majorBidi" w:hAnsiTheme="majorBidi" w:cstheme="majorBidi"/>
        </w:rPr>
      </w:pPr>
    </w:p>
    <w:p w14:paraId="1D1B9234" w14:textId="180A53D7" w:rsidR="002B5648" w:rsidRDefault="00AD47D5" w:rsidP="00AD47D5">
      <w:pPr>
        <w:jc w:val="center"/>
        <w:rPr>
          <w:rFonts w:asciiTheme="majorBidi" w:hAnsiTheme="majorBidi" w:cstheme="majorBidi"/>
          <w:b/>
          <w:bCs/>
        </w:rPr>
      </w:pPr>
      <w:r w:rsidRPr="00AD47D5">
        <w:rPr>
          <w:rFonts w:asciiTheme="majorBidi" w:hAnsiTheme="majorBidi" w:cstheme="majorBidi"/>
          <w:b/>
          <w:bCs/>
        </w:rPr>
        <w:t>REFERENCES</w:t>
      </w:r>
    </w:p>
    <w:p w14:paraId="5F3F2F80" w14:textId="77777777" w:rsidR="00AD47D5" w:rsidRPr="00AD47D5" w:rsidRDefault="00AD47D5" w:rsidP="00AD47D5">
      <w:pPr>
        <w:jc w:val="center"/>
        <w:rPr>
          <w:rFonts w:asciiTheme="majorBidi" w:hAnsiTheme="majorBidi" w:cstheme="majorBidi"/>
          <w:b/>
          <w:bCs/>
          <w:sz w:val="20"/>
        </w:rPr>
      </w:pPr>
    </w:p>
    <w:sdt>
      <w:sdtPr>
        <w:rPr>
          <w:sz w:val="20"/>
        </w:rPr>
        <w:tag w:val="MENDELEY_BIBLIOGRAPHY"/>
        <w:id w:val="2082395323"/>
        <w:placeholder>
          <w:docPart w:val="DefaultPlaceholder_-1854013440"/>
        </w:placeholder>
      </w:sdtPr>
      <w:sdtEndPr/>
      <w:sdtContent>
        <w:p w14:paraId="7B0768F9" w14:textId="7D3FD687" w:rsidR="00B80E38" w:rsidRPr="005965E0" w:rsidRDefault="00B80E38" w:rsidP="005965E0">
          <w:pPr>
            <w:pStyle w:val="ListParagraph"/>
            <w:numPr>
              <w:ilvl w:val="0"/>
              <w:numId w:val="46"/>
            </w:numPr>
            <w:autoSpaceDE w:val="0"/>
            <w:autoSpaceDN w:val="0"/>
            <w:divId w:val="421418545"/>
            <w:rPr>
              <w:sz w:val="20"/>
            </w:rPr>
          </w:pPr>
          <w:proofErr w:type="spellStart"/>
          <w:r w:rsidRPr="005965E0">
            <w:rPr>
              <w:sz w:val="20"/>
            </w:rPr>
            <w:t>Abduh</w:t>
          </w:r>
          <w:proofErr w:type="spellEnd"/>
          <w:r w:rsidRPr="005965E0">
            <w:rPr>
              <w:sz w:val="20"/>
            </w:rPr>
            <w:t xml:space="preserve">, M., Orfa, L. E., </w:t>
          </w:r>
          <w:proofErr w:type="spellStart"/>
          <w:r w:rsidRPr="005965E0">
            <w:rPr>
              <w:sz w:val="20"/>
            </w:rPr>
            <w:t>Sulianto</w:t>
          </w:r>
          <w:proofErr w:type="spellEnd"/>
          <w:r w:rsidRPr="005965E0">
            <w:rPr>
              <w:sz w:val="20"/>
            </w:rPr>
            <w:t xml:space="preserve">, S., &amp; Iqbal, K. (2024). Pressure Drop Analysis of Turbine Housing Model with Circular Sliced Pipe for Micro Hydropower Generation. </w:t>
          </w:r>
          <w:r w:rsidRPr="005965E0">
            <w:rPr>
              <w:i/>
              <w:iCs/>
              <w:sz w:val="20"/>
            </w:rPr>
            <w:t>Aceh International Journal of Science and Technology</w:t>
          </w:r>
          <w:r w:rsidRPr="005965E0">
            <w:rPr>
              <w:sz w:val="20"/>
            </w:rPr>
            <w:t xml:space="preserve">, </w:t>
          </w:r>
          <w:r w:rsidRPr="005965E0">
            <w:rPr>
              <w:i/>
              <w:iCs/>
              <w:sz w:val="20"/>
            </w:rPr>
            <w:t>13</w:t>
          </w:r>
          <w:r w:rsidRPr="005965E0">
            <w:rPr>
              <w:sz w:val="20"/>
            </w:rPr>
            <w:t>(2), 92–102. https://doi.org/10.13170/aijst.13.2.37998</w:t>
          </w:r>
        </w:p>
        <w:p w14:paraId="665305C7" w14:textId="00442A50" w:rsidR="00B80E38" w:rsidRPr="005965E0" w:rsidRDefault="00B80E38" w:rsidP="005965E0">
          <w:pPr>
            <w:pStyle w:val="ListParagraph"/>
            <w:numPr>
              <w:ilvl w:val="0"/>
              <w:numId w:val="46"/>
            </w:numPr>
            <w:autoSpaceDE w:val="0"/>
            <w:autoSpaceDN w:val="0"/>
            <w:divId w:val="795754542"/>
            <w:rPr>
              <w:sz w:val="20"/>
            </w:rPr>
          </w:pPr>
          <w:proofErr w:type="spellStart"/>
          <w:r w:rsidRPr="005965E0">
            <w:rPr>
              <w:sz w:val="20"/>
            </w:rPr>
            <w:t>Abdulateef</w:t>
          </w:r>
          <w:proofErr w:type="spellEnd"/>
          <w:r w:rsidRPr="005965E0">
            <w:rPr>
              <w:sz w:val="20"/>
            </w:rPr>
            <w:t xml:space="preserve">, T., </w:t>
          </w:r>
          <w:proofErr w:type="spellStart"/>
          <w:r w:rsidRPr="005965E0">
            <w:rPr>
              <w:sz w:val="20"/>
            </w:rPr>
            <w:t>Irzooki</w:t>
          </w:r>
          <w:proofErr w:type="spellEnd"/>
          <w:r w:rsidRPr="005965E0">
            <w:rPr>
              <w:sz w:val="20"/>
            </w:rPr>
            <w:t xml:space="preserve">, R., &amp; Abbas, A. (2021). Operation of Mosul – Dokan Reservoirs and Samarra Barrage Using HEC – </w:t>
          </w:r>
          <w:proofErr w:type="spellStart"/>
          <w:r w:rsidRPr="005965E0">
            <w:rPr>
              <w:sz w:val="20"/>
            </w:rPr>
            <w:t>ResSim</w:t>
          </w:r>
          <w:proofErr w:type="spellEnd"/>
          <w:r w:rsidRPr="005965E0">
            <w:rPr>
              <w:sz w:val="20"/>
            </w:rPr>
            <w:t xml:space="preserve"> Model During Dry Period. </w:t>
          </w:r>
          <w:r w:rsidRPr="005965E0">
            <w:rPr>
              <w:i/>
              <w:iCs/>
              <w:sz w:val="20"/>
            </w:rPr>
            <w:t>Engineering and Technology Journal</w:t>
          </w:r>
          <w:r w:rsidRPr="005965E0">
            <w:rPr>
              <w:sz w:val="20"/>
            </w:rPr>
            <w:t xml:space="preserve">, </w:t>
          </w:r>
          <w:r w:rsidRPr="005965E0">
            <w:rPr>
              <w:i/>
              <w:iCs/>
              <w:sz w:val="20"/>
            </w:rPr>
            <w:t>39</w:t>
          </w:r>
          <w:r w:rsidRPr="005965E0">
            <w:rPr>
              <w:sz w:val="20"/>
            </w:rPr>
            <w:t>(8), 1273–1280. https://doi.org/10.30684/etj.v39i8.1991</w:t>
          </w:r>
        </w:p>
        <w:p w14:paraId="1A117DBC" w14:textId="11B59CA7" w:rsidR="00B80E38" w:rsidRPr="005965E0" w:rsidRDefault="00B80E38" w:rsidP="005965E0">
          <w:pPr>
            <w:pStyle w:val="ListParagraph"/>
            <w:numPr>
              <w:ilvl w:val="0"/>
              <w:numId w:val="46"/>
            </w:numPr>
            <w:autoSpaceDE w:val="0"/>
            <w:autoSpaceDN w:val="0"/>
            <w:divId w:val="910623699"/>
            <w:rPr>
              <w:sz w:val="20"/>
            </w:rPr>
          </w:pPr>
          <w:proofErr w:type="spellStart"/>
          <w:r w:rsidRPr="005965E0">
            <w:rPr>
              <w:sz w:val="20"/>
            </w:rPr>
            <w:t>Anggraheni</w:t>
          </w:r>
          <w:proofErr w:type="spellEnd"/>
          <w:r w:rsidRPr="005965E0">
            <w:rPr>
              <w:sz w:val="20"/>
            </w:rPr>
            <w:t xml:space="preserve">, D., Jayadi, R., &amp; </w:t>
          </w:r>
          <w:proofErr w:type="spellStart"/>
          <w:r w:rsidRPr="005965E0">
            <w:rPr>
              <w:sz w:val="20"/>
            </w:rPr>
            <w:t>Istiarto</w:t>
          </w:r>
          <w:proofErr w:type="spellEnd"/>
          <w:r w:rsidRPr="005965E0">
            <w:rPr>
              <w:sz w:val="20"/>
            </w:rPr>
            <w:t xml:space="preserve">, D. (2017). EVALUASI KINERJA POLA OPERASI WADUK (POW) WONOGIRI 2014. </w:t>
          </w:r>
          <w:proofErr w:type="spellStart"/>
          <w:r w:rsidRPr="005965E0">
            <w:rPr>
              <w:i/>
              <w:iCs/>
              <w:sz w:val="20"/>
            </w:rPr>
            <w:t>Jurnal</w:t>
          </w:r>
          <w:proofErr w:type="spellEnd"/>
          <w:r w:rsidRPr="005965E0">
            <w:rPr>
              <w:i/>
              <w:iCs/>
              <w:sz w:val="20"/>
            </w:rPr>
            <w:t xml:space="preserve"> </w:t>
          </w:r>
          <w:proofErr w:type="spellStart"/>
          <w:r w:rsidRPr="005965E0">
            <w:rPr>
              <w:i/>
              <w:iCs/>
              <w:sz w:val="20"/>
            </w:rPr>
            <w:t>Teknisia</w:t>
          </w:r>
          <w:proofErr w:type="spellEnd"/>
          <w:r w:rsidRPr="005965E0">
            <w:rPr>
              <w:sz w:val="20"/>
            </w:rPr>
            <w:t xml:space="preserve">, </w:t>
          </w:r>
          <w:proofErr w:type="gramStart"/>
          <w:r w:rsidRPr="005965E0">
            <w:rPr>
              <w:i/>
              <w:iCs/>
              <w:sz w:val="20"/>
            </w:rPr>
            <w:t>XXII</w:t>
          </w:r>
          <w:r w:rsidRPr="005965E0">
            <w:rPr>
              <w:sz w:val="20"/>
            </w:rPr>
            <w:t>(</w:t>
          </w:r>
          <w:proofErr w:type="gramEnd"/>
          <w:r w:rsidRPr="005965E0">
            <w:rPr>
              <w:sz w:val="20"/>
            </w:rPr>
            <w:t>1).</w:t>
          </w:r>
        </w:p>
        <w:p w14:paraId="2C1151FE" w14:textId="026DEA92" w:rsidR="00B80E38" w:rsidRPr="005965E0" w:rsidRDefault="00B80E38" w:rsidP="005965E0">
          <w:pPr>
            <w:pStyle w:val="ListParagraph"/>
            <w:numPr>
              <w:ilvl w:val="0"/>
              <w:numId w:val="46"/>
            </w:numPr>
            <w:autoSpaceDE w:val="0"/>
            <w:autoSpaceDN w:val="0"/>
            <w:divId w:val="839586496"/>
            <w:rPr>
              <w:sz w:val="20"/>
            </w:rPr>
          </w:pPr>
          <w:r w:rsidRPr="005965E0">
            <w:rPr>
              <w:sz w:val="20"/>
            </w:rPr>
            <w:t xml:space="preserve">Badan Pusat </w:t>
          </w:r>
          <w:proofErr w:type="spellStart"/>
          <w:r w:rsidRPr="005965E0">
            <w:rPr>
              <w:sz w:val="20"/>
            </w:rPr>
            <w:t>Statistik</w:t>
          </w:r>
          <w:proofErr w:type="spellEnd"/>
          <w:r w:rsidRPr="005965E0">
            <w:rPr>
              <w:sz w:val="20"/>
            </w:rPr>
            <w:t xml:space="preserve"> </w:t>
          </w:r>
          <w:proofErr w:type="spellStart"/>
          <w:r w:rsidRPr="005965E0">
            <w:rPr>
              <w:sz w:val="20"/>
            </w:rPr>
            <w:t>Indonesaia</w:t>
          </w:r>
          <w:proofErr w:type="spellEnd"/>
          <w:r w:rsidRPr="005965E0">
            <w:rPr>
              <w:sz w:val="20"/>
            </w:rPr>
            <w:t xml:space="preserve">. (2024). </w:t>
          </w:r>
          <w:r w:rsidRPr="005965E0">
            <w:rPr>
              <w:i/>
              <w:iCs/>
              <w:sz w:val="20"/>
            </w:rPr>
            <w:t>2. statistik-indonesia-2024</w:t>
          </w:r>
          <w:r w:rsidRPr="005965E0">
            <w:rPr>
              <w:sz w:val="20"/>
            </w:rPr>
            <w:t xml:space="preserve">. </w:t>
          </w:r>
          <w:r w:rsidRPr="005965E0">
            <w:rPr>
              <w:i/>
              <w:iCs/>
              <w:sz w:val="20"/>
            </w:rPr>
            <w:t>52</w:t>
          </w:r>
          <w:r w:rsidRPr="005965E0">
            <w:rPr>
              <w:sz w:val="20"/>
            </w:rPr>
            <w:t>.</w:t>
          </w:r>
        </w:p>
        <w:p w14:paraId="2F8335B2" w14:textId="53102690" w:rsidR="00B80E38" w:rsidRPr="005965E0" w:rsidRDefault="00B80E38" w:rsidP="005965E0">
          <w:pPr>
            <w:pStyle w:val="ListParagraph"/>
            <w:numPr>
              <w:ilvl w:val="0"/>
              <w:numId w:val="46"/>
            </w:numPr>
            <w:autoSpaceDE w:val="0"/>
            <w:autoSpaceDN w:val="0"/>
            <w:divId w:val="1495024756"/>
            <w:rPr>
              <w:sz w:val="20"/>
            </w:rPr>
          </w:pPr>
          <w:proofErr w:type="spellStart"/>
          <w:r w:rsidRPr="005965E0">
            <w:rPr>
              <w:sz w:val="20"/>
            </w:rPr>
            <w:t>Belachew</w:t>
          </w:r>
          <w:proofErr w:type="spellEnd"/>
          <w:r w:rsidRPr="005965E0">
            <w:rPr>
              <w:sz w:val="20"/>
            </w:rPr>
            <w:t xml:space="preserve"> </w:t>
          </w:r>
          <w:proofErr w:type="spellStart"/>
          <w:r w:rsidRPr="005965E0">
            <w:rPr>
              <w:sz w:val="20"/>
            </w:rPr>
            <w:t>Azeb</w:t>
          </w:r>
          <w:proofErr w:type="spellEnd"/>
          <w:r w:rsidRPr="005965E0">
            <w:rPr>
              <w:sz w:val="20"/>
            </w:rPr>
            <w:t xml:space="preserve">, Z. M. (2014). </w:t>
          </w:r>
          <w:r w:rsidRPr="005965E0">
            <w:rPr>
              <w:i/>
              <w:iCs/>
              <w:sz w:val="20"/>
            </w:rPr>
            <w:t xml:space="preserve">Eastern Nile Basin Water System Simulation Using </w:t>
          </w:r>
          <w:proofErr w:type="spellStart"/>
          <w:r w:rsidRPr="005965E0">
            <w:rPr>
              <w:i/>
              <w:iCs/>
              <w:sz w:val="20"/>
            </w:rPr>
            <w:t>Hec-ResSim</w:t>
          </w:r>
          <w:proofErr w:type="spellEnd"/>
          <w:r w:rsidRPr="005965E0">
            <w:rPr>
              <w:i/>
              <w:iCs/>
              <w:sz w:val="20"/>
            </w:rPr>
            <w:t xml:space="preserve"> Model How does access to this work benefit </w:t>
          </w:r>
          <w:proofErr w:type="gramStart"/>
          <w:r w:rsidRPr="005965E0">
            <w:rPr>
              <w:i/>
              <w:iCs/>
              <w:sz w:val="20"/>
            </w:rPr>
            <w:t>you ?</w:t>
          </w:r>
          <w:proofErr w:type="gramEnd"/>
          <w:r w:rsidRPr="005965E0">
            <w:rPr>
              <w:i/>
              <w:iCs/>
              <w:sz w:val="20"/>
            </w:rPr>
            <w:t xml:space="preserve"> Let us </w:t>
          </w:r>
          <w:proofErr w:type="gramStart"/>
          <w:r w:rsidRPr="005965E0">
            <w:rPr>
              <w:i/>
              <w:iCs/>
              <w:sz w:val="20"/>
            </w:rPr>
            <w:t>know !</w:t>
          </w:r>
          <w:proofErr w:type="gramEnd"/>
        </w:p>
        <w:p w14:paraId="57AFBEE3" w14:textId="52B8CCE7" w:rsidR="00B80E38" w:rsidRPr="005965E0" w:rsidRDefault="00B80E38" w:rsidP="005965E0">
          <w:pPr>
            <w:pStyle w:val="ListParagraph"/>
            <w:numPr>
              <w:ilvl w:val="0"/>
              <w:numId w:val="46"/>
            </w:numPr>
            <w:autoSpaceDE w:val="0"/>
            <w:autoSpaceDN w:val="0"/>
            <w:divId w:val="973675548"/>
            <w:rPr>
              <w:sz w:val="20"/>
            </w:rPr>
          </w:pPr>
          <w:r w:rsidRPr="005965E0">
            <w:rPr>
              <w:sz w:val="20"/>
            </w:rPr>
            <w:t xml:space="preserve">Dash, S. S., Sahoo, B., &amp; </w:t>
          </w:r>
          <w:proofErr w:type="spellStart"/>
          <w:r w:rsidRPr="005965E0">
            <w:rPr>
              <w:sz w:val="20"/>
            </w:rPr>
            <w:t>Raghuwanshi</w:t>
          </w:r>
          <w:proofErr w:type="spellEnd"/>
          <w:r w:rsidRPr="005965E0">
            <w:rPr>
              <w:sz w:val="20"/>
            </w:rPr>
            <w:t xml:space="preserve">, N. S. (2023). An integrated reservoir operation framework for enhanced water resources planning. </w:t>
          </w:r>
          <w:r w:rsidRPr="005965E0">
            <w:rPr>
              <w:i/>
              <w:iCs/>
              <w:sz w:val="20"/>
            </w:rPr>
            <w:t>Scientific Reports</w:t>
          </w:r>
          <w:r w:rsidRPr="005965E0">
            <w:rPr>
              <w:sz w:val="20"/>
            </w:rPr>
            <w:t xml:space="preserve">, </w:t>
          </w:r>
          <w:r w:rsidRPr="005965E0">
            <w:rPr>
              <w:i/>
              <w:iCs/>
              <w:sz w:val="20"/>
            </w:rPr>
            <w:t>13</w:t>
          </w:r>
          <w:r w:rsidRPr="005965E0">
            <w:rPr>
              <w:sz w:val="20"/>
            </w:rPr>
            <w:t>(1). https://doi.org/10.1038/s41598-023-49107-z</w:t>
          </w:r>
        </w:p>
        <w:p w14:paraId="0C3AE069" w14:textId="4BE5638C" w:rsidR="00B80E38" w:rsidRPr="005965E0" w:rsidRDefault="00B80E38" w:rsidP="005965E0">
          <w:pPr>
            <w:pStyle w:val="ListParagraph"/>
            <w:numPr>
              <w:ilvl w:val="0"/>
              <w:numId w:val="46"/>
            </w:numPr>
            <w:autoSpaceDE w:val="0"/>
            <w:autoSpaceDN w:val="0"/>
            <w:divId w:val="1939868830"/>
            <w:rPr>
              <w:sz w:val="20"/>
            </w:rPr>
          </w:pPr>
          <w:proofErr w:type="spellStart"/>
          <w:r w:rsidRPr="005965E0">
            <w:rPr>
              <w:sz w:val="20"/>
            </w:rPr>
            <w:t>Ehteram</w:t>
          </w:r>
          <w:proofErr w:type="spellEnd"/>
          <w:r w:rsidRPr="005965E0">
            <w:rPr>
              <w:sz w:val="20"/>
            </w:rPr>
            <w:t xml:space="preserve">, M., Karami, H., Mousavi, S. F., El-Shafie, A., &amp; Amini, Z. (2017). Optimizing dam and reservoirs </w:t>
          </w:r>
          <w:proofErr w:type="gramStart"/>
          <w:r w:rsidRPr="005965E0">
            <w:rPr>
              <w:sz w:val="20"/>
            </w:rPr>
            <w:t>operation based</w:t>
          </w:r>
          <w:proofErr w:type="gramEnd"/>
          <w:r w:rsidRPr="005965E0">
            <w:rPr>
              <w:sz w:val="20"/>
            </w:rPr>
            <w:t xml:space="preserve"> model utilizing shark algorithm approach. </w:t>
          </w:r>
          <w:r w:rsidRPr="005965E0">
            <w:rPr>
              <w:i/>
              <w:iCs/>
              <w:sz w:val="20"/>
            </w:rPr>
            <w:t>Knowledge-Based Systems</w:t>
          </w:r>
          <w:r w:rsidRPr="005965E0">
            <w:rPr>
              <w:sz w:val="20"/>
            </w:rPr>
            <w:t xml:space="preserve">, </w:t>
          </w:r>
          <w:r w:rsidRPr="005965E0">
            <w:rPr>
              <w:i/>
              <w:iCs/>
              <w:sz w:val="20"/>
            </w:rPr>
            <w:t>122</w:t>
          </w:r>
          <w:r w:rsidRPr="005965E0">
            <w:rPr>
              <w:sz w:val="20"/>
            </w:rPr>
            <w:t>, 26–38. https://doi.org/10.1016/j.knosys.2017.01.026</w:t>
          </w:r>
        </w:p>
        <w:p w14:paraId="49BFDCBC" w14:textId="227D3D19" w:rsidR="00B80E38" w:rsidRPr="005965E0" w:rsidRDefault="00B80E38" w:rsidP="005965E0">
          <w:pPr>
            <w:pStyle w:val="ListParagraph"/>
            <w:numPr>
              <w:ilvl w:val="0"/>
              <w:numId w:val="46"/>
            </w:numPr>
            <w:autoSpaceDE w:val="0"/>
            <w:autoSpaceDN w:val="0"/>
            <w:divId w:val="231695690"/>
            <w:rPr>
              <w:sz w:val="20"/>
            </w:rPr>
          </w:pPr>
          <w:proofErr w:type="spellStart"/>
          <w:r w:rsidRPr="005965E0">
            <w:rPr>
              <w:sz w:val="20"/>
            </w:rPr>
            <w:t>Balai</w:t>
          </w:r>
          <w:proofErr w:type="spellEnd"/>
          <w:r w:rsidRPr="005965E0">
            <w:rPr>
              <w:sz w:val="20"/>
            </w:rPr>
            <w:t xml:space="preserve"> </w:t>
          </w:r>
          <w:proofErr w:type="spellStart"/>
          <w:r w:rsidRPr="005965E0">
            <w:rPr>
              <w:sz w:val="20"/>
            </w:rPr>
            <w:t>Besar</w:t>
          </w:r>
          <w:proofErr w:type="spellEnd"/>
          <w:r w:rsidRPr="005965E0">
            <w:rPr>
              <w:sz w:val="20"/>
            </w:rPr>
            <w:t xml:space="preserve"> Wilayah Sungai Brantas. (2022). </w:t>
          </w:r>
          <w:proofErr w:type="spellStart"/>
          <w:r w:rsidRPr="005965E0">
            <w:rPr>
              <w:i/>
              <w:iCs/>
              <w:sz w:val="20"/>
            </w:rPr>
            <w:t>Laporan</w:t>
          </w:r>
          <w:proofErr w:type="spellEnd"/>
          <w:r w:rsidRPr="005965E0">
            <w:rPr>
              <w:i/>
              <w:iCs/>
              <w:sz w:val="20"/>
            </w:rPr>
            <w:t xml:space="preserve"> </w:t>
          </w:r>
          <w:proofErr w:type="spellStart"/>
          <w:r w:rsidRPr="005965E0">
            <w:rPr>
              <w:i/>
              <w:iCs/>
              <w:sz w:val="20"/>
            </w:rPr>
            <w:t>Hidrologi</w:t>
          </w:r>
          <w:proofErr w:type="spellEnd"/>
          <w:r w:rsidRPr="005965E0">
            <w:rPr>
              <w:i/>
              <w:iCs/>
              <w:sz w:val="20"/>
            </w:rPr>
            <w:t xml:space="preserve"> </w:t>
          </w:r>
          <w:proofErr w:type="spellStart"/>
          <w:r w:rsidRPr="005965E0">
            <w:rPr>
              <w:i/>
              <w:iCs/>
              <w:sz w:val="20"/>
            </w:rPr>
            <w:t>Pekerjaan</w:t>
          </w:r>
          <w:proofErr w:type="spellEnd"/>
          <w:r w:rsidRPr="005965E0">
            <w:rPr>
              <w:i/>
              <w:iCs/>
              <w:sz w:val="20"/>
            </w:rPr>
            <w:t xml:space="preserve">: Monitoring dan </w:t>
          </w:r>
          <w:proofErr w:type="spellStart"/>
          <w:r w:rsidRPr="005965E0">
            <w:rPr>
              <w:i/>
              <w:iCs/>
              <w:sz w:val="20"/>
            </w:rPr>
            <w:t>Evaluasi</w:t>
          </w:r>
          <w:proofErr w:type="spellEnd"/>
          <w:r w:rsidRPr="005965E0">
            <w:rPr>
              <w:i/>
              <w:iCs/>
              <w:sz w:val="20"/>
            </w:rPr>
            <w:t xml:space="preserve"> </w:t>
          </w:r>
          <w:proofErr w:type="spellStart"/>
          <w:r w:rsidRPr="005965E0">
            <w:rPr>
              <w:i/>
              <w:iCs/>
              <w:sz w:val="20"/>
            </w:rPr>
            <w:t>Bendungan</w:t>
          </w:r>
          <w:proofErr w:type="spellEnd"/>
          <w:r w:rsidRPr="005965E0">
            <w:rPr>
              <w:i/>
              <w:iCs/>
              <w:sz w:val="20"/>
            </w:rPr>
            <w:t xml:space="preserve"> </w:t>
          </w:r>
          <w:proofErr w:type="spellStart"/>
          <w:r w:rsidRPr="005965E0">
            <w:rPr>
              <w:i/>
              <w:iCs/>
              <w:sz w:val="20"/>
            </w:rPr>
            <w:t>Tugu</w:t>
          </w:r>
          <w:proofErr w:type="spellEnd"/>
          <w:r w:rsidRPr="005965E0">
            <w:rPr>
              <w:i/>
              <w:iCs/>
              <w:sz w:val="20"/>
            </w:rPr>
            <w:t xml:space="preserve"> </w:t>
          </w:r>
          <w:proofErr w:type="spellStart"/>
          <w:r w:rsidRPr="005965E0">
            <w:rPr>
              <w:i/>
              <w:iCs/>
              <w:sz w:val="20"/>
            </w:rPr>
            <w:t>Pasca</w:t>
          </w:r>
          <w:proofErr w:type="spellEnd"/>
          <w:r w:rsidRPr="005965E0">
            <w:rPr>
              <w:i/>
              <w:iCs/>
              <w:sz w:val="20"/>
            </w:rPr>
            <w:t xml:space="preserve"> Impounding di </w:t>
          </w:r>
          <w:proofErr w:type="spellStart"/>
          <w:r w:rsidRPr="005965E0">
            <w:rPr>
              <w:i/>
              <w:iCs/>
              <w:sz w:val="20"/>
            </w:rPr>
            <w:t>Kabupaten</w:t>
          </w:r>
          <w:proofErr w:type="spellEnd"/>
          <w:r w:rsidRPr="005965E0">
            <w:rPr>
              <w:i/>
              <w:iCs/>
              <w:sz w:val="20"/>
            </w:rPr>
            <w:t xml:space="preserve"> </w:t>
          </w:r>
          <w:proofErr w:type="spellStart"/>
          <w:r w:rsidRPr="005965E0">
            <w:rPr>
              <w:i/>
              <w:iCs/>
              <w:sz w:val="20"/>
            </w:rPr>
            <w:t>Trenggalek</w:t>
          </w:r>
          <w:proofErr w:type="spellEnd"/>
          <w:r w:rsidRPr="005965E0">
            <w:rPr>
              <w:sz w:val="20"/>
            </w:rPr>
            <w:t>.</w:t>
          </w:r>
        </w:p>
        <w:p w14:paraId="6083E1CD" w14:textId="771FFD58" w:rsidR="00B80E38" w:rsidRPr="005965E0" w:rsidRDefault="00B80E38" w:rsidP="005965E0">
          <w:pPr>
            <w:pStyle w:val="ListParagraph"/>
            <w:numPr>
              <w:ilvl w:val="0"/>
              <w:numId w:val="46"/>
            </w:numPr>
            <w:autoSpaceDE w:val="0"/>
            <w:autoSpaceDN w:val="0"/>
            <w:divId w:val="1782071398"/>
            <w:rPr>
              <w:sz w:val="20"/>
            </w:rPr>
          </w:pPr>
          <w:r w:rsidRPr="005965E0">
            <w:rPr>
              <w:sz w:val="20"/>
            </w:rPr>
            <w:t xml:space="preserve">John D. Klipsch, George C. Modini, Sara M. O’Connell, Marilyn B. Hurst, &amp; Daniel L. Black. (2021). </w:t>
          </w:r>
          <w:r w:rsidRPr="005965E0">
            <w:rPr>
              <w:i/>
              <w:iCs/>
              <w:sz w:val="20"/>
            </w:rPr>
            <w:t>HEC-</w:t>
          </w:r>
          <w:proofErr w:type="spellStart"/>
          <w:r w:rsidRPr="005965E0">
            <w:rPr>
              <w:i/>
              <w:iCs/>
              <w:sz w:val="20"/>
            </w:rPr>
            <w:t>ResSim</w:t>
          </w:r>
          <w:proofErr w:type="spellEnd"/>
          <w:r w:rsidRPr="005965E0">
            <w:rPr>
              <w:i/>
              <w:iCs/>
              <w:sz w:val="20"/>
            </w:rPr>
            <w:t xml:space="preserve"> User’s Manual</w:t>
          </w:r>
          <w:r w:rsidRPr="005965E0">
            <w:rPr>
              <w:sz w:val="20"/>
            </w:rPr>
            <w:t xml:space="preserve"> (3.3).</w:t>
          </w:r>
        </w:p>
        <w:p w14:paraId="3E7A5695" w14:textId="5A769AC8" w:rsidR="00B80E38" w:rsidRPr="005965E0" w:rsidRDefault="00B80E38" w:rsidP="005965E0">
          <w:pPr>
            <w:pStyle w:val="ListParagraph"/>
            <w:numPr>
              <w:ilvl w:val="0"/>
              <w:numId w:val="46"/>
            </w:numPr>
            <w:autoSpaceDE w:val="0"/>
            <w:autoSpaceDN w:val="0"/>
            <w:divId w:val="475074871"/>
            <w:rPr>
              <w:sz w:val="20"/>
            </w:rPr>
          </w:pPr>
          <w:r w:rsidRPr="005965E0">
            <w:rPr>
              <w:sz w:val="20"/>
            </w:rPr>
            <w:t>Kim, J., Read, L., Johnson, L. E., Gochis, D., Cifelli, R., &amp; Han, H. (2020a). An experiment on reservoir representation schemes to improve hydrologic prediction: coupling the national water model with the HEC-</w:t>
          </w:r>
          <w:proofErr w:type="spellStart"/>
          <w:r w:rsidRPr="005965E0">
            <w:rPr>
              <w:sz w:val="20"/>
            </w:rPr>
            <w:t>ResSim</w:t>
          </w:r>
          <w:proofErr w:type="spellEnd"/>
          <w:r w:rsidRPr="005965E0">
            <w:rPr>
              <w:sz w:val="20"/>
            </w:rPr>
            <w:t xml:space="preserve">. </w:t>
          </w:r>
          <w:r w:rsidRPr="005965E0">
            <w:rPr>
              <w:i/>
              <w:iCs/>
              <w:sz w:val="20"/>
            </w:rPr>
            <w:t>Hydrological Sciences Journal</w:t>
          </w:r>
          <w:r w:rsidRPr="005965E0">
            <w:rPr>
              <w:sz w:val="20"/>
            </w:rPr>
            <w:t xml:space="preserve">, </w:t>
          </w:r>
          <w:r w:rsidRPr="005965E0">
            <w:rPr>
              <w:i/>
              <w:iCs/>
              <w:sz w:val="20"/>
            </w:rPr>
            <w:t>65</w:t>
          </w:r>
          <w:r w:rsidRPr="005965E0">
            <w:rPr>
              <w:sz w:val="20"/>
            </w:rPr>
            <w:t>(10), 1652–1666. https://doi.org/10.1080/02626667.2020.1757677</w:t>
          </w:r>
        </w:p>
        <w:p w14:paraId="76585530" w14:textId="6BDD5E38" w:rsidR="00B80E38" w:rsidRPr="005965E0" w:rsidRDefault="00B80E38" w:rsidP="005965E0">
          <w:pPr>
            <w:pStyle w:val="ListParagraph"/>
            <w:numPr>
              <w:ilvl w:val="0"/>
              <w:numId w:val="46"/>
            </w:numPr>
            <w:autoSpaceDE w:val="0"/>
            <w:autoSpaceDN w:val="0"/>
            <w:divId w:val="1768965452"/>
            <w:rPr>
              <w:sz w:val="20"/>
            </w:rPr>
          </w:pPr>
          <w:r w:rsidRPr="005965E0">
            <w:rPr>
              <w:sz w:val="20"/>
            </w:rPr>
            <w:t>Kim, J., Read, L., Johnson, L. E., Gochis, D., Cifelli, R., &amp; Han, H. (2020b). An experiment on reservoir representation schemes to improve hydrologic prediction: coupling the national water model with the HEC-</w:t>
          </w:r>
          <w:proofErr w:type="spellStart"/>
          <w:r w:rsidRPr="005965E0">
            <w:rPr>
              <w:sz w:val="20"/>
            </w:rPr>
            <w:t>ResSim</w:t>
          </w:r>
          <w:proofErr w:type="spellEnd"/>
          <w:r w:rsidRPr="005965E0">
            <w:rPr>
              <w:sz w:val="20"/>
            </w:rPr>
            <w:t xml:space="preserve">. </w:t>
          </w:r>
          <w:r w:rsidRPr="005965E0">
            <w:rPr>
              <w:i/>
              <w:iCs/>
              <w:sz w:val="20"/>
            </w:rPr>
            <w:t>Hydrological Sciences Journal</w:t>
          </w:r>
          <w:r w:rsidRPr="005965E0">
            <w:rPr>
              <w:sz w:val="20"/>
            </w:rPr>
            <w:t xml:space="preserve">, </w:t>
          </w:r>
          <w:r w:rsidRPr="005965E0">
            <w:rPr>
              <w:i/>
              <w:iCs/>
              <w:sz w:val="20"/>
            </w:rPr>
            <w:t>65</w:t>
          </w:r>
          <w:r w:rsidRPr="005965E0">
            <w:rPr>
              <w:sz w:val="20"/>
            </w:rPr>
            <w:t>(10), 1652–1666. https://doi.org/10.1080/02626667.2020.1757677</w:t>
          </w:r>
        </w:p>
        <w:p w14:paraId="35C90215" w14:textId="3D2B1A28" w:rsidR="00B80E38" w:rsidRPr="005965E0" w:rsidRDefault="00B80E38" w:rsidP="005965E0">
          <w:pPr>
            <w:pStyle w:val="ListParagraph"/>
            <w:numPr>
              <w:ilvl w:val="0"/>
              <w:numId w:val="46"/>
            </w:numPr>
            <w:autoSpaceDE w:val="0"/>
            <w:autoSpaceDN w:val="0"/>
            <w:divId w:val="52967440"/>
            <w:rPr>
              <w:sz w:val="20"/>
            </w:rPr>
          </w:pPr>
          <w:r w:rsidRPr="005965E0">
            <w:rPr>
              <w:sz w:val="20"/>
            </w:rPr>
            <w:t xml:space="preserve">Kumar, V., &amp; Yadav, S. M. (2020). Optimization of Water Releases from Ukai Reservoir Using Jaya Algorithm. </w:t>
          </w:r>
          <w:r w:rsidRPr="005965E0">
            <w:rPr>
              <w:i/>
              <w:iCs/>
              <w:sz w:val="20"/>
            </w:rPr>
            <w:t>Advances in Intelligent Systems and Computing</w:t>
          </w:r>
          <w:r w:rsidRPr="005965E0">
            <w:rPr>
              <w:sz w:val="20"/>
            </w:rPr>
            <w:t xml:space="preserve">, </w:t>
          </w:r>
          <w:r w:rsidRPr="005965E0">
            <w:rPr>
              <w:i/>
              <w:iCs/>
              <w:sz w:val="20"/>
            </w:rPr>
            <w:t>949</w:t>
          </w:r>
          <w:r w:rsidRPr="005965E0">
            <w:rPr>
              <w:sz w:val="20"/>
            </w:rPr>
            <w:t>, 323–336. https://doi.org/10.1007/978-981-13-8196-6_29</w:t>
          </w:r>
        </w:p>
        <w:p w14:paraId="7B61ABFA" w14:textId="37271455" w:rsidR="00B80E38" w:rsidRPr="005965E0" w:rsidRDefault="00B80E38" w:rsidP="005965E0">
          <w:pPr>
            <w:pStyle w:val="ListParagraph"/>
            <w:numPr>
              <w:ilvl w:val="0"/>
              <w:numId w:val="46"/>
            </w:numPr>
            <w:autoSpaceDE w:val="0"/>
            <w:autoSpaceDN w:val="0"/>
            <w:divId w:val="1772240541"/>
            <w:rPr>
              <w:sz w:val="20"/>
            </w:rPr>
          </w:pPr>
          <w:r w:rsidRPr="005965E0">
            <w:rPr>
              <w:sz w:val="20"/>
            </w:rPr>
            <w:t xml:space="preserve">Lara, P. G., Lopes, J. D., Luz, G. M., &amp; </w:t>
          </w:r>
          <w:proofErr w:type="spellStart"/>
          <w:r w:rsidRPr="005965E0">
            <w:rPr>
              <w:sz w:val="20"/>
            </w:rPr>
            <w:t>Bonumá</w:t>
          </w:r>
          <w:proofErr w:type="spellEnd"/>
          <w:r w:rsidRPr="005965E0">
            <w:rPr>
              <w:sz w:val="20"/>
            </w:rPr>
            <w:t>, N. B. (2014). Reservoir operation employing HEC-</w:t>
          </w:r>
          <w:proofErr w:type="spellStart"/>
          <w:r w:rsidRPr="005965E0">
            <w:rPr>
              <w:sz w:val="20"/>
            </w:rPr>
            <w:t>ResSim</w:t>
          </w:r>
          <w:proofErr w:type="spellEnd"/>
          <w:r w:rsidRPr="005965E0">
            <w:rPr>
              <w:sz w:val="20"/>
            </w:rPr>
            <w:t xml:space="preserve">: Case study of </w:t>
          </w:r>
          <w:proofErr w:type="spellStart"/>
          <w:r w:rsidRPr="005965E0">
            <w:rPr>
              <w:sz w:val="20"/>
            </w:rPr>
            <w:t>Tucuruí</w:t>
          </w:r>
          <w:proofErr w:type="spellEnd"/>
          <w:r w:rsidRPr="005965E0">
            <w:rPr>
              <w:sz w:val="20"/>
            </w:rPr>
            <w:t xml:space="preserve"> dam, Brazil. </w:t>
          </w:r>
          <w:r w:rsidRPr="005965E0">
            <w:rPr>
              <w:i/>
              <w:iCs/>
              <w:sz w:val="20"/>
            </w:rPr>
            <w:t>6th International Conference on Flood Management</w:t>
          </w:r>
          <w:r w:rsidRPr="005965E0">
            <w:rPr>
              <w:sz w:val="20"/>
            </w:rPr>
            <w:t xml:space="preserve">, </w:t>
          </w:r>
          <w:r w:rsidRPr="005965E0">
            <w:rPr>
              <w:i/>
              <w:iCs/>
              <w:sz w:val="20"/>
            </w:rPr>
            <w:t>September 2014</w:t>
          </w:r>
          <w:r w:rsidRPr="005965E0">
            <w:rPr>
              <w:sz w:val="20"/>
            </w:rPr>
            <w:t>, 1–12.</w:t>
          </w:r>
        </w:p>
        <w:p w14:paraId="6D0F998B" w14:textId="4208D63C" w:rsidR="00B80E38" w:rsidRPr="005965E0" w:rsidRDefault="00B80E38" w:rsidP="005965E0">
          <w:pPr>
            <w:pStyle w:val="ListParagraph"/>
            <w:numPr>
              <w:ilvl w:val="0"/>
              <w:numId w:val="46"/>
            </w:numPr>
            <w:autoSpaceDE w:val="0"/>
            <w:autoSpaceDN w:val="0"/>
            <w:divId w:val="349721574"/>
            <w:rPr>
              <w:sz w:val="20"/>
            </w:rPr>
          </w:pPr>
          <w:r w:rsidRPr="005965E0">
            <w:rPr>
              <w:sz w:val="20"/>
            </w:rPr>
            <w:t xml:space="preserve">Mansouri, R., Torabi, H., </w:t>
          </w:r>
          <w:proofErr w:type="spellStart"/>
          <w:r w:rsidRPr="005965E0">
            <w:rPr>
              <w:sz w:val="20"/>
            </w:rPr>
            <w:t>Hoseini</w:t>
          </w:r>
          <w:proofErr w:type="spellEnd"/>
          <w:r w:rsidRPr="005965E0">
            <w:rPr>
              <w:sz w:val="20"/>
            </w:rPr>
            <w:t xml:space="preserve">, M., &amp; </w:t>
          </w:r>
          <w:proofErr w:type="spellStart"/>
          <w:r w:rsidRPr="005965E0">
            <w:rPr>
              <w:sz w:val="20"/>
            </w:rPr>
            <w:t>Morshedzadeh</w:t>
          </w:r>
          <w:proofErr w:type="spellEnd"/>
          <w:r w:rsidRPr="005965E0">
            <w:rPr>
              <w:sz w:val="20"/>
            </w:rPr>
            <w:t xml:space="preserve">, H. (2015). Optimization of the Water Distribution Networks with Differential Evolution (DE) and Mixed Integer Linear Programming (MILP). </w:t>
          </w:r>
          <w:r w:rsidRPr="005965E0">
            <w:rPr>
              <w:i/>
              <w:iCs/>
              <w:sz w:val="20"/>
            </w:rPr>
            <w:t>Journal of Water Resource and Protection</w:t>
          </w:r>
          <w:r w:rsidRPr="005965E0">
            <w:rPr>
              <w:sz w:val="20"/>
            </w:rPr>
            <w:t xml:space="preserve">, </w:t>
          </w:r>
          <w:r w:rsidRPr="005965E0">
            <w:rPr>
              <w:i/>
              <w:iCs/>
              <w:sz w:val="20"/>
            </w:rPr>
            <w:t>07</w:t>
          </w:r>
          <w:r w:rsidRPr="005965E0">
            <w:rPr>
              <w:sz w:val="20"/>
            </w:rPr>
            <w:t>(09), 715–729. https://doi.org/10.4236/jwarp.2015.79059</w:t>
          </w:r>
        </w:p>
        <w:p w14:paraId="0A824FED" w14:textId="3FFDB5BA" w:rsidR="00B80E38" w:rsidRPr="005965E0" w:rsidRDefault="00B80E38" w:rsidP="005965E0">
          <w:pPr>
            <w:pStyle w:val="ListParagraph"/>
            <w:numPr>
              <w:ilvl w:val="0"/>
              <w:numId w:val="46"/>
            </w:numPr>
            <w:autoSpaceDE w:val="0"/>
            <w:autoSpaceDN w:val="0"/>
            <w:divId w:val="795219844"/>
            <w:rPr>
              <w:sz w:val="20"/>
            </w:rPr>
          </w:pPr>
          <w:proofErr w:type="spellStart"/>
          <w:r w:rsidRPr="005965E0">
            <w:rPr>
              <w:sz w:val="20"/>
            </w:rPr>
            <w:t>Meshkat</w:t>
          </w:r>
          <w:proofErr w:type="spellEnd"/>
          <w:r w:rsidRPr="005965E0">
            <w:rPr>
              <w:sz w:val="20"/>
            </w:rPr>
            <w:t xml:space="preserve">, M., &amp; Klipsch, J. D. (2018). </w:t>
          </w:r>
          <w:r w:rsidRPr="005965E0">
            <w:rPr>
              <w:i/>
              <w:iCs/>
              <w:sz w:val="20"/>
            </w:rPr>
            <w:t>World Environmental and Water Resources Congress</w:t>
          </w:r>
          <w:r w:rsidRPr="005965E0">
            <w:rPr>
              <w:sz w:val="20"/>
            </w:rPr>
            <w:t>.</w:t>
          </w:r>
        </w:p>
        <w:p w14:paraId="4440F643" w14:textId="1C10971F" w:rsidR="00B80E38" w:rsidRPr="005965E0" w:rsidRDefault="00B80E38" w:rsidP="005965E0">
          <w:pPr>
            <w:pStyle w:val="ListParagraph"/>
            <w:numPr>
              <w:ilvl w:val="0"/>
              <w:numId w:val="46"/>
            </w:numPr>
            <w:autoSpaceDE w:val="0"/>
            <w:autoSpaceDN w:val="0"/>
            <w:divId w:val="915018234"/>
            <w:rPr>
              <w:sz w:val="20"/>
            </w:rPr>
          </w:pPr>
          <w:r w:rsidRPr="005965E0">
            <w:rPr>
              <w:sz w:val="20"/>
            </w:rPr>
            <w:t xml:space="preserve">PUPR Indonesia. (2024). </w:t>
          </w:r>
          <w:r w:rsidRPr="005965E0">
            <w:rPr>
              <w:i/>
              <w:iCs/>
              <w:sz w:val="20"/>
            </w:rPr>
            <w:t xml:space="preserve">Booklet Air </w:t>
          </w:r>
          <w:proofErr w:type="spellStart"/>
          <w:r w:rsidRPr="005965E0">
            <w:rPr>
              <w:i/>
              <w:iCs/>
              <w:sz w:val="20"/>
            </w:rPr>
            <w:t>Untuk</w:t>
          </w:r>
          <w:proofErr w:type="spellEnd"/>
          <w:r w:rsidRPr="005965E0">
            <w:rPr>
              <w:i/>
              <w:iCs/>
              <w:sz w:val="20"/>
            </w:rPr>
            <w:t xml:space="preserve"> Negeri </w:t>
          </w:r>
          <w:proofErr w:type="spellStart"/>
          <w:r w:rsidRPr="005965E0">
            <w:rPr>
              <w:i/>
              <w:iCs/>
              <w:sz w:val="20"/>
            </w:rPr>
            <w:t>edisi</w:t>
          </w:r>
          <w:proofErr w:type="spellEnd"/>
          <w:r w:rsidRPr="005965E0">
            <w:rPr>
              <w:i/>
              <w:iCs/>
              <w:sz w:val="20"/>
            </w:rPr>
            <w:t xml:space="preserve"> 1 2024</w:t>
          </w:r>
          <w:r w:rsidRPr="005965E0">
            <w:rPr>
              <w:sz w:val="20"/>
            </w:rPr>
            <w:t xml:space="preserve">. </w:t>
          </w:r>
          <w:r w:rsidRPr="005965E0">
            <w:rPr>
              <w:i/>
              <w:iCs/>
              <w:sz w:val="20"/>
            </w:rPr>
            <w:t>01</w:t>
          </w:r>
          <w:r w:rsidRPr="005965E0">
            <w:rPr>
              <w:sz w:val="20"/>
            </w:rPr>
            <w:t>.</w:t>
          </w:r>
        </w:p>
        <w:p w14:paraId="0B3446E7" w14:textId="530FBD22" w:rsidR="00B80E38" w:rsidRPr="005965E0" w:rsidRDefault="00B80E38" w:rsidP="005965E0">
          <w:pPr>
            <w:pStyle w:val="ListParagraph"/>
            <w:numPr>
              <w:ilvl w:val="0"/>
              <w:numId w:val="46"/>
            </w:numPr>
            <w:autoSpaceDE w:val="0"/>
            <w:autoSpaceDN w:val="0"/>
            <w:divId w:val="694157738"/>
            <w:rPr>
              <w:sz w:val="20"/>
            </w:rPr>
          </w:pPr>
          <w:r w:rsidRPr="005965E0">
            <w:rPr>
              <w:sz w:val="20"/>
            </w:rPr>
            <w:t xml:space="preserve">Roni Wibowo. (2022). </w:t>
          </w:r>
          <w:proofErr w:type="spellStart"/>
          <w:r w:rsidRPr="005965E0">
            <w:rPr>
              <w:i/>
              <w:iCs/>
              <w:sz w:val="20"/>
            </w:rPr>
            <w:t>Sistem</w:t>
          </w:r>
          <w:proofErr w:type="spellEnd"/>
          <w:r w:rsidRPr="005965E0">
            <w:rPr>
              <w:i/>
              <w:iCs/>
              <w:sz w:val="20"/>
            </w:rPr>
            <w:t xml:space="preserve"> </w:t>
          </w:r>
          <w:proofErr w:type="spellStart"/>
          <w:r w:rsidRPr="005965E0">
            <w:rPr>
              <w:i/>
              <w:iCs/>
              <w:sz w:val="20"/>
            </w:rPr>
            <w:t>Pengoperasian</w:t>
          </w:r>
          <w:proofErr w:type="spellEnd"/>
          <w:r w:rsidRPr="005965E0">
            <w:rPr>
              <w:i/>
              <w:iCs/>
              <w:sz w:val="20"/>
            </w:rPr>
            <w:t xml:space="preserve"> </w:t>
          </w:r>
          <w:proofErr w:type="spellStart"/>
          <w:r w:rsidRPr="005965E0">
            <w:rPr>
              <w:i/>
              <w:iCs/>
              <w:sz w:val="20"/>
            </w:rPr>
            <w:t>Waduk</w:t>
          </w:r>
          <w:proofErr w:type="spellEnd"/>
          <w:r w:rsidRPr="005965E0">
            <w:rPr>
              <w:i/>
              <w:iCs/>
              <w:sz w:val="20"/>
            </w:rPr>
            <w:t xml:space="preserve"> </w:t>
          </w:r>
          <w:proofErr w:type="spellStart"/>
          <w:r w:rsidRPr="005965E0">
            <w:rPr>
              <w:i/>
              <w:iCs/>
              <w:sz w:val="20"/>
            </w:rPr>
            <w:t>Margatiga</w:t>
          </w:r>
          <w:proofErr w:type="spellEnd"/>
          <w:r w:rsidRPr="005965E0">
            <w:rPr>
              <w:i/>
              <w:iCs/>
              <w:sz w:val="20"/>
            </w:rPr>
            <w:t xml:space="preserve"> </w:t>
          </w:r>
          <w:proofErr w:type="spellStart"/>
          <w:r w:rsidRPr="005965E0">
            <w:rPr>
              <w:i/>
              <w:iCs/>
              <w:sz w:val="20"/>
            </w:rPr>
            <w:t>Menggunakan</w:t>
          </w:r>
          <w:proofErr w:type="spellEnd"/>
          <w:r w:rsidRPr="005965E0">
            <w:rPr>
              <w:i/>
              <w:iCs/>
              <w:sz w:val="20"/>
            </w:rPr>
            <w:t xml:space="preserve"> Software HEC-</w:t>
          </w:r>
          <w:proofErr w:type="spellStart"/>
          <w:r w:rsidRPr="005965E0">
            <w:rPr>
              <w:i/>
              <w:iCs/>
              <w:sz w:val="20"/>
            </w:rPr>
            <w:t>ResSim</w:t>
          </w:r>
          <w:proofErr w:type="spellEnd"/>
          <w:r w:rsidRPr="005965E0">
            <w:rPr>
              <w:sz w:val="20"/>
            </w:rPr>
            <w:t>.</w:t>
          </w:r>
        </w:p>
        <w:p w14:paraId="6F90C83C" w14:textId="5AA8C40C" w:rsidR="00B80E38" w:rsidRPr="005965E0" w:rsidRDefault="00B80E38" w:rsidP="005965E0">
          <w:pPr>
            <w:pStyle w:val="ListParagraph"/>
            <w:numPr>
              <w:ilvl w:val="0"/>
              <w:numId w:val="46"/>
            </w:numPr>
            <w:autoSpaceDE w:val="0"/>
            <w:autoSpaceDN w:val="0"/>
            <w:divId w:val="1592229840"/>
            <w:rPr>
              <w:sz w:val="20"/>
            </w:rPr>
          </w:pPr>
          <w:proofErr w:type="spellStart"/>
          <w:r w:rsidRPr="005965E0">
            <w:rPr>
              <w:sz w:val="20"/>
            </w:rPr>
            <w:t>Sulaiman</w:t>
          </w:r>
          <w:proofErr w:type="spellEnd"/>
          <w:r w:rsidRPr="005965E0">
            <w:rPr>
              <w:sz w:val="20"/>
            </w:rPr>
            <w:t xml:space="preserve">, S. O., Abdullah, H. H., Al-Ansari, N., Laue, J., &amp; Yaseen, Z. M. (2021). Simulation model for optimal operation of </w:t>
          </w:r>
          <w:proofErr w:type="spellStart"/>
          <w:r w:rsidRPr="005965E0">
            <w:rPr>
              <w:sz w:val="20"/>
            </w:rPr>
            <w:t>Dokan</w:t>
          </w:r>
          <w:proofErr w:type="spellEnd"/>
          <w:r w:rsidRPr="005965E0">
            <w:rPr>
              <w:sz w:val="20"/>
            </w:rPr>
            <w:t xml:space="preserve"> Dam reservoir northern of Iraq. </w:t>
          </w:r>
          <w:r w:rsidRPr="005965E0">
            <w:rPr>
              <w:i/>
              <w:iCs/>
              <w:sz w:val="20"/>
            </w:rPr>
            <w:t xml:space="preserve">International Journal of Design and Nature and </w:t>
          </w:r>
          <w:proofErr w:type="spellStart"/>
          <w:r w:rsidRPr="005965E0">
            <w:rPr>
              <w:i/>
              <w:iCs/>
              <w:sz w:val="20"/>
            </w:rPr>
            <w:t>Ecodynamics</w:t>
          </w:r>
          <w:proofErr w:type="spellEnd"/>
          <w:r w:rsidRPr="005965E0">
            <w:rPr>
              <w:sz w:val="20"/>
            </w:rPr>
            <w:t xml:space="preserve">, </w:t>
          </w:r>
          <w:r w:rsidRPr="005965E0">
            <w:rPr>
              <w:i/>
              <w:iCs/>
              <w:sz w:val="20"/>
            </w:rPr>
            <w:t>16</w:t>
          </w:r>
          <w:r w:rsidRPr="005965E0">
            <w:rPr>
              <w:sz w:val="20"/>
            </w:rPr>
            <w:t>(3), 301–306. https://doi.org/10.18280/IJDNE.160308</w:t>
          </w:r>
        </w:p>
        <w:p w14:paraId="205E881B" w14:textId="51AE694C" w:rsidR="00B80E38" w:rsidRPr="005965E0" w:rsidRDefault="00B80E38" w:rsidP="005965E0">
          <w:pPr>
            <w:pStyle w:val="ListParagraph"/>
            <w:numPr>
              <w:ilvl w:val="0"/>
              <w:numId w:val="46"/>
            </w:numPr>
            <w:autoSpaceDE w:val="0"/>
            <w:autoSpaceDN w:val="0"/>
            <w:divId w:val="156894579"/>
            <w:rPr>
              <w:sz w:val="20"/>
            </w:rPr>
          </w:pPr>
          <w:proofErr w:type="spellStart"/>
          <w:r w:rsidRPr="005965E0">
            <w:rPr>
              <w:sz w:val="20"/>
            </w:rPr>
            <w:t>Torabi</w:t>
          </w:r>
          <w:proofErr w:type="spellEnd"/>
          <w:r w:rsidRPr="005965E0">
            <w:rPr>
              <w:sz w:val="20"/>
            </w:rPr>
            <w:t xml:space="preserve"> </w:t>
          </w:r>
          <w:proofErr w:type="spellStart"/>
          <w:r w:rsidRPr="005965E0">
            <w:rPr>
              <w:sz w:val="20"/>
            </w:rPr>
            <w:t>Pudeh</w:t>
          </w:r>
          <w:proofErr w:type="spellEnd"/>
          <w:r w:rsidRPr="005965E0">
            <w:rPr>
              <w:sz w:val="20"/>
            </w:rPr>
            <w:t xml:space="preserve">, H., Mansouri, R., </w:t>
          </w:r>
          <w:proofErr w:type="spellStart"/>
          <w:r w:rsidRPr="005965E0">
            <w:rPr>
              <w:sz w:val="20"/>
            </w:rPr>
            <w:t>Haghiabi</w:t>
          </w:r>
          <w:proofErr w:type="spellEnd"/>
          <w:r w:rsidRPr="005965E0">
            <w:rPr>
              <w:sz w:val="20"/>
            </w:rPr>
            <w:t xml:space="preserve">, A. H., &amp; </w:t>
          </w:r>
          <w:proofErr w:type="spellStart"/>
          <w:r w:rsidRPr="005965E0">
            <w:rPr>
              <w:sz w:val="20"/>
            </w:rPr>
            <w:t>Yonesi</w:t>
          </w:r>
          <w:proofErr w:type="spellEnd"/>
          <w:r w:rsidRPr="005965E0">
            <w:rPr>
              <w:sz w:val="20"/>
            </w:rPr>
            <w:t xml:space="preserve">, H. A. (2016). Optimization of Hydraulic-Hydrologic Complex System of Reservoirs and Connecting Tunnel. </w:t>
          </w:r>
          <w:r w:rsidRPr="005965E0">
            <w:rPr>
              <w:i/>
              <w:iCs/>
              <w:sz w:val="20"/>
            </w:rPr>
            <w:t>Water Resources Management</w:t>
          </w:r>
          <w:r w:rsidRPr="005965E0">
            <w:rPr>
              <w:sz w:val="20"/>
            </w:rPr>
            <w:t xml:space="preserve">, </w:t>
          </w:r>
          <w:r w:rsidRPr="005965E0">
            <w:rPr>
              <w:i/>
              <w:iCs/>
              <w:sz w:val="20"/>
            </w:rPr>
            <w:t>30</w:t>
          </w:r>
          <w:r w:rsidRPr="005965E0">
            <w:rPr>
              <w:sz w:val="20"/>
            </w:rPr>
            <w:t>(14), 5177–5191. https://doi.org/10.1007/s11269-016-1477-5</w:t>
          </w:r>
        </w:p>
        <w:p w14:paraId="65983345" w14:textId="6C2A1AC6" w:rsidR="00B80E38" w:rsidRPr="005965E0" w:rsidRDefault="00B80E38" w:rsidP="005965E0">
          <w:pPr>
            <w:pStyle w:val="ListParagraph"/>
            <w:numPr>
              <w:ilvl w:val="0"/>
              <w:numId w:val="46"/>
            </w:numPr>
            <w:autoSpaceDE w:val="0"/>
            <w:autoSpaceDN w:val="0"/>
            <w:divId w:val="391464317"/>
            <w:rPr>
              <w:sz w:val="20"/>
            </w:rPr>
          </w:pPr>
          <w:proofErr w:type="spellStart"/>
          <w:r w:rsidRPr="005965E0">
            <w:rPr>
              <w:sz w:val="20"/>
            </w:rPr>
            <w:t>Undang-Unndang</w:t>
          </w:r>
          <w:proofErr w:type="spellEnd"/>
          <w:r w:rsidRPr="005965E0">
            <w:rPr>
              <w:sz w:val="20"/>
            </w:rPr>
            <w:t xml:space="preserve"> Dasar Negara </w:t>
          </w:r>
          <w:proofErr w:type="spellStart"/>
          <w:r w:rsidRPr="005965E0">
            <w:rPr>
              <w:sz w:val="20"/>
            </w:rPr>
            <w:t>Republik</w:t>
          </w:r>
          <w:proofErr w:type="spellEnd"/>
          <w:r w:rsidRPr="005965E0">
            <w:rPr>
              <w:sz w:val="20"/>
            </w:rPr>
            <w:t xml:space="preserve"> Indonesia 1945, Pub. L. No. 75 (1945).</w:t>
          </w:r>
        </w:p>
        <w:p w14:paraId="1AF3D880" w14:textId="6CC8985A" w:rsidR="00B80E38" w:rsidRPr="005965E0" w:rsidRDefault="00B80E38" w:rsidP="005965E0">
          <w:pPr>
            <w:pStyle w:val="ListParagraph"/>
            <w:numPr>
              <w:ilvl w:val="0"/>
              <w:numId w:val="46"/>
            </w:numPr>
            <w:autoSpaceDE w:val="0"/>
            <w:autoSpaceDN w:val="0"/>
            <w:divId w:val="1916627310"/>
            <w:rPr>
              <w:sz w:val="20"/>
            </w:rPr>
          </w:pPr>
          <w:proofErr w:type="spellStart"/>
          <w:r w:rsidRPr="005965E0">
            <w:rPr>
              <w:sz w:val="20"/>
            </w:rPr>
            <w:t>Wondye</w:t>
          </w:r>
          <w:proofErr w:type="spellEnd"/>
          <w:r w:rsidRPr="005965E0">
            <w:rPr>
              <w:sz w:val="20"/>
            </w:rPr>
            <w:t xml:space="preserve">, F. (2009). </w:t>
          </w:r>
          <w:r w:rsidRPr="005965E0">
            <w:rPr>
              <w:i/>
              <w:iCs/>
              <w:sz w:val="20"/>
            </w:rPr>
            <w:t xml:space="preserve">Abay Basin Water Allocation Modelling Using </w:t>
          </w:r>
          <w:proofErr w:type="spellStart"/>
          <w:r w:rsidRPr="005965E0">
            <w:rPr>
              <w:i/>
              <w:iCs/>
              <w:sz w:val="20"/>
            </w:rPr>
            <w:t>Hec</w:t>
          </w:r>
          <w:proofErr w:type="spellEnd"/>
          <w:r w:rsidRPr="005965E0">
            <w:rPr>
              <w:i/>
              <w:iCs/>
              <w:sz w:val="20"/>
            </w:rPr>
            <w:t xml:space="preserve"> – </w:t>
          </w:r>
          <w:proofErr w:type="spellStart"/>
          <w:r w:rsidRPr="005965E0">
            <w:rPr>
              <w:i/>
              <w:iCs/>
              <w:sz w:val="20"/>
            </w:rPr>
            <w:t>Ressim</w:t>
          </w:r>
          <w:proofErr w:type="spellEnd"/>
          <w:r w:rsidRPr="005965E0">
            <w:rPr>
              <w:sz w:val="20"/>
            </w:rPr>
            <w:t>.</w:t>
          </w:r>
        </w:p>
        <w:p w14:paraId="7BE314BB" w14:textId="17C578B3" w:rsidR="00A80314" w:rsidRPr="005965E0" w:rsidRDefault="00B80E38" w:rsidP="005965E0">
          <w:pPr>
            <w:pStyle w:val="Paragraphbulleted"/>
            <w:numPr>
              <w:ilvl w:val="0"/>
              <w:numId w:val="0"/>
            </w:numPr>
            <w:ind w:left="426" w:hanging="426"/>
            <w:rPr>
              <w:sz w:val="16"/>
              <w:szCs w:val="16"/>
            </w:rPr>
          </w:pPr>
          <w:r w:rsidRPr="005965E0">
            <w:t> </w:t>
          </w:r>
        </w:p>
      </w:sdtContent>
    </w:sdt>
    <w:sectPr w:rsidR="00A80314" w:rsidRPr="005965E0" w:rsidSect="00AD47D5">
      <w:pgSz w:w="12240" w:h="15840"/>
      <w:pgMar w:top="1440" w:right="1440" w:bottom="1695" w:left="1440" w:header="720" w:footer="720"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E31C51"/>
    <w:multiLevelType w:val="hybridMultilevel"/>
    <w:tmpl w:val="097C1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EF4291"/>
    <w:multiLevelType w:val="multilevel"/>
    <w:tmpl w:val="F82C5E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51503B1"/>
    <w:multiLevelType w:val="hybridMultilevel"/>
    <w:tmpl w:val="19E0E842"/>
    <w:lvl w:ilvl="0" w:tplc="67D6F85A">
      <w:start w:val="1"/>
      <w:numFmt w:val="decimal"/>
      <w:lvlText w:val="%1."/>
      <w:lvlJc w:val="left"/>
      <w:pPr>
        <w:ind w:left="-120" w:hanging="360"/>
      </w:pPr>
      <w:rPr>
        <w:rFonts w:hint="default"/>
        <w:sz w:val="16"/>
      </w:rPr>
    </w:lvl>
    <w:lvl w:ilvl="1" w:tplc="38090019" w:tentative="1">
      <w:start w:val="1"/>
      <w:numFmt w:val="lowerLetter"/>
      <w:lvlText w:val="%2."/>
      <w:lvlJc w:val="left"/>
      <w:pPr>
        <w:ind w:left="600" w:hanging="360"/>
      </w:pPr>
    </w:lvl>
    <w:lvl w:ilvl="2" w:tplc="3809001B" w:tentative="1">
      <w:start w:val="1"/>
      <w:numFmt w:val="lowerRoman"/>
      <w:lvlText w:val="%3."/>
      <w:lvlJc w:val="right"/>
      <w:pPr>
        <w:ind w:left="1320" w:hanging="180"/>
      </w:pPr>
    </w:lvl>
    <w:lvl w:ilvl="3" w:tplc="3809000F" w:tentative="1">
      <w:start w:val="1"/>
      <w:numFmt w:val="decimal"/>
      <w:lvlText w:val="%4."/>
      <w:lvlJc w:val="left"/>
      <w:pPr>
        <w:ind w:left="2040" w:hanging="360"/>
      </w:pPr>
    </w:lvl>
    <w:lvl w:ilvl="4" w:tplc="38090019" w:tentative="1">
      <w:start w:val="1"/>
      <w:numFmt w:val="lowerLetter"/>
      <w:lvlText w:val="%5."/>
      <w:lvlJc w:val="left"/>
      <w:pPr>
        <w:ind w:left="2760" w:hanging="360"/>
      </w:pPr>
    </w:lvl>
    <w:lvl w:ilvl="5" w:tplc="3809001B" w:tentative="1">
      <w:start w:val="1"/>
      <w:numFmt w:val="lowerRoman"/>
      <w:lvlText w:val="%6."/>
      <w:lvlJc w:val="right"/>
      <w:pPr>
        <w:ind w:left="3480" w:hanging="180"/>
      </w:pPr>
    </w:lvl>
    <w:lvl w:ilvl="6" w:tplc="3809000F" w:tentative="1">
      <w:start w:val="1"/>
      <w:numFmt w:val="decimal"/>
      <w:lvlText w:val="%7."/>
      <w:lvlJc w:val="left"/>
      <w:pPr>
        <w:ind w:left="4200" w:hanging="360"/>
      </w:pPr>
    </w:lvl>
    <w:lvl w:ilvl="7" w:tplc="38090019" w:tentative="1">
      <w:start w:val="1"/>
      <w:numFmt w:val="lowerLetter"/>
      <w:lvlText w:val="%8."/>
      <w:lvlJc w:val="left"/>
      <w:pPr>
        <w:ind w:left="4920" w:hanging="360"/>
      </w:pPr>
    </w:lvl>
    <w:lvl w:ilvl="8" w:tplc="3809001B" w:tentative="1">
      <w:start w:val="1"/>
      <w:numFmt w:val="lowerRoman"/>
      <w:lvlText w:val="%9."/>
      <w:lvlJc w:val="right"/>
      <w:pPr>
        <w:ind w:left="5640" w:hanging="180"/>
      </w:pPr>
    </w:lvl>
  </w:abstractNum>
  <w:abstractNum w:abstractNumId="3" w15:restartNumberingAfterBreak="0">
    <w:nsid w:val="15DF2E96"/>
    <w:multiLevelType w:val="hybridMultilevel"/>
    <w:tmpl w:val="4DCACC84"/>
    <w:lvl w:ilvl="0" w:tplc="0008B0C4">
      <w:start w:val="1"/>
      <w:numFmt w:val="decimal"/>
      <w:lvlText w:val="%1-"/>
      <w:lvlJc w:val="left"/>
      <w:pPr>
        <w:ind w:left="644" w:hanging="360"/>
      </w:pPr>
      <w:rPr>
        <w:rFonts w:hint="default"/>
        <w:b/>
        <w:i w:val="0"/>
        <w:u w:val="single"/>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5" w15:restartNumberingAfterBreak="0">
    <w:nsid w:val="29845F6D"/>
    <w:multiLevelType w:val="hybridMultilevel"/>
    <w:tmpl w:val="5AE0C1F6"/>
    <w:lvl w:ilvl="0" w:tplc="08090001">
      <w:start w:val="1"/>
      <w:numFmt w:val="bullet"/>
      <w:lvlText w:val=""/>
      <w:lvlJc w:val="left"/>
      <w:pPr>
        <w:ind w:left="1004" w:hanging="360"/>
      </w:pPr>
      <w:rPr>
        <w:rFonts w:ascii="Symbol" w:hAnsi="Symbol" w:hint="default"/>
      </w:rPr>
    </w:lvl>
    <w:lvl w:ilvl="1" w:tplc="08090003">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6"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7" w15:restartNumberingAfterBreak="0">
    <w:nsid w:val="39AB2696"/>
    <w:multiLevelType w:val="hybridMultilevel"/>
    <w:tmpl w:val="8F02AA48"/>
    <w:lvl w:ilvl="0" w:tplc="0809000F">
      <w:start w:val="1"/>
      <w:numFmt w:val="decimal"/>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8" w15:restartNumberingAfterBreak="0">
    <w:nsid w:val="3A756C1A"/>
    <w:multiLevelType w:val="hybridMultilevel"/>
    <w:tmpl w:val="201C2230"/>
    <w:lvl w:ilvl="0" w:tplc="08090001">
      <w:start w:val="1"/>
      <w:numFmt w:val="bullet"/>
      <w:lvlText w:val=""/>
      <w:lvlJc w:val="left"/>
      <w:pPr>
        <w:ind w:left="1050" w:hanging="360"/>
      </w:pPr>
      <w:rPr>
        <w:rFonts w:ascii="Symbol" w:hAnsi="Symbol" w:hint="default"/>
      </w:rPr>
    </w:lvl>
    <w:lvl w:ilvl="1" w:tplc="08090003" w:tentative="1">
      <w:start w:val="1"/>
      <w:numFmt w:val="bullet"/>
      <w:lvlText w:val="o"/>
      <w:lvlJc w:val="left"/>
      <w:pPr>
        <w:ind w:left="1770" w:hanging="360"/>
      </w:pPr>
      <w:rPr>
        <w:rFonts w:ascii="Courier New" w:hAnsi="Courier New" w:cs="Courier New" w:hint="default"/>
      </w:rPr>
    </w:lvl>
    <w:lvl w:ilvl="2" w:tplc="08090005" w:tentative="1">
      <w:start w:val="1"/>
      <w:numFmt w:val="bullet"/>
      <w:lvlText w:val=""/>
      <w:lvlJc w:val="left"/>
      <w:pPr>
        <w:ind w:left="2490" w:hanging="360"/>
      </w:pPr>
      <w:rPr>
        <w:rFonts w:ascii="Wingdings" w:hAnsi="Wingdings" w:hint="default"/>
      </w:rPr>
    </w:lvl>
    <w:lvl w:ilvl="3" w:tplc="08090001" w:tentative="1">
      <w:start w:val="1"/>
      <w:numFmt w:val="bullet"/>
      <w:lvlText w:val=""/>
      <w:lvlJc w:val="left"/>
      <w:pPr>
        <w:ind w:left="3210" w:hanging="360"/>
      </w:pPr>
      <w:rPr>
        <w:rFonts w:ascii="Symbol" w:hAnsi="Symbol" w:hint="default"/>
      </w:rPr>
    </w:lvl>
    <w:lvl w:ilvl="4" w:tplc="08090003" w:tentative="1">
      <w:start w:val="1"/>
      <w:numFmt w:val="bullet"/>
      <w:lvlText w:val="o"/>
      <w:lvlJc w:val="left"/>
      <w:pPr>
        <w:ind w:left="3930" w:hanging="360"/>
      </w:pPr>
      <w:rPr>
        <w:rFonts w:ascii="Courier New" w:hAnsi="Courier New" w:cs="Courier New" w:hint="default"/>
      </w:rPr>
    </w:lvl>
    <w:lvl w:ilvl="5" w:tplc="08090005" w:tentative="1">
      <w:start w:val="1"/>
      <w:numFmt w:val="bullet"/>
      <w:lvlText w:val=""/>
      <w:lvlJc w:val="left"/>
      <w:pPr>
        <w:ind w:left="4650" w:hanging="360"/>
      </w:pPr>
      <w:rPr>
        <w:rFonts w:ascii="Wingdings" w:hAnsi="Wingdings" w:hint="default"/>
      </w:rPr>
    </w:lvl>
    <w:lvl w:ilvl="6" w:tplc="08090001" w:tentative="1">
      <w:start w:val="1"/>
      <w:numFmt w:val="bullet"/>
      <w:lvlText w:val=""/>
      <w:lvlJc w:val="left"/>
      <w:pPr>
        <w:ind w:left="5370" w:hanging="360"/>
      </w:pPr>
      <w:rPr>
        <w:rFonts w:ascii="Symbol" w:hAnsi="Symbol" w:hint="default"/>
      </w:rPr>
    </w:lvl>
    <w:lvl w:ilvl="7" w:tplc="08090003" w:tentative="1">
      <w:start w:val="1"/>
      <w:numFmt w:val="bullet"/>
      <w:lvlText w:val="o"/>
      <w:lvlJc w:val="left"/>
      <w:pPr>
        <w:ind w:left="6090" w:hanging="360"/>
      </w:pPr>
      <w:rPr>
        <w:rFonts w:ascii="Courier New" w:hAnsi="Courier New" w:cs="Courier New" w:hint="default"/>
      </w:rPr>
    </w:lvl>
    <w:lvl w:ilvl="8" w:tplc="08090005" w:tentative="1">
      <w:start w:val="1"/>
      <w:numFmt w:val="bullet"/>
      <w:lvlText w:val=""/>
      <w:lvlJc w:val="left"/>
      <w:pPr>
        <w:ind w:left="6810" w:hanging="360"/>
      </w:pPr>
      <w:rPr>
        <w:rFonts w:ascii="Wingdings" w:hAnsi="Wingdings" w:hint="default"/>
      </w:rPr>
    </w:lvl>
  </w:abstractNum>
  <w:abstractNum w:abstractNumId="9"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E1C6FEE"/>
    <w:multiLevelType w:val="hybridMultilevel"/>
    <w:tmpl w:val="BC72DB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57467158"/>
    <w:multiLevelType w:val="hybridMultilevel"/>
    <w:tmpl w:val="2A1CDC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67C9507E"/>
    <w:multiLevelType w:val="hybridMultilevel"/>
    <w:tmpl w:val="74D8EBE6"/>
    <w:lvl w:ilvl="0" w:tplc="D458AF60">
      <w:start w:val="1"/>
      <w:numFmt w:val="decimal"/>
      <w:lvlText w:val="%1."/>
      <w:lvlJc w:val="left"/>
      <w:pPr>
        <w:ind w:left="64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3"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14" w15:restartNumberingAfterBreak="0">
    <w:nsid w:val="765903BB"/>
    <w:multiLevelType w:val="multilevel"/>
    <w:tmpl w:val="9BBC2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772E6F57"/>
    <w:multiLevelType w:val="hybridMultilevel"/>
    <w:tmpl w:val="6972D792"/>
    <w:lvl w:ilvl="0" w:tplc="10A26694">
      <w:start w:val="1"/>
      <w:numFmt w:val="bullet"/>
      <w:lvlText w:val=""/>
      <w:lvlJc w:val="left"/>
      <w:pPr>
        <w:tabs>
          <w:tab w:val="num" w:pos="720"/>
        </w:tabs>
        <w:ind w:left="720" w:hanging="360"/>
      </w:pPr>
      <w:rPr>
        <w:rFonts w:ascii="Symbol" w:hAnsi="Symbol" w:hint="default"/>
        <w:sz w:val="20"/>
      </w:rPr>
    </w:lvl>
    <w:lvl w:ilvl="1" w:tplc="9C6E8F36" w:tentative="1">
      <w:start w:val="1"/>
      <w:numFmt w:val="bullet"/>
      <w:lvlText w:val="o"/>
      <w:lvlJc w:val="left"/>
      <w:pPr>
        <w:tabs>
          <w:tab w:val="num" w:pos="1440"/>
        </w:tabs>
        <w:ind w:left="1440" w:hanging="360"/>
      </w:pPr>
      <w:rPr>
        <w:rFonts w:ascii="Courier New" w:hAnsi="Courier New" w:hint="default"/>
        <w:sz w:val="20"/>
      </w:rPr>
    </w:lvl>
    <w:lvl w:ilvl="2" w:tplc="99AE47CC" w:tentative="1">
      <w:start w:val="1"/>
      <w:numFmt w:val="bullet"/>
      <w:lvlText w:val=""/>
      <w:lvlJc w:val="left"/>
      <w:pPr>
        <w:tabs>
          <w:tab w:val="num" w:pos="2160"/>
        </w:tabs>
        <w:ind w:left="2160" w:hanging="360"/>
      </w:pPr>
      <w:rPr>
        <w:rFonts w:ascii="Wingdings" w:hAnsi="Wingdings" w:hint="default"/>
        <w:sz w:val="20"/>
      </w:rPr>
    </w:lvl>
    <w:lvl w:ilvl="3" w:tplc="DC901BFC" w:tentative="1">
      <w:start w:val="1"/>
      <w:numFmt w:val="bullet"/>
      <w:lvlText w:val=""/>
      <w:lvlJc w:val="left"/>
      <w:pPr>
        <w:tabs>
          <w:tab w:val="num" w:pos="2880"/>
        </w:tabs>
        <w:ind w:left="2880" w:hanging="360"/>
      </w:pPr>
      <w:rPr>
        <w:rFonts w:ascii="Wingdings" w:hAnsi="Wingdings" w:hint="default"/>
        <w:sz w:val="20"/>
      </w:rPr>
    </w:lvl>
    <w:lvl w:ilvl="4" w:tplc="E22EC48C" w:tentative="1">
      <w:start w:val="1"/>
      <w:numFmt w:val="bullet"/>
      <w:lvlText w:val=""/>
      <w:lvlJc w:val="left"/>
      <w:pPr>
        <w:tabs>
          <w:tab w:val="num" w:pos="3600"/>
        </w:tabs>
        <w:ind w:left="3600" w:hanging="360"/>
      </w:pPr>
      <w:rPr>
        <w:rFonts w:ascii="Wingdings" w:hAnsi="Wingdings" w:hint="default"/>
        <w:sz w:val="20"/>
      </w:rPr>
    </w:lvl>
    <w:lvl w:ilvl="5" w:tplc="A462C292" w:tentative="1">
      <w:start w:val="1"/>
      <w:numFmt w:val="bullet"/>
      <w:lvlText w:val=""/>
      <w:lvlJc w:val="left"/>
      <w:pPr>
        <w:tabs>
          <w:tab w:val="num" w:pos="4320"/>
        </w:tabs>
        <w:ind w:left="4320" w:hanging="360"/>
      </w:pPr>
      <w:rPr>
        <w:rFonts w:ascii="Wingdings" w:hAnsi="Wingdings" w:hint="default"/>
        <w:sz w:val="20"/>
      </w:rPr>
    </w:lvl>
    <w:lvl w:ilvl="6" w:tplc="D1DC61E0" w:tentative="1">
      <w:start w:val="1"/>
      <w:numFmt w:val="bullet"/>
      <w:lvlText w:val=""/>
      <w:lvlJc w:val="left"/>
      <w:pPr>
        <w:tabs>
          <w:tab w:val="num" w:pos="5040"/>
        </w:tabs>
        <w:ind w:left="5040" w:hanging="360"/>
      </w:pPr>
      <w:rPr>
        <w:rFonts w:ascii="Wingdings" w:hAnsi="Wingdings" w:hint="default"/>
        <w:sz w:val="20"/>
      </w:rPr>
    </w:lvl>
    <w:lvl w:ilvl="7" w:tplc="5AB06E28" w:tentative="1">
      <w:start w:val="1"/>
      <w:numFmt w:val="bullet"/>
      <w:lvlText w:val=""/>
      <w:lvlJc w:val="left"/>
      <w:pPr>
        <w:tabs>
          <w:tab w:val="num" w:pos="5760"/>
        </w:tabs>
        <w:ind w:left="5760" w:hanging="360"/>
      </w:pPr>
      <w:rPr>
        <w:rFonts w:ascii="Wingdings" w:hAnsi="Wingdings" w:hint="default"/>
        <w:sz w:val="20"/>
      </w:rPr>
    </w:lvl>
    <w:lvl w:ilvl="8" w:tplc="95CE6B50"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abstractNumId w:val="16"/>
  </w:num>
  <w:num w:numId="2">
    <w:abstractNumId w:val="4"/>
  </w:num>
  <w:num w:numId="3">
    <w:abstractNumId w:val="13"/>
  </w:num>
  <w:num w:numId="4">
    <w:abstractNumId w:val="8"/>
  </w:num>
  <w:num w:numId="5">
    <w:abstractNumId w:val="12"/>
  </w:num>
  <w:num w:numId="6">
    <w:abstractNumId w:val="5"/>
  </w:num>
  <w:num w:numId="7">
    <w:abstractNumId w:val="7"/>
  </w:num>
  <w:num w:numId="8">
    <w:abstractNumId w:val="1"/>
  </w:num>
  <w:num w:numId="9">
    <w:abstractNumId w:val="15"/>
  </w:num>
  <w:num w:numId="10">
    <w:abstractNumId w:val="10"/>
  </w:num>
  <w:num w:numId="11">
    <w:abstractNumId w:val="14"/>
  </w:num>
  <w:num w:numId="12">
    <w:abstractNumId w:val="11"/>
  </w:num>
  <w:num w:numId="13">
    <w:abstractNumId w:val="6"/>
  </w:num>
  <w:num w:numId="14">
    <w:abstractNumId w:val="15"/>
  </w:num>
  <w:num w:numId="15">
    <w:abstractNumId w:val="9"/>
  </w:num>
  <w:num w:numId="16">
    <w:abstractNumId w:val="6"/>
  </w:num>
  <w:num w:numId="17">
    <w:abstractNumId w:val="6"/>
  </w:num>
  <w:num w:numId="18">
    <w:abstractNumId w:val="6"/>
  </w:num>
  <w:num w:numId="19">
    <w:abstractNumId w:val="6"/>
  </w:num>
  <w:num w:numId="20">
    <w:abstractNumId w:val="6"/>
  </w:num>
  <w:num w:numId="21">
    <w:abstractNumId w:val="6"/>
  </w:num>
  <w:num w:numId="22">
    <w:abstractNumId w:val="6"/>
  </w:num>
  <w:num w:numId="23">
    <w:abstractNumId w:val="6"/>
  </w:num>
  <w:num w:numId="24">
    <w:abstractNumId w:val="6"/>
  </w:num>
  <w:num w:numId="25">
    <w:abstractNumId w:val="6"/>
  </w:num>
  <w:num w:numId="26">
    <w:abstractNumId w:val="6"/>
  </w:num>
  <w:num w:numId="27">
    <w:abstractNumId w:val="6"/>
  </w:num>
  <w:num w:numId="28">
    <w:abstractNumId w:val="6"/>
  </w:num>
  <w:num w:numId="29">
    <w:abstractNumId w:val="12"/>
  </w:num>
  <w:num w:numId="30">
    <w:abstractNumId w:val="12"/>
  </w:num>
  <w:num w:numId="31">
    <w:abstractNumId w:val="12"/>
    <w:lvlOverride w:ilvl="0">
      <w:startOverride w:val="1"/>
    </w:lvlOverride>
  </w:num>
  <w:num w:numId="32">
    <w:abstractNumId w:val="12"/>
  </w:num>
  <w:num w:numId="33">
    <w:abstractNumId w:val="12"/>
    <w:lvlOverride w:ilvl="0">
      <w:startOverride w:val="1"/>
    </w:lvlOverride>
  </w:num>
  <w:num w:numId="34">
    <w:abstractNumId w:val="12"/>
    <w:lvlOverride w:ilvl="0">
      <w:startOverride w:val="1"/>
    </w:lvlOverride>
  </w:num>
  <w:num w:numId="35">
    <w:abstractNumId w:val="13"/>
    <w:lvlOverride w:ilvl="0">
      <w:startOverride w:val="1"/>
    </w:lvlOverride>
  </w:num>
  <w:num w:numId="36">
    <w:abstractNumId w:val="13"/>
  </w:num>
  <w:num w:numId="37">
    <w:abstractNumId w:val="13"/>
    <w:lvlOverride w:ilvl="0">
      <w:startOverride w:val="1"/>
    </w:lvlOverride>
  </w:num>
  <w:num w:numId="38">
    <w:abstractNumId w:val="13"/>
  </w:num>
  <w:num w:numId="39">
    <w:abstractNumId w:val="13"/>
    <w:lvlOverride w:ilvl="0">
      <w:startOverride w:val="1"/>
    </w:lvlOverride>
  </w:num>
  <w:num w:numId="40">
    <w:abstractNumId w:val="13"/>
    <w:lvlOverride w:ilvl="0">
      <w:startOverride w:val="1"/>
    </w:lvlOverride>
  </w:num>
  <w:num w:numId="41">
    <w:abstractNumId w:val="13"/>
    <w:lvlOverride w:ilvl="0">
      <w:startOverride w:val="1"/>
    </w:lvlOverride>
  </w:num>
  <w:num w:numId="42">
    <w:abstractNumId w:val="13"/>
  </w:num>
  <w:num w:numId="43">
    <w:abstractNumId w:val="13"/>
  </w:num>
  <w:num w:numId="44">
    <w:abstractNumId w:val="3"/>
  </w:num>
  <w:num w:numId="45">
    <w:abstractNumId w:val="0"/>
  </w:num>
  <w:num w:numId="4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intPostScriptOverText/>
  <w:embedSystemFonts/>
  <w:proofState w:spelling="clean" w:grammar="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4B14"/>
    <w:rsid w:val="000016B4"/>
    <w:rsid w:val="00003D7C"/>
    <w:rsid w:val="00014140"/>
    <w:rsid w:val="00022AA4"/>
    <w:rsid w:val="0002537D"/>
    <w:rsid w:val="00025D13"/>
    <w:rsid w:val="00027428"/>
    <w:rsid w:val="00031422"/>
    <w:rsid w:val="00031A5D"/>
    <w:rsid w:val="00031EC9"/>
    <w:rsid w:val="00037234"/>
    <w:rsid w:val="000454F9"/>
    <w:rsid w:val="00053448"/>
    <w:rsid w:val="00066FED"/>
    <w:rsid w:val="00075EA6"/>
    <w:rsid w:val="0007709F"/>
    <w:rsid w:val="00082549"/>
    <w:rsid w:val="0008402C"/>
    <w:rsid w:val="00086F62"/>
    <w:rsid w:val="00090674"/>
    <w:rsid w:val="0009320B"/>
    <w:rsid w:val="00096AE0"/>
    <w:rsid w:val="000B1B74"/>
    <w:rsid w:val="000B3A2D"/>
    <w:rsid w:val="000B49C0"/>
    <w:rsid w:val="000C1D49"/>
    <w:rsid w:val="000C3821"/>
    <w:rsid w:val="000E382F"/>
    <w:rsid w:val="000E6982"/>
    <w:rsid w:val="000E75CD"/>
    <w:rsid w:val="001036BA"/>
    <w:rsid w:val="001124B0"/>
    <w:rsid w:val="001146DC"/>
    <w:rsid w:val="00114AB1"/>
    <w:rsid w:val="001230FF"/>
    <w:rsid w:val="00130BD7"/>
    <w:rsid w:val="0013716F"/>
    <w:rsid w:val="00145F5F"/>
    <w:rsid w:val="00155B67"/>
    <w:rsid w:val="001562AF"/>
    <w:rsid w:val="00161A5B"/>
    <w:rsid w:val="00162B43"/>
    <w:rsid w:val="0016385D"/>
    <w:rsid w:val="0016782F"/>
    <w:rsid w:val="001937E9"/>
    <w:rsid w:val="00196175"/>
    <w:rsid w:val="001964E5"/>
    <w:rsid w:val="001A4F2F"/>
    <w:rsid w:val="001B263B"/>
    <w:rsid w:val="001B3B3F"/>
    <w:rsid w:val="001B476A"/>
    <w:rsid w:val="001B483E"/>
    <w:rsid w:val="001C764F"/>
    <w:rsid w:val="001C7BB3"/>
    <w:rsid w:val="001D469C"/>
    <w:rsid w:val="001D5FB9"/>
    <w:rsid w:val="001D7CAD"/>
    <w:rsid w:val="001F09C2"/>
    <w:rsid w:val="001F1F4B"/>
    <w:rsid w:val="001F7D9B"/>
    <w:rsid w:val="00213FB7"/>
    <w:rsid w:val="0021619E"/>
    <w:rsid w:val="002202CE"/>
    <w:rsid w:val="0023171B"/>
    <w:rsid w:val="00236BFC"/>
    <w:rsid w:val="00237437"/>
    <w:rsid w:val="002502FD"/>
    <w:rsid w:val="00253367"/>
    <w:rsid w:val="00257533"/>
    <w:rsid w:val="0026740A"/>
    <w:rsid w:val="00274622"/>
    <w:rsid w:val="00285D24"/>
    <w:rsid w:val="00290390"/>
    <w:rsid w:val="002915D3"/>
    <w:rsid w:val="002924DB"/>
    <w:rsid w:val="002941DA"/>
    <w:rsid w:val="00296143"/>
    <w:rsid w:val="002B5648"/>
    <w:rsid w:val="002C435A"/>
    <w:rsid w:val="002D0FFD"/>
    <w:rsid w:val="002E3C35"/>
    <w:rsid w:val="002E5A1E"/>
    <w:rsid w:val="002F5298"/>
    <w:rsid w:val="002F7AE1"/>
    <w:rsid w:val="003120A7"/>
    <w:rsid w:val="00315A53"/>
    <w:rsid w:val="00326AE0"/>
    <w:rsid w:val="00332E17"/>
    <w:rsid w:val="00337E4F"/>
    <w:rsid w:val="00340C36"/>
    <w:rsid w:val="00341BCD"/>
    <w:rsid w:val="00346A9D"/>
    <w:rsid w:val="003471C9"/>
    <w:rsid w:val="00372068"/>
    <w:rsid w:val="00384D16"/>
    <w:rsid w:val="0039376F"/>
    <w:rsid w:val="003A1E7D"/>
    <w:rsid w:val="003A287B"/>
    <w:rsid w:val="003A5C85"/>
    <w:rsid w:val="003A61B1"/>
    <w:rsid w:val="003B0050"/>
    <w:rsid w:val="003C0D38"/>
    <w:rsid w:val="003C7A0E"/>
    <w:rsid w:val="003D6312"/>
    <w:rsid w:val="003E3361"/>
    <w:rsid w:val="003E7BA9"/>
    <w:rsid w:val="003E7C74"/>
    <w:rsid w:val="003F31C6"/>
    <w:rsid w:val="003F718D"/>
    <w:rsid w:val="0040225B"/>
    <w:rsid w:val="00402DA2"/>
    <w:rsid w:val="00423C64"/>
    <w:rsid w:val="00425AC2"/>
    <w:rsid w:val="004406F7"/>
    <w:rsid w:val="00445C35"/>
    <w:rsid w:val="0044771F"/>
    <w:rsid w:val="004509D1"/>
    <w:rsid w:val="004605DF"/>
    <w:rsid w:val="00481EA5"/>
    <w:rsid w:val="004B151D"/>
    <w:rsid w:val="004C7243"/>
    <w:rsid w:val="004E21DE"/>
    <w:rsid w:val="004E3C57"/>
    <w:rsid w:val="004E3CB2"/>
    <w:rsid w:val="00512545"/>
    <w:rsid w:val="0052250A"/>
    <w:rsid w:val="00525813"/>
    <w:rsid w:val="0053513F"/>
    <w:rsid w:val="005722F5"/>
    <w:rsid w:val="00574405"/>
    <w:rsid w:val="005854B0"/>
    <w:rsid w:val="00590C6E"/>
    <w:rsid w:val="005965E0"/>
    <w:rsid w:val="005A0E21"/>
    <w:rsid w:val="005A6093"/>
    <w:rsid w:val="005B3A34"/>
    <w:rsid w:val="005C25FD"/>
    <w:rsid w:val="005D49AF"/>
    <w:rsid w:val="005E1CC1"/>
    <w:rsid w:val="005E415C"/>
    <w:rsid w:val="005E71ED"/>
    <w:rsid w:val="005E7946"/>
    <w:rsid w:val="005F7475"/>
    <w:rsid w:val="00607290"/>
    <w:rsid w:val="00611299"/>
    <w:rsid w:val="00613B4D"/>
    <w:rsid w:val="00616365"/>
    <w:rsid w:val="00616F3B"/>
    <w:rsid w:val="006249A7"/>
    <w:rsid w:val="0064225B"/>
    <w:rsid w:val="00643F78"/>
    <w:rsid w:val="00644503"/>
    <w:rsid w:val="006526EE"/>
    <w:rsid w:val="00654991"/>
    <w:rsid w:val="006577CB"/>
    <w:rsid w:val="0066766F"/>
    <w:rsid w:val="0067205D"/>
    <w:rsid w:val="006763F9"/>
    <w:rsid w:val="00677B17"/>
    <w:rsid w:val="00693BE9"/>
    <w:rsid w:val="006949BC"/>
    <w:rsid w:val="00695DCD"/>
    <w:rsid w:val="006A7760"/>
    <w:rsid w:val="006C0E42"/>
    <w:rsid w:val="006D1229"/>
    <w:rsid w:val="006D372F"/>
    <w:rsid w:val="006D7A18"/>
    <w:rsid w:val="006E4474"/>
    <w:rsid w:val="006F6FAB"/>
    <w:rsid w:val="00701388"/>
    <w:rsid w:val="00704BAF"/>
    <w:rsid w:val="0071029E"/>
    <w:rsid w:val="00723B7F"/>
    <w:rsid w:val="00725861"/>
    <w:rsid w:val="00730EC6"/>
    <w:rsid w:val="0073393A"/>
    <w:rsid w:val="0073539D"/>
    <w:rsid w:val="00745E3A"/>
    <w:rsid w:val="007659A5"/>
    <w:rsid w:val="00767799"/>
    <w:rsid w:val="00767B8A"/>
    <w:rsid w:val="00775481"/>
    <w:rsid w:val="00797047"/>
    <w:rsid w:val="0079759E"/>
    <w:rsid w:val="00797AC3"/>
    <w:rsid w:val="00797BA3"/>
    <w:rsid w:val="007A233B"/>
    <w:rsid w:val="007B4863"/>
    <w:rsid w:val="007C46BA"/>
    <w:rsid w:val="007C65E6"/>
    <w:rsid w:val="007D406B"/>
    <w:rsid w:val="007D4407"/>
    <w:rsid w:val="007E1CA3"/>
    <w:rsid w:val="007F7865"/>
    <w:rsid w:val="0080403E"/>
    <w:rsid w:val="00806A45"/>
    <w:rsid w:val="00807C7B"/>
    <w:rsid w:val="00812D62"/>
    <w:rsid w:val="00812F29"/>
    <w:rsid w:val="00821713"/>
    <w:rsid w:val="008248E7"/>
    <w:rsid w:val="00827050"/>
    <w:rsid w:val="00827CCB"/>
    <w:rsid w:val="0083278B"/>
    <w:rsid w:val="00834538"/>
    <w:rsid w:val="00850E89"/>
    <w:rsid w:val="00861B7E"/>
    <w:rsid w:val="008856C7"/>
    <w:rsid w:val="00885A8C"/>
    <w:rsid w:val="008930E4"/>
    <w:rsid w:val="00893821"/>
    <w:rsid w:val="008A586E"/>
    <w:rsid w:val="008A7B9C"/>
    <w:rsid w:val="008B39FA"/>
    <w:rsid w:val="008B4754"/>
    <w:rsid w:val="008D6F02"/>
    <w:rsid w:val="008E6A7A"/>
    <w:rsid w:val="008F1038"/>
    <w:rsid w:val="008F7046"/>
    <w:rsid w:val="008F7A2B"/>
    <w:rsid w:val="009005FC"/>
    <w:rsid w:val="00910C1A"/>
    <w:rsid w:val="00922E5A"/>
    <w:rsid w:val="00943315"/>
    <w:rsid w:val="00946C27"/>
    <w:rsid w:val="00974C1C"/>
    <w:rsid w:val="009824E4"/>
    <w:rsid w:val="00982BB3"/>
    <w:rsid w:val="0098748C"/>
    <w:rsid w:val="009A4F3D"/>
    <w:rsid w:val="009B696B"/>
    <w:rsid w:val="009B7671"/>
    <w:rsid w:val="009E5BA1"/>
    <w:rsid w:val="009F056E"/>
    <w:rsid w:val="009F4011"/>
    <w:rsid w:val="00A13A0D"/>
    <w:rsid w:val="00A21A79"/>
    <w:rsid w:val="00A24F3D"/>
    <w:rsid w:val="00A26DCD"/>
    <w:rsid w:val="00A314BB"/>
    <w:rsid w:val="00A32B7D"/>
    <w:rsid w:val="00A5596B"/>
    <w:rsid w:val="00A5725C"/>
    <w:rsid w:val="00A646B3"/>
    <w:rsid w:val="00A64884"/>
    <w:rsid w:val="00A6739B"/>
    <w:rsid w:val="00A73638"/>
    <w:rsid w:val="00A7399E"/>
    <w:rsid w:val="00A80314"/>
    <w:rsid w:val="00A87115"/>
    <w:rsid w:val="00A90413"/>
    <w:rsid w:val="00A97926"/>
    <w:rsid w:val="00AA728C"/>
    <w:rsid w:val="00AB0A9C"/>
    <w:rsid w:val="00AB7119"/>
    <w:rsid w:val="00AC1052"/>
    <w:rsid w:val="00AD47D5"/>
    <w:rsid w:val="00AD5855"/>
    <w:rsid w:val="00AE7500"/>
    <w:rsid w:val="00AE7F87"/>
    <w:rsid w:val="00AF3542"/>
    <w:rsid w:val="00AF5ABE"/>
    <w:rsid w:val="00AF61C7"/>
    <w:rsid w:val="00B00415"/>
    <w:rsid w:val="00B02B2E"/>
    <w:rsid w:val="00B03C2A"/>
    <w:rsid w:val="00B1000D"/>
    <w:rsid w:val="00B10134"/>
    <w:rsid w:val="00B16BFE"/>
    <w:rsid w:val="00B20658"/>
    <w:rsid w:val="00B3002B"/>
    <w:rsid w:val="00B34441"/>
    <w:rsid w:val="00B35C84"/>
    <w:rsid w:val="00B500E5"/>
    <w:rsid w:val="00B80921"/>
    <w:rsid w:val="00B80E38"/>
    <w:rsid w:val="00BA39BB"/>
    <w:rsid w:val="00BA3B3D"/>
    <w:rsid w:val="00BB18CA"/>
    <w:rsid w:val="00BB6BB4"/>
    <w:rsid w:val="00BB7EEA"/>
    <w:rsid w:val="00BD1909"/>
    <w:rsid w:val="00BD441E"/>
    <w:rsid w:val="00BE125F"/>
    <w:rsid w:val="00BE3623"/>
    <w:rsid w:val="00BE5E16"/>
    <w:rsid w:val="00BE5FD1"/>
    <w:rsid w:val="00C06E05"/>
    <w:rsid w:val="00C14B14"/>
    <w:rsid w:val="00C17370"/>
    <w:rsid w:val="00C2054D"/>
    <w:rsid w:val="00C23E06"/>
    <w:rsid w:val="00C252EB"/>
    <w:rsid w:val="00C26EC0"/>
    <w:rsid w:val="00C27CFE"/>
    <w:rsid w:val="00C4244F"/>
    <w:rsid w:val="00C56C77"/>
    <w:rsid w:val="00C57BA2"/>
    <w:rsid w:val="00C64F44"/>
    <w:rsid w:val="00C84923"/>
    <w:rsid w:val="00C9258E"/>
    <w:rsid w:val="00C92725"/>
    <w:rsid w:val="00C9479F"/>
    <w:rsid w:val="00CA7DED"/>
    <w:rsid w:val="00CB7B3E"/>
    <w:rsid w:val="00CC63D6"/>
    <w:rsid w:val="00CC739D"/>
    <w:rsid w:val="00CC7A3E"/>
    <w:rsid w:val="00CD425C"/>
    <w:rsid w:val="00D04468"/>
    <w:rsid w:val="00D048D2"/>
    <w:rsid w:val="00D12FDA"/>
    <w:rsid w:val="00D16C93"/>
    <w:rsid w:val="00D30640"/>
    <w:rsid w:val="00D30C54"/>
    <w:rsid w:val="00D344AB"/>
    <w:rsid w:val="00D36257"/>
    <w:rsid w:val="00D45D22"/>
    <w:rsid w:val="00D4687E"/>
    <w:rsid w:val="00D53A12"/>
    <w:rsid w:val="00D55627"/>
    <w:rsid w:val="00D76030"/>
    <w:rsid w:val="00D8199E"/>
    <w:rsid w:val="00D87E2A"/>
    <w:rsid w:val="00D922F2"/>
    <w:rsid w:val="00DB029B"/>
    <w:rsid w:val="00DB0C43"/>
    <w:rsid w:val="00DB1FDD"/>
    <w:rsid w:val="00DB41BB"/>
    <w:rsid w:val="00DE3354"/>
    <w:rsid w:val="00DE46F2"/>
    <w:rsid w:val="00DF540B"/>
    <w:rsid w:val="00DF7DCD"/>
    <w:rsid w:val="00E07BF8"/>
    <w:rsid w:val="00E30D13"/>
    <w:rsid w:val="00E43B3E"/>
    <w:rsid w:val="00E44451"/>
    <w:rsid w:val="00E50B7D"/>
    <w:rsid w:val="00E513A0"/>
    <w:rsid w:val="00E54E09"/>
    <w:rsid w:val="00E904A1"/>
    <w:rsid w:val="00E9693E"/>
    <w:rsid w:val="00EB1093"/>
    <w:rsid w:val="00EB7D28"/>
    <w:rsid w:val="00EC0D0C"/>
    <w:rsid w:val="00ED4A2C"/>
    <w:rsid w:val="00EF6940"/>
    <w:rsid w:val="00F00548"/>
    <w:rsid w:val="00F038F9"/>
    <w:rsid w:val="00F2044A"/>
    <w:rsid w:val="00F20BFC"/>
    <w:rsid w:val="00F24D5F"/>
    <w:rsid w:val="00F507C2"/>
    <w:rsid w:val="00F6009A"/>
    <w:rsid w:val="00F726C3"/>
    <w:rsid w:val="00F820CA"/>
    <w:rsid w:val="00F8554C"/>
    <w:rsid w:val="00F95F82"/>
    <w:rsid w:val="00F97A90"/>
    <w:rsid w:val="00FB69CA"/>
    <w:rsid w:val="00FB6A5A"/>
    <w:rsid w:val="00FC2F35"/>
    <w:rsid w:val="00FC3FD7"/>
    <w:rsid w:val="00FC5371"/>
    <w:rsid w:val="00FD1FC6"/>
    <w:rsid w:val="00FE27A9"/>
    <w:rsid w:val="00FE5869"/>
    <w:rsid w:val="0B1E8874"/>
    <w:rsid w:val="22257E58"/>
    <w:rsid w:val="2F830975"/>
    <w:rsid w:val="4A9FEF8C"/>
    <w:rsid w:val="7B90177C"/>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7DAFF2"/>
  <w15:docId w15:val="{8DB36BCD-D97D-45AD-84FB-E2C785FA9B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heading 1" w:uiPriority="9"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6526EE"/>
    <w:rPr>
      <w:sz w:val="24"/>
      <w:lang w:val="en-US" w:eastAsia="en-US"/>
    </w:rPr>
  </w:style>
  <w:style w:type="paragraph" w:styleId="Heading1">
    <w:name w:val="heading 1"/>
    <w:basedOn w:val="Normal"/>
    <w:next w:val="Paragraph"/>
    <w:link w:val="Heading1Char"/>
    <w:uiPriority w:val="9"/>
    <w:qFormat/>
    <w:pPr>
      <w:keepNext/>
      <w:spacing w:before="240" w:after="240"/>
      <w:jc w:val="center"/>
      <w:outlineLvl w:val="0"/>
    </w:pPr>
    <w:rPr>
      <w:b/>
      <w:caps/>
    </w:rPr>
  </w:style>
  <w:style w:type="paragraph" w:styleId="Heading2">
    <w:name w:val="heading 2"/>
    <w:basedOn w:val="Normal"/>
    <w:next w:val="Paragraph"/>
    <w:qFormat/>
    <w:pPr>
      <w:keepNext/>
      <w:spacing w:before="240" w:after="240"/>
      <w:jc w:val="center"/>
      <w:outlineLvl w:val="1"/>
    </w:pPr>
    <w:rPr>
      <w:b/>
    </w:rPr>
  </w:style>
  <w:style w:type="paragraph" w:styleId="Heading3">
    <w:name w:val="heading 3"/>
    <w:basedOn w:val="Normal"/>
    <w:next w:val="Normal"/>
    <w:qFormat/>
    <w:rsid w:val="005854B0"/>
    <w:pPr>
      <w:keepNext/>
      <w:spacing w:before="240" w:after="240"/>
      <w:jc w:val="center"/>
      <w:outlineLvl w:val="2"/>
    </w:pPr>
    <w:rPr>
      <w:i/>
      <w:iCs/>
      <w:sz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semiHidden/>
    <w:rPr>
      <w:sz w:val="16"/>
    </w:rPr>
  </w:style>
  <w:style w:type="paragraph" w:customStyle="1" w:styleId="PaperTitle">
    <w:name w:val="Paper Title"/>
    <w:basedOn w:val="Normal"/>
    <w:next w:val="AuthorName"/>
    <w:pPr>
      <w:spacing w:before="1200"/>
      <w:jc w:val="center"/>
    </w:pPr>
    <w:rPr>
      <w:b/>
      <w:sz w:val="36"/>
    </w:rPr>
  </w:style>
  <w:style w:type="paragraph" w:customStyle="1" w:styleId="AuthorName">
    <w:name w:val="Author Name"/>
    <w:basedOn w:val="Normal"/>
    <w:next w:val="AuthorAffiliation"/>
    <w:pPr>
      <w:spacing w:before="360" w:after="360"/>
      <w:jc w:val="center"/>
    </w:pPr>
    <w:rPr>
      <w:sz w:val="28"/>
    </w:rPr>
  </w:style>
  <w:style w:type="paragraph" w:customStyle="1" w:styleId="AuthorAffiliation">
    <w:name w:val="Author Affiliation"/>
    <w:basedOn w:val="Normal"/>
    <w:pPr>
      <w:jc w:val="center"/>
    </w:pPr>
    <w:rPr>
      <w:i/>
      <w:sz w:val="20"/>
    </w:rPr>
  </w:style>
  <w:style w:type="paragraph" w:customStyle="1" w:styleId="Abstract">
    <w:name w:val="Abstract"/>
    <w:basedOn w:val="Normal"/>
    <w:next w:val="Heading1"/>
    <w:rsid w:val="00F20BFC"/>
    <w:pPr>
      <w:spacing w:before="360" w:after="360"/>
      <w:ind w:left="289" w:right="289"/>
      <w:jc w:val="both"/>
    </w:pPr>
    <w:rPr>
      <w:sz w:val="18"/>
    </w:rPr>
  </w:style>
  <w:style w:type="paragraph" w:customStyle="1" w:styleId="Paragraph">
    <w:name w:val="Paragraph"/>
    <w:basedOn w:val="Normal"/>
    <w:rsid w:val="005E415C"/>
    <w:pPr>
      <w:ind w:firstLine="284"/>
      <w:jc w:val="both"/>
    </w:pPr>
    <w:rPr>
      <w:sz w:val="20"/>
    </w:rPr>
  </w:style>
  <w:style w:type="character" w:styleId="FootnoteReference">
    <w:name w:val="footnote reference"/>
    <w:semiHidden/>
    <w:rPr>
      <w:vertAlign w:val="superscript"/>
    </w:rPr>
  </w:style>
  <w:style w:type="paragraph" w:customStyle="1" w:styleId="Reference">
    <w:name w:val="Reference"/>
    <w:basedOn w:val="Paragraph"/>
    <w:rsid w:val="00AE7500"/>
    <w:pPr>
      <w:numPr>
        <w:numId w:val="15"/>
      </w:numPr>
      <w:ind w:left="426" w:hanging="426"/>
    </w:pPr>
  </w:style>
  <w:style w:type="paragraph" w:customStyle="1" w:styleId="FigureCaption">
    <w:name w:val="Figure Caption"/>
    <w:next w:val="Paragraph"/>
    <w:rsid w:val="00161A5B"/>
    <w:pPr>
      <w:spacing w:before="120"/>
      <w:jc w:val="center"/>
    </w:pPr>
    <w:rPr>
      <w:sz w:val="18"/>
      <w:lang w:val="en-US" w:eastAsia="en-US"/>
    </w:rPr>
  </w:style>
  <w:style w:type="paragraph" w:customStyle="1" w:styleId="Figure">
    <w:name w:val="Figure"/>
    <w:basedOn w:val="Paragraph"/>
    <w:pPr>
      <w:keepNext/>
      <w:ind w:firstLine="0"/>
      <w:jc w:val="center"/>
    </w:pPr>
  </w:style>
  <w:style w:type="paragraph" w:customStyle="1" w:styleId="Equation">
    <w:name w:val="Equation"/>
    <w:basedOn w:val="Paragraph"/>
    <w:rsid w:val="001146DC"/>
    <w:pPr>
      <w:tabs>
        <w:tab w:val="center" w:pos="4320"/>
        <w:tab w:val="right" w:pos="9242"/>
      </w:tabs>
      <w:ind w:firstLine="0"/>
      <w:jc w:val="center"/>
    </w:pPr>
  </w:style>
  <w:style w:type="paragraph" w:styleId="BalloonText">
    <w:name w:val="Balloon Text"/>
    <w:basedOn w:val="Normal"/>
    <w:link w:val="BalloonTextChar"/>
    <w:rsid w:val="00114AB1"/>
    <w:rPr>
      <w:rFonts w:ascii="Tahoma" w:hAnsi="Tahoma" w:cs="Tahoma"/>
      <w:sz w:val="16"/>
      <w:szCs w:val="16"/>
    </w:rPr>
  </w:style>
  <w:style w:type="character" w:customStyle="1" w:styleId="BalloonTextChar">
    <w:name w:val="Balloon Text Char"/>
    <w:basedOn w:val="DefaultParagraphFont"/>
    <w:link w:val="BalloonText"/>
    <w:rsid w:val="00114AB1"/>
    <w:rPr>
      <w:rFonts w:ascii="Tahoma" w:hAnsi="Tahoma" w:cs="Tahoma"/>
      <w:sz w:val="16"/>
      <w:szCs w:val="16"/>
      <w:lang w:val="en-US" w:eastAsia="en-US"/>
    </w:rPr>
  </w:style>
  <w:style w:type="character" w:styleId="Hyperlink">
    <w:name w:val="Hyperlink"/>
    <w:rPr>
      <w:color w:val="0000FF"/>
      <w:u w:val="single"/>
    </w:rPr>
  </w:style>
  <w:style w:type="table" w:styleId="TableGrid">
    <w:name w:val="Table Grid"/>
    <w:basedOn w:val="TableNormal"/>
    <w:rsid w:val="006422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40225B"/>
    <w:pPr>
      <w:numPr>
        <w:numId w:val="28"/>
      </w:numPr>
      <w:ind w:left="641" w:hanging="357"/>
    </w:pPr>
  </w:style>
  <w:style w:type="paragraph" w:customStyle="1" w:styleId="AuthorEmail">
    <w:name w:val="Author Email"/>
    <w:basedOn w:val="Normal"/>
    <w:qFormat/>
    <w:rsid w:val="001D469C"/>
    <w:pPr>
      <w:jc w:val="center"/>
    </w:pPr>
    <w:rPr>
      <w:sz w:val="20"/>
    </w:rPr>
  </w:style>
  <w:style w:type="paragraph" w:styleId="NormalWeb">
    <w:name w:val="Normal (Web)"/>
    <w:basedOn w:val="Normal"/>
    <w:uiPriority w:val="99"/>
    <w:unhideWhenUsed/>
    <w:rsid w:val="005F7475"/>
    <w:pPr>
      <w:spacing w:before="100" w:beforeAutospacing="1" w:after="100" w:afterAutospacing="1"/>
    </w:pPr>
    <w:rPr>
      <w:szCs w:val="24"/>
      <w:lang w:val="en-GB" w:eastAsia="en-GB"/>
    </w:rPr>
  </w:style>
  <w:style w:type="character" w:styleId="Strong">
    <w:name w:val="Strong"/>
    <w:basedOn w:val="DefaultParagraphFont"/>
    <w:uiPriority w:val="22"/>
    <w:qFormat/>
    <w:rsid w:val="005F7475"/>
    <w:rPr>
      <w:b/>
      <w:bCs/>
    </w:rPr>
  </w:style>
  <w:style w:type="character" w:styleId="Emphasis">
    <w:name w:val="Emphasis"/>
    <w:basedOn w:val="DefaultParagraphFont"/>
    <w:uiPriority w:val="20"/>
    <w:qFormat/>
    <w:rsid w:val="005F7475"/>
    <w:rPr>
      <w:i/>
      <w:iCs/>
    </w:rPr>
  </w:style>
  <w:style w:type="paragraph" w:customStyle="1" w:styleId="TableCaption">
    <w:name w:val="Table Caption"/>
    <w:basedOn w:val="FigureCaption"/>
    <w:qFormat/>
    <w:rsid w:val="005A0E21"/>
    <w:rPr>
      <w:szCs w:val="18"/>
    </w:rPr>
  </w:style>
  <w:style w:type="paragraph" w:customStyle="1" w:styleId="Paragraphnumbered">
    <w:name w:val="Paragraph (numbered)"/>
    <w:rsid w:val="000B49C0"/>
    <w:pPr>
      <w:numPr>
        <w:numId w:val="43"/>
      </w:numPr>
      <w:jc w:val="both"/>
    </w:pPr>
    <w:rPr>
      <w:lang w:val="en-US" w:eastAsia="en-US"/>
    </w:rPr>
  </w:style>
  <w:style w:type="character" w:styleId="UnresolvedMention">
    <w:name w:val="Unresolved Mention"/>
    <w:basedOn w:val="DefaultParagraphFont"/>
    <w:uiPriority w:val="99"/>
    <w:semiHidden/>
    <w:unhideWhenUsed/>
    <w:rsid w:val="00613B4D"/>
    <w:rPr>
      <w:color w:val="808080"/>
      <w:shd w:val="clear" w:color="auto" w:fill="E6E6E6"/>
    </w:rPr>
  </w:style>
  <w:style w:type="paragraph" w:styleId="ListParagraph">
    <w:name w:val="List Paragraph"/>
    <w:basedOn w:val="Normal"/>
    <w:uiPriority w:val="34"/>
    <w:rsid w:val="006E4474"/>
    <w:pPr>
      <w:ind w:left="720"/>
      <w:contextualSpacing/>
    </w:pPr>
  </w:style>
  <w:style w:type="character" w:styleId="CommentReference">
    <w:name w:val="annotation reference"/>
    <w:basedOn w:val="DefaultParagraphFont"/>
    <w:semiHidden/>
    <w:unhideWhenUsed/>
    <w:rsid w:val="005E71ED"/>
    <w:rPr>
      <w:sz w:val="16"/>
      <w:szCs w:val="16"/>
    </w:rPr>
  </w:style>
  <w:style w:type="paragraph" w:styleId="CommentText">
    <w:name w:val="annotation text"/>
    <w:basedOn w:val="Normal"/>
    <w:link w:val="CommentTextChar"/>
    <w:semiHidden/>
    <w:unhideWhenUsed/>
    <w:rsid w:val="005E71ED"/>
    <w:rPr>
      <w:sz w:val="20"/>
    </w:rPr>
  </w:style>
  <w:style w:type="character" w:customStyle="1" w:styleId="CommentTextChar">
    <w:name w:val="Comment Text Char"/>
    <w:basedOn w:val="DefaultParagraphFont"/>
    <w:link w:val="CommentText"/>
    <w:semiHidden/>
    <w:rsid w:val="005E71ED"/>
    <w:rPr>
      <w:lang w:val="en-US" w:eastAsia="en-US"/>
    </w:rPr>
  </w:style>
  <w:style w:type="paragraph" w:styleId="CommentSubject">
    <w:name w:val="annotation subject"/>
    <w:basedOn w:val="CommentText"/>
    <w:next w:val="CommentText"/>
    <w:link w:val="CommentSubjectChar"/>
    <w:semiHidden/>
    <w:unhideWhenUsed/>
    <w:rsid w:val="005E71ED"/>
    <w:rPr>
      <w:b/>
      <w:bCs/>
    </w:rPr>
  </w:style>
  <w:style w:type="character" w:customStyle="1" w:styleId="CommentSubjectChar">
    <w:name w:val="Comment Subject Char"/>
    <w:basedOn w:val="CommentTextChar"/>
    <w:link w:val="CommentSubject"/>
    <w:semiHidden/>
    <w:rsid w:val="005E71ED"/>
    <w:rPr>
      <w:b/>
      <w:bCs/>
      <w:lang w:val="en-US" w:eastAsia="en-US"/>
    </w:rPr>
  </w:style>
  <w:style w:type="character" w:styleId="FollowedHyperlink">
    <w:name w:val="FollowedHyperlink"/>
    <w:basedOn w:val="DefaultParagraphFont"/>
    <w:semiHidden/>
    <w:unhideWhenUsed/>
    <w:rsid w:val="00A80314"/>
    <w:rPr>
      <w:color w:val="800080" w:themeColor="followedHyperlink"/>
      <w:u w:val="single"/>
    </w:rPr>
  </w:style>
  <w:style w:type="character" w:styleId="PlaceholderText">
    <w:name w:val="Placeholder Text"/>
    <w:basedOn w:val="DefaultParagraphFont"/>
    <w:uiPriority w:val="99"/>
    <w:semiHidden/>
    <w:rsid w:val="0080403E"/>
    <w:rPr>
      <w:color w:val="808080"/>
    </w:rPr>
  </w:style>
  <w:style w:type="paragraph" w:styleId="Caption">
    <w:name w:val="caption"/>
    <w:basedOn w:val="Normal"/>
    <w:next w:val="Normal"/>
    <w:unhideWhenUsed/>
    <w:qFormat/>
    <w:rsid w:val="00E44451"/>
    <w:pPr>
      <w:spacing w:after="200"/>
    </w:pPr>
    <w:rPr>
      <w:b/>
      <w:i/>
      <w:iCs/>
      <w:sz w:val="18"/>
      <w:szCs w:val="18"/>
    </w:rPr>
  </w:style>
  <w:style w:type="character" w:customStyle="1" w:styleId="Heading1Char">
    <w:name w:val="Heading 1 Char"/>
    <w:basedOn w:val="DefaultParagraphFont"/>
    <w:link w:val="Heading1"/>
    <w:uiPriority w:val="9"/>
    <w:rsid w:val="00A13A0D"/>
    <w:rPr>
      <w:b/>
      <w:caps/>
      <w:sz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94723183">
      <w:bodyDiv w:val="1"/>
      <w:marLeft w:val="0"/>
      <w:marRight w:val="0"/>
      <w:marTop w:val="0"/>
      <w:marBottom w:val="0"/>
      <w:divBdr>
        <w:top w:val="none" w:sz="0" w:space="0" w:color="auto"/>
        <w:left w:val="none" w:sz="0" w:space="0" w:color="auto"/>
        <w:bottom w:val="none" w:sz="0" w:space="0" w:color="auto"/>
        <w:right w:val="none" w:sz="0" w:space="0" w:color="auto"/>
      </w:divBdr>
    </w:div>
    <w:div w:id="925114733">
      <w:bodyDiv w:val="1"/>
      <w:marLeft w:val="0"/>
      <w:marRight w:val="0"/>
      <w:marTop w:val="0"/>
      <w:marBottom w:val="0"/>
      <w:divBdr>
        <w:top w:val="none" w:sz="0" w:space="0" w:color="auto"/>
        <w:left w:val="none" w:sz="0" w:space="0" w:color="auto"/>
        <w:bottom w:val="none" w:sz="0" w:space="0" w:color="auto"/>
        <w:right w:val="none" w:sz="0" w:space="0" w:color="auto"/>
      </w:divBdr>
    </w:div>
    <w:div w:id="1056734270">
      <w:bodyDiv w:val="1"/>
      <w:marLeft w:val="0"/>
      <w:marRight w:val="0"/>
      <w:marTop w:val="0"/>
      <w:marBottom w:val="0"/>
      <w:divBdr>
        <w:top w:val="none" w:sz="0" w:space="0" w:color="auto"/>
        <w:left w:val="none" w:sz="0" w:space="0" w:color="auto"/>
        <w:bottom w:val="none" w:sz="0" w:space="0" w:color="auto"/>
        <w:right w:val="none" w:sz="0" w:space="0" w:color="auto"/>
      </w:divBdr>
      <w:divsChild>
        <w:div w:id="421418545">
          <w:marLeft w:val="480"/>
          <w:marRight w:val="0"/>
          <w:marTop w:val="0"/>
          <w:marBottom w:val="0"/>
          <w:divBdr>
            <w:top w:val="none" w:sz="0" w:space="0" w:color="auto"/>
            <w:left w:val="none" w:sz="0" w:space="0" w:color="auto"/>
            <w:bottom w:val="none" w:sz="0" w:space="0" w:color="auto"/>
            <w:right w:val="none" w:sz="0" w:space="0" w:color="auto"/>
          </w:divBdr>
        </w:div>
        <w:div w:id="795754542">
          <w:marLeft w:val="480"/>
          <w:marRight w:val="0"/>
          <w:marTop w:val="0"/>
          <w:marBottom w:val="0"/>
          <w:divBdr>
            <w:top w:val="none" w:sz="0" w:space="0" w:color="auto"/>
            <w:left w:val="none" w:sz="0" w:space="0" w:color="auto"/>
            <w:bottom w:val="none" w:sz="0" w:space="0" w:color="auto"/>
            <w:right w:val="none" w:sz="0" w:space="0" w:color="auto"/>
          </w:divBdr>
        </w:div>
        <w:div w:id="910623699">
          <w:marLeft w:val="480"/>
          <w:marRight w:val="0"/>
          <w:marTop w:val="0"/>
          <w:marBottom w:val="0"/>
          <w:divBdr>
            <w:top w:val="none" w:sz="0" w:space="0" w:color="auto"/>
            <w:left w:val="none" w:sz="0" w:space="0" w:color="auto"/>
            <w:bottom w:val="none" w:sz="0" w:space="0" w:color="auto"/>
            <w:right w:val="none" w:sz="0" w:space="0" w:color="auto"/>
          </w:divBdr>
        </w:div>
        <w:div w:id="839586496">
          <w:marLeft w:val="480"/>
          <w:marRight w:val="0"/>
          <w:marTop w:val="0"/>
          <w:marBottom w:val="0"/>
          <w:divBdr>
            <w:top w:val="none" w:sz="0" w:space="0" w:color="auto"/>
            <w:left w:val="none" w:sz="0" w:space="0" w:color="auto"/>
            <w:bottom w:val="none" w:sz="0" w:space="0" w:color="auto"/>
            <w:right w:val="none" w:sz="0" w:space="0" w:color="auto"/>
          </w:divBdr>
        </w:div>
        <w:div w:id="1495024756">
          <w:marLeft w:val="480"/>
          <w:marRight w:val="0"/>
          <w:marTop w:val="0"/>
          <w:marBottom w:val="0"/>
          <w:divBdr>
            <w:top w:val="none" w:sz="0" w:space="0" w:color="auto"/>
            <w:left w:val="none" w:sz="0" w:space="0" w:color="auto"/>
            <w:bottom w:val="none" w:sz="0" w:space="0" w:color="auto"/>
            <w:right w:val="none" w:sz="0" w:space="0" w:color="auto"/>
          </w:divBdr>
        </w:div>
        <w:div w:id="973675548">
          <w:marLeft w:val="480"/>
          <w:marRight w:val="0"/>
          <w:marTop w:val="0"/>
          <w:marBottom w:val="0"/>
          <w:divBdr>
            <w:top w:val="none" w:sz="0" w:space="0" w:color="auto"/>
            <w:left w:val="none" w:sz="0" w:space="0" w:color="auto"/>
            <w:bottom w:val="none" w:sz="0" w:space="0" w:color="auto"/>
            <w:right w:val="none" w:sz="0" w:space="0" w:color="auto"/>
          </w:divBdr>
        </w:div>
        <w:div w:id="1939868830">
          <w:marLeft w:val="480"/>
          <w:marRight w:val="0"/>
          <w:marTop w:val="0"/>
          <w:marBottom w:val="0"/>
          <w:divBdr>
            <w:top w:val="none" w:sz="0" w:space="0" w:color="auto"/>
            <w:left w:val="none" w:sz="0" w:space="0" w:color="auto"/>
            <w:bottom w:val="none" w:sz="0" w:space="0" w:color="auto"/>
            <w:right w:val="none" w:sz="0" w:space="0" w:color="auto"/>
          </w:divBdr>
        </w:div>
        <w:div w:id="231695690">
          <w:marLeft w:val="480"/>
          <w:marRight w:val="0"/>
          <w:marTop w:val="0"/>
          <w:marBottom w:val="0"/>
          <w:divBdr>
            <w:top w:val="none" w:sz="0" w:space="0" w:color="auto"/>
            <w:left w:val="none" w:sz="0" w:space="0" w:color="auto"/>
            <w:bottom w:val="none" w:sz="0" w:space="0" w:color="auto"/>
            <w:right w:val="none" w:sz="0" w:space="0" w:color="auto"/>
          </w:divBdr>
        </w:div>
        <w:div w:id="1782071398">
          <w:marLeft w:val="480"/>
          <w:marRight w:val="0"/>
          <w:marTop w:val="0"/>
          <w:marBottom w:val="0"/>
          <w:divBdr>
            <w:top w:val="none" w:sz="0" w:space="0" w:color="auto"/>
            <w:left w:val="none" w:sz="0" w:space="0" w:color="auto"/>
            <w:bottom w:val="none" w:sz="0" w:space="0" w:color="auto"/>
            <w:right w:val="none" w:sz="0" w:space="0" w:color="auto"/>
          </w:divBdr>
        </w:div>
        <w:div w:id="475074871">
          <w:marLeft w:val="480"/>
          <w:marRight w:val="0"/>
          <w:marTop w:val="0"/>
          <w:marBottom w:val="0"/>
          <w:divBdr>
            <w:top w:val="none" w:sz="0" w:space="0" w:color="auto"/>
            <w:left w:val="none" w:sz="0" w:space="0" w:color="auto"/>
            <w:bottom w:val="none" w:sz="0" w:space="0" w:color="auto"/>
            <w:right w:val="none" w:sz="0" w:space="0" w:color="auto"/>
          </w:divBdr>
        </w:div>
        <w:div w:id="1768965452">
          <w:marLeft w:val="480"/>
          <w:marRight w:val="0"/>
          <w:marTop w:val="0"/>
          <w:marBottom w:val="0"/>
          <w:divBdr>
            <w:top w:val="none" w:sz="0" w:space="0" w:color="auto"/>
            <w:left w:val="none" w:sz="0" w:space="0" w:color="auto"/>
            <w:bottom w:val="none" w:sz="0" w:space="0" w:color="auto"/>
            <w:right w:val="none" w:sz="0" w:space="0" w:color="auto"/>
          </w:divBdr>
        </w:div>
        <w:div w:id="52967440">
          <w:marLeft w:val="480"/>
          <w:marRight w:val="0"/>
          <w:marTop w:val="0"/>
          <w:marBottom w:val="0"/>
          <w:divBdr>
            <w:top w:val="none" w:sz="0" w:space="0" w:color="auto"/>
            <w:left w:val="none" w:sz="0" w:space="0" w:color="auto"/>
            <w:bottom w:val="none" w:sz="0" w:space="0" w:color="auto"/>
            <w:right w:val="none" w:sz="0" w:space="0" w:color="auto"/>
          </w:divBdr>
        </w:div>
        <w:div w:id="1772240541">
          <w:marLeft w:val="480"/>
          <w:marRight w:val="0"/>
          <w:marTop w:val="0"/>
          <w:marBottom w:val="0"/>
          <w:divBdr>
            <w:top w:val="none" w:sz="0" w:space="0" w:color="auto"/>
            <w:left w:val="none" w:sz="0" w:space="0" w:color="auto"/>
            <w:bottom w:val="none" w:sz="0" w:space="0" w:color="auto"/>
            <w:right w:val="none" w:sz="0" w:space="0" w:color="auto"/>
          </w:divBdr>
        </w:div>
        <w:div w:id="349721574">
          <w:marLeft w:val="480"/>
          <w:marRight w:val="0"/>
          <w:marTop w:val="0"/>
          <w:marBottom w:val="0"/>
          <w:divBdr>
            <w:top w:val="none" w:sz="0" w:space="0" w:color="auto"/>
            <w:left w:val="none" w:sz="0" w:space="0" w:color="auto"/>
            <w:bottom w:val="none" w:sz="0" w:space="0" w:color="auto"/>
            <w:right w:val="none" w:sz="0" w:space="0" w:color="auto"/>
          </w:divBdr>
        </w:div>
        <w:div w:id="795219844">
          <w:marLeft w:val="480"/>
          <w:marRight w:val="0"/>
          <w:marTop w:val="0"/>
          <w:marBottom w:val="0"/>
          <w:divBdr>
            <w:top w:val="none" w:sz="0" w:space="0" w:color="auto"/>
            <w:left w:val="none" w:sz="0" w:space="0" w:color="auto"/>
            <w:bottom w:val="none" w:sz="0" w:space="0" w:color="auto"/>
            <w:right w:val="none" w:sz="0" w:space="0" w:color="auto"/>
          </w:divBdr>
        </w:div>
        <w:div w:id="915018234">
          <w:marLeft w:val="480"/>
          <w:marRight w:val="0"/>
          <w:marTop w:val="0"/>
          <w:marBottom w:val="0"/>
          <w:divBdr>
            <w:top w:val="none" w:sz="0" w:space="0" w:color="auto"/>
            <w:left w:val="none" w:sz="0" w:space="0" w:color="auto"/>
            <w:bottom w:val="none" w:sz="0" w:space="0" w:color="auto"/>
            <w:right w:val="none" w:sz="0" w:space="0" w:color="auto"/>
          </w:divBdr>
        </w:div>
        <w:div w:id="694157738">
          <w:marLeft w:val="480"/>
          <w:marRight w:val="0"/>
          <w:marTop w:val="0"/>
          <w:marBottom w:val="0"/>
          <w:divBdr>
            <w:top w:val="none" w:sz="0" w:space="0" w:color="auto"/>
            <w:left w:val="none" w:sz="0" w:space="0" w:color="auto"/>
            <w:bottom w:val="none" w:sz="0" w:space="0" w:color="auto"/>
            <w:right w:val="none" w:sz="0" w:space="0" w:color="auto"/>
          </w:divBdr>
        </w:div>
        <w:div w:id="1592229840">
          <w:marLeft w:val="480"/>
          <w:marRight w:val="0"/>
          <w:marTop w:val="0"/>
          <w:marBottom w:val="0"/>
          <w:divBdr>
            <w:top w:val="none" w:sz="0" w:space="0" w:color="auto"/>
            <w:left w:val="none" w:sz="0" w:space="0" w:color="auto"/>
            <w:bottom w:val="none" w:sz="0" w:space="0" w:color="auto"/>
            <w:right w:val="none" w:sz="0" w:space="0" w:color="auto"/>
          </w:divBdr>
        </w:div>
        <w:div w:id="156894579">
          <w:marLeft w:val="480"/>
          <w:marRight w:val="0"/>
          <w:marTop w:val="0"/>
          <w:marBottom w:val="0"/>
          <w:divBdr>
            <w:top w:val="none" w:sz="0" w:space="0" w:color="auto"/>
            <w:left w:val="none" w:sz="0" w:space="0" w:color="auto"/>
            <w:bottom w:val="none" w:sz="0" w:space="0" w:color="auto"/>
            <w:right w:val="none" w:sz="0" w:space="0" w:color="auto"/>
          </w:divBdr>
        </w:div>
        <w:div w:id="391464317">
          <w:marLeft w:val="480"/>
          <w:marRight w:val="0"/>
          <w:marTop w:val="0"/>
          <w:marBottom w:val="0"/>
          <w:divBdr>
            <w:top w:val="none" w:sz="0" w:space="0" w:color="auto"/>
            <w:left w:val="none" w:sz="0" w:space="0" w:color="auto"/>
            <w:bottom w:val="none" w:sz="0" w:space="0" w:color="auto"/>
            <w:right w:val="none" w:sz="0" w:space="0" w:color="auto"/>
          </w:divBdr>
        </w:div>
        <w:div w:id="1916627310">
          <w:marLeft w:val="480"/>
          <w:marRight w:val="0"/>
          <w:marTop w:val="0"/>
          <w:marBottom w:val="0"/>
          <w:divBdr>
            <w:top w:val="none" w:sz="0" w:space="0" w:color="auto"/>
            <w:left w:val="none" w:sz="0" w:space="0" w:color="auto"/>
            <w:bottom w:val="none" w:sz="0" w:space="0" w:color="auto"/>
            <w:right w:val="none" w:sz="0" w:space="0" w:color="auto"/>
          </w:divBdr>
        </w:div>
      </w:divsChild>
    </w:div>
    <w:div w:id="1263681671">
      <w:bodyDiv w:val="1"/>
      <w:marLeft w:val="0"/>
      <w:marRight w:val="0"/>
      <w:marTop w:val="0"/>
      <w:marBottom w:val="0"/>
      <w:divBdr>
        <w:top w:val="none" w:sz="0" w:space="0" w:color="auto"/>
        <w:left w:val="none" w:sz="0" w:space="0" w:color="auto"/>
        <w:bottom w:val="none" w:sz="0" w:space="0" w:color="auto"/>
        <w:right w:val="none" w:sz="0" w:space="0" w:color="auto"/>
      </w:divBdr>
    </w:div>
    <w:div w:id="1283997439">
      <w:bodyDiv w:val="1"/>
      <w:marLeft w:val="0"/>
      <w:marRight w:val="0"/>
      <w:marTop w:val="0"/>
      <w:marBottom w:val="0"/>
      <w:divBdr>
        <w:top w:val="none" w:sz="0" w:space="0" w:color="auto"/>
        <w:left w:val="none" w:sz="0" w:space="0" w:color="auto"/>
        <w:bottom w:val="none" w:sz="0" w:space="0" w:color="auto"/>
        <w:right w:val="none" w:sz="0" w:space="0" w:color="auto"/>
      </w:divBdr>
    </w:div>
    <w:div w:id="1361391167">
      <w:bodyDiv w:val="1"/>
      <w:marLeft w:val="0"/>
      <w:marRight w:val="0"/>
      <w:marTop w:val="0"/>
      <w:marBottom w:val="0"/>
      <w:divBdr>
        <w:top w:val="none" w:sz="0" w:space="0" w:color="auto"/>
        <w:left w:val="none" w:sz="0" w:space="0" w:color="auto"/>
        <w:bottom w:val="none" w:sz="0" w:space="0" w:color="auto"/>
        <w:right w:val="none" w:sz="0" w:space="0" w:color="auto"/>
      </w:divBdr>
    </w:div>
    <w:div w:id="1531793986">
      <w:bodyDiv w:val="1"/>
      <w:marLeft w:val="0"/>
      <w:marRight w:val="0"/>
      <w:marTop w:val="0"/>
      <w:marBottom w:val="0"/>
      <w:divBdr>
        <w:top w:val="none" w:sz="0" w:space="0" w:color="auto"/>
        <w:left w:val="none" w:sz="0" w:space="0" w:color="auto"/>
        <w:bottom w:val="none" w:sz="0" w:space="0" w:color="auto"/>
        <w:right w:val="none" w:sz="0" w:space="0" w:color="auto"/>
      </w:divBdr>
    </w:div>
    <w:div w:id="1534541488">
      <w:bodyDiv w:val="1"/>
      <w:marLeft w:val="0"/>
      <w:marRight w:val="0"/>
      <w:marTop w:val="0"/>
      <w:marBottom w:val="0"/>
      <w:divBdr>
        <w:top w:val="none" w:sz="0" w:space="0" w:color="auto"/>
        <w:left w:val="none" w:sz="0" w:space="0" w:color="auto"/>
        <w:bottom w:val="none" w:sz="0" w:space="0" w:color="auto"/>
        <w:right w:val="none" w:sz="0" w:space="0" w:color="auto"/>
      </w:divBdr>
    </w:div>
    <w:div w:id="1725762643">
      <w:bodyDiv w:val="1"/>
      <w:marLeft w:val="0"/>
      <w:marRight w:val="0"/>
      <w:marTop w:val="0"/>
      <w:marBottom w:val="0"/>
      <w:divBdr>
        <w:top w:val="none" w:sz="0" w:space="0" w:color="auto"/>
        <w:left w:val="none" w:sz="0" w:space="0" w:color="auto"/>
        <w:bottom w:val="none" w:sz="0" w:space="0" w:color="auto"/>
        <w:right w:val="none" w:sz="0" w:space="0" w:color="auto"/>
      </w:divBdr>
    </w:div>
    <w:div w:id="1846356379">
      <w:bodyDiv w:val="1"/>
      <w:marLeft w:val="0"/>
      <w:marRight w:val="0"/>
      <w:marTop w:val="0"/>
      <w:marBottom w:val="0"/>
      <w:divBdr>
        <w:top w:val="none" w:sz="0" w:space="0" w:color="auto"/>
        <w:left w:val="none" w:sz="0" w:space="0" w:color="auto"/>
        <w:bottom w:val="none" w:sz="0" w:space="0" w:color="auto"/>
        <w:right w:val="none" w:sz="0" w:space="0" w:color="auto"/>
      </w:divBdr>
    </w:div>
    <w:div w:id="1891187592">
      <w:bodyDiv w:val="1"/>
      <w:marLeft w:val="0"/>
      <w:marRight w:val="0"/>
      <w:marTop w:val="0"/>
      <w:marBottom w:val="0"/>
      <w:divBdr>
        <w:top w:val="none" w:sz="0" w:space="0" w:color="auto"/>
        <w:left w:val="none" w:sz="0" w:space="0" w:color="auto"/>
        <w:bottom w:val="none" w:sz="0" w:space="0" w:color="auto"/>
        <w:right w:val="none" w:sz="0" w:space="0" w:color="auto"/>
      </w:divBdr>
    </w:div>
    <w:div w:id="20590865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18" Type="http://schemas.openxmlformats.org/officeDocument/2006/relationships/chart" Target="charts/chart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chart" Target="charts/chart1.xml"/><Relationship Id="rId2" Type="http://schemas.openxmlformats.org/officeDocument/2006/relationships/customXml" Target="../customXml/item2.xml"/><Relationship Id="rId16" Type="http://schemas.openxmlformats.org/officeDocument/2006/relationships/image" Target="media/image5.jpeg"/><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sulianto@umm.ac.id" TargetMode="External"/><Relationship Id="rId5" Type="http://schemas.openxmlformats.org/officeDocument/2006/relationships/numbering" Target="numbering.xml"/><Relationship Id="rId15" Type="http://schemas.openxmlformats.org/officeDocument/2006/relationships/image" Target="media/image4.jpeg"/><Relationship Id="rId10" Type="http://schemas.openxmlformats.org/officeDocument/2006/relationships/hyperlink" Target="mailto:lourinaorfa@umm.ac.id" TargetMode="Externa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mailto:ahmadzhulfikar@gmail.com" TargetMode="External"/><Relationship Id="rId14"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levins\Desktop\8x11WordTemplates\article_templates\single_column\8_point5_x11_single_column_template.dotx" TargetMode="External"/></Relationships>
</file>

<file path=word/charts/_rels/chart1.xml.rels><?xml version="1.0" encoding="UTF-8" standalone="yes"?>
<Relationships xmlns="http://schemas.openxmlformats.org/package/2006/relationships"><Relationship Id="rId3" Type="http://schemas.openxmlformats.org/officeDocument/2006/relationships/oleObject" Target="file:///D:\FIKAR\KULIAH\SKRIPSI\validasi.xlsx" TargetMode="External"/><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oleObject" Target="file:///C:\Users\roisatin\Downloads\grafik%20fikar%20poke.xlsx" TargetMode="External"/><Relationship Id="rId2" Type="http://schemas.microsoft.com/office/2011/relationships/chartColorStyle" Target="colors2.xml"/><Relationship Id="rId1" Type="http://schemas.microsoft.com/office/2011/relationships/chartStyle" Target="style2.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lineChart>
        <c:grouping val="standard"/>
        <c:varyColors val="0"/>
        <c:ser>
          <c:idx val="0"/>
          <c:order val="0"/>
          <c:tx>
            <c:v>Kebutuhan Air Irigasi</c:v>
          </c:tx>
          <c:spPr>
            <a:ln w="28575" cap="rnd">
              <a:solidFill>
                <a:schemeClr val="accent1"/>
              </a:solidFill>
              <a:round/>
            </a:ln>
            <a:effectLst/>
          </c:spPr>
          <c:marker>
            <c:symbol val="none"/>
          </c:marker>
          <c:cat>
            <c:strRef>
              <c:f>Sheet1!$A$4:$A$39</c:f>
              <c:strCache>
                <c:ptCount val="36"/>
                <c:pt idx="0">
                  <c:v>JAN- I</c:v>
                </c:pt>
                <c:pt idx="1">
                  <c:v>JAN- II</c:v>
                </c:pt>
                <c:pt idx="2">
                  <c:v>JAN- III</c:v>
                </c:pt>
                <c:pt idx="3">
                  <c:v>FEB- I</c:v>
                </c:pt>
                <c:pt idx="4">
                  <c:v>FEB- II</c:v>
                </c:pt>
                <c:pt idx="5">
                  <c:v>FEB- III</c:v>
                </c:pt>
                <c:pt idx="6">
                  <c:v>MAR -I</c:v>
                </c:pt>
                <c:pt idx="7">
                  <c:v>MAR- II</c:v>
                </c:pt>
                <c:pt idx="8">
                  <c:v>MAR- III</c:v>
                </c:pt>
                <c:pt idx="9">
                  <c:v>APR- I</c:v>
                </c:pt>
                <c:pt idx="10">
                  <c:v>APR- II</c:v>
                </c:pt>
                <c:pt idx="11">
                  <c:v>APR- III</c:v>
                </c:pt>
                <c:pt idx="12">
                  <c:v>MAY- I</c:v>
                </c:pt>
                <c:pt idx="13">
                  <c:v>MAY- II</c:v>
                </c:pt>
                <c:pt idx="14">
                  <c:v>MAY- III</c:v>
                </c:pt>
                <c:pt idx="15">
                  <c:v>JUN- I</c:v>
                </c:pt>
                <c:pt idx="16">
                  <c:v>JUN- II</c:v>
                </c:pt>
                <c:pt idx="17">
                  <c:v>JUN- III</c:v>
                </c:pt>
                <c:pt idx="18">
                  <c:v>JUL- I</c:v>
                </c:pt>
                <c:pt idx="19">
                  <c:v>JUL- II</c:v>
                </c:pt>
                <c:pt idx="20">
                  <c:v>JUL- III</c:v>
                </c:pt>
                <c:pt idx="21">
                  <c:v>AUG- I</c:v>
                </c:pt>
                <c:pt idx="22">
                  <c:v>AUG- II</c:v>
                </c:pt>
                <c:pt idx="23">
                  <c:v>AUG- III</c:v>
                </c:pt>
                <c:pt idx="24">
                  <c:v>SEP- I</c:v>
                </c:pt>
                <c:pt idx="25">
                  <c:v>SEP- II</c:v>
                </c:pt>
                <c:pt idx="26">
                  <c:v>SEP- III</c:v>
                </c:pt>
                <c:pt idx="27">
                  <c:v>OCT- I</c:v>
                </c:pt>
                <c:pt idx="28">
                  <c:v>OCT- II</c:v>
                </c:pt>
                <c:pt idx="29">
                  <c:v>OCT- III</c:v>
                </c:pt>
                <c:pt idx="30">
                  <c:v>NOV- I</c:v>
                </c:pt>
                <c:pt idx="31">
                  <c:v>NOV- II</c:v>
                </c:pt>
                <c:pt idx="32">
                  <c:v>NOV- III</c:v>
                </c:pt>
                <c:pt idx="33">
                  <c:v>DEC- I</c:v>
                </c:pt>
                <c:pt idx="34">
                  <c:v>DEC- II</c:v>
                </c:pt>
                <c:pt idx="35">
                  <c:v>DEC- III</c:v>
                </c:pt>
              </c:strCache>
            </c:strRef>
          </c:cat>
          <c:val>
            <c:numRef>
              <c:f>Sheet1!$B$4:$B$39</c:f>
              <c:numCache>
                <c:formatCode>0.00</c:formatCode>
                <c:ptCount val="36"/>
                <c:pt idx="0">
                  <c:v>0.25</c:v>
                </c:pt>
                <c:pt idx="1">
                  <c:v>0.44</c:v>
                </c:pt>
                <c:pt idx="2">
                  <c:v>0.38</c:v>
                </c:pt>
                <c:pt idx="3">
                  <c:v>0.56999999999999995</c:v>
                </c:pt>
                <c:pt idx="4">
                  <c:v>0.7</c:v>
                </c:pt>
                <c:pt idx="5">
                  <c:v>0.5</c:v>
                </c:pt>
                <c:pt idx="6">
                  <c:v>0.55000000000000004</c:v>
                </c:pt>
                <c:pt idx="7">
                  <c:v>0.51</c:v>
                </c:pt>
                <c:pt idx="8">
                  <c:v>0.5</c:v>
                </c:pt>
                <c:pt idx="9">
                  <c:v>0.26</c:v>
                </c:pt>
                <c:pt idx="10">
                  <c:v>0.85</c:v>
                </c:pt>
                <c:pt idx="11">
                  <c:v>0.92</c:v>
                </c:pt>
                <c:pt idx="12">
                  <c:v>1.1000000000000001</c:v>
                </c:pt>
                <c:pt idx="13">
                  <c:v>0.6</c:v>
                </c:pt>
                <c:pt idx="14">
                  <c:v>0.8</c:v>
                </c:pt>
                <c:pt idx="15">
                  <c:v>0.83</c:v>
                </c:pt>
                <c:pt idx="16">
                  <c:v>1.1299999999999999</c:v>
                </c:pt>
                <c:pt idx="17">
                  <c:v>1.1499999999999999</c:v>
                </c:pt>
                <c:pt idx="18">
                  <c:v>0.7</c:v>
                </c:pt>
                <c:pt idx="19">
                  <c:v>0.94</c:v>
                </c:pt>
                <c:pt idx="20">
                  <c:v>0.75</c:v>
                </c:pt>
                <c:pt idx="21">
                  <c:v>0.56000000000000005</c:v>
                </c:pt>
                <c:pt idx="22">
                  <c:v>0.3</c:v>
                </c:pt>
                <c:pt idx="23">
                  <c:v>0.56000000000000005</c:v>
                </c:pt>
                <c:pt idx="24">
                  <c:v>0.65</c:v>
                </c:pt>
                <c:pt idx="25">
                  <c:v>0.8</c:v>
                </c:pt>
                <c:pt idx="26">
                  <c:v>0.56999999999999995</c:v>
                </c:pt>
                <c:pt idx="27">
                  <c:v>0.26</c:v>
                </c:pt>
                <c:pt idx="28">
                  <c:v>0.35</c:v>
                </c:pt>
                <c:pt idx="29">
                  <c:v>0.3</c:v>
                </c:pt>
                <c:pt idx="30">
                  <c:v>0.4</c:v>
                </c:pt>
                <c:pt idx="31">
                  <c:v>0.45</c:v>
                </c:pt>
                <c:pt idx="32">
                  <c:v>0.7</c:v>
                </c:pt>
                <c:pt idx="33">
                  <c:v>0.85</c:v>
                </c:pt>
                <c:pt idx="34">
                  <c:v>0.85</c:v>
                </c:pt>
                <c:pt idx="35">
                  <c:v>0.8</c:v>
                </c:pt>
              </c:numCache>
            </c:numRef>
          </c:val>
          <c:smooth val="0"/>
          <c:extLst>
            <c:ext xmlns:c16="http://schemas.microsoft.com/office/drawing/2014/chart" uri="{C3380CC4-5D6E-409C-BE32-E72D297353CC}">
              <c16:uniqueId val="{00000000-5257-455C-8F83-92A8434899C5}"/>
            </c:ext>
          </c:extLst>
        </c:ser>
        <c:ser>
          <c:idx val="1"/>
          <c:order val="1"/>
          <c:tx>
            <c:v>Release Waduk (rencana)</c:v>
          </c:tx>
          <c:spPr>
            <a:ln w="28575" cap="rnd">
              <a:solidFill>
                <a:schemeClr val="accent2"/>
              </a:solidFill>
              <a:round/>
            </a:ln>
            <a:effectLst/>
          </c:spPr>
          <c:marker>
            <c:symbol val="none"/>
          </c:marker>
          <c:val>
            <c:numRef>
              <c:f>Sheet1!$C$4:$C$39</c:f>
              <c:numCache>
                <c:formatCode>0.00</c:formatCode>
                <c:ptCount val="36"/>
                <c:pt idx="0">
                  <c:v>0.35</c:v>
                </c:pt>
                <c:pt idx="1">
                  <c:v>0.59</c:v>
                </c:pt>
                <c:pt idx="2">
                  <c:v>0.51</c:v>
                </c:pt>
                <c:pt idx="3">
                  <c:v>0.75</c:v>
                </c:pt>
                <c:pt idx="4">
                  <c:v>0.91</c:v>
                </c:pt>
                <c:pt idx="5">
                  <c:v>0.66</c:v>
                </c:pt>
                <c:pt idx="6">
                  <c:v>0.72</c:v>
                </c:pt>
                <c:pt idx="7">
                  <c:v>0.68</c:v>
                </c:pt>
                <c:pt idx="8">
                  <c:v>0.67</c:v>
                </c:pt>
                <c:pt idx="9">
                  <c:v>0.36</c:v>
                </c:pt>
                <c:pt idx="10">
                  <c:v>1.1000000000000001</c:v>
                </c:pt>
                <c:pt idx="11">
                  <c:v>1.19</c:v>
                </c:pt>
                <c:pt idx="12">
                  <c:v>1.41</c:v>
                </c:pt>
                <c:pt idx="13">
                  <c:v>0.79</c:v>
                </c:pt>
                <c:pt idx="14">
                  <c:v>1.04</c:v>
                </c:pt>
                <c:pt idx="15">
                  <c:v>1.07</c:v>
                </c:pt>
                <c:pt idx="16">
                  <c:v>1.45</c:v>
                </c:pt>
                <c:pt idx="17">
                  <c:v>1.47</c:v>
                </c:pt>
                <c:pt idx="18">
                  <c:v>0.91</c:v>
                </c:pt>
                <c:pt idx="19">
                  <c:v>1.2</c:v>
                </c:pt>
                <c:pt idx="20">
                  <c:v>0.97</c:v>
                </c:pt>
                <c:pt idx="21">
                  <c:v>0.74</c:v>
                </c:pt>
                <c:pt idx="22">
                  <c:v>0.3</c:v>
                </c:pt>
                <c:pt idx="23">
                  <c:v>0.53</c:v>
                </c:pt>
                <c:pt idx="24">
                  <c:v>0.61</c:v>
                </c:pt>
                <c:pt idx="25">
                  <c:v>0.74</c:v>
                </c:pt>
                <c:pt idx="26">
                  <c:v>0.53</c:v>
                </c:pt>
                <c:pt idx="27">
                  <c:v>0.27</c:v>
                </c:pt>
                <c:pt idx="28">
                  <c:v>0.35</c:v>
                </c:pt>
                <c:pt idx="29">
                  <c:v>0.31</c:v>
                </c:pt>
                <c:pt idx="30">
                  <c:v>0.39</c:v>
                </c:pt>
                <c:pt idx="31">
                  <c:v>0.44</c:v>
                </c:pt>
                <c:pt idx="32">
                  <c:v>0.66</c:v>
                </c:pt>
                <c:pt idx="33">
                  <c:v>1.1000000000000001</c:v>
                </c:pt>
                <c:pt idx="34">
                  <c:v>1.1000000000000001</c:v>
                </c:pt>
                <c:pt idx="35">
                  <c:v>1.04</c:v>
                </c:pt>
              </c:numCache>
            </c:numRef>
          </c:val>
          <c:smooth val="0"/>
          <c:extLst>
            <c:ext xmlns:c16="http://schemas.microsoft.com/office/drawing/2014/chart" uri="{C3380CC4-5D6E-409C-BE32-E72D297353CC}">
              <c16:uniqueId val="{00000001-5257-455C-8F83-92A8434899C5}"/>
            </c:ext>
          </c:extLst>
        </c:ser>
        <c:ser>
          <c:idx val="2"/>
          <c:order val="2"/>
          <c:tx>
            <c:v>Simulasi</c:v>
          </c:tx>
          <c:spPr>
            <a:ln w="28575" cap="rnd">
              <a:solidFill>
                <a:schemeClr val="accent3"/>
              </a:solidFill>
              <a:round/>
            </a:ln>
            <a:effectLst/>
          </c:spPr>
          <c:marker>
            <c:symbol val="none"/>
          </c:marker>
          <c:val>
            <c:numRef>
              <c:f>Sheet1!$D$4:$D$39</c:f>
              <c:numCache>
                <c:formatCode>0.00</c:formatCode>
                <c:ptCount val="36"/>
                <c:pt idx="0">
                  <c:v>0.4</c:v>
                </c:pt>
                <c:pt idx="1">
                  <c:v>0.59</c:v>
                </c:pt>
                <c:pt idx="2">
                  <c:v>0.52</c:v>
                </c:pt>
                <c:pt idx="3">
                  <c:v>0.75</c:v>
                </c:pt>
                <c:pt idx="4">
                  <c:v>0.91</c:v>
                </c:pt>
                <c:pt idx="5">
                  <c:v>0.66</c:v>
                </c:pt>
                <c:pt idx="6">
                  <c:v>0.71699999999999997</c:v>
                </c:pt>
                <c:pt idx="7">
                  <c:v>0.68200000000000005</c:v>
                </c:pt>
                <c:pt idx="8">
                  <c:v>0.67</c:v>
                </c:pt>
                <c:pt idx="9">
                  <c:v>0.36</c:v>
                </c:pt>
                <c:pt idx="10">
                  <c:v>1.1045</c:v>
                </c:pt>
                <c:pt idx="11">
                  <c:v>1.19</c:v>
                </c:pt>
                <c:pt idx="12">
                  <c:v>1.41</c:v>
                </c:pt>
                <c:pt idx="13">
                  <c:v>0.79</c:v>
                </c:pt>
                <c:pt idx="14">
                  <c:v>1.0415000000000001</c:v>
                </c:pt>
                <c:pt idx="15">
                  <c:v>1.07</c:v>
                </c:pt>
                <c:pt idx="16">
                  <c:v>1.4530000000000001</c:v>
                </c:pt>
                <c:pt idx="17">
                  <c:v>1.47</c:v>
                </c:pt>
                <c:pt idx="18">
                  <c:v>0.91</c:v>
                </c:pt>
                <c:pt idx="19">
                  <c:v>1.2</c:v>
                </c:pt>
                <c:pt idx="20">
                  <c:v>0.97</c:v>
                </c:pt>
                <c:pt idx="21">
                  <c:v>0.74</c:v>
                </c:pt>
                <c:pt idx="22">
                  <c:v>0.35</c:v>
                </c:pt>
                <c:pt idx="23">
                  <c:v>0.6</c:v>
                </c:pt>
                <c:pt idx="24">
                  <c:v>0.7</c:v>
                </c:pt>
                <c:pt idx="25">
                  <c:v>0.8</c:v>
                </c:pt>
                <c:pt idx="26">
                  <c:v>0.6</c:v>
                </c:pt>
                <c:pt idx="27">
                  <c:v>0.4</c:v>
                </c:pt>
                <c:pt idx="28">
                  <c:v>0.5</c:v>
                </c:pt>
                <c:pt idx="29">
                  <c:v>0.4</c:v>
                </c:pt>
                <c:pt idx="30">
                  <c:v>0.48</c:v>
                </c:pt>
                <c:pt idx="31">
                  <c:v>0.45</c:v>
                </c:pt>
                <c:pt idx="32">
                  <c:v>0.75</c:v>
                </c:pt>
                <c:pt idx="33">
                  <c:v>1.1000000000000001</c:v>
                </c:pt>
                <c:pt idx="34">
                  <c:v>1.1000000000000001</c:v>
                </c:pt>
                <c:pt idx="35">
                  <c:v>0.98250000000000004</c:v>
                </c:pt>
              </c:numCache>
            </c:numRef>
          </c:val>
          <c:smooth val="0"/>
          <c:extLst>
            <c:ext xmlns:c16="http://schemas.microsoft.com/office/drawing/2014/chart" uri="{C3380CC4-5D6E-409C-BE32-E72D297353CC}">
              <c16:uniqueId val="{00000002-5257-455C-8F83-92A8434899C5}"/>
            </c:ext>
          </c:extLst>
        </c:ser>
        <c:dLbls>
          <c:showLegendKey val="0"/>
          <c:showVal val="0"/>
          <c:showCatName val="0"/>
          <c:showSerName val="0"/>
          <c:showPercent val="0"/>
          <c:showBubbleSize val="0"/>
        </c:dLbls>
        <c:smooth val="0"/>
        <c:axId val="579317232"/>
        <c:axId val="579314096"/>
      </c:lineChart>
      <c:catAx>
        <c:axId val="579317232"/>
        <c:scaling>
          <c:orientation val="minMax"/>
        </c:scaling>
        <c:delete val="0"/>
        <c:axPos val="b"/>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id-ID"/>
                  <a:t>Regrade</a:t>
                </a:r>
                <a:r>
                  <a:rPr lang="en-US"/>
                  <a:t> 10 </a:t>
                </a:r>
                <a:r>
                  <a:rPr lang="id-ID"/>
                  <a:t>days</a:t>
                </a:r>
                <a:endParaRPr lang="en-US"/>
              </a:p>
            </c:rich>
          </c:tx>
          <c:layout>
            <c:manualLayout>
              <c:xMode val="edge"/>
              <c:yMode val="edge"/>
              <c:x val="0.41934570891464901"/>
              <c:y val="0.79835596762401417"/>
            </c:manualLayout>
          </c:layout>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700" b="0" i="0" u="none" strike="noStrike" kern="1200" baseline="0">
                <a:solidFill>
                  <a:schemeClr val="tx1">
                    <a:lumMod val="65000"/>
                    <a:lumOff val="35000"/>
                  </a:schemeClr>
                </a:solidFill>
                <a:latin typeface="+mn-lt"/>
                <a:ea typeface="+mn-ea"/>
                <a:cs typeface="+mn-cs"/>
              </a:defRPr>
            </a:pPr>
            <a:endParaRPr lang="en-US"/>
          </a:p>
        </c:txPr>
        <c:crossAx val="579314096"/>
        <c:crosses val="autoZero"/>
        <c:auto val="1"/>
        <c:lblAlgn val="ctr"/>
        <c:lblOffset val="100"/>
        <c:noMultiLvlLbl val="0"/>
      </c:catAx>
      <c:valAx>
        <c:axId val="579314096"/>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id-ID"/>
                  <a:t>Flow</a:t>
                </a:r>
                <a:r>
                  <a:rPr lang="en-US"/>
                  <a:t> (</a:t>
                </a:r>
                <a:r>
                  <a:rPr lang="en-US" baseline="0"/>
                  <a:t>m</a:t>
                </a:r>
                <a:r>
                  <a:rPr lang="en-US" baseline="30000"/>
                  <a:t>3</a:t>
                </a:r>
                <a:r>
                  <a:rPr lang="en-US" baseline="0"/>
                  <a:t>/</a:t>
                </a:r>
                <a:r>
                  <a:rPr lang="id-ID" baseline="0"/>
                  <a:t>sec</a:t>
                </a:r>
                <a:r>
                  <a:rPr lang="en-US"/>
                  <a:t>)</a:t>
                </a:r>
              </a:p>
            </c:rich>
          </c:tx>
          <c:layout>
            <c:manualLayout>
              <c:xMode val="edge"/>
              <c:yMode val="edge"/>
              <c:x val="1.513431706394249E-2"/>
              <c:y val="0.26162953952859425"/>
            </c:manualLayout>
          </c:layout>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0.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579317232"/>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lineChart>
        <c:grouping val="standard"/>
        <c:varyColors val="0"/>
        <c:ser>
          <c:idx val="0"/>
          <c:order val="0"/>
          <c:tx>
            <c:v>Observation</c:v>
          </c:tx>
          <c:spPr>
            <a:ln w="38100" cap="rnd">
              <a:solidFill>
                <a:schemeClr val="accent1"/>
              </a:solidFill>
              <a:round/>
            </a:ln>
            <a:effectLst/>
          </c:spPr>
          <c:marker>
            <c:symbol val="none"/>
          </c:marker>
          <c:cat>
            <c:strRef>
              <c:f>Sheet1!$W$6:$W$41</c:f>
              <c:strCache>
                <c:ptCount val="36"/>
                <c:pt idx="0">
                  <c:v>JAN- I</c:v>
                </c:pt>
                <c:pt idx="1">
                  <c:v>JAN- II</c:v>
                </c:pt>
                <c:pt idx="2">
                  <c:v>JAN- III</c:v>
                </c:pt>
                <c:pt idx="3">
                  <c:v>FEB- I</c:v>
                </c:pt>
                <c:pt idx="4">
                  <c:v>FEB- II</c:v>
                </c:pt>
                <c:pt idx="5">
                  <c:v>FEB- III</c:v>
                </c:pt>
                <c:pt idx="6">
                  <c:v>MAR -I</c:v>
                </c:pt>
                <c:pt idx="7">
                  <c:v>MAR- II</c:v>
                </c:pt>
                <c:pt idx="8">
                  <c:v>MAR- III</c:v>
                </c:pt>
                <c:pt idx="9">
                  <c:v>APR- I</c:v>
                </c:pt>
                <c:pt idx="10">
                  <c:v>APR- II</c:v>
                </c:pt>
                <c:pt idx="11">
                  <c:v>APR- III</c:v>
                </c:pt>
                <c:pt idx="12">
                  <c:v>MAY- I</c:v>
                </c:pt>
                <c:pt idx="13">
                  <c:v>MAY- II</c:v>
                </c:pt>
                <c:pt idx="14">
                  <c:v>MAY- III</c:v>
                </c:pt>
                <c:pt idx="15">
                  <c:v>JUN- I</c:v>
                </c:pt>
                <c:pt idx="16">
                  <c:v>JUN- II</c:v>
                </c:pt>
                <c:pt idx="17">
                  <c:v>JUN- III</c:v>
                </c:pt>
                <c:pt idx="18">
                  <c:v>JUL- I</c:v>
                </c:pt>
                <c:pt idx="19">
                  <c:v>JUL- II</c:v>
                </c:pt>
                <c:pt idx="20">
                  <c:v>JUL- III</c:v>
                </c:pt>
                <c:pt idx="21">
                  <c:v>AUG- I</c:v>
                </c:pt>
                <c:pt idx="22">
                  <c:v>AUG- II</c:v>
                </c:pt>
                <c:pt idx="23">
                  <c:v>AUG- III</c:v>
                </c:pt>
                <c:pt idx="24">
                  <c:v>SEP- I</c:v>
                </c:pt>
                <c:pt idx="25">
                  <c:v>SEP- II</c:v>
                </c:pt>
                <c:pt idx="26">
                  <c:v>SEP- III</c:v>
                </c:pt>
                <c:pt idx="27">
                  <c:v>OCT- I</c:v>
                </c:pt>
                <c:pt idx="28">
                  <c:v>OCT- II</c:v>
                </c:pt>
                <c:pt idx="29">
                  <c:v>OCT- III</c:v>
                </c:pt>
                <c:pt idx="30">
                  <c:v>NOV- I</c:v>
                </c:pt>
                <c:pt idx="31">
                  <c:v>NOV- II</c:v>
                </c:pt>
                <c:pt idx="32">
                  <c:v>NOV- III</c:v>
                </c:pt>
                <c:pt idx="33">
                  <c:v>DEC- I</c:v>
                </c:pt>
                <c:pt idx="34">
                  <c:v>DEC- II</c:v>
                </c:pt>
                <c:pt idx="35">
                  <c:v>DEC- III</c:v>
                </c:pt>
              </c:strCache>
            </c:strRef>
          </c:cat>
          <c:val>
            <c:numRef>
              <c:f>Sheet1!$X$6:$X$41</c:f>
              <c:numCache>
                <c:formatCode>General</c:formatCode>
                <c:ptCount val="36"/>
                <c:pt idx="0">
                  <c:v>230</c:v>
                </c:pt>
                <c:pt idx="1">
                  <c:v>231</c:v>
                </c:pt>
                <c:pt idx="2">
                  <c:v>232.1</c:v>
                </c:pt>
                <c:pt idx="3">
                  <c:v>232.7</c:v>
                </c:pt>
                <c:pt idx="4">
                  <c:v>233.2</c:v>
                </c:pt>
                <c:pt idx="5">
                  <c:v>234</c:v>
                </c:pt>
                <c:pt idx="6">
                  <c:v>234.42</c:v>
                </c:pt>
                <c:pt idx="7">
                  <c:v>234.98</c:v>
                </c:pt>
                <c:pt idx="8">
                  <c:v>235.85</c:v>
                </c:pt>
                <c:pt idx="9">
                  <c:v>236.9</c:v>
                </c:pt>
                <c:pt idx="10">
                  <c:v>237.38</c:v>
                </c:pt>
                <c:pt idx="11">
                  <c:v>237.29</c:v>
                </c:pt>
                <c:pt idx="12">
                  <c:v>236.56</c:v>
                </c:pt>
                <c:pt idx="13">
                  <c:v>235.88</c:v>
                </c:pt>
                <c:pt idx="14">
                  <c:v>235.49</c:v>
                </c:pt>
                <c:pt idx="15">
                  <c:v>234.74</c:v>
                </c:pt>
                <c:pt idx="16">
                  <c:v>233.5</c:v>
                </c:pt>
                <c:pt idx="17">
                  <c:v>231.37</c:v>
                </c:pt>
                <c:pt idx="18">
                  <c:v>229.45</c:v>
                </c:pt>
                <c:pt idx="19">
                  <c:v>227.73</c:v>
                </c:pt>
                <c:pt idx="20">
                  <c:v>225.86</c:v>
                </c:pt>
                <c:pt idx="21">
                  <c:v>224.31</c:v>
                </c:pt>
                <c:pt idx="22">
                  <c:v>223.88</c:v>
                </c:pt>
                <c:pt idx="23">
                  <c:v>223.64</c:v>
                </c:pt>
                <c:pt idx="24">
                  <c:v>226.32</c:v>
                </c:pt>
                <c:pt idx="25">
                  <c:v>229.5</c:v>
                </c:pt>
                <c:pt idx="26">
                  <c:v>230.24</c:v>
                </c:pt>
                <c:pt idx="27">
                  <c:v>232.46</c:v>
                </c:pt>
                <c:pt idx="28">
                  <c:v>236.05</c:v>
                </c:pt>
                <c:pt idx="29">
                  <c:v>238.75</c:v>
                </c:pt>
                <c:pt idx="30">
                  <c:v>239.03</c:v>
                </c:pt>
                <c:pt idx="31">
                  <c:v>239.02</c:v>
                </c:pt>
                <c:pt idx="32">
                  <c:v>239.01</c:v>
                </c:pt>
                <c:pt idx="33">
                  <c:v>239</c:v>
                </c:pt>
                <c:pt idx="34">
                  <c:v>239.05</c:v>
                </c:pt>
                <c:pt idx="35">
                  <c:v>239</c:v>
                </c:pt>
              </c:numCache>
            </c:numRef>
          </c:val>
          <c:smooth val="0"/>
          <c:extLst>
            <c:ext xmlns:c16="http://schemas.microsoft.com/office/drawing/2014/chart" uri="{C3380CC4-5D6E-409C-BE32-E72D297353CC}">
              <c16:uniqueId val="{00000000-C4BF-45C5-8A59-4795BA2D5A2C}"/>
            </c:ext>
          </c:extLst>
        </c:ser>
        <c:ser>
          <c:idx val="1"/>
          <c:order val="1"/>
          <c:tx>
            <c:v>Simulation</c:v>
          </c:tx>
          <c:spPr>
            <a:ln w="38100" cap="rnd">
              <a:solidFill>
                <a:schemeClr val="accent2"/>
              </a:solidFill>
              <a:prstDash val="solid"/>
              <a:round/>
            </a:ln>
            <a:effectLst/>
          </c:spPr>
          <c:marker>
            <c:symbol val="none"/>
          </c:marker>
          <c:cat>
            <c:strRef>
              <c:f>Sheet1!$W$6:$W$41</c:f>
              <c:strCache>
                <c:ptCount val="36"/>
                <c:pt idx="0">
                  <c:v>JAN- I</c:v>
                </c:pt>
                <c:pt idx="1">
                  <c:v>JAN- II</c:v>
                </c:pt>
                <c:pt idx="2">
                  <c:v>JAN- III</c:v>
                </c:pt>
                <c:pt idx="3">
                  <c:v>FEB- I</c:v>
                </c:pt>
                <c:pt idx="4">
                  <c:v>FEB- II</c:v>
                </c:pt>
                <c:pt idx="5">
                  <c:v>FEB- III</c:v>
                </c:pt>
                <c:pt idx="6">
                  <c:v>MAR -I</c:v>
                </c:pt>
                <c:pt idx="7">
                  <c:v>MAR- II</c:v>
                </c:pt>
                <c:pt idx="8">
                  <c:v>MAR- III</c:v>
                </c:pt>
                <c:pt idx="9">
                  <c:v>APR- I</c:v>
                </c:pt>
                <c:pt idx="10">
                  <c:v>APR- II</c:v>
                </c:pt>
                <c:pt idx="11">
                  <c:v>APR- III</c:v>
                </c:pt>
                <c:pt idx="12">
                  <c:v>MAY- I</c:v>
                </c:pt>
                <c:pt idx="13">
                  <c:v>MAY- II</c:v>
                </c:pt>
                <c:pt idx="14">
                  <c:v>MAY- III</c:v>
                </c:pt>
                <c:pt idx="15">
                  <c:v>JUN- I</c:v>
                </c:pt>
                <c:pt idx="16">
                  <c:v>JUN- II</c:v>
                </c:pt>
                <c:pt idx="17">
                  <c:v>JUN- III</c:v>
                </c:pt>
                <c:pt idx="18">
                  <c:v>JUL- I</c:v>
                </c:pt>
                <c:pt idx="19">
                  <c:v>JUL- II</c:v>
                </c:pt>
                <c:pt idx="20">
                  <c:v>JUL- III</c:v>
                </c:pt>
                <c:pt idx="21">
                  <c:v>AUG- I</c:v>
                </c:pt>
                <c:pt idx="22">
                  <c:v>AUG- II</c:v>
                </c:pt>
                <c:pt idx="23">
                  <c:v>AUG- III</c:v>
                </c:pt>
                <c:pt idx="24">
                  <c:v>SEP- I</c:v>
                </c:pt>
                <c:pt idx="25">
                  <c:v>SEP- II</c:v>
                </c:pt>
                <c:pt idx="26">
                  <c:v>SEP- III</c:v>
                </c:pt>
                <c:pt idx="27">
                  <c:v>OCT- I</c:v>
                </c:pt>
                <c:pt idx="28">
                  <c:v>OCT- II</c:v>
                </c:pt>
                <c:pt idx="29">
                  <c:v>OCT- III</c:v>
                </c:pt>
                <c:pt idx="30">
                  <c:v>NOV- I</c:v>
                </c:pt>
                <c:pt idx="31">
                  <c:v>NOV- II</c:v>
                </c:pt>
                <c:pt idx="32">
                  <c:v>NOV- III</c:v>
                </c:pt>
                <c:pt idx="33">
                  <c:v>DEC- I</c:v>
                </c:pt>
                <c:pt idx="34">
                  <c:v>DEC- II</c:v>
                </c:pt>
                <c:pt idx="35">
                  <c:v>DEC- III</c:v>
                </c:pt>
              </c:strCache>
            </c:strRef>
          </c:cat>
          <c:val>
            <c:numRef>
              <c:f>Sheet1!$Y$6:$Y$41</c:f>
              <c:numCache>
                <c:formatCode>General</c:formatCode>
                <c:ptCount val="36"/>
                <c:pt idx="0">
                  <c:v>231.22</c:v>
                </c:pt>
                <c:pt idx="1">
                  <c:v>232.35</c:v>
                </c:pt>
                <c:pt idx="2">
                  <c:v>232.39</c:v>
                </c:pt>
                <c:pt idx="3">
                  <c:v>234.12</c:v>
                </c:pt>
                <c:pt idx="4">
                  <c:v>235.68</c:v>
                </c:pt>
                <c:pt idx="5">
                  <c:v>236.25</c:v>
                </c:pt>
                <c:pt idx="6">
                  <c:v>237.1</c:v>
                </c:pt>
                <c:pt idx="7">
                  <c:v>238.88</c:v>
                </c:pt>
                <c:pt idx="8">
                  <c:v>239.05</c:v>
                </c:pt>
                <c:pt idx="9">
                  <c:v>239.05</c:v>
                </c:pt>
                <c:pt idx="10">
                  <c:v>239.05</c:v>
                </c:pt>
                <c:pt idx="11">
                  <c:v>238.76</c:v>
                </c:pt>
                <c:pt idx="12">
                  <c:v>238.16</c:v>
                </c:pt>
                <c:pt idx="13">
                  <c:v>237.01</c:v>
                </c:pt>
                <c:pt idx="14">
                  <c:v>237.09</c:v>
                </c:pt>
                <c:pt idx="15">
                  <c:v>236.93</c:v>
                </c:pt>
                <c:pt idx="16">
                  <c:v>235.99</c:v>
                </c:pt>
                <c:pt idx="17">
                  <c:v>233.84</c:v>
                </c:pt>
                <c:pt idx="18">
                  <c:v>231.89</c:v>
                </c:pt>
                <c:pt idx="19">
                  <c:v>231.73</c:v>
                </c:pt>
                <c:pt idx="20">
                  <c:v>230.06</c:v>
                </c:pt>
                <c:pt idx="21">
                  <c:v>228.68</c:v>
                </c:pt>
                <c:pt idx="22">
                  <c:v>228.28</c:v>
                </c:pt>
                <c:pt idx="23">
                  <c:v>228.77</c:v>
                </c:pt>
                <c:pt idx="24">
                  <c:v>228.57</c:v>
                </c:pt>
                <c:pt idx="25">
                  <c:v>228.46</c:v>
                </c:pt>
                <c:pt idx="26">
                  <c:v>227.52</c:v>
                </c:pt>
                <c:pt idx="27">
                  <c:v>227.09</c:v>
                </c:pt>
                <c:pt idx="28">
                  <c:v>227.45</c:v>
                </c:pt>
                <c:pt idx="29">
                  <c:v>227.67</c:v>
                </c:pt>
                <c:pt idx="30">
                  <c:v>228.98</c:v>
                </c:pt>
                <c:pt idx="31">
                  <c:v>230.73</c:v>
                </c:pt>
                <c:pt idx="32">
                  <c:v>230.68</c:v>
                </c:pt>
                <c:pt idx="33">
                  <c:v>231.67</c:v>
                </c:pt>
                <c:pt idx="34">
                  <c:v>231.09</c:v>
                </c:pt>
                <c:pt idx="35">
                  <c:v>230.88</c:v>
                </c:pt>
              </c:numCache>
            </c:numRef>
          </c:val>
          <c:smooth val="0"/>
          <c:extLst>
            <c:ext xmlns:c16="http://schemas.microsoft.com/office/drawing/2014/chart" uri="{C3380CC4-5D6E-409C-BE32-E72D297353CC}">
              <c16:uniqueId val="{00000001-C4BF-45C5-8A59-4795BA2D5A2C}"/>
            </c:ext>
          </c:extLst>
        </c:ser>
        <c:dLbls>
          <c:showLegendKey val="0"/>
          <c:showVal val="0"/>
          <c:showCatName val="0"/>
          <c:showSerName val="0"/>
          <c:showPercent val="0"/>
          <c:showBubbleSize val="0"/>
        </c:dLbls>
        <c:smooth val="0"/>
        <c:axId val="320138928"/>
        <c:axId val="320104240"/>
      </c:lineChart>
      <c:catAx>
        <c:axId val="32013892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cap="none" spc="0" normalizeH="0" baseline="0">
                <a:solidFill>
                  <a:schemeClr val="tx1">
                    <a:lumMod val="65000"/>
                    <a:lumOff val="35000"/>
                  </a:schemeClr>
                </a:solidFill>
                <a:latin typeface="+mn-lt"/>
                <a:ea typeface="+mn-ea"/>
                <a:cs typeface="+mn-cs"/>
              </a:defRPr>
            </a:pPr>
            <a:endParaRPr lang="en-US"/>
          </a:p>
        </c:txPr>
        <c:crossAx val="320104240"/>
        <c:crosses val="autoZero"/>
        <c:auto val="1"/>
        <c:lblAlgn val="ctr"/>
        <c:lblOffset val="100"/>
        <c:noMultiLvlLbl val="0"/>
      </c:catAx>
      <c:valAx>
        <c:axId val="320104240"/>
        <c:scaling>
          <c:orientation val="minMax"/>
        </c:scaling>
        <c:delete val="0"/>
        <c:axPos val="l"/>
        <c:majorGridlines>
          <c:spPr>
            <a:ln w="9525" cap="flat" cmpd="sng" algn="ctr">
              <a:solidFill>
                <a:schemeClr val="tx1">
                  <a:lumMod val="15000"/>
                  <a:lumOff val="85000"/>
                </a:schemeClr>
              </a:solidFill>
              <a:round/>
            </a:ln>
            <a:effectLst/>
          </c:spPr>
        </c:majorGridlines>
        <c:minorGridlines>
          <c:spPr>
            <a:ln w="9525" cap="flat" cmpd="sng" algn="ctr">
              <a:solidFill>
                <a:schemeClr val="tx1">
                  <a:lumMod val="5000"/>
                  <a:lumOff val="95000"/>
                </a:schemeClr>
              </a:solidFill>
              <a:round/>
            </a:ln>
            <a:effectLst/>
          </c:spPr>
        </c:minorGridlines>
        <c:title>
          <c:tx>
            <c:rich>
              <a:bodyPr rot="-5400000" spcFirstLastPara="1" vertOverflow="ellipsis" vert="horz" wrap="square" anchor="ctr" anchorCtr="1"/>
              <a:lstStyle/>
              <a:p>
                <a:pPr>
                  <a:defRPr sz="900" b="0" i="0" u="none" strike="noStrike" kern="1200" cap="all" baseline="0">
                    <a:solidFill>
                      <a:schemeClr val="tx1">
                        <a:lumMod val="65000"/>
                        <a:lumOff val="35000"/>
                      </a:schemeClr>
                    </a:solidFill>
                    <a:latin typeface="+mn-lt"/>
                    <a:ea typeface="+mn-ea"/>
                    <a:cs typeface="+mn-cs"/>
                  </a:defRPr>
                </a:pPr>
                <a:r>
                  <a:rPr lang="id-ID">
                    <a:solidFill>
                      <a:sysClr val="windowText" lastClr="000000"/>
                    </a:solidFill>
                    <a:latin typeface="Tahoma" panose="020B0604030504040204" pitchFamily="34" charset="0"/>
                    <a:ea typeface="Tahoma" panose="020B0604030504040204" pitchFamily="34" charset="0"/>
                    <a:cs typeface="Tahoma" panose="020B0604030504040204" pitchFamily="34" charset="0"/>
                  </a:rPr>
                  <a:t>Elevation</a:t>
                </a:r>
                <a:r>
                  <a:rPr lang="id-ID" baseline="0">
                    <a:solidFill>
                      <a:sysClr val="windowText" lastClr="000000"/>
                    </a:solidFill>
                    <a:latin typeface="Tahoma" panose="020B0604030504040204" pitchFamily="34" charset="0"/>
                    <a:ea typeface="Tahoma" panose="020B0604030504040204" pitchFamily="34" charset="0"/>
                    <a:cs typeface="Tahoma" panose="020B0604030504040204" pitchFamily="34" charset="0"/>
                  </a:rPr>
                  <a:t> (m)</a:t>
                </a:r>
                <a:r>
                  <a:rPr lang="id-ID">
                    <a:solidFill>
                      <a:sysClr val="windowText" lastClr="000000"/>
                    </a:solidFill>
                    <a:latin typeface="Tahoma" panose="020B0604030504040204" pitchFamily="34" charset="0"/>
                    <a:ea typeface="Tahoma" panose="020B0604030504040204" pitchFamily="34" charset="0"/>
                    <a:cs typeface="Tahoma" panose="020B0604030504040204" pitchFamily="34" charset="0"/>
                  </a:rPr>
                  <a:t> </a:t>
                </a:r>
                <a:endParaRPr lang="en-US">
                  <a:solidFill>
                    <a:sysClr val="windowText" lastClr="000000"/>
                  </a:solidFill>
                  <a:latin typeface="Tahoma" panose="020B0604030504040204" pitchFamily="34" charset="0"/>
                  <a:ea typeface="Tahoma" panose="020B0604030504040204" pitchFamily="34" charset="0"/>
                  <a:cs typeface="Tahoma" panose="020B0604030504040204" pitchFamily="34" charset="0"/>
                </a:endParaRPr>
              </a:p>
            </c:rich>
          </c:tx>
          <c:layout>
            <c:manualLayout>
              <c:xMode val="edge"/>
              <c:yMode val="edge"/>
              <c:x val="9.6439913995852028E-3"/>
              <c:y val="0.35526199911933071"/>
            </c:manualLayout>
          </c:layout>
          <c:overlay val="0"/>
          <c:spPr>
            <a:noFill/>
            <a:ln>
              <a:noFill/>
            </a:ln>
            <a:effectLst/>
          </c:spPr>
          <c:txPr>
            <a:bodyPr rot="-5400000" spcFirstLastPara="1" vertOverflow="ellipsis" vert="horz" wrap="square" anchor="ctr" anchorCtr="1"/>
            <a:lstStyle/>
            <a:p>
              <a:pPr>
                <a:defRPr sz="900" b="0" i="0" u="none" strike="noStrike" kern="1200" cap="all"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320138928"/>
        <c:crosses val="autoZero"/>
        <c:crossBetween val="between"/>
      </c:valAx>
      <c:spPr>
        <a:noFill/>
        <a:ln>
          <a:noFill/>
        </a:ln>
        <a:effectLst/>
      </c:spPr>
    </c:plotArea>
    <c:legend>
      <c:legendPos val="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35">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b="0" kern="1200" cap="none" spc="0" normalizeH="0" baseline="0"/>
  </cs:categoryAxis>
  <cs:chartArea mods="allowNoFillOverride allowNoLineOverride">
    <cs:lnRef idx="0"/>
    <cs:fillRef idx="0"/>
    <cs:effectRef idx="0"/>
    <cs:fontRef idx="minor">
      <a:schemeClr val="dk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75000"/>
        <a:lumOff val="25000"/>
      </a:schemeClr>
    </cs:fontRef>
    <cs:spPr>
      <a:solidFill>
        <a:schemeClr val="dk1">
          <a:lumMod val="15000"/>
          <a:lumOff val="85000"/>
        </a:schemeClr>
      </a:solidFill>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cs:spPr>
  </cs:dataPoint>
  <cs:dataPoint3D>
    <cs:lnRef idx="0"/>
    <cs:fillRef idx="0">
      <cs:styleClr val="auto"/>
    </cs:fillRef>
    <cs:effectRef idx="0"/>
    <cs:fontRef idx="minor">
      <a:schemeClr val="dk1"/>
    </cs:fontRef>
    <cs:spPr>
      <a:solidFill>
        <a:schemeClr val="phClr"/>
      </a:solidFill>
    </cs:spPr>
  </cs:dataPoint3D>
  <cs:dataPointLine>
    <cs:lnRef idx="0">
      <cs:styleClr val="auto"/>
    </cs:lnRef>
    <cs:fillRef idx="0"/>
    <cs:effectRef idx="0"/>
    <cs:fontRef idx="minor">
      <a:schemeClr val="dk1"/>
    </cs:fontRef>
    <cs:spPr>
      <a:ln w="38100" cap="rnd">
        <a:solidFill>
          <a:schemeClr val="phClr"/>
        </a:solidFill>
        <a:round/>
      </a:ln>
    </cs:spPr>
  </cs:dataPointLine>
  <cs:dataPointMarker>
    <cs:lnRef idx="0"/>
    <cs:fillRef idx="0">
      <cs:styleClr val="auto"/>
    </cs:fillRef>
    <cs:effectRef idx="0"/>
    <cs:fontRef idx="minor">
      <a:schemeClr val="dk1"/>
    </cs:fontRef>
    <cs:spPr>
      <a:solidFill>
        <a:schemeClr val="phClr"/>
      </a:solidFill>
    </cs:spPr>
  </cs:dataPointMarker>
  <cs:dataPointMarkerLayout symbol="circle" size="8"/>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50000"/>
            <a:lumOff val="50000"/>
          </a:schemeClr>
        </a:solidFill>
      </a:ln>
    </cs:spPr>
  </cs:downBar>
  <cs:dropLine>
    <cs:lnRef idx="0"/>
    <cs:fillRef idx="0"/>
    <cs:effectRef idx="0"/>
    <cs:fontRef idx="minor">
      <a:schemeClr val="dk1"/>
    </cs:fontRef>
    <cs:spPr>
      <a:ln w="9525">
        <a:solidFill>
          <a:schemeClr val="tx1">
            <a:lumMod val="50000"/>
            <a:lumOff val="50000"/>
          </a:schemeClr>
        </a:solidFill>
        <a:prstDash val="dash"/>
      </a:ln>
    </cs:spPr>
  </cs:dropLine>
  <cs:errorBar>
    <cs:lnRef idx="0"/>
    <cs:fillRef idx="0"/>
    <cs:effectRef idx="0"/>
    <cs:fontRef idx="minor">
      <a:schemeClr val="dk1"/>
    </cs:fontRef>
    <cs:spPr>
      <a:ln w="9525">
        <a:solidFill>
          <a:schemeClr val="tx1">
            <a:lumMod val="50000"/>
            <a:lumOff val="50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solidFill>
          <a:schemeClr val="tx1">
            <a:lumMod val="15000"/>
            <a:lumOff val="85000"/>
          </a:schemeClr>
        </a:solidFill>
        <a:round/>
      </a:ln>
    </cs:spPr>
  </cs:gridlineMajor>
  <cs:gridlineMinor>
    <cs:lnRef idx="0"/>
    <cs:fillRef idx="0"/>
    <cs:effectRef idx="0"/>
    <cs:fontRef idx="minor">
      <a:schemeClr val="dk1"/>
    </cs:fontRef>
    <cs:spPr>
      <a:ln w="9525" cap="flat" cmpd="sng" algn="ctr">
        <a:solidFill>
          <a:schemeClr val="tx1">
            <a:lumMod val="5000"/>
            <a:lumOff val="95000"/>
          </a:schemeClr>
        </a:solidFill>
        <a:round/>
      </a:ln>
    </cs:spPr>
  </cs:gridlineMinor>
  <cs:hiLoLine>
    <cs:lnRef idx="0"/>
    <cs:fillRef idx="0"/>
    <cs:effectRef idx="0"/>
    <cs:fontRef idx="minor">
      <a:schemeClr val="dk1"/>
    </cs:fontRef>
    <cs:spPr>
      <a:ln w="9525">
        <a:solidFill>
          <a:schemeClr val="tx1">
            <a:lumMod val="50000"/>
            <a:lumOff val="50000"/>
          </a:schemeClr>
        </a:solidFill>
        <a:prstDash val="dash"/>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seriesAxis>
  <cs:seriesLine>
    <cs:lnRef idx="0"/>
    <cs:fillRef idx="0"/>
    <cs:effectRef idx="0"/>
    <cs:fontRef idx="minor">
      <a:schemeClr val="dk1"/>
    </cs:fontRef>
    <cs:spPr>
      <a:ln w="9525">
        <a:solidFill>
          <a:schemeClr val="tx1">
            <a:lumMod val="35000"/>
            <a:lumOff val="65000"/>
          </a:schemeClr>
        </a:solidFill>
        <a:round/>
      </a:ln>
    </cs:spPr>
  </cs:seriesLine>
  <cs:title>
    <cs:lnRef idx="0"/>
    <cs:fillRef idx="0"/>
    <cs:effectRef idx="0"/>
    <cs:fontRef idx="major">
      <a:schemeClr val="tx1">
        <a:lumMod val="65000"/>
        <a:lumOff val="35000"/>
      </a:schemeClr>
    </cs:fontRef>
    <cs:defRPr sz="2000" b="0" kern="1200" cap="none" spc="0" normalizeH="0" baseline="0"/>
  </cs:title>
  <cs:trendline>
    <cs:lnRef idx="0">
      <cs:styleClr val="auto"/>
    </cs:lnRef>
    <cs:fillRef idx="0"/>
    <cs:effectRef idx="0"/>
    <cs:fontRef idx="minor">
      <a:schemeClr val="dk1"/>
    </cs:fontRef>
    <cs:spPr>
      <a:ln w="19050" cap="rnd">
        <a:solidFill>
          <a:schemeClr val="phClr"/>
        </a:solidFill>
        <a:round/>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50000"/>
            <a:lumOff val="50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dk1"/>
    </cs:fontRef>
  </cs:wall>
</cs:chartStyle>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DefaultPlaceholder_-1854013440"/>
        <w:category>
          <w:name w:val="General"/>
          <w:gallery w:val="placeholder"/>
        </w:category>
        <w:types>
          <w:type w:val="bbPlcHdr"/>
        </w:types>
        <w:behaviors>
          <w:behavior w:val="content"/>
        </w:behaviors>
        <w:guid w:val="{B19877AE-4F3E-4812-96D1-AF77E33E6C62}"/>
      </w:docPartPr>
      <w:docPartBody>
        <w:p w:rsidR="00151131" w:rsidRDefault="00AB011E">
          <w:r w:rsidRPr="00A42A48">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revisionView w:comments="0" w:insDel="0" w:formatting="0"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011E"/>
    <w:rsid w:val="00151131"/>
    <w:rsid w:val="00916C6F"/>
    <w:rsid w:val="00AB011E"/>
    <w:rsid w:val="00C23E06"/>
    <w:rsid w:val="00E501C8"/>
    <w:rsid w:val="00EC0F6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B011E"/>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3">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99DFEEAF-8772-4827-B298-CDEB73C42F9B}">
  <we:reference id="wa104382081" version="1.55.1.0" store="en-US" storeType="OMEX"/>
  <we:alternateReferences>
    <we:reference id="WA104382081" version="1.55.1.0" store="" storeType="OMEX"/>
  </we:alternateReferences>
  <we:properties>
    <we:property name="MENDELEY_CITATIONS" value="[{&quot;citationID&quot;:&quot;MENDELEY_CITATION_f8aa4af3-2b68-43fc-be17-a7f5e42e63ee&quot;,&quot;properties&quot;:{&quot;noteIndex&quot;:0},&quot;isEdited&quot;:false,&quot;manualOverride&quot;:{&quot;isManuallyOverridden&quot;:false,&quot;citeprocText&quot;:&quot;(Undang-Unndang Dasar Negara Republik Indonesia 1945, 1945)&quot;,&quot;manualOverrideText&quot;:&quot;&quot;},&quot;citationTag&quot;:&quot;MENDELEY_CITATION_v3_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&quot;,&quot;citationItems&quot;:[{&quot;id&quot;:&quot;f71d7371-fa94-3388-9e86-5b75bbb3f5f7&quot;,&quot;itemData&quot;:{&quot;type&quot;:&quot;legislation&quot;,&quot;id&quot;:&quot;f71d7371-fa94-3388-9e86-5b75bbb3f5f7&quot;,&quot;title&quot;:&quot;Undang-Unndang Dasar Negara Republik Indonesia 1945&quot;,&quot;number&quot;:&quot;75&quot;,&quot;issued&quot;:{&quot;date-parts&quot;:[[1945]]},&quot;container-title-short&quot;:&quot;&quot;},&quot;isTemporary&quot;:false}]},{&quot;citationID&quot;:&quot;MENDELEY_CITATION_7d23ea4b-79d2-485f-8aa0-2e32d04df668&quot;,&quot;properties&quot;:{&quot;noteIndex&quot;:0},&quot;isEdited&quot;:false,&quot;manualOverride&quot;:{&quot;isManuallyOverridden&quot;:false,&quot;citeprocText&quot;:&quot;(Badan Pusat Statistik Indonesaia, 2024)&quot;,&quot;manualOverrideText&quot;:&quot;&quot;},&quot;citationTag&quot;:&quot;MENDELEY_CITATION_v3_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&quot;,&quot;citationItems&quot;:[{&quot;id&quot;:&quot;c9081814-a7b3-3e11-a4e4-b739e95d0265&quot;,&quot;itemData&quot;:{&quot;type&quot;:&quot;article-journal&quot;,&quot;id&quot;:&quot;c9081814-a7b3-3e11-a4e4-b739e95d0265&quot;,&quot;title&quot;:&quot;2. statistik-indonesia-2024&quot;,&quot;author&quot;:[{&quot;family&quot;:&quot;Badan Pusat Statistik Indonesaia&quot;,&quot;given&quot;:&quot;&quot;,&quot;parse-names&quot;:false,&quot;dropping-particle&quot;:&quot;&quot;,&quot;non-dropping-particle&quot;:&quot;&quot;}],&quot;issued&quot;:{&quot;date-parts&quot;:[[2024,2]]},&quot;language&quot;:&quot;Indonesia&quot;,&quot;volume&quot;:&quot;52&quot;,&quot;container-title-short&quot;:&quot;&quot;},&quot;isTemporary&quot;:false}]},{&quot;citationID&quot;:&quot;MENDELEY_CITATION_15ddcbef-e99c-4741-b185-76c4f8746e67&quot;,&quot;properties&quot;:{&quot;noteIndex&quot;:0},&quot;isEdited&quot;:false,&quot;manualOverride&quot;:{&quot;isManuallyOverridden&quot;:false,&quot;citeprocText&quot;:&quot;(PUPR Indonesia, 2024)&quot;,&quot;manualOverrideText&quot;:&quot;&quot;},&quot;citationTag&quot;:&quot;MENDELEY_CITATION_v3_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&quot;,&quot;citationItems&quot;:[{&quot;id&quot;:&quot;e7d342e0-e19d-34e4-b8fe-de4292544ecd&quot;,&quot;itemData&quot;:{&quot;type&quot;:&quot;article-magazine&quot;,&quot;id&quot;:&quot;e7d342e0-e19d-34e4-b8fe-de4292544ecd&quot;,&quot;title&quot;:&quot;Booklet Air Untuk Negeri edisi 1 2024&quot;,&quot;author&quot;:[{&quot;family&quot;:&quot;PUPR Indonesia&quot;,&quot;given&quot;:&quot;&quot;,&quot;parse-names&quot;:false,&quot;dropping-particle&quot;:&quot;&quot;,&quot;non-dropping-particle&quot;:&quot;&quot;}],&quot;issued&quot;:{&quot;date-parts&quot;:[[2024]]},&quot;language&quot;:&quot;Indonesia&quot;,&quot;volume&quot;:&quot;01&quot;,&quot;container-title-short&quot;:&quot;&quot;},&quot;isTemporary&quot;:false}]},{&quot;citationID&quot;:&quot;MENDELEY_CITATION_f52798e2-e40a-4ca2-8024-389f8faa68e9&quot;,&quot;properties&quot;:{&quot;noteIndex&quot;:0},&quot;isEdited&quot;:false,&quot;manualOverride&quot;:{&quot;isManuallyOverridden&quot;:false,&quot;citeprocText&quot;:&quot;(Abduh et al., 2024)&quot;,&quot;manualOverrideText&quot;:&quot;&quot;},&quot;citationTag&quot;:&quot;MENDELEY_CITATION_v3_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&quot;,&quot;citationItems&quot;:[{&quot;id&quot;:&quot;ac7d4975-67ea-3098-b678-193d890dc30d&quot;,&quot;itemData&quot;:{&quot;type&quot;:&quot;article-journal&quot;,&quot;id&quot;:&quot;ac7d4975-67ea-3098-b678-193d890dc30d&quot;,&quot;title&quot;:&quot;Pressure Drop Analysis of Turbine Housing Model with Circular Sliced Pipe for Micro Hydropower Generation&quot;,&quot;author&quot;:[{&quot;family&quot;:&quot;Abduh&quot;,&quot;given&quot;:&quot;Moh&quot;,&quot;parse-names&quot;:false,&quot;dropping-particle&quot;:&quot;&quot;,&quot;non-dropping-particle&quot;:&quot;&quot;},{&quot;family&quot;:&quot;Orfa&quot;,&quot;given&quot;:&quot;Lourina Evanale&quot;,&quot;parse-names&quot;:false,&quot;dropping-particle&quot;:&quot;&quot;,&quot;non-dropping-particle&quot;:&quot;&quot;},{&quot;family&quot;:&quot;Sulianto&quot;,&quot;given&quot;:&quot;Sulianto&quot;,&quot;parse-names&quot;:false,&quot;dropping-particle&quot;:&quot;&quot;,&quot;non-dropping-particle&quot;:&quot;&quot;},{&quot;family&quot;:&quot;Iqbal&quot;,&quot;given&quot;:&quot;Khairul&quot;,&quot;parse-names&quot;:false,&quot;dropping-particle&quot;:&quot;&quot;,&quot;non-dropping-particle&quot;:&quot;&quot;}],&quot;container-title&quot;:&quot;Aceh International Journal of Science and Technology&quot;,&quot;DOI&quot;:&quot;10.13170/aijst.13.2.37998&quot;,&quot;ISSN&quot;:&quot;2088-9860&quot;,&quot;issued&quot;:{&quot;date-parts&quot;:[[2024,12,30]]},&quot;page&quot;:&quot;92-102&quot;,&quot;abstract&quot;:&quot;Energy independence is a government program aiming to meet society's energy needs evenly. Steps to increase energy independence in the new and renewable energy sector include hydro-energy generation. One of the important components of a hydro generator is the penstock pipe and turbine housing, which channels water and then pushes and drives (spins) the turbine with the flow of water to produce electrical energy. The turbine housing flow design innovation must provide a function as an optimal fluid conductor by minimizing the resistance that occurs when fluid flows towards the turbine housing and rotates the turbine optimally. The scope of this research includes analysis of the phenomenon of energy loss flowing in circular pipe slices in hydroelectric power plant turbine housings with influencing factors such as friction, turbulence, and flow resistance, as well as measuring the pressure drop in circular pipe slices. The model developed is a circular slice bend with angles of 180 degrees, 270 degrees, 360 degrees, and 450 degrees, taking into account the optimal curvature ratio (R/D) of 3.5. Based on previous research, 90-degree wedge bends with many slices (n_(90-degree)) 4 to 6 or  4 and pressure drop coefficient (C_(pd-th)) obtained 180-degree (0.333 – 0.200), 270-degree (0.445 – 0.277), 360-degree (0.527¬ – 0.339), 450-degree (0.587 – 0.390) with a bend length L, an elevation reduction angle  and a 1.5D upstream-downstream elevation difference to avoid contact between the upstream and downstream bends. The results obtained from this research are the slice modules that can be used and the resistance coefficient values that arise from the slice modules. The more slices selected according to the angle of inclination chosen, the smoother the resulting circular bend shape and the lower the resistance value, but the work will be more difficult. The most optimal slice module is the number of slices that allow its implementation, and the resistance coefficient is small. By knowing the optimal resistance coefficient value, the resulting pressure drop can be predicted to maximize the thrust to rotate the turbine.&quot;,&quot;publisher&quot;:&quot;Institute of Postgraduate Studies, Syiah Kuala University&quot;,&quot;issue&quot;:&quot;2&quot;,&quot;volume&quot;:&quot;13&quot;,&quot;container-title-short&quot;:&quot;&quot;},&quot;isTemporary&quot;:false}]},{&quot;citationID&quot;:&quot;MENDELEY_CITATION_4cf5e05b-66b1-4e93-8006-de8f94e2b980&quot;,&quot;properties&quot;:{&quot;noteIndex&quot;:0},&quot;isEdited&quot;:false,&quot;manualOverride&quot;:{&quot;isManuallyOverridden&quot;:false,&quot;citeprocText&quot;:&quot;(Mansouri et al., 2015)&quot;,&quot;manualOverrideText&quot;:&quot;&quot;},&quot;citationTag&quot;:&quot;MENDELEY_CITATION_v3_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&quot;,&quot;citationItems&quot;:[{&quot;id&quot;:&quot;fe201ca6-6194-3129-83a5-2200696e25b3&quot;,&quot;itemData&quot;:{&quot;type&quot;:&quot;article-journal&quot;,&quot;id&quot;:&quot;fe201ca6-6194-3129-83a5-2200696e25b3&quot;,&quot;title&quot;:&quot;Optimization of the Water Distribution Networks with Differential Evolution (DE) and Mixed Integer Linear Programming (MILP)&quot;,&quot;author&quot;:[{&quot;family&quot;:&quot;Mansouri&quot;,&quot;given&quot;:&quot;Ramin&quot;,&quot;parse-names&quot;:false,&quot;dropping-particle&quot;:&quot;&quot;,&quot;non-dropping-particle&quot;:&quot;&quot;},{&quot;family&quot;:&quot;Torabi&quot;,&quot;given&quot;:&quot;Hasan&quot;,&quot;parse-names&quot;:false,&quot;dropping-particle&quot;:&quot;&quot;,&quot;non-dropping-particle&quot;:&quot;&quot;},{&quot;family&quot;:&quot;Hoseini&quot;,&quot;given&quot;:&quot;Mohammd&quot;,&quot;parse-names&quot;:false,&quot;dropping-particle&quot;:&quot;&quot;,&quot;non-dropping-particle&quot;:&quot;&quot;},{&quot;family&quot;:&quot;Morshedzadeh&quot;,&quot;given&quot;:&quot;Hosein&quot;,&quot;parse-names&quot;:false,&quot;dropping-particle&quot;:&quot;&quot;,&quot;non-dropping-particle&quot;:&quot;&quot;}],&quot;container-title&quot;:&quot;Journal of Water Resource and Protection&quot;,&quot;container-title-short&quot;:&quot;J Water Resour Prot&quot;,&quot;DOI&quot;:&quot;10.4236/jwarp.2015.79059&quot;,&quot;ISSN&quot;:&quot;1945-3094&quot;,&quot;issued&quot;:{&quot;date-parts&quot;:[[2015]]},&quot;page&quot;:&quot;715-729&quot;,&quot;abstract&quot;:&quot;Nowadays, due to increasing population and water shortage and competition for its consumption, especially in the agriculture, which is the largest consumer of water, proper and suitable utilization and optimal use of water resources is essential. One of the important parameters in agriculture field is water distribution network. In this research, differential evolution algorithm (DE) was used to optimize Ismail Abad water supply network. This network is pressurized network and includes 19 pipes and 18 nodes. Optimization of the network has been evaluated by developing an optimization model based on DE algorithm in MATLAB and the dynamic connection with EPANET software for network hydraulic calculation. The developing model was run for the scale factor (F), the crossover constant (Cr), initial population (N) and the number of generations (G) and was identified best adeptness for DE algorithm is 0.6, 0.5, 100 and 200 for F and Cr, N and G, respectively. The optimal solution was compared with the classical empirical method and results showed that Implementation cost of the network by DE algorithm 10.66% lower than the classical empirical method.&quot;,&quot;publisher&quot;:&quot;Scientific Research Publishing, Inc,&quot;,&quot;issue&quot;:&quot;09&quot;,&quot;volume&quot;:&quot;07&quot;},&quot;isTemporary&quot;:false}]},{&quot;citationID&quot;:&quot;MENDELEY_CITATION_57debeaf-97d3-432c-b7d3-03098d841d9a&quot;,&quot;properties&quot;:{&quot;noteIndex&quot;:0},&quot;isEdited&quot;:false,&quot;manualOverride&quot;:{&quot;isManuallyOverridden&quot;:false,&quot;citeprocText&quot;:&quot;(Ehteram et al., 2017)&quot;,&quot;manualOverrideText&quot;:&quot;&quot;},&quot;citationTag&quot;:&quot;MENDELEY_CITATION_v3_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&quot;,&quot;citationItems&quot;:[{&quot;id&quot;:&quot;d964cc31-e6f5-32a3-a899-197823f3bdfd&quot;,&quot;itemData&quot;:{&quot;type&quot;:&quot;article-journal&quot;,&quot;id&quot;:&quot;d964cc31-e6f5-32a3-a899-197823f3bdfd&quot;,&quot;title&quot;:&quot;Optimizing dam and reservoirs operation based model utilizing shark algorithm approach&quot;,&quot;author&quot;:[{&quot;family&quot;:&quot;Ehteram&quot;,&quot;given&quot;:&quot;Mohammed&quot;,&quot;parse-names&quot;:false,&quot;dropping-particle&quot;:&quot;&quot;,&quot;non-dropping-particle&quot;:&quot;&quot;},{&quot;family&quot;:&quot;Karami&quot;,&quot;given&quot;:&quot;Hojat&quot;,&quot;parse-names&quot;:false,&quot;dropping-particle&quot;:&quot;&quot;,&quot;non-dropping-particle&quot;:&quot;&quot;},{&quot;family&quot;:&quot;Mousavi&quot;,&quot;given&quot;:&quot;Sayed Farhad&quot;,&quot;parse-names&quot;:false,&quot;dropping-particle&quot;:&quot;&quot;,&quot;non-dropping-particle&quot;:&quot;&quot;},{&quot;family&quot;:&quot;El-Shafie&quot;,&quot;given&quot;:&quot;Ahmed&quot;,&quot;parse-names&quot;:false,&quot;dropping-particle&quot;:&quot;&quot;,&quot;non-dropping-particle&quot;:&quot;&quot;},{&quot;family&quot;:&quot;Amini&quot;,&quot;given&quot;:&quot;Zahra&quot;,&quot;parse-names&quot;:false,&quot;dropping-particle&quot;:&quot;&quot;,&quot;non-dropping-particle&quot;:&quot;&quot;}],&quot;container-title&quot;:&quot;Knowledge-Based Systems&quot;,&quot;container-title-short&quot;:&quot;Knowl Based Syst&quot;,&quot;DOI&quot;:&quot;10.1016/j.knosys.2017.01.026&quot;,&quot;ISSN&quot;:&quot;09507051&quot;,&quot;issued&quot;:{&quot;date-parts&quot;:[[2017,4,15]]},&quot;page&quot;:&quot;26-38&quot;,&quot;abstract&quot;:&quot;Computational intelligence (CI) is a fast evolving area in which many novel algorithms, stemmed from various inspiring sources, were developed during the past decade. Nevertheless, many of them are dispersed in different research directions, and their true potential is thus not fully utilized yet. Therefore, there is a need to investigate the potential of these methods in different engineering optimization problems. In fact, shark algorithm is a stochastic search optimization algorithm which is started first in a set of random generated potential solutions, and then performs the search for the optimum one interactively. Such procedure is appropriate to the system features of the reservoir system as it is a stochastic system in nature. In this article, investigation of the potential of shark algorithm is examined as an optimization algorithm for reservoir operation. To achieve that real single reservoir and multi-reservoir optimal operations have been performed utilizing shark algorithm. Many performances indexes have been measured for each case study utilizing the proposed shark algorithm and another existing optimization algorithms namely, Genetic Algorithm (GA) and Particle Swarm Optimization (PSO). The results showed that the proposed shark algorithm outperformed the other algorithms and achieved higher reliability index and lesser vulnerability index. Moreover, standard deviation and coefficient of variation in Shark Algorithm were less than the other two algorithms, which indicates its superiority.&quot;,&quot;publisher&quot;:&quot;Elsevier B.V.&quot;,&quot;volume&quot;:&quot;122&quot;},&quot;isTemporary&quot;:false}]},{&quot;citationID&quot;:&quot;MENDELEY_CITATION_cb712f4e-d5da-4da6-bab7-dca7d1e92ab2&quot;,&quot;properties&quot;:{&quot;noteIndex&quot;:0},&quot;isEdited&quot;:false,&quot;manualOverride&quot;:{&quot;isManuallyOverridden&quot;:false,&quot;citeprocText&quot;:&quot;(Abduh et al., 2024)&quot;,&quot;manualOverrideText&quot;:&quot;&quot;},&quot;citationTag&quot;:&quot;MENDELEY_CITATION_v3_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&quot;,&quot;citationItems&quot;:[{&quot;id&quot;:&quot;ac7d4975-67ea-3098-b678-193d890dc30d&quot;,&quot;itemData&quot;:{&quot;type&quot;:&quot;article-journal&quot;,&quot;id&quot;:&quot;ac7d4975-67ea-3098-b678-193d890dc30d&quot;,&quot;title&quot;:&quot;Pressure Drop Analysis of Turbine Housing Model with Circular Sliced Pipe for Micro Hydropower Generation&quot;,&quot;author&quot;:[{&quot;family&quot;:&quot;Abduh&quot;,&quot;given&quot;:&quot;Moh&quot;,&quot;parse-names&quot;:false,&quot;dropping-particle&quot;:&quot;&quot;,&quot;non-dropping-particle&quot;:&quot;&quot;},{&quot;family&quot;:&quot;Orfa&quot;,&quot;given&quot;:&quot;Lourina Evanale&quot;,&quot;parse-names&quot;:false,&quot;dropping-particle&quot;:&quot;&quot;,&quot;non-dropping-particle&quot;:&quot;&quot;},{&quot;family&quot;:&quot;Sulianto&quot;,&quot;given&quot;:&quot;Sulianto&quot;,&quot;parse-names&quot;:false,&quot;dropping-particle&quot;:&quot;&quot;,&quot;non-dropping-particle&quot;:&quot;&quot;},{&quot;family&quot;:&quot;Iqbal&quot;,&quot;given&quot;:&quot;Khairul&quot;,&quot;parse-names&quot;:false,&quot;dropping-particle&quot;:&quot;&quot;,&quot;non-dropping-particle&quot;:&quot;&quot;}],&quot;container-title&quot;:&quot;Aceh International Journal of Science and Technology&quot;,&quot;DOI&quot;:&quot;10.13170/aijst.13.2.37998&quot;,&quot;ISSN&quot;:&quot;2088-9860&quot;,&quot;issued&quot;:{&quot;date-parts&quot;:[[2024,12,30]]},&quot;page&quot;:&quot;92-102&quot;,&quot;abstract&quot;:&quot;Energy independence is a government program aiming to meet society's energy needs evenly. Steps to increase energy independence in the new and renewable energy sector include hydro-energy generation. One of the important components of a hydro generator is the penstock pipe and turbine housing, which channels water and then pushes and drives (spins) the turbine with the flow of water to produce electrical energy. The turbine housing flow design innovation must provide a function as an optimal fluid conductor by minimizing the resistance that occurs when fluid flows towards the turbine housing and rotates the turbine optimally. The scope of this research includes analysis of the phenomenon of energy loss flowing in circular pipe slices in hydroelectric power plant turbine housings with influencing factors such as friction, turbulence, and flow resistance, as well as measuring the pressure drop in circular pipe slices. The model developed is a circular slice bend with angles of 180 degrees, 270 degrees, 360 degrees, and 450 degrees, taking into account the optimal curvature ratio (R/D) of 3.5. Based on previous research, 90-degree wedge bends with many slices (n_(90-degree)) 4 to 6 or  4 and pressure drop coefficient (C_(pd-th)) obtained 180-degree (0.333 – 0.200), 270-degree (0.445 – 0.277), 360-degree (0.527¬ – 0.339), 450-degree (0.587 – 0.390) with a bend length L, an elevation reduction angle  and a 1.5D upstream-downstream elevation difference to avoid contact between the upstream and downstream bends. The results obtained from this research are the slice modules that can be used and the resistance coefficient values that arise from the slice modules. The more slices selected according to the angle of inclination chosen, the smoother the resulting circular bend shape and the lower the resistance value, but the work will be more difficult. The most optimal slice module is the number of slices that allow its implementation, and the resistance coefficient is small. By knowing the optimal resistance coefficient value, the resulting pressure drop can be predicted to maximize the thrust to rotate the turbine.&quot;,&quot;publisher&quot;:&quot;Institute of Postgraduate Studies, Syiah Kuala University&quot;,&quot;issue&quot;:&quot;2&quot;,&quot;volume&quot;:&quot;13&quot;,&quot;container-title-short&quot;:&quot;&quot;},&quot;isTemporary&quot;:false}]},{&quot;citationID&quot;:&quot;MENDELEY_CITATION_53cb9cf7-e73c-4c03-9b45-53389c2a8f36&quot;,&quot;properties&quot;:{&quot;noteIndex&quot;:0},&quot;isEdited&quot;:false,&quot;manualOverride&quot;:{&quot;isManuallyOverridden&quot;:false,&quot;citeprocText&quot;:&quot;(Kumar &amp;#38; Yadav, 2020)&quot;,&quot;manualOverrideText&quot;:&quot;&quot;},&quot;citationTag&quot;:&quot;MENDELEY_CITATION_v3_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&quot;,&quot;citationItems&quot;:[{&quot;id&quot;:&quot;19416658-3d49-3a0c-9c6e-b8827802ef3e&quot;,&quot;itemData&quot;:{&quot;type&quot;:&quot;paper-conference&quot;,&quot;id&quot;:&quot;19416658-3d49-3a0c-9c6e-b8827802ef3e&quot;,&quot;title&quot;:&quot;Optimization of Water Releases from Ukai Reservoir Using Jaya Algorithm&quot;,&quot;author&quot;:[{&quot;family&quot;:&quot;Kumar&quot;,&quot;given&quot;:&quot;Vijendra&quot;,&quot;parse-names&quot;:false,&quot;dropping-particle&quot;:&quot;&quot;,&quot;non-dropping-particle&quot;:&quot;&quot;},{&quot;family&quot;:&quot;Yadav&quot;,&quot;given&quot;:&quot;S. M.&quot;,&quot;parse-names&quot;:false,&quot;dropping-particle&quot;:&quot;&quot;,&quot;non-dropping-particle&quot;:&quot;&quot;}],&quot;container-title&quot;:&quot;Advances in Intelligent Systems and Computing&quot;,&quot;DOI&quot;:&quot;10.1007/978-981-13-8196-6_29&quot;,&quot;ISBN&quot;:&quot;9789811381959&quot;,&quot;ISSN&quot;:&quot;21945365&quot;,&quot;issued&quot;:{&quot;date-parts&quot;:[[2020]]},&quot;page&quot;:&quot;323-336&quot;,&quot;abstract&quot;:&quot;The scarcity of water resources is one of the most pervasive natural resource allocation problems faced by the water users and policymakers. Reservoir operation is the best solution to obtain its utmost possible performance. In the present study, the Jaya algorithm (JA) has been applied to optimize the water releases from Ukai reservoir at different dependable inflows. The model is optimized for four different dependable inflows namely 60, 65, 70, and 75%. The results from JA are compared with teaching–learning-based optimization (TLBO), particle swarm optimization (PSO), differential evolution (DE), and linear programming (LP). It was observed that JA performed better than TLBO, PSO, DE, and LP. The global optimum solution obtained using JA for 60, 65, 70, and 75% dependable inflow are 3224.620, 4023.200, 4672.800, and 5351.120, respectively in MCM. Based on the results, it is concluded that JA outperformed over TLBO, PSO, DE, and LP.&quot;,&quot;publisher&quot;:&quot;Springer Verlag&quot;,&quot;volume&quot;:&quot;949&quot;,&quot;container-title-short&quot;:&quot;&quot;},&quot;isTemporary&quot;:false}]},{&quot;citationID&quot;:&quot;MENDELEY_CITATION_6135d43b-5d58-4ab8-95ef-d14932e20c53&quot;,&quot;properties&quot;:{&quot;noteIndex&quot;:0},&quot;isEdited&quot;:false,&quot;manualOverride&quot;:{&quot;isManuallyOverridden&quot;:false,&quot;citeprocText&quot;:&quot;(Torabi Pudeh et al., 2016)&quot;,&quot;manualOverrideText&quot;:&quot;&quot;},&quot;citationTag&quot;:&quot;MENDELEY_CITATION_v3_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&quot;,&quot;citationItems&quot;:[{&quot;id&quot;:&quot;ce909dfa-3cf8-3469-8605-9a4ae0fb97ca&quot;,&quot;itemData&quot;:{&quot;type&quot;:&quot;article-journal&quot;,&quot;id&quot;:&quot;ce909dfa-3cf8-3469-8605-9a4ae0fb97ca&quot;,&quot;title&quot;:&quot;Optimization of Hydraulic-Hydrologic Complex System of Reservoirs and Connecting Tunnel&quot;,&quot;author&quot;:[{&quot;family&quot;:&quot;Torabi Pudeh&quot;,&quot;given&quot;:&quot;Hasan&quot;,&quot;parse-names&quot;:false,&quot;dropping-particle&quot;:&quot;&quot;,&quot;non-dropping-particle&quot;:&quot;&quot;},{&quot;family&quot;:&quot;Mansouri&quot;,&quot;given&quot;:&quot;Ramin&quot;,&quot;parse-names&quot;:false,&quot;dropping-particle&quot;:&quot;&quot;,&quot;non-dropping-particle&quot;:&quot;&quot;},{&quot;family&quot;:&quot;Haghiabi&quot;,&quot;given&quot;:&quot;Amir Hamzeh&quot;,&quot;parse-names&quot;:false,&quot;dropping-particle&quot;:&quot;&quot;,&quot;non-dropping-particle&quot;:&quot;&quot;},{&quot;family&quot;:&quot;Yonesi&quot;,&quot;given&quot;:&quot;Hojatt Allah&quot;,&quot;parse-names&quot;:false,&quot;dropping-particle&quot;:&quot;&quot;,&quot;non-dropping-particle&quot;:&quot;&quot;}],&quot;container-title&quot;:&quot;Water Resources Management&quot;,&quot;DOI&quot;:&quot;10.1007/s11269-016-1477-5&quot;,&quot;ISSN&quot;:&quot;15731650&quot;,&quot;issued&quot;:{&quot;date-parts&quot;:[[2016,11,1]]},&quot;page&quot;:&quot;5177-5191&quot;,&quot;abstract&quot;:&quot;Nowadays, population growth, environmental constraints and climate change can adversely affect our water supply systems’ ability to keep up with demand. Due to lack of unsuitable distribution and dispersion of water resources, precipitation, soil resources, etc., inter-basin transfers of water could be a solution in order to balancing between supply and demand water in different areas. In this study, the optimal designing of water conveyance from basin No-1 to basin No-2 is investigated. Water is transferred between these two dams by tunnel structure. Since the water flow through the tunnel is under pressure, increasing dam height will cause the decrease of tunnel diameter for constant water conveyance efficiency. The purpose of this study is transferring 95 % of water flow between two basins after supplying the agriculture consumption and environmental needs. Therefore, the mathematical program was developed first to solve the governing equations of water balance of reservoir and hydraulic of tunnel. Then, various strategies including different diameters of tunnel and dam height were considered and finally the best strategy from economic and technical viewpoint was proposed. The results showed that dam height of 151.2 m and tunnel diameter of 3.2 m are the economic options to convey of 95 % of the water.&quot;,&quot;publisher&quot;:&quot;Springer Netherlands&quot;,&quot;issue&quot;:&quot;14&quot;,&quot;volume&quot;:&quot;30&quot;,&quot;container-title-short&quot;:&quot;&quot;},&quot;isTemporary&quot;:false}]},{&quot;citationID&quot;:&quot;MENDELEY_CITATION_8dc8c635-219f-4fd6-aaf3-e9f9f6d52bdd&quot;,&quot;properties&quot;:{&quot;noteIndex&quot;:0},&quot;isEdited&quot;:false,&quot;manualOverride&quot;:{&quot;isManuallyOverridden&quot;:false,&quot;citeprocText&quot;:&quot;(Kim et al., 2020a)&quot;,&quot;manualOverrideText&quot;:&quot;&quot;},&quot;citationTag&quot;:&quot;MENDELEY_CITATION_v3_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&quot;,&quot;citationItems&quot;:[{&quot;id&quot;:&quot;82f59fcd-90f7-3e88-b9b7-e569e05eb9e8&quot;,&quot;itemData&quot;:{&quot;type&quot;:&quot;article-journal&quot;,&quot;id&quot;:&quot;82f59fcd-90f7-3e88-b9b7-e569e05eb9e8&quot;,&quot;title&quot;:&quot;An experiment on reservoir representation schemes to improve hydrologic prediction: coupling the national water model with the HEC-ResSim&quot;,&quot;author&quot;:[{&quot;family&quot;:&quot;Kim&quot;,&quot;given&quot;:&quot;Jungho&quot;,&quot;parse-names&quot;:false,&quot;dropping-particle&quot;:&quot;&quot;,&quot;non-dropping-particle&quot;:&quot;&quot;},{&quot;family&quot;:&quot;Read&quot;,&quot;given&quot;:&quot;Laura&quot;,&quot;parse-names&quot;:false,&quot;dropping-particle&quot;:&quot;&quot;,&quot;non-dropping-particle&quot;:&quot;&quot;},{&quot;family&quot;:&quot;Johnson&quot;,&quot;given&quot;:&quot;Lynn E.&quot;,&quot;parse-names&quot;:false,&quot;dropping-particle&quot;:&quot;&quot;,&quot;non-dropping-particle&quot;:&quot;&quot;},{&quot;family&quot;:&quot;Gochis&quot;,&quot;given&quot;:&quot;David&quot;,&quot;parse-names&quot;:false,&quot;dropping-particle&quot;:&quot;&quot;,&quot;non-dropping-particle&quot;:&quot;&quot;},{&quot;family&quot;:&quot;Cifelli&quot;,&quot;given&quot;:&quot;Rob&quot;,&quot;parse-names&quot;:false,&quot;dropping-particle&quot;:&quot;&quot;,&quot;non-dropping-particle&quot;:&quot;&quot;},{&quot;family&quot;:&quot;Han&quot;,&quot;given&quot;:&quot;Heechan&quot;,&quot;parse-names&quot;:false,&quot;dropping-particle&quot;:&quot;&quot;,&quot;non-dropping-particle&quot;:&quot;&quot;}],&quot;container-title&quot;:&quot;Hydrological Sciences Journal&quot;,&quot;DOI&quot;:&quot;10.1080/02626667.2020.1757677&quot;,&quot;ISSN&quot;:&quot;21503435&quot;,&quot;issued&quot;:{&quot;date-parts&quot;:[[2020,7,26]]},&quot;page&quot;:&quot;1652-1666&quot;,&quot;abstract&quot;:&quot;This study experiments with reservoir representation schemes to improve the ability to model active water management in the National Water Model (NWM). For this purpose, we developed an integrated water management model, NWM-ResSim, by coupling the NWM with HEC-ResSim, and two reservoir representation schemes are tested: simulation of reservoir operations and retrieval of scheduled operations. The experiments focus on a pilot reservoir domain in the Russian River basin–Lake Mendocino, California–and its contributing watershed. The evaluation results suggest that the NWM-ResSim improves the simulation performance of reservoir outflow from this managed reservoir over the NWM default level pool routing scheme. The degree of this improvement depends on the suitability of the operation guidance; the reservoir operations simulation scheme could have acceptable errors for the purposes of water resources management, but not for flood operations. Results of the retrieval scheme of scheduled operations demonstrated better performance for sub-daily flood operations.&quot;,&quot;publisher&quot;:&quot;Taylor and Francis Ltd.&quot;,&quot;issue&quot;:&quot;10&quot;,&quot;volume&quot;:&quot;65&quot;,&quot;container-title-short&quot;:&quot;&quot;},&quot;isTemporary&quot;:false}]},{&quot;citationID&quot;:&quot;MENDELEY_CITATION_ced17da6-1b43-44d4-ba05-c0f7d097a051&quot;,&quot;properties&quot;:{&quot;noteIndex&quot;:0},&quot;isEdited&quot;:false,&quot;manualOverride&quot;:{&quot;isManuallyOverridden&quot;:false,&quot;citeprocText&quot;:&quot;(Anggraheni et al., 2017)&quot;,&quot;manualOverrideText&quot;:&quot;&quot;},&quot;citationTag&quot;:&quot;MENDELEY_CITATION_v3_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&quot;,&quot;citationItems&quot;:[{&quot;id&quot;:&quot;697f5dcb-0ccb-3b28-875b-808c476003ee&quot;,&quot;itemData&quot;:{&quot;type&quot;:&quot;article-journal&quot;,&quot;id&quot;:&quot;697f5dcb-0ccb-3b28-875b-808c476003ee&quot;,&quot;title&quot;:&quot;EVALUASI KINERJA POLA OPERASI WADUK (POW) WONOGIRI 2014&quot;,&quot;author&quot;:[{&quot;family&quot;:&quot;Anggraheni&quot;,&quot;given&quot;:&quot;Dinia&quot;,&quot;parse-names&quot;:false,&quot;dropping-particle&quot;:&quot;&quot;,&quot;non-dropping-particle&quot;:&quot;&quot;},{&quot;family&quot;:&quot;Jayadi&quot;,&quot;given&quot;:&quot;Rachmad&quot;,&quot;parse-names&quot;:false,&quot;dropping-particle&quot;:&quot;&quot;,&quot;non-dropping-particle&quot;:&quot;&quot;},{&quot;family&quot;:&quot;Istiarto&quot;,&quot;given&quot;:&quot;Dan&quot;,&quot;parse-names&quot;:false,&quot;dropping-particle&quot;:&quot;&quot;,&quot;non-dropping-particle&quot;:&quot;&quot;}],&quot;container-title&quot;:&quot;Jurnal Teknisia&quot;,&quot;ISSN&quot;:&quot;0853-8557&quot;,&quot;issued&quot;:{&quot;date-parts&quot;:[[2017]]},&quot;abstract&quot;:&quot;Wonogiri Reservoir is one of the reservoirs in Central Java which is a multifunctional reservoir. The reservoir serves many functions as flood control, irrigation and raw water supply, and hydropower (PLTA). For managing the fulfillment of these functions, Wonogiri Reservoir has a Reservoir Operating Rule to adjust the elevation and release discharge every mid-month. However, There was for the condition of Wonogiri Reservoir in October 2014. The water level of October 30, 2014, was at+126,66 m, while in Reservoir Operating Rule, the water level was supposed to be at +127,63 m. Therefore, the operating rule performance needs to evaluate, especially in 2014. The evaluation step began by conducting a water balance study with the demand for irrigation water and raw water, actual release, and inflow into the reservoir. The next step was optimizing the operating rule of the reservoir by the objective function of maximizing the comparison between release and demand for the fulfillment of irrigation water with 10 years data. The final step was evaluating the Wonogiri Reservoir Operating Rule in 2014 using a new operating rule generated from the optimization process. Based on the results of the study can be concluded that the inflow that occurred in 2014 can fulfill the needs of irrigation water and maintain elevation in accordance with the operating rule in 2014.&quot;,&quot;issue&quot;:&quot;1&quot;,&quot;volume&quot;:&quot;XXII&quot;,&quot;container-title-short&quot;:&quot;&quot;},&quot;isTemporary&quot;:false}]},{&quot;citationID&quot;:&quot;MENDELEY_CITATION_f656a35b-ce60-46a4-8751-89346b1fe455&quot;,&quot;properties&quot;:{&quot;noteIndex&quot;:0},&quot;isEdited&quot;:false,&quot;manualOverride&quot;:{&quot;isManuallyOverridden&quot;:false,&quot;citeprocText&quot;:&quot;(Abdulateef et al., 2021)&quot;,&quot;manualOverrideText&quot;:&quot;&quot;},&quot;citationTag&quot;:&quot;MENDELEY_CITATION_v3_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&quot;,&quot;citationItems&quot;:[{&quot;id&quot;:&quot;9b2c2ef8-bca1-355f-a313-989433bf957c&quot;,&quot;itemData&quot;:{&quot;type&quot;:&quot;article-journal&quot;,&quot;id&quot;:&quot;9b2c2ef8-bca1-355f-a313-989433bf957c&quot;,&quot;title&quot;:&quot;Operation of Mosul – Dokan Reservoirs and Samarra Barrage Using HEC – ResSim Model During Dry Period&quot;,&quot;author&quot;:[{&quot;family&quot;:&quot;Abdulateef&quot;,&quot;given&quot;:&quot;Thabet&quot;,&quot;parse-names&quot;:false,&quot;dropping-particle&quot;:&quot;&quot;,&quot;non-dropping-particle&quot;:&quot;&quot;},{&quot;family&quot;:&quot;Irzooki&quot;,&quot;given&quot;:&quot;Raad&quot;,&quot;parse-names&quot;:false,&quot;dropping-particle&quot;:&quot;&quot;,&quot;non-dropping-particle&quot;:&quot;&quot;},{&quot;family&quot;:&quot;Abbas&quot;,&quot;given&quot;:&quot;Ali&quot;,&quot;parse-names&quot;:false,&quot;dropping-particle&quot;:&quot;&quot;,&quot;non-dropping-particle&quot;:&quot;&quot;}],&quot;container-title&quot;:&quot;Engineering and Technology Journal&quot;,&quot;DOI&quot;:&quot;10.30684/etj.v39i8.1991&quot;,&quot;issued&quot;:{&quot;date-parts&quot;:[[2021,8,25]]},&quot;page&quot;:&quot;1273-1280&quot;,&quot;publisher&quot;:&quot;University of Technology&quot;,&quot;issue&quot;:&quot;8&quot;,&quot;volume&quot;:&quot;39&quot;,&quot;container-title-short&quot;:&quot;&quot;},&quot;isTemporary&quot;:false}]},{&quot;citationID&quot;:&quot;MENDELEY_CITATION_c1af9033-1df1-48a6-887a-e7fe582826a9&quot;,&quot;properties&quot;:{&quot;noteIndex&quot;:0},&quot;isEdited&quot;:false,&quot;manualOverride&quot;:{&quot;isManuallyOverridden&quot;:false,&quot;citeprocText&quot;:&quot;(John D. Klipsch et al., 2021)&quot;,&quot;manualOverrideText&quot;:&quot;&quot;},&quot;citationTag&quot;:&quot;MENDELEY_CITATION_v3_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&quot;,&quot;citationItems&quot;:[{&quot;id&quot;:&quot;8f30e043-c06e-3b3d-b495-f205b04cedbd&quot;,&quot;itemData&quot;:{&quot;type&quot;:&quot;book&quot;,&quot;id&quot;:&quot;8f30e043-c06e-3b3d-b495-f205b04cedbd&quot;,&quot;title&quot;:&quot;HEC-ResSim User's Manual&quot;,&quot;author&quot;:[{&quot;family&quot;:&quot;John D. Klipsch&quot;,&quot;given&quot;:&quot;&quot;,&quot;parse-names&quot;:false,&quot;dropping-particle&quot;:&quot;&quot;,&quot;non-dropping-particle&quot;:&quot;&quot;},{&quot;family&quot;:&quot;George C. Modini&quot;,&quot;given&quot;:&quot;&quot;,&quot;parse-names&quot;:false,&quot;dropping-particle&quot;:&quot;&quot;,&quot;non-dropping-particle&quot;:&quot;&quot;},{&quot;family&quot;:&quot;Sara M. O'Connell&quot;,&quot;given&quot;:&quot;&quot;,&quot;parse-names&quot;:false,&quot;dropping-particle&quot;:&quot;&quot;,&quot;non-dropping-particle&quot;:&quot;&quot;},{&quot;family&quot;:&quot;Marilyn B. Hurst&quot;,&quot;given&quot;:&quot;&quot;,&quot;parse-names&quot;:false,&quot;dropping-particle&quot;:&quot;&quot;,&quot;non-dropping-particle&quot;:&quot;&quot;},{&quot;family&quot;:&quot;Daniel L. Black&quot;,&quot;given&quot;:&quot;&quot;,&quot;parse-names&quot;:false,&quot;dropping-particle&quot;:&quot;&quot;,&quot;non-dropping-particle&quot;:&quot;&quot;}],&quot;issued&quot;:{&quot;date-parts&quot;:[[2021,2]]},&quot;language&quot;:&quot;English&quot;,&quot;edition&quot;:&quot;3.3&quot;,&quot;container-title-short&quot;:&quot;&quot;},&quot;isTemporary&quot;:false}]},{&quot;citationID&quot;:&quot;MENDELEY_CITATION_11bf6059-0ade-4aad-8bf7-f2d88bb894ac&quot;,&quot;properties&quot;:{&quot;noteIndex&quot;:0},&quot;isEdited&quot;:false,&quot;manualOverride&quot;:{&quot;isManuallyOverridden&quot;:false,&quot;citeprocText&quot;:&quot;(John D. Klipsch et al., 2021)&quot;,&quot;manualOverrideText&quot;:&quot;&quot;},&quot;citationTag&quot;:&quot;MENDELEY_CITATION_v3_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&quot;,&quot;citationItems&quot;:[{&quot;id&quot;:&quot;8f30e043-c06e-3b3d-b495-f205b04cedbd&quot;,&quot;itemData&quot;:{&quot;type&quot;:&quot;book&quot;,&quot;id&quot;:&quot;8f30e043-c06e-3b3d-b495-f205b04cedbd&quot;,&quot;title&quot;:&quot;HEC-ResSim User's Manual&quot;,&quot;author&quot;:[{&quot;family&quot;:&quot;John D. Klipsch&quot;,&quot;given&quot;:&quot;&quot;,&quot;parse-names&quot;:false,&quot;dropping-particle&quot;:&quot;&quot;,&quot;non-dropping-particle&quot;:&quot;&quot;},{&quot;family&quot;:&quot;George C. Modini&quot;,&quot;given&quot;:&quot;&quot;,&quot;parse-names&quot;:false,&quot;dropping-particle&quot;:&quot;&quot;,&quot;non-dropping-particle&quot;:&quot;&quot;},{&quot;family&quot;:&quot;Sara M. O'Connell&quot;,&quot;given&quot;:&quot;&quot;,&quot;parse-names&quot;:false,&quot;dropping-particle&quot;:&quot;&quot;,&quot;non-dropping-particle&quot;:&quot;&quot;},{&quot;family&quot;:&quot;Marilyn B. Hurst&quot;,&quot;given&quot;:&quot;&quot;,&quot;parse-names&quot;:false,&quot;dropping-particle&quot;:&quot;&quot;,&quot;non-dropping-particle&quot;:&quot;&quot;},{&quot;family&quot;:&quot;Daniel L. Black&quot;,&quot;given&quot;:&quot;&quot;,&quot;parse-names&quot;:false,&quot;dropping-particle&quot;:&quot;&quot;,&quot;non-dropping-particle&quot;:&quot;&quot;}],&quot;issued&quot;:{&quot;date-parts&quot;:[[2021,2]]},&quot;language&quot;:&quot;English&quot;,&quot;edition&quot;:&quot;3.3&quot;,&quot;container-title-short&quot;:&quot;&quot;},&quot;isTemporary&quot;:false}]},{&quot;citationID&quot;:&quot;MENDELEY_CITATION_fa14d35e-2eef-41cd-bd30-1599ed0fbeb3&quot;,&quot;properties&quot;:{&quot;noteIndex&quot;:0},&quot;isEdited&quot;:false,&quot;manualOverride&quot;:{&quot;isManuallyOverridden&quot;:false,&quot;citeprocText&quot;:&quot;(John D. Klipsch et al., 2021)&quot;,&quot;manualOverrideText&quot;:&quot;&quot;},&quot;citationTag&quot;:&quot;MENDELEY_CITATION_v3_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&quot;,&quot;citationItems&quot;:[{&quot;id&quot;:&quot;8f30e043-c06e-3b3d-b495-f205b04cedbd&quot;,&quot;itemData&quot;:{&quot;type&quot;:&quot;book&quot;,&quot;id&quot;:&quot;8f30e043-c06e-3b3d-b495-f205b04cedbd&quot;,&quot;title&quot;:&quot;HEC-ResSim User's Manual&quot;,&quot;author&quot;:[{&quot;family&quot;:&quot;John D. Klipsch&quot;,&quot;given&quot;:&quot;&quot;,&quot;parse-names&quot;:false,&quot;dropping-particle&quot;:&quot;&quot;,&quot;non-dropping-particle&quot;:&quot;&quot;},{&quot;family&quot;:&quot;George C. Modini&quot;,&quot;given&quot;:&quot;&quot;,&quot;parse-names&quot;:false,&quot;dropping-particle&quot;:&quot;&quot;,&quot;non-dropping-particle&quot;:&quot;&quot;},{&quot;family&quot;:&quot;Sara M. O'Connell&quot;,&quot;given&quot;:&quot;&quot;,&quot;parse-names&quot;:false,&quot;dropping-particle&quot;:&quot;&quot;,&quot;non-dropping-particle&quot;:&quot;&quot;},{&quot;family&quot;:&quot;Marilyn B. Hurst&quot;,&quot;given&quot;:&quot;&quot;,&quot;parse-names&quot;:false,&quot;dropping-particle&quot;:&quot;&quot;,&quot;non-dropping-particle&quot;:&quot;&quot;},{&quot;family&quot;:&quot;Daniel L. Black&quot;,&quot;given&quot;:&quot;&quot;,&quot;parse-names&quot;:false,&quot;dropping-particle&quot;:&quot;&quot;,&quot;non-dropping-particle&quot;:&quot;&quot;}],&quot;issued&quot;:{&quot;date-parts&quot;:[[2021,2]]},&quot;language&quot;:&quot;English&quot;,&quot;edition&quot;:&quot;3.3&quot;,&quot;container-title-short&quot;:&quot;&quot;},&quot;isTemporary&quot;:false}]},{&quot;citationID&quot;:&quot;MENDELEY_CITATION_2ae112e4-1a52-4fe7-9cfa-85381f847207&quot;,&quot;properties&quot;:{&quot;noteIndex&quot;:0},&quot;isEdited&quot;:false,&quot;manualOverride&quot;:{&quot;isManuallyOverridden&quot;:false,&quot;citeprocText&quot;:&quot;(Roni Wibowo, 2022)&quot;,&quot;manualOverrideText&quot;:&quot;&quot;},&quot;citationTag&quot;:&quot;MENDELEY_CITATION_v3_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&quot;,&quot;citationItems&quot;:[{&quot;id&quot;:&quot;79a485d2-5020-3724-a71e-a7f9c4e54358&quot;,&quot;itemData&quot;:{&quot;type&quot;:&quot;report&quot;,&quot;id&quot;:&quot;79a485d2-5020-3724-a71e-a7f9c4e54358&quot;,&quot;title&quot;:&quot;Sistem Pengoperasian Waduk Margatiga Menggunakan Software HEC-ResSim&quot;,&quot;author&quot;:[{&quot;family&quot;:&quot;Roni Wibowo&quot;,&quot;given&quot;:&quot;&quot;,&quot;parse-names&quot;:false,&quot;dropping-particle&quot;:&quot;&quot;,&quot;non-dropping-particle&quot;:&quot;&quot;}],&quot;issued&quot;:{&quot;date-parts&quot;:[[2022]]},&quot;publisher-place&quot;:&quot;Lampung&quot;,&quot;language&quot;:&quot;Indonesian&quot;,&quot;container-title-short&quot;:&quot;&quot;},&quot;isTemporary&quot;:false}]},{&quot;citationID&quot;:&quot;MENDELEY_CITATION_1fa85819-f27a-445c-89e5-635194fb6085&quot;,&quot;properties&quot;:{&quot;noteIndex&quot;:0},&quot;isEdited&quot;:false,&quot;manualOverride&quot;:{&quot;isManuallyOverridden&quot;:false,&quot;citeprocText&quot;:&quot;(Balai Besar Wilayah Sungai Brantas, 2022)&quot;,&quot;manualOverrideText&quot;:&quot;&quot;},&quot;citationTag&quot;:&quot;MENDELEY_CITATION_v3_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&quot;,&quot;citationItems&quot;:[{&quot;id&quot;:&quot;c81a0570-78a9-3e6c-9188-9ee3565d866f&quot;,&quot;itemData&quot;:{&quot;type&quot;:&quot;report&quot;,&quot;id&quot;:&quot;c81a0570-78a9-3e6c-9188-9ee3565d866f&quot;,&quot;title&quot;:&quot;Laporan Hidrologi Pekerjaan: Monitoring dan Evaluasi Bendungan Tugu Pasca Impounding di Kabupaten Trenggalek&quot;,&quot;author&quot;:[{&quot;family&quot;:&quot;Balai Besar Wilayah Sungai Brantas&quot;,&quot;given&quot;:&quot;&quot;,&quot;parse-names&quot;:false,&quot;dropping-particle&quot;:&quot;&quot;,&quot;non-dropping-particle&quot;:&quot;&quot;}],&quot;issued&quot;:{&quot;date-parts&quot;:[[2022,12,22]]},&quot;publisher-place&quot;:&quot;Surabaya&quot;,&quot;language&quot;:&quot;Indonesian&quot;,&quot;container-title-short&quot;:&quot;&quot;},&quot;isTemporary&quot;:false}]},{&quot;citationID&quot;:&quot;MENDELEY_CITATION_bbe8b6ff-fc16-4be2-9976-350cadc775ff&quot;,&quot;properties&quot;:{&quot;noteIndex&quot;:0},&quot;isEdited&quot;:false,&quot;manualOverride&quot;:{&quot;isManuallyOverridden&quot;:false,&quot;citeprocText&quot;:&quot;(Balai Besar Wilayah Sungai Brantas, 2022)&quot;,&quot;manualOverrideText&quot;:&quot;&quot;},&quot;citationTag&quot;:&quot;MENDELEY_CITATION_v3_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&quot;,&quot;citationItems&quot;:[{&quot;id&quot;:&quot;c81a0570-78a9-3e6c-9188-9ee3565d866f&quot;,&quot;itemData&quot;:{&quot;type&quot;:&quot;report&quot;,&quot;id&quot;:&quot;c81a0570-78a9-3e6c-9188-9ee3565d866f&quot;,&quot;title&quot;:&quot;Laporan Hidrologi Pekerjaan: Monitoring dan Evaluasi Bendungan Tugu Pasca Impounding di Kabupaten Trenggalek&quot;,&quot;author&quot;:[{&quot;family&quot;:&quot;Balai Besar Wilayah Sungai Brantas&quot;,&quot;given&quot;:&quot;&quot;,&quot;parse-names&quot;:false,&quot;dropping-particle&quot;:&quot;&quot;,&quot;non-dropping-particle&quot;:&quot;&quot;}],&quot;issued&quot;:{&quot;date-parts&quot;:[[2022,12,22]]},&quot;publisher-place&quot;:&quot;Surabaya&quot;,&quot;language&quot;:&quot;Indonesian&quot;,&quot;container-title-short&quot;:&quot;&quot;},&quot;isTemporary&quot;:false}]},{&quot;citationID&quot;:&quot;MENDELEY_CITATION_f31c79ec-170f-47eb-ae59-7574871b25ee&quot;,&quot;properties&quot;:{&quot;noteIndex&quot;:0},&quot;isEdited&quot;:false,&quot;manualOverride&quot;:{&quot;isManuallyOverridden&quot;:false,&quot;citeprocText&quot;:&quot;(Wondye, 2009)&quot;,&quot;manualOverrideText&quot;:&quot;&quot;},&quot;citationTag&quot;:&quot;MENDELEY_CITATION_v3_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&quot;,&quot;citationItems&quot;:[{&quot;id&quot;:&quot;0671f50d-552a-3483-a764-64c2f0d144a8&quot;,&quot;itemData&quot;:{&quot;type&quot;:&quot;thesis&quot;,&quot;id&quot;:&quot;0671f50d-552a-3483-a764-64c2f0d144a8&quot;,&quot;title&quot;:&quot;Abay Basin Water Allocation Modelling Using Hec – Ressim&quot;,&quot;author&quot;:[{&quot;family&quot;:&quot;Wondye&quot;,&quot;given&quot;:&quot;Fanuel&quot;,&quot;parse-names&quot;:false,&quot;dropping-particle&quot;:&quot;&quot;,&quot;non-dropping-particle&quot;:&quot;&quot;}],&quot;issued&quot;:{&quot;date-parts&quot;:[[2009]]},&quot;abstract&quot;:&quot;Despite Ethiopia possesses abundant water resources potential, second only to Congo in all of Africa, the country is at critical cross roads with large and increasing population, a depressed national economy, insufficient agricultural production and low no of developed energy sources. 83% of Ethiopians lack access to electricity; only 5 percent of irrigable land and 3% of the hydropower potential in the Blue Nile basin has been developed so far. Nowadays persisting drought and increasing competition for water have left Ethiopia with no more chance other than seeking solutions and assure sustainability of the resource. Even&quot;,&quot;container-title-short&quot;:&quot;&quot;},&quot;isTemporary&quot;:false}]},{&quot;citationID&quot;:&quot;MENDELEY_CITATION_5e87845f-4575-437a-ab48-8b41ded09eb6&quot;,&quot;properties&quot;:{&quot;noteIndex&quot;:0},&quot;isEdited&quot;:false,&quot;manualOverride&quot;:{&quot;isManuallyOverridden&quot;:false,&quot;citeprocText&quot;:&quot;(Lara et al., 2014)&quot;,&quot;manualOverrideText&quot;:&quot;&quot;},&quot;citationTag&quot;:&quot;MENDELEY_CITATION_v3_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&quot;,&quot;citationItems&quot;:[{&quot;id&quot;:&quot;cb162ae9-9fe6-32c8-8be0-2e529eda6d40&quot;,&quot;itemData&quot;:{&quot;type&quot;:&quot;article-journal&quot;,&quot;id&quot;:&quot;cb162ae9-9fe6-32c8-8be0-2e529eda6d40&quot;,&quot;title&quot;:&quot;Reservoir operation employing HEC-ResSim: Case study of Tucuruí dam, Brazil&quot;,&quot;author&quot;:[{&quot;family&quot;:&quot;Lara&quot;,&quot;given&quot;:&quot;P. G.&quot;,&quot;parse-names&quot;:false,&quot;dropping-particle&quot;:&quot;&quot;,&quot;non-dropping-particle&quot;:&quot;&quot;},{&quot;family&quot;:&quot;Lopes&quot;,&quot;given&quot;:&quot;J. D.&quot;,&quot;parse-names&quot;:false,&quot;dropping-particle&quot;:&quot;&quot;,&quot;non-dropping-particle&quot;:&quot;&quot;},{&quot;family&quot;:&quot;Luz&quot;,&quot;given&quot;:&quot;G. M.&quot;,&quot;parse-names&quot;:false,&quot;dropping-particle&quot;:&quot;&quot;,&quot;non-dropping-particle&quot;:&quot;&quot;},{&quot;family&quot;:&quot;Bonumá&quot;,&quot;given&quot;:&quot;N. B&quot;,&quot;parse-names&quot;:false,&quot;dropping-particle&quot;:&quot;&quot;,&quot;non-dropping-particle&quot;:&quot;&quot;}],&quot;container-title&quot;:&quot;6th International Conference on Flood Management&quot;,&quot;issued&quot;:{&quot;date-parts&quot;:[[2014]]},&quot;page&quot;:&quot;1-12&quot;,&quot;abstract&quot;:&quot;Due to Brazilian hydroelectric potential , the construction of dams is a common practice in the country . Its purposes are multiple , playing an important role for energy production , water supply , flood and drought control , irrigation , recreation , navigation , and so on . Although the benefits entailed to society , the issue of operation of reservoirs should be object of study and critical evaluation , since they are not free from extreme event occurrences . Therefore , the operation of the reservoirs is a relevant topic of the management of water resources , and conflicts about their operation constraints can be related to water use at catchment scale . So economic , social and environmental aspects must determine the goals of the operational rules to minimize those conflicts , and support the Brazilian legislators to ensure the proper laws and regulations to manage the water resources dependent on reservoirs . The employment of computational models can assist managers and legislators nationwide in the search of these regulations for the determination and maintenance of the reservoir operation for multiple purposes . This paper presents a straightforward case study employing the HEC - ResSim model . HEC - ResSim is one of the simulation models that possess of multi reservoir simulators and can simulate water resources systems . The presented study was subsidized by daily observed data from 2001 up to 2006 of pool elevation , inflow and outflow discharge . In addition , geometry and hydraulic data from dam and reservoir were employed to develop the numerical model . The hydrological analysis was performed to understand the operational constraints of the Tucuruí Dam´s reservoir , located in the state of Pará , Brazil . The operational rules were evaluated according to the characteristics of the reservoir storage , the flow capacity of the spillways and the flow capacity of the river drainage downstream of the Tucuruí Dam . Finally , there is discussion how to integrate the tool in a real - time forecast system .&quot;,&quot;issue&quot;:&quot;September 2014&quot;,&quot;container-title-short&quot;:&quot;&quot;},&quot;isTemporary&quot;:false}]},{&quot;citationID&quot;:&quot;MENDELEY_CITATION_f9ed4ed8-781f-4531-81b5-8c5bd1f27ce9&quot;,&quot;properties&quot;:{&quot;noteIndex&quot;:0},&quot;isEdited&quot;:false,&quot;manualOverride&quot;:{&quot;isManuallyOverridden&quot;:false,&quot;citeprocText&quot;:&quot;(Belachew Azeb, 2014)&quot;,&quot;manualOverrideText&quot;:&quot;&quot;},&quot;citationTag&quot;:&quot;MENDELEY_CITATION_v3_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&quot;,&quot;citationItems&quot;:[{&quot;id&quot;:&quot;9e58d08d-828f-3d65-9b94-d8daf7cda433&quot;,&quot;itemData&quot;:{&quot;type&quot;:&quot;article-journal&quot;,&quot;id&quot;:&quot;9e58d08d-828f-3d65-9b94-d8daf7cda433&quot;,&quot;title&quot;:&quot;Eastern Nile Basin Water System Simulation Using Hec-ResSim Model How does access to this work benefit you ? Let us know !&quot;,&quot;author&quot;:[{&quot;family&quot;:&quot;Belachew Azeb&quot;,&quot;given&quot;:&quot;Zelalem Mekonen&quot;,&quot;parse-names&quot;:false,&quot;dropping-particle&quot;:&quot;&quot;,&quot;non-dropping-particle&quot;:&quot;&quot;}],&quot;issued&quot;:{&quot;date-parts&quot;:[[2014]]},&quot;container-title-short&quot;:&quot;&quot;},&quot;isTemporary&quot;:false}]},{&quot;citationID&quot;:&quot;MENDELEY_CITATION_cb11d6f9-87b1-424f-9037-4cc9e5a6c3f5&quot;,&quot;properties&quot;:{&quot;noteIndex&quot;:0},&quot;isEdited&quot;:false,&quot;manualOverride&quot;:{&quot;isManuallyOverridden&quot;:false,&quot;citeprocText&quot;:&quot;(Dash et al., 2023)&quot;,&quot;manualOverrideText&quot;:&quot;&quot;},&quot;citationTag&quot;:&quot;MENDELEY_CITATION_v3_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&quot;,&quot;citationItems&quot;:[{&quot;id&quot;:&quot;960a805e-b604-34d5-98e2-be6ac9b12473&quot;,&quot;itemData&quot;:{&quot;type&quot;:&quot;article-journal&quot;,&quot;id&quot;:&quot;960a805e-b604-34d5-98e2-be6ac9b12473&quot;,&quot;title&quot;:&quot;An integrated reservoir operation framework for enhanced water resources planning&quot;,&quot;author&quot;:[{&quot;family&quot;:&quot;Dash&quot;,&quot;given&quot;:&quot;Sonam Sandeep&quot;,&quot;parse-names&quot;:false,&quot;dropping-particle&quot;:&quot;&quot;,&quot;non-dropping-particle&quot;:&quot;&quot;},{&quot;family&quot;:&quot;Sahoo&quot;,&quot;given&quot;:&quot;Bhabagrahi&quot;,&quot;parse-names&quot;:false,&quot;dropping-particle&quot;:&quot;&quot;,&quot;non-dropping-particle&quot;:&quot;&quot;},{&quot;family&quot;:&quot;Raghuwanshi&quot;,&quot;given&quot;:&quot;Narendra Singh&quot;,&quot;parse-names&quot;:false,&quot;dropping-particle&quot;:&quot;&quot;,&quot;non-dropping-particle&quot;:&quot;&quot;}],&quot;container-title&quot;:&quot;Scientific Reports&quot;,&quot;container-title-short&quot;:&quot;Sci Rep&quot;,&quot;DOI&quot;:&quot;10.1038/s41598-023-49107-z&quot;,&quot;ISSN&quot;:&quot;20452322&quot;,&quot;PMID&quot;:&quot;38066187&quot;,&quot;issued&quot;:{&quot;date-parts&quot;:[[2023,12,1]]},&quot;abstract&quot;:&quot;Climate change induced spatiotemporal variation in global water availability modifies the proposed design criteria of water infrastructure structures like dams and reservoirs. Although reservoir operation is treated as a potential adaptation option, obsolescence of existing operation rules in the climate change scenarios could cause devastating situation through faulty water management practices. Presently onboard simulation–optimization based reservoir operation schemes fail to capture the uncertainty involved in the climate change scenario. Hence, there is a need to identify the limiting application scenario of the existing reservoir operation rule, and subsequently, revise the operation framework to address the future supply–demand uncertainty adequately. This research develops an integrated Soil and Water Assessment Tool (SWAT) (hydrologic), HEC-ResSim (hydraulic), and genetic algorithm (GA) (optimization) based adaptive reservoir operation framework, which is competent enough in accounting the future supply–demand uncertainty. Incorporation of the newly proposed environmental flow assessment approach in the reservoir operation would assist the decision makers in guiding the reservoir release for maintaining the water quality and sustenance of the downstream aquatic species. Certainly, corresponding to the existing operation rules under both the baseline and future climate change scenarios of RCP 4.5 and 8.5, the developed SWAT-HEC-ResSim-GA based reservoir operation scheme could improve the performance of the Kangsabati reservoir with the time and volume reliability estimates of 0.631 and 0.736, respectively. Conclusively, the developed approach in this study could be the best feasible alternative for hydrologic characterization in complex reservoir catchment-command regions with the option for enhanced reservoir planning in global catchment-command regions.&quot;,&quot;publisher&quot;:&quot;Nature Research&quot;,&quot;issue&quot;:&quot;1&quot;,&quot;volume&quot;:&quot;13&quot;},&quot;isTemporary&quot;:false}]},{&quot;citationID&quot;:&quot;MENDELEY_CITATION_0fb6777a-2533-404f-850c-4e16af1d6da6&quot;,&quot;properties&quot;:{&quot;noteIndex&quot;:0},&quot;isEdited&quot;:false,&quot;manualOverride&quot;:{&quot;isManuallyOverridden&quot;:false,&quot;citeprocText&quot;:&quot;(Meshkat &amp;#38; Klipsch, 2018)&quot;,&quot;manualOverrideText&quot;:&quot;&quot;},&quot;citationTag&quot;:&quot;MENDELEY_CITATION_v3_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&quot;,&quot;citationItems&quot;:[{&quot;id&quot;:&quot;bad556ba-8c2c-3425-979d-b6a9c75052b1&quot;,&quot;itemData&quot;:{&quot;type&quot;:&quot;report&quot;,&quot;id&quot;:&quot;bad556ba-8c2c-3425-979d-b6a9c75052b1&quot;,&quot;title&quot;:&quot;World Environmental and Water Resources Congress&quot;,&quot;author&quot;:[{&quot;family&quot;:&quot;Meshkat&quot;,&quot;given&quot;:&quot;Masoud&quot;,&quot;parse-names&quot;:false,&quot;dropping-particle&quot;:&quot;&quot;,&quot;non-dropping-particle&quot;:&quot;&quot;},{&quot;family&quot;:&quot;Klipsch&quot;,&quot;given&quot;:&quot;Joan D&quot;,&quot;parse-names&quot;:false,&quot;dropping-particle&quot;:&quot;&quot;,&quot;non-dropping-particle&quot;:&quot;&quot;}],&quot;issued&quot;:{&quot;date-parts&quot;:[[2018]]},&quot;abstract&quot;:&quot;The USACE Hydrologic Engineering Center (HEC) reservoir simulation software, HEC-ResSim, is being used by reservoir modelers worldwide. HEC-ResSim can be used to simulate reservoir operations for multiple objectives including flood risk reduction, navigation, hydropower, and environmental support. ResSim uses a map-based schematic to represent the river and reservoir system. Reservoir operation is modeled through a set of operation rules that describe the operating goals and constraints. The Tioga-Hammond reservoir system, located in the Chemung River watershed at the headwaters of the Susquehanna River Basin, contains two parallel reservoirs, Tioga and Hammond, whose pools are joined by a connecting channel. The connecting channel contains a control structure with two gates and an overflow weir. Under normal operations, Hammond's pool is kept 5 feet higher than Tioga's and Hammond's excess inflows are released into Tioga by utilizing the gates in the connecting channel. During flood operations, the pools may rise and the 5 foot elevation difference may not be maintained. Under extreme events, one or both pools may exceed the elevation of the connecting channel's weir resulting in an uncontrolled exchange of flow between the reservoirs. HEC-ResSim was designed to represent only dendritic river systems so modeling the bi-directional flow of the Tioga-Hammond connecting channel posed a significant challenge. The solution involved the use of some special modeling techniques and the powerful scripting capability within ResSim. This presentation will describe the intricacies of this modeling effort within ResSim including how the network was constructed and how scripting was used to make it work.&quot;,&quot;container-title-short&quot;:&quot;&quot;},&quot;isTemporary&quot;:false}]},{&quot;citationID&quot;:&quot;MENDELEY_CITATION_b728b1d8-4808-45e2-8de0-6de268dd077b&quot;,&quot;properties&quot;:{&quot;noteIndex&quot;:0},&quot;isEdited&quot;:false,&quot;manualOverride&quot;:{&quot;isManuallyOverridden&quot;:false,&quot;citeprocText&quot;:&quot;(Sulaiman et al., 2021)&quot;,&quot;manualOverrideText&quot;:&quot;&quot;},&quot;citationTag&quot;:&quot;MENDELEY_CITATION_v3_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&quot;,&quot;citationItems&quot;:[{&quot;id&quot;:&quot;45c11301-ca77-32fd-8d53-0000df6bcbd8&quot;,&quot;itemData&quot;:{&quot;type&quot;:&quot;article-journal&quot;,&quot;id&quot;:&quot;45c11301-ca77-32fd-8d53-0000df6bcbd8&quot;,&quot;title&quot;:&quot;Simulation model for optimal operation of Dokan Dam reservoir northern of Iraq&quot;,&quot;author&quot;:[{&quot;family&quot;:&quot;Sulaiman&quot;,&quot;given&quot;:&quot;Sadeq Oleiwi&quot;,&quot;parse-names&quot;:false,&quot;dropping-particle&quot;:&quot;&quot;,&quot;non-dropping-particle&quot;:&quot;&quot;},{&quot;family&quot;:&quot;Abdullah&quot;,&quot;given&quot;:&quot;Hasan Hussein&quot;,&quot;parse-names&quot;:false,&quot;dropping-particle&quot;:&quot;&quot;,&quot;non-dropping-particle&quot;:&quot;&quot;},{&quot;family&quot;:&quot;Al-Ansari&quot;,&quot;given&quot;:&quot;Nadhir&quot;,&quot;parse-names&quot;:false,&quot;dropping-particle&quot;:&quot;&quot;,&quot;non-dropping-particle&quot;:&quot;&quot;},{&quot;family&quot;:&quot;Laue&quot;,&quot;given&quot;:&quot;Jan&quot;,&quot;parse-names&quot;:false,&quot;dropping-particle&quot;:&quot;&quot;,&quot;non-dropping-particle&quot;:&quot;&quot;},{&quot;family&quot;:&quot;Yaseen&quot;,&quot;given&quot;:&quot;Zaher Mundher&quot;,&quot;parse-names&quot;:false,&quot;dropping-particle&quot;:&quot;&quot;,&quot;non-dropping-particle&quot;:&quot;&quot;}],&quot;container-title&quot;:&quot;International Journal of Design and Nature and Ecodynamics&quot;,&quot;DOI&quot;:&quot;10.18280/IJDNE.160308&quot;,&quot;ISSN&quot;:&quot;17557445&quot;,&quot;issued&quot;:{&quot;date-parts&quot;:[[2021,6,1]]},&quot;page&quot;:&quot;301-306&quot;,&quot;abstract&quot;:&quot;Due to the limitation of water renewable resources on one hand and increasing growth in consuming water in different parts such as agriculture, industry, urban, and the environment in other hand, face management of these valuable resources to many challenges. Present study attempts to clarify recent condition of the problem and introduce effective management tools in water supply sector. In order to achieve this purpose, simulating model HEC-Res Sim was used for Dokan Dam to study the operational behavior of the reservoir and to investigate the model capability in representing and simulating the real system. The study based on monthly discharge data for the period from 1986 to 2016 measured at the inlet of Dokan Dam reservoir. The results of the current study were compared and evaluated against those counterparts observed data using two statistical metrics, correlation coefficient and Nash- Sutcliff coefficient efficiency. Moreover, an empirical formula was found linking the amount of inflow to the reservoir with the amount of outflow. The results showed that the HEC-ResSim 3.0 performed well in simulating the monthly discharges. Therefore, HEC-ResSim 3.0 could be used for better water system analysis in this study area.&quot;,&quot;publisher&quot;:&quot;International Information and Engineering Technology Association&quot;,&quot;issue&quot;:&quot;3&quot;,&quot;volume&quot;:&quot;16&quot;,&quot;container-title-short&quot;:&quot;&quot;},&quot;isTemporary&quot;:false}]},{&quot;citationID&quot;:&quot;MENDELEY_CITATION_0683bff5-dd9e-47b8-a0a4-dd805b72f62d&quot;,&quot;properties&quot;:{&quot;noteIndex&quot;:0},&quot;isEdited&quot;:false,&quot;manualOverride&quot;:{&quot;isManuallyOverridden&quot;:false,&quot;citeprocText&quot;:&quot;(Kim et al., 2020b)&quot;,&quot;manualOverrideText&quot;:&quot;&quot;},&quot;citationTag&quot;:&quot;MENDELEY_CITATION_v3_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&quot;,&quot;citationItems&quot;:[{&quot;id&quot;:&quot;c58aff0e-38c1-3d37-bcd1-de4ce90f65c3&quot;,&quot;itemData&quot;:{&quot;type&quot;:&quot;article-journal&quot;,&quot;id&quot;:&quot;c58aff0e-38c1-3d37-bcd1-de4ce90f65c3&quot;,&quot;title&quot;:&quot;An experiment on reservoir representation schemes to improve hydrologic prediction: coupling the national water model with the HEC-ResSim&quot;,&quot;author&quot;:[{&quot;family&quot;:&quot;Kim&quot;,&quot;given&quot;:&quot;Jungho&quot;,&quot;parse-names&quot;:false,&quot;dropping-particle&quot;:&quot;&quot;,&quot;non-dropping-particle&quot;:&quot;&quot;},{&quot;family&quot;:&quot;Read&quot;,&quot;given&quot;:&quot;Laura&quot;,&quot;parse-names&quot;:false,&quot;dropping-particle&quot;:&quot;&quot;,&quot;non-dropping-particle&quot;:&quot;&quot;},{&quot;family&quot;:&quot;Johnson&quot;,&quot;given&quot;:&quot;Lynn E.&quot;,&quot;parse-names&quot;:false,&quot;dropping-particle&quot;:&quot;&quot;,&quot;non-dropping-particle&quot;:&quot;&quot;},{&quot;family&quot;:&quot;Gochis&quot;,&quot;given&quot;:&quot;David&quot;,&quot;parse-names&quot;:false,&quot;dropping-particle&quot;:&quot;&quot;,&quot;non-dropping-particle&quot;:&quot;&quot;},{&quot;family&quot;:&quot;Cifelli&quot;,&quot;given&quot;:&quot;Rob&quot;,&quot;parse-names&quot;:false,&quot;dropping-particle&quot;:&quot;&quot;,&quot;non-dropping-particle&quot;:&quot;&quot;},{&quot;family&quot;:&quot;Han&quot;,&quot;given&quot;:&quot;Heechan&quot;,&quot;parse-names&quot;:false,&quot;dropping-particle&quot;:&quot;&quot;,&quot;non-dropping-particle&quot;:&quot;&quot;}],&quot;container-title&quot;:&quot;Hydrological Sciences Journal&quot;,&quot;DOI&quot;:&quot;10.1080/02626667.2020.1757677&quot;,&quot;ISSN&quot;:&quot;21503435&quot;,&quot;issued&quot;:{&quot;date-parts&quot;:[[2020,7,26]]},&quot;page&quot;:&quot;1652-1666&quot;,&quot;abstract&quot;:&quot;This study experiments with reservoir representation schemes to improve the ability to model active water management in the National Water Model (NWM). For this purpose, we developed an integrated water management model, NWM-ResSim, by coupling the NWM with HEC-ResSim, and two reservoir representation schemes are tested: simulation of reservoir operations and retrieval of scheduled operations. The experiments focus on a pilot reservoir domain in the Russian River basin–Lake Mendocino, California–and its contributing watershed. The evaluation results suggest that the NWM-ResSim improves the simulation performance of reservoir outflow from this managed reservoir over the NWM default level pool routing scheme. The degree of this improvement depends on the suitability of the operation guidance; the reservoir operations simulation scheme could have acceptable errors for the purposes of water resources management, but not for flood operations. Results of the retrieval scheme of scheduled operations demonstrated better performance for sub-daily flood operations.&quot;,&quot;publisher&quot;:&quot;Taylor and Francis Ltd.&quot;,&quot;issue&quot;:&quot;10&quot;,&quot;volume&quot;:&quot;65&quot;,&quot;container-title-short&quot;:&quot;&quot;},&quot;isTemporary&quot;:false}]}]"/>
    <we:property name="MENDELEY_CITATIONS_STYLE" value="{&quot;id&quot;:&quot;https://www.zotero.org/styles/apa&quot;,&quot;title&quot;:&quot;American Psychological Association 7th edition&quot;,&quot;format&quot;:&quot;author-date&quot;,&quot;defaultLocale&quot;:null,&quot;isLocaleCodeValid&quot;:true}"/>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846995F60857E14C80FE53F9695AA2C6" ma:contentTypeVersion="7" ma:contentTypeDescription="Create a new document." ma:contentTypeScope="" ma:versionID="38c5f35686c3c4cec37769de32b93b97">
  <xsd:schema xmlns:xsd="http://www.w3.org/2001/XMLSchema" xmlns:xs="http://www.w3.org/2001/XMLSchema" xmlns:p="http://schemas.microsoft.com/office/2006/metadata/properties" xmlns:ns2="62f7b773-16dd-4b3c-b599-ed9bfcbd904f" xmlns:ns3="c3a8a8ca-00e5-416b-a184-163173e53f53" targetNamespace="http://schemas.microsoft.com/office/2006/metadata/properties" ma:root="true" ma:fieldsID="c7a00eb472d1264d625833f449ae8108" ns2:_="" ns3:_="">
    <xsd:import namespace="62f7b773-16dd-4b3c-b599-ed9bfcbd904f"/>
    <xsd:import namespace="c3a8a8ca-00e5-416b-a184-163173e53f5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f7b773-16dd-4b3c-b599-ed9bfcbd90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a8a8ca-00e5-416b-a184-163173e53f5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23F62D3-EB58-423F-9DEC-FB3FD7A7276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697ED27-AAD2-43E1-AA38-35C328735191}">
  <ds:schemaRefs>
    <ds:schemaRef ds:uri="http://schemas.openxmlformats.org/officeDocument/2006/bibliography"/>
  </ds:schemaRefs>
</ds:datastoreItem>
</file>

<file path=customXml/itemProps3.xml><?xml version="1.0" encoding="utf-8"?>
<ds:datastoreItem xmlns:ds="http://schemas.openxmlformats.org/officeDocument/2006/customXml" ds:itemID="{CF065601-3004-4BED-8BEF-2E59F4003D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f7b773-16dd-4b3c-b599-ed9bfcbd904f"/>
    <ds:schemaRef ds:uri="c3a8a8ca-00e5-416b-a184-163173e53f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844FC6D-7350-442F-8936-25B8D55E2C0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8_point5_x11_single_column_template</Template>
  <TotalTime>7980</TotalTime>
  <Pages>1</Pages>
  <Words>3952</Words>
  <Characters>22533</Characters>
  <Application>Microsoft Office Word</Application>
  <DocSecurity>0</DocSecurity>
  <Lines>187</Lines>
  <Paragraphs>52</Paragraphs>
  <ScaleCrop>false</ScaleCrop>
  <HeadingPairs>
    <vt:vector size="2" baseType="variant">
      <vt:variant>
        <vt:lpstr>Title</vt:lpstr>
      </vt:variant>
      <vt:variant>
        <vt:i4>1</vt:i4>
      </vt:variant>
    </vt:vector>
  </HeadingPairs>
  <TitlesOfParts>
    <vt:vector size="1" baseType="lpstr">
      <vt:lpstr>Title Goes Here</vt:lpstr>
    </vt:vector>
  </TitlesOfParts>
  <Company>PPI</Company>
  <LinksUpToDate>false</LinksUpToDate>
  <CharactersWithSpaces>26433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Goes Here</dc:title>
  <dc:subject/>
  <dc:creator>Ruth Levins</dc:creator>
  <cp:keywords/>
  <dc:description/>
  <cp:lastModifiedBy>USER</cp:lastModifiedBy>
  <cp:revision>97</cp:revision>
  <cp:lastPrinted>2025-12-16T12:20:00Z</cp:lastPrinted>
  <dcterms:created xsi:type="dcterms:W3CDTF">2025-07-30T04:22:00Z</dcterms:created>
  <dcterms:modified xsi:type="dcterms:W3CDTF">2025-12-16T12:20:00Z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0x010100846995F60857E14C80FE53F9695AA2C6</vt:lpwstr>
  </property>
</Properties>
</file>