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D018D5" w14:textId="77777777" w:rsidR="00FE4BDB" w:rsidRPr="00661011" w:rsidRDefault="00FE4BDB" w:rsidP="00D30640">
      <w:pPr>
        <w:pStyle w:val="PaperTitle"/>
        <w:spacing w:before="0"/>
      </w:pPr>
    </w:p>
    <w:p w14:paraId="1CC21FFC" w14:textId="77777777" w:rsidR="00FE4BDB" w:rsidRPr="00661011" w:rsidRDefault="00FE4BDB" w:rsidP="00D30640">
      <w:pPr>
        <w:pStyle w:val="PaperTitle"/>
        <w:spacing w:before="0"/>
      </w:pPr>
    </w:p>
    <w:p w14:paraId="41C74001" w14:textId="77777777" w:rsidR="00FE4BDB" w:rsidRPr="00661011" w:rsidRDefault="00FE4BDB" w:rsidP="00D30640">
      <w:pPr>
        <w:pStyle w:val="PaperTitle"/>
        <w:spacing w:before="0"/>
      </w:pPr>
    </w:p>
    <w:p w14:paraId="3B9815EA" w14:textId="581BE905" w:rsidR="0016385D" w:rsidRPr="00661011" w:rsidRDefault="00AB5C89" w:rsidP="00D30640">
      <w:pPr>
        <w:pStyle w:val="PaperTitle"/>
        <w:spacing w:before="0"/>
        <w:rPr>
          <w:b w:val="0"/>
          <w:bCs/>
          <w:sz w:val="24"/>
          <w:szCs w:val="24"/>
        </w:rPr>
      </w:pPr>
      <w:r w:rsidRPr="00661011">
        <w:t>Optimization of Recloser Placement to Improve Distribution Network Reliability Using Grey Wolf Optimizer (GWO)</w:t>
      </w:r>
      <w:r w:rsidR="00BE5FD1" w:rsidRPr="00661011">
        <w:t xml:space="preserve"> </w:t>
      </w:r>
      <w:r w:rsidR="00A90413" w:rsidRPr="00661011">
        <w:br/>
      </w:r>
    </w:p>
    <w:p w14:paraId="548D96A3" w14:textId="3EB851CE" w:rsidR="00C14B14" w:rsidRPr="00661011" w:rsidRDefault="00404EBF" w:rsidP="2F830975">
      <w:pPr>
        <w:pStyle w:val="AuthorName"/>
        <w:rPr>
          <w:sz w:val="20"/>
          <w:lang w:val="en-GB" w:eastAsia="en-GB"/>
        </w:rPr>
      </w:pPr>
      <w:r w:rsidRPr="00661011">
        <w:t>Machmud Effendy</w:t>
      </w:r>
      <w:r w:rsidR="00EF6940" w:rsidRPr="00661011">
        <w:rPr>
          <w:vertAlign w:val="superscript"/>
        </w:rPr>
        <w:t>1,</w:t>
      </w:r>
      <w:r w:rsidR="003A5C85" w:rsidRPr="00661011">
        <w:rPr>
          <w:vertAlign w:val="superscript"/>
        </w:rPr>
        <w:t xml:space="preserve"> </w:t>
      </w:r>
      <w:r w:rsidR="00EF6940" w:rsidRPr="00661011">
        <w:rPr>
          <w:vertAlign w:val="superscript"/>
        </w:rPr>
        <w:t>a</w:t>
      </w:r>
      <w:proofErr w:type="gramStart"/>
      <w:r w:rsidR="00EF6940" w:rsidRPr="00661011">
        <w:rPr>
          <w:vertAlign w:val="superscript"/>
        </w:rPr>
        <w:t>)</w:t>
      </w:r>
      <w:r w:rsidR="0016385D" w:rsidRPr="00661011">
        <w:t xml:space="preserve"> </w:t>
      </w:r>
      <w:r w:rsidR="004E3CA2" w:rsidRPr="00661011">
        <w:t>,Ana</w:t>
      </w:r>
      <w:proofErr w:type="gramEnd"/>
      <w:r w:rsidR="004E3CA2" w:rsidRPr="00661011">
        <w:t xml:space="preserve"> Muslimah Faqih</w:t>
      </w:r>
      <w:r w:rsidR="004E3CA2" w:rsidRPr="00661011">
        <w:rPr>
          <w:vertAlign w:val="superscript"/>
        </w:rPr>
        <w:t>1, b)</w:t>
      </w:r>
      <w:r w:rsidR="004E3CA2" w:rsidRPr="00661011">
        <w:t xml:space="preserve"> , Nur Alif Mardiyah</w:t>
      </w:r>
      <w:r w:rsidR="004E3CA2" w:rsidRPr="00661011">
        <w:rPr>
          <w:vertAlign w:val="superscript"/>
        </w:rPr>
        <w:t>1</w:t>
      </w:r>
      <w:r w:rsidR="003A5C85" w:rsidRPr="00661011">
        <w:rPr>
          <w:vertAlign w:val="superscript"/>
        </w:rPr>
        <w:t xml:space="preserve">, </w:t>
      </w:r>
      <w:r w:rsidR="004E3CA2" w:rsidRPr="00661011">
        <w:rPr>
          <w:vertAlign w:val="superscript"/>
        </w:rPr>
        <w:t>c</w:t>
      </w:r>
      <w:r w:rsidR="003A5C85" w:rsidRPr="00661011">
        <w:rPr>
          <w:vertAlign w:val="superscript"/>
        </w:rPr>
        <w:t>)</w:t>
      </w:r>
      <w:r w:rsidR="0016385D" w:rsidRPr="00661011">
        <w:br/>
      </w:r>
    </w:p>
    <w:p w14:paraId="56D8C2E1" w14:textId="77777777" w:rsidR="00C14B14" w:rsidRPr="00661011" w:rsidRDefault="00C14B14" w:rsidP="003B0050">
      <w:pPr>
        <w:pStyle w:val="AuthorName"/>
        <w:spacing w:before="0" w:after="0"/>
        <w:rPr>
          <w:sz w:val="20"/>
          <w:lang w:val="en-GB" w:eastAsia="en-GB"/>
        </w:rPr>
      </w:pPr>
      <w:r w:rsidRPr="00661011">
        <w:rPr>
          <w:sz w:val="20"/>
          <w:lang w:val="en-GB" w:eastAsia="en-GB"/>
        </w:rPr>
        <w:t xml:space="preserve">Author Affiliations </w:t>
      </w:r>
    </w:p>
    <w:p w14:paraId="771D6B6C" w14:textId="4135C4E6" w:rsidR="00C14B14" w:rsidRPr="00661011" w:rsidRDefault="00027428" w:rsidP="00C14B14">
      <w:pPr>
        <w:pStyle w:val="AuthorAffiliation"/>
      </w:pPr>
      <w:r w:rsidRPr="00661011">
        <w:rPr>
          <w:i w:val="0"/>
          <w:vertAlign w:val="superscript"/>
        </w:rPr>
        <w:t xml:space="preserve"> </w:t>
      </w:r>
      <w:r w:rsidRPr="00661011">
        <w:rPr>
          <w:i w:val="0"/>
          <w:iCs/>
          <w:vertAlign w:val="superscript"/>
        </w:rPr>
        <w:t>1</w:t>
      </w:r>
      <w:r w:rsidR="004E3CA2" w:rsidRPr="00661011">
        <w:t>Electrical Engineering Department, Universitas Muhammadiyah Malang, Malang, Indonesia</w:t>
      </w:r>
    </w:p>
    <w:p w14:paraId="3EAF16AE" w14:textId="77777777" w:rsidR="00C14B14" w:rsidRPr="00661011" w:rsidRDefault="00C14B14" w:rsidP="00C14B14">
      <w:pPr>
        <w:pStyle w:val="AuthorAffiliation"/>
      </w:pPr>
      <w:r w:rsidRPr="00661011">
        <w:br/>
        <w:t>Author Emails</w:t>
      </w:r>
    </w:p>
    <w:p w14:paraId="55B27AD7" w14:textId="77777777" w:rsidR="004E3CA2" w:rsidRPr="00661011" w:rsidRDefault="00003D7C">
      <w:pPr>
        <w:pStyle w:val="AuthorEmail"/>
      </w:pPr>
      <w:r w:rsidRPr="00661011">
        <w:rPr>
          <w:szCs w:val="28"/>
          <w:vertAlign w:val="superscript"/>
        </w:rPr>
        <w:t>a)</w:t>
      </w:r>
      <w:r w:rsidRPr="00661011">
        <w:t xml:space="preserve"> </w:t>
      </w:r>
      <w:r w:rsidR="004E3CA2" w:rsidRPr="00661011">
        <w:t>Corresponding author</w:t>
      </w:r>
      <w:r w:rsidR="004E3CB2" w:rsidRPr="00661011">
        <w:t xml:space="preserve">: </w:t>
      </w:r>
      <w:r w:rsidR="004E3CA2" w:rsidRPr="00661011">
        <w:t>machmud</w:t>
      </w:r>
      <w:r w:rsidR="001D469C" w:rsidRPr="00661011">
        <w:t>@</w:t>
      </w:r>
      <w:r w:rsidR="004E3CA2" w:rsidRPr="00661011">
        <w:t>umm.ac.id</w:t>
      </w:r>
      <w:r w:rsidR="001D469C" w:rsidRPr="00661011">
        <w:rPr>
          <w:i/>
        </w:rPr>
        <w:br/>
      </w:r>
      <w:proofErr w:type="gramStart"/>
      <w:r w:rsidR="003A5C85" w:rsidRPr="00661011">
        <w:rPr>
          <w:szCs w:val="28"/>
          <w:vertAlign w:val="superscript"/>
        </w:rPr>
        <w:t>b)</w:t>
      </w:r>
      <w:r w:rsidR="003A5C85" w:rsidRPr="00661011">
        <w:t>a</w:t>
      </w:r>
      <w:r w:rsidR="004E3CA2" w:rsidRPr="00661011">
        <w:t>namuslimahfaqih@webmail.umm.ac.id</w:t>
      </w:r>
      <w:proofErr w:type="gramEnd"/>
    </w:p>
    <w:p w14:paraId="5E05E235" w14:textId="6031F770" w:rsidR="003A5C85" w:rsidRPr="00661011" w:rsidRDefault="004E3CA2">
      <w:pPr>
        <w:pStyle w:val="AuthorEmail"/>
      </w:pPr>
      <w:r w:rsidRPr="00661011">
        <w:rPr>
          <w:szCs w:val="28"/>
          <w:vertAlign w:val="superscript"/>
        </w:rPr>
        <w:t>c)</w:t>
      </w:r>
      <w:r w:rsidRPr="00661011">
        <w:t>nuralif@umm.ac.id</w:t>
      </w:r>
    </w:p>
    <w:p w14:paraId="22C3F2A8" w14:textId="549292AC" w:rsidR="0016385D" w:rsidRPr="00661011" w:rsidRDefault="0016385D" w:rsidP="00C14B14">
      <w:pPr>
        <w:pStyle w:val="Abstract"/>
      </w:pPr>
      <w:r w:rsidRPr="00661011">
        <w:rPr>
          <w:b/>
          <w:bCs/>
        </w:rPr>
        <w:t>Abstract.</w:t>
      </w:r>
      <w:r w:rsidRPr="00661011">
        <w:t xml:space="preserve"> </w:t>
      </w:r>
      <w:r w:rsidR="00DE6F67" w:rsidRPr="00661011">
        <w:t>Repeated disturbances in the electrical distribution network significantly impact the reliability of the distribution system. Efforts to minimize the impacted area can be made by isolating the affected area using a safety device called a recloser. The objective of this paper is to improve the reliability of the electrical distribution system by installing reclosers in the distribution network. The study was conducted on the Galis feeder, which has two reclosers installed on lines 5 and 6. Based on 2024 data, both have a SAIDI reliability index of 18.929450 hours/year and a SAIFI of 6.29843203 interruptions/year. Recloser placement was optimized using the GWO algorithm to improve the distribution system reliability index. Tests were conducted to find the best positions for two and three reclosers. The test revealed that the best placement for two reclosers was on lines 46 and 90, with a SAIDI reliability index of 13.01 hours/year and a SAIFI of 7.52 interruptions/year. Meanwhile, the best placement for three reclosers was found to be on buses 38, 57, and 3, with a SAIDI reliability index of 12.46 hours/year and a SAIFI of 4.13 interruptions/year. Based on these SAIFI and SAIDI values, it can be concluded that the reliability of the distribution system optimized with the GWO algorithm is better than that of the system without optimization (the installed system).</w:t>
      </w:r>
    </w:p>
    <w:p w14:paraId="1C6C56D0" w14:textId="4CD1BFB3" w:rsidR="00283E88" w:rsidRPr="00661011" w:rsidRDefault="00283E88" w:rsidP="00283E88">
      <w:pPr>
        <w:pStyle w:val="Abstract"/>
      </w:pPr>
      <w:r w:rsidRPr="00661011">
        <w:rPr>
          <w:b/>
        </w:rPr>
        <w:t xml:space="preserve">Keywords: </w:t>
      </w:r>
      <w:r w:rsidRPr="00661011">
        <w:t xml:space="preserve">Recloser, Distribution Network, </w:t>
      </w:r>
      <w:r w:rsidR="00DE6F67" w:rsidRPr="00661011">
        <w:t xml:space="preserve">SAIDI, SAIFI, </w:t>
      </w:r>
      <w:r w:rsidRPr="00661011">
        <w:t xml:space="preserve">GWO </w:t>
      </w:r>
    </w:p>
    <w:p w14:paraId="5240E3FB" w14:textId="042F72A2" w:rsidR="003A287B" w:rsidRPr="00661011" w:rsidRDefault="00283E88" w:rsidP="00003D7C">
      <w:pPr>
        <w:pStyle w:val="Heading1"/>
        <w:rPr>
          <w:b w:val="0"/>
          <w:caps w:val="0"/>
          <w:sz w:val="20"/>
        </w:rPr>
      </w:pPr>
      <w:r w:rsidRPr="00661011">
        <w:t>INTRODUCTION</w:t>
      </w:r>
    </w:p>
    <w:p w14:paraId="6791FA49" w14:textId="451FBCB1" w:rsidR="00B1000D" w:rsidRPr="00661011" w:rsidRDefault="00363A65" w:rsidP="00363A65">
      <w:pPr>
        <w:pStyle w:val="Paragraph"/>
      </w:pPr>
      <w:r w:rsidRPr="00661011">
        <w:t>The level of reliability of energy is very important. This is related to the continuity of customer power distribution (consumers). The reliability of the electric power system is the ability of the system to ensure good quality and adequate power supply. Some factors that affect the quality of electric power include tension stability, frequency, service continuity, and performance coefficient. From the various factors mentioned above, the sustainability of power services is the main problem of the electricity distribution. [1]</w:t>
      </w:r>
      <w:r w:rsidR="0073393A" w:rsidRPr="00661011">
        <w:t>.</w:t>
      </w:r>
      <w:r w:rsidR="0067777E" w:rsidRPr="00661011">
        <w:t xml:space="preserve"> The level of reliability of the distribution system can be tested through calculation or analyzing the level of success in a certain period, then comparing it with the previous standard [2]. The electric power supply system through the distribution network should not have electrical disorders or at least failure must be maintained as short as possible.</w:t>
      </w:r>
    </w:p>
    <w:p w14:paraId="502C3F4E" w14:textId="5E978C4C" w:rsidR="001F4743" w:rsidRPr="00661011" w:rsidRDefault="001F4743" w:rsidP="00363A65">
      <w:pPr>
        <w:pStyle w:val="Paragraph"/>
      </w:pPr>
      <w:r w:rsidRPr="00661011">
        <w:t>One of the most important goals of distribution companies is to improve their reliability. Using automatic devices (reclosers and auto-</w:t>
      </w:r>
      <w:proofErr w:type="spellStart"/>
      <w:r w:rsidRPr="00661011">
        <w:t>sectionalizers</w:t>
      </w:r>
      <w:proofErr w:type="spellEnd"/>
      <w:r w:rsidRPr="00661011">
        <w:t>) can reduce the number of outages during outages and repair time [3]. System Average Interruption Frequency Index (SAIFI) values are important parameters used to indicate the extent of failures or outages that result in customers not receiving electricity service</w:t>
      </w:r>
      <w:r w:rsidR="00275C04" w:rsidRPr="00661011">
        <w:t xml:space="preserve">. </w:t>
      </w:r>
    </w:p>
    <w:p w14:paraId="28C03207" w14:textId="306C1F9D" w:rsidR="00275C04" w:rsidRPr="00661011" w:rsidRDefault="00275C04" w:rsidP="00275C04">
      <w:pPr>
        <w:pStyle w:val="Paragraph"/>
        <w:ind w:firstLine="0"/>
      </w:pPr>
      <w:r w:rsidRPr="00661011">
        <w:t>Installing reclosers in a distribution system can improve the reliability of the system. Reclosers are safety devices in distribution systems that function to disconnect and connect areas affected by disturbances [4]. Many disturbances in distribution systems are temporary, so the use of reclosers is very effective in distribution networks.</w:t>
      </w:r>
    </w:p>
    <w:p w14:paraId="34FEAC70" w14:textId="65F78669" w:rsidR="009B7577" w:rsidRPr="00661011" w:rsidRDefault="009B7577" w:rsidP="009B7577">
      <w:pPr>
        <w:pStyle w:val="Paragraph"/>
      </w:pPr>
      <w:r w:rsidRPr="00661011">
        <w:t>Considering the complexity of the recloser placement problem, there are several previous references that can be studied.</w:t>
      </w:r>
      <w:r w:rsidR="00087E17" w:rsidRPr="00661011">
        <w:t xml:space="preserve"> Comparing the results of the Binary Differential Evolution (BDE) algorithm with the Particle Swarm </w:t>
      </w:r>
      <w:r w:rsidR="00087E17" w:rsidRPr="00661011">
        <w:lastRenderedPageBreak/>
        <w:t>Optimization (PSO) algorithm [</w:t>
      </w:r>
      <w:r w:rsidR="001C3500" w:rsidRPr="00661011">
        <w:t>5</w:t>
      </w:r>
      <w:r w:rsidR="00087E17" w:rsidRPr="00661011">
        <w:t>], which was used to determine the optimal recloser placement, this study found that the BDE algorithm is more optimal than the PSO algorithm using five parameters (CENS, SAIDI, SAIFI, MAIFI and Objective Function) in determining the optimal recloser location.</w:t>
      </w:r>
      <w:r w:rsidR="00DF02B4" w:rsidRPr="00661011">
        <w:t xml:space="preserve"> Genetic Algorithm (GA) [</w:t>
      </w:r>
      <w:r w:rsidR="001C3500" w:rsidRPr="00661011">
        <w:t>6</w:t>
      </w:r>
      <w:r w:rsidR="00DF02B4" w:rsidRPr="00661011">
        <w:t xml:space="preserve">] is used to determine the optimal placement and addition of reclosers on the </w:t>
      </w:r>
      <w:proofErr w:type="spellStart"/>
      <w:r w:rsidR="00DF02B4" w:rsidRPr="00661011">
        <w:t>Nguling</w:t>
      </w:r>
      <w:proofErr w:type="spellEnd"/>
      <w:r w:rsidR="00DF02B4" w:rsidRPr="00661011">
        <w:t xml:space="preserve"> feeder using the objective function parameters SAIDI, SAIFI, CADI, and ASAI. The best position results are obtained at buses 17 and 37, followed by the objective fitness value towards the convergence point. The evolutionary algorithm [</w:t>
      </w:r>
      <w:r w:rsidR="00D4731F" w:rsidRPr="00661011">
        <w:t>7</w:t>
      </w:r>
      <w:r w:rsidR="00DF02B4" w:rsidRPr="00661011">
        <w:t xml:space="preserve">] has also been used to determine the optimal recloser placement using multi-objective (SAIDI/SAIFI, SAIDI/EENS and SAIFI/EENS). 10 optimal recloser placements were obtained </w:t>
      </w:r>
      <w:proofErr w:type="gramStart"/>
      <w:r w:rsidR="00DF02B4" w:rsidRPr="00661011">
        <w:t>and in this study</w:t>
      </w:r>
      <w:proofErr w:type="gramEnd"/>
      <w:r w:rsidR="00DF02B4" w:rsidRPr="00661011">
        <w:t xml:space="preserve"> a single solution cannot be considered optimal in recloser placement. Analysis of recloser placement on the </w:t>
      </w:r>
      <w:proofErr w:type="spellStart"/>
      <w:r w:rsidR="00DF02B4" w:rsidRPr="00661011">
        <w:t>Kentungan</w:t>
      </w:r>
      <w:proofErr w:type="spellEnd"/>
      <w:r w:rsidR="00DF02B4" w:rsidRPr="00661011">
        <w:t xml:space="preserve"> 05 feeder was used to determine the placement of reclosers in the section. The results showed that the optimal recloser placement was in section 2 which had the lowest SAIDI and SAIFI values compared to the other sections [</w:t>
      </w:r>
      <w:r w:rsidR="00D4731F" w:rsidRPr="00661011">
        <w:t>8</w:t>
      </w:r>
      <w:r w:rsidR="00DF02B4" w:rsidRPr="00661011">
        <w:t>]. The author [</w:t>
      </w:r>
      <w:r w:rsidR="00D4731F" w:rsidRPr="00661011">
        <w:t>9</w:t>
      </w:r>
      <w:r w:rsidR="00DF02B4" w:rsidRPr="00661011">
        <w:t>] also improved the reliability of the distribution system using the ABC algorithm. The results showed that the ABC algorithm could better improve the reliability of the distribution system compared to the PSO algorithm using the SAIDI, SAIFI, CAIDI and AENS parameters.</w:t>
      </w:r>
    </w:p>
    <w:p w14:paraId="5C0AA12B" w14:textId="436996B7" w:rsidR="009E2845" w:rsidRPr="00661011" w:rsidRDefault="009E2845" w:rsidP="009B7577">
      <w:pPr>
        <w:pStyle w:val="Paragraph"/>
      </w:pPr>
      <w:r w:rsidRPr="00661011">
        <w:t xml:space="preserve">In this paper, the GWO algorithm is used to optimize recloser placement on the Galis feeder. The advantage of the GWO algorithm is its ability to explore various location combinations and simultaneously refine the best solution through an exploitation process. This is crucial to avoid getting stuck in local solutions, which often occurs in other optimization algorithms. GWO requires only a few parameters to tune (the number of wolves and iterations), making it </w:t>
      </w:r>
      <w:proofErr w:type="gramStart"/>
      <w:r w:rsidRPr="00661011">
        <w:t>more practical and easy</w:t>
      </w:r>
      <w:proofErr w:type="gramEnd"/>
      <w:r w:rsidRPr="00661011">
        <w:t xml:space="preserve"> to implement in electricity distribution system simulations.</w:t>
      </w:r>
    </w:p>
    <w:p w14:paraId="3F294F6C" w14:textId="3326C016" w:rsidR="006F7B5F" w:rsidRPr="00661011" w:rsidRDefault="006F7B5F" w:rsidP="006F7B5F">
      <w:pPr>
        <w:pStyle w:val="Heading1"/>
        <w:rPr>
          <w:b w:val="0"/>
          <w:caps w:val="0"/>
          <w:sz w:val="20"/>
        </w:rPr>
      </w:pPr>
      <w:r w:rsidRPr="00661011">
        <w:t>METHODS</w:t>
      </w:r>
    </w:p>
    <w:p w14:paraId="48C5ED47" w14:textId="14D2E0C5" w:rsidR="00270ADC" w:rsidRPr="00661011" w:rsidRDefault="00270ADC" w:rsidP="00661011">
      <w:pPr>
        <w:pStyle w:val="Paragraph"/>
        <w:jc w:val="center"/>
        <w:rPr>
          <w:sz w:val="24"/>
          <w:szCs w:val="24"/>
        </w:rPr>
      </w:pPr>
      <w:r w:rsidRPr="00661011">
        <w:rPr>
          <w:b/>
          <w:bCs/>
          <w:sz w:val="24"/>
          <w:szCs w:val="24"/>
        </w:rPr>
        <w:t>Research Design</w:t>
      </w:r>
    </w:p>
    <w:p w14:paraId="7EC24970" w14:textId="77777777" w:rsidR="00270ADC" w:rsidRPr="00661011" w:rsidRDefault="00270ADC" w:rsidP="00270ADC">
      <w:pPr>
        <w:pStyle w:val="Paragraph"/>
        <w:ind w:left="644" w:firstLine="0"/>
        <w:rPr>
          <w:b/>
          <w:bCs/>
          <w:sz w:val="24"/>
          <w:szCs w:val="24"/>
        </w:rPr>
      </w:pPr>
    </w:p>
    <w:p w14:paraId="732FD72F" w14:textId="77777777" w:rsidR="00A23751" w:rsidRPr="00661011" w:rsidRDefault="00A23751" w:rsidP="00270ADC">
      <w:pPr>
        <w:pStyle w:val="Paragraph"/>
      </w:pPr>
      <w:r w:rsidRPr="00661011">
        <w:t>The research design is illustrated by the flow diagram in the following figure:</w:t>
      </w:r>
    </w:p>
    <w:p w14:paraId="5D98D331" w14:textId="77777777" w:rsidR="00A23751" w:rsidRPr="00661011" w:rsidRDefault="00A23751" w:rsidP="00270ADC">
      <w:pPr>
        <w:pStyle w:val="Paragraph"/>
      </w:pPr>
    </w:p>
    <w:p w14:paraId="12CB6BE4" w14:textId="3271101E" w:rsidR="00A23751" w:rsidRPr="00661011" w:rsidRDefault="00A23751" w:rsidP="00270ADC">
      <w:pPr>
        <w:pStyle w:val="Paragraph"/>
      </w:pPr>
      <w:r w:rsidRPr="00661011">
        <w:rPr>
          <w:noProof/>
        </w:rPr>
        <mc:AlternateContent>
          <mc:Choice Requires="wps">
            <w:drawing>
              <wp:anchor distT="0" distB="0" distL="114300" distR="114300" simplePos="0" relativeHeight="251661824" behindDoc="0" locked="0" layoutInCell="1" allowOverlap="1" wp14:anchorId="3684157B" wp14:editId="47016845">
                <wp:simplePos x="0" y="0"/>
                <wp:positionH relativeFrom="column">
                  <wp:posOffset>2453489</wp:posOffset>
                </wp:positionH>
                <wp:positionV relativeFrom="paragraph">
                  <wp:posOffset>21829</wp:posOffset>
                </wp:positionV>
                <wp:extent cx="923454" cy="362139"/>
                <wp:effectExtent l="0" t="0" r="10160" b="28575"/>
                <wp:wrapNone/>
                <wp:docPr id="1806831642" name="Flowchart: Terminator 4"/>
                <wp:cNvGraphicFramePr/>
                <a:graphic xmlns:a="http://schemas.openxmlformats.org/drawingml/2006/main">
                  <a:graphicData uri="http://schemas.microsoft.com/office/word/2010/wordprocessingShape">
                    <wps:wsp>
                      <wps:cNvSpPr/>
                      <wps:spPr>
                        <a:xfrm>
                          <a:off x="0" y="0"/>
                          <a:ext cx="923454" cy="362139"/>
                        </a:xfrm>
                        <a:prstGeom prst="flowChartTerminator">
                          <a:avLst/>
                        </a:prstGeom>
                        <a:solidFill>
                          <a:schemeClr val="bg1"/>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5FAE083" w14:textId="4D1AA726" w:rsidR="00A23751" w:rsidRPr="00A23751" w:rsidRDefault="00A23751" w:rsidP="00A23751">
                            <w:pPr>
                              <w:jc w:val="center"/>
                              <w:rPr>
                                <w:sz w:val="20"/>
                                <w:szCs w:val="16"/>
                              </w:rPr>
                            </w:pPr>
                            <w:r>
                              <w:rPr>
                                <w:sz w:val="20"/>
                                <w:szCs w:val="16"/>
                              </w:rPr>
                              <w:t>Start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84157B" id="_x0000_t116" coordsize="21600,21600" o:spt="116" path="m3475,qx,10800,3475,21600l18125,21600qx21600,10800,18125,xe">
                <v:stroke joinstyle="miter"/>
                <v:path gradientshapeok="t" o:connecttype="rect" textboxrect="1018,3163,20582,18437"/>
              </v:shapetype>
              <v:shape id="Flowchart: Terminator 4" o:spid="_x0000_s1026" type="#_x0000_t116" style="position:absolute;left:0;text-align:left;margin-left:193.2pt;margin-top:1.7pt;width:72.7pt;height:2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" fillcolor="white [3212]" strokecolor="black [3213]" strokeweight="1pt">
                <v:textbox>
                  <w:txbxContent>
                    <w:p w14:paraId="25FAE083" w14:textId="4D1AA726" w:rsidR="00A23751" w:rsidRPr="00A23751" w:rsidRDefault="00A23751" w:rsidP="00A23751">
                      <w:pPr>
                        <w:jc w:val="center"/>
                        <w:rPr>
                          <w:sz w:val="20"/>
                          <w:szCs w:val="16"/>
                        </w:rPr>
                      </w:pPr>
                      <w:r>
                        <w:rPr>
                          <w:sz w:val="20"/>
                          <w:szCs w:val="16"/>
                        </w:rPr>
                        <w:t>Start</w:t>
                      </w:r>
                    </w:p>
                  </w:txbxContent>
                </v:textbox>
              </v:shape>
            </w:pict>
          </mc:Fallback>
        </mc:AlternateContent>
      </w:r>
    </w:p>
    <w:p w14:paraId="38BA1D9D" w14:textId="77777777" w:rsidR="00A23751" w:rsidRPr="00661011" w:rsidRDefault="00A23751" w:rsidP="00270ADC">
      <w:pPr>
        <w:pStyle w:val="Paragraph"/>
      </w:pPr>
    </w:p>
    <w:p w14:paraId="73CFD54B" w14:textId="55A9E5A6" w:rsidR="00A23751" w:rsidRPr="00661011" w:rsidRDefault="00A23751" w:rsidP="00270ADC">
      <w:pPr>
        <w:pStyle w:val="Paragraph"/>
      </w:pPr>
      <w:r w:rsidRPr="00661011">
        <w:rPr>
          <w:noProof/>
        </w:rPr>
        <mc:AlternateContent>
          <mc:Choice Requires="wps">
            <w:drawing>
              <wp:anchor distT="0" distB="0" distL="114300" distR="114300" simplePos="0" relativeHeight="251673088" behindDoc="0" locked="0" layoutInCell="1" allowOverlap="1" wp14:anchorId="71DBF6D4" wp14:editId="23B8F7E3">
                <wp:simplePos x="0" y="0"/>
                <wp:positionH relativeFrom="column">
                  <wp:posOffset>2910689</wp:posOffset>
                </wp:positionH>
                <wp:positionV relativeFrom="paragraph">
                  <wp:posOffset>91679</wp:posOffset>
                </wp:positionV>
                <wp:extent cx="4527" cy="217472"/>
                <wp:effectExtent l="76200" t="0" r="71755" b="49530"/>
                <wp:wrapNone/>
                <wp:docPr id="1552264769" name="Straight Arrow Connector 9"/>
                <wp:cNvGraphicFramePr/>
                <a:graphic xmlns:a="http://schemas.openxmlformats.org/drawingml/2006/main">
                  <a:graphicData uri="http://schemas.microsoft.com/office/word/2010/wordprocessingShape">
                    <wps:wsp>
                      <wps:cNvCnPr/>
                      <wps:spPr>
                        <a:xfrm flipH="1">
                          <a:off x="0" y="0"/>
                          <a:ext cx="4527" cy="21747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type w14:anchorId="1EDD30FE" id="_x0000_t32" coordsize="21600,21600" o:spt="32" o:oned="t" path="m,l21600,21600e" filled="f">
                <v:path arrowok="t" fillok="f" o:connecttype="none"/>
                <o:lock v:ext="edit" shapetype="t"/>
              </v:shapetype>
              <v:shape id="Straight Arrow Connector 9" o:spid="_x0000_s1026" type="#_x0000_t32" style="position:absolute;margin-left:229.2pt;margin-top:7.2pt;width:.35pt;height:17.1pt;flip:x;z-index:25167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" strokecolor="black [3213]">
                <v:stroke endarrow="block"/>
              </v:shape>
            </w:pict>
          </mc:Fallback>
        </mc:AlternateContent>
      </w:r>
    </w:p>
    <w:p w14:paraId="52083A86" w14:textId="1056CAC4" w:rsidR="00A23751" w:rsidRPr="00661011" w:rsidRDefault="00A23751" w:rsidP="00270ADC">
      <w:pPr>
        <w:pStyle w:val="Paragraph"/>
      </w:pPr>
      <w:r w:rsidRPr="00661011">
        <w:rPr>
          <w:noProof/>
        </w:rPr>
        <mc:AlternateContent>
          <mc:Choice Requires="wps">
            <w:drawing>
              <wp:anchor distT="0" distB="0" distL="114300" distR="114300" simplePos="0" relativeHeight="251662848" behindDoc="0" locked="0" layoutInCell="1" allowOverlap="1" wp14:anchorId="5ABAD156" wp14:editId="164BA316">
                <wp:simplePos x="0" y="0"/>
                <wp:positionH relativeFrom="column">
                  <wp:posOffset>2067906</wp:posOffset>
                </wp:positionH>
                <wp:positionV relativeFrom="paragraph">
                  <wp:posOffset>144698</wp:posOffset>
                </wp:positionV>
                <wp:extent cx="1674891" cy="312344"/>
                <wp:effectExtent l="0" t="0" r="20955" b="12065"/>
                <wp:wrapNone/>
                <wp:docPr id="1109924127" name="Flowchart: Data 5"/>
                <wp:cNvGraphicFramePr/>
                <a:graphic xmlns:a="http://schemas.openxmlformats.org/drawingml/2006/main">
                  <a:graphicData uri="http://schemas.microsoft.com/office/word/2010/wordprocessingShape">
                    <wps:wsp>
                      <wps:cNvSpPr/>
                      <wps:spPr>
                        <a:xfrm>
                          <a:off x="0" y="0"/>
                          <a:ext cx="1674891" cy="312344"/>
                        </a:xfrm>
                        <a:prstGeom prst="flowChartInputOutpu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EBD28F2" w14:textId="70ECE05F" w:rsidR="00A23751" w:rsidRPr="00A23751" w:rsidRDefault="00A23751" w:rsidP="00A23751">
                            <w:pPr>
                              <w:jc w:val="center"/>
                              <w:rPr>
                                <w:sz w:val="20"/>
                                <w:szCs w:val="16"/>
                              </w:rPr>
                            </w:pPr>
                            <w:r>
                              <w:rPr>
                                <w:sz w:val="20"/>
                                <w:szCs w:val="16"/>
                              </w:rPr>
                              <w:t>Collecting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BAD156" id="_x0000_t111" coordsize="21600,21600" o:spt="111" path="m4321,l21600,,17204,21600,,21600xe">
                <v:stroke joinstyle="miter"/>
                <v:path gradientshapeok="t" o:connecttype="custom" o:connectlocs="12961,0;10800,0;2161,10800;8602,21600;10800,21600;19402,10800" textboxrect="4321,0,17204,21600"/>
              </v:shapetype>
              <v:shape id="Flowchart: Data 5" o:spid="_x0000_s1027" type="#_x0000_t111" style="position:absolute;left:0;text-align:left;margin-left:162.85pt;margin-top:11.4pt;width:131.9pt;height:24.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" fillcolor="white [3201]" strokecolor="black [3213]" strokeweight="1pt">
                <v:textbox>
                  <w:txbxContent>
                    <w:p w14:paraId="7EBD28F2" w14:textId="70ECE05F" w:rsidR="00A23751" w:rsidRPr="00A23751" w:rsidRDefault="00A23751" w:rsidP="00A23751">
                      <w:pPr>
                        <w:jc w:val="center"/>
                        <w:rPr>
                          <w:sz w:val="20"/>
                          <w:szCs w:val="16"/>
                        </w:rPr>
                      </w:pPr>
                      <w:r>
                        <w:rPr>
                          <w:sz w:val="20"/>
                          <w:szCs w:val="16"/>
                        </w:rPr>
                        <w:t>Collecting Data</w:t>
                      </w:r>
                    </w:p>
                  </w:txbxContent>
                </v:textbox>
              </v:shape>
            </w:pict>
          </mc:Fallback>
        </mc:AlternateContent>
      </w:r>
    </w:p>
    <w:p w14:paraId="1EA3B299" w14:textId="401F6AF3" w:rsidR="00A23751" w:rsidRPr="00661011" w:rsidRDefault="00A23751" w:rsidP="00270ADC">
      <w:pPr>
        <w:pStyle w:val="Paragraph"/>
      </w:pPr>
    </w:p>
    <w:p w14:paraId="79781D5E" w14:textId="77777777" w:rsidR="00A23751" w:rsidRPr="00661011" w:rsidRDefault="00A23751" w:rsidP="00270ADC">
      <w:pPr>
        <w:pStyle w:val="Paragraph"/>
      </w:pPr>
    </w:p>
    <w:p w14:paraId="258BD872" w14:textId="4006F915" w:rsidR="00A23751" w:rsidRPr="00661011" w:rsidRDefault="00A23751" w:rsidP="00270ADC">
      <w:pPr>
        <w:pStyle w:val="Paragraph"/>
      </w:pPr>
      <w:r w:rsidRPr="00661011">
        <w:rPr>
          <w:noProof/>
        </w:rPr>
        <mc:AlternateContent>
          <mc:Choice Requires="wps">
            <w:drawing>
              <wp:anchor distT="0" distB="0" distL="114300" distR="114300" simplePos="0" relativeHeight="251675136" behindDoc="0" locked="0" layoutInCell="1" allowOverlap="1" wp14:anchorId="14BC698C" wp14:editId="04027B28">
                <wp:simplePos x="0" y="0"/>
                <wp:positionH relativeFrom="column">
                  <wp:posOffset>2882900</wp:posOffset>
                </wp:positionH>
                <wp:positionV relativeFrom="paragraph">
                  <wp:posOffset>3810</wp:posOffset>
                </wp:positionV>
                <wp:extent cx="4445" cy="217170"/>
                <wp:effectExtent l="76200" t="0" r="71755" b="49530"/>
                <wp:wrapNone/>
                <wp:docPr id="2127822840" name="Straight Arrow Connector 9"/>
                <wp:cNvGraphicFramePr/>
                <a:graphic xmlns:a="http://schemas.openxmlformats.org/drawingml/2006/main">
                  <a:graphicData uri="http://schemas.microsoft.com/office/word/2010/wordprocessingShape">
                    <wps:wsp>
                      <wps:cNvCnPr/>
                      <wps:spPr>
                        <a:xfrm flipH="1">
                          <a:off x="0" y="0"/>
                          <a:ext cx="4445" cy="2171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70EE6571" id="Straight Arrow Connector 9" o:spid="_x0000_s1026" type="#_x0000_t32" style="position:absolute;margin-left:227pt;margin-top:.3pt;width:.35pt;height:17.1pt;flip:x;z-index:251675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" strokecolor="black [3213]">
                <v:stroke endarrow="block"/>
              </v:shape>
            </w:pict>
          </mc:Fallback>
        </mc:AlternateContent>
      </w:r>
    </w:p>
    <w:p w14:paraId="45E62F1B" w14:textId="674AEA2F" w:rsidR="00A23751" w:rsidRPr="00661011" w:rsidRDefault="00A23751" w:rsidP="00270ADC">
      <w:pPr>
        <w:pStyle w:val="Paragraph"/>
      </w:pPr>
      <w:r w:rsidRPr="00661011">
        <w:rPr>
          <w:noProof/>
        </w:rPr>
        <mc:AlternateContent>
          <mc:Choice Requires="wps">
            <w:drawing>
              <wp:anchor distT="0" distB="0" distL="114300" distR="114300" simplePos="0" relativeHeight="251663872" behindDoc="0" locked="0" layoutInCell="1" allowOverlap="1" wp14:anchorId="689F7365" wp14:editId="408A51A9">
                <wp:simplePos x="0" y="0"/>
                <wp:positionH relativeFrom="column">
                  <wp:posOffset>1702052</wp:posOffset>
                </wp:positionH>
                <wp:positionV relativeFrom="paragraph">
                  <wp:posOffset>81368</wp:posOffset>
                </wp:positionV>
                <wp:extent cx="2267894" cy="710697"/>
                <wp:effectExtent l="0" t="0" r="18415" b="13335"/>
                <wp:wrapNone/>
                <wp:docPr id="351355793" name="Flowchart: Process 6"/>
                <wp:cNvGraphicFramePr/>
                <a:graphic xmlns:a="http://schemas.openxmlformats.org/drawingml/2006/main">
                  <a:graphicData uri="http://schemas.microsoft.com/office/word/2010/wordprocessingShape">
                    <wps:wsp>
                      <wps:cNvSpPr/>
                      <wps:spPr>
                        <a:xfrm>
                          <a:off x="0" y="0"/>
                          <a:ext cx="2267894" cy="710697"/>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A2F0F1C" w14:textId="2DF050AE" w:rsidR="00A23751" w:rsidRPr="00A23751" w:rsidRDefault="00A23751" w:rsidP="00A23751">
                            <w:pPr>
                              <w:jc w:val="center"/>
                              <w:rPr>
                                <w:sz w:val="20"/>
                                <w:szCs w:val="16"/>
                              </w:rPr>
                            </w:pPr>
                            <w:r w:rsidRPr="00A23751">
                              <w:rPr>
                                <w:sz w:val="20"/>
                                <w:szCs w:val="16"/>
                              </w:rPr>
                              <w:t>Calculation of SAIFI and SAIDI values before optimization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89F7365" id="_x0000_t109" coordsize="21600,21600" o:spt="109" path="m,l,21600r21600,l21600,xe">
                <v:stroke joinstyle="miter"/>
                <v:path gradientshapeok="t" o:connecttype="rect"/>
              </v:shapetype>
              <v:shape id="Flowchart: Process 6" o:spid="_x0000_s1028" type="#_x0000_t109" style="position:absolute;left:0;text-align:left;margin-left:134pt;margin-top:6.4pt;width:178.55pt;height:55.95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" fillcolor="white [3201]" strokecolor="black [3213]" strokeweight="1pt">
                <v:textbox>
                  <w:txbxContent>
                    <w:p w14:paraId="7A2F0F1C" w14:textId="2DF050AE" w:rsidR="00A23751" w:rsidRPr="00A23751" w:rsidRDefault="00A23751" w:rsidP="00A23751">
                      <w:pPr>
                        <w:jc w:val="center"/>
                        <w:rPr>
                          <w:sz w:val="20"/>
                          <w:szCs w:val="16"/>
                        </w:rPr>
                      </w:pPr>
                      <w:r w:rsidRPr="00A23751">
                        <w:rPr>
                          <w:sz w:val="20"/>
                          <w:szCs w:val="16"/>
                        </w:rPr>
                        <w:t>Calculation of SAIFI and SAIDI values before optimization</w:t>
                      </w:r>
                    </w:p>
                  </w:txbxContent>
                </v:textbox>
              </v:shape>
            </w:pict>
          </mc:Fallback>
        </mc:AlternateContent>
      </w:r>
    </w:p>
    <w:p w14:paraId="5755A2B0" w14:textId="6C28FA32" w:rsidR="00A23751" w:rsidRPr="00661011" w:rsidRDefault="00A23751" w:rsidP="00270ADC">
      <w:pPr>
        <w:pStyle w:val="Paragraph"/>
      </w:pPr>
    </w:p>
    <w:p w14:paraId="74E17D83" w14:textId="03C4BEC1" w:rsidR="00A23751" w:rsidRPr="00661011" w:rsidRDefault="00A23751" w:rsidP="00270ADC">
      <w:pPr>
        <w:pStyle w:val="Paragraph"/>
      </w:pPr>
    </w:p>
    <w:p w14:paraId="4E31ABA6" w14:textId="77777777" w:rsidR="00A23751" w:rsidRPr="00661011" w:rsidRDefault="00A23751" w:rsidP="00270ADC">
      <w:pPr>
        <w:pStyle w:val="Paragraph"/>
      </w:pPr>
    </w:p>
    <w:p w14:paraId="382B0065" w14:textId="4BDEA214" w:rsidR="00A23751" w:rsidRPr="00661011" w:rsidRDefault="00A23751" w:rsidP="00270ADC">
      <w:pPr>
        <w:pStyle w:val="Paragraph"/>
      </w:pPr>
    </w:p>
    <w:p w14:paraId="76064D19" w14:textId="7B134619" w:rsidR="00A23751" w:rsidRPr="00661011" w:rsidRDefault="00A23751" w:rsidP="00270ADC">
      <w:pPr>
        <w:pStyle w:val="Paragraph"/>
      </w:pPr>
      <w:r w:rsidRPr="00661011">
        <w:rPr>
          <w:noProof/>
        </w:rPr>
        <mc:AlternateContent>
          <mc:Choice Requires="wps">
            <w:drawing>
              <wp:anchor distT="0" distB="0" distL="114300" distR="114300" simplePos="0" relativeHeight="251677184" behindDoc="0" locked="0" layoutInCell="1" allowOverlap="1" wp14:anchorId="74D4D49D" wp14:editId="6B27EEB9">
                <wp:simplePos x="0" y="0"/>
                <wp:positionH relativeFrom="column">
                  <wp:posOffset>2851068</wp:posOffset>
                </wp:positionH>
                <wp:positionV relativeFrom="paragraph">
                  <wp:posOffset>49530</wp:posOffset>
                </wp:positionV>
                <wp:extent cx="4527" cy="217472"/>
                <wp:effectExtent l="76200" t="0" r="71755" b="49530"/>
                <wp:wrapNone/>
                <wp:docPr id="1141173192" name="Straight Arrow Connector 9"/>
                <wp:cNvGraphicFramePr/>
                <a:graphic xmlns:a="http://schemas.openxmlformats.org/drawingml/2006/main">
                  <a:graphicData uri="http://schemas.microsoft.com/office/word/2010/wordprocessingShape">
                    <wps:wsp>
                      <wps:cNvCnPr/>
                      <wps:spPr>
                        <a:xfrm flipH="1">
                          <a:off x="0" y="0"/>
                          <a:ext cx="4527" cy="21747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22D1E772" id="Straight Arrow Connector 9" o:spid="_x0000_s1026" type="#_x0000_t32" style="position:absolute;margin-left:224.5pt;margin-top:3.9pt;width:.35pt;height:17.1pt;flip:x;z-index:251677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" strokecolor="black [3213]">
                <v:stroke endarrow="block"/>
              </v:shape>
            </w:pict>
          </mc:Fallback>
        </mc:AlternateContent>
      </w:r>
    </w:p>
    <w:p w14:paraId="31A5F671" w14:textId="315B3593" w:rsidR="00A23751" w:rsidRPr="00661011" w:rsidRDefault="0009252F" w:rsidP="00270ADC">
      <w:pPr>
        <w:pStyle w:val="Paragraph"/>
      </w:pPr>
      <w:r w:rsidRPr="00661011">
        <w:rPr>
          <w:noProof/>
        </w:rPr>
        <mc:AlternateContent>
          <mc:Choice Requires="wps">
            <w:drawing>
              <wp:anchor distT="0" distB="0" distL="114300" distR="114300" simplePos="0" relativeHeight="251665920" behindDoc="0" locked="0" layoutInCell="1" allowOverlap="1" wp14:anchorId="36437E40" wp14:editId="1B43E595">
                <wp:simplePos x="0" y="0"/>
                <wp:positionH relativeFrom="column">
                  <wp:posOffset>1715135</wp:posOffset>
                </wp:positionH>
                <wp:positionV relativeFrom="paragraph">
                  <wp:posOffset>130728</wp:posOffset>
                </wp:positionV>
                <wp:extent cx="2294890" cy="389255"/>
                <wp:effectExtent l="0" t="0" r="10160" b="10795"/>
                <wp:wrapNone/>
                <wp:docPr id="1946790886" name="Flowchart: Process 6"/>
                <wp:cNvGraphicFramePr/>
                <a:graphic xmlns:a="http://schemas.openxmlformats.org/drawingml/2006/main">
                  <a:graphicData uri="http://schemas.microsoft.com/office/word/2010/wordprocessingShape">
                    <wps:wsp>
                      <wps:cNvSpPr/>
                      <wps:spPr>
                        <a:xfrm>
                          <a:off x="0" y="0"/>
                          <a:ext cx="2294890" cy="389255"/>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D358B6A" w14:textId="27AEF56E" w:rsidR="00A23751" w:rsidRPr="00A23751" w:rsidRDefault="00A23751" w:rsidP="00A23751">
                            <w:pPr>
                              <w:jc w:val="center"/>
                              <w:rPr>
                                <w:sz w:val="20"/>
                                <w:szCs w:val="16"/>
                              </w:rPr>
                            </w:pPr>
                            <w:r>
                              <w:rPr>
                                <w:sz w:val="20"/>
                                <w:szCs w:val="16"/>
                              </w:rPr>
                              <w:t>Recloser placement optimization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437E40" id="_x0000_s1029" type="#_x0000_t109" style="position:absolute;left:0;text-align:left;margin-left:135.05pt;margin-top:10.3pt;width:180.7pt;height:30.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" fillcolor="white [3201]" strokecolor="black [3213]" strokeweight="1pt">
                <v:textbox>
                  <w:txbxContent>
                    <w:p w14:paraId="6D358B6A" w14:textId="27AEF56E" w:rsidR="00A23751" w:rsidRPr="00A23751" w:rsidRDefault="00A23751" w:rsidP="00A23751">
                      <w:pPr>
                        <w:jc w:val="center"/>
                        <w:rPr>
                          <w:sz w:val="20"/>
                          <w:szCs w:val="16"/>
                        </w:rPr>
                      </w:pPr>
                      <w:r>
                        <w:rPr>
                          <w:sz w:val="20"/>
                          <w:szCs w:val="16"/>
                        </w:rPr>
                        <w:t>Recloser placement optimization</w:t>
                      </w:r>
                    </w:p>
                  </w:txbxContent>
                </v:textbox>
              </v:shape>
            </w:pict>
          </mc:Fallback>
        </mc:AlternateContent>
      </w:r>
    </w:p>
    <w:p w14:paraId="6BE4D2C6" w14:textId="47EEDB2D" w:rsidR="00A23751" w:rsidRPr="00661011" w:rsidRDefault="00A23751" w:rsidP="00270ADC">
      <w:pPr>
        <w:pStyle w:val="Paragraph"/>
      </w:pPr>
    </w:p>
    <w:p w14:paraId="22041127" w14:textId="2AB44291" w:rsidR="00A23751" w:rsidRPr="00661011" w:rsidRDefault="00A23751" w:rsidP="00270ADC">
      <w:pPr>
        <w:pStyle w:val="Paragraph"/>
      </w:pPr>
    </w:p>
    <w:p w14:paraId="1A3915F7" w14:textId="0B26535D" w:rsidR="00A23751" w:rsidRPr="00661011" w:rsidRDefault="004034C9" w:rsidP="00270ADC">
      <w:pPr>
        <w:pStyle w:val="Paragraph"/>
      </w:pPr>
      <w:r w:rsidRPr="00661011">
        <w:rPr>
          <w:noProof/>
        </w:rPr>
        <mc:AlternateContent>
          <mc:Choice Requires="wps">
            <w:drawing>
              <wp:anchor distT="0" distB="0" distL="114300" distR="114300" simplePos="0" relativeHeight="251679232" behindDoc="0" locked="0" layoutInCell="1" allowOverlap="1" wp14:anchorId="37924252" wp14:editId="4889B30F">
                <wp:simplePos x="0" y="0"/>
                <wp:positionH relativeFrom="column">
                  <wp:posOffset>2859405</wp:posOffset>
                </wp:positionH>
                <wp:positionV relativeFrom="paragraph">
                  <wp:posOffset>92628</wp:posOffset>
                </wp:positionV>
                <wp:extent cx="4527" cy="217472"/>
                <wp:effectExtent l="76200" t="0" r="71755" b="49530"/>
                <wp:wrapNone/>
                <wp:docPr id="72967665" name="Straight Arrow Connector 9"/>
                <wp:cNvGraphicFramePr/>
                <a:graphic xmlns:a="http://schemas.openxmlformats.org/drawingml/2006/main">
                  <a:graphicData uri="http://schemas.microsoft.com/office/word/2010/wordprocessingShape">
                    <wps:wsp>
                      <wps:cNvCnPr/>
                      <wps:spPr>
                        <a:xfrm flipH="1">
                          <a:off x="0" y="0"/>
                          <a:ext cx="4527" cy="21747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49C44497" id="Straight Arrow Connector 9" o:spid="_x0000_s1026" type="#_x0000_t32" style="position:absolute;margin-left:225.15pt;margin-top:7.3pt;width:.35pt;height:17.1pt;flip:x;z-index:251679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" strokecolor="black [3213]">
                <v:stroke endarrow="block"/>
              </v:shape>
            </w:pict>
          </mc:Fallback>
        </mc:AlternateContent>
      </w:r>
    </w:p>
    <w:p w14:paraId="44055666" w14:textId="5D366750" w:rsidR="00A23751" w:rsidRPr="00661011" w:rsidRDefault="00A23751" w:rsidP="00270ADC">
      <w:pPr>
        <w:pStyle w:val="Paragraph"/>
      </w:pPr>
    </w:p>
    <w:p w14:paraId="257253BC" w14:textId="2A2599D5" w:rsidR="00A23751" w:rsidRPr="00661011" w:rsidRDefault="004034C9" w:rsidP="00270ADC">
      <w:pPr>
        <w:pStyle w:val="Paragraph"/>
      </w:pPr>
      <w:r w:rsidRPr="00661011">
        <w:rPr>
          <w:noProof/>
        </w:rPr>
        <mc:AlternateContent>
          <mc:Choice Requires="wps">
            <w:drawing>
              <wp:anchor distT="0" distB="0" distL="114300" distR="114300" simplePos="0" relativeHeight="251667968" behindDoc="0" locked="0" layoutInCell="1" allowOverlap="1" wp14:anchorId="42CDB20D" wp14:editId="1B83BEE0">
                <wp:simplePos x="0" y="0"/>
                <wp:positionH relativeFrom="column">
                  <wp:posOffset>1742440</wp:posOffset>
                </wp:positionH>
                <wp:positionV relativeFrom="paragraph">
                  <wp:posOffset>13888</wp:posOffset>
                </wp:positionV>
                <wp:extent cx="2295053" cy="389299"/>
                <wp:effectExtent l="0" t="0" r="10160" b="10795"/>
                <wp:wrapNone/>
                <wp:docPr id="1500566310" name="Flowchart: Process 6"/>
                <wp:cNvGraphicFramePr/>
                <a:graphic xmlns:a="http://schemas.openxmlformats.org/drawingml/2006/main">
                  <a:graphicData uri="http://schemas.microsoft.com/office/word/2010/wordprocessingShape">
                    <wps:wsp>
                      <wps:cNvSpPr/>
                      <wps:spPr>
                        <a:xfrm>
                          <a:off x="0" y="0"/>
                          <a:ext cx="2295053" cy="389299"/>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875D576" w14:textId="794DA25E" w:rsidR="00A23751" w:rsidRPr="00A23751" w:rsidRDefault="00A23751" w:rsidP="00A23751">
                            <w:pPr>
                              <w:jc w:val="center"/>
                              <w:rPr>
                                <w:sz w:val="20"/>
                                <w:szCs w:val="16"/>
                              </w:rPr>
                            </w:pPr>
                            <w:r w:rsidRPr="00A23751">
                              <w:rPr>
                                <w:sz w:val="20"/>
                              </w:rPr>
                              <w:t xml:space="preserve">Calculation of SAIFI and SAIDI values after </w:t>
                            </w:r>
                            <w:r>
                              <w:rPr>
                                <w:sz w:val="20"/>
                              </w:rPr>
                              <w:t>r</w:t>
                            </w:r>
                            <w:r w:rsidRPr="00A23751">
                              <w:rPr>
                                <w:sz w:val="20"/>
                              </w:rPr>
                              <w:t>ecloser placement</w:t>
                            </w:r>
                            <w:r>
                              <w:rPr>
                                <w:sz w:val="20"/>
                                <w:szCs w:val="16"/>
                              </w:rPr>
                              <w:t xml:space="preserve"> optimization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DB20D" id="_x0000_s1030" type="#_x0000_t109" style="position:absolute;left:0;text-align:left;margin-left:137.2pt;margin-top:1.1pt;width:180.7pt;height:30.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" fillcolor="white [3201]" strokecolor="black [3213]" strokeweight="1pt">
                <v:textbox>
                  <w:txbxContent>
                    <w:p w14:paraId="7875D576" w14:textId="794DA25E" w:rsidR="00A23751" w:rsidRPr="00A23751" w:rsidRDefault="00A23751" w:rsidP="00A23751">
                      <w:pPr>
                        <w:jc w:val="center"/>
                        <w:rPr>
                          <w:sz w:val="20"/>
                          <w:szCs w:val="16"/>
                        </w:rPr>
                      </w:pPr>
                      <w:r w:rsidRPr="00A23751">
                        <w:rPr>
                          <w:sz w:val="20"/>
                        </w:rPr>
                        <w:t xml:space="preserve">Calculation of SAIFI and SAIDI values after </w:t>
                      </w:r>
                      <w:r>
                        <w:rPr>
                          <w:sz w:val="20"/>
                        </w:rPr>
                        <w:t>r</w:t>
                      </w:r>
                      <w:r w:rsidRPr="00A23751">
                        <w:rPr>
                          <w:sz w:val="20"/>
                        </w:rPr>
                        <w:t>ecloser placement</w:t>
                      </w:r>
                      <w:r>
                        <w:rPr>
                          <w:sz w:val="20"/>
                          <w:szCs w:val="16"/>
                        </w:rPr>
                        <w:t xml:space="preserve"> optimization</w:t>
                      </w:r>
                    </w:p>
                  </w:txbxContent>
                </v:textbox>
              </v:shape>
            </w:pict>
          </mc:Fallback>
        </mc:AlternateContent>
      </w:r>
    </w:p>
    <w:p w14:paraId="4791AFCC" w14:textId="7DB380F2" w:rsidR="00A23751" w:rsidRPr="00661011" w:rsidRDefault="00A23751" w:rsidP="00270ADC">
      <w:pPr>
        <w:pStyle w:val="Paragraph"/>
      </w:pPr>
    </w:p>
    <w:p w14:paraId="667E55F5" w14:textId="32F48E9D" w:rsidR="00A23751" w:rsidRPr="00661011" w:rsidRDefault="0009252F" w:rsidP="00270ADC">
      <w:pPr>
        <w:pStyle w:val="Paragraph"/>
      </w:pPr>
      <w:r w:rsidRPr="00661011">
        <w:rPr>
          <w:noProof/>
        </w:rPr>
        <mc:AlternateContent>
          <mc:Choice Requires="wps">
            <w:drawing>
              <wp:anchor distT="0" distB="0" distL="114300" distR="114300" simplePos="0" relativeHeight="251681280" behindDoc="0" locked="0" layoutInCell="1" allowOverlap="1" wp14:anchorId="5A46D0CD" wp14:editId="567B5C66">
                <wp:simplePos x="0" y="0"/>
                <wp:positionH relativeFrom="column">
                  <wp:posOffset>2874010</wp:posOffset>
                </wp:positionH>
                <wp:positionV relativeFrom="paragraph">
                  <wp:posOffset>122473</wp:posOffset>
                </wp:positionV>
                <wp:extent cx="4445" cy="217170"/>
                <wp:effectExtent l="76200" t="0" r="71755" b="49530"/>
                <wp:wrapNone/>
                <wp:docPr id="1988237650" name="Straight Arrow Connector 9"/>
                <wp:cNvGraphicFramePr/>
                <a:graphic xmlns:a="http://schemas.openxmlformats.org/drawingml/2006/main">
                  <a:graphicData uri="http://schemas.microsoft.com/office/word/2010/wordprocessingShape">
                    <wps:wsp>
                      <wps:cNvCnPr/>
                      <wps:spPr>
                        <a:xfrm flipH="1">
                          <a:off x="0" y="0"/>
                          <a:ext cx="4445" cy="2171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3E91FABD" id="Straight Arrow Connector 9" o:spid="_x0000_s1026" type="#_x0000_t32" style="position:absolute;margin-left:226.3pt;margin-top:9.65pt;width:.35pt;height:17.1pt;flip:x;z-index:251681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" strokecolor="black [3213]">
                <v:stroke endarrow="block"/>
              </v:shape>
            </w:pict>
          </mc:Fallback>
        </mc:AlternateContent>
      </w:r>
    </w:p>
    <w:p w14:paraId="06489A8B" w14:textId="669666D9" w:rsidR="00A23751" w:rsidRPr="00661011" w:rsidRDefault="00A23751" w:rsidP="00270ADC">
      <w:pPr>
        <w:pStyle w:val="Paragraph"/>
      </w:pPr>
    </w:p>
    <w:p w14:paraId="5D318D3E" w14:textId="3085635E" w:rsidR="00A23751" w:rsidRPr="00661011" w:rsidRDefault="004034C9" w:rsidP="00270ADC">
      <w:pPr>
        <w:pStyle w:val="Paragraph"/>
      </w:pPr>
      <w:r w:rsidRPr="00661011">
        <w:rPr>
          <w:noProof/>
        </w:rPr>
        <mc:AlternateContent>
          <mc:Choice Requires="wps">
            <w:drawing>
              <wp:anchor distT="0" distB="0" distL="114300" distR="114300" simplePos="0" relativeHeight="251670016" behindDoc="0" locked="0" layoutInCell="1" allowOverlap="1" wp14:anchorId="102A3FF7" wp14:editId="061A3A31">
                <wp:simplePos x="0" y="0"/>
                <wp:positionH relativeFrom="column">
                  <wp:posOffset>1742440</wp:posOffset>
                </wp:positionH>
                <wp:positionV relativeFrom="paragraph">
                  <wp:posOffset>41193</wp:posOffset>
                </wp:positionV>
                <wp:extent cx="2294890" cy="389255"/>
                <wp:effectExtent l="0" t="0" r="10160" b="10795"/>
                <wp:wrapNone/>
                <wp:docPr id="736882186" name="Flowchart: Process 6"/>
                <wp:cNvGraphicFramePr/>
                <a:graphic xmlns:a="http://schemas.openxmlformats.org/drawingml/2006/main">
                  <a:graphicData uri="http://schemas.microsoft.com/office/word/2010/wordprocessingShape">
                    <wps:wsp>
                      <wps:cNvSpPr/>
                      <wps:spPr>
                        <a:xfrm>
                          <a:off x="0" y="0"/>
                          <a:ext cx="2294890" cy="389255"/>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C544014" w14:textId="39EE2009" w:rsidR="00A23751" w:rsidRPr="00A23751" w:rsidRDefault="00A23751" w:rsidP="00A23751">
                            <w:pPr>
                              <w:jc w:val="center"/>
                              <w:rPr>
                                <w:sz w:val="20"/>
                                <w:szCs w:val="16"/>
                              </w:rPr>
                            </w:pPr>
                            <w:r>
                              <w:rPr>
                                <w:sz w:val="20"/>
                              </w:rPr>
                              <w:t>Conclusion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A3FF7" id="_x0000_s1031" type="#_x0000_t109" style="position:absolute;left:0;text-align:left;margin-left:137.2pt;margin-top:3.25pt;width:180.7pt;height:30.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" fillcolor="white [3201]" strokecolor="black [3213]" strokeweight="1pt">
                <v:textbox>
                  <w:txbxContent>
                    <w:p w14:paraId="5C544014" w14:textId="39EE2009" w:rsidR="00A23751" w:rsidRPr="00A23751" w:rsidRDefault="00A23751" w:rsidP="00A23751">
                      <w:pPr>
                        <w:jc w:val="center"/>
                        <w:rPr>
                          <w:sz w:val="20"/>
                          <w:szCs w:val="16"/>
                        </w:rPr>
                      </w:pPr>
                      <w:r>
                        <w:rPr>
                          <w:sz w:val="20"/>
                        </w:rPr>
                        <w:t>Conclusion</w:t>
                      </w:r>
                    </w:p>
                  </w:txbxContent>
                </v:textbox>
              </v:shape>
            </w:pict>
          </mc:Fallback>
        </mc:AlternateContent>
      </w:r>
    </w:p>
    <w:p w14:paraId="318C92CB" w14:textId="4357C887" w:rsidR="00A23751" w:rsidRPr="00661011" w:rsidRDefault="00A23751" w:rsidP="00270ADC">
      <w:pPr>
        <w:pStyle w:val="Paragraph"/>
      </w:pPr>
    </w:p>
    <w:p w14:paraId="7F680B85" w14:textId="6CB66742" w:rsidR="00A23751" w:rsidRPr="00661011" w:rsidRDefault="0009252F" w:rsidP="00270ADC">
      <w:pPr>
        <w:pStyle w:val="Paragraph"/>
      </w:pPr>
      <w:r w:rsidRPr="00661011">
        <w:rPr>
          <w:noProof/>
        </w:rPr>
        <mc:AlternateContent>
          <mc:Choice Requires="wps">
            <w:drawing>
              <wp:anchor distT="0" distB="0" distL="114300" distR="114300" simplePos="0" relativeHeight="251683328" behindDoc="0" locked="0" layoutInCell="1" allowOverlap="1" wp14:anchorId="5F403DB4" wp14:editId="76D07854">
                <wp:simplePos x="0" y="0"/>
                <wp:positionH relativeFrom="column">
                  <wp:posOffset>2887345</wp:posOffset>
                </wp:positionH>
                <wp:positionV relativeFrom="paragraph">
                  <wp:posOffset>138983</wp:posOffset>
                </wp:positionV>
                <wp:extent cx="4445" cy="217170"/>
                <wp:effectExtent l="76200" t="0" r="71755" b="49530"/>
                <wp:wrapNone/>
                <wp:docPr id="884473023" name="Straight Arrow Connector 9"/>
                <wp:cNvGraphicFramePr/>
                <a:graphic xmlns:a="http://schemas.openxmlformats.org/drawingml/2006/main">
                  <a:graphicData uri="http://schemas.microsoft.com/office/word/2010/wordprocessingShape">
                    <wps:wsp>
                      <wps:cNvCnPr/>
                      <wps:spPr>
                        <a:xfrm flipH="1">
                          <a:off x="0" y="0"/>
                          <a:ext cx="4445" cy="2171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53C38A63" id="Straight Arrow Connector 9" o:spid="_x0000_s1026" type="#_x0000_t32" style="position:absolute;margin-left:227.35pt;margin-top:10.95pt;width:.35pt;height:17.1pt;flip:x;z-index:2516833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" strokecolor="black [3213]">
                <v:stroke endarrow="block"/>
              </v:shape>
            </w:pict>
          </mc:Fallback>
        </mc:AlternateContent>
      </w:r>
    </w:p>
    <w:p w14:paraId="4F9C6481" w14:textId="15BC1D22" w:rsidR="00270ADC" w:rsidRPr="00661011" w:rsidRDefault="00270ADC" w:rsidP="00270ADC">
      <w:pPr>
        <w:pStyle w:val="Paragraph"/>
        <w:ind w:left="644" w:firstLine="0"/>
        <w:rPr>
          <w:sz w:val="24"/>
          <w:szCs w:val="24"/>
        </w:rPr>
      </w:pPr>
    </w:p>
    <w:p w14:paraId="6F55A49F" w14:textId="772B8B5F" w:rsidR="00A23751" w:rsidRPr="00661011" w:rsidRDefault="004034C9" w:rsidP="00270ADC">
      <w:pPr>
        <w:pStyle w:val="Paragraph"/>
        <w:ind w:left="644" w:firstLine="0"/>
        <w:rPr>
          <w:sz w:val="24"/>
          <w:szCs w:val="24"/>
        </w:rPr>
      </w:pPr>
      <w:r w:rsidRPr="00661011">
        <w:rPr>
          <w:noProof/>
        </w:rPr>
        <mc:AlternateContent>
          <mc:Choice Requires="wps">
            <w:drawing>
              <wp:anchor distT="0" distB="0" distL="114300" distR="114300" simplePos="0" relativeHeight="251672064" behindDoc="0" locked="0" layoutInCell="1" allowOverlap="1" wp14:anchorId="67D3970B" wp14:editId="2E465FAC">
                <wp:simplePos x="0" y="0"/>
                <wp:positionH relativeFrom="column">
                  <wp:posOffset>2416810</wp:posOffset>
                </wp:positionH>
                <wp:positionV relativeFrom="paragraph">
                  <wp:posOffset>24683</wp:posOffset>
                </wp:positionV>
                <wp:extent cx="923290" cy="361950"/>
                <wp:effectExtent l="0" t="0" r="10160" b="19050"/>
                <wp:wrapNone/>
                <wp:docPr id="988603497" name="Flowchart: Terminator 4"/>
                <wp:cNvGraphicFramePr/>
                <a:graphic xmlns:a="http://schemas.openxmlformats.org/drawingml/2006/main">
                  <a:graphicData uri="http://schemas.microsoft.com/office/word/2010/wordprocessingShape">
                    <wps:wsp>
                      <wps:cNvSpPr/>
                      <wps:spPr>
                        <a:xfrm>
                          <a:off x="0" y="0"/>
                          <a:ext cx="923290" cy="361950"/>
                        </a:xfrm>
                        <a:prstGeom prst="flowChartTerminator">
                          <a:avLst/>
                        </a:prstGeom>
                        <a:solidFill>
                          <a:schemeClr val="bg1"/>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19E7D4E" w14:textId="3FD8B044" w:rsidR="00A23751" w:rsidRPr="00A23751" w:rsidRDefault="00A23751" w:rsidP="00A23751">
                            <w:pPr>
                              <w:jc w:val="center"/>
                              <w:rPr>
                                <w:sz w:val="20"/>
                                <w:szCs w:val="16"/>
                              </w:rPr>
                            </w:pPr>
                            <w:r>
                              <w:rPr>
                                <w:sz w:val="20"/>
                                <w:szCs w:val="16"/>
                              </w:rPr>
                              <w:t>End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D3970B" id="_x0000_s1032" type="#_x0000_t116" style="position:absolute;left:0;text-align:left;margin-left:190.3pt;margin-top:1.95pt;width:72.7pt;height:2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" fillcolor="white [3212]" strokecolor="black [3213]" strokeweight="1pt">
                <v:textbox>
                  <w:txbxContent>
                    <w:p w14:paraId="519E7D4E" w14:textId="3FD8B044" w:rsidR="00A23751" w:rsidRPr="00A23751" w:rsidRDefault="00A23751" w:rsidP="00A23751">
                      <w:pPr>
                        <w:jc w:val="center"/>
                        <w:rPr>
                          <w:sz w:val="20"/>
                          <w:szCs w:val="16"/>
                        </w:rPr>
                      </w:pPr>
                      <w:r>
                        <w:rPr>
                          <w:sz w:val="20"/>
                          <w:szCs w:val="16"/>
                        </w:rPr>
                        <w:t>End</w:t>
                      </w:r>
                    </w:p>
                  </w:txbxContent>
                </v:textbox>
              </v:shape>
            </w:pict>
          </mc:Fallback>
        </mc:AlternateContent>
      </w:r>
    </w:p>
    <w:p w14:paraId="3FA62A3F" w14:textId="77777777" w:rsidR="00A23751" w:rsidRPr="00661011" w:rsidRDefault="00A23751" w:rsidP="00270ADC">
      <w:pPr>
        <w:pStyle w:val="Paragraph"/>
        <w:ind w:left="644" w:firstLine="0"/>
        <w:rPr>
          <w:sz w:val="24"/>
          <w:szCs w:val="24"/>
        </w:rPr>
      </w:pPr>
    </w:p>
    <w:p w14:paraId="596850D2" w14:textId="77777777" w:rsidR="0009252F" w:rsidRPr="00661011" w:rsidRDefault="0009252F" w:rsidP="00270ADC">
      <w:pPr>
        <w:pStyle w:val="Paragraph"/>
        <w:ind w:left="644" w:firstLine="0"/>
        <w:rPr>
          <w:sz w:val="24"/>
          <w:szCs w:val="24"/>
        </w:rPr>
      </w:pPr>
    </w:p>
    <w:p w14:paraId="13413D0C" w14:textId="41CDC01C" w:rsidR="0009252F" w:rsidRPr="00661011" w:rsidRDefault="0009252F" w:rsidP="0009252F">
      <w:pPr>
        <w:pStyle w:val="Paragraph"/>
        <w:ind w:firstLine="0"/>
        <w:jc w:val="center"/>
        <w:rPr>
          <w:sz w:val="18"/>
          <w:szCs w:val="18"/>
        </w:rPr>
      </w:pPr>
      <w:r w:rsidRPr="00661011">
        <w:rPr>
          <w:b/>
          <w:bCs/>
          <w:sz w:val="18"/>
          <w:szCs w:val="18"/>
        </w:rPr>
        <w:t>Figure 1</w:t>
      </w:r>
      <w:r w:rsidRPr="00661011">
        <w:rPr>
          <w:sz w:val="18"/>
          <w:szCs w:val="18"/>
        </w:rPr>
        <w:t>. System Design Flow Diagram</w:t>
      </w:r>
    </w:p>
    <w:p w14:paraId="1B1EC434" w14:textId="77777777" w:rsidR="00E67D8F" w:rsidRPr="00661011" w:rsidRDefault="00E67D8F" w:rsidP="00E67D8F">
      <w:pPr>
        <w:pStyle w:val="Paragraph"/>
        <w:ind w:firstLine="0"/>
      </w:pPr>
    </w:p>
    <w:p w14:paraId="3C97D53D" w14:textId="69ECABFC" w:rsidR="00E67D8F" w:rsidRPr="00661011" w:rsidRDefault="00E67D8F" w:rsidP="00E67D8F">
      <w:pPr>
        <w:pStyle w:val="Paragraph"/>
        <w:ind w:firstLine="0"/>
      </w:pPr>
      <w:r w:rsidRPr="00661011">
        <w:lastRenderedPageBreak/>
        <w:t>Figure 1 shows a flowchart for system reliability assessment, which is determined based on the SAIDI and SAIFI indices, optimized using the GWO algorithm.</w:t>
      </w:r>
    </w:p>
    <w:p w14:paraId="3DCD8C35" w14:textId="77777777" w:rsidR="00A23751" w:rsidRPr="00661011" w:rsidRDefault="00A23751" w:rsidP="00270ADC">
      <w:pPr>
        <w:pStyle w:val="Paragraph"/>
        <w:ind w:left="644" w:firstLine="0"/>
        <w:rPr>
          <w:sz w:val="24"/>
          <w:szCs w:val="24"/>
        </w:rPr>
      </w:pPr>
    </w:p>
    <w:p w14:paraId="433CCCDB" w14:textId="77777777" w:rsidR="00A23751" w:rsidRPr="00661011" w:rsidRDefault="00A23751" w:rsidP="00270ADC">
      <w:pPr>
        <w:pStyle w:val="Paragraph"/>
        <w:ind w:left="644" w:firstLine="0"/>
        <w:rPr>
          <w:sz w:val="24"/>
          <w:szCs w:val="24"/>
        </w:rPr>
      </w:pPr>
    </w:p>
    <w:p w14:paraId="6A53A40F" w14:textId="603D6BE8" w:rsidR="00270ADC" w:rsidRPr="00661011" w:rsidRDefault="00270ADC" w:rsidP="00661011">
      <w:pPr>
        <w:pStyle w:val="Paragraph"/>
        <w:jc w:val="center"/>
        <w:rPr>
          <w:b/>
          <w:bCs/>
          <w:sz w:val="24"/>
          <w:szCs w:val="24"/>
        </w:rPr>
      </w:pPr>
      <w:r w:rsidRPr="00661011">
        <w:rPr>
          <w:b/>
          <w:bCs/>
          <w:sz w:val="24"/>
          <w:szCs w:val="24"/>
        </w:rPr>
        <w:t>Data collection</w:t>
      </w:r>
    </w:p>
    <w:p w14:paraId="7F41B58F" w14:textId="77777777" w:rsidR="00E67D8F" w:rsidRPr="00661011" w:rsidRDefault="00E67D8F" w:rsidP="00E67D8F">
      <w:pPr>
        <w:pStyle w:val="Paragraph"/>
        <w:ind w:left="284" w:firstLine="0"/>
        <w:rPr>
          <w:b/>
          <w:bCs/>
          <w:sz w:val="24"/>
          <w:szCs w:val="24"/>
        </w:rPr>
      </w:pPr>
    </w:p>
    <w:p w14:paraId="6BBD25F0" w14:textId="0F7B7D84" w:rsidR="00E67D8F" w:rsidRPr="00661011" w:rsidRDefault="003A76E9" w:rsidP="00E67D8F">
      <w:pPr>
        <w:pStyle w:val="Paragraph"/>
      </w:pPr>
      <w:r w:rsidRPr="00661011">
        <w:rPr>
          <w:bCs/>
          <w:noProof/>
          <w:szCs w:val="24"/>
        </w:rPr>
        <w:drawing>
          <wp:anchor distT="0" distB="0" distL="114300" distR="114300" simplePos="0" relativeHeight="251685376" behindDoc="0" locked="0" layoutInCell="1" allowOverlap="1" wp14:anchorId="5002EC9C" wp14:editId="075C8EBF">
            <wp:simplePos x="0" y="0"/>
            <wp:positionH relativeFrom="margin">
              <wp:posOffset>474345</wp:posOffset>
            </wp:positionH>
            <wp:positionV relativeFrom="paragraph">
              <wp:posOffset>617220</wp:posOffset>
            </wp:positionV>
            <wp:extent cx="4645660" cy="3843020"/>
            <wp:effectExtent l="0" t="0" r="2540" b="5080"/>
            <wp:wrapTopAndBottom/>
            <wp:docPr id="1697792632" name="Picture 1697792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45660" cy="3843020"/>
                    </a:xfrm>
                    <a:prstGeom prst="rect">
                      <a:avLst/>
                    </a:prstGeom>
                    <a:noFill/>
                  </pic:spPr>
                </pic:pic>
              </a:graphicData>
            </a:graphic>
            <wp14:sizeRelH relativeFrom="margin">
              <wp14:pctWidth>0</wp14:pctWidth>
            </wp14:sizeRelH>
            <wp14:sizeRelV relativeFrom="margin">
              <wp14:pctHeight>0</wp14:pctHeight>
            </wp14:sizeRelV>
          </wp:anchor>
        </w:drawing>
      </w:r>
      <w:r w:rsidR="00E67D8F" w:rsidRPr="00661011">
        <w:t xml:space="preserve">PT PLN (Persero) Customer Service Implementation Unit (UP3) </w:t>
      </w:r>
      <w:proofErr w:type="spellStart"/>
      <w:r w:rsidR="00EE475E" w:rsidRPr="00661011">
        <w:t>Pamekasan</w:t>
      </w:r>
      <w:proofErr w:type="spellEnd"/>
      <w:r w:rsidR="00EE475E" w:rsidRPr="00661011">
        <w:t>, Madura</w:t>
      </w:r>
      <w:r w:rsidR="00E67D8F" w:rsidRPr="00661011">
        <w:t xml:space="preserve"> is the location of the research. The data needed to support this research include a summary of disturbance data for 2024, a single-line diagram</w:t>
      </w:r>
      <w:r w:rsidRPr="00661011">
        <w:t xml:space="preserve"> (Figure 2)</w:t>
      </w:r>
      <w:r w:rsidR="00E67D8F" w:rsidRPr="00661011">
        <w:t xml:space="preserve">, the length of the </w:t>
      </w:r>
      <w:proofErr w:type="spellStart"/>
      <w:r w:rsidR="00E67D8F" w:rsidRPr="00661011">
        <w:t>Galis</w:t>
      </w:r>
      <w:proofErr w:type="spellEnd"/>
      <w:r w:rsidR="00E67D8F" w:rsidRPr="00661011">
        <w:t xml:space="preserve"> </w:t>
      </w:r>
      <w:proofErr w:type="spellStart"/>
      <w:r w:rsidR="00E67D8F" w:rsidRPr="00661011">
        <w:t>Pamekasan</w:t>
      </w:r>
      <w:proofErr w:type="spellEnd"/>
      <w:r w:rsidR="00E67D8F" w:rsidRPr="00661011">
        <w:t xml:space="preserve"> feeder line, the transformer power capacity, and the number of customers on the </w:t>
      </w:r>
      <w:proofErr w:type="spellStart"/>
      <w:r w:rsidR="00E67D8F" w:rsidRPr="00661011">
        <w:t>Galis</w:t>
      </w:r>
      <w:proofErr w:type="spellEnd"/>
      <w:r w:rsidR="00E67D8F" w:rsidRPr="00661011">
        <w:t xml:space="preserve"> </w:t>
      </w:r>
      <w:proofErr w:type="spellStart"/>
      <w:r w:rsidR="00E67D8F" w:rsidRPr="00661011">
        <w:t>Pamekasan</w:t>
      </w:r>
      <w:proofErr w:type="spellEnd"/>
      <w:r w:rsidR="00E67D8F" w:rsidRPr="00661011">
        <w:t xml:space="preserve"> feeder. </w:t>
      </w:r>
    </w:p>
    <w:p w14:paraId="15A2C34B" w14:textId="569A9738" w:rsidR="003A76E9" w:rsidRPr="00661011" w:rsidRDefault="003A76E9" w:rsidP="003A76E9">
      <w:pPr>
        <w:pStyle w:val="Paragraph"/>
        <w:ind w:firstLine="0"/>
        <w:jc w:val="center"/>
        <w:rPr>
          <w:sz w:val="18"/>
          <w:szCs w:val="18"/>
        </w:rPr>
      </w:pPr>
      <w:r w:rsidRPr="00661011">
        <w:rPr>
          <w:b/>
          <w:bCs/>
          <w:sz w:val="18"/>
          <w:szCs w:val="18"/>
        </w:rPr>
        <w:t>Figure 2</w:t>
      </w:r>
      <w:r w:rsidRPr="00661011">
        <w:rPr>
          <w:sz w:val="18"/>
          <w:szCs w:val="18"/>
        </w:rPr>
        <w:t xml:space="preserve">. Single Line Diagram Data of the </w:t>
      </w:r>
      <w:proofErr w:type="spellStart"/>
      <w:r w:rsidRPr="00661011">
        <w:rPr>
          <w:sz w:val="18"/>
          <w:szCs w:val="18"/>
        </w:rPr>
        <w:t>Galis</w:t>
      </w:r>
      <w:proofErr w:type="spellEnd"/>
      <w:r w:rsidRPr="00661011">
        <w:rPr>
          <w:sz w:val="18"/>
          <w:szCs w:val="18"/>
        </w:rPr>
        <w:t xml:space="preserve"> </w:t>
      </w:r>
      <w:proofErr w:type="spellStart"/>
      <w:r w:rsidRPr="00661011">
        <w:rPr>
          <w:sz w:val="18"/>
          <w:szCs w:val="18"/>
        </w:rPr>
        <w:t>Pamekasan</w:t>
      </w:r>
      <w:proofErr w:type="spellEnd"/>
      <w:r w:rsidRPr="00661011">
        <w:rPr>
          <w:sz w:val="18"/>
          <w:szCs w:val="18"/>
        </w:rPr>
        <w:t xml:space="preserve"> Feeder</w:t>
      </w:r>
    </w:p>
    <w:p w14:paraId="07ED57EE" w14:textId="16E97973" w:rsidR="003A76E9" w:rsidRPr="00661011" w:rsidRDefault="003A76E9" w:rsidP="00E67D8F">
      <w:pPr>
        <w:pStyle w:val="Paragraph"/>
      </w:pPr>
    </w:p>
    <w:p w14:paraId="11811212" w14:textId="663060AD" w:rsidR="00270ADC" w:rsidRPr="00661011" w:rsidRDefault="00270ADC" w:rsidP="00661011">
      <w:pPr>
        <w:pStyle w:val="Paragraph"/>
        <w:jc w:val="center"/>
        <w:rPr>
          <w:b/>
          <w:bCs/>
          <w:sz w:val="24"/>
          <w:szCs w:val="24"/>
        </w:rPr>
      </w:pPr>
      <w:r w:rsidRPr="00661011">
        <w:rPr>
          <w:b/>
          <w:bCs/>
          <w:sz w:val="24"/>
          <w:szCs w:val="24"/>
        </w:rPr>
        <w:t>Data Analysis</w:t>
      </w:r>
    </w:p>
    <w:p w14:paraId="564B7D30" w14:textId="77777777" w:rsidR="00E67D8F" w:rsidRPr="00661011" w:rsidRDefault="00E67D8F" w:rsidP="00E67D8F">
      <w:pPr>
        <w:pStyle w:val="Paragraph"/>
        <w:ind w:left="284" w:firstLine="0"/>
        <w:rPr>
          <w:b/>
          <w:bCs/>
          <w:sz w:val="24"/>
          <w:szCs w:val="24"/>
        </w:rPr>
      </w:pPr>
    </w:p>
    <w:p w14:paraId="1D8B5A30" w14:textId="5F2D98D6" w:rsidR="003A76E9" w:rsidRPr="00661011" w:rsidRDefault="00E67D8F" w:rsidP="003A76E9">
      <w:pPr>
        <w:pStyle w:val="Paragraph"/>
      </w:pPr>
      <w:r w:rsidRPr="00661011">
        <w:t xml:space="preserve">After the required data has been collected, an initial reliability index is calculated for the </w:t>
      </w:r>
      <w:proofErr w:type="spellStart"/>
      <w:r w:rsidRPr="00661011">
        <w:t>Galis</w:t>
      </w:r>
      <w:proofErr w:type="spellEnd"/>
      <w:r w:rsidRPr="00661011">
        <w:t xml:space="preserve"> </w:t>
      </w:r>
      <w:proofErr w:type="spellStart"/>
      <w:r w:rsidRPr="00661011">
        <w:t>Pamekasan</w:t>
      </w:r>
      <w:proofErr w:type="spellEnd"/>
      <w:r w:rsidRPr="00661011">
        <w:t xml:space="preserve"> feeder system. The reliability of a distribution system is determined by several factors, such as the frequency of outages, the duration of outages, and the time required to restore the system after an outage [1</w:t>
      </w:r>
      <w:r w:rsidR="00EE475E" w:rsidRPr="00661011">
        <w:t>0</w:t>
      </w:r>
      <w:r w:rsidRPr="00661011">
        <w:t xml:space="preserve">]. </w:t>
      </w:r>
    </w:p>
    <w:p w14:paraId="2B3651F7" w14:textId="00B3FB62" w:rsidR="00E67D8F" w:rsidRPr="00661011" w:rsidRDefault="003A76E9" w:rsidP="003A76E9">
      <w:pPr>
        <w:pStyle w:val="Paragraph"/>
      </w:pPr>
      <w:r w:rsidRPr="00661011">
        <w:t>SAIFI is an index that shows the average amount customers experience disruption for one year</w:t>
      </w:r>
      <w:r w:rsidR="008918DA" w:rsidRPr="00661011">
        <w:t xml:space="preserve"> and SAIDI is an index that shows the average duration of outages for customers over a one-year period [3</w:t>
      </w:r>
      <w:proofErr w:type="gramStart"/>
      <w:r w:rsidR="008918DA" w:rsidRPr="00661011">
        <w:t xml:space="preserve">], </w:t>
      </w:r>
      <w:r w:rsidRPr="00661011">
        <w:t xml:space="preserve"> the</w:t>
      </w:r>
      <w:proofErr w:type="gramEnd"/>
      <w:r w:rsidRPr="00661011">
        <w:t xml:space="preserve"> equation </w:t>
      </w:r>
      <w:r w:rsidR="008918DA" w:rsidRPr="00661011">
        <w:t>are</w:t>
      </w:r>
      <w:r w:rsidRPr="00661011">
        <w:t xml:space="preserve"> written as follows.</w:t>
      </w:r>
    </w:p>
    <w:p w14:paraId="6C524BCE" w14:textId="3553E0C7" w:rsidR="003A76E9" w:rsidRPr="00661011" w:rsidRDefault="003A76E9" w:rsidP="008918DA">
      <w:pPr>
        <w:pStyle w:val="Paragraph"/>
        <w:jc w:val="center"/>
      </w:pPr>
      <m:oMath>
        <m:r>
          <w:rPr>
            <w:rFonts w:ascii="Cambria Math" w:hAnsi="Cambria Math"/>
          </w:rPr>
          <m:t>SAIFI=</m:t>
        </m:r>
        <m:f>
          <m:fPr>
            <m:ctrlPr>
              <w:rPr>
                <w:rFonts w:ascii="Cambria Math" w:hAnsi="Cambria Math"/>
                <w:i/>
              </w:rPr>
            </m:ctrlPr>
          </m:fPr>
          <m:num>
            <m:sSub>
              <m:sSubPr>
                <m:ctrlPr>
                  <w:rPr>
                    <w:rFonts w:ascii="Cambria Math" w:hAnsi="Cambria Math"/>
                    <w:i/>
                  </w:rPr>
                </m:ctrlPr>
              </m:sSubPr>
              <m:e>
                <m:r>
                  <w:rPr>
                    <w:rFonts w:ascii="Cambria Math" w:hAnsi="Cambria Math"/>
                    <w:i/>
                  </w:rPr>
                  <w:sym w:font="Symbol" w:char="F053"/>
                </m:r>
                <m:r>
                  <w:rPr>
                    <w:rFonts w:ascii="Cambria Math" w:hAnsi="Cambria Math"/>
                    <w:i/>
                  </w:rPr>
                  <w:sym w:font="Symbol" w:char="F06C"/>
                </m:r>
              </m:e>
              <m:sub>
                <m:r>
                  <w:rPr>
                    <w:rFonts w:ascii="Cambria Math" w:hAnsi="Cambria Math"/>
                  </w:rPr>
                  <m:t>i</m:t>
                </m:r>
              </m:sub>
            </m:sSub>
            <m:sSub>
              <m:sSubPr>
                <m:ctrlPr>
                  <w:rPr>
                    <w:rFonts w:ascii="Cambria Math" w:hAnsi="Cambria Math"/>
                    <w:i/>
                  </w:rPr>
                </m:ctrlPr>
              </m:sSubPr>
              <m:e>
                <m:r>
                  <w:rPr>
                    <w:rFonts w:ascii="Cambria Math" w:hAnsi="Cambria Math"/>
                  </w:rPr>
                  <m:t>N</m:t>
                </m:r>
              </m:e>
              <m:sub>
                <m:r>
                  <w:rPr>
                    <w:rFonts w:ascii="Cambria Math" w:hAnsi="Cambria Math"/>
                  </w:rPr>
                  <m:t>i</m:t>
                </m:r>
              </m:sub>
            </m:sSub>
          </m:num>
          <m:den>
            <m:r>
              <w:rPr>
                <w:rFonts w:ascii="Cambria Math" w:hAnsi="Cambria Math"/>
                <w:i/>
              </w:rPr>
              <w:sym w:font="Symbol" w:char="F053"/>
            </m:r>
            <m:r>
              <w:rPr>
                <w:rFonts w:ascii="Cambria Math" w:hAnsi="Cambria Math"/>
              </w:rPr>
              <m:t>N</m:t>
            </m:r>
          </m:den>
        </m:f>
      </m:oMath>
      <w:r w:rsidR="008918DA" w:rsidRPr="00661011">
        <w:tab/>
      </w:r>
      <w:r w:rsidR="008918DA" w:rsidRPr="00661011">
        <w:tab/>
      </w:r>
      <w:r w:rsidR="008918DA" w:rsidRPr="00661011">
        <w:tab/>
      </w:r>
      <w:r w:rsidR="008918DA" w:rsidRPr="00661011">
        <w:tab/>
      </w:r>
      <w:r w:rsidR="008918DA" w:rsidRPr="00661011">
        <w:tab/>
      </w:r>
      <w:r w:rsidR="008918DA" w:rsidRPr="00661011">
        <w:tab/>
      </w:r>
      <w:r w:rsidR="008918DA" w:rsidRPr="00661011">
        <w:tab/>
      </w:r>
      <w:r w:rsidR="008918DA" w:rsidRPr="00661011">
        <w:tab/>
        <w:t>(1)</w:t>
      </w:r>
    </w:p>
    <w:p w14:paraId="3DAFF300" w14:textId="77777777" w:rsidR="003A76E9" w:rsidRPr="00661011" w:rsidRDefault="003A76E9" w:rsidP="003A76E9">
      <w:pPr>
        <w:pStyle w:val="Paragraph"/>
      </w:pPr>
    </w:p>
    <w:p w14:paraId="6AB5FFF5" w14:textId="6C84E8EE" w:rsidR="008918DA" w:rsidRPr="00661011" w:rsidRDefault="00EE475E" w:rsidP="008918DA">
      <w:pPr>
        <w:pStyle w:val="Paragraph"/>
        <w:ind w:firstLine="0"/>
        <w:jc w:val="center"/>
      </w:pPr>
      <w:r w:rsidRPr="00661011">
        <w:t xml:space="preserve">    </w:t>
      </w:r>
      <m:oMath>
        <m:r>
          <w:rPr>
            <w:rFonts w:ascii="Cambria Math" w:hAnsi="Cambria Math"/>
          </w:rPr>
          <m:t>SAIDI=</m:t>
        </m:r>
        <m:f>
          <m:fPr>
            <m:ctrlPr>
              <w:rPr>
                <w:rFonts w:ascii="Cambria Math" w:hAnsi="Cambria Math"/>
                <w:i/>
              </w:rPr>
            </m:ctrlPr>
          </m:fPr>
          <m:num>
            <m:sSub>
              <m:sSubPr>
                <m:ctrlPr>
                  <w:rPr>
                    <w:rFonts w:ascii="Cambria Math" w:hAnsi="Cambria Math"/>
                    <w:i/>
                  </w:rPr>
                </m:ctrlPr>
              </m:sSubPr>
              <m:e>
                <m:r>
                  <w:rPr>
                    <w:rFonts w:ascii="Cambria Math" w:hAnsi="Cambria Math"/>
                    <w:i/>
                  </w:rPr>
                  <w:sym w:font="Symbol" w:char="F053"/>
                </m:r>
                <m:r>
                  <w:rPr>
                    <w:rFonts w:ascii="Cambria Math" w:hAnsi="Cambria Math"/>
                  </w:rPr>
                  <m:t>U</m:t>
                </m:r>
              </m:e>
              <m:sub>
                <m:r>
                  <w:rPr>
                    <w:rFonts w:ascii="Cambria Math" w:hAnsi="Cambria Math"/>
                  </w:rPr>
                  <m:t>i</m:t>
                </m:r>
              </m:sub>
            </m:sSub>
            <m:sSub>
              <m:sSubPr>
                <m:ctrlPr>
                  <w:rPr>
                    <w:rFonts w:ascii="Cambria Math" w:hAnsi="Cambria Math"/>
                    <w:i/>
                  </w:rPr>
                </m:ctrlPr>
              </m:sSubPr>
              <m:e>
                <m:r>
                  <w:rPr>
                    <w:rFonts w:ascii="Cambria Math" w:hAnsi="Cambria Math"/>
                  </w:rPr>
                  <m:t>N</m:t>
                </m:r>
              </m:e>
              <m:sub>
                <m:r>
                  <w:rPr>
                    <w:rFonts w:ascii="Cambria Math" w:hAnsi="Cambria Math"/>
                  </w:rPr>
                  <m:t>i</m:t>
                </m:r>
              </m:sub>
            </m:sSub>
          </m:num>
          <m:den>
            <m:r>
              <w:rPr>
                <w:rFonts w:ascii="Cambria Math" w:hAnsi="Cambria Math"/>
                <w:i/>
              </w:rPr>
              <w:sym w:font="Symbol" w:char="F053"/>
            </m:r>
            <m:r>
              <w:rPr>
                <w:rFonts w:ascii="Cambria Math" w:hAnsi="Cambria Math"/>
              </w:rPr>
              <m:t>N</m:t>
            </m:r>
          </m:den>
        </m:f>
      </m:oMath>
      <w:r w:rsidR="008918DA" w:rsidRPr="00661011">
        <w:tab/>
      </w:r>
      <w:r w:rsidR="008918DA" w:rsidRPr="00661011">
        <w:tab/>
      </w:r>
      <w:r w:rsidR="008918DA" w:rsidRPr="00661011">
        <w:tab/>
      </w:r>
      <w:r w:rsidR="008918DA" w:rsidRPr="00661011">
        <w:tab/>
      </w:r>
      <w:r w:rsidR="008918DA" w:rsidRPr="00661011">
        <w:tab/>
      </w:r>
      <w:r w:rsidR="008918DA" w:rsidRPr="00661011">
        <w:tab/>
      </w:r>
      <w:r w:rsidR="008918DA" w:rsidRPr="00661011">
        <w:tab/>
      </w:r>
      <w:r w:rsidR="008918DA" w:rsidRPr="00661011">
        <w:tab/>
        <w:t>(2)</w:t>
      </w:r>
    </w:p>
    <w:p w14:paraId="5F6242F9" w14:textId="3E2413C1" w:rsidR="008918DA" w:rsidRPr="00661011" w:rsidRDefault="008918DA" w:rsidP="008918DA">
      <w:pPr>
        <w:pStyle w:val="Paragraph"/>
        <w:ind w:firstLine="0"/>
      </w:pPr>
      <w:r w:rsidRPr="00661011">
        <w:t xml:space="preserve">Where, </w:t>
      </w:r>
    </w:p>
    <w:p w14:paraId="452407C1" w14:textId="1C5CA54A" w:rsidR="008918DA" w:rsidRPr="00661011" w:rsidRDefault="008918DA" w:rsidP="008918DA">
      <w:pPr>
        <w:pStyle w:val="Paragraph"/>
        <w:ind w:firstLine="0"/>
      </w:pPr>
      <w:r w:rsidRPr="00661011">
        <w:sym w:font="Symbol" w:char="F06C"/>
      </w:r>
      <w:proofErr w:type="spellStart"/>
      <w:r w:rsidRPr="00661011">
        <w:rPr>
          <w:vertAlign w:val="subscript"/>
        </w:rPr>
        <w:t>i</w:t>
      </w:r>
      <w:proofErr w:type="spellEnd"/>
      <w:r w:rsidRPr="00661011">
        <w:rPr>
          <w:vertAlign w:val="subscript"/>
        </w:rPr>
        <w:t xml:space="preserve">   </w:t>
      </w:r>
      <w:proofErr w:type="gramStart"/>
      <w:r w:rsidRPr="00661011">
        <w:t>=</w:t>
      </w:r>
      <w:r w:rsidRPr="00661011">
        <w:rPr>
          <w:vertAlign w:val="subscript"/>
        </w:rPr>
        <w:t xml:space="preserve"> </w:t>
      </w:r>
      <w:r w:rsidRPr="00661011">
        <w:t xml:space="preserve"> </w:t>
      </w:r>
      <w:proofErr w:type="spellStart"/>
      <w:r w:rsidRPr="00661011">
        <w:t>Theverage</w:t>
      </w:r>
      <w:proofErr w:type="spellEnd"/>
      <w:proofErr w:type="gramEnd"/>
      <w:r w:rsidRPr="00661011">
        <w:t xml:space="preserve"> failure rate at the load point</w:t>
      </w:r>
    </w:p>
    <w:p w14:paraId="2207E34E" w14:textId="07AA627D" w:rsidR="008918DA" w:rsidRPr="00661011" w:rsidRDefault="008918DA" w:rsidP="008918DA">
      <w:pPr>
        <w:pStyle w:val="Paragraph"/>
        <w:ind w:firstLine="0"/>
      </w:pPr>
      <w:proofErr w:type="gramStart"/>
      <w:r w:rsidRPr="00661011">
        <w:t>U</w:t>
      </w:r>
      <w:r w:rsidRPr="00661011">
        <w:rPr>
          <w:vertAlign w:val="subscript"/>
        </w:rPr>
        <w:t xml:space="preserve">i  </w:t>
      </w:r>
      <w:r w:rsidRPr="00661011">
        <w:t>=</w:t>
      </w:r>
      <w:proofErr w:type="gramEnd"/>
      <w:r w:rsidRPr="00661011">
        <w:t xml:space="preserve">  The average failure rate at point </w:t>
      </w:r>
      <w:r w:rsidRPr="00661011">
        <w:rPr>
          <w:rFonts w:ascii="Cambria Math" w:hAnsi="Cambria Math" w:cs="Cambria Math"/>
        </w:rPr>
        <w:t>𝑖</w:t>
      </w:r>
      <w:r w:rsidRPr="00661011">
        <w:t>.</w:t>
      </w:r>
    </w:p>
    <w:p w14:paraId="4E4B20DC" w14:textId="4A37267B" w:rsidR="008918DA" w:rsidRPr="00661011" w:rsidRDefault="008918DA" w:rsidP="008918DA">
      <w:pPr>
        <w:pStyle w:val="Paragraph"/>
        <w:ind w:firstLine="0"/>
      </w:pPr>
      <w:r w:rsidRPr="00661011">
        <w:t>N</w:t>
      </w:r>
      <w:r w:rsidRPr="00661011">
        <w:rPr>
          <w:vertAlign w:val="subscript"/>
        </w:rPr>
        <w:t>i</w:t>
      </w:r>
      <w:r w:rsidRPr="00661011">
        <w:t xml:space="preserve"> </w:t>
      </w:r>
      <w:proofErr w:type="gramStart"/>
      <w:r w:rsidRPr="00661011">
        <w:t>=  Total</w:t>
      </w:r>
      <w:proofErr w:type="gramEnd"/>
      <w:r w:rsidRPr="00661011">
        <w:t xml:space="preserve"> customers at point-</w:t>
      </w:r>
      <w:r w:rsidRPr="00661011">
        <w:rPr>
          <w:rFonts w:ascii="Cambria Math" w:hAnsi="Cambria Math" w:cs="Cambria Math"/>
        </w:rPr>
        <w:t>𝑖</w:t>
      </w:r>
      <w:r w:rsidRPr="00661011">
        <w:t>.</w:t>
      </w:r>
    </w:p>
    <w:p w14:paraId="411DA89A" w14:textId="1EF1C7F6" w:rsidR="008918DA" w:rsidRPr="00661011" w:rsidRDefault="008918DA" w:rsidP="008918DA">
      <w:pPr>
        <w:pStyle w:val="Paragraph"/>
        <w:ind w:firstLine="0"/>
      </w:pPr>
      <w:proofErr w:type="gramStart"/>
      <w:r w:rsidRPr="00661011">
        <w:t>N  =</w:t>
      </w:r>
      <w:proofErr w:type="gramEnd"/>
      <w:r w:rsidRPr="00661011">
        <w:t xml:space="preserve">  Total number of customers.</w:t>
      </w:r>
    </w:p>
    <w:p w14:paraId="4B31AD1C" w14:textId="42530F2B" w:rsidR="009D79C9" w:rsidRPr="00661011" w:rsidRDefault="009D79C9" w:rsidP="008918DA">
      <w:pPr>
        <w:pStyle w:val="Paragraph"/>
        <w:ind w:firstLine="0"/>
      </w:pPr>
      <w:r w:rsidRPr="00661011">
        <w:t>Next, the initial system conditions are calculated before recloser placement using the Section Technique.</w:t>
      </w:r>
    </w:p>
    <w:p w14:paraId="1F87BA07" w14:textId="77777777" w:rsidR="008918DA" w:rsidRPr="00661011" w:rsidRDefault="008918DA" w:rsidP="008918DA">
      <w:pPr>
        <w:pStyle w:val="Paragraph"/>
        <w:ind w:firstLine="0"/>
      </w:pPr>
    </w:p>
    <w:p w14:paraId="50453407" w14:textId="1973BE73" w:rsidR="00270ADC" w:rsidRPr="00661011" w:rsidRDefault="009D79C9" w:rsidP="00661011">
      <w:pPr>
        <w:pStyle w:val="Paragraph"/>
        <w:jc w:val="center"/>
        <w:rPr>
          <w:b/>
          <w:bCs/>
          <w:sz w:val="24"/>
          <w:szCs w:val="24"/>
        </w:rPr>
      </w:pPr>
      <w:r w:rsidRPr="00661011">
        <w:rPr>
          <w:b/>
          <w:bCs/>
          <w:sz w:val="24"/>
          <w:szCs w:val="24"/>
        </w:rPr>
        <w:lastRenderedPageBreak/>
        <w:t>Section Technique</w:t>
      </w:r>
    </w:p>
    <w:p w14:paraId="1BA161BB" w14:textId="77777777" w:rsidR="009D79C9" w:rsidRPr="00661011" w:rsidRDefault="009D79C9" w:rsidP="009D79C9">
      <w:pPr>
        <w:pStyle w:val="Paragraph"/>
        <w:ind w:left="644" w:firstLine="0"/>
        <w:rPr>
          <w:b/>
          <w:bCs/>
          <w:sz w:val="24"/>
          <w:szCs w:val="24"/>
        </w:rPr>
      </w:pPr>
    </w:p>
    <w:p w14:paraId="79BC856C" w14:textId="1BAA6F72" w:rsidR="009D79C9" w:rsidRPr="00661011" w:rsidRDefault="009D79C9" w:rsidP="009D79C9">
      <w:pPr>
        <w:pStyle w:val="Paragraph"/>
      </w:pPr>
      <w:r w:rsidRPr="00661011">
        <w:t>The Section Technique evaluates the reliability of a distribution system based on equipment failures that affect system operation [1</w:t>
      </w:r>
      <w:r w:rsidR="00EE475E" w:rsidRPr="00661011">
        <w:t>1</w:t>
      </w:r>
      <w:r w:rsidRPr="00661011">
        <w:t>]. The Section Technique in this study uses data obtained from the research object. The equation for the average failure rate and the equation for the average duration of power outages per year are presented as follows:</w:t>
      </w:r>
    </w:p>
    <w:p w14:paraId="1279117B" w14:textId="1F47FDC9" w:rsidR="009D79C9" w:rsidRPr="00661011" w:rsidRDefault="00661011" w:rsidP="00FE50FE">
      <w:pPr>
        <w:pStyle w:val="Paragraph"/>
        <w:ind w:firstLine="0"/>
        <w:jc w:val="center"/>
      </w:pPr>
      <m:oMath>
        <m:sSub>
          <m:sSubPr>
            <m:ctrlPr>
              <w:rPr>
                <w:rFonts w:ascii="Cambria Math" w:hAnsi="Cambria Math"/>
                <w:i/>
              </w:rPr>
            </m:ctrlPr>
          </m:sSubPr>
          <m:e>
            <m:r>
              <w:rPr>
                <w:rFonts w:ascii="Cambria Math" w:hAnsi="Cambria Math"/>
                <w:i/>
              </w:rPr>
              <w:sym w:font="Symbol" w:char="F06C"/>
            </m:r>
          </m:e>
          <m:sub>
            <m:r>
              <w:rPr>
                <w:rFonts w:ascii="Cambria Math" w:hAnsi="Cambria Math"/>
              </w:rPr>
              <m:t>i</m:t>
            </m:r>
          </m:sub>
        </m:sSub>
        <m:r>
          <w:rPr>
            <w:rFonts w:ascii="Cambria Math" w:hAnsi="Cambria Math"/>
          </w:rPr>
          <m:t>=</m:t>
        </m:r>
        <m:nary>
          <m:naryPr>
            <m:chr m:val="∑"/>
            <m:limLoc m:val="subSup"/>
            <m:supHide m:val="1"/>
            <m:ctrlPr>
              <w:rPr>
                <w:rFonts w:ascii="Cambria Math" w:hAnsi="Cambria Math"/>
                <w:i/>
              </w:rPr>
            </m:ctrlPr>
          </m:naryPr>
          <m:sub>
            <m:r>
              <w:rPr>
                <w:rFonts w:ascii="Cambria Math" w:hAnsi="Cambria Math"/>
              </w:rPr>
              <m:t>i=k</m:t>
            </m:r>
          </m:sub>
          <m:sup/>
          <m:e>
            <m:r>
              <w:rPr>
                <w:rFonts w:ascii="Cambria Math" w:hAnsi="Cambria Math"/>
                <w:i/>
              </w:rPr>
              <w:sym w:font="Symbol" w:char="F06C"/>
            </m:r>
          </m:e>
        </m:nary>
      </m:oMath>
      <w:r w:rsidR="00FE50FE" w:rsidRPr="00661011">
        <w:tab/>
      </w:r>
      <w:r w:rsidR="00FE50FE" w:rsidRPr="00661011">
        <w:tab/>
      </w:r>
      <w:r w:rsidR="00FE50FE" w:rsidRPr="00661011">
        <w:tab/>
      </w:r>
      <w:r w:rsidR="00FE50FE" w:rsidRPr="00661011">
        <w:tab/>
      </w:r>
      <w:r w:rsidR="00FE50FE" w:rsidRPr="00661011">
        <w:tab/>
      </w:r>
      <w:r w:rsidR="00FE50FE" w:rsidRPr="00661011">
        <w:tab/>
        <w:t>(3)</w:t>
      </w:r>
    </w:p>
    <w:p w14:paraId="18FE9FF8" w14:textId="0AC9EA61" w:rsidR="00FE50FE" w:rsidRPr="00661011" w:rsidRDefault="00EE475E" w:rsidP="00EE475E">
      <w:pPr>
        <w:pStyle w:val="Paragraph"/>
        <w:ind w:firstLine="0"/>
        <w:jc w:val="left"/>
      </w:pPr>
      <w:r w:rsidRPr="00661011">
        <w:t xml:space="preserve">                                         </w:t>
      </w:r>
      <m:oMath>
        <m:sSub>
          <m:sSubPr>
            <m:ctrlPr>
              <w:rPr>
                <w:rFonts w:ascii="Cambria Math" w:hAnsi="Cambria Math"/>
                <w:i/>
              </w:rPr>
            </m:ctrlPr>
          </m:sSubPr>
          <m:e>
            <m:r>
              <w:rPr>
                <w:rFonts w:ascii="Cambria Math" w:hAnsi="Cambria Math"/>
              </w:rPr>
              <m:t>U</m:t>
            </m:r>
          </m:e>
          <m:sub>
            <m:r>
              <w:rPr>
                <w:rFonts w:ascii="Cambria Math" w:hAnsi="Cambria Math"/>
              </w:rPr>
              <m:t>i</m:t>
            </m:r>
          </m:sub>
        </m:sSub>
        <m:r>
          <w:rPr>
            <w:rFonts w:ascii="Cambria Math" w:hAnsi="Cambria Math"/>
          </w:rPr>
          <m:t>=</m:t>
        </m:r>
        <m:nary>
          <m:naryPr>
            <m:chr m:val="∑"/>
            <m:limLoc m:val="subSup"/>
            <m:supHide m:val="1"/>
            <m:ctrlPr>
              <w:rPr>
                <w:rFonts w:ascii="Cambria Math" w:hAnsi="Cambria Math"/>
                <w:i/>
              </w:rPr>
            </m:ctrlPr>
          </m:naryPr>
          <m:sub>
            <m:r>
              <w:rPr>
                <w:rFonts w:ascii="Cambria Math" w:hAnsi="Cambria Math"/>
              </w:rPr>
              <m:t>i=k</m:t>
            </m:r>
          </m:sub>
          <m:sup/>
          <m:e>
            <m:r>
              <w:rPr>
                <w:rFonts w:ascii="Cambria Math" w:hAnsi="Cambria Math"/>
              </w:rPr>
              <m:t>(</m:t>
            </m:r>
            <m:sSub>
              <m:sSubPr>
                <m:ctrlPr>
                  <w:rPr>
                    <w:rFonts w:ascii="Cambria Math" w:hAnsi="Cambria Math"/>
                    <w:i/>
                  </w:rPr>
                </m:ctrlPr>
              </m:sSubPr>
              <m:e>
                <m:r>
                  <w:rPr>
                    <w:rFonts w:ascii="Cambria Math" w:hAnsi="Cambria Math"/>
                    <w:i/>
                  </w:rPr>
                  <w:sym w:font="Symbol" w:char="F06C"/>
                </m:r>
              </m:e>
              <m:sub>
                <m:r>
                  <w:rPr>
                    <w:rFonts w:ascii="Cambria Math" w:hAnsi="Cambria Math"/>
                  </w:rPr>
                  <m:t>i</m:t>
                </m:r>
              </m:sub>
            </m:sSub>
            <m:r>
              <w:rPr>
                <w:rFonts w:ascii="Cambria Math" w:hAnsi="Cambria Math"/>
              </w:rPr>
              <m:t>.r)</m:t>
            </m:r>
          </m:e>
        </m:nary>
      </m:oMath>
      <w:r w:rsidR="00FE50FE" w:rsidRPr="00661011">
        <w:tab/>
      </w:r>
      <w:r w:rsidR="00FE50FE" w:rsidRPr="00661011">
        <w:tab/>
      </w:r>
      <w:r w:rsidR="00FE50FE" w:rsidRPr="00661011">
        <w:tab/>
      </w:r>
      <w:r w:rsidRPr="00661011">
        <w:t xml:space="preserve">   </w:t>
      </w:r>
      <w:r w:rsidR="00FE50FE" w:rsidRPr="00661011">
        <w:tab/>
      </w:r>
      <w:r w:rsidR="00FE50FE" w:rsidRPr="00661011">
        <w:tab/>
      </w:r>
      <w:r w:rsidRPr="00661011">
        <w:t xml:space="preserve">            </w:t>
      </w:r>
      <w:r w:rsidR="00FE50FE" w:rsidRPr="00661011">
        <w:t>(4)</w:t>
      </w:r>
    </w:p>
    <w:p w14:paraId="2499BA1F" w14:textId="29862398" w:rsidR="009D79C9" w:rsidRPr="00661011" w:rsidRDefault="009D79C9" w:rsidP="009D79C9">
      <w:pPr>
        <w:pStyle w:val="Paragraph"/>
      </w:pPr>
    </w:p>
    <w:p w14:paraId="1A10428F" w14:textId="77777777" w:rsidR="00661011" w:rsidRPr="00661011" w:rsidRDefault="00661011" w:rsidP="009D79C9">
      <w:pPr>
        <w:pStyle w:val="Paragraph"/>
      </w:pPr>
    </w:p>
    <w:p w14:paraId="7E1426C4" w14:textId="77777777" w:rsidR="009D79C9" w:rsidRPr="00661011" w:rsidRDefault="009D79C9" w:rsidP="00661011">
      <w:pPr>
        <w:pStyle w:val="Paragraph"/>
        <w:jc w:val="center"/>
        <w:rPr>
          <w:b/>
          <w:bCs/>
          <w:sz w:val="24"/>
          <w:szCs w:val="24"/>
        </w:rPr>
      </w:pPr>
      <w:r w:rsidRPr="00661011">
        <w:rPr>
          <w:b/>
          <w:bCs/>
          <w:sz w:val="24"/>
          <w:szCs w:val="24"/>
        </w:rPr>
        <w:t>Optimization Using the Grey Wolf Optimizer (GWO) Algorithm</w:t>
      </w:r>
    </w:p>
    <w:p w14:paraId="1154AB64" w14:textId="77777777" w:rsidR="009D79C9" w:rsidRPr="00661011" w:rsidRDefault="009D79C9" w:rsidP="009D79C9">
      <w:pPr>
        <w:pStyle w:val="Paragraph"/>
        <w:ind w:left="644" w:firstLine="0"/>
        <w:rPr>
          <w:b/>
          <w:bCs/>
          <w:sz w:val="24"/>
          <w:szCs w:val="24"/>
        </w:rPr>
      </w:pPr>
    </w:p>
    <w:p w14:paraId="6C855535" w14:textId="04681A1A" w:rsidR="00A94D77" w:rsidRPr="00661011" w:rsidRDefault="003B35D8" w:rsidP="003B35D8">
      <w:pPr>
        <w:pStyle w:val="Paragraph"/>
      </w:pPr>
      <w:r w:rsidRPr="00661011">
        <w:t xml:space="preserve">The Grey Wolf Optimizer is a nature-inspired metaheuristic optimization algorithm proposed by </w:t>
      </w:r>
      <w:proofErr w:type="spellStart"/>
      <w:r w:rsidRPr="00661011">
        <w:t>Seyedali</w:t>
      </w:r>
      <w:proofErr w:type="spellEnd"/>
      <w:r w:rsidRPr="00661011">
        <w:t xml:space="preserve"> </w:t>
      </w:r>
      <w:proofErr w:type="spellStart"/>
      <w:r w:rsidRPr="00661011">
        <w:t>Mirjalili</w:t>
      </w:r>
      <w:proofErr w:type="spellEnd"/>
      <w:r w:rsidRPr="00661011">
        <w:t xml:space="preserve"> in 2014. It mimics the leadership hierarchy and hunting behavior of grey wolves (Canis lupus) in nature to solve complex optimization problems. The flowchart of the GWO Algorithm can be seen in Figure 3.</w:t>
      </w:r>
    </w:p>
    <w:p w14:paraId="388092C8" w14:textId="77777777" w:rsidR="002A45A0" w:rsidRPr="00661011" w:rsidRDefault="002A45A0" w:rsidP="002A45A0">
      <w:pPr>
        <w:pStyle w:val="Paragraph"/>
      </w:pPr>
    </w:p>
    <w:p w14:paraId="378BDC7F" w14:textId="77777777" w:rsidR="002A45A0" w:rsidRPr="00661011" w:rsidRDefault="002A45A0" w:rsidP="002A45A0">
      <w:pPr>
        <w:pStyle w:val="Paragraph"/>
      </w:pPr>
      <w:r w:rsidRPr="00661011">
        <w:rPr>
          <w:noProof/>
        </w:rPr>
        <mc:AlternateContent>
          <mc:Choice Requires="wps">
            <w:drawing>
              <wp:anchor distT="0" distB="0" distL="114300" distR="114300" simplePos="0" relativeHeight="251687424" behindDoc="0" locked="0" layoutInCell="1" allowOverlap="1" wp14:anchorId="0DD544F7" wp14:editId="49C366DC">
                <wp:simplePos x="0" y="0"/>
                <wp:positionH relativeFrom="column">
                  <wp:posOffset>2453489</wp:posOffset>
                </wp:positionH>
                <wp:positionV relativeFrom="paragraph">
                  <wp:posOffset>21829</wp:posOffset>
                </wp:positionV>
                <wp:extent cx="923454" cy="362139"/>
                <wp:effectExtent l="0" t="0" r="10160" b="19050"/>
                <wp:wrapNone/>
                <wp:docPr id="1244776013" name="Flowchart: Terminator 4"/>
                <wp:cNvGraphicFramePr/>
                <a:graphic xmlns:a="http://schemas.openxmlformats.org/drawingml/2006/main">
                  <a:graphicData uri="http://schemas.microsoft.com/office/word/2010/wordprocessingShape">
                    <wps:wsp>
                      <wps:cNvSpPr/>
                      <wps:spPr>
                        <a:xfrm>
                          <a:off x="0" y="0"/>
                          <a:ext cx="923454" cy="362139"/>
                        </a:xfrm>
                        <a:prstGeom prst="flowChartTerminator">
                          <a:avLst/>
                        </a:prstGeom>
                        <a:solidFill>
                          <a:schemeClr val="bg1"/>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93FABDD" w14:textId="77777777" w:rsidR="002A45A0" w:rsidRPr="00A23751" w:rsidRDefault="002A45A0" w:rsidP="002A45A0">
                            <w:pPr>
                              <w:jc w:val="center"/>
                              <w:rPr>
                                <w:sz w:val="20"/>
                                <w:szCs w:val="16"/>
                              </w:rPr>
                            </w:pPr>
                            <w:r>
                              <w:rPr>
                                <w:sz w:val="20"/>
                                <w:szCs w:val="16"/>
                              </w:rPr>
                              <w:t>Start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D544F7" id="_x0000_s1033" type="#_x0000_t116" style="position:absolute;left:0;text-align:left;margin-left:193.2pt;margin-top:1.7pt;width:72.7pt;height:28.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" fillcolor="white [3212]" strokecolor="black [3213]" strokeweight="1pt">
                <v:textbox>
                  <w:txbxContent>
                    <w:p w14:paraId="593FABDD" w14:textId="77777777" w:rsidR="002A45A0" w:rsidRPr="00A23751" w:rsidRDefault="002A45A0" w:rsidP="002A45A0">
                      <w:pPr>
                        <w:jc w:val="center"/>
                        <w:rPr>
                          <w:sz w:val="20"/>
                          <w:szCs w:val="16"/>
                        </w:rPr>
                      </w:pPr>
                      <w:r>
                        <w:rPr>
                          <w:sz w:val="20"/>
                          <w:szCs w:val="16"/>
                        </w:rPr>
                        <w:t>Start</w:t>
                      </w:r>
                    </w:p>
                  </w:txbxContent>
                </v:textbox>
              </v:shape>
            </w:pict>
          </mc:Fallback>
        </mc:AlternateContent>
      </w:r>
    </w:p>
    <w:p w14:paraId="0B96C5D0" w14:textId="77777777" w:rsidR="002A45A0" w:rsidRPr="00661011" w:rsidRDefault="002A45A0" w:rsidP="002A45A0">
      <w:pPr>
        <w:pStyle w:val="Paragraph"/>
      </w:pPr>
    </w:p>
    <w:p w14:paraId="322F6F97" w14:textId="77777777" w:rsidR="002A45A0" w:rsidRPr="00661011" w:rsidRDefault="002A45A0" w:rsidP="002A45A0">
      <w:pPr>
        <w:pStyle w:val="Paragraph"/>
      </w:pPr>
      <w:r w:rsidRPr="00661011">
        <w:rPr>
          <w:noProof/>
        </w:rPr>
        <mc:AlternateContent>
          <mc:Choice Requires="wps">
            <w:drawing>
              <wp:anchor distT="0" distB="0" distL="114300" distR="114300" simplePos="0" relativeHeight="251694592" behindDoc="0" locked="0" layoutInCell="1" allowOverlap="1" wp14:anchorId="684DE96D" wp14:editId="6AA832BF">
                <wp:simplePos x="0" y="0"/>
                <wp:positionH relativeFrom="column">
                  <wp:posOffset>2912813</wp:posOffset>
                </wp:positionH>
                <wp:positionV relativeFrom="paragraph">
                  <wp:posOffset>92796</wp:posOffset>
                </wp:positionV>
                <wp:extent cx="0" cy="138395"/>
                <wp:effectExtent l="76200" t="0" r="57150" b="52705"/>
                <wp:wrapNone/>
                <wp:docPr id="1588470051" name="Straight Arrow Connector 9"/>
                <wp:cNvGraphicFramePr/>
                <a:graphic xmlns:a="http://schemas.openxmlformats.org/drawingml/2006/main">
                  <a:graphicData uri="http://schemas.microsoft.com/office/word/2010/wordprocessingShape">
                    <wps:wsp>
                      <wps:cNvCnPr/>
                      <wps:spPr>
                        <a:xfrm flipH="1">
                          <a:off x="0" y="0"/>
                          <a:ext cx="0" cy="1383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637D08F6" id="Straight Arrow Connector 9" o:spid="_x0000_s1026" type="#_x0000_t32" style="position:absolute;margin-left:229.35pt;margin-top:7.3pt;width:0;height:10.9pt;flip:x;z-index:251694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" strokecolor="black [3213]">
                <v:stroke endarrow="block"/>
              </v:shape>
            </w:pict>
          </mc:Fallback>
        </mc:AlternateContent>
      </w:r>
    </w:p>
    <w:p w14:paraId="60D8C214" w14:textId="0F0BA681" w:rsidR="002A45A0" w:rsidRPr="00661011" w:rsidRDefault="00FE50FE" w:rsidP="002A45A0">
      <w:pPr>
        <w:pStyle w:val="Paragraph"/>
      </w:pPr>
      <w:r w:rsidRPr="00661011">
        <w:rPr>
          <w:noProof/>
        </w:rPr>
        <mc:AlternateContent>
          <mc:Choice Requires="wps">
            <w:drawing>
              <wp:anchor distT="0" distB="0" distL="114300" distR="114300" simplePos="0" relativeHeight="251688448" behindDoc="0" locked="0" layoutInCell="1" allowOverlap="1" wp14:anchorId="0C248FE1" wp14:editId="559EE302">
                <wp:simplePos x="0" y="0"/>
                <wp:positionH relativeFrom="column">
                  <wp:posOffset>1726565</wp:posOffset>
                </wp:positionH>
                <wp:positionV relativeFrom="paragraph">
                  <wp:posOffset>96263</wp:posOffset>
                </wp:positionV>
                <wp:extent cx="2361295" cy="412453"/>
                <wp:effectExtent l="0" t="0" r="20320" b="26035"/>
                <wp:wrapNone/>
                <wp:docPr id="473975435" name="Flowchart: Data 5"/>
                <wp:cNvGraphicFramePr/>
                <a:graphic xmlns:a="http://schemas.openxmlformats.org/drawingml/2006/main">
                  <a:graphicData uri="http://schemas.microsoft.com/office/word/2010/wordprocessingShape">
                    <wps:wsp>
                      <wps:cNvSpPr/>
                      <wps:spPr>
                        <a:xfrm>
                          <a:off x="0" y="0"/>
                          <a:ext cx="2361295" cy="412453"/>
                        </a:xfrm>
                        <a:prstGeom prst="flowChartInputOutpu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AB112B3" w14:textId="36082FC4" w:rsidR="002A45A0" w:rsidRPr="00A23751" w:rsidRDefault="002A45A0" w:rsidP="002A45A0">
                            <w:pPr>
                              <w:jc w:val="center"/>
                              <w:rPr>
                                <w:sz w:val="20"/>
                                <w:szCs w:val="16"/>
                              </w:rPr>
                            </w:pPr>
                            <w:r w:rsidRPr="002A45A0">
                              <w:rPr>
                                <w:sz w:val="20"/>
                                <w:szCs w:val="16"/>
                              </w:rPr>
                              <w:t>Entering data into systems and algorithms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48FE1" id="_x0000_s1034" type="#_x0000_t111" style="position:absolute;left:0;text-align:left;margin-left:135.95pt;margin-top:7.6pt;width:185.95pt;height:32.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" fillcolor="white [3201]" strokecolor="black [3213]" strokeweight="1pt">
                <v:textbox>
                  <w:txbxContent>
                    <w:p w14:paraId="7AB112B3" w14:textId="36082FC4" w:rsidR="002A45A0" w:rsidRPr="00A23751" w:rsidRDefault="002A45A0" w:rsidP="002A45A0">
                      <w:pPr>
                        <w:jc w:val="center"/>
                        <w:rPr>
                          <w:sz w:val="20"/>
                          <w:szCs w:val="16"/>
                        </w:rPr>
                      </w:pPr>
                      <w:r w:rsidRPr="002A45A0">
                        <w:rPr>
                          <w:sz w:val="20"/>
                          <w:szCs w:val="16"/>
                        </w:rPr>
                        <w:t>Entering data into systems and algorithms</w:t>
                      </w:r>
                    </w:p>
                  </w:txbxContent>
                </v:textbox>
              </v:shape>
            </w:pict>
          </mc:Fallback>
        </mc:AlternateContent>
      </w:r>
    </w:p>
    <w:p w14:paraId="769A6B61" w14:textId="372484E9" w:rsidR="002A45A0" w:rsidRPr="00661011" w:rsidRDefault="002A45A0" w:rsidP="002A45A0">
      <w:pPr>
        <w:pStyle w:val="Paragraph"/>
      </w:pPr>
    </w:p>
    <w:p w14:paraId="1D165A95" w14:textId="77777777" w:rsidR="002A45A0" w:rsidRPr="00661011" w:rsidRDefault="002A45A0" w:rsidP="002A45A0">
      <w:pPr>
        <w:pStyle w:val="Paragraph"/>
      </w:pPr>
    </w:p>
    <w:p w14:paraId="7D9DC0CB" w14:textId="77777777" w:rsidR="002A45A0" w:rsidRPr="00661011" w:rsidRDefault="002A45A0" w:rsidP="002A45A0">
      <w:pPr>
        <w:pStyle w:val="Paragraph"/>
      </w:pPr>
      <w:r w:rsidRPr="00661011">
        <w:rPr>
          <w:noProof/>
        </w:rPr>
        <mc:AlternateContent>
          <mc:Choice Requires="wps">
            <w:drawing>
              <wp:anchor distT="0" distB="0" distL="114300" distR="114300" simplePos="0" relativeHeight="251695616" behindDoc="0" locked="0" layoutInCell="1" allowOverlap="1" wp14:anchorId="15DBF880" wp14:editId="4986CD77">
                <wp:simplePos x="0" y="0"/>
                <wp:positionH relativeFrom="column">
                  <wp:posOffset>2878712</wp:posOffset>
                </wp:positionH>
                <wp:positionV relativeFrom="paragraph">
                  <wp:posOffset>67756</wp:posOffset>
                </wp:positionV>
                <wp:extent cx="0" cy="148281"/>
                <wp:effectExtent l="76200" t="0" r="57150" b="61595"/>
                <wp:wrapNone/>
                <wp:docPr id="1581693374" name="Straight Arrow Connector 9"/>
                <wp:cNvGraphicFramePr/>
                <a:graphic xmlns:a="http://schemas.openxmlformats.org/drawingml/2006/main">
                  <a:graphicData uri="http://schemas.microsoft.com/office/word/2010/wordprocessingShape">
                    <wps:wsp>
                      <wps:cNvCnPr/>
                      <wps:spPr>
                        <a:xfrm>
                          <a:off x="0" y="0"/>
                          <a:ext cx="0" cy="14828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347580B3" id="Straight Arrow Connector 9" o:spid="_x0000_s1026" type="#_x0000_t32" style="position:absolute;margin-left:226.65pt;margin-top:5.35pt;width:0;height:11.7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" strokecolor="black [3213]">
                <v:stroke endarrow="block"/>
              </v:shape>
            </w:pict>
          </mc:Fallback>
        </mc:AlternateContent>
      </w:r>
    </w:p>
    <w:p w14:paraId="27FA3491" w14:textId="1A275098" w:rsidR="002A45A0" w:rsidRPr="00661011" w:rsidRDefault="00FE50FE" w:rsidP="002A45A0">
      <w:pPr>
        <w:pStyle w:val="Paragraph"/>
      </w:pPr>
      <w:r w:rsidRPr="00661011">
        <w:rPr>
          <w:noProof/>
        </w:rPr>
        <mc:AlternateContent>
          <mc:Choice Requires="wps">
            <w:drawing>
              <wp:anchor distT="0" distB="0" distL="114300" distR="114300" simplePos="0" relativeHeight="251689472" behindDoc="0" locked="0" layoutInCell="1" allowOverlap="1" wp14:anchorId="4B002637" wp14:editId="7AC99DC5">
                <wp:simplePos x="0" y="0"/>
                <wp:positionH relativeFrom="column">
                  <wp:posOffset>1753870</wp:posOffset>
                </wp:positionH>
                <wp:positionV relativeFrom="paragraph">
                  <wp:posOffset>57991</wp:posOffset>
                </wp:positionV>
                <wp:extent cx="2267894" cy="416344"/>
                <wp:effectExtent l="0" t="0" r="18415" b="22225"/>
                <wp:wrapNone/>
                <wp:docPr id="1462746329" name="Flowchart: Process 6"/>
                <wp:cNvGraphicFramePr/>
                <a:graphic xmlns:a="http://schemas.openxmlformats.org/drawingml/2006/main">
                  <a:graphicData uri="http://schemas.microsoft.com/office/word/2010/wordprocessingShape">
                    <wps:wsp>
                      <wps:cNvSpPr/>
                      <wps:spPr>
                        <a:xfrm>
                          <a:off x="0" y="0"/>
                          <a:ext cx="2267894" cy="416344"/>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275FED" w14:textId="028C1722" w:rsidR="002A45A0" w:rsidRPr="00A23751" w:rsidRDefault="002A45A0" w:rsidP="002A45A0">
                            <w:pPr>
                              <w:jc w:val="center"/>
                              <w:rPr>
                                <w:sz w:val="20"/>
                                <w:szCs w:val="16"/>
                              </w:rPr>
                            </w:pPr>
                            <w:r>
                              <w:rPr>
                                <w:sz w:val="20"/>
                                <w:szCs w:val="16"/>
                              </w:rPr>
                              <w:t>Initialize the population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002637" id="_x0000_s1035" type="#_x0000_t109" style="position:absolute;left:0;text-align:left;margin-left:138.1pt;margin-top:4.55pt;width:178.55pt;height:32.8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" fillcolor="white [3201]" strokecolor="black [3213]" strokeweight="1pt">
                <v:textbox>
                  <w:txbxContent>
                    <w:p w14:paraId="76275FED" w14:textId="028C1722" w:rsidR="002A45A0" w:rsidRPr="00A23751" w:rsidRDefault="002A45A0" w:rsidP="002A45A0">
                      <w:pPr>
                        <w:jc w:val="center"/>
                        <w:rPr>
                          <w:sz w:val="20"/>
                          <w:szCs w:val="16"/>
                        </w:rPr>
                      </w:pPr>
                      <w:r>
                        <w:rPr>
                          <w:sz w:val="20"/>
                          <w:szCs w:val="16"/>
                        </w:rPr>
                        <w:t>Initialize the population</w:t>
                      </w:r>
                    </w:p>
                  </w:txbxContent>
                </v:textbox>
              </v:shape>
            </w:pict>
          </mc:Fallback>
        </mc:AlternateContent>
      </w:r>
    </w:p>
    <w:p w14:paraId="44BF6C3A" w14:textId="5925CC9C" w:rsidR="002A45A0" w:rsidRPr="00661011" w:rsidRDefault="002A45A0" w:rsidP="002A45A0">
      <w:pPr>
        <w:pStyle w:val="Paragraph"/>
      </w:pPr>
    </w:p>
    <w:p w14:paraId="7EA7C6D5" w14:textId="446CDA60" w:rsidR="002A45A0" w:rsidRPr="00661011" w:rsidRDefault="002A45A0" w:rsidP="002A45A0">
      <w:pPr>
        <w:pStyle w:val="Paragraph"/>
      </w:pPr>
    </w:p>
    <w:p w14:paraId="0583CA73" w14:textId="346A2DD5" w:rsidR="002A45A0" w:rsidRPr="00661011" w:rsidRDefault="002A45A0" w:rsidP="002A45A0">
      <w:pPr>
        <w:pStyle w:val="Paragraph"/>
      </w:pPr>
      <w:r w:rsidRPr="00661011">
        <w:rPr>
          <w:noProof/>
        </w:rPr>
        <mc:AlternateContent>
          <mc:Choice Requires="wps">
            <w:drawing>
              <wp:anchor distT="0" distB="0" distL="114300" distR="114300" simplePos="0" relativeHeight="251696640" behindDoc="0" locked="0" layoutInCell="1" allowOverlap="1" wp14:anchorId="6A6BD1FB" wp14:editId="6CDFCF92">
                <wp:simplePos x="0" y="0"/>
                <wp:positionH relativeFrom="column">
                  <wp:posOffset>2883157</wp:posOffset>
                </wp:positionH>
                <wp:positionV relativeFrom="paragraph">
                  <wp:posOffset>22311</wp:posOffset>
                </wp:positionV>
                <wp:extent cx="9886" cy="177937"/>
                <wp:effectExtent l="76200" t="0" r="66675" b="50800"/>
                <wp:wrapNone/>
                <wp:docPr id="1719171813" name="Straight Arrow Connector 9"/>
                <wp:cNvGraphicFramePr/>
                <a:graphic xmlns:a="http://schemas.openxmlformats.org/drawingml/2006/main">
                  <a:graphicData uri="http://schemas.microsoft.com/office/word/2010/wordprocessingShape">
                    <wps:wsp>
                      <wps:cNvCnPr/>
                      <wps:spPr>
                        <a:xfrm flipH="1">
                          <a:off x="0" y="0"/>
                          <a:ext cx="9886" cy="17793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0020D20C" id="Straight Arrow Connector 9" o:spid="_x0000_s1026" type="#_x0000_t32" style="position:absolute;margin-left:227pt;margin-top:1.75pt;width:.8pt;height:14pt;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" strokecolor="black [3213]">
                <v:stroke endarrow="block"/>
              </v:shape>
            </w:pict>
          </mc:Fallback>
        </mc:AlternateContent>
      </w:r>
    </w:p>
    <w:p w14:paraId="2BFA5500" w14:textId="0873B8E9" w:rsidR="002A45A0" w:rsidRPr="00661011" w:rsidRDefault="00FE50FE" w:rsidP="002A45A0">
      <w:pPr>
        <w:pStyle w:val="Paragraph"/>
      </w:pPr>
      <w:r w:rsidRPr="00661011">
        <w:rPr>
          <w:noProof/>
        </w:rPr>
        <mc:AlternateContent>
          <mc:Choice Requires="wps">
            <w:drawing>
              <wp:anchor distT="0" distB="0" distL="114300" distR="114300" simplePos="0" relativeHeight="251690496" behindDoc="0" locked="0" layoutInCell="1" allowOverlap="1" wp14:anchorId="11A2049D" wp14:editId="2C00F200">
                <wp:simplePos x="0" y="0"/>
                <wp:positionH relativeFrom="column">
                  <wp:posOffset>1750060</wp:posOffset>
                </wp:positionH>
                <wp:positionV relativeFrom="paragraph">
                  <wp:posOffset>52740</wp:posOffset>
                </wp:positionV>
                <wp:extent cx="2294890" cy="389255"/>
                <wp:effectExtent l="0" t="0" r="10160" b="10795"/>
                <wp:wrapNone/>
                <wp:docPr id="1957752953" name="Flowchart: Process 6"/>
                <wp:cNvGraphicFramePr/>
                <a:graphic xmlns:a="http://schemas.openxmlformats.org/drawingml/2006/main">
                  <a:graphicData uri="http://schemas.microsoft.com/office/word/2010/wordprocessingShape">
                    <wps:wsp>
                      <wps:cNvSpPr/>
                      <wps:spPr>
                        <a:xfrm>
                          <a:off x="0" y="0"/>
                          <a:ext cx="2294890" cy="389255"/>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2801335" w14:textId="0C5DD2CF" w:rsidR="002A45A0" w:rsidRPr="00A23751" w:rsidRDefault="002A45A0" w:rsidP="002A45A0">
                            <w:pPr>
                              <w:jc w:val="center"/>
                              <w:rPr>
                                <w:sz w:val="20"/>
                                <w:szCs w:val="16"/>
                              </w:rPr>
                            </w:pPr>
                            <w:r>
                              <w:rPr>
                                <w:sz w:val="20"/>
                                <w:szCs w:val="16"/>
                              </w:rPr>
                              <w:t>Evaluate the objective function values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2049D" id="_x0000_s1036" type="#_x0000_t109" style="position:absolute;left:0;text-align:left;margin-left:137.8pt;margin-top:4.15pt;width:180.7pt;height:30.6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" fillcolor="white [3201]" strokecolor="black [3213]" strokeweight="1pt">
                <v:textbox>
                  <w:txbxContent>
                    <w:p w14:paraId="62801335" w14:textId="0C5DD2CF" w:rsidR="002A45A0" w:rsidRPr="00A23751" w:rsidRDefault="002A45A0" w:rsidP="002A45A0">
                      <w:pPr>
                        <w:jc w:val="center"/>
                        <w:rPr>
                          <w:sz w:val="20"/>
                          <w:szCs w:val="16"/>
                        </w:rPr>
                      </w:pPr>
                      <w:r>
                        <w:rPr>
                          <w:sz w:val="20"/>
                          <w:szCs w:val="16"/>
                        </w:rPr>
                        <w:t>Evaluate the objective function values</w:t>
                      </w:r>
                    </w:p>
                  </w:txbxContent>
                </v:textbox>
              </v:shape>
            </w:pict>
          </mc:Fallback>
        </mc:AlternateContent>
      </w:r>
    </w:p>
    <w:p w14:paraId="3D9BB5D2" w14:textId="69EB71A5" w:rsidR="002A45A0" w:rsidRPr="00661011" w:rsidRDefault="002A45A0" w:rsidP="002A45A0">
      <w:pPr>
        <w:pStyle w:val="Paragraph"/>
      </w:pPr>
    </w:p>
    <w:p w14:paraId="199B0472" w14:textId="28424CCD" w:rsidR="002A45A0" w:rsidRPr="00661011" w:rsidRDefault="002A45A0" w:rsidP="002A45A0">
      <w:pPr>
        <w:pStyle w:val="Paragraph"/>
      </w:pPr>
    </w:p>
    <w:p w14:paraId="6B064401" w14:textId="5F513529" w:rsidR="002A45A0" w:rsidRPr="00661011" w:rsidRDefault="00FE50FE" w:rsidP="002A45A0">
      <w:pPr>
        <w:pStyle w:val="Paragraph"/>
      </w:pPr>
      <w:r w:rsidRPr="00661011">
        <w:rPr>
          <w:noProof/>
        </w:rPr>
        <mc:AlternateContent>
          <mc:Choice Requires="wps">
            <w:drawing>
              <wp:anchor distT="0" distB="0" distL="114300" distR="114300" simplePos="0" relativeHeight="251713024" behindDoc="0" locked="0" layoutInCell="1" allowOverlap="1" wp14:anchorId="337B14B2" wp14:editId="48487C79">
                <wp:simplePos x="0" y="0"/>
                <wp:positionH relativeFrom="column">
                  <wp:posOffset>1265331</wp:posOffset>
                </wp:positionH>
                <wp:positionV relativeFrom="paragraph">
                  <wp:posOffset>65834</wp:posOffset>
                </wp:positionV>
                <wp:extent cx="9789" cy="1675576"/>
                <wp:effectExtent l="0" t="0" r="28575" b="20320"/>
                <wp:wrapNone/>
                <wp:docPr id="65928275" name="Straight Connector 13"/>
                <wp:cNvGraphicFramePr/>
                <a:graphic xmlns:a="http://schemas.openxmlformats.org/drawingml/2006/main">
                  <a:graphicData uri="http://schemas.microsoft.com/office/word/2010/wordprocessingShape">
                    <wps:wsp>
                      <wps:cNvCnPr/>
                      <wps:spPr>
                        <a:xfrm flipH="1" flipV="1">
                          <a:off x="0" y="0"/>
                          <a:ext cx="9789" cy="1675576"/>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line w14:anchorId="63417B0E" id="Straight Connector 13" o:spid="_x0000_s1026" style="position:absolute;flip:x y;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65pt,5.2pt" to="100.4pt,1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" strokecolor="black [3040]"/>
            </w:pict>
          </mc:Fallback>
        </mc:AlternateContent>
      </w:r>
      <w:r w:rsidRPr="00661011">
        <w:rPr>
          <w:noProof/>
        </w:rPr>
        <mc:AlternateContent>
          <mc:Choice Requires="wps">
            <w:drawing>
              <wp:anchor distT="0" distB="0" distL="114300" distR="114300" simplePos="0" relativeHeight="251714048" behindDoc="0" locked="0" layoutInCell="1" allowOverlap="1" wp14:anchorId="1E32E81E" wp14:editId="2CC805D8">
                <wp:simplePos x="0" y="0"/>
                <wp:positionH relativeFrom="column">
                  <wp:posOffset>1274445</wp:posOffset>
                </wp:positionH>
                <wp:positionV relativeFrom="paragraph">
                  <wp:posOffset>76337</wp:posOffset>
                </wp:positionV>
                <wp:extent cx="1327785" cy="5578"/>
                <wp:effectExtent l="0" t="57150" r="43815" b="90170"/>
                <wp:wrapNone/>
                <wp:docPr id="1183830761" name="Straight Arrow Connector 15"/>
                <wp:cNvGraphicFramePr/>
                <a:graphic xmlns:a="http://schemas.openxmlformats.org/drawingml/2006/main">
                  <a:graphicData uri="http://schemas.microsoft.com/office/word/2010/wordprocessingShape">
                    <wps:wsp>
                      <wps:cNvCnPr/>
                      <wps:spPr>
                        <a:xfrm>
                          <a:off x="0" y="0"/>
                          <a:ext cx="1327785" cy="557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3A2F77BC" id="Straight Arrow Connector 15" o:spid="_x0000_s1026" type="#_x0000_t32" style="position:absolute;margin-left:100.35pt;margin-top:6pt;width:104.55pt;height:.45pt;z-index:251714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" strokecolor="black [3040]">
                <v:stroke endarrow="block"/>
              </v:shape>
            </w:pict>
          </mc:Fallback>
        </mc:AlternateContent>
      </w:r>
      <w:r w:rsidR="002A45A0" w:rsidRPr="00661011">
        <w:rPr>
          <w:noProof/>
        </w:rPr>
        <mc:AlternateContent>
          <mc:Choice Requires="wps">
            <w:drawing>
              <wp:anchor distT="0" distB="0" distL="114300" distR="114300" simplePos="0" relativeHeight="251697664" behindDoc="0" locked="0" layoutInCell="1" allowOverlap="1" wp14:anchorId="48E66B12" wp14:editId="6D6EE2BE">
                <wp:simplePos x="0" y="0"/>
                <wp:positionH relativeFrom="column">
                  <wp:posOffset>2883156</wp:posOffset>
                </wp:positionH>
                <wp:positionV relativeFrom="paragraph">
                  <wp:posOffset>6522</wp:posOffset>
                </wp:positionV>
                <wp:extent cx="498" cy="158166"/>
                <wp:effectExtent l="76200" t="0" r="57150" b="51435"/>
                <wp:wrapNone/>
                <wp:docPr id="1837212181" name="Straight Arrow Connector 9"/>
                <wp:cNvGraphicFramePr/>
                <a:graphic xmlns:a="http://schemas.openxmlformats.org/drawingml/2006/main">
                  <a:graphicData uri="http://schemas.microsoft.com/office/word/2010/wordprocessingShape">
                    <wps:wsp>
                      <wps:cNvCnPr/>
                      <wps:spPr>
                        <a:xfrm>
                          <a:off x="0" y="0"/>
                          <a:ext cx="498" cy="15816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2903C5B1" id="Straight Arrow Connector 9" o:spid="_x0000_s1026" type="#_x0000_t32" style="position:absolute;margin-left:227pt;margin-top:.5pt;width:.05pt;height:12.4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" strokecolor="black [3213]">
                <v:stroke endarrow="block"/>
              </v:shape>
            </w:pict>
          </mc:Fallback>
        </mc:AlternateContent>
      </w:r>
    </w:p>
    <w:p w14:paraId="6A6BDC36" w14:textId="2732B4DC" w:rsidR="002A45A0" w:rsidRPr="00661011" w:rsidRDefault="00FE50FE" w:rsidP="002A45A0">
      <w:pPr>
        <w:pStyle w:val="Paragraph"/>
      </w:pPr>
      <w:r w:rsidRPr="00661011">
        <w:rPr>
          <w:noProof/>
        </w:rPr>
        <mc:AlternateContent>
          <mc:Choice Requires="wps">
            <w:drawing>
              <wp:anchor distT="0" distB="0" distL="114300" distR="114300" simplePos="0" relativeHeight="251691520" behindDoc="0" locked="0" layoutInCell="1" allowOverlap="1" wp14:anchorId="70469951" wp14:editId="426B00F0">
                <wp:simplePos x="0" y="0"/>
                <wp:positionH relativeFrom="column">
                  <wp:posOffset>1737995</wp:posOffset>
                </wp:positionH>
                <wp:positionV relativeFrom="paragraph">
                  <wp:posOffset>2678</wp:posOffset>
                </wp:positionV>
                <wp:extent cx="2295053" cy="389299"/>
                <wp:effectExtent l="0" t="0" r="10160" b="10795"/>
                <wp:wrapNone/>
                <wp:docPr id="634921399" name="Flowchart: Process 6"/>
                <wp:cNvGraphicFramePr/>
                <a:graphic xmlns:a="http://schemas.openxmlformats.org/drawingml/2006/main">
                  <a:graphicData uri="http://schemas.microsoft.com/office/word/2010/wordprocessingShape">
                    <wps:wsp>
                      <wps:cNvSpPr/>
                      <wps:spPr>
                        <a:xfrm>
                          <a:off x="0" y="0"/>
                          <a:ext cx="2295053" cy="389299"/>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A0B2C3F" w14:textId="788C3519" w:rsidR="002A45A0" w:rsidRPr="00A23751" w:rsidRDefault="002A45A0" w:rsidP="002A45A0">
                            <w:pPr>
                              <w:jc w:val="center"/>
                              <w:rPr>
                                <w:sz w:val="20"/>
                                <w:szCs w:val="16"/>
                              </w:rPr>
                            </w:pPr>
                            <w:r>
                              <w:rPr>
                                <w:sz w:val="20"/>
                              </w:rPr>
                              <w:t xml:space="preserve">Update </w:t>
                            </w:r>
                            <w:r>
                              <w:rPr>
                                <w:sz w:val="20"/>
                              </w:rPr>
                              <w:sym w:font="Symbol" w:char="F06C"/>
                            </w:r>
                            <w:r>
                              <w:rPr>
                                <w:sz w:val="20"/>
                              </w:rPr>
                              <w:t xml:space="preserve">, </w:t>
                            </w:r>
                            <w:r>
                              <w:rPr>
                                <w:sz w:val="20"/>
                              </w:rPr>
                              <w:sym w:font="Symbol" w:char="F062"/>
                            </w:r>
                            <w:r>
                              <w:rPr>
                                <w:sz w:val="20"/>
                              </w:rPr>
                              <w:t xml:space="preserve">, </w:t>
                            </w:r>
                            <w:r>
                              <w:rPr>
                                <w:sz w:val="20"/>
                              </w:rPr>
                              <w:sym w:font="Symbol" w:char="F064"/>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469951" id="_x0000_s1037" type="#_x0000_t109" style="position:absolute;left:0;text-align:left;margin-left:136.85pt;margin-top:.2pt;width:180.7pt;height:30.6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" fillcolor="white [3201]" strokecolor="black [3213]" strokeweight="1pt">
                <v:textbox>
                  <w:txbxContent>
                    <w:p w14:paraId="1A0B2C3F" w14:textId="788C3519" w:rsidR="002A45A0" w:rsidRPr="00A23751" w:rsidRDefault="002A45A0" w:rsidP="002A45A0">
                      <w:pPr>
                        <w:jc w:val="center"/>
                        <w:rPr>
                          <w:sz w:val="20"/>
                          <w:szCs w:val="16"/>
                        </w:rPr>
                      </w:pPr>
                      <w:r>
                        <w:rPr>
                          <w:sz w:val="20"/>
                        </w:rPr>
                        <w:t xml:space="preserve">Update </w:t>
                      </w:r>
                      <w:r>
                        <w:rPr>
                          <w:sz w:val="20"/>
                        </w:rPr>
                        <w:sym w:font="Symbol" w:char="F06C"/>
                      </w:r>
                      <w:r>
                        <w:rPr>
                          <w:sz w:val="20"/>
                        </w:rPr>
                        <w:t xml:space="preserve">, </w:t>
                      </w:r>
                      <w:r>
                        <w:rPr>
                          <w:sz w:val="20"/>
                        </w:rPr>
                        <w:sym w:font="Symbol" w:char="F062"/>
                      </w:r>
                      <w:r>
                        <w:rPr>
                          <w:sz w:val="20"/>
                        </w:rPr>
                        <w:t xml:space="preserve">, </w:t>
                      </w:r>
                      <w:r>
                        <w:rPr>
                          <w:sz w:val="20"/>
                        </w:rPr>
                        <w:sym w:font="Symbol" w:char="F064"/>
                      </w:r>
                    </w:p>
                  </w:txbxContent>
                </v:textbox>
              </v:shape>
            </w:pict>
          </mc:Fallback>
        </mc:AlternateContent>
      </w:r>
    </w:p>
    <w:p w14:paraId="46EBFB94" w14:textId="54340786" w:rsidR="002A45A0" w:rsidRPr="00661011" w:rsidRDefault="002A45A0" w:rsidP="002A45A0">
      <w:pPr>
        <w:pStyle w:val="Paragraph"/>
      </w:pPr>
    </w:p>
    <w:p w14:paraId="661F2F2F" w14:textId="1FFE239A" w:rsidR="002A45A0" w:rsidRPr="00661011" w:rsidRDefault="00FE50FE" w:rsidP="002A45A0">
      <w:pPr>
        <w:pStyle w:val="Paragraph"/>
      </w:pPr>
      <w:r w:rsidRPr="00661011">
        <w:rPr>
          <w:noProof/>
        </w:rPr>
        <mc:AlternateContent>
          <mc:Choice Requires="wps">
            <w:drawing>
              <wp:anchor distT="0" distB="0" distL="114300" distR="114300" simplePos="0" relativeHeight="251698688" behindDoc="0" locked="0" layoutInCell="1" allowOverlap="1" wp14:anchorId="1B630FAB" wp14:editId="4E392EE1">
                <wp:simplePos x="0" y="0"/>
                <wp:positionH relativeFrom="column">
                  <wp:posOffset>2861945</wp:posOffset>
                </wp:positionH>
                <wp:positionV relativeFrom="paragraph">
                  <wp:posOffset>92624</wp:posOffset>
                </wp:positionV>
                <wp:extent cx="4445" cy="217170"/>
                <wp:effectExtent l="76200" t="0" r="71755" b="49530"/>
                <wp:wrapNone/>
                <wp:docPr id="971621520" name="Straight Arrow Connector 9"/>
                <wp:cNvGraphicFramePr/>
                <a:graphic xmlns:a="http://schemas.openxmlformats.org/drawingml/2006/main">
                  <a:graphicData uri="http://schemas.microsoft.com/office/word/2010/wordprocessingShape">
                    <wps:wsp>
                      <wps:cNvCnPr/>
                      <wps:spPr>
                        <a:xfrm flipH="1">
                          <a:off x="0" y="0"/>
                          <a:ext cx="4445" cy="2171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6BD2BA80" id="Straight Arrow Connector 9" o:spid="_x0000_s1026" type="#_x0000_t32" style="position:absolute;margin-left:225.35pt;margin-top:7.3pt;width:.35pt;height:17.1pt;flip:x;z-index:251698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" strokecolor="black [3213]">
                <v:stroke endarrow="block"/>
              </v:shape>
            </w:pict>
          </mc:Fallback>
        </mc:AlternateContent>
      </w:r>
    </w:p>
    <w:p w14:paraId="556216C8" w14:textId="488F5089" w:rsidR="002A45A0" w:rsidRPr="00661011" w:rsidRDefault="002A45A0" w:rsidP="002A45A0">
      <w:pPr>
        <w:pStyle w:val="Paragraph"/>
      </w:pPr>
    </w:p>
    <w:p w14:paraId="2F10E866" w14:textId="3D117CC6" w:rsidR="002A45A0" w:rsidRPr="00661011" w:rsidRDefault="00FE50FE" w:rsidP="002A45A0">
      <w:pPr>
        <w:pStyle w:val="Paragraph"/>
      </w:pPr>
      <w:r w:rsidRPr="00661011">
        <w:rPr>
          <w:noProof/>
        </w:rPr>
        <mc:AlternateContent>
          <mc:Choice Requires="wps">
            <w:drawing>
              <wp:anchor distT="0" distB="0" distL="114300" distR="114300" simplePos="0" relativeHeight="251692544" behindDoc="0" locked="0" layoutInCell="1" allowOverlap="1" wp14:anchorId="0026E020" wp14:editId="6B1640C7">
                <wp:simplePos x="0" y="0"/>
                <wp:positionH relativeFrom="column">
                  <wp:posOffset>1718945</wp:posOffset>
                </wp:positionH>
                <wp:positionV relativeFrom="paragraph">
                  <wp:posOffset>16561</wp:posOffset>
                </wp:positionV>
                <wp:extent cx="2294890" cy="389255"/>
                <wp:effectExtent l="0" t="0" r="10160" b="10795"/>
                <wp:wrapNone/>
                <wp:docPr id="1874399587" name="Flowchart: Process 6"/>
                <wp:cNvGraphicFramePr/>
                <a:graphic xmlns:a="http://schemas.openxmlformats.org/drawingml/2006/main">
                  <a:graphicData uri="http://schemas.microsoft.com/office/word/2010/wordprocessingShape">
                    <wps:wsp>
                      <wps:cNvSpPr/>
                      <wps:spPr>
                        <a:xfrm>
                          <a:off x="0" y="0"/>
                          <a:ext cx="2294890" cy="389255"/>
                        </a:xfrm>
                        <a:prstGeom prst="flowChartProcess">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30432D8" w14:textId="6B6C2E0A" w:rsidR="002A45A0" w:rsidRPr="00A23751" w:rsidRDefault="002A45A0" w:rsidP="002A45A0">
                            <w:pPr>
                              <w:jc w:val="center"/>
                              <w:rPr>
                                <w:sz w:val="20"/>
                                <w:szCs w:val="16"/>
                              </w:rPr>
                            </w:pPr>
                            <w:r>
                              <w:rPr>
                                <w:sz w:val="20"/>
                              </w:rPr>
                              <w:t>Update the positions of all wolves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6E020" id="_x0000_s1038" type="#_x0000_t109" style="position:absolute;left:0;text-align:left;margin-left:135.35pt;margin-top:1.3pt;width:180.7pt;height:30.6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" fillcolor="white [3201]" strokecolor="black [3213]" strokeweight="1pt">
                <v:textbox>
                  <w:txbxContent>
                    <w:p w14:paraId="430432D8" w14:textId="6B6C2E0A" w:rsidR="002A45A0" w:rsidRPr="00A23751" w:rsidRDefault="002A45A0" w:rsidP="002A45A0">
                      <w:pPr>
                        <w:jc w:val="center"/>
                        <w:rPr>
                          <w:sz w:val="20"/>
                          <w:szCs w:val="16"/>
                        </w:rPr>
                      </w:pPr>
                      <w:r>
                        <w:rPr>
                          <w:sz w:val="20"/>
                        </w:rPr>
                        <w:t>Update the positions of all wolves</w:t>
                      </w:r>
                    </w:p>
                  </w:txbxContent>
                </v:textbox>
              </v:shape>
            </w:pict>
          </mc:Fallback>
        </mc:AlternateContent>
      </w:r>
    </w:p>
    <w:p w14:paraId="36B0608E" w14:textId="044FA42E" w:rsidR="002A45A0" w:rsidRPr="00661011" w:rsidRDefault="002A45A0" w:rsidP="002A45A0">
      <w:pPr>
        <w:pStyle w:val="Paragraph"/>
      </w:pPr>
    </w:p>
    <w:p w14:paraId="2774F6B6" w14:textId="7C7A8CDA" w:rsidR="002A45A0" w:rsidRPr="00661011" w:rsidRDefault="00FE50FE" w:rsidP="002A45A0">
      <w:pPr>
        <w:pStyle w:val="Paragraph"/>
      </w:pPr>
      <w:r w:rsidRPr="00661011">
        <w:rPr>
          <w:noProof/>
        </w:rPr>
        <mc:AlternateContent>
          <mc:Choice Requires="wps">
            <w:drawing>
              <wp:anchor distT="0" distB="0" distL="114300" distR="114300" simplePos="0" relativeHeight="251699712" behindDoc="0" locked="0" layoutInCell="1" allowOverlap="1" wp14:anchorId="7848FB5A" wp14:editId="631BF3B8">
                <wp:simplePos x="0" y="0"/>
                <wp:positionH relativeFrom="column">
                  <wp:posOffset>2897985</wp:posOffset>
                </wp:positionH>
                <wp:positionV relativeFrom="paragraph">
                  <wp:posOffset>111108</wp:posOffset>
                </wp:positionV>
                <wp:extent cx="0" cy="172994"/>
                <wp:effectExtent l="76200" t="0" r="57150" b="55880"/>
                <wp:wrapNone/>
                <wp:docPr id="2018571827" name="Straight Arrow Connector 9"/>
                <wp:cNvGraphicFramePr/>
                <a:graphic xmlns:a="http://schemas.openxmlformats.org/drawingml/2006/main">
                  <a:graphicData uri="http://schemas.microsoft.com/office/word/2010/wordprocessingShape">
                    <wps:wsp>
                      <wps:cNvCnPr/>
                      <wps:spPr>
                        <a:xfrm flipH="1">
                          <a:off x="0" y="0"/>
                          <a:ext cx="0" cy="1729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714AFF74" id="Straight Arrow Connector 9" o:spid="_x0000_s1026" type="#_x0000_t32" style="position:absolute;margin-left:228.2pt;margin-top:8.75pt;width:0;height:13.6pt;flip:x;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" strokecolor="black [3213]">
                <v:stroke endarrow="block"/>
              </v:shape>
            </w:pict>
          </mc:Fallback>
        </mc:AlternateContent>
      </w:r>
    </w:p>
    <w:p w14:paraId="4D2976C3" w14:textId="01D36444" w:rsidR="002A45A0" w:rsidRPr="00661011" w:rsidRDefault="002A45A0" w:rsidP="002A45A0">
      <w:pPr>
        <w:pStyle w:val="Paragraph"/>
      </w:pPr>
    </w:p>
    <w:p w14:paraId="4ABDFE17" w14:textId="1FD98BAE" w:rsidR="002A45A0" w:rsidRPr="00661011" w:rsidRDefault="00FE50FE" w:rsidP="002A45A0">
      <w:pPr>
        <w:pStyle w:val="Paragraph"/>
      </w:pPr>
      <w:r w:rsidRPr="00661011">
        <w:rPr>
          <w:noProof/>
          <w:sz w:val="24"/>
          <w:szCs w:val="24"/>
        </w:rPr>
        <mc:AlternateContent>
          <mc:Choice Requires="wps">
            <w:drawing>
              <wp:anchor distT="0" distB="0" distL="114300" distR="114300" simplePos="0" relativeHeight="251700736" behindDoc="0" locked="0" layoutInCell="1" allowOverlap="1" wp14:anchorId="446D00E2" wp14:editId="76C1461F">
                <wp:simplePos x="0" y="0"/>
                <wp:positionH relativeFrom="column">
                  <wp:posOffset>1948986</wp:posOffset>
                </wp:positionH>
                <wp:positionV relativeFrom="paragraph">
                  <wp:posOffset>9062</wp:posOffset>
                </wp:positionV>
                <wp:extent cx="1902460" cy="788670"/>
                <wp:effectExtent l="0" t="0" r="21590" b="11430"/>
                <wp:wrapNone/>
                <wp:docPr id="69228959" name="Flowchart: Decision 10"/>
                <wp:cNvGraphicFramePr/>
                <a:graphic xmlns:a="http://schemas.openxmlformats.org/drawingml/2006/main">
                  <a:graphicData uri="http://schemas.microsoft.com/office/word/2010/wordprocessingShape">
                    <wps:wsp>
                      <wps:cNvSpPr/>
                      <wps:spPr>
                        <a:xfrm>
                          <a:off x="0" y="0"/>
                          <a:ext cx="1902460" cy="788670"/>
                        </a:xfrm>
                        <a:prstGeom prst="flowChartDecision">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540E1FE" w14:textId="24E105AD" w:rsidR="002A45A0" w:rsidRPr="002A45A0" w:rsidRDefault="002A45A0" w:rsidP="002A45A0">
                            <w:pPr>
                              <w:jc w:val="center"/>
                              <w:rPr>
                                <w:sz w:val="20"/>
                                <w:szCs w:val="16"/>
                              </w:rPr>
                            </w:pPr>
                            <w:r>
                              <w:rPr>
                                <w:sz w:val="20"/>
                                <w:szCs w:val="16"/>
                              </w:rPr>
                              <w:t>Maximum Iterations?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D00E2" id="_x0000_t110" coordsize="21600,21600" o:spt="110" path="m10800,l,10800,10800,21600,21600,10800xe">
                <v:stroke joinstyle="miter"/>
                <v:path gradientshapeok="t" o:connecttype="rect" textboxrect="5400,5400,16200,16200"/>
              </v:shapetype>
              <v:shape id="Flowchart: Decision 10" o:spid="_x0000_s1039" type="#_x0000_t110" style="position:absolute;left:0;text-align:left;margin-left:153.45pt;margin-top:.7pt;width:149.8pt;height:62.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" fillcolor="white [3201]" strokecolor="black [3213]" strokeweight="1pt">
                <v:textbox>
                  <w:txbxContent>
                    <w:p w14:paraId="7540E1FE" w14:textId="24E105AD" w:rsidR="002A45A0" w:rsidRPr="002A45A0" w:rsidRDefault="002A45A0" w:rsidP="002A45A0">
                      <w:pPr>
                        <w:jc w:val="center"/>
                        <w:rPr>
                          <w:sz w:val="20"/>
                          <w:szCs w:val="16"/>
                        </w:rPr>
                      </w:pPr>
                      <w:r>
                        <w:rPr>
                          <w:sz w:val="20"/>
                          <w:szCs w:val="16"/>
                        </w:rPr>
                        <w:t>Maximum Iterations?</w:t>
                      </w:r>
                    </w:p>
                  </w:txbxContent>
                </v:textbox>
              </v:shape>
            </w:pict>
          </mc:Fallback>
        </mc:AlternateContent>
      </w:r>
      <w:r w:rsidRPr="00661011">
        <w:rPr>
          <w:noProof/>
        </w:rPr>
        <mc:AlternateContent>
          <mc:Choice Requires="wps">
            <w:drawing>
              <wp:anchor distT="0" distB="0" distL="114300" distR="114300" simplePos="0" relativeHeight="251710976" behindDoc="0" locked="0" layoutInCell="1" allowOverlap="1" wp14:anchorId="6D5BF250" wp14:editId="3E9DE52F">
                <wp:simplePos x="0" y="0"/>
                <wp:positionH relativeFrom="column">
                  <wp:posOffset>1591310</wp:posOffset>
                </wp:positionH>
                <wp:positionV relativeFrom="paragraph">
                  <wp:posOffset>140970</wp:posOffset>
                </wp:positionV>
                <wp:extent cx="1828800" cy="1828800"/>
                <wp:effectExtent l="0" t="0" r="0" b="0"/>
                <wp:wrapNone/>
                <wp:docPr id="109989948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D8277E" w14:textId="2F801A13" w:rsidR="004A1487" w:rsidRPr="004A1487" w:rsidRDefault="004A1487" w:rsidP="004A1487">
                            <w:pPr>
                              <w:pStyle w:val="Paragraph"/>
                              <w:jc w:val="center"/>
                              <w:rPr>
                                <w:rFonts w:ascii="Aptos Narrow" w:hAnsi="Aptos Narrow" w:cs="Arial"/>
                                <w:bCs/>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ptos Narrow" w:hAnsi="Aptos Narrow" w:cs="Arial"/>
                                <w:bCs/>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6D5BF250" id="_x0000_t202" coordsize="21600,21600" o:spt="202" path="m,l,21600r21600,l21600,xe">
                <v:stroke joinstyle="miter"/>
                <v:path gradientshapeok="t" o:connecttype="rect"/>
              </v:shapetype>
              <v:shape id="Text Box 1" o:spid="_x0000_s1040" type="#_x0000_t202" style="position:absolute;left:0;text-align:left;margin-left:125.3pt;margin-top:11.1pt;width:2in;height:2in;z-index:251710976;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" filled="f" stroked="f">
                <v:textbox style="mso-fit-shape-to-text:t">
                  <w:txbxContent>
                    <w:p w14:paraId="14D8277E" w14:textId="2F801A13" w:rsidR="004A1487" w:rsidRPr="004A1487" w:rsidRDefault="004A1487" w:rsidP="004A1487">
                      <w:pPr>
                        <w:pStyle w:val="Paragraph"/>
                        <w:jc w:val="center"/>
                        <w:rPr>
                          <w:rFonts w:ascii="Aptos Narrow" w:hAnsi="Aptos Narrow" w:cs="Arial"/>
                          <w:bCs/>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ptos Narrow" w:hAnsi="Aptos Narrow" w:cs="Arial"/>
                          <w:bCs/>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No</w:t>
                      </w:r>
                    </w:p>
                  </w:txbxContent>
                </v:textbox>
              </v:shape>
            </w:pict>
          </mc:Fallback>
        </mc:AlternateContent>
      </w:r>
    </w:p>
    <w:p w14:paraId="75C99DBB" w14:textId="55C56DB0" w:rsidR="002A45A0" w:rsidRPr="00661011" w:rsidRDefault="002A45A0" w:rsidP="002A45A0">
      <w:pPr>
        <w:pStyle w:val="Paragraph"/>
      </w:pPr>
    </w:p>
    <w:p w14:paraId="52B505EB" w14:textId="48EC4272" w:rsidR="002A45A0" w:rsidRPr="00661011" w:rsidRDefault="00FE50FE" w:rsidP="002A45A0">
      <w:pPr>
        <w:pStyle w:val="Paragraph"/>
        <w:ind w:left="644" w:firstLine="0"/>
        <w:rPr>
          <w:sz w:val="24"/>
          <w:szCs w:val="24"/>
        </w:rPr>
      </w:pPr>
      <w:r w:rsidRPr="00661011">
        <w:rPr>
          <w:noProof/>
          <w:sz w:val="24"/>
          <w:szCs w:val="24"/>
        </w:rPr>
        <mc:AlternateContent>
          <mc:Choice Requires="wps">
            <w:drawing>
              <wp:anchor distT="0" distB="0" distL="114300" distR="114300" simplePos="0" relativeHeight="251712000" behindDoc="0" locked="0" layoutInCell="1" allowOverlap="1" wp14:anchorId="672350C9" wp14:editId="515089FA">
                <wp:simplePos x="0" y="0"/>
                <wp:positionH relativeFrom="column">
                  <wp:posOffset>1287780</wp:posOffset>
                </wp:positionH>
                <wp:positionV relativeFrom="paragraph">
                  <wp:posOffset>137108</wp:posOffset>
                </wp:positionV>
                <wp:extent cx="634244" cy="4000"/>
                <wp:effectExtent l="0" t="0" r="13970" b="34290"/>
                <wp:wrapNone/>
                <wp:docPr id="727850611" name="Straight Connector 12"/>
                <wp:cNvGraphicFramePr/>
                <a:graphic xmlns:a="http://schemas.openxmlformats.org/drawingml/2006/main">
                  <a:graphicData uri="http://schemas.microsoft.com/office/word/2010/wordprocessingShape">
                    <wps:wsp>
                      <wps:cNvCnPr/>
                      <wps:spPr>
                        <a:xfrm flipH="1" flipV="1">
                          <a:off x="0" y="0"/>
                          <a:ext cx="634244" cy="4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line w14:anchorId="1A0559A0" id="Straight Connector 12" o:spid="_x0000_s1026" style="position:absolute;flip:x y;z-index:251712000;visibility:visible;mso-wrap-style:square;mso-wrap-distance-left:9pt;mso-wrap-distance-top:0;mso-wrap-distance-right:9pt;mso-wrap-distance-bottom:0;mso-position-horizontal:absolute;mso-position-horizontal-relative:text;mso-position-vertical:absolute;mso-position-vertical-relative:text" from="101.4pt,10.8pt" to="151.3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" strokecolor="black [3040]"/>
            </w:pict>
          </mc:Fallback>
        </mc:AlternateContent>
      </w:r>
    </w:p>
    <w:p w14:paraId="05B0F34C" w14:textId="7BAF52B8" w:rsidR="002A45A0" w:rsidRPr="00661011" w:rsidRDefault="002A45A0" w:rsidP="002A45A0">
      <w:pPr>
        <w:pStyle w:val="Paragraph"/>
        <w:ind w:left="644" w:firstLine="0"/>
        <w:rPr>
          <w:sz w:val="24"/>
          <w:szCs w:val="24"/>
        </w:rPr>
      </w:pPr>
    </w:p>
    <w:p w14:paraId="707265CD" w14:textId="69D1B5A4" w:rsidR="002A45A0" w:rsidRPr="00661011" w:rsidRDefault="00FE50FE" w:rsidP="002A45A0">
      <w:pPr>
        <w:pStyle w:val="Paragraph"/>
        <w:ind w:left="644" w:firstLine="0"/>
        <w:rPr>
          <w:sz w:val="24"/>
          <w:szCs w:val="24"/>
        </w:rPr>
      </w:pPr>
      <w:r w:rsidRPr="00661011">
        <w:rPr>
          <w:noProof/>
        </w:rPr>
        <mc:AlternateContent>
          <mc:Choice Requires="wps">
            <w:drawing>
              <wp:anchor distT="0" distB="0" distL="114300" distR="114300" simplePos="0" relativeHeight="251704832" behindDoc="0" locked="0" layoutInCell="1" allowOverlap="1" wp14:anchorId="4B74ECEE" wp14:editId="285A23C0">
                <wp:simplePos x="0" y="0"/>
                <wp:positionH relativeFrom="column">
                  <wp:posOffset>2893197</wp:posOffset>
                </wp:positionH>
                <wp:positionV relativeFrom="paragraph">
                  <wp:posOffset>128905</wp:posOffset>
                </wp:positionV>
                <wp:extent cx="0" cy="142875"/>
                <wp:effectExtent l="76200" t="0" r="57150" b="47625"/>
                <wp:wrapNone/>
                <wp:docPr id="806668109" name="Straight Arrow Connector 9"/>
                <wp:cNvGraphicFramePr/>
                <a:graphic xmlns:a="http://schemas.openxmlformats.org/drawingml/2006/main">
                  <a:graphicData uri="http://schemas.microsoft.com/office/word/2010/wordprocessingShape">
                    <wps:wsp>
                      <wps:cNvCnPr/>
                      <wps:spPr>
                        <a:xfrm>
                          <a:off x="0" y="0"/>
                          <a:ext cx="0" cy="1428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02949AC2" id="Straight Arrow Connector 9" o:spid="_x0000_s1026" type="#_x0000_t32" style="position:absolute;margin-left:227.8pt;margin-top:10.15pt;width:0;height:11.2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" strokecolor="black [3213]">
                <v:stroke endarrow="block"/>
              </v:shape>
            </w:pict>
          </mc:Fallback>
        </mc:AlternateContent>
      </w:r>
      <w:r w:rsidRPr="00661011">
        <w:rPr>
          <w:noProof/>
        </w:rPr>
        <mc:AlternateContent>
          <mc:Choice Requires="wps">
            <w:drawing>
              <wp:anchor distT="0" distB="0" distL="114300" distR="114300" simplePos="0" relativeHeight="251708928" behindDoc="0" locked="0" layoutInCell="1" allowOverlap="1" wp14:anchorId="7C006B80" wp14:editId="2D324BF1">
                <wp:simplePos x="0" y="0"/>
                <wp:positionH relativeFrom="column">
                  <wp:posOffset>2868672</wp:posOffset>
                </wp:positionH>
                <wp:positionV relativeFrom="paragraph">
                  <wp:posOffset>20869</wp:posOffset>
                </wp:positionV>
                <wp:extent cx="1828800" cy="1828800"/>
                <wp:effectExtent l="0" t="0" r="0" b="0"/>
                <wp:wrapNone/>
                <wp:docPr id="1642347422"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4AF51A" w14:textId="52504635" w:rsidR="004A1487" w:rsidRPr="004A1487" w:rsidRDefault="004A1487" w:rsidP="004A1487">
                            <w:pPr>
                              <w:pStyle w:val="Paragraph"/>
                              <w:jc w:val="center"/>
                              <w:rPr>
                                <w:rFonts w:ascii="Aptos Narrow" w:hAnsi="Aptos Narrow" w:cs="Arial"/>
                                <w:bCs/>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A1487">
                              <w:rPr>
                                <w:rFonts w:ascii="Aptos Narrow" w:hAnsi="Aptos Narrow" w:cs="Arial"/>
                                <w:bCs/>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C006B80" id="_x0000_s1041" type="#_x0000_t202" style="position:absolute;left:0;text-align:left;margin-left:225.9pt;margin-top:1.65pt;width:2in;height:2in;z-index:2517089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" filled="f" stroked="f">
                <v:textbox style="mso-fit-shape-to-text:t">
                  <w:txbxContent>
                    <w:p w14:paraId="0A4AF51A" w14:textId="52504635" w:rsidR="004A1487" w:rsidRPr="004A1487" w:rsidRDefault="004A1487" w:rsidP="004A1487">
                      <w:pPr>
                        <w:pStyle w:val="Paragraph"/>
                        <w:jc w:val="center"/>
                        <w:rPr>
                          <w:rFonts w:ascii="Aptos Narrow" w:hAnsi="Aptos Narrow" w:cs="Arial"/>
                          <w:bCs/>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A1487">
                        <w:rPr>
                          <w:rFonts w:ascii="Aptos Narrow" w:hAnsi="Aptos Narrow" w:cs="Arial"/>
                          <w:bCs/>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Yes</w:t>
                      </w:r>
                    </w:p>
                  </w:txbxContent>
                </v:textbox>
              </v:shape>
            </w:pict>
          </mc:Fallback>
        </mc:AlternateContent>
      </w:r>
    </w:p>
    <w:p w14:paraId="6FB85657" w14:textId="60DBDCA4" w:rsidR="002A45A0" w:rsidRPr="00661011" w:rsidRDefault="00FE50FE" w:rsidP="002A45A0">
      <w:pPr>
        <w:pStyle w:val="Paragraph"/>
        <w:ind w:left="644" w:firstLine="0"/>
        <w:rPr>
          <w:sz w:val="24"/>
          <w:szCs w:val="24"/>
        </w:rPr>
      </w:pPr>
      <w:r w:rsidRPr="00661011">
        <w:rPr>
          <w:noProof/>
        </w:rPr>
        <mc:AlternateContent>
          <mc:Choice Requires="wps">
            <w:drawing>
              <wp:anchor distT="0" distB="0" distL="114300" distR="114300" simplePos="0" relativeHeight="251702784" behindDoc="0" locked="0" layoutInCell="1" allowOverlap="1" wp14:anchorId="0C3C0C28" wp14:editId="5F678E72">
                <wp:simplePos x="0" y="0"/>
                <wp:positionH relativeFrom="column">
                  <wp:posOffset>1702435</wp:posOffset>
                </wp:positionH>
                <wp:positionV relativeFrom="paragraph">
                  <wp:posOffset>85862</wp:posOffset>
                </wp:positionV>
                <wp:extent cx="2360930" cy="412115"/>
                <wp:effectExtent l="0" t="0" r="20320" b="26035"/>
                <wp:wrapNone/>
                <wp:docPr id="232782524" name="Flowchart: Data 5"/>
                <wp:cNvGraphicFramePr/>
                <a:graphic xmlns:a="http://schemas.openxmlformats.org/drawingml/2006/main">
                  <a:graphicData uri="http://schemas.microsoft.com/office/word/2010/wordprocessingShape">
                    <wps:wsp>
                      <wps:cNvSpPr/>
                      <wps:spPr>
                        <a:xfrm>
                          <a:off x="0" y="0"/>
                          <a:ext cx="2360930" cy="412115"/>
                        </a:xfrm>
                        <a:prstGeom prst="flowChartInputOutput">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0359A2B" w14:textId="42105D43" w:rsidR="002A45A0" w:rsidRPr="00A23751" w:rsidRDefault="004A1487" w:rsidP="002A45A0">
                            <w:pPr>
                              <w:jc w:val="center"/>
                              <w:rPr>
                                <w:sz w:val="20"/>
                                <w:szCs w:val="16"/>
                              </w:rPr>
                            </w:pPr>
                            <w:r>
                              <w:rPr>
                                <w:sz w:val="20"/>
                                <w:szCs w:val="16"/>
                              </w:rPr>
                              <w:t>Optimal recloser position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C0C28" id="_x0000_s1042" type="#_x0000_t111" style="position:absolute;left:0;text-align:left;margin-left:134.05pt;margin-top:6.75pt;width:185.9pt;height:32.4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" fillcolor="white [3201]" strokecolor="black [3213]" strokeweight="1pt">
                <v:textbox>
                  <w:txbxContent>
                    <w:p w14:paraId="10359A2B" w14:textId="42105D43" w:rsidR="002A45A0" w:rsidRPr="00A23751" w:rsidRDefault="004A1487" w:rsidP="002A45A0">
                      <w:pPr>
                        <w:jc w:val="center"/>
                        <w:rPr>
                          <w:sz w:val="20"/>
                          <w:szCs w:val="16"/>
                        </w:rPr>
                      </w:pPr>
                      <w:r>
                        <w:rPr>
                          <w:sz w:val="20"/>
                          <w:szCs w:val="16"/>
                        </w:rPr>
                        <w:t>Optimal recloser position</w:t>
                      </w:r>
                    </w:p>
                  </w:txbxContent>
                </v:textbox>
              </v:shape>
            </w:pict>
          </mc:Fallback>
        </mc:AlternateContent>
      </w:r>
    </w:p>
    <w:p w14:paraId="0DCA04B8" w14:textId="1B03BAA2" w:rsidR="003B35D8" w:rsidRPr="00661011" w:rsidRDefault="003B35D8" w:rsidP="003B35D8">
      <w:pPr>
        <w:pStyle w:val="Paragraph"/>
      </w:pPr>
    </w:p>
    <w:p w14:paraId="698CD7FE" w14:textId="4275C952" w:rsidR="003B35D8" w:rsidRPr="00661011" w:rsidRDefault="003B35D8" w:rsidP="003B35D8">
      <w:pPr>
        <w:pStyle w:val="Paragraph"/>
      </w:pPr>
    </w:p>
    <w:p w14:paraId="4F81F0DC" w14:textId="20280B44" w:rsidR="003B35D8" w:rsidRPr="00661011" w:rsidRDefault="00FE50FE" w:rsidP="003B35D8">
      <w:pPr>
        <w:pStyle w:val="Paragraph"/>
      </w:pPr>
      <w:r w:rsidRPr="00661011">
        <w:rPr>
          <w:noProof/>
        </w:rPr>
        <mc:AlternateContent>
          <mc:Choice Requires="wps">
            <w:drawing>
              <wp:anchor distT="0" distB="0" distL="114300" distR="114300" simplePos="0" relativeHeight="251693568" behindDoc="0" locked="0" layoutInCell="1" allowOverlap="1" wp14:anchorId="79AA2A1C" wp14:editId="09256247">
                <wp:simplePos x="0" y="0"/>
                <wp:positionH relativeFrom="column">
                  <wp:posOffset>2430008</wp:posOffset>
                </wp:positionH>
                <wp:positionV relativeFrom="paragraph">
                  <wp:posOffset>141605</wp:posOffset>
                </wp:positionV>
                <wp:extent cx="923290" cy="361950"/>
                <wp:effectExtent l="0" t="0" r="10160" b="19050"/>
                <wp:wrapNone/>
                <wp:docPr id="473822256" name="Flowchart: Terminator 4"/>
                <wp:cNvGraphicFramePr/>
                <a:graphic xmlns:a="http://schemas.openxmlformats.org/drawingml/2006/main">
                  <a:graphicData uri="http://schemas.microsoft.com/office/word/2010/wordprocessingShape">
                    <wps:wsp>
                      <wps:cNvSpPr/>
                      <wps:spPr>
                        <a:xfrm>
                          <a:off x="0" y="0"/>
                          <a:ext cx="923290" cy="361950"/>
                        </a:xfrm>
                        <a:prstGeom prst="flowChartTerminator">
                          <a:avLst/>
                        </a:prstGeom>
                        <a:solidFill>
                          <a:schemeClr val="bg1"/>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52DEC55" w14:textId="77777777" w:rsidR="002A45A0" w:rsidRPr="00A23751" w:rsidRDefault="002A45A0" w:rsidP="002A45A0">
                            <w:pPr>
                              <w:jc w:val="center"/>
                              <w:rPr>
                                <w:sz w:val="20"/>
                                <w:szCs w:val="16"/>
                              </w:rPr>
                            </w:pPr>
                            <w:r>
                              <w:rPr>
                                <w:sz w:val="20"/>
                                <w:szCs w:val="16"/>
                              </w:rPr>
                              <w:t>End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AA2A1C" id="_x0000_s1043" type="#_x0000_t116" style="position:absolute;left:0;text-align:left;margin-left:191.35pt;margin-top:11.15pt;width:72.7pt;height:28.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" fillcolor="white [3212]" strokecolor="black [3213]" strokeweight="1pt">
                <v:textbox>
                  <w:txbxContent>
                    <w:p w14:paraId="352DEC55" w14:textId="77777777" w:rsidR="002A45A0" w:rsidRPr="00A23751" w:rsidRDefault="002A45A0" w:rsidP="002A45A0">
                      <w:pPr>
                        <w:jc w:val="center"/>
                        <w:rPr>
                          <w:sz w:val="20"/>
                          <w:szCs w:val="16"/>
                        </w:rPr>
                      </w:pPr>
                      <w:r>
                        <w:rPr>
                          <w:sz w:val="20"/>
                          <w:szCs w:val="16"/>
                        </w:rPr>
                        <w:t>End</w:t>
                      </w:r>
                    </w:p>
                  </w:txbxContent>
                </v:textbox>
              </v:shape>
            </w:pict>
          </mc:Fallback>
        </mc:AlternateContent>
      </w:r>
      <w:r w:rsidRPr="00661011">
        <w:rPr>
          <w:noProof/>
        </w:rPr>
        <mc:AlternateContent>
          <mc:Choice Requires="wps">
            <w:drawing>
              <wp:anchor distT="0" distB="0" distL="114300" distR="114300" simplePos="0" relativeHeight="251706880" behindDoc="0" locked="0" layoutInCell="1" allowOverlap="1" wp14:anchorId="7336C711" wp14:editId="7AF0D96F">
                <wp:simplePos x="0" y="0"/>
                <wp:positionH relativeFrom="column">
                  <wp:posOffset>2886075</wp:posOffset>
                </wp:positionH>
                <wp:positionV relativeFrom="paragraph">
                  <wp:posOffset>5852</wp:posOffset>
                </wp:positionV>
                <wp:extent cx="0" cy="158166"/>
                <wp:effectExtent l="76200" t="0" r="57150" b="51435"/>
                <wp:wrapNone/>
                <wp:docPr id="1815153883" name="Straight Arrow Connector 9"/>
                <wp:cNvGraphicFramePr/>
                <a:graphic xmlns:a="http://schemas.openxmlformats.org/drawingml/2006/main">
                  <a:graphicData uri="http://schemas.microsoft.com/office/word/2010/wordprocessingShape">
                    <wps:wsp>
                      <wps:cNvCnPr/>
                      <wps:spPr>
                        <a:xfrm>
                          <a:off x="0" y="0"/>
                          <a:ext cx="0" cy="15816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oel="http://schemas.microsoft.com/office/2019/extlst">
            <w:pict>
              <v:shape w14:anchorId="6A2097BA" id="Straight Arrow Connector 9" o:spid="_x0000_s1026" type="#_x0000_t32" style="position:absolute;margin-left:227.25pt;margin-top:.45pt;width:0;height:12.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" strokecolor="black [3213]">
                <v:stroke endarrow="block"/>
              </v:shape>
            </w:pict>
          </mc:Fallback>
        </mc:AlternateContent>
      </w:r>
    </w:p>
    <w:p w14:paraId="354F0D64" w14:textId="426B0EEA" w:rsidR="003B35D8" w:rsidRPr="00661011" w:rsidRDefault="003B35D8" w:rsidP="003B35D8">
      <w:pPr>
        <w:pStyle w:val="Paragraph"/>
        <w:rPr>
          <w:sz w:val="24"/>
          <w:szCs w:val="24"/>
        </w:rPr>
      </w:pPr>
    </w:p>
    <w:p w14:paraId="20568CAD" w14:textId="77777777" w:rsidR="00EE475E" w:rsidRPr="00661011" w:rsidRDefault="00EE475E" w:rsidP="00A94D77">
      <w:pPr>
        <w:pStyle w:val="Paragraph"/>
        <w:jc w:val="center"/>
        <w:rPr>
          <w:b/>
          <w:bCs/>
          <w:sz w:val="18"/>
          <w:szCs w:val="18"/>
        </w:rPr>
      </w:pPr>
    </w:p>
    <w:p w14:paraId="1E1FDF93" w14:textId="77777777" w:rsidR="00EE475E" w:rsidRPr="00661011" w:rsidRDefault="00EE475E" w:rsidP="00A94D77">
      <w:pPr>
        <w:pStyle w:val="Paragraph"/>
        <w:jc w:val="center"/>
        <w:rPr>
          <w:b/>
          <w:bCs/>
          <w:sz w:val="18"/>
          <w:szCs w:val="18"/>
        </w:rPr>
      </w:pPr>
    </w:p>
    <w:p w14:paraId="1B565FDA" w14:textId="2E5F6E86" w:rsidR="00674B38" w:rsidRPr="00661011" w:rsidRDefault="00674B38" w:rsidP="00A94D77">
      <w:pPr>
        <w:pStyle w:val="Paragraph"/>
        <w:jc w:val="center"/>
        <w:rPr>
          <w:sz w:val="18"/>
          <w:szCs w:val="18"/>
        </w:rPr>
      </w:pPr>
      <w:r w:rsidRPr="00661011">
        <w:rPr>
          <w:b/>
          <w:bCs/>
          <w:sz w:val="18"/>
          <w:szCs w:val="18"/>
        </w:rPr>
        <w:t xml:space="preserve">Figure 3. </w:t>
      </w:r>
      <w:r w:rsidRPr="00661011">
        <w:rPr>
          <w:sz w:val="18"/>
          <w:szCs w:val="18"/>
        </w:rPr>
        <w:t>GWO Algorithm Flowchart</w:t>
      </w:r>
    </w:p>
    <w:p w14:paraId="3CA6492E" w14:textId="77777777" w:rsidR="00661011" w:rsidRPr="00661011" w:rsidRDefault="00661011" w:rsidP="00674B38">
      <w:pPr>
        <w:pStyle w:val="Paragraph"/>
      </w:pPr>
    </w:p>
    <w:p w14:paraId="386C501A" w14:textId="77777777" w:rsidR="00661011" w:rsidRPr="00661011" w:rsidRDefault="00661011" w:rsidP="00674B38">
      <w:pPr>
        <w:pStyle w:val="Paragraph"/>
      </w:pPr>
    </w:p>
    <w:p w14:paraId="6176AB9F" w14:textId="77777777" w:rsidR="00661011" w:rsidRPr="00661011" w:rsidRDefault="00661011" w:rsidP="00674B38">
      <w:pPr>
        <w:pStyle w:val="Paragraph"/>
      </w:pPr>
    </w:p>
    <w:p w14:paraId="20C97F08" w14:textId="77777777" w:rsidR="00661011" w:rsidRPr="00661011" w:rsidRDefault="00661011" w:rsidP="00674B38">
      <w:pPr>
        <w:pStyle w:val="Paragraph"/>
      </w:pPr>
    </w:p>
    <w:p w14:paraId="4617CEAA" w14:textId="77777777" w:rsidR="00661011" w:rsidRPr="00661011" w:rsidRDefault="00661011" w:rsidP="00674B38">
      <w:pPr>
        <w:pStyle w:val="Paragraph"/>
      </w:pPr>
    </w:p>
    <w:p w14:paraId="6CAC5DC0" w14:textId="6D1B2999" w:rsidR="00674B38" w:rsidRPr="00661011" w:rsidRDefault="00C778BE" w:rsidP="00674B38">
      <w:pPr>
        <w:pStyle w:val="Paragraph"/>
      </w:pPr>
      <w:r w:rsidRPr="00661011">
        <w:lastRenderedPageBreak/>
        <w:t>Figure 3 shows the flow of the GWO algorithm, which will be explained as follows:</w:t>
      </w:r>
    </w:p>
    <w:p w14:paraId="0E9E960A" w14:textId="4B6AB94C" w:rsidR="00C778BE" w:rsidRPr="00661011" w:rsidRDefault="00C778BE" w:rsidP="00417C03">
      <w:pPr>
        <w:pStyle w:val="Paragraph"/>
        <w:numPr>
          <w:ilvl w:val="0"/>
          <w:numId w:val="47"/>
        </w:numPr>
      </w:pPr>
      <w:r w:rsidRPr="00661011">
        <w:t xml:space="preserve"> </w:t>
      </w:r>
      <w:r w:rsidR="004A7367" w:rsidRPr="00661011">
        <w:t xml:space="preserve">Enter data such as </w:t>
      </w:r>
      <w:r w:rsidR="004A7367" w:rsidRPr="00661011">
        <w:rPr>
          <w:rFonts w:ascii="Cambria Math" w:hAnsi="Cambria Math" w:cs="Cambria Math"/>
        </w:rPr>
        <w:t>𝜆𝑖</w:t>
      </w:r>
      <w:r w:rsidR="004A7367" w:rsidRPr="00661011">
        <w:t xml:space="preserve">, </w:t>
      </w:r>
      <w:r w:rsidR="004A7367" w:rsidRPr="00661011">
        <w:rPr>
          <w:rFonts w:ascii="Cambria Math" w:hAnsi="Cambria Math" w:cs="Cambria Math"/>
        </w:rPr>
        <w:t>𝑈𝑖</w:t>
      </w:r>
      <w:r w:rsidR="004A7367" w:rsidRPr="00661011">
        <w:t>, value SAIDI and SAIFI.</w:t>
      </w:r>
    </w:p>
    <w:p w14:paraId="1742F5F5" w14:textId="3144E4CF" w:rsidR="004A7367" w:rsidRPr="00661011" w:rsidRDefault="004A7367" w:rsidP="00417C03">
      <w:pPr>
        <w:pStyle w:val="Paragraph"/>
        <w:numPr>
          <w:ilvl w:val="0"/>
          <w:numId w:val="47"/>
        </w:numPr>
      </w:pPr>
      <w:r w:rsidRPr="00661011">
        <w:t>Create GWO algorithm parameters such as maximum iteration, population, and a value.</w:t>
      </w:r>
    </w:p>
    <w:p w14:paraId="4E2BECC9" w14:textId="015F4A0B" w:rsidR="004A7367" w:rsidRPr="00661011" w:rsidRDefault="004A7367" w:rsidP="00417C03">
      <w:pPr>
        <w:pStyle w:val="Paragraph"/>
        <w:numPr>
          <w:ilvl w:val="0"/>
          <w:numId w:val="47"/>
        </w:numPr>
      </w:pPr>
      <w:r w:rsidRPr="00661011">
        <w:t>The objective function used in this study is as follows: fx</w:t>
      </w:r>
      <w:r w:rsidRPr="00661011">
        <w:rPr>
          <w:vertAlign w:val="subscript"/>
        </w:rPr>
        <w:t>1</w:t>
      </w:r>
      <w:r w:rsidRPr="00661011">
        <w:t>= SAIDI/SAIFI</w:t>
      </w:r>
    </w:p>
    <w:p w14:paraId="33F5C305" w14:textId="5671A090" w:rsidR="004A7367" w:rsidRPr="00661011" w:rsidRDefault="00424A02" w:rsidP="00417C03">
      <w:pPr>
        <w:pStyle w:val="Paragraph"/>
        <w:numPr>
          <w:ilvl w:val="0"/>
          <w:numId w:val="47"/>
        </w:numPr>
      </w:pPr>
      <w:r w:rsidRPr="00661011">
        <w:t>Compute the fitness (objective function value) for each wolf. Alpha (α)</w:t>
      </w:r>
      <w:r w:rsidRPr="00661011">
        <w:rPr>
          <w:b/>
          <w:bCs/>
        </w:rPr>
        <w:t>:</w:t>
      </w:r>
      <w:r w:rsidRPr="00661011">
        <w:t xml:space="preserve"> best solution so far, Beta (β): second-best, Delta (δ): third-best.</w:t>
      </w:r>
    </w:p>
    <w:p w14:paraId="37A0A46C" w14:textId="267C488F" w:rsidR="00424A02" w:rsidRPr="00661011" w:rsidRDefault="00424A02" w:rsidP="00417C03">
      <w:pPr>
        <w:pStyle w:val="Paragraph"/>
        <w:numPr>
          <w:ilvl w:val="0"/>
          <w:numId w:val="47"/>
        </w:numPr>
      </w:pPr>
      <w:r w:rsidRPr="00661011">
        <w:t>Check if the current population has solutions better than the previous α, β, or δ</w:t>
      </w:r>
    </w:p>
    <w:p w14:paraId="7635276F" w14:textId="263AF6FC" w:rsidR="00424A02" w:rsidRPr="00661011" w:rsidRDefault="00424A02" w:rsidP="00417C03">
      <w:pPr>
        <w:pStyle w:val="Paragraph"/>
        <w:numPr>
          <w:ilvl w:val="0"/>
          <w:numId w:val="47"/>
        </w:numPr>
      </w:pPr>
      <w:r w:rsidRPr="00661011">
        <w:t>Check whether the stopping condition is met. Common criteria:</w:t>
      </w:r>
      <w:r w:rsidRPr="00661011">
        <w:rPr>
          <w:sz w:val="24"/>
        </w:rPr>
        <w:t xml:space="preserve"> </w:t>
      </w:r>
      <w:r w:rsidRPr="00661011">
        <w:t>maximum number of iterations reached, Error threshold or fitness tolerance achieved.</w:t>
      </w:r>
    </w:p>
    <w:p w14:paraId="1490A3D5" w14:textId="77777777" w:rsidR="00424A02" w:rsidRPr="00661011" w:rsidRDefault="00424A02" w:rsidP="00424A02">
      <w:pPr>
        <w:pStyle w:val="Paragraph"/>
      </w:pPr>
    </w:p>
    <w:p w14:paraId="246D87DB" w14:textId="77777777" w:rsidR="00424A02" w:rsidRPr="00661011" w:rsidRDefault="00424A02" w:rsidP="00424A02">
      <w:pPr>
        <w:pStyle w:val="Paragraph"/>
      </w:pPr>
    </w:p>
    <w:p w14:paraId="6D2B9AFA" w14:textId="62B77F09" w:rsidR="00270ADC" w:rsidRPr="00661011" w:rsidRDefault="009E1F20" w:rsidP="00BA0061">
      <w:pPr>
        <w:pStyle w:val="Paragraph"/>
        <w:ind w:left="644" w:firstLine="0"/>
        <w:jc w:val="center"/>
        <w:rPr>
          <w:b/>
          <w:bCs/>
          <w:sz w:val="24"/>
          <w:szCs w:val="24"/>
        </w:rPr>
      </w:pPr>
      <w:r w:rsidRPr="00661011">
        <w:rPr>
          <w:b/>
          <w:bCs/>
          <w:sz w:val="24"/>
          <w:szCs w:val="24"/>
        </w:rPr>
        <w:t>RESULT AND DISCUSSION</w:t>
      </w:r>
    </w:p>
    <w:p w14:paraId="4B52CBC9" w14:textId="77777777" w:rsidR="009E1F20" w:rsidRPr="00661011" w:rsidRDefault="009E1F20" w:rsidP="009E1F20">
      <w:pPr>
        <w:pStyle w:val="Paragraph"/>
        <w:ind w:left="644" w:firstLine="0"/>
        <w:rPr>
          <w:b/>
          <w:bCs/>
          <w:sz w:val="24"/>
          <w:szCs w:val="24"/>
        </w:rPr>
      </w:pPr>
    </w:p>
    <w:p w14:paraId="1D267BD2" w14:textId="23CF76D3" w:rsidR="009E1F20" w:rsidRPr="00661011" w:rsidRDefault="00BA0061" w:rsidP="00BA0061">
      <w:pPr>
        <w:pStyle w:val="Paragraph"/>
        <w:rPr>
          <w:b/>
          <w:bCs/>
          <w:sz w:val="24"/>
          <w:szCs w:val="24"/>
        </w:rPr>
      </w:pPr>
      <w:r w:rsidRPr="00661011">
        <w:t>The results of the optimization calculations for recloser placement in the Galis feeder distribution network have been completed using the GWO algorithm. The results of the optimization calculations include failure rate, power outage duration, SAIDI, and SAIFI. The detailed results of this study are described as follows</w:t>
      </w:r>
      <w:r w:rsidR="00931C57" w:rsidRPr="00661011">
        <w:t>.</w:t>
      </w:r>
    </w:p>
    <w:p w14:paraId="4D175B06" w14:textId="77777777" w:rsidR="009E1F20" w:rsidRPr="00661011" w:rsidRDefault="009E1F20" w:rsidP="00BA0061">
      <w:pPr>
        <w:pStyle w:val="Paragraph"/>
        <w:rPr>
          <w:b/>
          <w:bCs/>
          <w:sz w:val="24"/>
          <w:szCs w:val="24"/>
        </w:rPr>
      </w:pPr>
    </w:p>
    <w:p w14:paraId="264AEAE2" w14:textId="735DB7DE" w:rsidR="009E1F20" w:rsidRPr="00661011" w:rsidRDefault="00BA0061" w:rsidP="00661011">
      <w:pPr>
        <w:pStyle w:val="Paragraph"/>
        <w:jc w:val="center"/>
        <w:rPr>
          <w:b/>
          <w:bCs/>
          <w:sz w:val="24"/>
          <w:szCs w:val="24"/>
        </w:rPr>
      </w:pPr>
      <w:r w:rsidRPr="00661011">
        <w:rPr>
          <w:b/>
          <w:bCs/>
          <w:sz w:val="24"/>
          <w:szCs w:val="24"/>
        </w:rPr>
        <w:t>Initial System Reliability Calculation Results Before Optimization</w:t>
      </w:r>
    </w:p>
    <w:p w14:paraId="22E2117E" w14:textId="77777777" w:rsidR="00BA0061" w:rsidRPr="00661011" w:rsidRDefault="00BA0061" w:rsidP="00BA0061">
      <w:pPr>
        <w:pStyle w:val="Paragraph"/>
        <w:ind w:left="1004" w:firstLine="0"/>
        <w:rPr>
          <w:b/>
          <w:bCs/>
          <w:sz w:val="24"/>
          <w:szCs w:val="24"/>
        </w:rPr>
      </w:pPr>
    </w:p>
    <w:p w14:paraId="21FE5D4A" w14:textId="32A8DD84" w:rsidR="00BA0061" w:rsidRPr="00661011" w:rsidRDefault="00931C57" w:rsidP="00931C57">
      <w:pPr>
        <w:pStyle w:val="Paragraph"/>
      </w:pPr>
      <w:r w:rsidRPr="00661011">
        <w:t>Initial system reliability calculations using Section Technique calculations by processing the Galis feeder data that has been obtained. This data will be processed using the equations described in equations 1 to 4 by multiplying the system failure rate and system repair time according to SPLN 59 of 1985[1</w:t>
      </w:r>
      <w:r w:rsidR="00EE475E" w:rsidRPr="00661011">
        <w:t>2</w:t>
      </w:r>
      <w:r w:rsidRPr="00661011">
        <w:t>]. The results of the calculation of the failure rate and the average annual duration of power outages can be seen in Table 1 below.</w:t>
      </w:r>
    </w:p>
    <w:p w14:paraId="054CBF9D" w14:textId="77777777" w:rsidR="00077683" w:rsidRPr="00661011" w:rsidRDefault="00077683" w:rsidP="00931C57">
      <w:pPr>
        <w:pStyle w:val="Paragraph"/>
      </w:pPr>
    </w:p>
    <w:p w14:paraId="77DDEC84" w14:textId="77777777" w:rsidR="00077683" w:rsidRPr="00661011" w:rsidRDefault="00077683" w:rsidP="00077683">
      <w:pPr>
        <w:pStyle w:val="Paragraph"/>
        <w:jc w:val="center"/>
        <w:rPr>
          <w:sz w:val="18"/>
          <w:szCs w:val="18"/>
        </w:rPr>
      </w:pPr>
      <w:r w:rsidRPr="00661011">
        <w:rPr>
          <w:b/>
          <w:bCs/>
          <w:sz w:val="18"/>
          <w:szCs w:val="18"/>
        </w:rPr>
        <w:t xml:space="preserve">Table 1. </w:t>
      </w:r>
      <w:r w:rsidRPr="00661011">
        <w:rPr>
          <w:sz w:val="18"/>
          <w:szCs w:val="18"/>
        </w:rPr>
        <w:t>Results of Calculation of Failure Rate and Duration</w:t>
      </w:r>
    </w:p>
    <w:p w14:paraId="17C78DAD" w14:textId="77777777" w:rsidR="00077683" w:rsidRPr="00661011" w:rsidRDefault="00077683" w:rsidP="00077683">
      <w:pPr>
        <w:pStyle w:val="Paragraph"/>
        <w:jc w:val="center"/>
        <w:rPr>
          <w:sz w:val="18"/>
          <w:szCs w:val="18"/>
        </w:rPr>
      </w:pPr>
      <w:r w:rsidRPr="00661011">
        <w:rPr>
          <w:sz w:val="18"/>
          <w:szCs w:val="18"/>
        </w:rPr>
        <w:t>Average Annual Power Outages</w:t>
      </w:r>
    </w:p>
    <w:tbl>
      <w:tblPr>
        <w:tblW w:w="4349" w:type="dxa"/>
        <w:jc w:val="center"/>
        <w:tblBorders>
          <w:bottom w:val="single" w:sz="4" w:space="0" w:color="auto"/>
        </w:tblBorders>
        <w:tblLayout w:type="fixed"/>
        <w:tblLook w:val="0000" w:firstRow="0" w:lastRow="0" w:firstColumn="0" w:lastColumn="0" w:noHBand="0" w:noVBand="0"/>
      </w:tblPr>
      <w:tblGrid>
        <w:gridCol w:w="1418"/>
        <w:gridCol w:w="1276"/>
        <w:gridCol w:w="850"/>
        <w:gridCol w:w="805"/>
      </w:tblGrid>
      <w:tr w:rsidR="00661011" w:rsidRPr="00661011" w14:paraId="594B8DE4" w14:textId="77777777" w:rsidTr="00A3110B">
        <w:trPr>
          <w:cantSplit/>
          <w:trHeight w:val="272"/>
          <w:jc w:val="center"/>
        </w:trPr>
        <w:tc>
          <w:tcPr>
            <w:tcW w:w="1418" w:type="dxa"/>
            <w:tcBorders>
              <w:top w:val="single" w:sz="4" w:space="0" w:color="auto"/>
              <w:bottom w:val="single" w:sz="4" w:space="0" w:color="auto"/>
            </w:tcBorders>
            <w:vAlign w:val="center"/>
          </w:tcPr>
          <w:p w14:paraId="5D92D3ED" w14:textId="77777777" w:rsidR="00077683" w:rsidRPr="00661011" w:rsidRDefault="00077683" w:rsidP="00A3110B">
            <w:pPr>
              <w:jc w:val="center"/>
            </w:pPr>
            <w:r w:rsidRPr="00661011">
              <w:rPr>
                <w:b/>
                <w:sz w:val="18"/>
                <w:szCs w:val="18"/>
              </w:rPr>
              <w:t>No</w:t>
            </w:r>
          </w:p>
        </w:tc>
        <w:tc>
          <w:tcPr>
            <w:tcW w:w="1276" w:type="dxa"/>
            <w:tcBorders>
              <w:top w:val="single" w:sz="4" w:space="0" w:color="auto"/>
              <w:bottom w:val="single" w:sz="4" w:space="0" w:color="auto"/>
            </w:tcBorders>
            <w:vAlign w:val="center"/>
          </w:tcPr>
          <w:p w14:paraId="64D92022" w14:textId="77777777" w:rsidR="00077683" w:rsidRPr="00661011" w:rsidRDefault="00077683" w:rsidP="00A3110B">
            <w:pPr>
              <w:jc w:val="center"/>
              <w:rPr>
                <w:b/>
                <w:sz w:val="18"/>
                <w:szCs w:val="18"/>
              </w:rPr>
            </w:pPr>
            <w:r w:rsidRPr="00661011">
              <w:rPr>
                <w:b/>
                <w:sz w:val="18"/>
                <w:szCs w:val="18"/>
              </w:rPr>
              <w:t>Load Point</w:t>
            </w:r>
          </w:p>
        </w:tc>
        <w:tc>
          <w:tcPr>
            <w:tcW w:w="850" w:type="dxa"/>
            <w:tcBorders>
              <w:top w:val="single" w:sz="4" w:space="0" w:color="auto"/>
              <w:bottom w:val="single" w:sz="4" w:space="0" w:color="auto"/>
            </w:tcBorders>
            <w:vAlign w:val="center"/>
          </w:tcPr>
          <w:p w14:paraId="78B2ADE9" w14:textId="77777777" w:rsidR="00077683" w:rsidRPr="00661011" w:rsidRDefault="00077683" w:rsidP="00A3110B">
            <w:pPr>
              <w:jc w:val="center"/>
              <w:rPr>
                <w:b/>
                <w:sz w:val="18"/>
                <w:szCs w:val="18"/>
              </w:rPr>
            </w:pPr>
            <w:r w:rsidRPr="00661011">
              <w:rPr>
                <w:b/>
                <w:sz w:val="18"/>
                <w:szCs w:val="18"/>
              </w:rPr>
              <w:sym w:font="Symbol" w:char="F06C"/>
            </w:r>
            <w:proofErr w:type="spellStart"/>
            <w:r w:rsidRPr="00661011">
              <w:rPr>
                <w:b/>
                <w:sz w:val="18"/>
                <w:szCs w:val="18"/>
                <w:vertAlign w:val="subscript"/>
              </w:rPr>
              <w:t>i</w:t>
            </w:r>
            <w:proofErr w:type="spellEnd"/>
          </w:p>
        </w:tc>
        <w:tc>
          <w:tcPr>
            <w:tcW w:w="805" w:type="dxa"/>
            <w:tcBorders>
              <w:top w:val="single" w:sz="4" w:space="0" w:color="auto"/>
              <w:bottom w:val="single" w:sz="4" w:space="0" w:color="auto"/>
            </w:tcBorders>
          </w:tcPr>
          <w:p w14:paraId="79C6C39E" w14:textId="77777777" w:rsidR="00077683" w:rsidRPr="00661011" w:rsidRDefault="00077683" w:rsidP="00A3110B">
            <w:pPr>
              <w:jc w:val="center"/>
              <w:rPr>
                <w:b/>
                <w:sz w:val="18"/>
                <w:szCs w:val="18"/>
              </w:rPr>
            </w:pPr>
            <w:r w:rsidRPr="00661011">
              <w:rPr>
                <w:b/>
                <w:sz w:val="18"/>
                <w:szCs w:val="18"/>
              </w:rPr>
              <w:t>U</w:t>
            </w:r>
            <w:r w:rsidRPr="00661011">
              <w:rPr>
                <w:b/>
                <w:sz w:val="18"/>
                <w:szCs w:val="18"/>
                <w:vertAlign w:val="subscript"/>
              </w:rPr>
              <w:t>i</w:t>
            </w:r>
          </w:p>
        </w:tc>
      </w:tr>
      <w:tr w:rsidR="00661011" w:rsidRPr="00661011" w14:paraId="507C0F58" w14:textId="77777777" w:rsidTr="00A3110B">
        <w:trPr>
          <w:cantSplit/>
          <w:jc w:val="center"/>
        </w:trPr>
        <w:tc>
          <w:tcPr>
            <w:tcW w:w="1418" w:type="dxa"/>
            <w:tcBorders>
              <w:top w:val="nil"/>
            </w:tcBorders>
          </w:tcPr>
          <w:p w14:paraId="428F49A8" w14:textId="77777777" w:rsidR="00077683" w:rsidRPr="00661011" w:rsidRDefault="00077683" w:rsidP="00A3110B">
            <w:pPr>
              <w:pStyle w:val="Paragraph"/>
              <w:jc w:val="center"/>
            </w:pPr>
            <w:r w:rsidRPr="00661011">
              <w:t>1.</w:t>
            </w:r>
          </w:p>
        </w:tc>
        <w:tc>
          <w:tcPr>
            <w:tcW w:w="1276" w:type="dxa"/>
            <w:tcBorders>
              <w:top w:val="nil"/>
            </w:tcBorders>
          </w:tcPr>
          <w:p w14:paraId="0E09861B" w14:textId="77777777" w:rsidR="00077683" w:rsidRPr="00661011" w:rsidRDefault="00077683" w:rsidP="00A3110B">
            <w:pPr>
              <w:jc w:val="center"/>
              <w:rPr>
                <w:sz w:val="20"/>
              </w:rPr>
            </w:pPr>
            <w:r w:rsidRPr="00661011">
              <w:rPr>
                <w:sz w:val="20"/>
              </w:rPr>
              <w:t>56</w:t>
            </w:r>
          </w:p>
        </w:tc>
        <w:tc>
          <w:tcPr>
            <w:tcW w:w="850" w:type="dxa"/>
            <w:tcBorders>
              <w:top w:val="nil"/>
            </w:tcBorders>
          </w:tcPr>
          <w:p w14:paraId="1E6A65A5" w14:textId="77777777" w:rsidR="00077683" w:rsidRPr="00661011" w:rsidRDefault="00077683" w:rsidP="00A3110B">
            <w:pPr>
              <w:jc w:val="center"/>
              <w:rPr>
                <w:sz w:val="20"/>
              </w:rPr>
            </w:pPr>
            <w:r w:rsidRPr="00661011">
              <w:rPr>
                <w:sz w:val="20"/>
                <w:szCs w:val="22"/>
                <w:lang w:eastAsia="en-ID"/>
              </w:rPr>
              <w:t>1,0609</w:t>
            </w:r>
          </w:p>
        </w:tc>
        <w:tc>
          <w:tcPr>
            <w:tcW w:w="805" w:type="dxa"/>
            <w:tcBorders>
              <w:top w:val="nil"/>
            </w:tcBorders>
          </w:tcPr>
          <w:p w14:paraId="72CA2861" w14:textId="77777777" w:rsidR="00077683" w:rsidRPr="00661011" w:rsidRDefault="00077683" w:rsidP="00A3110B">
            <w:pPr>
              <w:jc w:val="center"/>
              <w:rPr>
                <w:sz w:val="20"/>
              </w:rPr>
            </w:pPr>
            <w:r w:rsidRPr="00661011">
              <w:rPr>
                <w:sz w:val="20"/>
                <w:szCs w:val="22"/>
                <w:lang w:eastAsia="en-ID"/>
              </w:rPr>
              <w:t>3,2289</w:t>
            </w:r>
          </w:p>
        </w:tc>
      </w:tr>
      <w:tr w:rsidR="00661011" w:rsidRPr="00661011" w14:paraId="24469C9C" w14:textId="77777777" w:rsidTr="00A3110B">
        <w:trPr>
          <w:cantSplit/>
          <w:jc w:val="center"/>
        </w:trPr>
        <w:tc>
          <w:tcPr>
            <w:tcW w:w="1418" w:type="dxa"/>
          </w:tcPr>
          <w:p w14:paraId="4265716B" w14:textId="77777777" w:rsidR="00077683" w:rsidRPr="00661011" w:rsidRDefault="00077683" w:rsidP="00A3110B">
            <w:pPr>
              <w:pStyle w:val="Paragraph"/>
              <w:jc w:val="center"/>
            </w:pPr>
            <w:r w:rsidRPr="00661011">
              <w:t>2.</w:t>
            </w:r>
          </w:p>
        </w:tc>
        <w:tc>
          <w:tcPr>
            <w:tcW w:w="1276" w:type="dxa"/>
          </w:tcPr>
          <w:p w14:paraId="48BCF687" w14:textId="77777777" w:rsidR="00077683" w:rsidRPr="00661011" w:rsidRDefault="00077683" w:rsidP="00A3110B">
            <w:pPr>
              <w:jc w:val="center"/>
              <w:rPr>
                <w:sz w:val="20"/>
              </w:rPr>
            </w:pPr>
            <w:r w:rsidRPr="00661011">
              <w:rPr>
                <w:sz w:val="20"/>
              </w:rPr>
              <w:t>20</w:t>
            </w:r>
          </w:p>
        </w:tc>
        <w:tc>
          <w:tcPr>
            <w:tcW w:w="850" w:type="dxa"/>
          </w:tcPr>
          <w:p w14:paraId="144A7F06" w14:textId="77777777" w:rsidR="00077683" w:rsidRPr="00661011" w:rsidRDefault="00077683" w:rsidP="00A3110B">
            <w:pPr>
              <w:jc w:val="center"/>
              <w:rPr>
                <w:sz w:val="20"/>
              </w:rPr>
            </w:pPr>
            <w:r w:rsidRPr="00661011">
              <w:rPr>
                <w:sz w:val="20"/>
                <w:szCs w:val="22"/>
                <w:lang w:eastAsia="en-ID"/>
              </w:rPr>
              <w:t>1,0609</w:t>
            </w:r>
          </w:p>
        </w:tc>
        <w:tc>
          <w:tcPr>
            <w:tcW w:w="805" w:type="dxa"/>
          </w:tcPr>
          <w:p w14:paraId="08F7C4D4" w14:textId="77777777" w:rsidR="00077683" w:rsidRPr="00661011" w:rsidRDefault="00077683" w:rsidP="00A3110B">
            <w:pPr>
              <w:jc w:val="center"/>
              <w:rPr>
                <w:sz w:val="20"/>
              </w:rPr>
            </w:pPr>
            <w:r w:rsidRPr="00661011">
              <w:rPr>
                <w:sz w:val="20"/>
                <w:szCs w:val="22"/>
                <w:lang w:eastAsia="en-ID"/>
              </w:rPr>
              <w:t>3,2289</w:t>
            </w:r>
          </w:p>
        </w:tc>
      </w:tr>
      <w:tr w:rsidR="00077683" w:rsidRPr="00661011" w14:paraId="4DA8AF98" w14:textId="77777777" w:rsidTr="00A3110B">
        <w:trPr>
          <w:cantSplit/>
          <w:trHeight w:val="237"/>
          <w:jc w:val="center"/>
        </w:trPr>
        <w:tc>
          <w:tcPr>
            <w:tcW w:w="1418" w:type="dxa"/>
          </w:tcPr>
          <w:p w14:paraId="43F2CADD" w14:textId="77777777" w:rsidR="00077683" w:rsidRPr="00661011" w:rsidRDefault="00077683" w:rsidP="00A3110B">
            <w:pPr>
              <w:pStyle w:val="Paragraph"/>
              <w:jc w:val="center"/>
            </w:pPr>
            <w:r w:rsidRPr="00661011">
              <w:t>3.</w:t>
            </w:r>
          </w:p>
          <w:p w14:paraId="545D50FB" w14:textId="77777777" w:rsidR="00077683" w:rsidRPr="00661011" w:rsidRDefault="00077683" w:rsidP="00A3110B">
            <w:pPr>
              <w:pStyle w:val="Paragraph"/>
              <w:jc w:val="center"/>
            </w:pPr>
            <w:r w:rsidRPr="00661011">
              <w:t>4.</w:t>
            </w:r>
          </w:p>
          <w:p w14:paraId="1AF89F14" w14:textId="77777777" w:rsidR="00077683" w:rsidRPr="00661011" w:rsidRDefault="00077683" w:rsidP="00A3110B">
            <w:pPr>
              <w:pStyle w:val="Paragraph"/>
              <w:jc w:val="center"/>
            </w:pPr>
            <w:r w:rsidRPr="00661011">
              <w:t>5.</w:t>
            </w:r>
          </w:p>
          <w:p w14:paraId="4EFB7956" w14:textId="77777777" w:rsidR="00077683" w:rsidRPr="00661011" w:rsidRDefault="00077683" w:rsidP="00A3110B">
            <w:pPr>
              <w:pStyle w:val="Paragraph"/>
              <w:jc w:val="center"/>
            </w:pPr>
            <w:r w:rsidRPr="00661011">
              <w:t>…</w:t>
            </w:r>
          </w:p>
          <w:p w14:paraId="206AC57D" w14:textId="77777777" w:rsidR="00077683" w:rsidRPr="00661011" w:rsidRDefault="00077683" w:rsidP="00A3110B">
            <w:pPr>
              <w:pStyle w:val="Paragraph"/>
              <w:jc w:val="center"/>
            </w:pPr>
            <w:r w:rsidRPr="00661011">
              <w:t>92</w:t>
            </w:r>
          </w:p>
        </w:tc>
        <w:tc>
          <w:tcPr>
            <w:tcW w:w="1276" w:type="dxa"/>
          </w:tcPr>
          <w:p w14:paraId="3B271FCE" w14:textId="77777777" w:rsidR="00077683" w:rsidRPr="00661011" w:rsidRDefault="00077683" w:rsidP="00A3110B">
            <w:pPr>
              <w:jc w:val="center"/>
              <w:rPr>
                <w:sz w:val="20"/>
              </w:rPr>
            </w:pPr>
            <w:r w:rsidRPr="00661011">
              <w:rPr>
                <w:sz w:val="20"/>
              </w:rPr>
              <w:t>19</w:t>
            </w:r>
          </w:p>
          <w:p w14:paraId="66FC020B" w14:textId="77777777" w:rsidR="00077683" w:rsidRPr="00661011" w:rsidRDefault="00077683" w:rsidP="00A3110B">
            <w:pPr>
              <w:jc w:val="center"/>
              <w:rPr>
                <w:sz w:val="20"/>
              </w:rPr>
            </w:pPr>
            <w:r w:rsidRPr="00661011">
              <w:rPr>
                <w:sz w:val="20"/>
              </w:rPr>
              <w:t>66</w:t>
            </w:r>
          </w:p>
          <w:p w14:paraId="6CE74286" w14:textId="77777777" w:rsidR="00077683" w:rsidRPr="00661011" w:rsidRDefault="00077683" w:rsidP="00A3110B">
            <w:pPr>
              <w:jc w:val="center"/>
              <w:rPr>
                <w:sz w:val="20"/>
              </w:rPr>
            </w:pPr>
            <w:r w:rsidRPr="00661011">
              <w:rPr>
                <w:sz w:val="20"/>
              </w:rPr>
              <w:t>9</w:t>
            </w:r>
          </w:p>
          <w:p w14:paraId="7EF00969" w14:textId="77777777" w:rsidR="00077683" w:rsidRPr="00661011" w:rsidRDefault="00077683" w:rsidP="00A3110B">
            <w:pPr>
              <w:jc w:val="center"/>
              <w:rPr>
                <w:sz w:val="20"/>
              </w:rPr>
            </w:pPr>
            <w:r w:rsidRPr="00661011">
              <w:rPr>
                <w:sz w:val="20"/>
              </w:rPr>
              <w:t>….</w:t>
            </w:r>
          </w:p>
          <w:p w14:paraId="59A5EF5D" w14:textId="77777777" w:rsidR="00077683" w:rsidRPr="00661011" w:rsidRDefault="00077683" w:rsidP="00A3110B">
            <w:pPr>
              <w:jc w:val="center"/>
              <w:rPr>
                <w:sz w:val="20"/>
              </w:rPr>
            </w:pPr>
            <w:r w:rsidRPr="00661011">
              <w:rPr>
                <w:sz w:val="20"/>
              </w:rPr>
              <w:t>92</w:t>
            </w:r>
          </w:p>
        </w:tc>
        <w:tc>
          <w:tcPr>
            <w:tcW w:w="850" w:type="dxa"/>
          </w:tcPr>
          <w:p w14:paraId="4DDCA41E" w14:textId="77777777" w:rsidR="00077683" w:rsidRPr="00661011" w:rsidRDefault="00077683" w:rsidP="00A3110B">
            <w:pPr>
              <w:jc w:val="center"/>
              <w:rPr>
                <w:sz w:val="20"/>
                <w:szCs w:val="22"/>
                <w:lang w:eastAsia="en-ID"/>
              </w:rPr>
            </w:pPr>
            <w:r w:rsidRPr="00661011">
              <w:rPr>
                <w:sz w:val="20"/>
                <w:szCs w:val="22"/>
                <w:lang w:eastAsia="en-ID"/>
              </w:rPr>
              <w:t>1,0609</w:t>
            </w:r>
          </w:p>
          <w:p w14:paraId="2490EADE" w14:textId="77777777" w:rsidR="00077683" w:rsidRPr="00661011" w:rsidRDefault="00077683" w:rsidP="00A3110B">
            <w:pPr>
              <w:jc w:val="center"/>
              <w:rPr>
                <w:sz w:val="20"/>
                <w:szCs w:val="22"/>
                <w:lang w:eastAsia="en-ID"/>
              </w:rPr>
            </w:pPr>
            <w:r w:rsidRPr="00661011">
              <w:rPr>
                <w:sz w:val="20"/>
                <w:szCs w:val="22"/>
                <w:lang w:eastAsia="en-ID"/>
              </w:rPr>
              <w:t>1,9427</w:t>
            </w:r>
          </w:p>
          <w:p w14:paraId="668F0390" w14:textId="77777777" w:rsidR="00077683" w:rsidRPr="00661011" w:rsidRDefault="00077683" w:rsidP="00A3110B">
            <w:pPr>
              <w:jc w:val="center"/>
              <w:rPr>
                <w:sz w:val="20"/>
                <w:szCs w:val="22"/>
                <w:lang w:eastAsia="en-ID"/>
              </w:rPr>
            </w:pPr>
            <w:r w:rsidRPr="00661011">
              <w:rPr>
                <w:sz w:val="20"/>
                <w:szCs w:val="22"/>
                <w:lang w:eastAsia="en-ID"/>
              </w:rPr>
              <w:t>1,9427</w:t>
            </w:r>
          </w:p>
          <w:p w14:paraId="17889F01" w14:textId="77777777" w:rsidR="00077683" w:rsidRPr="00661011" w:rsidRDefault="00077683" w:rsidP="00A3110B">
            <w:pPr>
              <w:jc w:val="center"/>
              <w:rPr>
                <w:sz w:val="20"/>
                <w:szCs w:val="22"/>
                <w:lang w:eastAsia="en-ID"/>
              </w:rPr>
            </w:pPr>
            <w:r w:rsidRPr="00661011">
              <w:rPr>
                <w:sz w:val="20"/>
                <w:szCs w:val="22"/>
                <w:lang w:eastAsia="en-ID"/>
              </w:rPr>
              <w:t>…..</w:t>
            </w:r>
          </w:p>
          <w:p w14:paraId="6F48AE38" w14:textId="77777777" w:rsidR="00077683" w:rsidRPr="00661011" w:rsidRDefault="00077683" w:rsidP="00A3110B">
            <w:pPr>
              <w:jc w:val="center"/>
              <w:rPr>
                <w:sz w:val="20"/>
              </w:rPr>
            </w:pPr>
            <w:r w:rsidRPr="00661011">
              <w:rPr>
                <w:sz w:val="20"/>
                <w:szCs w:val="22"/>
                <w:lang w:eastAsia="en-ID"/>
              </w:rPr>
              <w:t>7,0367</w:t>
            </w:r>
          </w:p>
        </w:tc>
        <w:tc>
          <w:tcPr>
            <w:tcW w:w="805" w:type="dxa"/>
          </w:tcPr>
          <w:p w14:paraId="525097C6" w14:textId="77777777" w:rsidR="00077683" w:rsidRPr="00661011" w:rsidRDefault="00077683" w:rsidP="00A3110B">
            <w:pPr>
              <w:jc w:val="center"/>
              <w:rPr>
                <w:sz w:val="20"/>
                <w:szCs w:val="22"/>
                <w:lang w:eastAsia="en-ID"/>
              </w:rPr>
            </w:pPr>
            <w:r w:rsidRPr="00661011">
              <w:rPr>
                <w:sz w:val="20"/>
                <w:szCs w:val="22"/>
                <w:lang w:eastAsia="en-ID"/>
              </w:rPr>
              <w:t>3,2289</w:t>
            </w:r>
          </w:p>
          <w:p w14:paraId="78DB6377" w14:textId="77777777" w:rsidR="00077683" w:rsidRPr="00661011" w:rsidRDefault="00077683" w:rsidP="00A3110B">
            <w:pPr>
              <w:jc w:val="center"/>
              <w:rPr>
                <w:sz w:val="20"/>
                <w:szCs w:val="22"/>
                <w:lang w:eastAsia="en-ID"/>
              </w:rPr>
            </w:pPr>
            <w:r w:rsidRPr="00661011">
              <w:rPr>
                <w:sz w:val="20"/>
                <w:szCs w:val="22"/>
                <w:lang w:eastAsia="en-ID"/>
              </w:rPr>
              <w:t>5,8828</w:t>
            </w:r>
          </w:p>
          <w:p w14:paraId="1383B296" w14:textId="77777777" w:rsidR="00077683" w:rsidRPr="00661011" w:rsidRDefault="00077683" w:rsidP="00A3110B">
            <w:pPr>
              <w:jc w:val="center"/>
              <w:rPr>
                <w:sz w:val="20"/>
                <w:szCs w:val="22"/>
                <w:lang w:eastAsia="en-ID"/>
              </w:rPr>
            </w:pPr>
            <w:r w:rsidRPr="00661011">
              <w:rPr>
                <w:sz w:val="20"/>
                <w:szCs w:val="22"/>
                <w:lang w:eastAsia="en-ID"/>
              </w:rPr>
              <w:t>5,8828</w:t>
            </w:r>
          </w:p>
          <w:p w14:paraId="3E66DCC4" w14:textId="77777777" w:rsidR="00077683" w:rsidRPr="00661011" w:rsidRDefault="00077683" w:rsidP="00A3110B">
            <w:pPr>
              <w:jc w:val="center"/>
              <w:rPr>
                <w:sz w:val="20"/>
                <w:szCs w:val="22"/>
                <w:lang w:eastAsia="en-ID"/>
              </w:rPr>
            </w:pPr>
            <w:r w:rsidRPr="00661011">
              <w:rPr>
                <w:sz w:val="20"/>
                <w:szCs w:val="22"/>
                <w:lang w:eastAsia="en-ID"/>
              </w:rPr>
              <w:t>….</w:t>
            </w:r>
          </w:p>
          <w:p w14:paraId="0B300E7E" w14:textId="77777777" w:rsidR="00077683" w:rsidRPr="00661011" w:rsidRDefault="00077683" w:rsidP="00A3110B">
            <w:pPr>
              <w:jc w:val="center"/>
              <w:rPr>
                <w:sz w:val="20"/>
              </w:rPr>
            </w:pPr>
            <w:r w:rsidRPr="00661011">
              <w:rPr>
                <w:sz w:val="20"/>
                <w:szCs w:val="22"/>
                <w:lang w:eastAsia="en-ID"/>
              </w:rPr>
              <w:t>21,139</w:t>
            </w:r>
          </w:p>
        </w:tc>
      </w:tr>
    </w:tbl>
    <w:p w14:paraId="5B65406B" w14:textId="77777777" w:rsidR="00077683" w:rsidRPr="00661011" w:rsidRDefault="00077683" w:rsidP="00077683">
      <w:pPr>
        <w:pStyle w:val="Paragraph"/>
      </w:pPr>
    </w:p>
    <w:p w14:paraId="5D4B31DB" w14:textId="2CF0A7D4" w:rsidR="00BA0061" w:rsidRPr="00661011" w:rsidRDefault="00077683" w:rsidP="00077683">
      <w:pPr>
        <w:pStyle w:val="Paragraph"/>
      </w:pPr>
      <w:r w:rsidRPr="00661011">
        <w:t>Table 1 shows that the calculated failure rate and average annual outage duration vary. These values depend on the components and number of customers on each bus. Meanwhile, the calculated SAIDI and SAIFI for the feeder can be seen in Table 2 below.</w:t>
      </w:r>
    </w:p>
    <w:p w14:paraId="3DD5882E" w14:textId="32430241" w:rsidR="00077683" w:rsidRPr="00661011" w:rsidRDefault="00077683" w:rsidP="00077683">
      <w:pPr>
        <w:pStyle w:val="Paragraph"/>
        <w:jc w:val="center"/>
        <w:rPr>
          <w:sz w:val="18"/>
          <w:szCs w:val="18"/>
        </w:rPr>
      </w:pPr>
      <w:r w:rsidRPr="00661011">
        <w:rPr>
          <w:b/>
          <w:bCs/>
          <w:sz w:val="18"/>
          <w:szCs w:val="18"/>
        </w:rPr>
        <w:t xml:space="preserve">Table 2. </w:t>
      </w:r>
      <w:r w:rsidRPr="00661011">
        <w:rPr>
          <w:sz w:val="18"/>
          <w:szCs w:val="18"/>
        </w:rPr>
        <w:t>Results Before Recloser Placement Optimization</w:t>
      </w:r>
    </w:p>
    <w:tbl>
      <w:tblPr>
        <w:tblW w:w="2694" w:type="dxa"/>
        <w:jc w:val="center"/>
        <w:tblBorders>
          <w:bottom w:val="single" w:sz="4" w:space="0" w:color="auto"/>
        </w:tblBorders>
        <w:tblLayout w:type="fixed"/>
        <w:tblLook w:val="0000" w:firstRow="0" w:lastRow="0" w:firstColumn="0" w:lastColumn="0" w:noHBand="0" w:noVBand="0"/>
      </w:tblPr>
      <w:tblGrid>
        <w:gridCol w:w="1418"/>
        <w:gridCol w:w="1276"/>
      </w:tblGrid>
      <w:tr w:rsidR="00661011" w:rsidRPr="00661011" w14:paraId="3A41BAE8" w14:textId="77777777" w:rsidTr="00077683">
        <w:trPr>
          <w:cantSplit/>
          <w:trHeight w:val="272"/>
          <w:jc w:val="center"/>
        </w:trPr>
        <w:tc>
          <w:tcPr>
            <w:tcW w:w="1418" w:type="dxa"/>
            <w:tcBorders>
              <w:top w:val="single" w:sz="4" w:space="0" w:color="auto"/>
              <w:bottom w:val="single" w:sz="4" w:space="0" w:color="auto"/>
            </w:tcBorders>
            <w:vAlign w:val="center"/>
          </w:tcPr>
          <w:p w14:paraId="43D61757" w14:textId="2FCBA08C" w:rsidR="00077683" w:rsidRPr="00661011" w:rsidRDefault="00077683" w:rsidP="00A3110B">
            <w:pPr>
              <w:jc w:val="center"/>
            </w:pPr>
            <w:r w:rsidRPr="00661011">
              <w:rPr>
                <w:b/>
                <w:sz w:val="18"/>
                <w:szCs w:val="18"/>
              </w:rPr>
              <w:t>SAIDI</w:t>
            </w:r>
          </w:p>
        </w:tc>
        <w:tc>
          <w:tcPr>
            <w:tcW w:w="1276" w:type="dxa"/>
            <w:tcBorders>
              <w:top w:val="single" w:sz="4" w:space="0" w:color="auto"/>
              <w:bottom w:val="single" w:sz="4" w:space="0" w:color="auto"/>
            </w:tcBorders>
            <w:vAlign w:val="center"/>
          </w:tcPr>
          <w:p w14:paraId="074A3B27" w14:textId="6F632C3E" w:rsidR="00077683" w:rsidRPr="00661011" w:rsidRDefault="00077683" w:rsidP="00A3110B">
            <w:pPr>
              <w:jc w:val="center"/>
              <w:rPr>
                <w:b/>
                <w:sz w:val="18"/>
                <w:szCs w:val="18"/>
              </w:rPr>
            </w:pPr>
            <w:r w:rsidRPr="00661011">
              <w:rPr>
                <w:b/>
                <w:sz w:val="18"/>
                <w:szCs w:val="18"/>
              </w:rPr>
              <w:t>SAIFI</w:t>
            </w:r>
          </w:p>
        </w:tc>
      </w:tr>
      <w:tr w:rsidR="00077683" w:rsidRPr="00661011" w14:paraId="7C16BB03" w14:textId="77777777" w:rsidTr="00077683">
        <w:trPr>
          <w:cantSplit/>
          <w:jc w:val="center"/>
        </w:trPr>
        <w:tc>
          <w:tcPr>
            <w:tcW w:w="1418" w:type="dxa"/>
            <w:tcBorders>
              <w:top w:val="nil"/>
            </w:tcBorders>
          </w:tcPr>
          <w:p w14:paraId="06AC2389" w14:textId="53ECD0BA" w:rsidR="00077683" w:rsidRPr="00661011" w:rsidRDefault="00077683" w:rsidP="00A3110B">
            <w:pPr>
              <w:pStyle w:val="Paragraph"/>
              <w:jc w:val="center"/>
            </w:pPr>
            <w:r w:rsidRPr="00661011">
              <w:t>18,929450</w:t>
            </w:r>
          </w:p>
        </w:tc>
        <w:tc>
          <w:tcPr>
            <w:tcW w:w="1276" w:type="dxa"/>
            <w:tcBorders>
              <w:top w:val="nil"/>
            </w:tcBorders>
          </w:tcPr>
          <w:p w14:paraId="14DBFCAA" w14:textId="1C70353A" w:rsidR="00077683" w:rsidRPr="00661011" w:rsidRDefault="00077683" w:rsidP="00A3110B">
            <w:pPr>
              <w:jc w:val="center"/>
              <w:rPr>
                <w:sz w:val="20"/>
              </w:rPr>
            </w:pPr>
            <w:r w:rsidRPr="00661011">
              <w:rPr>
                <w:sz w:val="20"/>
                <w:szCs w:val="16"/>
              </w:rPr>
              <w:t>6,29843203</w:t>
            </w:r>
          </w:p>
        </w:tc>
      </w:tr>
    </w:tbl>
    <w:p w14:paraId="13D5D808" w14:textId="77777777" w:rsidR="00BA0061" w:rsidRPr="00661011" w:rsidRDefault="00BA0061" w:rsidP="00BA0061">
      <w:pPr>
        <w:pStyle w:val="Paragraph"/>
        <w:ind w:left="1004" w:firstLine="0"/>
        <w:rPr>
          <w:b/>
          <w:bCs/>
          <w:sz w:val="24"/>
          <w:szCs w:val="24"/>
        </w:rPr>
      </w:pPr>
    </w:p>
    <w:p w14:paraId="227CB14B" w14:textId="6206DE32" w:rsidR="00BA0061" w:rsidRPr="00661011" w:rsidRDefault="00BA0061" w:rsidP="00661011">
      <w:pPr>
        <w:pStyle w:val="Paragraph"/>
        <w:jc w:val="center"/>
        <w:rPr>
          <w:b/>
          <w:bCs/>
          <w:sz w:val="24"/>
          <w:szCs w:val="24"/>
        </w:rPr>
      </w:pPr>
      <w:r w:rsidRPr="00661011">
        <w:rPr>
          <w:b/>
          <w:bCs/>
          <w:sz w:val="24"/>
          <w:szCs w:val="24"/>
        </w:rPr>
        <w:t>Recloser Placement Optimization Results Using the GWO Algorithm</w:t>
      </w:r>
    </w:p>
    <w:p w14:paraId="5E4936D8" w14:textId="77777777" w:rsidR="009E1F20" w:rsidRPr="00661011" w:rsidRDefault="009E1F20" w:rsidP="009E1F20">
      <w:pPr>
        <w:pStyle w:val="Paragraph"/>
        <w:ind w:left="644" w:firstLine="0"/>
        <w:rPr>
          <w:b/>
          <w:bCs/>
          <w:sz w:val="24"/>
          <w:szCs w:val="24"/>
        </w:rPr>
      </w:pPr>
    </w:p>
    <w:p w14:paraId="0053C241" w14:textId="6438F94C" w:rsidR="00077683" w:rsidRPr="00661011" w:rsidRDefault="00077683" w:rsidP="00077683">
      <w:pPr>
        <w:pStyle w:val="Paragraph"/>
      </w:pPr>
      <w:r w:rsidRPr="00661011">
        <w:t>The results of optimizing the placement of 2 and 3 reclosers using the GWO algorithm can be shown in Table 3 below.</w:t>
      </w:r>
    </w:p>
    <w:p w14:paraId="1524A19C" w14:textId="6ECB9834" w:rsidR="00077683" w:rsidRPr="00661011" w:rsidRDefault="00077683" w:rsidP="00077683">
      <w:pPr>
        <w:pStyle w:val="Paragraph"/>
        <w:jc w:val="center"/>
        <w:rPr>
          <w:sz w:val="18"/>
          <w:szCs w:val="18"/>
        </w:rPr>
      </w:pPr>
      <w:r w:rsidRPr="00661011">
        <w:rPr>
          <w:b/>
          <w:bCs/>
          <w:sz w:val="18"/>
          <w:szCs w:val="18"/>
        </w:rPr>
        <w:t xml:space="preserve">Table 3. </w:t>
      </w:r>
      <w:r w:rsidRPr="00661011">
        <w:rPr>
          <w:sz w:val="18"/>
          <w:szCs w:val="18"/>
        </w:rPr>
        <w:t>Recloser Placement Results Using the GWO Algorithm</w:t>
      </w:r>
    </w:p>
    <w:tbl>
      <w:tblPr>
        <w:tblW w:w="3969" w:type="dxa"/>
        <w:jc w:val="center"/>
        <w:tblBorders>
          <w:bottom w:val="single" w:sz="4" w:space="0" w:color="auto"/>
        </w:tblBorders>
        <w:tblLayout w:type="fixed"/>
        <w:tblLook w:val="0000" w:firstRow="0" w:lastRow="0" w:firstColumn="0" w:lastColumn="0" w:noHBand="0" w:noVBand="0"/>
      </w:tblPr>
      <w:tblGrid>
        <w:gridCol w:w="1418"/>
        <w:gridCol w:w="709"/>
        <w:gridCol w:w="850"/>
        <w:gridCol w:w="992"/>
      </w:tblGrid>
      <w:tr w:rsidR="00661011" w:rsidRPr="00661011" w14:paraId="28D261C3" w14:textId="77777777" w:rsidTr="00F9569A">
        <w:trPr>
          <w:cantSplit/>
          <w:trHeight w:val="272"/>
          <w:jc w:val="center"/>
        </w:trPr>
        <w:tc>
          <w:tcPr>
            <w:tcW w:w="1418" w:type="dxa"/>
            <w:tcBorders>
              <w:top w:val="single" w:sz="4" w:space="0" w:color="auto"/>
              <w:bottom w:val="single" w:sz="4" w:space="0" w:color="auto"/>
            </w:tcBorders>
            <w:vAlign w:val="center"/>
          </w:tcPr>
          <w:p w14:paraId="39588F20" w14:textId="1E4CD7A0" w:rsidR="00077683" w:rsidRPr="00661011" w:rsidRDefault="00077683" w:rsidP="00A3110B">
            <w:pPr>
              <w:jc w:val="center"/>
            </w:pPr>
            <w:r w:rsidRPr="00661011">
              <w:rPr>
                <w:b/>
                <w:sz w:val="18"/>
                <w:szCs w:val="18"/>
              </w:rPr>
              <w:t>SAIDI</w:t>
            </w:r>
          </w:p>
        </w:tc>
        <w:tc>
          <w:tcPr>
            <w:tcW w:w="709" w:type="dxa"/>
            <w:tcBorders>
              <w:top w:val="single" w:sz="4" w:space="0" w:color="auto"/>
              <w:bottom w:val="single" w:sz="4" w:space="0" w:color="auto"/>
            </w:tcBorders>
            <w:vAlign w:val="center"/>
          </w:tcPr>
          <w:p w14:paraId="157793F9" w14:textId="0791551F" w:rsidR="00077683" w:rsidRPr="00661011" w:rsidRDefault="00077683" w:rsidP="00A3110B">
            <w:pPr>
              <w:jc w:val="center"/>
              <w:rPr>
                <w:b/>
                <w:sz w:val="18"/>
                <w:szCs w:val="18"/>
              </w:rPr>
            </w:pPr>
            <w:r w:rsidRPr="00661011">
              <w:rPr>
                <w:b/>
                <w:sz w:val="18"/>
                <w:szCs w:val="18"/>
              </w:rPr>
              <w:t>SAIFI</w:t>
            </w:r>
          </w:p>
        </w:tc>
        <w:tc>
          <w:tcPr>
            <w:tcW w:w="850" w:type="dxa"/>
            <w:tcBorders>
              <w:top w:val="single" w:sz="4" w:space="0" w:color="auto"/>
              <w:bottom w:val="single" w:sz="4" w:space="0" w:color="auto"/>
            </w:tcBorders>
            <w:vAlign w:val="center"/>
          </w:tcPr>
          <w:p w14:paraId="277466AA" w14:textId="7437F26F" w:rsidR="00077683" w:rsidRPr="00661011" w:rsidRDefault="00077683" w:rsidP="00A3110B">
            <w:pPr>
              <w:jc w:val="center"/>
              <w:rPr>
                <w:b/>
                <w:sz w:val="18"/>
                <w:szCs w:val="18"/>
              </w:rPr>
            </w:pPr>
            <w:r w:rsidRPr="00661011">
              <w:rPr>
                <w:b/>
                <w:sz w:val="18"/>
                <w:szCs w:val="18"/>
              </w:rPr>
              <w:t>Fitness</w:t>
            </w:r>
          </w:p>
        </w:tc>
        <w:tc>
          <w:tcPr>
            <w:tcW w:w="992" w:type="dxa"/>
            <w:tcBorders>
              <w:top w:val="single" w:sz="4" w:space="0" w:color="auto"/>
              <w:bottom w:val="single" w:sz="4" w:space="0" w:color="auto"/>
            </w:tcBorders>
          </w:tcPr>
          <w:p w14:paraId="37934BDE" w14:textId="4C017564" w:rsidR="00077683" w:rsidRPr="00661011" w:rsidRDefault="00F9569A" w:rsidP="00A3110B">
            <w:pPr>
              <w:jc w:val="center"/>
              <w:rPr>
                <w:b/>
                <w:sz w:val="18"/>
                <w:szCs w:val="18"/>
              </w:rPr>
            </w:pPr>
            <w:r w:rsidRPr="00661011">
              <w:rPr>
                <w:b/>
                <w:sz w:val="18"/>
                <w:szCs w:val="18"/>
              </w:rPr>
              <w:t>Recloser Position</w:t>
            </w:r>
          </w:p>
        </w:tc>
      </w:tr>
      <w:tr w:rsidR="00077683" w:rsidRPr="00661011" w14:paraId="0B821345" w14:textId="77777777" w:rsidTr="00F9569A">
        <w:trPr>
          <w:cantSplit/>
          <w:jc w:val="center"/>
        </w:trPr>
        <w:tc>
          <w:tcPr>
            <w:tcW w:w="1418" w:type="dxa"/>
            <w:tcBorders>
              <w:top w:val="nil"/>
            </w:tcBorders>
          </w:tcPr>
          <w:p w14:paraId="3648F05C" w14:textId="2DCE4656" w:rsidR="00077683" w:rsidRPr="00661011" w:rsidRDefault="00F9569A" w:rsidP="00A3110B">
            <w:pPr>
              <w:pStyle w:val="Paragraph"/>
              <w:jc w:val="center"/>
              <w:rPr>
                <w:bCs/>
              </w:rPr>
            </w:pPr>
            <w:r w:rsidRPr="00661011">
              <w:rPr>
                <w:bCs/>
              </w:rPr>
              <w:t>1</w:t>
            </w:r>
            <w:r w:rsidR="003F38BF" w:rsidRPr="00661011">
              <w:rPr>
                <w:bCs/>
              </w:rPr>
              <w:t>3,01</w:t>
            </w:r>
          </w:p>
          <w:p w14:paraId="29FD2EB6" w14:textId="2739DAC1" w:rsidR="00F9569A" w:rsidRPr="00661011" w:rsidRDefault="00F9569A" w:rsidP="00A3110B">
            <w:pPr>
              <w:pStyle w:val="Paragraph"/>
              <w:jc w:val="center"/>
            </w:pPr>
            <w:r w:rsidRPr="00661011">
              <w:rPr>
                <w:bCs/>
              </w:rPr>
              <w:t>12,46</w:t>
            </w:r>
          </w:p>
        </w:tc>
        <w:tc>
          <w:tcPr>
            <w:tcW w:w="709" w:type="dxa"/>
            <w:tcBorders>
              <w:top w:val="nil"/>
            </w:tcBorders>
          </w:tcPr>
          <w:p w14:paraId="5340BE2B" w14:textId="10DD89A5" w:rsidR="00077683" w:rsidRPr="00661011" w:rsidRDefault="003F38BF" w:rsidP="00A3110B">
            <w:pPr>
              <w:jc w:val="center"/>
              <w:rPr>
                <w:bCs/>
                <w:sz w:val="20"/>
                <w:szCs w:val="16"/>
              </w:rPr>
            </w:pPr>
            <w:r w:rsidRPr="00661011">
              <w:rPr>
                <w:bCs/>
                <w:sz w:val="20"/>
                <w:szCs w:val="16"/>
              </w:rPr>
              <w:t>7,52</w:t>
            </w:r>
          </w:p>
          <w:p w14:paraId="70F5D0C9" w14:textId="75CC4A90" w:rsidR="00F9569A" w:rsidRPr="00661011" w:rsidRDefault="00F9569A" w:rsidP="00A3110B">
            <w:pPr>
              <w:jc w:val="center"/>
              <w:rPr>
                <w:sz w:val="20"/>
              </w:rPr>
            </w:pPr>
            <w:r w:rsidRPr="00661011">
              <w:rPr>
                <w:bCs/>
                <w:sz w:val="20"/>
                <w:szCs w:val="16"/>
              </w:rPr>
              <w:t>4,13</w:t>
            </w:r>
          </w:p>
        </w:tc>
        <w:tc>
          <w:tcPr>
            <w:tcW w:w="850" w:type="dxa"/>
            <w:tcBorders>
              <w:top w:val="nil"/>
            </w:tcBorders>
          </w:tcPr>
          <w:p w14:paraId="7568B7DD" w14:textId="77777777" w:rsidR="00077683" w:rsidRPr="00661011" w:rsidRDefault="00F9569A" w:rsidP="00A3110B">
            <w:pPr>
              <w:jc w:val="center"/>
              <w:rPr>
                <w:bCs/>
                <w:sz w:val="20"/>
                <w:szCs w:val="16"/>
              </w:rPr>
            </w:pPr>
            <w:r w:rsidRPr="00661011">
              <w:rPr>
                <w:bCs/>
                <w:sz w:val="20"/>
                <w:szCs w:val="16"/>
              </w:rPr>
              <w:t>15,29</w:t>
            </w:r>
          </w:p>
          <w:p w14:paraId="2157929A" w14:textId="4D629C42" w:rsidR="00F9569A" w:rsidRPr="00661011" w:rsidRDefault="00F9569A" w:rsidP="00A3110B">
            <w:pPr>
              <w:jc w:val="center"/>
              <w:rPr>
                <w:sz w:val="20"/>
              </w:rPr>
            </w:pPr>
            <w:r w:rsidRPr="00661011">
              <w:rPr>
                <w:bCs/>
                <w:sz w:val="20"/>
                <w:szCs w:val="16"/>
              </w:rPr>
              <w:t>15,29</w:t>
            </w:r>
          </w:p>
        </w:tc>
        <w:tc>
          <w:tcPr>
            <w:tcW w:w="992" w:type="dxa"/>
            <w:tcBorders>
              <w:top w:val="nil"/>
            </w:tcBorders>
          </w:tcPr>
          <w:p w14:paraId="42A11A8C" w14:textId="3FDD209D" w:rsidR="00077683" w:rsidRPr="00661011" w:rsidRDefault="003F38BF" w:rsidP="00A3110B">
            <w:pPr>
              <w:jc w:val="center"/>
              <w:rPr>
                <w:sz w:val="20"/>
              </w:rPr>
            </w:pPr>
            <w:r w:rsidRPr="00661011">
              <w:rPr>
                <w:sz w:val="20"/>
              </w:rPr>
              <w:t>46,90</w:t>
            </w:r>
          </w:p>
          <w:p w14:paraId="379FE0DB" w14:textId="1DF63C63" w:rsidR="00F9569A" w:rsidRPr="00661011" w:rsidRDefault="00F9569A" w:rsidP="00F9569A">
            <w:pPr>
              <w:jc w:val="center"/>
              <w:rPr>
                <w:sz w:val="20"/>
              </w:rPr>
            </w:pPr>
            <w:r w:rsidRPr="00661011">
              <w:rPr>
                <w:sz w:val="20"/>
              </w:rPr>
              <w:t>38,57,</w:t>
            </w:r>
            <w:r w:rsidR="003F38BF" w:rsidRPr="00661011">
              <w:rPr>
                <w:sz w:val="20"/>
              </w:rPr>
              <w:t>3</w:t>
            </w:r>
          </w:p>
        </w:tc>
      </w:tr>
    </w:tbl>
    <w:p w14:paraId="11D0081D" w14:textId="77777777" w:rsidR="009E1F20" w:rsidRPr="00661011" w:rsidRDefault="009E1F20" w:rsidP="009E1F20">
      <w:pPr>
        <w:pStyle w:val="Paragraph"/>
        <w:ind w:left="644" w:firstLine="0"/>
        <w:rPr>
          <w:b/>
          <w:bCs/>
          <w:sz w:val="24"/>
          <w:szCs w:val="24"/>
        </w:rPr>
      </w:pPr>
    </w:p>
    <w:p w14:paraId="016A7298" w14:textId="7FDE3519" w:rsidR="009E1F20" w:rsidRPr="00661011" w:rsidRDefault="009E1F20" w:rsidP="009E1F20">
      <w:pPr>
        <w:pStyle w:val="Paragraph"/>
        <w:ind w:left="644" w:firstLine="0"/>
        <w:rPr>
          <w:b/>
          <w:bCs/>
          <w:sz w:val="24"/>
          <w:szCs w:val="24"/>
        </w:rPr>
      </w:pPr>
    </w:p>
    <w:p w14:paraId="0AA80F46" w14:textId="77777777" w:rsidR="00661011" w:rsidRPr="00661011" w:rsidRDefault="00661011" w:rsidP="009E1F20">
      <w:pPr>
        <w:pStyle w:val="Paragraph"/>
        <w:ind w:left="644" w:firstLine="0"/>
        <w:rPr>
          <w:b/>
          <w:bCs/>
          <w:sz w:val="24"/>
          <w:szCs w:val="24"/>
        </w:rPr>
      </w:pPr>
    </w:p>
    <w:p w14:paraId="7CCA47FD" w14:textId="77777777" w:rsidR="009E1F20" w:rsidRPr="00661011" w:rsidRDefault="009E1F20" w:rsidP="009E1F20">
      <w:pPr>
        <w:pStyle w:val="Paragraph"/>
        <w:ind w:left="644" w:firstLine="0"/>
        <w:rPr>
          <w:b/>
          <w:bCs/>
          <w:sz w:val="24"/>
          <w:szCs w:val="24"/>
        </w:rPr>
      </w:pPr>
    </w:p>
    <w:p w14:paraId="1D073B90" w14:textId="067C91D5" w:rsidR="009E1F20" w:rsidRPr="00661011" w:rsidRDefault="00F9569A" w:rsidP="00F9569A">
      <w:pPr>
        <w:pStyle w:val="Paragraph"/>
      </w:pPr>
      <w:r w:rsidRPr="00661011">
        <w:lastRenderedPageBreak/>
        <w:t xml:space="preserve">Table </w:t>
      </w:r>
      <w:r w:rsidR="003F38BF" w:rsidRPr="00661011">
        <w:t>3</w:t>
      </w:r>
      <w:r w:rsidRPr="00661011">
        <w:t xml:space="preserve"> shows that the results of placing two reclosers using the </w:t>
      </w:r>
      <w:r w:rsidR="003F38BF" w:rsidRPr="00661011">
        <w:t>GWO</w:t>
      </w:r>
      <w:r w:rsidRPr="00661011">
        <w:t xml:space="preserve"> algorithm suggest recloser placement on </w:t>
      </w:r>
      <w:r w:rsidR="003F38BF" w:rsidRPr="00661011">
        <w:t>lines</w:t>
      </w:r>
      <w:r w:rsidRPr="00661011">
        <w:t xml:space="preserve"> </w:t>
      </w:r>
      <w:r w:rsidR="003F38BF" w:rsidRPr="00661011">
        <w:t>46</w:t>
      </w:r>
      <w:r w:rsidRPr="00661011">
        <w:t xml:space="preserve"> and </w:t>
      </w:r>
      <w:r w:rsidR="003F38BF" w:rsidRPr="00661011">
        <w:t>90</w:t>
      </w:r>
      <w:r w:rsidRPr="00661011">
        <w:t xml:space="preserve">. The system reliability values for the optimized </w:t>
      </w:r>
      <w:r w:rsidR="003F38BF" w:rsidRPr="00661011">
        <w:t>Galis</w:t>
      </w:r>
      <w:r w:rsidRPr="00661011">
        <w:t xml:space="preserve"> feeder are SAIDI of </w:t>
      </w:r>
      <w:r w:rsidR="003F38BF" w:rsidRPr="00661011">
        <w:t>13</w:t>
      </w:r>
      <w:r w:rsidRPr="00661011">
        <w:t>.</w:t>
      </w:r>
      <w:r w:rsidR="003F38BF" w:rsidRPr="00661011">
        <w:t>0</w:t>
      </w:r>
      <w:r w:rsidRPr="00661011">
        <w:t xml:space="preserve">1 hours/year, SAIFI of </w:t>
      </w:r>
      <w:r w:rsidR="003F38BF" w:rsidRPr="00661011">
        <w:t>7</w:t>
      </w:r>
      <w:r w:rsidRPr="00661011">
        <w:t>.</w:t>
      </w:r>
      <w:r w:rsidR="003F38BF" w:rsidRPr="00661011">
        <w:t>52</w:t>
      </w:r>
      <w:r w:rsidRPr="00661011">
        <w:t xml:space="preserve"> times/year and fitness of </w:t>
      </w:r>
      <w:r w:rsidR="003F38BF" w:rsidRPr="00661011">
        <w:t>15,</w:t>
      </w:r>
      <w:r w:rsidR="00A10A0B" w:rsidRPr="00661011">
        <w:t>2</w:t>
      </w:r>
      <w:r w:rsidRPr="00661011">
        <w:t xml:space="preserve">9. Meanwhile, when placing three reclosers, recloser placement is recommended on buses </w:t>
      </w:r>
      <w:r w:rsidR="00A10A0B" w:rsidRPr="00661011">
        <w:t>3</w:t>
      </w:r>
      <w:r w:rsidRPr="00661011">
        <w:t xml:space="preserve">8, </w:t>
      </w:r>
      <w:r w:rsidR="00A10A0B" w:rsidRPr="00661011">
        <w:t>57</w:t>
      </w:r>
      <w:r w:rsidRPr="00661011">
        <w:t xml:space="preserve">, and </w:t>
      </w:r>
      <w:r w:rsidR="00A10A0B" w:rsidRPr="00661011">
        <w:t>3</w:t>
      </w:r>
      <w:r w:rsidRPr="00661011">
        <w:t xml:space="preserve">. The resulting SAIDI value is </w:t>
      </w:r>
      <w:r w:rsidR="00A10A0B" w:rsidRPr="00661011">
        <w:t>12.</w:t>
      </w:r>
      <w:r w:rsidRPr="00661011">
        <w:t>4</w:t>
      </w:r>
      <w:r w:rsidR="00A10A0B" w:rsidRPr="00661011">
        <w:t>6</w:t>
      </w:r>
      <w:r w:rsidRPr="00661011">
        <w:t xml:space="preserve"> hours/year, SAIFI of </w:t>
      </w:r>
      <w:r w:rsidR="00A10A0B" w:rsidRPr="00661011">
        <w:t>4</w:t>
      </w:r>
      <w:r w:rsidRPr="00661011">
        <w:t>.</w:t>
      </w:r>
      <w:r w:rsidR="00A10A0B" w:rsidRPr="00661011">
        <w:t>13</w:t>
      </w:r>
      <w:r w:rsidRPr="00661011">
        <w:t xml:space="preserve"> times/year and fitness of </w:t>
      </w:r>
      <w:r w:rsidR="00A10A0B" w:rsidRPr="00661011">
        <w:t>15</w:t>
      </w:r>
      <w:r w:rsidRPr="00661011">
        <w:t>.</w:t>
      </w:r>
      <w:r w:rsidR="00A10A0B" w:rsidRPr="00661011">
        <w:t>29.</w:t>
      </w:r>
    </w:p>
    <w:p w14:paraId="5A91C11F" w14:textId="3B0036E9" w:rsidR="00A10A0B" w:rsidRPr="00661011" w:rsidRDefault="00A10A0B" w:rsidP="00A10A0B">
      <w:pPr>
        <w:pStyle w:val="Paragraph"/>
        <w:ind w:firstLine="0"/>
      </w:pPr>
      <w:r w:rsidRPr="00661011">
        <w:t xml:space="preserve">Calculation of system reliability after optimization using the GWO algorithm using </w:t>
      </w:r>
      <w:proofErr w:type="spellStart"/>
      <w:r w:rsidRPr="00661011">
        <w:t>Matlab</w:t>
      </w:r>
      <w:proofErr w:type="spellEnd"/>
      <w:r w:rsidRPr="00661011">
        <w:t xml:space="preserve"> R2018b software. The method for calculating system reliability after optimization is the same as calculating the initial system reliability, but this calculation includes the results of the recloser placement resulting from the optimization using the GWO algorithm. The results of the recloser placement optimization using the GWO algorithm indicate that the optimal recloser placement to improve distribution system reliability is located on lines 46 and 90, and when using three reclosers, it is located on lines 38, 57, and 3.</w:t>
      </w:r>
    </w:p>
    <w:p w14:paraId="354DDF12" w14:textId="77777777" w:rsidR="009E1F20" w:rsidRPr="00661011" w:rsidRDefault="009E1F20" w:rsidP="009E1F20">
      <w:pPr>
        <w:pStyle w:val="Paragraph"/>
        <w:ind w:left="644" w:firstLine="0"/>
        <w:rPr>
          <w:b/>
          <w:bCs/>
          <w:sz w:val="24"/>
          <w:szCs w:val="24"/>
        </w:rPr>
      </w:pPr>
    </w:p>
    <w:p w14:paraId="37896417" w14:textId="14769A20" w:rsidR="00270ADC" w:rsidRPr="00661011" w:rsidRDefault="009E1F20" w:rsidP="00A10A0B">
      <w:pPr>
        <w:pStyle w:val="Paragraph"/>
        <w:ind w:firstLine="0"/>
        <w:jc w:val="center"/>
        <w:rPr>
          <w:b/>
          <w:bCs/>
          <w:sz w:val="24"/>
          <w:szCs w:val="24"/>
        </w:rPr>
      </w:pPr>
      <w:r w:rsidRPr="00661011">
        <w:rPr>
          <w:b/>
          <w:bCs/>
          <w:sz w:val="24"/>
          <w:szCs w:val="24"/>
        </w:rPr>
        <w:t>CONCLUSION</w:t>
      </w:r>
    </w:p>
    <w:p w14:paraId="0FC08800" w14:textId="77777777" w:rsidR="009E1F20" w:rsidRPr="00661011" w:rsidRDefault="009E1F20" w:rsidP="009E1F20">
      <w:pPr>
        <w:pStyle w:val="Paragraph"/>
        <w:ind w:left="644" w:firstLine="0"/>
        <w:rPr>
          <w:b/>
          <w:bCs/>
          <w:sz w:val="24"/>
          <w:szCs w:val="24"/>
        </w:rPr>
      </w:pPr>
    </w:p>
    <w:p w14:paraId="578753A5" w14:textId="489FC9C1" w:rsidR="00725861" w:rsidRPr="00661011" w:rsidRDefault="00A10A0B" w:rsidP="00725861">
      <w:pPr>
        <w:pStyle w:val="Paragraph"/>
      </w:pPr>
      <w:r w:rsidRPr="00661011">
        <w:t>Optimization of recloser placement on the Galis feeder using the GWO algorithm has been successfully performed. Testing revealed that the optimal placement of two reclosers was achieved on lines 46 and 90. Meanwhile, for three reclosers, the optimal placement was on lines 38, 57, and 3. Based on the SAIFI and SAIDI index values obtained for the placement of two and three reclosers, as evidenced by the fitness values converging, it can be concluded that the reliability of the distribution system optimized with the GWO algorithm is better than that of the system without optimization (the installed system).</w:t>
      </w:r>
      <w:r w:rsidR="00725861" w:rsidRPr="00661011">
        <w:t xml:space="preserve"> </w:t>
      </w:r>
    </w:p>
    <w:p w14:paraId="491F54D0" w14:textId="5C295C81" w:rsidR="00D4731F" w:rsidRPr="00661011" w:rsidRDefault="0016385D" w:rsidP="00661011">
      <w:pPr>
        <w:pStyle w:val="Heading1"/>
        <w:rPr>
          <w:b w:val="0"/>
          <w:caps w:val="0"/>
          <w:sz w:val="20"/>
        </w:rPr>
      </w:pPr>
      <w:r w:rsidRPr="00661011">
        <w:rPr>
          <w:rFonts w:asciiTheme="majorBidi" w:hAnsiTheme="majorBidi" w:cstheme="majorBidi"/>
        </w:rPr>
        <w:t>References</w:t>
      </w:r>
      <w:r w:rsidR="00B1000D" w:rsidRPr="00661011">
        <w:rPr>
          <w:rFonts w:asciiTheme="majorBidi" w:hAnsiTheme="majorBidi" w:cstheme="majorBidi"/>
        </w:rPr>
        <w:br/>
      </w:r>
      <w:bookmarkStart w:id="0" w:name="_Hlk203903248"/>
    </w:p>
    <w:p w14:paraId="5F897D41" w14:textId="77777777" w:rsidR="00D4731F" w:rsidRPr="00661011" w:rsidRDefault="00D4731F" w:rsidP="00D4731F">
      <w:pPr>
        <w:pStyle w:val="Reference"/>
      </w:pPr>
      <w:proofErr w:type="spellStart"/>
      <w:r w:rsidRPr="00661011">
        <w:t>Canizes</w:t>
      </w:r>
      <w:proofErr w:type="spellEnd"/>
      <w:r w:rsidRPr="00661011">
        <w:t xml:space="preserve"> B, Soares J, Ramos S, Chaves J, Vale Z, Forouzandeh Z. Optimal location of normally closed switches in medium voltage distribution networks. 2022 9th International Conference on Electrical </w:t>
      </w:r>
      <w:proofErr w:type="gramStart"/>
      <w:r w:rsidRPr="00661011">
        <w:t>and  Electronics</w:t>
      </w:r>
      <w:proofErr w:type="gramEnd"/>
      <w:r w:rsidRPr="00661011">
        <w:t xml:space="preserve"> Engineering (ICEEE) 2022 s. 227–31. </w:t>
      </w:r>
      <w:hyperlink r:id="rId10" w:history="1">
        <w:r w:rsidRPr="00661011">
          <w:rPr>
            <w:rStyle w:val="Hyperlink"/>
            <w:color w:val="auto"/>
            <w:u w:val="none"/>
          </w:rPr>
          <w:t>https://doi.org/10.1109/ICEEE55327.2022.9772604</w:t>
        </w:r>
      </w:hyperlink>
      <w:r w:rsidRPr="00661011">
        <w:t>.</w:t>
      </w:r>
    </w:p>
    <w:p w14:paraId="389720F9" w14:textId="77777777" w:rsidR="00D4731F" w:rsidRPr="00661011" w:rsidRDefault="00D4731F" w:rsidP="00D4731F">
      <w:pPr>
        <w:pStyle w:val="Reference"/>
      </w:pPr>
      <w:r w:rsidRPr="00661011">
        <w:t xml:space="preserve">Banerjee A, Chattopadhyay S, </w:t>
      </w:r>
      <w:proofErr w:type="spellStart"/>
      <w:r w:rsidRPr="00661011">
        <w:t>Gavrilas</w:t>
      </w:r>
      <w:proofErr w:type="spellEnd"/>
      <w:r w:rsidRPr="00661011">
        <w:t xml:space="preserve"> M, </w:t>
      </w:r>
      <w:proofErr w:type="spellStart"/>
      <w:r w:rsidRPr="00661011">
        <w:t>Grigoras</w:t>
      </w:r>
      <w:proofErr w:type="spellEnd"/>
      <w:r w:rsidRPr="00661011">
        <w:t xml:space="preserve"> G. Optimization and estimation of reliability indices and cost of Power Distribution System of an urban area by a noble fuzzy-hybrid algorithm. Applied Soft Computing 2021; 102: 107078. </w:t>
      </w:r>
      <w:hyperlink r:id="rId11" w:history="1">
        <w:r w:rsidRPr="00661011">
          <w:rPr>
            <w:rStyle w:val="Hyperlink"/>
            <w:color w:val="auto"/>
            <w:u w:val="none"/>
          </w:rPr>
          <w:t>https://doi.org/10.1016/j.asoc.2021.107078</w:t>
        </w:r>
      </w:hyperlink>
      <w:r w:rsidRPr="00661011">
        <w:t>.</w:t>
      </w:r>
    </w:p>
    <w:p w14:paraId="18D8BBB0" w14:textId="77777777" w:rsidR="00D4731F" w:rsidRPr="00661011" w:rsidRDefault="00D4731F" w:rsidP="00D4731F">
      <w:pPr>
        <w:pStyle w:val="Reference"/>
      </w:pPr>
      <w:r w:rsidRPr="00661011">
        <w:t xml:space="preserve">Costa MM, </w:t>
      </w:r>
      <w:proofErr w:type="spellStart"/>
      <w:r w:rsidRPr="00661011">
        <w:t>Bessani</w:t>
      </w:r>
      <w:proofErr w:type="spellEnd"/>
      <w:r w:rsidRPr="00661011">
        <w:t xml:space="preserve"> M, Batista LS. A </w:t>
      </w:r>
      <w:proofErr w:type="spellStart"/>
      <w:r w:rsidRPr="00661011">
        <w:t>Multiobjective</w:t>
      </w:r>
      <w:proofErr w:type="spellEnd"/>
      <w:r w:rsidRPr="00661011">
        <w:t xml:space="preserve"> and multicriteria approach for optimal placement of protective devices and switches in distribution networks. IEEE Transactions on Power Delivery 2022; 37(4): 2978–85. </w:t>
      </w:r>
      <w:hyperlink r:id="rId12" w:history="1">
        <w:r w:rsidRPr="00661011">
          <w:rPr>
            <w:rStyle w:val="Hyperlink"/>
            <w:color w:val="auto"/>
            <w:u w:val="none"/>
            <w:lang w:val="en-ID"/>
          </w:rPr>
          <w:t>https://doi.org/10.1109/TPWRD.2021.3120968</w:t>
        </w:r>
      </w:hyperlink>
      <w:r w:rsidRPr="00661011">
        <w:rPr>
          <w:lang w:val="en-ID"/>
        </w:rPr>
        <w:t>.</w:t>
      </w:r>
    </w:p>
    <w:p w14:paraId="4DA51080" w14:textId="77777777" w:rsidR="00D4731F" w:rsidRPr="00661011" w:rsidRDefault="00D4731F" w:rsidP="00D4731F">
      <w:pPr>
        <w:pStyle w:val="Reference"/>
      </w:pPr>
      <w:proofErr w:type="spellStart"/>
      <w:r w:rsidRPr="00661011">
        <w:rPr>
          <w:lang w:val="en-ID"/>
        </w:rPr>
        <w:t>Gastelbondo</w:t>
      </w:r>
      <w:proofErr w:type="spellEnd"/>
      <w:r w:rsidRPr="00661011">
        <w:rPr>
          <w:lang w:val="en-ID"/>
        </w:rPr>
        <w:t xml:space="preserve"> Mercado GA, Gonzalez Sanchez JW. Optimization of reclosers placement in distribution networks to improve service quality indices. IEEE Latin America Transactions 2022; 20(2): 241–9. </w:t>
      </w:r>
      <w:hyperlink r:id="rId13" w:history="1">
        <w:r w:rsidRPr="00661011">
          <w:rPr>
            <w:rStyle w:val="Hyperlink"/>
            <w:color w:val="auto"/>
            <w:u w:val="none"/>
            <w:lang w:val="en-ID"/>
          </w:rPr>
          <w:t>https://doi.org/10.1109/TLA.2022.9661463</w:t>
        </w:r>
      </w:hyperlink>
      <w:r w:rsidRPr="00661011">
        <w:rPr>
          <w:lang w:val="en-ID"/>
        </w:rPr>
        <w:t>.</w:t>
      </w:r>
    </w:p>
    <w:p w14:paraId="5076D5DE" w14:textId="77777777" w:rsidR="00D4731F" w:rsidRPr="00661011" w:rsidRDefault="00D4731F" w:rsidP="00D4731F">
      <w:pPr>
        <w:pStyle w:val="Reference"/>
      </w:pPr>
      <w:proofErr w:type="spellStart"/>
      <w:r w:rsidRPr="00661011">
        <w:rPr>
          <w:lang w:val="en-ID"/>
        </w:rPr>
        <w:t>Neshadnaeini</w:t>
      </w:r>
      <w:proofErr w:type="spellEnd"/>
      <w:r w:rsidRPr="00661011">
        <w:rPr>
          <w:lang w:val="en-ID"/>
        </w:rPr>
        <w:t xml:space="preserve"> M.F., </w:t>
      </w:r>
      <w:proofErr w:type="spellStart"/>
      <w:r w:rsidRPr="00661011">
        <w:rPr>
          <w:lang w:val="en-ID"/>
        </w:rPr>
        <w:t>Hajivand</w:t>
      </w:r>
      <w:proofErr w:type="spellEnd"/>
      <w:r w:rsidRPr="00661011">
        <w:rPr>
          <w:lang w:val="en-ID"/>
        </w:rPr>
        <w:t xml:space="preserve"> M., Karimi R., Karimi M. Optimal Recloser Placement </w:t>
      </w:r>
      <w:proofErr w:type="gramStart"/>
      <w:r w:rsidRPr="00661011">
        <w:rPr>
          <w:lang w:val="en-ID"/>
        </w:rPr>
        <w:t>By</w:t>
      </w:r>
      <w:proofErr w:type="gramEnd"/>
      <w:r w:rsidRPr="00661011">
        <w:rPr>
          <w:lang w:val="en-ID"/>
        </w:rPr>
        <w:t xml:space="preserve"> Binary Differential Evolutionary Algorithm To Improve Reliability Of Distribution System. Internasional Journal of Information, Security and System Management. 2014; 3(2): 332-336.</w:t>
      </w:r>
    </w:p>
    <w:p w14:paraId="79F7778B" w14:textId="77777777" w:rsidR="00D4731F" w:rsidRPr="00661011" w:rsidRDefault="00D4731F" w:rsidP="00D4731F">
      <w:pPr>
        <w:pStyle w:val="Reference"/>
      </w:pPr>
      <w:r w:rsidRPr="00661011">
        <w:t xml:space="preserve">Duan L. Design of teaching mode classification system based on PSO algorithm. 2022 International Conference on Information System, Computing and Educational Technology (ICISCET) 2022 s. 79–82. </w:t>
      </w:r>
      <w:hyperlink r:id="rId14" w:history="1">
        <w:r w:rsidRPr="00661011">
          <w:rPr>
            <w:rStyle w:val="Hyperlink"/>
            <w:color w:val="auto"/>
            <w:u w:val="none"/>
          </w:rPr>
          <w:t>https://doi.org/10.1109/ICISCET56785.2022.00028</w:t>
        </w:r>
      </w:hyperlink>
      <w:r w:rsidRPr="00661011">
        <w:t>.</w:t>
      </w:r>
    </w:p>
    <w:p w14:paraId="25B1FDCB" w14:textId="77777777" w:rsidR="00D4731F" w:rsidRPr="00661011" w:rsidRDefault="00D4731F" w:rsidP="00D4731F">
      <w:pPr>
        <w:pStyle w:val="Reference"/>
      </w:pPr>
      <w:r w:rsidRPr="00661011">
        <w:t xml:space="preserve">Moskwa S., Koziel S., </w:t>
      </w:r>
      <w:proofErr w:type="spellStart"/>
      <w:r w:rsidRPr="00661011">
        <w:t>Siluszyc</w:t>
      </w:r>
      <w:proofErr w:type="spellEnd"/>
      <w:r w:rsidRPr="00661011">
        <w:t xml:space="preserve"> M., Galias Z. </w:t>
      </w:r>
      <w:proofErr w:type="spellStart"/>
      <w:r w:rsidRPr="00661011">
        <w:t>Multiobjective</w:t>
      </w:r>
      <w:proofErr w:type="spellEnd"/>
      <w:r w:rsidRPr="00661011">
        <w:t xml:space="preserve"> Optimization for Switch Allocation in Radial Power Distribution Grids. International Conference on Signals and Electronic System. Krakow, Poland. 2018: 1-4.  </w:t>
      </w:r>
    </w:p>
    <w:p w14:paraId="6CBC54F6" w14:textId="77777777" w:rsidR="00EE475E" w:rsidRPr="00661011" w:rsidRDefault="00EE475E" w:rsidP="00EE475E">
      <w:pPr>
        <w:pStyle w:val="Reference"/>
      </w:pPr>
      <w:r w:rsidRPr="00661011">
        <w:rPr>
          <w:lang w:val="en-ID"/>
        </w:rPr>
        <w:t xml:space="preserve">Hani S., Santoso G., Wibowo R.D. </w:t>
      </w:r>
      <w:proofErr w:type="spellStart"/>
      <w:r w:rsidRPr="00661011">
        <w:rPr>
          <w:lang w:val="en-ID"/>
        </w:rPr>
        <w:t>Penempatan</w:t>
      </w:r>
      <w:proofErr w:type="spellEnd"/>
      <w:r w:rsidRPr="00661011">
        <w:rPr>
          <w:lang w:val="en-ID"/>
        </w:rPr>
        <w:t xml:space="preserve"> Recloser </w:t>
      </w:r>
      <w:proofErr w:type="spellStart"/>
      <w:r w:rsidRPr="00661011">
        <w:rPr>
          <w:lang w:val="en-ID"/>
        </w:rPr>
        <w:t>Sebagai</w:t>
      </w:r>
      <w:proofErr w:type="spellEnd"/>
      <w:r w:rsidRPr="00661011">
        <w:rPr>
          <w:lang w:val="en-ID"/>
        </w:rPr>
        <w:t xml:space="preserve"> Parameter </w:t>
      </w:r>
      <w:proofErr w:type="spellStart"/>
      <w:r w:rsidRPr="00661011">
        <w:rPr>
          <w:lang w:val="en-ID"/>
        </w:rPr>
        <w:t>Keandalan</w:t>
      </w:r>
      <w:proofErr w:type="spellEnd"/>
      <w:r w:rsidRPr="00661011">
        <w:rPr>
          <w:lang w:val="en-ID"/>
        </w:rPr>
        <w:t xml:space="preserve"> </w:t>
      </w:r>
      <w:proofErr w:type="spellStart"/>
      <w:r w:rsidRPr="00661011">
        <w:rPr>
          <w:lang w:val="en-ID"/>
        </w:rPr>
        <w:t>Sistem</w:t>
      </w:r>
      <w:proofErr w:type="spellEnd"/>
      <w:r w:rsidRPr="00661011">
        <w:rPr>
          <w:lang w:val="en-ID"/>
        </w:rPr>
        <w:t xml:space="preserve"> </w:t>
      </w:r>
      <w:proofErr w:type="spellStart"/>
      <w:r w:rsidRPr="00661011">
        <w:rPr>
          <w:lang w:val="en-ID"/>
        </w:rPr>
        <w:t>Proteksi</w:t>
      </w:r>
      <w:proofErr w:type="spellEnd"/>
      <w:r w:rsidRPr="00661011">
        <w:rPr>
          <w:lang w:val="en-ID"/>
        </w:rPr>
        <w:t xml:space="preserve"> pada </w:t>
      </w:r>
      <w:proofErr w:type="spellStart"/>
      <w:r w:rsidRPr="00661011">
        <w:rPr>
          <w:lang w:val="en-ID"/>
        </w:rPr>
        <w:t>Sistem</w:t>
      </w:r>
      <w:proofErr w:type="spellEnd"/>
      <w:r w:rsidRPr="00661011">
        <w:rPr>
          <w:lang w:val="en-ID"/>
        </w:rPr>
        <w:t xml:space="preserve"> </w:t>
      </w:r>
      <w:proofErr w:type="spellStart"/>
      <w:r w:rsidRPr="00661011">
        <w:rPr>
          <w:lang w:val="en-ID"/>
        </w:rPr>
        <w:t>Distribusi</w:t>
      </w:r>
      <w:proofErr w:type="spellEnd"/>
      <w:r w:rsidRPr="00661011">
        <w:rPr>
          <w:lang w:val="en-ID"/>
        </w:rPr>
        <w:t xml:space="preserve">. </w:t>
      </w:r>
      <w:proofErr w:type="spellStart"/>
      <w:r w:rsidRPr="00661011">
        <w:rPr>
          <w:lang w:val="en-ID"/>
        </w:rPr>
        <w:t>Simposium</w:t>
      </w:r>
      <w:proofErr w:type="spellEnd"/>
      <w:r w:rsidRPr="00661011">
        <w:rPr>
          <w:lang w:val="en-ID"/>
        </w:rPr>
        <w:t xml:space="preserve"> Nasional RAPI XVIIII. Yogyakarta. 2019: 1-7. </w:t>
      </w:r>
    </w:p>
    <w:p w14:paraId="101461CC" w14:textId="77777777" w:rsidR="00EE475E" w:rsidRPr="00661011" w:rsidRDefault="00EE475E" w:rsidP="00EE475E">
      <w:pPr>
        <w:pStyle w:val="Reference"/>
      </w:pPr>
      <w:r w:rsidRPr="00661011">
        <w:rPr>
          <w:lang w:val="en-ID"/>
        </w:rPr>
        <w:t>Dixit M., Kundu P., Jariwala H.R. Assessment of Distribution System Reliability using Artificial Bee Colony Algorithm. 2017 Second Int. Conf. on Electrical, Computer and Communication Technology (ICECCT). Coimbatore, India. 2017:1-6</w:t>
      </w:r>
    </w:p>
    <w:p w14:paraId="78F88F78" w14:textId="77777777" w:rsidR="00EE475E" w:rsidRPr="00661011" w:rsidRDefault="00EE475E" w:rsidP="00EE475E">
      <w:pPr>
        <w:pStyle w:val="Reference"/>
      </w:pPr>
      <w:r w:rsidRPr="00661011">
        <w:t xml:space="preserve">Dhole S, Mir M, Hasan KN, Farhan A, Yaghoobi J, </w:t>
      </w:r>
      <w:proofErr w:type="spellStart"/>
      <w:r w:rsidRPr="00661011">
        <w:t>Veselov</w:t>
      </w:r>
      <w:proofErr w:type="spellEnd"/>
      <w:r w:rsidRPr="00661011">
        <w:t xml:space="preserve"> A, </w:t>
      </w:r>
      <w:proofErr w:type="spellStart"/>
      <w:r w:rsidRPr="00661011">
        <w:t>i</w:t>
      </w:r>
      <w:proofErr w:type="spellEnd"/>
      <w:r w:rsidRPr="00661011">
        <w:t xml:space="preserve"> in. optimal recloser placement in power networks based on reliability and cost-benefit analysis. 2021 31st Australasian Universities Power Engineering Conference (AUPEC) 2021: </w:t>
      </w:r>
      <w:hyperlink r:id="rId15" w:history="1">
        <w:r w:rsidRPr="00661011">
          <w:rPr>
            <w:rStyle w:val="Hyperlink"/>
            <w:color w:val="auto"/>
            <w:u w:val="none"/>
          </w:rPr>
          <w:t>https://doi.org/10.1109/AUPEC52110.2021.9597794</w:t>
        </w:r>
      </w:hyperlink>
      <w:r w:rsidRPr="00661011">
        <w:t>.</w:t>
      </w:r>
    </w:p>
    <w:p w14:paraId="72A4EFEB" w14:textId="77777777" w:rsidR="00EE475E" w:rsidRPr="00661011" w:rsidRDefault="00EE475E" w:rsidP="00EE475E">
      <w:pPr>
        <w:pStyle w:val="Reference"/>
      </w:pPr>
      <w:proofErr w:type="spellStart"/>
      <w:r w:rsidRPr="00661011">
        <w:t>Varganova</w:t>
      </w:r>
      <w:proofErr w:type="spellEnd"/>
      <w:r w:rsidRPr="00661011">
        <w:t xml:space="preserve"> AV, </w:t>
      </w:r>
      <w:proofErr w:type="spellStart"/>
      <w:r w:rsidRPr="00661011">
        <w:t>Chizhikova</w:t>
      </w:r>
      <w:proofErr w:type="spellEnd"/>
      <w:r w:rsidRPr="00661011">
        <w:t xml:space="preserve"> ES, </w:t>
      </w:r>
      <w:proofErr w:type="spellStart"/>
      <w:r w:rsidRPr="00661011">
        <w:t>Makushin</w:t>
      </w:r>
      <w:proofErr w:type="spellEnd"/>
      <w:r w:rsidRPr="00661011">
        <w:t xml:space="preserve"> EV. Methodology for determining the optimal location of reclosers in distribution networks 6-10 kV. 2022 4th International Conference on Control Systems, Mathematical Modeling, Automation and Energy Efficiency (SUMMA) 2022:879–83. </w:t>
      </w:r>
      <w:hyperlink r:id="rId16" w:history="1">
        <w:r w:rsidRPr="00661011">
          <w:rPr>
            <w:rStyle w:val="Hyperlink"/>
            <w:color w:val="auto"/>
            <w:u w:val="none"/>
          </w:rPr>
          <w:t>https://doi.org/10.1109/SUMMA57301.2022.9974037</w:t>
        </w:r>
      </w:hyperlink>
      <w:r w:rsidRPr="00661011">
        <w:t>.</w:t>
      </w:r>
    </w:p>
    <w:p w14:paraId="3C94F7FE" w14:textId="77777777" w:rsidR="00EE475E" w:rsidRPr="00661011" w:rsidRDefault="00EE475E" w:rsidP="00EE475E">
      <w:pPr>
        <w:pStyle w:val="Reference"/>
      </w:pPr>
      <w:r w:rsidRPr="00661011">
        <w:rPr>
          <w:lang w:val="en-ID"/>
        </w:rPr>
        <w:t xml:space="preserve">PT. PLN (Persero). SPLN 59. </w:t>
      </w:r>
      <w:proofErr w:type="spellStart"/>
      <w:r w:rsidRPr="00661011">
        <w:rPr>
          <w:lang w:val="en-ID"/>
        </w:rPr>
        <w:t>Keandalan</w:t>
      </w:r>
      <w:proofErr w:type="spellEnd"/>
      <w:r w:rsidRPr="00661011">
        <w:rPr>
          <w:lang w:val="en-ID"/>
        </w:rPr>
        <w:t xml:space="preserve"> Pada </w:t>
      </w:r>
      <w:proofErr w:type="spellStart"/>
      <w:r w:rsidRPr="00661011">
        <w:rPr>
          <w:lang w:val="en-ID"/>
        </w:rPr>
        <w:t>Sistem</w:t>
      </w:r>
      <w:proofErr w:type="spellEnd"/>
      <w:r w:rsidRPr="00661011">
        <w:rPr>
          <w:lang w:val="en-ID"/>
        </w:rPr>
        <w:t xml:space="preserve"> </w:t>
      </w:r>
      <w:proofErr w:type="spellStart"/>
      <w:r w:rsidRPr="00661011">
        <w:rPr>
          <w:lang w:val="en-ID"/>
        </w:rPr>
        <w:t>Distribusi</w:t>
      </w:r>
      <w:proofErr w:type="spellEnd"/>
      <w:r w:rsidRPr="00661011">
        <w:rPr>
          <w:lang w:val="en-ID"/>
        </w:rPr>
        <w:t xml:space="preserve"> 20 kV dan 6 kV. 1981.</w:t>
      </w:r>
    </w:p>
    <w:p w14:paraId="387AF158" w14:textId="77777777" w:rsidR="00D4731F" w:rsidRPr="00661011" w:rsidRDefault="00D4731F" w:rsidP="00D4731F">
      <w:pPr>
        <w:pStyle w:val="Paragraph"/>
        <w:ind w:firstLine="0"/>
        <w:rPr>
          <w:rFonts w:asciiTheme="majorBidi" w:hAnsiTheme="majorBidi" w:cstheme="majorBidi"/>
        </w:rPr>
      </w:pPr>
    </w:p>
    <w:bookmarkEnd w:id="0"/>
    <w:p w14:paraId="74D4F45E" w14:textId="77777777" w:rsidR="00613B4D" w:rsidRPr="00661011" w:rsidRDefault="00613B4D" w:rsidP="003B0050">
      <w:pPr>
        <w:pStyle w:val="Paragraph"/>
      </w:pPr>
    </w:p>
    <w:sectPr w:rsidR="00613B4D" w:rsidRPr="00661011" w:rsidSect="00661011">
      <w:pgSz w:w="12240" w:h="15840"/>
      <w:pgMar w:top="1440" w:right="1440" w:bottom="85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ptos Narrow">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DC64DD"/>
    <w:multiLevelType w:val="hybridMultilevel"/>
    <w:tmpl w:val="B82887AE"/>
    <w:lvl w:ilvl="0" w:tplc="333025A0">
      <w:start w:val="1"/>
      <w:numFmt w:val="upperLetter"/>
      <w:lvlText w:val="%1."/>
      <w:lvlJc w:val="left"/>
      <w:pPr>
        <w:ind w:left="1004" w:hanging="360"/>
      </w:pPr>
      <w:rPr>
        <w:rFonts w:hint="default"/>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7E70A7"/>
    <w:multiLevelType w:val="hybridMultilevel"/>
    <w:tmpl w:val="2E7A5EBE"/>
    <w:lvl w:ilvl="0" w:tplc="8F0E8ACC">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5F7E2A"/>
    <w:multiLevelType w:val="hybridMultilevel"/>
    <w:tmpl w:val="5B3A329A"/>
    <w:lvl w:ilvl="0" w:tplc="A66632FA">
      <w:start w:val="1"/>
      <w:numFmt w:val="upperLetter"/>
      <w:lvlText w:val="%1."/>
      <w:lvlJc w:val="left"/>
      <w:pPr>
        <w:ind w:left="644" w:hanging="360"/>
      </w:pPr>
      <w:rPr>
        <w:rFonts w:hint="default"/>
        <w:b/>
        <w:bCs/>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8"/>
  </w:num>
  <w:num w:numId="2">
    <w:abstractNumId w:val="4"/>
  </w:num>
  <w:num w:numId="3">
    <w:abstractNumId w:val="15"/>
  </w:num>
  <w:num w:numId="4">
    <w:abstractNumId w:val="8"/>
  </w:num>
  <w:num w:numId="5">
    <w:abstractNumId w:val="14"/>
  </w:num>
  <w:num w:numId="6">
    <w:abstractNumId w:val="5"/>
  </w:num>
  <w:num w:numId="7">
    <w:abstractNumId w:val="7"/>
  </w:num>
  <w:num w:numId="8">
    <w:abstractNumId w:val="2"/>
  </w:num>
  <w:num w:numId="9">
    <w:abstractNumId w:val="17"/>
  </w:num>
  <w:num w:numId="10">
    <w:abstractNumId w:val="11"/>
  </w:num>
  <w:num w:numId="11">
    <w:abstractNumId w:val="16"/>
  </w:num>
  <w:num w:numId="12">
    <w:abstractNumId w:val="12"/>
  </w:num>
  <w:num w:numId="13">
    <w:abstractNumId w:val="6"/>
  </w:num>
  <w:num w:numId="14">
    <w:abstractNumId w:val="17"/>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4"/>
  </w:num>
  <w:num w:numId="30">
    <w:abstractNumId w:val="14"/>
  </w:num>
  <w:num w:numId="31">
    <w:abstractNumId w:val="14"/>
    <w:lvlOverride w:ilvl="0">
      <w:startOverride w:val="1"/>
    </w:lvlOverride>
  </w:num>
  <w:num w:numId="32">
    <w:abstractNumId w:val="14"/>
  </w:num>
  <w:num w:numId="33">
    <w:abstractNumId w:val="14"/>
    <w:lvlOverride w:ilvl="0">
      <w:startOverride w:val="1"/>
    </w:lvlOverride>
  </w:num>
  <w:num w:numId="34">
    <w:abstractNumId w:val="14"/>
    <w:lvlOverride w:ilvl="0">
      <w:startOverride w:val="1"/>
    </w:lvlOverride>
  </w:num>
  <w:num w:numId="35">
    <w:abstractNumId w:val="15"/>
    <w:lvlOverride w:ilvl="0">
      <w:startOverride w:val="1"/>
    </w:lvlOverride>
  </w:num>
  <w:num w:numId="36">
    <w:abstractNumId w:val="15"/>
  </w:num>
  <w:num w:numId="37">
    <w:abstractNumId w:val="15"/>
    <w:lvlOverride w:ilvl="0">
      <w:startOverride w:val="1"/>
    </w:lvlOverride>
  </w:num>
  <w:num w:numId="38">
    <w:abstractNumId w:val="15"/>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5"/>
  </w:num>
  <w:num w:numId="43">
    <w:abstractNumId w:val="15"/>
  </w:num>
  <w:num w:numId="44">
    <w:abstractNumId w:val="3"/>
  </w:num>
  <w:num w:numId="45">
    <w:abstractNumId w:val="0"/>
  </w:num>
  <w:num w:numId="46">
    <w:abstractNumId w:val="13"/>
  </w:num>
  <w:num w:numId="47">
    <w:abstractNumId w:val="10"/>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77683"/>
    <w:rsid w:val="00086F62"/>
    <w:rsid w:val="00087E17"/>
    <w:rsid w:val="00090674"/>
    <w:rsid w:val="0009252F"/>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3500"/>
    <w:rsid w:val="001C764F"/>
    <w:rsid w:val="001C7BB3"/>
    <w:rsid w:val="001D469C"/>
    <w:rsid w:val="001E6420"/>
    <w:rsid w:val="001F4743"/>
    <w:rsid w:val="0021619E"/>
    <w:rsid w:val="0023171B"/>
    <w:rsid w:val="00236BFC"/>
    <w:rsid w:val="00237437"/>
    <w:rsid w:val="002502FD"/>
    <w:rsid w:val="002568EA"/>
    <w:rsid w:val="00270ADC"/>
    <w:rsid w:val="00274622"/>
    <w:rsid w:val="00275C04"/>
    <w:rsid w:val="00283E88"/>
    <w:rsid w:val="00285D24"/>
    <w:rsid w:val="00290390"/>
    <w:rsid w:val="002915D3"/>
    <w:rsid w:val="002924DB"/>
    <w:rsid w:val="002941DA"/>
    <w:rsid w:val="002A45A0"/>
    <w:rsid w:val="002B5648"/>
    <w:rsid w:val="002E3C35"/>
    <w:rsid w:val="002F5298"/>
    <w:rsid w:val="00326AE0"/>
    <w:rsid w:val="00337E4F"/>
    <w:rsid w:val="00340C36"/>
    <w:rsid w:val="00346A9D"/>
    <w:rsid w:val="00363A65"/>
    <w:rsid w:val="003653F3"/>
    <w:rsid w:val="0039376F"/>
    <w:rsid w:val="003A287B"/>
    <w:rsid w:val="003A5C85"/>
    <w:rsid w:val="003A61B1"/>
    <w:rsid w:val="003A76E9"/>
    <w:rsid w:val="003B0050"/>
    <w:rsid w:val="003B35D8"/>
    <w:rsid w:val="003D6312"/>
    <w:rsid w:val="003E7C74"/>
    <w:rsid w:val="003F31C6"/>
    <w:rsid w:val="003F38BF"/>
    <w:rsid w:val="003F6C7B"/>
    <w:rsid w:val="0040225B"/>
    <w:rsid w:val="00402DA2"/>
    <w:rsid w:val="004034C9"/>
    <w:rsid w:val="00404EBF"/>
    <w:rsid w:val="0041022E"/>
    <w:rsid w:val="00424A02"/>
    <w:rsid w:val="00425AC2"/>
    <w:rsid w:val="0044771F"/>
    <w:rsid w:val="00456A98"/>
    <w:rsid w:val="004A1487"/>
    <w:rsid w:val="004A7367"/>
    <w:rsid w:val="004B151D"/>
    <w:rsid w:val="004C7243"/>
    <w:rsid w:val="004E21DE"/>
    <w:rsid w:val="004E3C57"/>
    <w:rsid w:val="004E3CA2"/>
    <w:rsid w:val="004E3CB2"/>
    <w:rsid w:val="00525813"/>
    <w:rsid w:val="0053513F"/>
    <w:rsid w:val="005504AC"/>
    <w:rsid w:val="00550C9E"/>
    <w:rsid w:val="00574405"/>
    <w:rsid w:val="005854B0"/>
    <w:rsid w:val="005A0E21"/>
    <w:rsid w:val="005B3A34"/>
    <w:rsid w:val="005D49AF"/>
    <w:rsid w:val="005E415C"/>
    <w:rsid w:val="005E71ED"/>
    <w:rsid w:val="005E7946"/>
    <w:rsid w:val="005F7475"/>
    <w:rsid w:val="00611108"/>
    <w:rsid w:val="00611299"/>
    <w:rsid w:val="00613B4D"/>
    <w:rsid w:val="00616365"/>
    <w:rsid w:val="00616F3B"/>
    <w:rsid w:val="006249A7"/>
    <w:rsid w:val="0064225B"/>
    <w:rsid w:val="00661011"/>
    <w:rsid w:val="00674B38"/>
    <w:rsid w:val="006763F9"/>
    <w:rsid w:val="0067777E"/>
    <w:rsid w:val="006949BC"/>
    <w:rsid w:val="006D1229"/>
    <w:rsid w:val="006D372F"/>
    <w:rsid w:val="006D7A18"/>
    <w:rsid w:val="006E4474"/>
    <w:rsid w:val="006F7B5F"/>
    <w:rsid w:val="00701388"/>
    <w:rsid w:val="00723B7F"/>
    <w:rsid w:val="00725861"/>
    <w:rsid w:val="0073393A"/>
    <w:rsid w:val="0073539D"/>
    <w:rsid w:val="00767B8A"/>
    <w:rsid w:val="00775481"/>
    <w:rsid w:val="007A233B"/>
    <w:rsid w:val="007B4863"/>
    <w:rsid w:val="007C65E6"/>
    <w:rsid w:val="007D406B"/>
    <w:rsid w:val="007D4407"/>
    <w:rsid w:val="007E1CA3"/>
    <w:rsid w:val="007F771D"/>
    <w:rsid w:val="00812D62"/>
    <w:rsid w:val="00812F29"/>
    <w:rsid w:val="00821713"/>
    <w:rsid w:val="00827050"/>
    <w:rsid w:val="0083278B"/>
    <w:rsid w:val="00834538"/>
    <w:rsid w:val="00850E89"/>
    <w:rsid w:val="008918DA"/>
    <w:rsid w:val="008930E4"/>
    <w:rsid w:val="00893821"/>
    <w:rsid w:val="008A7B9C"/>
    <w:rsid w:val="008B39FA"/>
    <w:rsid w:val="008B4754"/>
    <w:rsid w:val="008E6A7A"/>
    <w:rsid w:val="008F1038"/>
    <w:rsid w:val="008F7046"/>
    <w:rsid w:val="009005FC"/>
    <w:rsid w:val="00922E5A"/>
    <w:rsid w:val="00931432"/>
    <w:rsid w:val="00931C57"/>
    <w:rsid w:val="00943315"/>
    <w:rsid w:val="00946C27"/>
    <w:rsid w:val="009A4F3D"/>
    <w:rsid w:val="009B696B"/>
    <w:rsid w:val="009B7577"/>
    <w:rsid w:val="009B7671"/>
    <w:rsid w:val="009D79C9"/>
    <w:rsid w:val="009E1F20"/>
    <w:rsid w:val="009E2845"/>
    <w:rsid w:val="009E5BA1"/>
    <w:rsid w:val="009F056E"/>
    <w:rsid w:val="00A10A0B"/>
    <w:rsid w:val="00A23751"/>
    <w:rsid w:val="00A24F3D"/>
    <w:rsid w:val="00A26DCD"/>
    <w:rsid w:val="00A314BB"/>
    <w:rsid w:val="00A32B7D"/>
    <w:rsid w:val="00A5596B"/>
    <w:rsid w:val="00A646B3"/>
    <w:rsid w:val="00A6739B"/>
    <w:rsid w:val="00A90413"/>
    <w:rsid w:val="00A94D77"/>
    <w:rsid w:val="00AA1451"/>
    <w:rsid w:val="00AA728C"/>
    <w:rsid w:val="00AB0A9C"/>
    <w:rsid w:val="00AB5C89"/>
    <w:rsid w:val="00AB7119"/>
    <w:rsid w:val="00AD5855"/>
    <w:rsid w:val="00AE7500"/>
    <w:rsid w:val="00AE7F87"/>
    <w:rsid w:val="00AF3542"/>
    <w:rsid w:val="00AF5ABE"/>
    <w:rsid w:val="00B00415"/>
    <w:rsid w:val="00B03C2A"/>
    <w:rsid w:val="00B1000D"/>
    <w:rsid w:val="00B10134"/>
    <w:rsid w:val="00B16BFE"/>
    <w:rsid w:val="00B500E5"/>
    <w:rsid w:val="00BA0061"/>
    <w:rsid w:val="00BA39BB"/>
    <w:rsid w:val="00BA3B3D"/>
    <w:rsid w:val="00BB7EEA"/>
    <w:rsid w:val="00BD1909"/>
    <w:rsid w:val="00BE5E16"/>
    <w:rsid w:val="00BE5FD1"/>
    <w:rsid w:val="00C06E05"/>
    <w:rsid w:val="00C14B14"/>
    <w:rsid w:val="00C17370"/>
    <w:rsid w:val="00C2054D"/>
    <w:rsid w:val="00C252EB"/>
    <w:rsid w:val="00C26EC0"/>
    <w:rsid w:val="00C56C77"/>
    <w:rsid w:val="00C778BE"/>
    <w:rsid w:val="00C84923"/>
    <w:rsid w:val="00C9275A"/>
    <w:rsid w:val="00CB7B3E"/>
    <w:rsid w:val="00CC739D"/>
    <w:rsid w:val="00D04468"/>
    <w:rsid w:val="00D30640"/>
    <w:rsid w:val="00D36257"/>
    <w:rsid w:val="00D4687E"/>
    <w:rsid w:val="00D4731F"/>
    <w:rsid w:val="00D53A12"/>
    <w:rsid w:val="00D87E2A"/>
    <w:rsid w:val="00DB0C43"/>
    <w:rsid w:val="00DC0836"/>
    <w:rsid w:val="00DE3354"/>
    <w:rsid w:val="00DE6F67"/>
    <w:rsid w:val="00DF02B4"/>
    <w:rsid w:val="00DF7DCD"/>
    <w:rsid w:val="00E50B7D"/>
    <w:rsid w:val="00E67D8F"/>
    <w:rsid w:val="00E904A1"/>
    <w:rsid w:val="00EB7D28"/>
    <w:rsid w:val="00EC0D0C"/>
    <w:rsid w:val="00ED4A2C"/>
    <w:rsid w:val="00EE475E"/>
    <w:rsid w:val="00EF6940"/>
    <w:rsid w:val="00F2044A"/>
    <w:rsid w:val="00F20BFC"/>
    <w:rsid w:val="00F24D5F"/>
    <w:rsid w:val="00F726C3"/>
    <w:rsid w:val="00F820CA"/>
    <w:rsid w:val="00F8554C"/>
    <w:rsid w:val="00F9569A"/>
    <w:rsid w:val="00F95F82"/>
    <w:rsid w:val="00F97A90"/>
    <w:rsid w:val="00FC2F35"/>
    <w:rsid w:val="00FC3FD7"/>
    <w:rsid w:val="00FD1FC6"/>
    <w:rsid w:val="00FE4BDB"/>
    <w:rsid w:val="00FE50FE"/>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8918D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109/TLA.2022.966146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109/TPWRD.2021.3120968"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1109/SUMMA57301.2022.997403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16/j.asoc.2021.107078" TargetMode="External"/><Relationship Id="rId5" Type="http://schemas.openxmlformats.org/officeDocument/2006/relationships/numbering" Target="numbering.xml"/><Relationship Id="rId15" Type="http://schemas.openxmlformats.org/officeDocument/2006/relationships/hyperlink" Target="https://doi.org/10.1109/AUPEC52110.2021.9597794" TargetMode="External"/><Relationship Id="rId10" Type="http://schemas.openxmlformats.org/officeDocument/2006/relationships/hyperlink" Target="https://doi.org/10.1109/ICEEE55327.2022.9772604"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doi.org/10.1109/ICISCET56785.2022.000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448</TotalTime>
  <Pages>6</Pages>
  <Words>2383</Words>
  <Characters>13586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30</cp:revision>
  <cp:lastPrinted>2011-03-03T08:29:00Z</cp:lastPrinted>
  <dcterms:created xsi:type="dcterms:W3CDTF">2025-07-05T00:30:00Z</dcterms:created>
  <dcterms:modified xsi:type="dcterms:W3CDTF">2025-12-17T10:50:00Z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