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574ED2" w14:textId="77777777" w:rsidR="00784521" w:rsidRDefault="00784521" w:rsidP="00784521">
      <w:pPr>
        <w:pStyle w:val="PaperTitle"/>
        <w:spacing w:before="0"/>
        <w:rPr>
          <w:kern w:val="48"/>
        </w:rPr>
      </w:pPr>
    </w:p>
    <w:p w14:paraId="1324594D" w14:textId="77777777" w:rsidR="00784521" w:rsidRDefault="00784521" w:rsidP="00784521">
      <w:pPr>
        <w:pStyle w:val="PaperTitle"/>
        <w:spacing w:before="0"/>
        <w:rPr>
          <w:kern w:val="48"/>
        </w:rPr>
      </w:pPr>
    </w:p>
    <w:p w14:paraId="19DE3393" w14:textId="77777777" w:rsidR="00784521" w:rsidRDefault="00784521" w:rsidP="00784521">
      <w:pPr>
        <w:pStyle w:val="PaperTitle"/>
        <w:spacing w:before="0"/>
        <w:rPr>
          <w:kern w:val="48"/>
        </w:rPr>
      </w:pPr>
    </w:p>
    <w:p w14:paraId="397F3B50" w14:textId="3886790A" w:rsidR="00E21AE9" w:rsidRPr="004E7EB0" w:rsidRDefault="00097C50" w:rsidP="00784521">
      <w:pPr>
        <w:pStyle w:val="PaperTitle"/>
        <w:spacing w:before="0"/>
        <w:rPr>
          <w:b w:val="0"/>
          <w:bCs/>
          <w:sz w:val="24"/>
          <w:szCs w:val="24"/>
        </w:rPr>
      </w:pPr>
      <w:r w:rsidRPr="004E7EB0">
        <w:rPr>
          <w:kern w:val="48"/>
        </w:rPr>
        <w:t>Performance Comparison of EfficientNetB0 and EfficientNetB1 for Emotion Detection on FER-2013 Dataset</w:t>
      </w:r>
      <w:r w:rsidR="00E21AE9" w:rsidRPr="004E7EB0">
        <w:br/>
      </w:r>
    </w:p>
    <w:p w14:paraId="61133830" w14:textId="0310AB74" w:rsidR="00E21AE9" w:rsidRPr="004E7EB0" w:rsidRDefault="00097C50" w:rsidP="004A5480">
      <w:pPr>
        <w:pStyle w:val="AuthorName"/>
        <w:rPr>
          <w:sz w:val="20"/>
          <w:lang w:eastAsia="en-GB"/>
        </w:rPr>
      </w:pPr>
      <w:r w:rsidRPr="004E7EB0">
        <w:rPr>
          <w:szCs w:val="28"/>
          <w:lang w:val="en-ID" w:eastAsia="en-ID"/>
        </w:rPr>
        <w:t>Marvin Luckianto</w:t>
      </w:r>
      <w:r w:rsidR="00793676" w:rsidRPr="004E7EB0">
        <w:rPr>
          <w:sz w:val="17"/>
          <w:szCs w:val="17"/>
          <w:vertAlign w:val="superscript"/>
          <w:lang w:val="en-ID" w:eastAsia="en-ID"/>
        </w:rPr>
        <w:t>1,a</w:t>
      </w:r>
      <w:r w:rsidR="00E21AE9" w:rsidRPr="004E7EB0">
        <w:rPr>
          <w:sz w:val="17"/>
          <w:szCs w:val="17"/>
          <w:vertAlign w:val="superscript"/>
          <w:lang w:val="en-ID" w:eastAsia="en-ID"/>
        </w:rPr>
        <w:t>)</w:t>
      </w:r>
      <w:r w:rsidR="00E21AE9" w:rsidRPr="004E7EB0">
        <w:rPr>
          <w:szCs w:val="28"/>
          <w:lang w:val="en-ID" w:eastAsia="en-ID"/>
        </w:rPr>
        <w:t>, Yulianto</w:t>
      </w:r>
      <w:r w:rsidR="002224C6" w:rsidRPr="004E7EB0">
        <w:rPr>
          <w:szCs w:val="28"/>
          <w:lang w:val="en-ID" w:eastAsia="en-ID"/>
        </w:rPr>
        <w:t xml:space="preserve"> Yulianto</w:t>
      </w:r>
      <w:r w:rsidR="00E21AE9" w:rsidRPr="004E7EB0">
        <w:rPr>
          <w:sz w:val="17"/>
          <w:szCs w:val="17"/>
          <w:vertAlign w:val="superscript"/>
          <w:lang w:val="en-ID" w:eastAsia="en-ID"/>
        </w:rPr>
        <w:t>1,b)</w:t>
      </w:r>
      <w:r w:rsidR="00E21AE9" w:rsidRPr="004E7EB0">
        <w:rPr>
          <w:szCs w:val="28"/>
          <w:lang w:val="en-ID" w:eastAsia="en-ID"/>
        </w:rPr>
        <w:t>, Simeon Yuda Prasetyo</w:t>
      </w:r>
      <w:r w:rsidR="00E21AE9" w:rsidRPr="004E7EB0">
        <w:rPr>
          <w:sz w:val="17"/>
          <w:szCs w:val="17"/>
          <w:vertAlign w:val="superscript"/>
          <w:lang w:val="en-ID" w:eastAsia="en-ID"/>
        </w:rPr>
        <w:t>1,c)</w:t>
      </w:r>
      <w:r w:rsidR="00E21AE9" w:rsidRPr="004E7EB0">
        <w:br/>
      </w:r>
    </w:p>
    <w:p w14:paraId="395F7842" w14:textId="1B4D0599" w:rsidR="00E21AE9" w:rsidRPr="004E7EB0" w:rsidRDefault="00E21AE9" w:rsidP="004A5480">
      <w:pPr>
        <w:pStyle w:val="AuthorAffiliation"/>
      </w:pPr>
      <w:r w:rsidRPr="004E7EB0">
        <w:rPr>
          <w:iCs/>
          <w:sz w:val="12"/>
          <w:szCs w:val="12"/>
          <w:vertAlign w:val="superscript"/>
          <w:lang w:val="en-ID" w:eastAsia="en-ID"/>
        </w:rPr>
        <w:t>1</w:t>
      </w:r>
      <w:r w:rsidRPr="004E7EB0">
        <w:rPr>
          <w:iCs/>
          <w:lang w:val="en-ID" w:eastAsia="en-ID"/>
        </w:rPr>
        <w:t>Computer Science Department, School of Computer Science, Bina Nusantara University, Jakarta 11480, Indonesia</w:t>
      </w:r>
    </w:p>
    <w:p w14:paraId="1E954842" w14:textId="05B684DE" w:rsidR="00E21AE9" w:rsidRPr="004E7EB0" w:rsidRDefault="00E21AE9" w:rsidP="004A5480">
      <w:pPr>
        <w:jc w:val="center"/>
        <w:rPr>
          <w:szCs w:val="24"/>
          <w:lang w:val="en-ID" w:eastAsia="en-ID"/>
        </w:rPr>
      </w:pPr>
      <w:r w:rsidRPr="004E7EB0">
        <w:br/>
      </w:r>
      <w:r w:rsidRPr="004E7EB0">
        <w:rPr>
          <w:sz w:val="20"/>
          <w:shd w:val="clear" w:color="auto" w:fill="FFFFFF"/>
          <w:lang w:val="en-ID" w:eastAsia="en-ID"/>
        </w:rPr>
        <w:t xml:space="preserve">Corresponding author: </w:t>
      </w:r>
      <w:r w:rsidRPr="004E7EB0">
        <w:rPr>
          <w:sz w:val="12"/>
          <w:szCs w:val="12"/>
          <w:shd w:val="clear" w:color="auto" w:fill="FFFFFF"/>
          <w:vertAlign w:val="superscript"/>
          <w:lang w:val="en-ID" w:eastAsia="en-ID"/>
        </w:rPr>
        <w:t>a)</w:t>
      </w:r>
      <w:hyperlink r:id="rId9" w:history="1">
        <w:r w:rsidRPr="004E7EB0">
          <w:rPr>
            <w:rStyle w:val="Hyperlink"/>
            <w:color w:val="auto"/>
            <w:sz w:val="20"/>
            <w:u w:val="none"/>
            <w:shd w:val="clear" w:color="auto" w:fill="FFFFFF"/>
            <w:lang w:val="en-ID" w:eastAsia="en-ID"/>
          </w:rPr>
          <w:t>marvin.luckianto003@binus.ac.id</w:t>
        </w:r>
      </w:hyperlink>
    </w:p>
    <w:p w14:paraId="6001BC01" w14:textId="77777777" w:rsidR="00E21AE9" w:rsidRPr="004E7EB0" w:rsidRDefault="00E21AE9" w:rsidP="004A5480">
      <w:pPr>
        <w:jc w:val="center"/>
        <w:rPr>
          <w:szCs w:val="24"/>
          <w:lang w:val="en-ID" w:eastAsia="en-ID"/>
        </w:rPr>
      </w:pPr>
      <w:r w:rsidRPr="004E7EB0">
        <w:rPr>
          <w:sz w:val="12"/>
          <w:szCs w:val="12"/>
          <w:vertAlign w:val="superscript"/>
          <w:lang w:val="en-ID" w:eastAsia="en-ID"/>
        </w:rPr>
        <w:t>b)</w:t>
      </w:r>
      <w:r w:rsidRPr="004E7EB0">
        <w:rPr>
          <w:sz w:val="20"/>
          <w:lang w:val="en-ID" w:eastAsia="en-ID"/>
        </w:rPr>
        <w:t>yulianto003@binus.ac.id</w:t>
      </w:r>
    </w:p>
    <w:p w14:paraId="3D965CC3" w14:textId="77777777" w:rsidR="00E21AE9" w:rsidRPr="004E7EB0" w:rsidRDefault="00E21AE9" w:rsidP="004A5480">
      <w:pPr>
        <w:jc w:val="center"/>
        <w:rPr>
          <w:sz w:val="20"/>
          <w:lang w:val="en-ID" w:eastAsia="en-ID"/>
        </w:rPr>
      </w:pPr>
      <w:r w:rsidRPr="004E7EB0">
        <w:rPr>
          <w:sz w:val="12"/>
          <w:szCs w:val="12"/>
          <w:vertAlign w:val="superscript"/>
          <w:lang w:val="en-ID" w:eastAsia="en-ID"/>
        </w:rPr>
        <w:t>c)</w:t>
      </w:r>
      <w:r w:rsidRPr="004E7EB0">
        <w:rPr>
          <w:sz w:val="20"/>
          <w:lang w:val="en-ID" w:eastAsia="en-ID"/>
        </w:rPr>
        <w:t>simeon.prasetyo@binus.ac.id</w:t>
      </w:r>
    </w:p>
    <w:p w14:paraId="22C3F2A8" w14:textId="6F43289A" w:rsidR="0016385D" w:rsidRPr="004E7EB0" w:rsidRDefault="0016385D" w:rsidP="004A5480">
      <w:pPr>
        <w:pStyle w:val="Abstract"/>
      </w:pPr>
      <w:r w:rsidRPr="004E7EB0">
        <w:rPr>
          <w:b/>
          <w:bCs/>
        </w:rPr>
        <w:t>Abstract.</w:t>
      </w:r>
      <w:r w:rsidRPr="004E7EB0">
        <w:t xml:space="preserve"> </w:t>
      </w:r>
      <w:r w:rsidR="00DA2E46" w:rsidRPr="004E7EB0">
        <w:t>Emotion face recognition is one of the interesting research areas in the theme of Computational Intelligence. Emotions play a fundamental role in social interaction and communication between people, influencing decision-making, behavior, as well as perception of the surrounding environment. Over time and with rapid technological developments, deep learning-based approaches have shown superior performance in complex pattern recognition tasks, including emotion detection from facial images. The process of solving the item under study involves using the Kaggle search dataset, running a classifier model that includes the training and testing models EfficietNetB0 and EfficientNetB1, and finally, the most crucial report and analysis of the experiment. In this study, a comparison of the performance of EfficientNetB0 and EfficientNetB1 models for emotion detection on the FER-2013 dataset showed differences in emotion recognition ability and model efficiency. Although specific numerical data for test accuracy is not available in the provided snippets, it is generally expected that EfficientNetB1, as a larger variant, will show slightly higher accuracy performance than EfficientNetB0</w:t>
      </w:r>
      <w:r w:rsidR="00B82A68" w:rsidRPr="004E7EB0">
        <w:t>. This</w:t>
      </w:r>
      <w:r w:rsidR="00DA2E46" w:rsidRPr="004E7EB0">
        <w:t xml:space="preserve"> study compares the performance of EfficientNetB0 and EfficientNetB1 models for emotion detection on the FER-2013 dataset, which is one of the most widely used benchmark standards. Although Effic</w:t>
      </w:r>
      <w:r w:rsidR="00886B80" w:rsidRPr="004E7EB0">
        <w:t>i</w:t>
      </w:r>
      <w:r w:rsidR="00DA2E46" w:rsidRPr="004E7EB0">
        <w:t>entNetB0 showed superior computational efficiency, EfficientNetB1 proved to be more effective in emotion face recognition, achieving higher validation accuracy and lower loss indicating its better ability to learn complex features of facial expressions.</w:t>
      </w:r>
    </w:p>
    <w:p w14:paraId="0C4C53E5" w14:textId="71D57DB8" w:rsidR="00DA2E46" w:rsidRPr="004E7EB0" w:rsidRDefault="00DA2E46" w:rsidP="004A5480">
      <w:pPr>
        <w:pStyle w:val="Abstract"/>
      </w:pPr>
      <w:r w:rsidRPr="004E7EB0">
        <w:rPr>
          <w:b/>
        </w:rPr>
        <w:t xml:space="preserve">Keywords: </w:t>
      </w:r>
      <w:r w:rsidR="00E53D9B" w:rsidRPr="004E7EB0">
        <w:t>Emotion face recognition, deep learning, EfficientNetB0, EfficientNetB1, FER-2013 dataset.</w:t>
      </w:r>
    </w:p>
    <w:p w14:paraId="33725446" w14:textId="77777777" w:rsidR="001F0922" w:rsidRPr="004E7EB0" w:rsidRDefault="001F0922" w:rsidP="004A5480">
      <w:pPr>
        <w:pStyle w:val="Heading1"/>
      </w:pPr>
      <w:r w:rsidRPr="004E7EB0">
        <w:t>InTROduction</w:t>
      </w:r>
    </w:p>
    <w:p w14:paraId="01F4B4A8" w14:textId="3E1F811F" w:rsidR="001A7C2C" w:rsidRPr="004E7EB0" w:rsidRDefault="001F0922" w:rsidP="004A5480">
      <w:pPr>
        <w:ind w:firstLine="284"/>
        <w:jc w:val="both"/>
        <w:rPr>
          <w:sz w:val="20"/>
        </w:rPr>
      </w:pPr>
      <w:r w:rsidRPr="004E7EB0">
        <w:rPr>
          <w:sz w:val="20"/>
        </w:rPr>
        <w:t>Emotion face recognition is one of the interesting research areas in the theme of Computational Intelligence. Emotions play a fundamental role in social interaction and communication between people, influencing decision-making, behavior, as well as perception of the surrounding environment. Therefore, the ability to automatically identify and understand emotions has broad implications in a variety of applications, ranging from more adaptive Human-Computer Interaction (HCI) systems, social robotics, security, to consumer behavior analysis and mental health</w:t>
      </w:r>
      <w:r w:rsidR="0041774A" w:rsidRPr="004E7EB0">
        <w:rPr>
          <w:sz w:val="20"/>
        </w:rPr>
        <w:t xml:space="preserve"> </w:t>
      </w:r>
      <w:sdt>
        <w:sdtPr>
          <w:rPr>
            <w:sz w:val="20"/>
          </w:rPr>
          <w:tag w:val="MENDELEY_CITATION_v3_eyJjaXRhdGlvbklEIjoiTUVOREVMRVlfQ0lUQVRJT05fMzYwZTRmMzUtM2JkZC00YzVmLWE5NmItYWI1Yjg5NjJkMzY1IiwicHJvcGVydGllcyI6eyJub3RlSW5kZXgiOjB9LCJpc0VkaXRlZCI6ZmFsc2UsIm1hbnVhbE92ZXJyaWRlIjp7ImlzTWFudWFsbHlPdmVycmlkZGVuIjpmYWxzZSwiY2l0ZXByb2NUZXh0IjoiWzEsIDJdIiwibWFudWFsT3ZlcnJpZGVUZXh0IjoiIn0sImNpdGF0aW9uSXRlbXMiOlt7ImlkIjoiNWJjNjdkMDAtMjU3OC0zMDU1LWIyY2MtNDJiMmZiODQyNTdjIiwiaXRlbURhdGEiOnsidHlwZSI6ImFydGljbGUtam91cm5hbCIsImlkIjoiNWJjNjdkMDAtMjU3OC0zMDU1LWIyY2MtNDJiMmZiODQyNTdjIiwidGl0bGUiOiJFbW90aW9uIHJlY29nbml0aW9uIGluIGluZGl2aWR1YWxzIHdpdGggZWxldmF0ZWQgaW50ZXJuZXQgYWRkaWN0aW9uIHNjb3JlczogQW4gZXZlbnQtcmVsYXRlZCBwb3RlbnRpYWwgc3R1ZHkiLCJhdXRob3IiOlt7ImZhbWlseSI6IkFyYWZhdCIsImdpdmVuIjoiRGFsaWEiLCJwYXJzZS1uYW1lcyI6ZmFsc2UsImRyb3BwaW5nLXBhcnRpY2xlIjoiIiwibm9uLWRyb3BwaW5nLXBhcnRpY2xlIjoiIn0seyJmYW1pbHkiOiJKYW1hbCIsImdpdmVuIjoiSmFmYXIiLCJwYXJzZS1uYW1lcyI6ZmFsc2UsImRyb3BwaW5nLXBhcnRpY2xlIjoiIiwibm9uLWRyb3BwaW5nLXBhcnRpY2xlIjoiIn0seyJmYW1pbHkiOiJTYWNocyIsImdpdmVuIjoiQW5uYSIsInBhcnNlLW5hbWVzIjpmYWxzZSwiZHJvcHBpbmctcGFydGljbGUiOiIiLCJub24tZHJvcHBpbmctcGFydGljbGUiOiIifSx7ImZhbWlseSI6IlN1Y2hhbiIsImdpdmVuIjoiQm9yaXMiLCJwYXJzZS1uYW1lcyI6ZmFsc2UsImRyb3BwaW5nLXBhcnRpY2xlIjoiIiwibm9uLWRyb3BwaW5nLXBhcnRpY2xlIjoiIn0seyJmYW1pbHkiOiJKdWNrZWwiLCJnaXZlbiI6Ikdlb3JnIiwicGFyc2UtbmFtZXMiOmZhbHNlLCJkcm9wcGluZy1wYXJ0aWNsZSI6IiIsIm5vbi1kcm9wcGluZy1wYXJ0aWNsZSI6IiJ9LHsiZmFtaWx5IjoiVGhvbWEiLCJnaXZlbiI6IlBhdHJpemlhIiwicGFyc2UtbmFtZXMiOmZhbHNlLCJkcm9wcGluZy1wYXJ0aWNsZSI6IiIsIm5vbi1kcm9wcGluZy1wYXJ0aWNsZSI6IiJ9XSwiY29udGFpbmVyLXRpdGxlIjoiUHN5Y2hpYXRyeSBSZXNlYXJjaCAtIE5ldXJvaW1hZ2luZyIsImNvbnRhaW5lci10aXRsZS1zaG9ydCI6IlBzeWNoaWF0cnkgUmVzIE5ldXJvaW1hZ2luZyIsIkRPSSI6IjEwLjEwMTYvai5wc2N5Y2hyZXNucy4yMDI1LjExMTk4MiIsIklTU04iOiIxODcyNzUwNiIsIlBNSUQiOiI0MDEwMTMxNiIsImlzc3VlZCI6eyJkYXRlLXBhcnRzIjpbWzIwMjUsNiwxXV19LCJhYnN0cmFjdCI6IlRoZSBjdXJyZW50IHN0dWR5IGFpbXMgdG8gZWx1Y2lkYXRlIHRoZSBlbGVjdHJvcGh5c2lvbG9naWNhbCBjb3JyZWxhdGVzIG9mIHBlcmZvcm1hbmNlIHBhdHRlcm5zIGluIGFuIGVtb3Rpb24gcmVjb2duaXRpb24gdGFzayBhbW9uZyBpbmRpdmlkdWFscyB3aXRoIGhpZ2hlciBpbnRlcm5ldCBhZGRpY3Rpb24gKEhJQSkgc2NvcmVzIGNvbXBhcmVkIHRvIHRob3NlIHdpdGggbG93ZXIgaW50ZXJuZXQgYWRkaWN0aW9uIChMSUEpIHNjb3Jlcy4gRm9ydHkgcGFydGljaXBhbnRzLCB3aXRoIHR3ZW50eSBpbiB0aGUgSElBIGdyb3VwIGFuZCB0d2VudHkgaW4gdGhlIExJQSBncm91cCwgY29tcGxldGVkIGFuIGVtb3Rpb24gcmVjb2duaXRpb24gdGFzaywgaW52b2x2aW5nIGZpdmUgZmFjaWFsIGV4cHJlc3Npb25zOiBhbmdlciwgZmVhciwgZGlzZ3VzdCwgbmV1dHJhbCwgYW5kIHNhZG5lc3MuIEFkZGl0aW9uYWxseSwgY29nbml0aXZlIGZsZXhpYmlsaXR5IGFuZCB3b3JraW5nIG1lbW9yeSB3ZXJlIGFzc2Vzc2VkIHRvIGV4YW1pbmUgdGhlaXIgbGluayB0byBlbW90aW9uIHJlY29nbml0aW9uIGFiaWxpdGllcy4gTm8gc2lnbmlmaWNhbnQgZGlmZmVyZW5jZXMgaW4gYWNjdXJhY3kgb3IgcmVhY3Rpb24gdGltZXMgKFJUcykgd2VyZSBvYnNlcnZlZCBiZXR3ZWVuIHRoZSBncm91cHMgaW4gdGhlIGVtb3Rpb24gcmVjb2duaXRpb24gdGFzay4gSG93ZXZlciwgdGhlIEhJQSBncm91cCBzaG93ZWQgcmVkdWNlZCBQMTUwIGFtcGxpdHVkZXMsIGJ1dCBpbmNyZWFzZWQgTjI1MCBhbXBsaXR1ZGVzIHJlbGF0aXZlIHRvIHRoZSBMSUEgZ3JvdXAuIFRoZXJlIHdhcyBhIHBvc2l0aXZlIGNvcnJlbGF0aW9uIGJldHdlZW4gdGhlIFJUcyBhbmQgY29nbml0aXZlIGZsZXhpYmlsaXR5LCBvbmx5IGluIHRoZSBMSUEgZ3JvdXAuIEFsdGhvdWdoIHRoZSBncm91cHMgZGVtb25zdHJhdGVkIGNvbXBhcmFibGUgYmVoYXZpb3JhbCBwZXJmb3JtYW5jZSwgdGhlIHN0YWdlcyBvZiBzdGltdWxpIHByb2Nlc3NpbmcgZGlmZmVyZWQuIFRoZSBMSUEgZ3JvdXAgYXBwZWFyZWQgdG8gcHJvY2VzcyB0aGUgc3RpbXVsaSBtb3JlIGVmZmljaWVudGx5IGluIHRoZSBlYXJseSBzdGFnZSwgd2hpbGUgdGhlIEhJQSBncm91cCByZXF1aXJlZCBncmVhdGVyIGVmZm9ydCBpbiBkZWNvZGluZyB0aGUgc3RpbXVsaSBhdCBhIGxhdGVyIHN0YWdlLiBUaGlzIHN1Z2dlc3RzIHRoYXQgdGhlIEhJQSBncm91cCBtYXkgcmVseSBvbiBvdmVyLXByb2Nlc3NpbmcgYXQgYSBsYXRlciBzdGFnZSBkdWUgdG8gcmVkdWNlZCBlYXJseSBwcm9jZXNzaW5nIGVmZmljaWVuY3ksIHBvdGVudGlhbGx5IHN1Z2dlc3RpbmcgYW4gZWFybHkgdnVsbmVyYWJpbGl0eSBtYXJrZXIuIiwicHVibGlzaGVyIjoiRWxzZXZpZXIgSXJlbGFuZCBMdGQiLCJ2b2x1bWUiOiIzNDkifSwiaXNUZW1wb3JhcnkiOmZhbHNlfSx7ImlkIjoiMmJjNjNlYzgtY2VlMy0zYjIwLWEyMGQtYWEyZDBkMjg1ZmUzIiwiaXRlbURhdGEiOnsidHlwZSI6ImFydGljbGUtam91cm5hbCIsImlkIjoiMmJjNjNlYzgtY2VlMy0zYjIwLWEyMGQtYWEyZDBkMjg1ZmUzIiwidGl0bGUiOiJBdXRvbWF0aWMgRWFybHkgRGV0ZWN0aW9uIG9mIFdpbGRmaXJlIFNtb2tlIHdpdGggVmlzaWJsZSBMaWdodCBDYW1lcmFzIFVzaW5nIERlZXAgTGVhcm5pbmcgYW5kIFZpc3VhbCBFeHBsYW5hdGlvbiIsImF1dGhvciI6W3siZmFtaWx5IjoiRmVybmFuZGVzIiwiZ2l2ZW4iOiJBcm1hbmRvIE0uIiwicGFyc2UtbmFtZXMiOmZhbHNlLCJkcm9wcGluZy1wYXJ0aWNsZSI6IiIsIm5vbi1kcm9wcGluZy1wYXJ0aWNsZSI6IiJ9LHsiZmFtaWx5IjoiVXRraW4iLCJnaXZlbiI6IkFuZHJlaSBCLiIsInBhcnNlLW5hbWVzIjpmYWxzZSwiZHJvcHBpbmctcGFydGljbGUiOiIiLCJub24tZHJvcHBpbmctcGFydGljbGUiOiIifSx7ImZhbWlseSI6IkNoYXZlcyIsImdpdmVuIjoiUGF1bG8iLCJwYXJzZS1uYW1lcyI6ZmFsc2UsImRyb3BwaW5nLXBhcnRpY2xlIjoiIiwibm9uLWRyb3BwaW5nLXBhcnRpY2xlIjoiIn1dLCJjb250YWluZXItdGl0bGUiOiJJRUVFIEFjY2VzcyIsIkRPSSI6IjEwLjExMDkvQUNDRVNTLjIwMjIuMzE0NTkxMSIsIklTU04iOiIyMTY5MzUzNiIsImlzc3VlZCI6eyJkYXRlLXBhcnRzIjpbWzIwMjJdXX0sInBhZ2UiOiIxMjgxNC0xMjgyOCIsImFic3RyYWN0IjoiVGhlIHByZXNlbnQgd29yayBmb2N1cyB3YXMgZGV2ZWxvcGluZyBhIHN5c3RlbSBmb3IgZWFybHkgYXV0b21hdGljIGRldGVjdGlvbiBvZiBzbW9rZSBwbHVtZXMgaW4gdmlzaWJsZS1saWdodCBpbWFnZXMuIFRoZSBzeXN0ZW0gdXNlZCBhIHJlYWxpc3RpYyBkYXRhc2V0IGdhdGhlcmVkIGluIDI3NCBkaWZmZXJlbnQgZGF5cyBmcm9tIGEgdG90YWwgb2YgbmluZSByZWFsIHN1cnZlaWxsYW5jZSBjYW1lcmFzLCB3aXRoIG1vc3Qgc21va2UgcGx1bWVzIGJlaW5nIHZpZXdlZCBmcm9tIGFmYXIgYW5kIDg1JSBvZiB0aGVtIG9jY3VweWluZyBsZXNzIHRoYW4gNSUgb2YgdGhlIGltYWdlIGFyZWEuIFdlIGVtcGxveWVkIHRoZSBpbm5vdmF0aXZlIHN0cmF0ZWd5IG9mIHVzaW5nIHRoZSB3aG9sZSBpbWFnZSBmb3IgY2xhc3NpZmljYXRpb24gYnV0ICdhc2tpbmcnIHRoZSBuZXVyYWwgbmV0d29ya3MgdG8gaW5kaWNhdGUsIGluIGEgbXVsdGlkaW1lbnNpb25hbCBvdXRwdXQsIHdoaWNoIGltYWdlIHJlZ2lvbnMgY29udGFpbmVkIGEgc21va2UgcGx1bWUuIFRoZSBtdWx0aWRpbWVuc2lvbmFsIG91dHB1dCBoZWxwZWQgdG8gZm9jdXMgdGhlIGRldGVjdG9yIG9uIHRoZSBzbW9rZSByZWdpb25zLiBBdCB0aGUgc2FtZSB0aW1lLCB0aGUgdXNlIG9mIHRoZSB3aG9sZSBpbWFnZSBwcmV2ZW50ZWQgd3JvbmcgaW1hZ2UgY2xhc3NpZmljYXRpb24gY2F1c2VkIGJ5IGEgY29uc3RyYWluZWQgdmlldyBvZiB0aGUgbGFuZHNjYXBlIHVuZGVyIGFuYWx5c2lzLiBBbm90aGVyIHN0cmF0ZWd5IHVzZWQgd2FzIHRvIHJlY3RpZnkgdGhlIGRldGVjdGlvbiByZXN1bHRzIHVzaW5nIGEgdmlzdWFsIGV4cGxhbmF0aW9uIGFsZ29yaXRobSwgR3JhZGllbnQtd2VpZ2h0ZWQgQ2xhc3MgQWN0aXZhdGlvbiBNYXBwaW5nIChHcmFkLUNBTSksIHRvIGVuc3VyZSB0aGF0IGRldGVjdGlvbnMgY29ycmVzcG9uZGVkIHRvIHRoZSBzbW9rZSByZWdpb25zIGluIGFuIGltYWdlLiBUaGUgZGV0ZWN0aW9uIGFsZ29yaXRobXMgdGVzdGVkIHdlcmUgcmVzaWR1YWwgbmV1cmFsIG5ldHdvcmtzIChSZXNOZXQpIGFuZCBFZmZpY2llbnROZXQgb2YgdmFyaW91cyBzaXplcyBiZWNhdXNlIHRoZXNlIHR3byB0eXBlcyBoYXZlIGdpdmVuIGdvb2QgcmVzdWx0cyBpbiB0aGUgcGFzdCBpbiBtdWx0aXBsZSBkb21haW5zLiBUaGUgdHJhaW5pbmcgd2FzIGRvbmUgdXNpbmcgdHJhbnNmZXIgbGVhcm5pbmcuIE91ciBkYXRhc2V0IGNvbnRhaW5lZCBhIHRvdGFsIG9mIDE0MTI1IGFuZCAyMTIwMyBpbWFnZXMgd2l0aCBhbmQgd2l0aG91dCBzbW9rZSwgcmVzcGVjdGl2ZWx5LCBtYWtpbmcgaXQsIHRvIHRoZSBiZXN0IG9mIHRoZSBhdXRob3IncyBrbm93bGVkZ2UsIG9uZSBvZiB0aGUgbGFyZ2VzdCBvciBldmVuIHRoZSBsYXJnZXN0IHJlcG9ydGVkIGRhdGFzZXQgaW4gdGhlIHNjaWVudGlmaWMgbGl0ZXJhdHVyZSBpbiB0ZXJtcyBvZiB0aGUgbnVtYmVyIG9mIGltYWdlcyB3aXRoIHNtb2tlIGNvbGxlY3RlZCBmcm9tIGxhcmdlIGRpc3RhbmNlcyBvZiB2YXJpb3VzIGtpbG9tZXRlcnMuIFRoaXMgZGF0YXNldCB3YXMgZnVuZGFtZW50YWwgdG8gYWNoaWV2ZSByZWFsaXN0aWMgcmVzdWx0cyBjb25jZXJuaW5nIHNtb2tlIGRldGVjdGlvbiBlZmZpY2llbmN5LiBPdXIgYmVzdCByZXN1bHQgaW4gdGhlIHRlc3Qgc2V0IHdhcyBhbiBBcmVhIFVuZGVyIFJlY2VpdmVyIE9wZXJhdGluZyBDaGFyYWN0ZXJpc3RpYyBjdXJ2ZSAoQVVST0MpIG9mIDAuOTQ5IG9idGFpbmVkIHdpdGggYW4gRWZmaWNpZW50TmV0LUIwLiIsInB1Ymxpc2hlciI6Ikluc3RpdHV0ZSBvZiBFbGVjdHJpY2FsIGFuZCBFbGVjdHJvbmljcyBFbmdpbmVlcnMgSW5jLiIsInZvbHVtZSI6IjEwIiwiY29udGFpbmVyLXRpdGxlLXNob3J0IjoiIn0sImlzVGVtcG9yYXJ5IjpmYWxzZX1dfQ=="/>
          <w:id w:val="-190459350"/>
          <w:placeholder>
            <w:docPart w:val="DefaultPlaceholder_-1854013440"/>
          </w:placeholder>
        </w:sdtPr>
        <w:sdtEndPr/>
        <w:sdtContent>
          <w:r w:rsidR="00793676" w:rsidRPr="004E7EB0">
            <w:rPr>
              <w:sz w:val="20"/>
            </w:rPr>
            <w:t>[1][2]</w:t>
          </w:r>
        </w:sdtContent>
      </w:sdt>
      <w:r w:rsidRPr="004E7EB0">
        <w:rPr>
          <w:sz w:val="20"/>
        </w:rPr>
        <w:t>.</w:t>
      </w:r>
      <w:r w:rsidR="00AC6910" w:rsidRPr="004E7EB0">
        <w:rPr>
          <w:sz w:val="20"/>
        </w:rPr>
        <w:t xml:space="preserve"> </w:t>
      </w:r>
    </w:p>
    <w:p w14:paraId="173614BC" w14:textId="77777777" w:rsidR="001A7C2C" w:rsidRPr="004E7EB0" w:rsidRDefault="001A7C2C" w:rsidP="004A5480">
      <w:pPr>
        <w:ind w:firstLine="720"/>
        <w:jc w:val="both"/>
        <w:rPr>
          <w:sz w:val="20"/>
        </w:rPr>
      </w:pPr>
    </w:p>
    <w:p w14:paraId="5C5C43A3" w14:textId="77777777" w:rsidR="001A7C2C" w:rsidRPr="004E7EB0" w:rsidRDefault="001A7C2C" w:rsidP="004A5480">
      <w:pPr>
        <w:ind w:firstLine="284"/>
        <w:jc w:val="both"/>
        <w:rPr>
          <w:sz w:val="20"/>
        </w:rPr>
      </w:pPr>
      <w:r w:rsidRPr="004E7EB0">
        <w:rPr>
          <w:sz w:val="20"/>
        </w:rPr>
        <w:t>In the quickly changing world of technology today, sophisticated emotion recognition is more important than ever. It is becoming more and more necessary for intelligent systems and gadgets to comprehend and react to human emotional states as we engage with them more often. Consider social robots that can better help people by identifying their anguish, or an adaptive HCI system that can adjust its replies according to your degree of aggravation. Emotion detection may provide early warning signs of questionable activity in security, and it may uncover real responses to ads or items in consumer behavior. Additionally, the potential for remote emotional well-being monitoring in mental health assistance is enormous.</w:t>
      </w:r>
    </w:p>
    <w:p w14:paraId="7AD30668" w14:textId="77777777" w:rsidR="001A7C2C" w:rsidRPr="004E7EB0" w:rsidRDefault="001A7C2C" w:rsidP="004A5480">
      <w:pPr>
        <w:ind w:firstLine="720"/>
        <w:jc w:val="both"/>
        <w:rPr>
          <w:sz w:val="20"/>
        </w:rPr>
      </w:pPr>
    </w:p>
    <w:p w14:paraId="74D739F7" w14:textId="601C16EB" w:rsidR="001F0922" w:rsidRPr="004E7EB0" w:rsidRDefault="001F0922" w:rsidP="004A5480">
      <w:pPr>
        <w:ind w:firstLine="284"/>
        <w:jc w:val="both"/>
        <w:rPr>
          <w:sz w:val="20"/>
        </w:rPr>
      </w:pPr>
      <w:r w:rsidRPr="004E7EB0">
        <w:rPr>
          <w:sz w:val="20"/>
        </w:rPr>
        <w:t xml:space="preserve">Over time and with rapid technological developments, deep learning-based approaches have shown superior performance in complex pattern recognition tasks, including emotion detection from facial images. Convolutional Neural Networks (CNN) model architecture has become one of the essentials in many emotion face recognition systems, automatically learning rich feature representations from visual data. This success is driven by the </w:t>
      </w:r>
      <w:r w:rsidR="001A7C2C" w:rsidRPr="004E7EB0">
        <w:rPr>
          <w:sz w:val="20"/>
        </w:rPr>
        <w:t>C</w:t>
      </w:r>
      <w:r w:rsidRPr="004E7EB0">
        <w:rPr>
          <w:sz w:val="20"/>
        </w:rPr>
        <w:t>NN model's ability to extract special features from pixel images, making it a strong choice for performing emotion facial recognition analysis</w:t>
      </w:r>
      <w:r w:rsidR="0041774A" w:rsidRPr="004E7EB0">
        <w:rPr>
          <w:sz w:val="20"/>
        </w:rPr>
        <w:t xml:space="preserve"> </w:t>
      </w:r>
      <w:sdt>
        <w:sdtPr>
          <w:rPr>
            <w:sz w:val="20"/>
          </w:rPr>
          <w:tag w:val="MENDELEY_CITATION_v3_eyJjaXRhdGlvbklEIjoiTUVOREVMRVlfQ0lUQVRJT05fMzJkMmQ2MzMtMjJkOS00MGJmLTkxYTgtNTgxNThiYjQ1YTc0IiwicHJvcGVydGllcyI6eyJub3RlSW5kZXgiOjB9LCJpc0VkaXRlZCI6ZmFsc2UsIm1hbnVhbE92ZXJyaWRlIjp7ImlzTWFudWFsbHlPdmVycmlkZGVuIjpmYWxzZSwiY2l0ZXByb2NUZXh0IjoiWzNdIiwibWFudWFsT3ZlcnJpZGVUZXh0IjoiIn0sImNpdGF0aW9uSXRlbXMiOlt7ImlkIjoiMzljOTZhNzMtNDNkNS0zMWM5LThkMjgtNTk1ZGZhZDBkNzVlIiwiaXRlbURhdGEiOnsidHlwZSI6ImFydGljbGUtam91cm5hbCIsImlkIjoiMzljOTZhNzMtNDNkNS0zMWM5LThkMjgtNTk1ZGZhZDBkNzVlIiwidGl0bGUiOiJFbW90aW9uYWwgYW50aWNpcGF0aW9uIGZvciBkeW5hbWljIGVtb3Rpb25hbCBmYWNlcyBpcyBub3QgbW9kdWxhdGVkIGJ5IHNjaGl6b3R5cGFsIHRyYWl0czogQSBSZXByZXNlbnRhdGlvbmFsIE1vbWVudHVtIHN0dWR5IiwiYXV0aG9yIjpbeyJmYW1pbHkiOiJHcmF2ZSIsImdpdmVuIjoiSm9hbmEiLCJwYXJzZS1uYW1lcyI6ZmFsc2UsImRyb3BwaW5nLXBhcnRpY2xlIjoiIiwibm9uLWRyb3BwaW5nLXBhcnRpY2xlIjoiIn0seyJmYW1pbHkiOiJDb3JkZWlybyIsImdpdmVuIjoiU2FyYSIsInBhcnNlLW5hbWVzIjpmYWxzZSwiZHJvcHBpbmctcGFydGljbGUiOiIiLCJub24tZHJvcHBpbmctcGFydGljbGUiOiIifSx7ImZhbWlseSI6IlPDoSBUZWl4ZWlyYSIsImdpdmVuIjoiTnVubyIsInBhcnNlLW5hbWVzIjpmYWxzZSwiZHJvcHBpbmctcGFydGljbGUiOiIiLCJub24tZHJvcHBpbmctcGFydGljbGUiOiJkZSJ9LHsiZmFtaWx5IjoiS29yYiIsImdpdmVuIjoiU2ViYXN0aWFuIiwicGFyc2UtbmFtZXMiOmZhbHNlLCJkcm9wcGluZy1wYXJ0aWNsZSI6IiIsIm5vbi1kcm9wcGluZy1wYXJ0aWNsZSI6IiJ9LHsiZmFtaWx5IjoiU29hcmVzIiwiZ2l2ZW4iOiJTYW5kcmEgQ3Jpc3RpbmEiLCJwYXJzZS1uYW1lcyI6ZmFsc2UsImRyb3BwaW5nLXBhcnRpY2xlIjoiIiwibm9uLWRyb3BwaW5nLXBhcnRpY2xlIjoiIn1dLCJjb250YWluZXItdGl0bGUiOiJRdWFydGVybHkgSm91cm5hbCBvZiBFeHBlcmltZW50YWwgUHN5Y2hvbG9neSIsIkRPSSI6IjEwLjExNzcvMTc0NzAyMTgyNDEyNTM3MDMiLCJJU1NOIjoiMTc0NzAyMjYiLCJQTUlEIjoiMzg2Nzk4MDAiLCJpc3N1ZWQiOnsiZGF0ZS1wYXJ0cyI6W1syMDI1LDYsMV1dfSwicGFnZSI6IjEwODgtMTEwNiIsImFic3RyYWN0IjoiU2NoaXpvdHlweSwgYSBwZXJzb25hbGl0eSBzdHJ1Y3R1cmUgdGhhdCByZXNlbWJsZXMgc2NoaXpvcGhyZW5pYSBzeW1wdG9tcywgaXMgb2Z0ZW4gYXNzb2NpYXRlZCB3aXRoIGFibm9ybWFsIGZhY2lhbCBlbW90aW9uIHBlcmNlcHRpb24uIEJhc2VkIG9uIHRoZSBwcmV2YWlsaW5nIHNlbnNlIG9mIHRocmVhdCBpbiBwc3ljaG90aWMgZXhwZXJpZW5jZXMsIGFuZCB0aGUgaW1tZWRpYXRlIHBlcmNlcHR1YWwgaGlzdG9yeSBvZiBzZWVpbmcgb3RoZXJz4oCZIGZhY2lhbCBleHByZXNzaW9ucywgaW5kaXZpZHVhbHMgd2l0aCBoaWdoIHNjaGl6b3R5cGFsIHRyYWl0cyBtYXkgZXhoaWJpdCBhIGhlaWdodGVuZWQgdGVuZGVuY3kgdG8gYW50aWNpcGF0ZSBhbmdlci4gVG8gdGVzdCB0aGlzLCB3ZSB1c2VkIGluc2lnaHRzIGZyb20gUmVwcmVzZW50YXRpb25hbCBNb21lbnR1bSAoUk0pLCBhIHBlcmNlcHR1YWwgcGhlbm9tZW5vbiBpbiB3aGljaCB0aGUgZW5kcG9pbnQgb2YgYSBkeW5hbWljIGV2ZW50IGlzIHN5c3RlbWF0aWNhbGx5IGRpc3BsYWNlZCBmb3J3YXJkLCBpbnRvIHRoZSBpbW1lZGlhdGUgZnV0dXJlLiBBbmdyeS10by1hbWJpZ3VvdXMgYW5kIGhhcHB5LXRvLWFtYmlndW91cyBhdmF0YXIgZmFjZXMgd2VyZSBwcmVzZW50ZWQsIGVhY2ggZm9sbG93ZWQgYnkgYSBwcm9iZSB3aXRoIHRoZSBzYW1lIChhbWJpZ3VvdXMpIGV4cHJlc3Npb24gYXMgdGhlIGVuZHBvaW50LCBvciBvbmUgc2xpZ2h0bHkgY2hhbmdlZCB0byBleHByZXNzIGdyZWF0ZXIgaGFwcGluZXNzL2FuZ2VyLiBQYXJ0aWNpcGFudHMganVkZ2VkIGlmIHRoZSBwcm9iZSB3YXMg4oCcZXF1YWzigJ0gdG8gdGhlIGVuZHBvaW50IGFuZCByYXRlZCBob3cgY29uZmlkZW50IHRoZXkgd2VyZS4gVGhlIHNhbXBsZSB3YXMgZGl2aWRlZCBpbnRvIGhpZ2ggKE4gPSA0NikgYW5kIGxvdyAoTiA9IDQ5KSBzY2hpem90eXBhbCB0cmFpdHMgdXNpbmcgdGhlIFNjaGl6b3R5cGFsIFBlcnNvbmFsaXR5IFF1ZXN0aW9ubmFpcmUgKFNQUSkuIEZpcnN0LCBhIGZvcndhcmQgYmlhcyB3YXMgZm91bmQgaW4gaGFwcHktdG8tYW1iaWd1b3VzIGZhY2VzLCBzdWdnZXN0aW5nIGVtb3Rpb25hbCBhbnRpY2lwYXRpb24gc29sZWx5IGZvciBkeW5hbWljIGZhY2VzIGNoYW5naW5nIHRvd2FyZHMgYSBwb3RlbnRpYWwgdGhyZWF0IChhbmdlcikuIFRoaXMgbWF5IHJlZmxlY3QgYW4gYWRhcHRhdGl2ZSBtZWNoYW5pc20sIGFzIGl0IGlzIHNhZmVyIHRvIGFudGljaXBhdGUgYW55IGhvc3RpbGl0eSBmcm9tIGEgY29uc3BlY2lmaWMgdGhhbiB0aGUgb3Bwb3NpdGUuIFNlY29uZCwgY29udHJhcnkgdG8gb3VyIGh5cG90aGVzaXMsIGhpZ2ggc2NoaXpvdHlwYWwgdHJhaXRzIGRpZCBub3QgaGVpZ2h0ZW4gUk0gZm9yIGhhcHB5LXRvLWFtYmlndW91cyBmYWNlcywgbm9yIGRpZCB0aGV5IGxlYWQgdG8gb3ZlcmNvbmZpZGVuY2UgaW4gYmlhc2VkIGp1ZGdlbWVudHMuIFRoaXMgbWF5IHN1Z2dlc3QgYSB0eXBpY2FsIHBhdHRlcm4gb2YgZW1vdGlvbmFsIGFudGljaXBhdGlvbiBpbiBub24tY2xpbmljYWwgc2NoaXpvdHlweSwgYnV0IGNhdXRpb24gaXMgbmVlZGVkIGR1ZSB0byB0aGUgdXNlIG9mIHNlbGYtcmVwb3J0IHF1ZXN0aW9ubmFpcmVzLCB1bml2ZXJzaXR5IHN0dWRlbnRzLCBhbmQgYSBtb2Rlc3Qgc2FtcGxlIHNpemUuIEZ1dHVyZSBzdHVkaWVzIHNob3VsZCBhbHNvIGludmVzdGlnYXRlIGlmIHRoZSBzYW1lIGhvbGRzIGZvciBjbGluaWNhbCBtYW5pZmVzdGF0aW9ucyBvZiBzY2hpem9waHJlbmlhLiIsInB1Ymxpc2hlciI6IlNBR0UgUHVibGljYXRpb25zIEx0ZCIsImlzc3VlIjoiNiIsInZvbHVtZSI6Ijc4IiwiY29udGFpbmVyLXRpdGxlLXNob3J0IjoiIn0sImlzVGVtcG9yYXJ5IjpmYWxzZX1dfQ=="/>
          <w:id w:val="1465378808"/>
          <w:placeholder>
            <w:docPart w:val="DefaultPlaceholder_-1854013440"/>
          </w:placeholder>
        </w:sdtPr>
        <w:sdtEndPr/>
        <w:sdtContent>
          <w:r w:rsidR="00793676" w:rsidRPr="004E7EB0">
            <w:rPr>
              <w:sz w:val="20"/>
            </w:rPr>
            <w:t>[3]</w:t>
          </w:r>
        </w:sdtContent>
      </w:sdt>
      <w:r w:rsidRPr="004E7EB0">
        <w:rPr>
          <w:sz w:val="20"/>
        </w:rPr>
        <w:t>.</w:t>
      </w:r>
    </w:p>
    <w:p w14:paraId="5E57CCF5" w14:textId="77777777" w:rsidR="001F0922" w:rsidRPr="004E7EB0" w:rsidRDefault="001F0922" w:rsidP="004A5480">
      <w:pPr>
        <w:ind w:firstLine="720"/>
        <w:jc w:val="both"/>
        <w:rPr>
          <w:sz w:val="20"/>
        </w:rPr>
      </w:pPr>
    </w:p>
    <w:p w14:paraId="7FD7AE11" w14:textId="0115C6CC" w:rsidR="001F0922" w:rsidRPr="004E7EB0" w:rsidRDefault="001F0922" w:rsidP="004A5480">
      <w:pPr>
        <w:ind w:firstLine="284"/>
        <w:jc w:val="both"/>
        <w:rPr>
          <w:sz w:val="20"/>
        </w:rPr>
      </w:pPr>
      <w:r w:rsidRPr="004E7EB0">
        <w:rPr>
          <w:sz w:val="20"/>
        </w:rPr>
        <w:t>Emotion face identification from photos still faces difficulties, nevertheless, because of individual variances, lighting, occlusion, and facial expressions. Furthermore, Deep Learning models are difficult to deploy on devices with few data sources or real-time applications because to their great complexity, which necessitates significant processing resources for both training and inference. Consequently, researchers are still searching for methods to identify model designs that are both accurate and resource efficient</w:t>
      </w:r>
      <w:r w:rsidR="0041774A" w:rsidRPr="004E7EB0">
        <w:rPr>
          <w:sz w:val="20"/>
        </w:rPr>
        <w:t xml:space="preserve"> </w:t>
      </w:r>
      <w:sdt>
        <w:sdtPr>
          <w:rPr>
            <w:sz w:val="20"/>
          </w:rPr>
          <w:tag w:val="MENDELEY_CITATION_v3_eyJjaXRhdGlvbklEIjoiTUVOREVMRVlfQ0lUQVRJT05fZDVhYzM5NmUtMzdkMC00OTJjLThlMzQtODRhMzMwNjUyN2ViIiwicHJvcGVydGllcyI6eyJub3RlSW5kZXgiOjB9LCJpc0VkaXRlZCI6ZmFsc2UsIm1hbnVhbE92ZXJyaWRlIjp7ImlzTWFudWFsbHlPdmVycmlkZGVuIjpmYWxzZSwiY2l0ZXByb2NUZXh0IjoiWzRdIiwibWFudWFsT3ZlcnJpZGVUZXh0IjoiIn0sImNpdGF0aW9uSXRlbXMiOlt7ImlkIjoiYmZkYTdjN2EtMzJmOS0zNDBkLWE0YjItMmVkNjYxNmUyNWJiIiwiaXRlbURhdGEiOnsidHlwZSI6ImFydGljbGUtam91cm5hbCIsImlkIjoiYmZkYTdjN2EtMzJmOS0zNDBkLWE0YjItMmVkNjYxNmUyNWJiIiwidGl0bGUiOiJBZHZhbmNlZCBNdWx0aS1UYXNrIExlYXJuaW5nIHdpdGggTGlnaHR3ZWlnaHQgTmV0d29ya3MgYW5kIE11bHRpLUhlYWQgQXR0ZW50aW9uIGZvciBFZmZpY2llbnQgRmFjaWFsIEF0dHJpYnV0ZSBFc3RpbWF0aW9uIiwiYXV0aG9yIjpbeyJmYW1pbHkiOiJSb2hhbmkiLCJnaXZlbiI6Ik0uIiwicGFyc2UtbmFtZXMiOmZhbHNlLCJkcm9wcGluZy1wYXJ0aWNsZSI6IiIsIm5vbi1kcm9wcGluZy1wYXJ0aWNsZSI6IiJ9LHsiZmFtaWx5IjoiRmFyc2kiLCJnaXZlbiI6IkguIiwicGFyc2UtbmFtZXMiOmZhbHNlLCJkcm9wcGluZy1wYXJ0aWNsZSI6IiIsIm5vbi1kcm9wcGluZy1wYXJ0aWNsZSI6IiJ9LHsiZmFtaWx5IjoiTW9oYW1hZHphZGVoIiwiZ2l2ZW4iOiJTLiIsInBhcnNlLW5hbWVzIjpmYWxzZSwiZHJvcHBpbmctcGFydGljbGUiOiIiLCJub24tZHJvcHBpbmctcGFydGljbGUiOiIifV0sImNvbnRhaW5lci10aXRsZSI6IkludGVybmF0aW9uYWwgSm91cm5hbCBvZiBFbmdpbmVlcmluZywgVHJhbnNhY3Rpb25zIEI6IEFwcGxpY2F0aW9ucyIsIkRPSSI6IjEwLjU4MjkvaWplLjIwMjUuMzguMTBhLjA1IiwiSVNTTiI6IjE3MjgxNDRYIiwiaXNzdWVkIjp7ImRhdGUtcGFydHMiOltbMjAyNSwxMCwxXV19LCJwYWdlIjoiMjI1OS0yMjcyIiwiYWJzdHJhY3QiOiJUaGUgcmFwaWQgYWR2YW5jZW1lbnQgb2YgY29tcHV0ZXIgdmlzaW9uIGFsZ29yaXRobXMgZGVtYW5kcyBlZmZpY2llbnQgY29tcHV0YXRpb25hbCByZXNvdXJjZSB1dGlsaXphdGlvbiBmb3IgcHJhY3RpY2FsIGFwcGxpY2F0aW9ucy4gVGhpcyBzdHVkeSBwcm9wb3NlcyBhIG5vdmVsIGZyYW1ld29yayB0aGF0IGludGVncmF0ZXMgbXVsdGktdGFzayBsZWFybmluZyAoTVRMKSB3aXRoIE1vYmlsZU5ldFYzLUxhcmdlIG5ldHdvcmtzIGFuZCBtdWx0aS1oZWFkIGF0dGVudGlvbiAoTUhBKSBtZWNoYW5pc21zIHRvIHNpbXVsdGFuZW91c2x5IGVzdGltYXRlIGZhY2lhbCBhdHRyaWJ1dGVzLCBpbmNsdWRpbmcgYWdlLCBnZW5kZXIsIHJhY2UsIGFuZCBlbW90aW9ucy4gQnkgZW1wbG95aW5nIE1IQSwgdGhlIG1vZGVsIGVuaGFuY2VzIGZlYXR1cmUgZXh0cmFjdGlvbiBhbmQgcmVwcmVzZW50YXRpb24gYnkgZm9jdXNpbmcgb24gbXVsdGlwbGUgcmVnaW9ucyBvZiB0aGUgaW5wdXQgaW1hZ2UsIHRoZXJlYnkgcmVkdWNpbmcgY29tcHV0YXRpb25hbCBjb21wbGV4aXR5IHdoaWxlIHNpZ25pZmljYW50bHkgaW1wcm92aW5nIGFjY3VyYWN5LiBUaGUgUmVjZXB0aXZlIEZpZWxkIEVuaGFuY2VkIE11bHRpLVRhc2sgQ2FzY2FkZWQgKFJGRU1UQykgdGVjaG5pcXVlIGlzIHV0aWxpemVkIGZvciBlZmZlY3RpdmUgcHJlcHJvY2Vzc2luZyBvZiB0aGUgaW5wdXQgZGF0YS4gT3VyIG1ldGhvZG9sb2d5IGlzIHJpZ29yb3VzbHkgZXZhbHVhdGVkIG9uIHRoZSBVVEtGYWNlLCBGYWlyRmFjZSwgYW5kIFJBRi1EQiBkYXRhc2V0cy4gV2UgaW50cm9kdWNlIGEgd2VpZ2h0ZWQgbG9zcyBmdW5jdGlvbiB0byBiYWxhbmNlIHRhc2sgY29udHJpYnV0aW9ucywgZW5oYW5jaW5nIG92ZXJhbGwgcGVyZm9ybWFuY2UuIFRocm91Z2ggcmVmaW5lbWVudCBvZiB0aGUgbmV0d29yayBhcmNoaXRlY3R1cmUgYnkgYW5hbHl6aW5nIGJyYW5jaGluZyBwb2ludHMgYW5kIG9wdGltaXppbmcgdGhlIGJhbGFuY2UgYmV0d2VlbiBzaGFyZWQgYW5kIHRhc2stc3BlY2lmaWMgbGF5ZXJzLCBvdXIgZXhwZXJpbWVudGFsIHJlc3VsdHMgZGVtb25zdHJhdGUgc2lnbmlmaWNhbnQgaW1wcm92ZW1lbnRzOiBhIDclIHJlZHVjdGlvbiBpbiBwYXJhbWV0ZXJzLCBhIDMlIGluY3JlYXNlIGluIGdlbmRlciBkZXRlY3Rpb24gYWNjdXJhY3ksIGEgNSUgaW1wcm92ZW1lbnQgaW4gcmFjZSBkZXRlY3Rpb24gYWNjdXJhY3ksIGFuZCBhIDYlIGVuaGFuY2VtZW50IGluIGVtb3Rpb24gZGV0ZWN0aW9uIGFjY3VyYWN5IGNvbXBhcmVkIHRvIHNpbmdsZS10YXNrIG1ldGhvZHMuIEFkZGl0aW9uYWxseSwgb3VyIHByb3Bvc2VkIGFyY2hpdGVjdHVyZSByZWR1Y2VzIGFnZSBlc3RpbWF0aW9uIGVycm9yIGJ5IGFwcHJveGltYXRlbHkgb25lIHllYXIgb24gdGhlIFVUS0ZhY2UgZGF0YXNldCBhbmQgaW1wcm92ZXMgYWdlIGVzdGltYXRpb24gYWNjdXJhY3kgb24gdGhlIEZhaXJGYWNlIGRhdGFzZXQgYnkgNSUgY29tcGFyZWQgdG8gc3RhdGUtb2YtdGhlLWFydCBhcHByb2FjaGVzLiIsInB1Ymxpc2hlciI6Ik1hdGVyaWFscyBhbmQgRW5lcmd5IFJlc2VhcmNoIENlbnRlciIsImlzc3VlIjoiMTAiLCJ2b2x1bWUiOiIzOCIsImNvbnRhaW5lci10aXRsZS1zaG9ydCI6IiJ9LCJpc1RlbXBvcmFyeSI6ZmFsc2V9XX0="/>
          <w:id w:val="-486397707"/>
          <w:placeholder>
            <w:docPart w:val="DefaultPlaceholder_-1854013440"/>
          </w:placeholder>
        </w:sdtPr>
        <w:sdtEndPr/>
        <w:sdtContent>
          <w:r w:rsidR="00793676" w:rsidRPr="004E7EB0">
            <w:rPr>
              <w:sz w:val="20"/>
            </w:rPr>
            <w:t>[4]</w:t>
          </w:r>
        </w:sdtContent>
      </w:sdt>
      <w:r w:rsidRPr="004E7EB0">
        <w:rPr>
          <w:sz w:val="20"/>
        </w:rPr>
        <w:t>.</w:t>
      </w:r>
    </w:p>
    <w:p w14:paraId="3E7686F5" w14:textId="77777777" w:rsidR="001F0922" w:rsidRPr="004E7EB0" w:rsidRDefault="001F0922" w:rsidP="004A5480">
      <w:pPr>
        <w:ind w:firstLine="720"/>
        <w:jc w:val="both"/>
        <w:rPr>
          <w:sz w:val="20"/>
        </w:rPr>
      </w:pPr>
    </w:p>
    <w:p w14:paraId="103DAD67" w14:textId="18ACD49A" w:rsidR="001F0922" w:rsidRPr="004E7EB0" w:rsidRDefault="001F0922" w:rsidP="004A5480">
      <w:pPr>
        <w:ind w:firstLine="284"/>
        <w:jc w:val="both"/>
        <w:rPr>
          <w:sz w:val="20"/>
        </w:rPr>
      </w:pPr>
      <w:r w:rsidRPr="004E7EB0">
        <w:rPr>
          <w:sz w:val="20"/>
        </w:rPr>
        <w:t>The EfficientNet family of architectural models stands out in thisstudy as a novel approach that uses a methodical approach to composite scaling to strike a compromise between accuracy and economy. Several model variations, including EfficientNetB0 and EfficientNetB1, were created by EfficientNet and can provide varying trade-offs between representational capabilities and model size. This research will compare two families of EfficientNet architecture models, EfficientNetB0 as a lighter base and EfficientNetB1 as a larger version with high accuracy potential, in an emotion face detection classification research project</w:t>
      </w:r>
      <w:r w:rsidR="0041774A" w:rsidRPr="004E7EB0">
        <w:rPr>
          <w:sz w:val="20"/>
        </w:rPr>
        <w:t xml:space="preserve"> </w:t>
      </w:r>
      <w:sdt>
        <w:sdtPr>
          <w:rPr>
            <w:sz w:val="20"/>
          </w:rPr>
          <w:tag w:val="MENDELEY_CITATION_v3_eyJjaXRhdGlvbklEIjoiTUVOREVMRVlfQ0lUQVRJT05fZmE4ZWFjM2ItMDcxZS00OWE2LTg4ZjQtZWJhN2ZiNmZlNWQ2IiwicHJvcGVydGllcyI6eyJub3RlSW5kZXgiOjB9LCJpc0VkaXRlZCI6ZmFsc2UsIm1hbnVhbE92ZXJyaWRlIjp7ImlzTWFudWFsbHlPdmVycmlkZGVuIjpmYWxzZSwiY2l0ZXByb2NUZXh0IjoiWzUsIDZdIiwibWFudWFsT3ZlcnJpZGVUZXh0IjoiIn0sImNpdGF0aW9uSXRlbXMiOlt7ImlkIjoiZTZlYTZlZDEtZjhhNy0zZjYwLTg2NTItZmUwMzA2MGU2NjU3IiwiaXRlbURhdGEiOnsidHlwZSI6ImFydGljbGUtam91cm5hbCIsImlkIjoiZTZlYTZlZDEtZjhhNy0zZjYwLTg2NTItZmUwMzA2MGU2NjU3IiwidGl0bGUiOiJNYWNoaW5lIGxlYXJuaW5nIHJldmVhbHMgc2V4IGRpZmZlcmVuY2VzIGluIGRpc3Rpbmd1aXNoaW5nIGJldHdlZW4gY29uZHVjdC1kaXNvcmRlcmVkIGFuZCBuZXVyb3R5cGljYWwgeW91dGggYmFzZWQgb24gZW1vdGlvbiBwcm9jZXNzaW5nIGR5c2Z1bmN0aW9uIiwiYXV0aG9yIjpbeyJmYW1pbHkiOiJLb2hscyIsImdpdmVuIjoiR3JlZ29yIiwicGFyc2UtbmFtZXMiOmZhbHNlLCJkcm9wcGluZy1wYXJ0aWNsZSI6IiIsIm5vbi1kcm9wcGluZy1wYXJ0aWNsZSI6IiJ9LHsiZmFtaWx5IjoiRWxzdGVyIiwiZ2l2ZW4iOiJFcmlrIE0uIiwicGFyc2UtbmFtZXMiOmZhbHNlLCJkcm9wcGluZy1wYXJ0aWNsZSI6IiIsIm5vbi1kcm9wcGluZy1wYXJ0aWNsZSI6IiJ9LHsiZmFtaWx5IjoiVGlubyIsImdpdmVuIjoiUGV0ZXIiLCJwYXJzZS1uYW1lcyI6ZmFsc2UsImRyb3BwaW5nLXBhcnRpY2xlIjoiIiwibm9uLWRyb3BwaW5nLXBhcnRpY2xlIjoiIn0seyJmYW1pbHkiOiJGYWlyY2hpbGQiLCJnaXZlbiI6IkdyYWVtZSIsInBhcnNlLW5hbWVzIjpmYWxzZSwiZHJvcHBpbmctcGFydGljbGUiOiIiLCJub24tZHJvcHBpbmctcGFydGljbGUiOiIifSx7ImZhbWlseSI6IlN0YWRsZXIiLCJnaXZlbiI6IkNocmlzdGluYSIsInBhcnNlLW5hbWVzIjpmYWxzZSwiZHJvcHBpbmctcGFydGljbGUiOiIiLCJub24tZHJvcHBpbmctcGFydGljbGUiOiIifSx7ImZhbWlseSI6IlBvcG1hIiwiZ2l2ZW4iOiJBcm5lIiwicGFyc2UtbmFtZXMiOmZhbHNlLCJkcm9wcGluZy1wYXJ0aWNsZSI6IiIsIm5vbi1kcm9wcGluZy1wYXJ0aWNsZSI6IiJ9LHsiZmFtaWx5IjoiRnJlaXRhZyIsImdpdmVuIjoiQ2hyaXN0aW5lIE0uIiwicGFyc2UtbmFtZXMiOmZhbHNlLCJkcm9wcGluZy1wYXJ0aWNsZSI6IiIsIm5vbi1kcm9wcGluZy1wYXJ0aWNsZSI6IiJ9LHsiZmFtaWx5IjoiQnJpdG8iLCJnaXZlbiI6IlN0ZXBoYW5lIEEuIiwicGFyc2UtbmFtZXMiOmZhbHNlLCJkcm9wcGluZy1wYXJ0aWNsZSI6IiIsIm5vbi1kcm9wcGluZy1wYXJ0aWNsZSI6IkRlIn0seyJmYW1pbHkiOiJLb25yYWQiLCJnaXZlbiI6IktlcnN0aW4iLCJwYXJzZS1uYW1lcyI6ZmFsc2UsImRyb3BwaW5nLXBhcnRpY2xlIjoiIiwibm9uLWRyb3BwaW5nLXBhcnRpY2xlIjoiIn0seyJmYW1pbHkiOiJQYXVsaSIsImdpdmVuIjoiUnV0aCIsInBhcnNlLW5hbWVzIjpmYWxzZSwiZHJvcHBpbmctcGFydGljbGUiOiIiLCJub24tZHJvcHBpbmctcGFydGljbGUiOiIifV0sImNvbnRhaW5lci10aXRsZSI6IkJNQyBQc3ljaGlhdHJ5IiwiY29udGFpbmVyLXRpdGxlLXNob3J0IjoiQk1DIFBzeWNoaWF0cnkiLCJET0kiOiIxMC4xMTg2L3MxMjg4OC0wMjUtMDY1MzYtNiIsIklTU04iOiIxNDcxMjQ0WCIsIlBNSUQiOiIzOTkxNTc1MCIsImlzc3VlZCI6eyJkYXRlLXBhcnRzIjpbWzIwMjUsMTIsMV1dfSwiYWJzdHJhY3QiOiJCYWNrZ3JvdW5kOiBUaGVvcmV0aWNhbCBtb2RlbHMgb2YgY29uZHVjdCBkaXNvcmRlciAoQ0QpIGhpZ2hsaWdodCB0aGF0IGRlZmljaXRzIGluIGVtb3Rpb24gcmVjb2duaXRpb24sIGxlYXJuaW5nLCBhbmQgcmVndWxhdGlvbiBwbGF5IGEgcGl2b3RhbCByb2xlIGluIENEIGV0aW9sb2d5LiBXaXRoIENEIGJlaW5nIG1vcmUgcHJldmFsZW50IGluIGJveXMgdGhhbiBnaXJscywgdmFyaW91cyB0aGVvcmllcyBhaW0gdG8gZXhwbGFpbiB0aGlzIHNleCBkaWZmZXJlbmNlLiBUaGUg4oCcZGlmZmVyZW50aWFsIHRocmVzaG9sZOKAnSBoeXBvdGhlc2lzIHN1Z2dlc3RzIGdyZWF0ZXIgZW1vdGlvbiBkeXNmdW5jdGlvbiBpbiBjb25kdWN0LWRpc29yZGVyZWQgZ2lybHMgdGhhbiBib3lzLCBidXQgcHJldmlvdXMgcmVzZWFyY2ggdXNpbmcgY29udmVudGlvbmFsIHN0YXRpc3RpY2FsIGFuYWx5c2VzIGhhcyBmYWlsZWQgdG8gc3VwcG9ydCB0aGlzIGh5cG90aGVzaXMuIEhlcmUsIHdlIHVzZWQgbm92ZWwgYW5hbHl0aWMgdGVjaG5pcXVlcyBzdWNoIGFzIG1hY2hpbmUgbGVhcm5pbmcgKE1MKSB0byB1bmNvdmVyIHBvdGVudGlhbGx5IHNleC1zcGVjaWZpYyBkaWZmZXJlbmNlcyBpbiBlbW90aW9uIGR5c2Z1bmN0aW9uIGFtb25nIGdpcmxzIGFuZCBib3lzIHdpdGggQ0QgY29tcGFyZWQgdG8gdGhlaXIgbmV1cm90eXBpY2FsIHBlZXJzLiBNZXRob2RzOiBNdWx0aS1zaXRlIGRhdGEgZnJvbSA1NDIgeW91dGggd2l0aCBDRCBhbmQgNzEwIG5ldXJvdHlwaWNhbCBjb250cm9scyAoNjQlIGdpcmxzLCA54oCTMTggeWVhcnMpIHdobyBjb21wbGV0ZWQgZW1vdGlvbiByZWNvZ25pdGlvbiwgbGVhcm5pbmcsIGFuZCByZWd1bGF0aW9uIHRhc2tzIHdlcmUgYW5hbHl6ZWQgdXNpbmcgYSBtdWx0aXZhcmlhdGUgTUwgY2xhc3NpZmllciB0byBkaXN0aW5ndWlzaCBiZXR3ZWVuIHlvdXRoIHdpdGggQ0QgYW5kIGNvbnRyb2xzIHNlcGFyYXRlbHkgYnkgc2V4LiBSZXN1bHRzOiBCb3RoIGZlbWFsZSBhbmQgbWFsZSBNTCBjbGFzc2lmaWVycyBhY2N1cmF0ZWx5IHByZWRpY3RlZCAoYWJvdmUgY2hhbmNlIGxldmVsKSBpbmRpdmlkdWFsIENEIHN0YXR1cyBiYXNlZCBzb2xlbHkgb24gdGhlIG5ldXJvY29nbml0aXZlIGZlYXR1cmVzIG9mIGVtb3Rpb24gZHlzZnVuY3Rpb24uIE5vdGFibHksIHRoZSBmZW1hbGUgY2xhc3NpZmllciBvdXRwZXJmb3JtZWQgdGhlIG1hbGUgY2xhc3NpZmllciBpbiBpZGVudGlmeWluZyBpbmRpdmlkdWFscyB3aXRoIENELiBIb3dldmVyLCB0aGUgY2xhc3NpZmljYXRpb24gYW5kIGlkZW50aWZpY2F0aW9uIHBlcmZvcm1hbmNlIG9mIGJvdGggY2xhc3NpZmllcnMgd2FzIGJlbG93IHRoZSBjbGluaWNhbGx5IHJlbGV2YW50IDgwJSBhY2N1cmFjeSB0aHJlc2hvbGQgKGFsdGhvdWdoIHRoZXkgc3RpbGwgcHJvdmlkZWQgcmVsYXRpdmVseSBmYWlyIGFuZCByZWFsaXN0aWMgZXN0aW1hdGVzIG9mIH4gNjAlIGNsYXNzaWZpY2F0aW9uIHBlcmZvcm1hbmNlKSwgcHJvYmFibHkgZHVlIHRvIHRoZSBzdWJzdGFudGlhbCBuZXVyb2NvZ25pdGl2ZSBoZXRlcm9nZW5laXR5IHdpdGhpbiBzdWNoIGEgbGFyZ2UgYW5kIGRpdmVyc2UsIG11bHRpLXNpdGUgc2FtcGxlIG9mIHlvdXRoIHdpdGggQ0QgKGFuZCBuZXVyb3R5cGljYWwgY29udHJvbHMpLiBDb25jbHVzaW9uczogVGhlc2UgZmluZGluZ3MgY29uZmlybSB0aGUgY2xvc2UgYXNzb2NpYXRpb24gYmV0d2VlbiBlbW90aW9uIGR5c2Z1bmN0aW9uIGFuZCBDRCBpbiBib3RoIHNleGVzLCB3aXRoIGEgc3Ryb25nZXIgYXNzb2NpYXRpb24gb2JzZXJ2ZWQgaW4gYWZmZWN0ZWQgZ2lybHMsIHdoaWNoIGFsaWducyB3aXRoIHRoZSDigJxkaWZmZXJlbnRpYWwgdGhyZXNob2xk4oCdIGh5cG90aGVzaXMuIEhvd2V2ZXIsIHRoZSBkYXRhIGFsc28gdW5kZXJzY29yZSB0aGUgaGV0ZXJvZ2VuZWl0eSBvZiBDRCwgbmFtZWx5IHRoYXQgb25seSBhIHN1YnNldCBvZiB0aG9zZSBhZmZlY3RlZCBhcmUgbGlrZWx5IHRvIGhhdmUgZW1vdGlvbiBkeXNmdW5jdGlvbiBhbmQgdGhhdCBvdGhlciBuZXVyb2NvZ25pdGl2ZSBkb21haW5zIChub3QgdGVzdGVkIGhlcmUpIHByb2JhYmx5IGFsc28gY29udHJpYnV0ZSB0byBDRCBldGlvbG9neS4gQ2xpbmljYWwgdHJpYWwgbnVtYmVyOiBOb3QgYXBwbGljYWJsZS4iLCJwdWJsaXNoZXIiOiJCaW9NZWQgQ2VudHJhbCBMdGQiLCJpc3N1ZSI6IjEiLCJ2b2x1bWUiOiIyNSJ9LCJpc1RlbXBvcmFyeSI6ZmFsc2V9LHsiaWQiOiI4YjgzZDgyNi05MDZiLTMzYTgtOTk2Ni00MmI0NWQ2NTNkMmYiLCJpdGVtRGF0YSI6eyJ0eXBlIjoiYXJ0aWNsZS1qb3VybmFsIiwiaWQiOiI4YjgzZDgyNi05MDZiLTMzYTgtOTk2Ni00MmI0NWQ2NTNkMmYiLCJ0aXRsZSI6IkEgTm92ZWwgQXBwcm9hY2ggZm9yIEFjY3VyYXRlIFdpbmQgU3BlZWQgVGltZSBTZXJpZXMgRm9yZWNhc3RpbmcgVXNpbmcgSUNFRU1EQU4gRGVjb21wb3NpdGlvbiBhbmQgU2FtcGxlIEVudHJvcHkgdGhyb3VnaCBJbnRlZ3JhdGlvbiBvZiBEZWVwIExlYXJuaW5nIE1vZGVscyIsImF1dGhvciI6W3siZmFtaWx5IjoiTWV6YWFjaGUiLCJnaXZlbiI6IkguIiwicGFyc2UtbmFtZXMiOmZhbHNlLCJkcm9wcGluZy1wYXJ0aWNsZSI6IiIsIm5vbi1kcm9wcGluZy1wYXJ0aWNsZSI6IiJ9LHsiZmFtaWx5IjoiQm91emdvdSIsImdpdmVuIjoiSC4iLCJwYXJzZS1uYW1lcyI6ZmFsc2UsImRyb3BwaW5nLXBhcnRpY2xlIjoiIiwibm9uLWRyb3BwaW5nLXBhcnRpY2xlIjoiIn0seyJmYW1pbHkiOiJSYXltb25kIiwiZ2l2ZW4iOiJDLiIsInBhcnNlLW5hbWVzIjpmYWxzZSwiZHJvcHBpbmctcGFydGljbGUiOiIiLCJub24tZHJvcHBpbmctcGFydGljbGUiOiIifSx7ImZhbWlseSI6IlplbW91cmkiLCJnaXZlbiI6Ik4uIiwicGFyc2UtbmFtZXMiOmZhbHNlLCJkcm9wcGluZy1wYXJ0aWNsZSI6IiIsIm5vbi1kcm9wcGluZy1wYXJ0aWNsZSI6IiJ9XSwiY29udGFpbmVyLXRpdGxlIjoiSW50ZXJuYXRpb25hbCBKb3VybmFsIG9mIEVuZ2luZWVyaW5nLCBUcmFuc2FjdGlvbnMgQjogQXBwbGljYXRpb25zIiwiRE9JIjoiMTAuNTgyOS9pamUuMjAyNi4zOS4wMmIuMDMiLCJJU1NOIjoiMTcyODE0NFgiLCJpc3N1ZWQiOnsiZGF0ZS1wYXJ0cyI6W1syMDI2LDIsMV1dfSwicGFnZSI6IjMwOS0zMjAiLCJhYnN0cmFjdCI6IlRoaXMgc3R1ZHkgcHJvcG9zZXMgYSBub3ZlbCBoeWJyaWQgbW9kZWwgZm9yIHdpbmQgc3BlZWQgZm9yZWNhc3RpbmcgKFdTRikgYmFzZWQgb24gYSB0aHJlZS1zdGFnZSBmcmFtZXdvcmsgY29tcHJpc2luZyBkZWNvbXBvc2l0aW9uLCBmZWF0dXJlIHNlbGVjdGlvbiwgYW5kIGZvcmVjYXN0aW5nLiBUaGUgcHJvcG9zZWQgYXBwcm9hY2ggZW1wbG95cyBJbXByb3ZlZCBDb21wbGV0ZSBFbnNlbWJsZSBFbXBpcmljYWwgTW9kZSBEZWNvbXBvc2l0aW9uIHdpdGggQWRhcHRpdmUgTm9pc2UgKElDRUVNREFOKSB0byBkZWNvbXBvc2Ugd2luZCBzcGVlZCB0aW1lIHNlcmllcyBpbnRvIEludHJpbnNpYyBNb2RlIEZ1bmN0aW9ucyAoSU1GcykuIEEgZGlzdGluY3RpdmUgY29udHJpYnV0aW9uIG9mIHRoaXMgc3R1ZHkgaXMgdGhlIHVzZSBvZiBzYW1wbGUgZW50cm9weSBhcyBhIGZlYXR1cmUgc2VsZWN0aW9uIG1lY2hhbmlzbSB0byBpZGVudGlmeSB0aGUgbW9zdCByZWxldmFudCBJbnRyaW5zaWMgTW9kZSBGdW5jdGlvbnMgKElNRnMpLiBUaGUgc2VsZWN0ZWQgSU1GcyBhcmUgdGhlbiBpbnRlZ3JhdGVkIHRocm91Z2ggYSBjbGFzc2lmaWNhdGlvbi1iYXNlZCBmdXNpb24gdGVjaG5pcXVlLCBzaWduaWZpY2FudGx5IGVuaGFuY2luZyBmb3JlY2FzdGluZyBhY2N1cmFjeSBhbmQgZGlzdGluZ3Vpc2hpbmcgdGhpcyBhcHByb2FjaCBmcm9tIGNvbnZlbnRpb25hbCBtZXRob2RzLiBUd28gZGlzdGluY3QgZm9yZWNhc3RpbmcgYXBwcm9hY2hlcyBhcmUgZXZhbHVhdGVkIHVzaW5nIG11bHRpcGxlIHBlcmZvcm1hbmNlIG1ldHJpY3MsIGluY2x1ZGluZyBSTVNFLCBNQUUsIE1BUEUsIGFuZCBSMi4gVGhlIGZpcnN0IGFwcHJvYWNoIGFwcGxpZXMgdGhlIGZ1c2lvbiB0ZWNobmlxdWUgZGlyZWN0bHkgdG8gdGhlIG9yaWdpbmFsIHdpbmQgc3BlZWQgdGltZSBzZXJpZXMsIHdoaWxlIHRoZSBzZWNvbmQgaW5jb3Jwb3JhdGVzIElDRUVNREFOIHRvIGRlY29tcG9zZSB0aGUgdGltZSBzZXJpZXMuIEV4cGVyaW1lbnRhbCB2YWxpZGF0aW9uIHVzaW5nIHR3byByZWFsLXdvcmxkIGRhdGFzZXRzIGZyb20gQWxnZXJpYSBkZW1vbnN0cmF0ZXMgdGhlIHN1cGVyaW9yaXR5IG9mIHRoZSBwcm9wb3NlZCBoeWJyaWQgbW9kZWwgb3ZlciBpbmRpdmlkdWFsIGZvcmVjYXN0aW5nIG1vZGVscywgeWllbGRpbmcgc2lnbmlmaWNhbnQgaW1wcm92ZW1lbnRzIGluIHByZWRpY3Rpb24gYWNjdXJhY3ksIHJvYnVzdG5lc3MsIGFuZCBzdGFiaWxpdHkuIFRoZXNlIGZpbmRpbmdzIHVuZGVyc2NvcmUgdGhlIGVmZmVjdGl2ZW5lc3Mgb2YgdGhlIHRocmVlLXN0YWdlIGZyYW1ld29yaywgb2ZmZXJpbmcgYSByZWxpYWJsZSBhbmQgZWZmaWNpZW50IHNvbHV0aW9uIGZvciBzaG9ydC10ZXJtIHdpbmQgc3BlZWQgZm9yZWNhc3RpbmcsIHdpdGggcG90ZW50aWFsIGFwcGxpY2F0aW9ucyBpbiByZW5ld2FibGUgZW5lcmd5IG1hbmFnZW1lbnQgYW5kIGdyaWQgb3B0aW1pemF0aW9uLiIsInB1Ymxpc2hlciI6Ik1hdGVyaWFscyBhbmQgRW5lcmd5IFJlc2VhcmNoIENlbnRlciIsImlzc3VlIjoiMiIsInZvbHVtZSI6IjM5IiwiY29udGFpbmVyLXRpdGxlLXNob3J0IjoiIn0sImlzVGVtcG9yYXJ5IjpmYWxzZX1dfQ=="/>
          <w:id w:val="2049649515"/>
          <w:placeholder>
            <w:docPart w:val="DefaultPlaceholder_-1854013440"/>
          </w:placeholder>
        </w:sdtPr>
        <w:sdtEndPr/>
        <w:sdtContent>
          <w:r w:rsidR="00793676" w:rsidRPr="004E7EB0">
            <w:rPr>
              <w:sz w:val="20"/>
            </w:rPr>
            <w:t>[5</w:t>
          </w:r>
          <w:r w:rsidR="00B838A1" w:rsidRPr="004E7EB0">
            <w:rPr>
              <w:sz w:val="20"/>
            </w:rPr>
            <w:t>][</w:t>
          </w:r>
          <w:r w:rsidR="00793676" w:rsidRPr="004E7EB0">
            <w:rPr>
              <w:sz w:val="20"/>
            </w:rPr>
            <w:t>6]</w:t>
          </w:r>
        </w:sdtContent>
      </w:sdt>
      <w:r w:rsidRPr="004E7EB0">
        <w:rPr>
          <w:sz w:val="20"/>
        </w:rPr>
        <w:t>.</w:t>
      </w:r>
    </w:p>
    <w:p w14:paraId="081F724F" w14:textId="77777777" w:rsidR="001F0922" w:rsidRPr="004E7EB0" w:rsidRDefault="001F0922" w:rsidP="004A5480">
      <w:pPr>
        <w:ind w:firstLine="720"/>
        <w:jc w:val="both"/>
        <w:rPr>
          <w:sz w:val="20"/>
        </w:rPr>
      </w:pPr>
    </w:p>
    <w:p w14:paraId="01B749F7" w14:textId="4E11BFB7" w:rsidR="001F0922" w:rsidRPr="004E7EB0" w:rsidRDefault="001F0922" w:rsidP="004A5480">
      <w:pPr>
        <w:ind w:firstLine="284"/>
        <w:jc w:val="both"/>
        <w:rPr>
          <w:sz w:val="20"/>
        </w:rPr>
      </w:pPr>
      <w:r w:rsidRPr="004E7EB0">
        <w:rPr>
          <w:sz w:val="20"/>
        </w:rPr>
        <w:t>Because it provides a wide variety of real-world facial emotions and is one of the most widely used benchmark standards in emotion face recognition research, the Facial Expression Recognition (FER-2013) dataset was chosen for this investigation. Researchers can better understand how well each model handles emotion variations by comparing EfficientNetB0 and EfficientNetB1 on the FER-2013 dataset. Researchers can also make useful contributions to the architecture selection process for accurate and efficient emotion recognition systems</w:t>
      </w:r>
      <w:r w:rsidR="0041774A" w:rsidRPr="004E7EB0">
        <w:rPr>
          <w:sz w:val="20"/>
        </w:rPr>
        <w:t xml:space="preserve"> </w:t>
      </w:r>
      <w:sdt>
        <w:sdtPr>
          <w:rPr>
            <w:sz w:val="20"/>
          </w:rPr>
          <w:tag w:val="MENDELEY_CITATION_v3_eyJjaXRhdGlvbklEIjoiTUVOREVMRVlfQ0lUQVRJT05fOGM2MGEzM2UtZTQ1OC00NWQ1LWIxMmYtYmIzYTZhNTNiMzk2IiwicHJvcGVydGllcyI6eyJub3RlSW5kZXgiOjB9LCJpc0VkaXRlZCI6ZmFsc2UsIm1hbnVhbE92ZXJyaWRlIjp7ImlzTWFudWFsbHlPdmVycmlkZGVuIjpmYWxzZSwiY2l0ZXByb2NUZXh0IjoiWzcsIDhdIiwibWFudWFsT3ZlcnJpZGVUZXh0IjoiIn0sImNpdGF0aW9uSXRlbXMiOlt7ImlkIjoiNWY1ZGVlN2UtMWRmNi0zYTFlLWIzMDQtZmIwZGRhOWE0YjAyIiwiaXRlbURhdGEiOnsidHlwZSI6ImFydGljbGUtam91cm5hbCIsImlkIjoiNWY1ZGVlN2UtMWRmNi0zYTFlLWIzMDQtZmIwZGRhOWE0YjAyIiwidGl0bGUiOiJEZWVwIExlYXJuaW5nIE9wdGltaXphdGlvbiBvZiB0aGUgRWZmaWNpZW5OZXQgQXJjaGl0ZWN0dXJlIGZvciBDbGFzc2lmaWNhdGlvbiBvZiBUdWJlcmN1bG9zaXMgQmFjdGVyaWEiLCJhdXRob3IiOlt7ImZhbWlseSI6IlJhY2htYWQiLCJnaXZlbiI6IkFlcmkiLCJwYXJzZS1uYW1lcyI6ZmFsc2UsImRyb3BwaW5nLXBhcnRpY2xlIjoiIiwibm9uLWRyb3BwaW5nLXBhcnRpY2xlIjoiIn0seyJmYW1pbHkiOiJIdXNuaSIsImdpdmVuIjoiIiwicGFyc2UtbmFtZXMiOmZhbHNlLCJkcm9wcGluZy1wYXJ0aWNsZSI6IiIsIm5vbi1kcm9wcGluZy1wYXJ0aWNsZSI6IiJ9LHsiZmFtaWx5IjoiSHV0YWdhbHVuZyIsImdpdmVuIjoiSnVuaWFyIiwicGFyc2UtbmFtZXMiOmZhbHNlLCJkcm9wcGluZy1wYXJ0aWNsZSI6IiIsIm5vbi1kcm9wcGluZy1wYXJ0aWNsZSI6IiJ9LHsiZmFtaWx5IjoiSGFwc2FyaSIsImdpdmVuIjoiRGlhbiIsInBhcnNlLW5hbWVzIjpmYWxzZSwiZHJvcHBpbmctcGFydGljbGUiOiIiLCJub24tZHJvcHBpbmctcGFydGljbGUiOiIifSx7ImZhbWlseSI6Ikhlcm5hd2F0aSIsImdpdmVuIjoiU3VjaSIsInBhcnNlLW5hbWVzIjpmYWxzZSwiZHJvcHBpbmctcGFydGljbGUiOiIiLCJub24tZHJvcHBpbmctcGFydGljbGUiOiIifSx7ImZhbWlseSI6IlN5YXJpZWYiLCJnaXZlbiI6Ik1vaGFtbWFkIiwicGFyc2UtbmFtZXMiOmZhbHNlLCJkcm9wcGluZy1wYXJ0aWNsZSI6IiIsIm5vbi1kcm9wcGluZy1wYXJ0aWNsZSI6IiJ9LHsiZmFtaWx5IjoiUm9jaG1hbiIsImdpdmVuIjoiRWthIE1hbGEgU2FyaSIsInBhcnNlLW5hbWVzIjpmYWxzZSwiZHJvcHBpbmctcGFydGljbGUiOiIiLCJub24tZHJvcHBpbmctcGFydGljbGUiOiIifSx7ImZhbWlseSI6IkFzbWFyYSIsImdpdmVuIjoiWXVsaSBQYW5jYSIsInBhcnNlLW5hbWVzIjpmYWxzZSwiZHJvcHBpbmctcGFydGljbGUiOiIiLCJub24tZHJvcHBpbmctcGFydGljbGUiOiIifV0sImNvbnRhaW5lci10aXRsZSI6Ik1hdGhlbWF0aWNhbCBNb2RlbGxpbmcgb2YgRW5naW5lZXJpbmcgUHJvYmxlbXMiLCJET0kiOiIxMC4xODI4MC9tbWVwLjExMTAwOCIsIklTU04iOiIyMzY5MDc0NyIsImlzc3VlZCI6eyJkYXRlLXBhcnRzIjpbWzIwMjQsMTAsMV1dfSwicGFnZSI6IjI2NjQtMjY3MCIsImFic3RyYWN0IjoiVHViZXJjdWxvc2lzIChUQikgcmVtYWlucyBhIHNpZ25pZmljYW50IGdsb2JhbCBpc3N1ZSwgcGFydGljdWxhcmx5IGluIGNvdW50cmllcyB3aXRoIGxvdyBlY29ub21pYyBzdGF0dXMgYW5kIGxpbWl0ZWQgaGVhbHRoY2FyZSBzeXN0ZW1zLiBPbmUgb2YgdGhlIHByaW1hcnkgY2hhbGxlbmdlcyBpcyBhY2N1cmF0ZSBlYXJseSBkaWFnbm9zaXMsIGVzcGVjaWFsbHkgdGhyb3VnaCBtaWNyb3Njb3BpYyBleGFtaW5hdGlvbiBvZiBzcHV0dW0gc2FtcGxlcy4gSG93ZXZlciwgc3ViamVjdGl2ZSBpbnRlcnByZXRhdGlvbiBhbmQgdmFyaWF0aW9ucyBpbiBtaWNyb3Njb3BpYyBpbWFnZSBxdWFsaXR5IG9mdGVuIGhpbmRlciBkaWFnbm9zdGljIGFjY3VyYWN5LiBJbiByZWNlbnQgeWVhcnMsIHRoZSB1c2Ugb2YgQ29udm9sdXRpb25hbCBOZXVyYWwgTmV0d29ya3MgKENOTikgaGFzIGluY3JlYXNlZCB0byBlbmhhbmNlIFRCIGRpYWdub3NpcyBlZmZlY3RpdmVuZXNzLiBUaGlzIHN0dWR5IHV0aWxpemVzIHRoZSBFZmZpY2llbnROZXQgYXJjaGl0ZWN0dXJlIHRvIHVuZGVyc3RhbmQgdGhlIG1vZGVs4oCZcyBlZmZlY3RpdmVuZXNzIGluIGRldGVjdGluZyBUQiBpbiBtZWRpY2FsIGltYWdlcy4gVGhlIGRhdGFzZXQgdXNlZCBjb25zaXN0cyBvZiAxMjY2IGltYWdlcywgZGl2aWRlZCBpbnRvIHRyYWluaW5nIGFuZCB0ZXN0aW5nIGRhdGEgd2l0aCBhIHJhdGlvIG9mIDcwOjMwLiBBZGRpdGlvbmFsbHksIGEgbWVkaWFuIGZpbHRlciB0ZWNobmlxdWUgd2FzIGFwcGxpZWQgZm9yIGltYWdlIHByZXByb2Nlc3NpbmcuIFNldmVyYWwgb3B0aW1pemF0aW9uIGFsZ29yaXRobXMgYXJlIHVzZWQgaW4gdGhpcyByZXNlYXJjaCwgbmFtZWx5IFJNU3Byb3AsIFN0b2NoYXN0aWMgR3JhZGllbnQgRGVzY2VudCAoU0dEKSwgQWRhbSwgYW5kIFN0b2NoYXN0aWMgR3JhZGllbnQgRGVzY2VudCB3aXRoIE1vbWVudHVtIChTR0RNKSwgdG8gZmluZCB0aGUgYmVzdCBzY2VuYXJpby4gVGhlIHRlc3QgcmVzdWx0cyBzaG93IHRoYXQgQWRhbSBvcHRpbWl6YXRpb24gcHJvdmlkZXMgdGhlIGJlc3QgcGVyZm9ybWFuY2UgY29tcGFyZWQgdG8gdGhlIG90aGVycy4gVGhlIHJlc3VsdHMgc2hvd2VkIGV4Y2VsbGVudCBwZXJmb3JtYW5jZSwgd2l0aCBhIGxvdyBsb3NzIHJhdGUgKDkuMjAlKSBhbmQgaGlnaCBhY2N1cmFjeSAoOTguMDMlKS4gVGhlIHJlbGF0aXZlbHkgZmFzdCBtb2RlbCB0cmFpbmluZyB0aW1lICgxMjIuODEgc2Vjb25kcykgYWxzbyBhZGRzIHRvIHRoZSBtb2RlbOKAmXMgZWZmaWNpZW5jeSB2YWx1ZS4gVGhpcyBjb25maXJtcyB0aGF0IEVmZmljaWVudE5ldCBCMCBpcyBhbiBhdHRyYWN0aXZlIGNob2ljZSBmb3IgVEIgY2xhc3NpZmljYXRpb24sIHdpdGggdGhlIGhvcGUgdGhhdCBmdXJ0aGVyIGRldmVsb3BtZW50IHdpbGwgaW1wcm92ZSBhY2N1cmFjeSBhbmQgZWZmaWNpZW5jeSBpbiBkaWFnbm9zaW5nIHRoaXMgZGlzZWFzZS4iLCJwdWJsaXNoZXIiOiJJbnRlcm5hdGlvbmFsIEluZm9ybWF0aW9uIGFuZCBFbmdpbmVlcmluZyBUZWNobm9sb2d5IEFzc29jaWF0aW9uIiwiaXNzdWUiOiIxMCIsInZvbHVtZSI6IjExIiwiY29udGFpbmVyLXRpdGxlLXNob3J0IjoiIn0sImlzVGVtcG9yYXJ5IjpmYWxzZX0seyJpZCI6IjRlZjk2N2ZkLTkxZjUtM2VhMS04MjE5LTFkNjU4YTMzNTg5NCIsIml0ZW1EYXRhIjp7InR5cGUiOiJhcnRpY2xlLWpvdXJuYWwiLCJpZCI6IjRlZjk2N2ZkLTkxZjUtM2VhMS04MjE5LTFkNjU4YTMzNTg5NCIsInRpdGxlIjoiUHJlZGljdGVkIG1pc3NpbmcgaW5mb3JtYXRpb24gYmlhc2VzIGVuc2VtYmxlIHBlcmNlcHRpb24gb2YgdGVtcG9yYWxseSBvcmRlcmVkIGZhY2lhbCBleHByZXNzaW9ucyIsImF1dGhvciI6W3siZmFtaWx5IjoiTHUiLCJnaXZlbiI6IkppYWhhbyIsInBhcnNlLW5hbWVzIjpmYWxzZSwiZHJvcHBpbmctcGFydGljbGUiOiIiLCJub24tZHJvcHBpbmctcGFydGljbGUiOiIifSx7ImZhbWlseSI6IldhbmciLCJnaXZlbiI6Ikp1biIsInBhcnNlLW5hbWVzIjpmYWxzZSwiZHJvcHBpbmctcGFydGljbGUiOiIiLCJub24tZHJvcHBpbmctcGFydGljbGUiOiIifV0sImNvbnRhaW5lci10aXRsZSI6IlNjaWVudGlmaWMgUmVwb3J0cyIsImNvbnRhaW5lci10aXRsZS1zaG9ydCI6IlNjaSBSZXAiLCJET0kiOiIxMC4xMDM4L3M0MTU5OC0wMjUtODc5MzYtMiIsIklTU04iOiIyMDQ1MjMyMiIsIlBNSUQiOiIzOTg5MDk4MiIsImlzc3VlZCI6eyJkYXRlLXBhcnRzIjpbWzIwMjUsMTIsMV1dfSwiYWJzdHJhY3QiOiJCeSBvYnNlcnZpbmcgZHluYW1pY2FsbHkgY2hhbmdpbmcgZmFjaWFsIGV4cHJlc3Npb25zLCBodW1hbnMgY2FuIHVzZSBhIHNwZWNpYWxpemVkIGNhcGFjaXR5IGtub3duIGFzIGVuc2VtYmxlIGNvZGluZyB0byBlZmZvcnRsZXNzbHkgb2J0YWluIGEgc3VtbWFyeSByZXByZXNlbnRhdGlvbiBvZiBhbiBpbmRpdmlkdWFs4oCZcyBlbW90aW9uYWwgc3RhdGUuIEhvd2V2ZXIsIGZldyBzdHVkaWVzIGhhdmUgZXhhbWluZWQgd2hldGhlciB0aGUgbWlzc2luZyBleHByZXNzaW9uIGluZm9ybWVkIGJ5IHRoZSBzdGF0aXN0aWNhbCByZWd1bGFyaXR5IGluIHRoZSBjaGFuZ2luZyBmYWNpYWwgZXhwcmVzc2lvbnMgY2FuIGJlIHNhbXBsZWQgYW5kIHRoZW4gaW5mbHVlbmNlIHRoZSBwZXJjZXB0dWFsIGF2ZXJhZ2luZyBwcm9jZXNzLiBJbiBFeHBlcmltZW50IDFhIGFuZCAxYiwgd2UgbWFuaXB1bGF0ZWQgdGhlIGFtb3VudCBvZiBwcmlvciBpbmZvcm1hdGlvbiBmcm9tIGxvY2FsIHJlZ3VsYXJpdHkgYnkgdmFyeWluZyB0aGUgcG9zaXRpb24gb2YgdGhlIG1pc3NpbmcgZXhwcmVzc2lvbiBpbiB0aGUgdGVtcG9yYWwgc2VxdWVuY2UgKDFhOiBOZXV0cmFsIHRvIERpc2d1c3QgYW5kL29yIERpc2d1c3QgdG8gTmV1dHJhbCwxYjogTmV1dHJhbCB0byBIYXBweSBhbmQvb3IgSGFwcHkgdG8gTmV1dHJhbCkgd2l0aGluIGEgdHJpYWwuIFJlc3VsdHMgc2hvd2VkIHRoYXQgZW5zZW1ibGUgZXN0aW1hdGVzIHdlcmUgdG93YXJkcyB0aGUgbWVhbiBvZiBleHByZXNzaW9ucyBpbmNsdWRpbmcgYm90aCB0aGUgcHJlc2VudGVkIGFuZCB0aGUgbWlzc2luZyBmYWNlcywgb25seSB3aGVuIHN1ZmZpY2llbnQgcHJlZGljdGFiaWxpdHkgKGUuZy4gYSBtaXNzaW5nIGV4cHJlc3Npb24gaW4gdGhlIGxhdGUgcG9zaXRpb24pIGluZm9ybWVkIGJ5IGxvY2FsIHJlZ3VsYXJpdHkuIEluIEV4cGVyaW1lbnQgMiwgd2UgYWRkZWQgcHJpb3IgaW5mb3JtYXRpb24gZnJvbSBnbG9iYWwgcmVndWxhcml0aWVzIHRvIGhlbHAgYm9vc3QgdGhlIHByZWRpY3RhYmlsaXR5IG9mIGFuIGVhcmx5IG1pc3NpbmcgZXhwcmVzc2lvbiBieSBrZWVwaW5nIHRoZSBlbW90aW9uYWwgZGlyZWN0aW9uIGNvbnNpc3RlbnQgaW4gYSBibG9jay4gSG93ZXZlciwgZXN0aW1hdGVzIHdlcmUgbm90IHRvd2FyZHMgdGhlIG1lYW4gb2YgZXhwcmVzc2lvbnMgaW5jbHVkaW5nIGJvdGggdGhlIHByZXNlbnRlZCBhbmQgdGhlIG1pc3NpbmcgZXhwcmVzc2lvbnMgYXMgZXhwZWN0ZWQuIEFsdGhvdWdoIHRoZSBnZW5lcmFsaXphYmlsaXR5IG1heSBiZSBsaW1pdGVkLCB0aGVzZSBmaW5kaW5ncyBzdWdnZXN0IHRoYXQgcHJpb3IgaW5mb3JtYXRpb24gYXQgZGlmZmVyZW50IGxldmVscyBvZiBoaWVyYXJjaGljYWwgcHJlZGljdGl2ZSBjb2RpbmcgbWF5IGV4ZXJ0IHF1YWxpdGF0aXZlbHkgZGlmZmVyZW50IGluZmx1ZW5jZXMgb24gdGhlIHBlcmNlcHR1YWwgYXZlcmFnaW5nIG9mIHRlbXBvcmFsbHkgb3JkZXJlZCBmYWNpYWwgZXhwcmVzc2lvbnMgd2l0aCBtaXNzaW5nIGl0ZW1zLiIsInB1Ymxpc2hlciI6Ik5hdHVyZSBSZXNlYXJjaCIsImlzc3VlIjoiMSIsInZvbHVtZSI6IjE1In0sImlzVGVtcG9yYXJ5IjpmYWxzZX1dfQ=="/>
          <w:id w:val="-1022162368"/>
          <w:placeholder>
            <w:docPart w:val="DefaultPlaceholder_-1854013440"/>
          </w:placeholder>
        </w:sdtPr>
        <w:sdtEndPr/>
        <w:sdtContent>
          <w:r w:rsidR="00793676" w:rsidRPr="004E7EB0">
            <w:rPr>
              <w:sz w:val="20"/>
            </w:rPr>
            <w:t>[7</w:t>
          </w:r>
          <w:r w:rsidR="00B838A1" w:rsidRPr="004E7EB0">
            <w:rPr>
              <w:sz w:val="20"/>
            </w:rPr>
            <w:t>][</w:t>
          </w:r>
          <w:r w:rsidR="00793676" w:rsidRPr="004E7EB0">
            <w:rPr>
              <w:sz w:val="20"/>
            </w:rPr>
            <w:t>8]</w:t>
          </w:r>
        </w:sdtContent>
      </w:sdt>
      <w:r w:rsidRPr="004E7EB0">
        <w:rPr>
          <w:sz w:val="20"/>
        </w:rPr>
        <w:t>.</w:t>
      </w:r>
    </w:p>
    <w:p w14:paraId="0DA42CF3" w14:textId="77777777" w:rsidR="00692703" w:rsidRPr="004E7EB0" w:rsidRDefault="00692703" w:rsidP="004A5480">
      <w:pPr>
        <w:ind w:firstLine="720"/>
        <w:jc w:val="both"/>
        <w:rPr>
          <w:sz w:val="20"/>
        </w:rPr>
      </w:pPr>
    </w:p>
    <w:p w14:paraId="66A347A9" w14:textId="6DF1F48F" w:rsidR="001F0922" w:rsidRPr="004E7EB0" w:rsidRDefault="00692703" w:rsidP="004A5480">
      <w:pPr>
        <w:ind w:firstLine="284"/>
        <w:jc w:val="both"/>
        <w:rPr>
          <w:sz w:val="20"/>
        </w:rPr>
      </w:pPr>
      <w:r w:rsidRPr="004E7EB0">
        <w:rPr>
          <w:sz w:val="20"/>
        </w:rPr>
        <w:t>This needs to be expanded to explicitly articulate the contribution of artificial intelligence (AI), particularly in the domain of emotion recognition, to the energy sustainability paradigm. The discussion should include how AI can optimize system efficiency, facilitate adaptive management of energy consumption through inference of human behavior, and improve safety protocols and operational well-being in crucial energy infrastructure. Moreover, it is imperative to succinctly introduce the potential convergent synergies between AI in emotion recognition and smart material applications in the context of energy sustainability, thereby integrating the two main thematic pillars of the conference</w:t>
      </w:r>
      <w:r w:rsidR="00793676" w:rsidRPr="004E7EB0">
        <w:rPr>
          <w:sz w:val="20"/>
        </w:rPr>
        <w:t xml:space="preserve"> </w:t>
      </w:r>
      <w:sdt>
        <w:sdtPr>
          <w:rPr>
            <w:sz w:val="20"/>
          </w:rPr>
          <w:tag w:val="MENDELEY_CITATION_v3_eyJjaXRhdGlvbklEIjoiTUVOREVMRVlfQ0lUQVRJT05fNWNjODU1OTctODdhOC00Y2JkLTk2ZTktY2FmYmMzM2Q0ZWRjIiwicHJvcGVydGllcyI6eyJub3RlSW5kZXgiOjB9LCJpc0VkaXRlZCI6ZmFsc2UsIm1hbnVhbE92ZXJyaWRlIjp7ImlzTWFudWFsbHlPdmVycmlkZGVuIjpmYWxzZSwiY2l0ZXByb2NUZXh0IjoiWzEsIDNdIiwibWFudWFsT3ZlcnJpZGVUZXh0IjoiIn0sImNpdGF0aW9uSXRlbXMiOlt7ImlkIjoiNWJjNjdkMDAtMjU3OC0zMDU1LWIyY2MtNDJiMmZiODQyNTdjIiwiaXRlbURhdGEiOnsidHlwZSI6ImFydGljbGUtam91cm5hbCIsImlkIjoiNWJjNjdkMDAtMjU3OC0zMDU1LWIyY2MtNDJiMmZiODQyNTdjIiwidGl0bGUiOiJFbW90aW9uIHJlY29nbml0aW9uIGluIGluZGl2aWR1YWxzIHdpdGggZWxldmF0ZWQgaW50ZXJuZXQgYWRkaWN0aW9uIHNjb3JlczogQW4gZXZlbnQtcmVsYXRlZCBwb3RlbnRpYWwgc3R1ZHkiLCJhdXRob3IiOlt7ImZhbWlseSI6IkFyYWZhdCIsImdpdmVuIjoiRGFsaWEiLCJwYXJzZS1uYW1lcyI6ZmFsc2UsImRyb3BwaW5nLXBhcnRpY2xlIjoiIiwibm9uLWRyb3BwaW5nLXBhcnRpY2xlIjoiIn0seyJmYW1pbHkiOiJKYW1hbCIsImdpdmVuIjoiSmFmYXIiLCJwYXJzZS1uYW1lcyI6ZmFsc2UsImRyb3BwaW5nLXBhcnRpY2xlIjoiIiwibm9uLWRyb3BwaW5nLXBhcnRpY2xlIjoiIn0seyJmYW1pbHkiOiJTYWNocyIsImdpdmVuIjoiQW5uYSIsInBhcnNlLW5hbWVzIjpmYWxzZSwiZHJvcHBpbmctcGFydGljbGUiOiIiLCJub24tZHJvcHBpbmctcGFydGljbGUiOiIifSx7ImZhbWlseSI6IlN1Y2hhbiIsImdpdmVuIjoiQm9yaXMiLCJwYXJzZS1uYW1lcyI6ZmFsc2UsImRyb3BwaW5nLXBhcnRpY2xlIjoiIiwibm9uLWRyb3BwaW5nLXBhcnRpY2xlIjoiIn0seyJmYW1pbHkiOiJKdWNrZWwiLCJnaXZlbiI6Ikdlb3JnIiwicGFyc2UtbmFtZXMiOmZhbHNlLCJkcm9wcGluZy1wYXJ0aWNsZSI6IiIsIm5vbi1kcm9wcGluZy1wYXJ0aWNsZSI6IiJ9LHsiZmFtaWx5IjoiVGhvbWEiLCJnaXZlbiI6IlBhdHJpemlhIiwicGFyc2UtbmFtZXMiOmZhbHNlLCJkcm9wcGluZy1wYXJ0aWNsZSI6IiIsIm5vbi1kcm9wcGluZy1wYXJ0aWNsZSI6IiJ9XSwiY29udGFpbmVyLXRpdGxlIjoiUHN5Y2hpYXRyeSBSZXNlYXJjaCAtIE5ldXJvaW1hZ2luZyIsImNvbnRhaW5lci10aXRsZS1zaG9ydCI6IlBzeWNoaWF0cnkgUmVzIE5ldXJvaW1hZ2luZyIsIkRPSSI6IjEwLjEwMTYvai5wc2N5Y2hyZXNucy4yMDI1LjExMTk4MiIsIklTU04iOiIxODcyNzUwNiIsIlBNSUQiOiI0MDEwMTMxNiIsImlzc3VlZCI6eyJkYXRlLXBhcnRzIjpbWzIwMjUsNiwxXV19LCJhYnN0cmFjdCI6IlRoZSBjdXJyZW50IHN0dWR5IGFpbXMgdG8gZWx1Y2lkYXRlIHRoZSBlbGVjdHJvcGh5c2lvbG9naWNhbCBjb3JyZWxhdGVzIG9mIHBlcmZvcm1hbmNlIHBhdHRlcm5zIGluIGFuIGVtb3Rpb24gcmVjb2duaXRpb24gdGFzayBhbW9uZyBpbmRpdmlkdWFscyB3aXRoIGhpZ2hlciBpbnRlcm5ldCBhZGRpY3Rpb24gKEhJQSkgc2NvcmVzIGNvbXBhcmVkIHRvIHRob3NlIHdpdGggbG93ZXIgaW50ZXJuZXQgYWRkaWN0aW9uIChMSUEpIHNjb3Jlcy4gRm9ydHkgcGFydGljaXBhbnRzLCB3aXRoIHR3ZW50eSBpbiB0aGUgSElBIGdyb3VwIGFuZCB0d2VudHkgaW4gdGhlIExJQSBncm91cCwgY29tcGxldGVkIGFuIGVtb3Rpb24gcmVjb2duaXRpb24gdGFzaywgaW52b2x2aW5nIGZpdmUgZmFjaWFsIGV4cHJlc3Npb25zOiBhbmdlciwgZmVhciwgZGlzZ3VzdCwgbmV1dHJhbCwgYW5kIHNhZG5lc3MuIEFkZGl0aW9uYWxseSwgY29nbml0aXZlIGZsZXhpYmlsaXR5IGFuZCB3b3JraW5nIG1lbW9yeSB3ZXJlIGFzc2Vzc2VkIHRvIGV4YW1pbmUgdGhlaXIgbGluayB0byBlbW90aW9uIHJlY29nbml0aW9uIGFiaWxpdGllcy4gTm8gc2lnbmlmaWNhbnQgZGlmZmVyZW5jZXMgaW4gYWNjdXJhY3kgb3IgcmVhY3Rpb24gdGltZXMgKFJUcykgd2VyZSBvYnNlcnZlZCBiZXR3ZWVuIHRoZSBncm91cHMgaW4gdGhlIGVtb3Rpb24gcmVjb2duaXRpb24gdGFzay4gSG93ZXZlciwgdGhlIEhJQSBncm91cCBzaG93ZWQgcmVkdWNlZCBQMTUwIGFtcGxpdHVkZXMsIGJ1dCBpbmNyZWFzZWQgTjI1MCBhbXBsaXR1ZGVzIHJlbGF0aXZlIHRvIHRoZSBMSUEgZ3JvdXAuIFRoZXJlIHdhcyBhIHBvc2l0aXZlIGNvcnJlbGF0aW9uIGJldHdlZW4gdGhlIFJUcyBhbmQgY29nbml0aXZlIGZsZXhpYmlsaXR5LCBvbmx5IGluIHRoZSBMSUEgZ3JvdXAuIEFsdGhvdWdoIHRoZSBncm91cHMgZGVtb25zdHJhdGVkIGNvbXBhcmFibGUgYmVoYXZpb3JhbCBwZXJmb3JtYW5jZSwgdGhlIHN0YWdlcyBvZiBzdGltdWxpIHByb2Nlc3NpbmcgZGlmZmVyZWQuIFRoZSBMSUEgZ3JvdXAgYXBwZWFyZWQgdG8gcHJvY2VzcyB0aGUgc3RpbXVsaSBtb3JlIGVmZmljaWVudGx5IGluIHRoZSBlYXJseSBzdGFnZSwgd2hpbGUgdGhlIEhJQSBncm91cCByZXF1aXJlZCBncmVhdGVyIGVmZm9ydCBpbiBkZWNvZGluZyB0aGUgc3RpbXVsaSBhdCBhIGxhdGVyIHN0YWdlLiBUaGlzIHN1Z2dlc3RzIHRoYXQgdGhlIEhJQSBncm91cCBtYXkgcmVseSBvbiBvdmVyLXByb2Nlc3NpbmcgYXQgYSBsYXRlciBzdGFnZSBkdWUgdG8gcmVkdWNlZCBlYXJseSBwcm9jZXNzaW5nIGVmZmljaWVuY3ksIHBvdGVudGlhbGx5IHN1Z2dlc3RpbmcgYW4gZWFybHkgdnVsbmVyYWJpbGl0eSBtYXJrZXIuIiwicHVibGlzaGVyIjoiRWxzZXZpZXIgSXJlbGFuZCBMdGQiLCJ2b2x1bWUiOiIzNDkifSwiaXNUZW1wb3JhcnkiOmZhbHNlfSx7ImlkIjoiMzljOTZhNzMtNDNkNS0zMWM5LThkMjgtNTk1ZGZhZDBkNzVlIiwiaXRlbURhdGEiOnsidHlwZSI6ImFydGljbGUtam91cm5hbCIsImlkIjoiMzljOTZhNzMtNDNkNS0zMWM5LThkMjgtNTk1ZGZhZDBkNzVlIiwidGl0bGUiOiJFbW90aW9uYWwgYW50aWNpcGF0aW9uIGZvciBkeW5hbWljIGVtb3Rpb25hbCBmYWNlcyBpcyBub3QgbW9kdWxhdGVkIGJ5IHNjaGl6b3R5cGFsIHRyYWl0czogQSBSZXByZXNlbnRhdGlvbmFsIE1vbWVudHVtIHN0dWR5IiwiYXV0aG9yIjpbeyJmYW1pbHkiOiJHcmF2ZSIsImdpdmVuIjoiSm9hbmEiLCJwYXJzZS1uYW1lcyI6ZmFsc2UsImRyb3BwaW5nLXBhcnRpY2xlIjoiIiwibm9uLWRyb3BwaW5nLXBhcnRpY2xlIjoiIn0seyJmYW1pbHkiOiJDb3JkZWlybyIsImdpdmVuIjoiU2FyYSIsInBhcnNlLW5hbWVzIjpmYWxzZSwiZHJvcHBpbmctcGFydGljbGUiOiIiLCJub24tZHJvcHBpbmctcGFydGljbGUiOiIifSx7ImZhbWlseSI6IlPDoSBUZWl4ZWlyYSIsImdpdmVuIjoiTnVubyIsInBhcnNlLW5hbWVzIjpmYWxzZSwiZHJvcHBpbmctcGFydGljbGUiOiIiLCJub24tZHJvcHBpbmctcGFydGljbGUiOiJkZSJ9LHsiZmFtaWx5IjoiS29yYiIsImdpdmVuIjoiU2ViYXN0aWFuIiwicGFyc2UtbmFtZXMiOmZhbHNlLCJkcm9wcGluZy1wYXJ0aWNsZSI6IiIsIm5vbi1kcm9wcGluZy1wYXJ0aWNsZSI6IiJ9LHsiZmFtaWx5IjoiU29hcmVzIiwiZ2l2ZW4iOiJTYW5kcmEgQ3Jpc3RpbmEiLCJwYXJzZS1uYW1lcyI6ZmFsc2UsImRyb3BwaW5nLXBhcnRpY2xlIjoiIiwibm9uLWRyb3BwaW5nLXBhcnRpY2xlIjoiIn1dLCJjb250YWluZXItdGl0bGUiOiJRdWFydGVybHkgSm91cm5hbCBvZiBFeHBlcmltZW50YWwgUHN5Y2hvbG9neSIsIkRPSSI6IjEwLjExNzcvMTc0NzAyMTgyNDEyNTM3MDMiLCJJU1NOIjoiMTc0NzAyMjYiLCJQTUlEIjoiMzg2Nzk4MDAiLCJpc3N1ZWQiOnsiZGF0ZS1wYXJ0cyI6W1syMDI1LDYsMV1dfSwicGFnZSI6IjEwODgtMTEwNiIsImFic3RyYWN0IjoiU2NoaXpvdHlweSwgYSBwZXJzb25hbGl0eSBzdHJ1Y3R1cmUgdGhhdCByZXNlbWJsZXMgc2NoaXpvcGhyZW5pYSBzeW1wdG9tcywgaXMgb2Z0ZW4gYXNzb2NpYXRlZCB3aXRoIGFibm9ybWFsIGZhY2lhbCBlbW90aW9uIHBlcmNlcHRpb24uIEJhc2VkIG9uIHRoZSBwcmV2YWlsaW5nIHNlbnNlIG9mIHRocmVhdCBpbiBwc3ljaG90aWMgZXhwZXJpZW5jZXMsIGFuZCB0aGUgaW1tZWRpYXRlIHBlcmNlcHR1YWwgaGlzdG9yeSBvZiBzZWVpbmcgb3RoZXJz4oCZIGZhY2lhbCBleHByZXNzaW9ucywgaW5kaXZpZHVhbHMgd2l0aCBoaWdoIHNjaGl6b3R5cGFsIHRyYWl0cyBtYXkgZXhoaWJpdCBhIGhlaWdodGVuZWQgdGVuZGVuY3kgdG8gYW50aWNpcGF0ZSBhbmdlci4gVG8gdGVzdCB0aGlzLCB3ZSB1c2VkIGluc2lnaHRzIGZyb20gUmVwcmVzZW50YXRpb25hbCBNb21lbnR1bSAoUk0pLCBhIHBlcmNlcHR1YWwgcGhlbm9tZW5vbiBpbiB3aGljaCB0aGUgZW5kcG9pbnQgb2YgYSBkeW5hbWljIGV2ZW50IGlzIHN5c3RlbWF0aWNhbGx5IGRpc3BsYWNlZCBmb3J3YXJkLCBpbnRvIHRoZSBpbW1lZGlhdGUgZnV0dXJlLiBBbmdyeS10by1hbWJpZ3VvdXMgYW5kIGhhcHB5LXRvLWFtYmlndW91cyBhdmF0YXIgZmFjZXMgd2VyZSBwcmVzZW50ZWQsIGVhY2ggZm9sbG93ZWQgYnkgYSBwcm9iZSB3aXRoIHRoZSBzYW1lIChhbWJpZ3VvdXMpIGV4cHJlc3Npb24gYXMgdGhlIGVuZHBvaW50LCBvciBvbmUgc2xpZ2h0bHkgY2hhbmdlZCB0byBleHByZXNzIGdyZWF0ZXIgaGFwcGluZXNzL2FuZ2VyLiBQYXJ0aWNpcGFudHMganVkZ2VkIGlmIHRoZSBwcm9iZSB3YXMg4oCcZXF1YWzigJ0gdG8gdGhlIGVuZHBvaW50IGFuZCByYXRlZCBob3cgY29uZmlkZW50IHRoZXkgd2VyZS4gVGhlIHNhbXBsZSB3YXMgZGl2aWRlZCBpbnRvIGhpZ2ggKE4gPSA0NikgYW5kIGxvdyAoTiA9IDQ5KSBzY2hpem90eXBhbCB0cmFpdHMgdXNpbmcgdGhlIFNjaGl6b3R5cGFsIFBlcnNvbmFsaXR5IFF1ZXN0aW9ubmFpcmUgKFNQUSkuIEZpcnN0LCBhIGZvcndhcmQgYmlhcyB3YXMgZm91bmQgaW4gaGFwcHktdG8tYW1iaWd1b3VzIGZhY2VzLCBzdWdnZXN0aW5nIGVtb3Rpb25hbCBhbnRpY2lwYXRpb24gc29sZWx5IGZvciBkeW5hbWljIGZhY2VzIGNoYW5naW5nIHRvd2FyZHMgYSBwb3RlbnRpYWwgdGhyZWF0IChhbmdlcikuIFRoaXMgbWF5IHJlZmxlY3QgYW4gYWRhcHRhdGl2ZSBtZWNoYW5pc20sIGFzIGl0IGlzIHNhZmVyIHRvIGFudGljaXBhdGUgYW55IGhvc3RpbGl0eSBmcm9tIGEgY29uc3BlY2lmaWMgdGhhbiB0aGUgb3Bwb3NpdGUuIFNlY29uZCwgY29udHJhcnkgdG8gb3VyIGh5cG90aGVzaXMsIGhpZ2ggc2NoaXpvdHlwYWwgdHJhaXRzIGRpZCBub3QgaGVpZ2h0ZW4gUk0gZm9yIGhhcHB5LXRvLWFtYmlndW91cyBmYWNlcywgbm9yIGRpZCB0aGV5IGxlYWQgdG8gb3ZlcmNvbmZpZGVuY2UgaW4gYmlhc2VkIGp1ZGdlbWVudHMuIFRoaXMgbWF5IHN1Z2dlc3QgYSB0eXBpY2FsIHBhdHRlcm4gb2YgZW1vdGlvbmFsIGFudGljaXBhdGlvbiBpbiBub24tY2xpbmljYWwgc2NoaXpvdHlweSwgYnV0IGNhdXRpb24gaXMgbmVlZGVkIGR1ZSB0byB0aGUgdXNlIG9mIHNlbGYtcmVwb3J0IHF1ZXN0aW9ubmFpcmVzLCB1bml2ZXJzaXR5IHN0dWRlbnRzLCBhbmQgYSBtb2Rlc3Qgc2FtcGxlIHNpemUuIEZ1dHVyZSBzdHVkaWVzIHNob3VsZCBhbHNvIGludmVzdGlnYXRlIGlmIHRoZSBzYW1lIGhvbGRzIGZvciBjbGluaWNhbCBtYW5pZmVzdGF0aW9ucyBvZiBzY2hpem9waHJlbmlhLiIsInB1Ymxpc2hlciI6IlNBR0UgUHVibGljYXRpb25zIEx0ZCIsImlzc3VlIjoiNiIsInZvbHVtZSI6Ijc4IiwiY29udGFpbmVyLXRpdGxlLXNob3J0IjoiIn0sImlzVGVtcG9yYXJ5IjpmYWxzZX1dfQ=="/>
          <w:id w:val="-169717598"/>
          <w:placeholder>
            <w:docPart w:val="DefaultPlaceholder_-1854013440"/>
          </w:placeholder>
        </w:sdtPr>
        <w:sdtEndPr/>
        <w:sdtContent>
          <w:r w:rsidR="00793676" w:rsidRPr="004E7EB0">
            <w:rPr>
              <w:sz w:val="20"/>
            </w:rPr>
            <w:t>[1</w:t>
          </w:r>
          <w:r w:rsidR="00B838A1" w:rsidRPr="004E7EB0">
            <w:rPr>
              <w:sz w:val="20"/>
            </w:rPr>
            <w:t>][</w:t>
          </w:r>
          <w:r w:rsidR="00793676" w:rsidRPr="004E7EB0">
            <w:rPr>
              <w:sz w:val="20"/>
            </w:rPr>
            <w:t>3]</w:t>
          </w:r>
        </w:sdtContent>
      </w:sdt>
      <w:r w:rsidRPr="004E7EB0">
        <w:rPr>
          <w:sz w:val="20"/>
        </w:rPr>
        <w:t>.</w:t>
      </w:r>
    </w:p>
    <w:p w14:paraId="49D6FBD1" w14:textId="37E06EC8" w:rsidR="00725861" w:rsidRPr="004E7EB0" w:rsidRDefault="001F0922" w:rsidP="004A5480">
      <w:pPr>
        <w:pStyle w:val="Heading1"/>
      </w:pPr>
      <w:r w:rsidRPr="004E7EB0">
        <w:t>Method</w:t>
      </w:r>
    </w:p>
    <w:p w14:paraId="594980A3" w14:textId="22C0D5F2" w:rsidR="004F375D" w:rsidRPr="004E7EB0" w:rsidRDefault="00AC6910" w:rsidP="004A5480">
      <w:pPr>
        <w:ind w:firstLine="284"/>
        <w:jc w:val="both"/>
        <w:rPr>
          <w:sz w:val="20"/>
        </w:rPr>
      </w:pPr>
      <w:r w:rsidRPr="004E7EB0">
        <w:rPr>
          <w:sz w:val="20"/>
        </w:rPr>
        <w:t xml:space="preserve">The process of solving the item under study involves using the Kaggle search dataset, running a classifier model that includes the training and testing models EfficietNetB0 and EfficientNetB1, and finally, the most crucial report and analysis of the experiment. </w:t>
      </w:r>
      <w:r w:rsidR="004F375D" w:rsidRPr="004E7EB0">
        <w:rPr>
          <w:sz w:val="20"/>
        </w:rPr>
        <w:t xml:space="preserve">This section describes the methods used in this research to develop and evaluate image-based emotion face detection models. This research can follow the systematic workflow depicted in </w:t>
      </w:r>
      <w:r w:rsidR="004F375D" w:rsidRPr="004E7EB0">
        <w:rPr>
          <w:b/>
          <w:bCs/>
          <w:sz w:val="20"/>
        </w:rPr>
        <w:t>FIGURE 1</w:t>
      </w:r>
      <w:r w:rsidR="004F375D" w:rsidRPr="004E7EB0">
        <w:rPr>
          <w:sz w:val="20"/>
        </w:rPr>
        <w:t>. Each stage is designed to contribute to the overall goal of the research, which is to compare the performance of Deep Learning models for facial emotion detection.</w:t>
      </w:r>
    </w:p>
    <w:p w14:paraId="5656BDF5" w14:textId="4B5842D9" w:rsidR="00066763" w:rsidRPr="004E7EB0" w:rsidRDefault="00066763" w:rsidP="004A5480">
      <w:pPr>
        <w:jc w:val="both"/>
        <w:rPr>
          <w:sz w:val="20"/>
        </w:rPr>
      </w:pPr>
    </w:p>
    <w:p w14:paraId="7DA0CF28" w14:textId="77777777" w:rsidR="00725861" w:rsidRPr="004E7EB0" w:rsidRDefault="00725861" w:rsidP="004A5480">
      <w:pPr>
        <w:pStyle w:val="Paragraph"/>
        <w:rPr>
          <w:i/>
          <w:i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8"/>
        <w:gridCol w:w="222"/>
      </w:tblGrid>
      <w:tr w:rsidR="004E7EB0" w:rsidRPr="004E7EB0" w14:paraId="30301867" w14:textId="77777777" w:rsidTr="004F375D">
        <w:trPr>
          <w:trHeight w:val="3456"/>
        </w:trPr>
        <w:tc>
          <w:tcPr>
            <w:tcW w:w="9138" w:type="dxa"/>
          </w:tcPr>
          <w:p w14:paraId="1D383927" w14:textId="57B707CB" w:rsidR="00725861" w:rsidRPr="004E7EB0" w:rsidRDefault="00066763" w:rsidP="004A5480">
            <w:pPr>
              <w:pStyle w:val="Paragraph"/>
              <w:ind w:firstLine="0"/>
            </w:pPr>
            <w:r w:rsidRPr="004E7EB0">
              <w:rPr>
                <w:noProof/>
              </w:rPr>
              <w:lastRenderedPageBreak/>
              <w:drawing>
                <wp:inline distT="0" distB="0" distL="0" distR="0" wp14:anchorId="23B2DB60" wp14:editId="7A23715E">
                  <wp:extent cx="5591246" cy="1671851"/>
                  <wp:effectExtent l="0" t="0" r="0" b="5080"/>
                  <wp:docPr id="1422016792" name="Picture 5" descr="A diagram of a flow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2016792" name="Picture 5" descr="A diagram of a flowchart&#10;&#10;AI-generated content may be incorrect."/>
                          <pic:cNvPicPr/>
                        </pic:nvPicPr>
                        <pic:blipFill>
                          <a:blip r:embed="rId10">
                            <a:extLst>
                              <a:ext uri="{28A0092B-C50C-407E-A947-70E740481C1C}">
                                <a14:useLocalDpi xmlns:a14="http://schemas.microsoft.com/office/drawing/2010/main" val="0"/>
                              </a:ext>
                            </a:extLst>
                          </a:blip>
                          <a:stretch>
                            <a:fillRect/>
                          </a:stretch>
                        </pic:blipFill>
                        <pic:spPr>
                          <a:xfrm>
                            <a:off x="0" y="0"/>
                            <a:ext cx="5623977" cy="1681638"/>
                          </a:xfrm>
                          <a:prstGeom prst="rect">
                            <a:avLst/>
                          </a:prstGeom>
                        </pic:spPr>
                      </pic:pic>
                    </a:graphicData>
                  </a:graphic>
                </wp:inline>
              </w:drawing>
            </w:r>
          </w:p>
        </w:tc>
        <w:tc>
          <w:tcPr>
            <w:tcW w:w="222" w:type="dxa"/>
          </w:tcPr>
          <w:p w14:paraId="10F55E52" w14:textId="6F0784A5" w:rsidR="00725861" w:rsidRPr="004E7EB0" w:rsidRDefault="00725861" w:rsidP="004A5480">
            <w:pPr>
              <w:pStyle w:val="Paragraph"/>
              <w:ind w:firstLine="0"/>
            </w:pPr>
          </w:p>
        </w:tc>
      </w:tr>
    </w:tbl>
    <w:p w14:paraId="4427E064" w14:textId="1210AA72" w:rsidR="004F375D" w:rsidRPr="004E7EB0" w:rsidRDefault="004F375D" w:rsidP="004A5480">
      <w:pPr>
        <w:pStyle w:val="Paragraph"/>
        <w:jc w:val="center"/>
        <w:rPr>
          <w:sz w:val="18"/>
          <w:szCs w:val="18"/>
        </w:rPr>
      </w:pPr>
      <w:r w:rsidRPr="004E7EB0">
        <w:rPr>
          <w:b/>
          <w:sz w:val="18"/>
          <w:szCs w:val="18"/>
        </w:rPr>
        <w:t>FIGURE 1</w:t>
      </w:r>
      <w:r w:rsidRPr="004E7EB0">
        <w:rPr>
          <w:sz w:val="18"/>
          <w:szCs w:val="18"/>
        </w:rPr>
        <w:t>. Classifier Training Diagram Process</w:t>
      </w:r>
    </w:p>
    <w:p w14:paraId="0D58763C" w14:textId="77777777" w:rsidR="00B90CD3" w:rsidRPr="004E7EB0" w:rsidRDefault="00B90CD3" w:rsidP="004A5480">
      <w:pPr>
        <w:pStyle w:val="Paragraph"/>
        <w:jc w:val="center"/>
      </w:pPr>
    </w:p>
    <w:p w14:paraId="5391D450" w14:textId="77777777" w:rsidR="004F375D" w:rsidRPr="004E7EB0" w:rsidRDefault="004F375D" w:rsidP="004A5480">
      <w:pPr>
        <w:pStyle w:val="Paragraph"/>
        <w:jc w:val="center"/>
      </w:pPr>
    </w:p>
    <w:p w14:paraId="6B260982" w14:textId="77777777" w:rsidR="004F375D" w:rsidRPr="004E7EB0" w:rsidRDefault="004F375D" w:rsidP="004A5480">
      <w:pPr>
        <w:pStyle w:val="Paragraph"/>
        <w:jc w:val="center"/>
      </w:pPr>
    </w:p>
    <w:p w14:paraId="782A9C3A" w14:textId="09470E25" w:rsidR="004F375D" w:rsidRPr="004E7EB0" w:rsidRDefault="00C91E23" w:rsidP="004A5480">
      <w:pPr>
        <w:spacing w:after="200"/>
        <w:jc w:val="center"/>
        <w:rPr>
          <w:b/>
          <w:bCs/>
          <w:szCs w:val="24"/>
        </w:rPr>
      </w:pPr>
      <w:r w:rsidRPr="004E7EB0">
        <w:rPr>
          <w:b/>
          <w:bCs/>
          <w:szCs w:val="24"/>
        </w:rPr>
        <w:t>Dataset Exploration and Acquisition from Kaggle</w:t>
      </w:r>
    </w:p>
    <w:p w14:paraId="15B845E6" w14:textId="77777777" w:rsidR="004F375D" w:rsidRPr="004E7EB0" w:rsidRDefault="004F375D" w:rsidP="004A5480">
      <w:pPr>
        <w:pStyle w:val="ListParagraph"/>
        <w:jc w:val="both"/>
        <w:rPr>
          <w:sz w:val="20"/>
        </w:rPr>
      </w:pPr>
    </w:p>
    <w:p w14:paraId="0FDE48D2" w14:textId="661773A9" w:rsidR="004F375D" w:rsidRPr="004E7EB0" w:rsidRDefault="004F375D" w:rsidP="004A5480">
      <w:pPr>
        <w:pStyle w:val="ListParagraph"/>
        <w:ind w:left="0" w:firstLine="273"/>
        <w:jc w:val="both"/>
        <w:rPr>
          <w:sz w:val="20"/>
        </w:rPr>
      </w:pPr>
      <w:r w:rsidRPr="004E7EB0">
        <w:rPr>
          <w:sz w:val="20"/>
        </w:rPr>
        <w:t>In this research there is a theme of emotion face detection, which means collecting face images such as the FER-2013 dataset where the dataset is searched in kaggle, which has been labeled with emotions (for example angry, disgust, fear, happy, neutral, sad, and surprise). The success of deep learning models is highly dependent on the quality of the data used in this step.</w:t>
      </w:r>
    </w:p>
    <w:p w14:paraId="654B2A4F" w14:textId="77777777" w:rsidR="00A25581" w:rsidRPr="004E7EB0" w:rsidRDefault="00A25581" w:rsidP="004A5480">
      <w:pPr>
        <w:pStyle w:val="ListParagraph"/>
        <w:ind w:firstLine="720"/>
        <w:jc w:val="both"/>
        <w:rPr>
          <w:sz w:val="20"/>
        </w:rPr>
      </w:pPr>
    </w:p>
    <w:p w14:paraId="5D9C6898" w14:textId="2D4E5EDA" w:rsidR="004F375D" w:rsidRPr="004E7EB0" w:rsidRDefault="004F375D" w:rsidP="004A5480">
      <w:pPr>
        <w:pStyle w:val="ListParagraph"/>
        <w:spacing w:after="200"/>
        <w:jc w:val="center"/>
        <w:rPr>
          <w:b/>
          <w:bCs/>
          <w:szCs w:val="24"/>
        </w:rPr>
      </w:pPr>
      <w:r w:rsidRPr="004E7EB0">
        <w:rPr>
          <w:b/>
          <w:bCs/>
          <w:szCs w:val="24"/>
        </w:rPr>
        <w:t xml:space="preserve">Performing </w:t>
      </w:r>
      <w:r w:rsidR="004E7EB0" w:rsidRPr="004E7EB0">
        <w:rPr>
          <w:b/>
          <w:bCs/>
          <w:szCs w:val="24"/>
        </w:rPr>
        <w:t xml:space="preserve">Classifier </w:t>
      </w:r>
      <w:r w:rsidRPr="004E7EB0">
        <w:rPr>
          <w:b/>
          <w:bCs/>
          <w:szCs w:val="24"/>
        </w:rPr>
        <w:t>Training</w:t>
      </w:r>
    </w:p>
    <w:p w14:paraId="546573EC" w14:textId="77777777" w:rsidR="004F375D" w:rsidRPr="004E7EB0" w:rsidRDefault="004F375D" w:rsidP="004A5480">
      <w:pPr>
        <w:pStyle w:val="ListParagraph"/>
        <w:jc w:val="both"/>
        <w:rPr>
          <w:sz w:val="20"/>
        </w:rPr>
      </w:pPr>
    </w:p>
    <w:p w14:paraId="531D035E" w14:textId="69516E77" w:rsidR="004F375D" w:rsidRPr="004E7EB0" w:rsidRDefault="004F375D" w:rsidP="004A5480">
      <w:pPr>
        <w:pStyle w:val="ListParagraph"/>
        <w:ind w:left="0" w:firstLine="273"/>
        <w:jc w:val="both"/>
        <w:rPr>
          <w:sz w:val="20"/>
        </w:rPr>
      </w:pPr>
      <w:r w:rsidRPr="004E7EB0">
        <w:rPr>
          <w:sz w:val="20"/>
        </w:rPr>
        <w:t>After finding the dataset, this step is to train the classifier with several preparations such as data pre-processing, and data splitting. Data pre-processing involves a series of operations such as adjusting the size of all images to the dimensions required by the model architecture (such as 224 x 224 pixels for the EfficientNet model</w:t>
      </w:r>
      <w:r w:rsidR="00123D64" w:rsidRPr="004E7EB0">
        <w:rPr>
          <w:sz w:val="20"/>
        </w:rPr>
        <w:t xml:space="preserve"> by using the bilinear interpolation method</w:t>
      </w:r>
      <w:r w:rsidRPr="004E7EB0">
        <w:rPr>
          <w:sz w:val="20"/>
        </w:rPr>
        <w:t>). In addition, pixel value normalization is performed to aid the model convergence process. Data augmentation techniques, such as rotation, or brightness change can also be applied to the training data to increase the diversity of the dataset, which significantly helps reduce overfitting and improve the generalization ability of the model.</w:t>
      </w:r>
    </w:p>
    <w:p w14:paraId="1B1716CD" w14:textId="77777777" w:rsidR="004F375D" w:rsidRPr="004E7EB0" w:rsidRDefault="004F375D" w:rsidP="004A5480">
      <w:pPr>
        <w:pStyle w:val="ListParagraph"/>
        <w:ind w:left="142" w:firstLine="720"/>
        <w:jc w:val="both"/>
        <w:rPr>
          <w:sz w:val="20"/>
        </w:rPr>
      </w:pPr>
    </w:p>
    <w:p w14:paraId="5FD26E4B" w14:textId="0F332844" w:rsidR="004F375D" w:rsidRPr="004E7EB0" w:rsidRDefault="004F375D" w:rsidP="004A5480">
      <w:pPr>
        <w:pStyle w:val="ListParagraph"/>
        <w:ind w:left="0" w:firstLine="273"/>
        <w:jc w:val="both"/>
        <w:rPr>
          <w:sz w:val="20"/>
        </w:rPr>
      </w:pPr>
      <w:r w:rsidRPr="004E7EB0">
        <w:rPr>
          <w:sz w:val="20"/>
        </w:rPr>
        <w:t xml:space="preserve">For data splitting, after the dataset has been pre-processed, the dataset is divided into 3 different </w:t>
      </w:r>
      <w:r w:rsidR="00C91E23" w:rsidRPr="004E7EB0">
        <w:rPr>
          <w:sz w:val="20"/>
        </w:rPr>
        <w:t>data</w:t>
      </w:r>
      <w:r w:rsidRPr="004E7EB0">
        <w:rPr>
          <w:sz w:val="20"/>
        </w:rPr>
        <w:t>, namely: training data, validation data, and testing data. The training data is used exclusively to train the mode, allowing the algorithm to learn patterns and relationships in the data. Validation data is used during the training process to monitor the performance of the model on unseen data, assisting in the adjustment of hyperparameters. (e.g. learning rate or number of epochs) and provide an early indication of overfitting. Test data is a subnet that is only used after training is complete to objectively evaluate the final performance of the model and provide an unnormalized estimate of how well the model can perform on new data that has never been seen before.</w:t>
      </w:r>
    </w:p>
    <w:p w14:paraId="26DE1973" w14:textId="77777777" w:rsidR="004F375D" w:rsidRPr="004E7EB0" w:rsidRDefault="004F375D" w:rsidP="004A5480">
      <w:pPr>
        <w:pStyle w:val="ListParagraph"/>
        <w:ind w:firstLine="720"/>
        <w:jc w:val="both"/>
        <w:rPr>
          <w:sz w:val="20"/>
        </w:rPr>
      </w:pPr>
    </w:p>
    <w:p w14:paraId="31832154" w14:textId="7719D25A" w:rsidR="004F375D" w:rsidRPr="004E7EB0" w:rsidRDefault="004F375D" w:rsidP="004A5480">
      <w:pPr>
        <w:pStyle w:val="ListParagraph"/>
        <w:spacing w:after="200"/>
        <w:jc w:val="center"/>
        <w:rPr>
          <w:b/>
          <w:bCs/>
          <w:sz w:val="32"/>
          <w:szCs w:val="32"/>
        </w:rPr>
      </w:pPr>
      <w:r w:rsidRPr="004E7EB0">
        <w:rPr>
          <w:b/>
          <w:bCs/>
          <w:szCs w:val="24"/>
        </w:rPr>
        <w:t>Training Model EfficietNet</w:t>
      </w:r>
    </w:p>
    <w:p w14:paraId="0EA2511C" w14:textId="77777777" w:rsidR="004F375D" w:rsidRPr="004E7EB0" w:rsidRDefault="004F375D" w:rsidP="004A5480">
      <w:pPr>
        <w:ind w:firstLine="284"/>
        <w:jc w:val="both"/>
        <w:rPr>
          <w:sz w:val="20"/>
        </w:rPr>
      </w:pPr>
      <w:r w:rsidRPr="004E7EB0">
        <w:rPr>
          <w:sz w:val="20"/>
        </w:rPr>
        <w:t>This stage focuses on designing the neural network architecture that will be used for the emotion detection task. In this research, two model variants of the EfficientNet family are EfficientNetB0 and EfficientnetB1. EfficientNetB0 was chosen as the lightweight and computationally efficient base model, while EfficientNetB1 as a slightly larger version, is expected to have a higher representation capacity and potentially better accuracy. The modeling also involved customizing the output layer to match the number of emotion classes to be detected such as 7 classes for the FER-2013 dataset.</w:t>
      </w:r>
    </w:p>
    <w:p w14:paraId="66AD29A9" w14:textId="77777777" w:rsidR="000938EF" w:rsidRPr="004E7EB0" w:rsidRDefault="000938EF" w:rsidP="004A5480">
      <w:pPr>
        <w:ind w:firstLine="630"/>
        <w:jc w:val="both"/>
        <w:rPr>
          <w:sz w:val="20"/>
        </w:rPr>
      </w:pPr>
    </w:p>
    <w:p w14:paraId="040E5E7E" w14:textId="77777777" w:rsidR="004F375D" w:rsidRPr="004E7EB0" w:rsidRDefault="004F375D" w:rsidP="004A5480">
      <w:pPr>
        <w:ind w:firstLine="284"/>
        <w:jc w:val="both"/>
        <w:rPr>
          <w:sz w:val="20"/>
        </w:rPr>
      </w:pPr>
      <w:r w:rsidRPr="004E7EB0">
        <w:rPr>
          <w:sz w:val="20"/>
        </w:rPr>
        <w:lastRenderedPageBreak/>
        <w:t>With the model created and the data ready, the training process begins. In the model training stage, the EfficientNetB0 and EfficientNetB1 models alternately represent the training data and the validation data adjust their internal weights to minimize a loss function (such as categorical cross-entropy) that measures the prediction error. This process is carried out through an optimizer (Adam or SGD) that uses backpropagation techniques. Monitoring performance on the validation data during training is essential to detect overfitting and decide when to stop the training process (such as using early stopping).</w:t>
      </w:r>
    </w:p>
    <w:p w14:paraId="364BA78B" w14:textId="77777777" w:rsidR="004F375D" w:rsidRPr="004E7EB0" w:rsidRDefault="004F375D" w:rsidP="004A5480">
      <w:pPr>
        <w:pStyle w:val="ListParagraph"/>
        <w:ind w:left="1440"/>
        <w:jc w:val="both"/>
        <w:rPr>
          <w:sz w:val="20"/>
        </w:rPr>
      </w:pPr>
    </w:p>
    <w:p w14:paraId="0F6759F0" w14:textId="77777777" w:rsidR="004F375D" w:rsidRPr="004E7EB0" w:rsidRDefault="004F375D" w:rsidP="004A5480">
      <w:pPr>
        <w:pStyle w:val="ListParagraph"/>
        <w:spacing w:after="200"/>
        <w:jc w:val="center"/>
        <w:rPr>
          <w:b/>
          <w:bCs/>
          <w:szCs w:val="24"/>
        </w:rPr>
      </w:pPr>
      <w:r w:rsidRPr="004E7EB0">
        <w:rPr>
          <w:b/>
          <w:bCs/>
          <w:szCs w:val="24"/>
        </w:rPr>
        <w:t>Model Testing EfficientNet</w:t>
      </w:r>
    </w:p>
    <w:p w14:paraId="0AF208E2" w14:textId="77777777" w:rsidR="004F375D" w:rsidRPr="004E7EB0" w:rsidRDefault="004F375D" w:rsidP="004A5480">
      <w:pPr>
        <w:pStyle w:val="ListParagraph"/>
        <w:ind w:left="0"/>
        <w:jc w:val="both"/>
        <w:rPr>
          <w:sz w:val="20"/>
        </w:rPr>
      </w:pPr>
    </w:p>
    <w:p w14:paraId="21F35583" w14:textId="2D2B9920" w:rsidR="005A58DA" w:rsidRPr="004E7EB0" w:rsidRDefault="004F375D" w:rsidP="004A5480">
      <w:pPr>
        <w:pStyle w:val="ListParagraph"/>
        <w:ind w:left="0" w:firstLine="284"/>
        <w:jc w:val="both"/>
        <w:rPr>
          <w:sz w:val="20"/>
        </w:rPr>
      </w:pPr>
      <w:r w:rsidRPr="004E7EB0">
        <w:rPr>
          <w:sz w:val="20"/>
        </w:rPr>
        <w:t>Once the model has been trained and the hyperparameters tuned using validation data, the final performance of the model is measured independently using test data. This stage is crucial to obtain an unbiased evaluation of how well the model can generalize its knowledge to entirely new data. Standard performance metrics such as accuracy, precision, recall, F1-score and confusion matrix are calculated to provide a comprehensive picture of the model's performance on each emotion class.</w:t>
      </w:r>
      <w:r w:rsidRPr="004E7EB0">
        <w:rPr>
          <w:sz w:val="20"/>
        </w:rPr>
        <w:tab/>
        <w:t>This stage was tested for 20 epochs for training data and validation data.</w:t>
      </w:r>
    </w:p>
    <w:p w14:paraId="2541ABE7" w14:textId="77777777" w:rsidR="004F375D" w:rsidRPr="004E7EB0" w:rsidRDefault="004F375D" w:rsidP="004A5480">
      <w:pPr>
        <w:pStyle w:val="ListParagraph"/>
        <w:ind w:left="1440"/>
        <w:jc w:val="both"/>
        <w:rPr>
          <w:sz w:val="20"/>
        </w:rPr>
      </w:pPr>
    </w:p>
    <w:p w14:paraId="636C92DC" w14:textId="4A57E88F" w:rsidR="004F375D" w:rsidRPr="004E7EB0" w:rsidRDefault="004F375D" w:rsidP="004A5480">
      <w:pPr>
        <w:pStyle w:val="ListParagraph"/>
        <w:spacing w:after="200"/>
        <w:jc w:val="center"/>
        <w:rPr>
          <w:b/>
          <w:bCs/>
          <w:sz w:val="32"/>
          <w:szCs w:val="32"/>
        </w:rPr>
      </w:pPr>
      <w:r w:rsidRPr="004E7EB0">
        <w:rPr>
          <w:b/>
          <w:bCs/>
          <w:szCs w:val="24"/>
        </w:rPr>
        <w:t xml:space="preserve">Evaluation </w:t>
      </w:r>
      <w:r w:rsidR="004E7EB0">
        <w:rPr>
          <w:b/>
          <w:bCs/>
          <w:szCs w:val="24"/>
        </w:rPr>
        <w:t>R</w:t>
      </w:r>
      <w:r w:rsidRPr="004E7EB0">
        <w:rPr>
          <w:b/>
          <w:bCs/>
          <w:szCs w:val="24"/>
        </w:rPr>
        <w:t xml:space="preserve">esults of </w:t>
      </w:r>
      <w:r w:rsidR="004E7EB0">
        <w:rPr>
          <w:b/>
          <w:bCs/>
          <w:szCs w:val="24"/>
        </w:rPr>
        <w:t>T</w:t>
      </w:r>
      <w:r w:rsidRPr="004E7EB0">
        <w:rPr>
          <w:b/>
          <w:bCs/>
          <w:szCs w:val="24"/>
        </w:rPr>
        <w:t xml:space="preserve">he EfficientNet </w:t>
      </w:r>
      <w:r w:rsidR="004E7EB0">
        <w:rPr>
          <w:b/>
          <w:bCs/>
          <w:szCs w:val="24"/>
        </w:rPr>
        <w:t>M</w:t>
      </w:r>
      <w:r w:rsidRPr="004E7EB0">
        <w:rPr>
          <w:b/>
          <w:bCs/>
          <w:szCs w:val="24"/>
        </w:rPr>
        <w:t>odel</w:t>
      </w:r>
    </w:p>
    <w:p w14:paraId="574AFFE0" w14:textId="77777777" w:rsidR="004F375D" w:rsidRPr="004E7EB0" w:rsidRDefault="004F375D" w:rsidP="004A5480">
      <w:pPr>
        <w:pStyle w:val="ListParagraph"/>
        <w:jc w:val="center"/>
        <w:rPr>
          <w:szCs w:val="24"/>
        </w:rPr>
      </w:pPr>
    </w:p>
    <w:p w14:paraId="73471B2C" w14:textId="77777777" w:rsidR="004F375D" w:rsidRPr="004E7EB0" w:rsidRDefault="004F375D" w:rsidP="004A5480">
      <w:pPr>
        <w:pStyle w:val="ListParagraph"/>
        <w:ind w:left="0" w:firstLine="273"/>
        <w:jc w:val="both"/>
      </w:pPr>
      <w:r w:rsidRPr="004E7EB0">
        <w:rPr>
          <w:sz w:val="20"/>
        </w:rPr>
        <w:t>The final stage involves a deep analysis of the results obtained from model testing. A performance comparison between EfficientNetB0 and EfficientNetB1 is performed based on the calculated evaluation metrics. In addition to accuracy, computational efficiency such as the number of parameters or inference time of both models is also considered. This stage concludes which model is best suited for emotion detection on the FER-2013 dataset, taking into account the balance between accuracy and efficiency, as well as identifying the potential advantages and disadvantages of each architecture</w:t>
      </w:r>
      <w:r w:rsidRPr="004E7EB0">
        <w:t>.</w:t>
      </w:r>
    </w:p>
    <w:p w14:paraId="09772E03" w14:textId="77777777" w:rsidR="00692703" w:rsidRPr="004E7EB0" w:rsidRDefault="00692703" w:rsidP="004A5480">
      <w:pPr>
        <w:pStyle w:val="ListParagraph"/>
        <w:ind w:left="0" w:firstLine="810"/>
        <w:jc w:val="both"/>
      </w:pPr>
    </w:p>
    <w:p w14:paraId="205E551E" w14:textId="7C9E3C69" w:rsidR="00692703" w:rsidRPr="004E7EB0" w:rsidRDefault="00692703" w:rsidP="004A5480">
      <w:pPr>
        <w:pStyle w:val="ListParagraph"/>
        <w:ind w:left="0" w:firstLine="284"/>
        <w:jc w:val="both"/>
        <w:rPr>
          <w:sz w:val="20"/>
        </w:rPr>
      </w:pPr>
      <w:r w:rsidRPr="004E7EB0">
        <w:rPr>
          <w:sz w:val="20"/>
        </w:rPr>
        <w:t>Although the main focus of the paper is on performance comparisons of technical models, it is prudent to introduce a brief sub-section or paragraph discussing conceptual application scenarios or hypothetical case studies where emotion recognition capabilities can be implemented in the context of sustainable energy. To illustrate, AI-based emotion recognition systems have the potential to detect indicators of stress or fatigue in operational personnel at renewable power generation facilities (e.g., solar or wind), enabling proactive intervention for fault mitigation and improved operational integrity, fundamentally contributing to the reliability of energy infrastructure. Similarly, analysis of user emotions in intelligent building environments can inform optimization of thermal or illumination settings, resulting in substantial energy efficiency</w:t>
      </w:r>
      <w:r w:rsidR="00984052" w:rsidRPr="004E7EB0">
        <w:rPr>
          <w:sz w:val="20"/>
        </w:rPr>
        <w:t xml:space="preserve"> </w:t>
      </w:r>
      <w:sdt>
        <w:sdtPr>
          <w:rPr>
            <w:sz w:val="20"/>
          </w:rPr>
          <w:tag w:val="MENDELEY_CITATION_v3_eyJjaXRhdGlvbklEIjoiTUVOREVMRVlfQ0lUQVRJT05fMGU1YzE4OTAtMzBjYy00MjM1LThkZDctNTQwMDVlNDcwYzA1IiwicHJvcGVydGllcyI6eyJub3RlSW5kZXgiOjB9LCJpc0VkaXRlZCI6ZmFsc2UsIm1hbnVhbE92ZXJyaWRlIjp7ImlzTWFudWFsbHlPdmVycmlkZGVuIjpmYWxzZSwiY2l0ZXByb2NUZXh0IjoiWzRdIiwibWFudWFsT3ZlcnJpZGVUZXh0IjoiIn0sImNpdGF0aW9uSXRlbXMiOlt7ImlkIjoiYmZkYTdjN2EtMzJmOS0zNDBkLWE0YjItMmVkNjYxNmUyNWJiIiwiaXRlbURhdGEiOnsidHlwZSI6ImFydGljbGUtam91cm5hbCIsImlkIjoiYmZkYTdjN2EtMzJmOS0zNDBkLWE0YjItMmVkNjYxNmUyNWJiIiwidGl0bGUiOiJBZHZhbmNlZCBNdWx0aS1UYXNrIExlYXJuaW5nIHdpdGggTGlnaHR3ZWlnaHQgTmV0d29ya3MgYW5kIE11bHRpLUhlYWQgQXR0ZW50aW9uIGZvciBFZmZpY2llbnQgRmFjaWFsIEF0dHJpYnV0ZSBFc3RpbWF0aW9uIiwiYXV0aG9yIjpbeyJmYW1pbHkiOiJSb2hhbmkiLCJnaXZlbiI6Ik0uIiwicGFyc2UtbmFtZXMiOmZhbHNlLCJkcm9wcGluZy1wYXJ0aWNsZSI6IiIsIm5vbi1kcm9wcGluZy1wYXJ0aWNsZSI6IiJ9LHsiZmFtaWx5IjoiRmFyc2kiLCJnaXZlbiI6IkguIiwicGFyc2UtbmFtZXMiOmZhbHNlLCJkcm9wcGluZy1wYXJ0aWNsZSI6IiIsIm5vbi1kcm9wcGluZy1wYXJ0aWNsZSI6IiJ9LHsiZmFtaWx5IjoiTW9oYW1hZHphZGVoIiwiZ2l2ZW4iOiJTLiIsInBhcnNlLW5hbWVzIjpmYWxzZSwiZHJvcHBpbmctcGFydGljbGUiOiIiLCJub24tZHJvcHBpbmctcGFydGljbGUiOiIifV0sImNvbnRhaW5lci10aXRsZSI6IkludGVybmF0aW9uYWwgSm91cm5hbCBvZiBFbmdpbmVlcmluZywgVHJhbnNhY3Rpb25zIEI6IEFwcGxpY2F0aW9ucyIsIkRPSSI6IjEwLjU4MjkvaWplLjIwMjUuMzguMTBhLjA1IiwiSVNTTiI6IjE3MjgxNDRYIiwiaXNzdWVkIjp7ImRhdGUtcGFydHMiOltbMjAyNSwxMCwxXV19LCJwYWdlIjoiMjI1OS0yMjcyIiwiYWJzdHJhY3QiOiJUaGUgcmFwaWQgYWR2YW5jZW1lbnQgb2YgY29tcHV0ZXIgdmlzaW9uIGFsZ29yaXRobXMgZGVtYW5kcyBlZmZpY2llbnQgY29tcHV0YXRpb25hbCByZXNvdXJjZSB1dGlsaXphdGlvbiBmb3IgcHJhY3RpY2FsIGFwcGxpY2F0aW9ucy4gVGhpcyBzdHVkeSBwcm9wb3NlcyBhIG5vdmVsIGZyYW1ld29yayB0aGF0IGludGVncmF0ZXMgbXVsdGktdGFzayBsZWFybmluZyAoTVRMKSB3aXRoIE1vYmlsZU5ldFYzLUxhcmdlIG5ldHdvcmtzIGFuZCBtdWx0aS1oZWFkIGF0dGVudGlvbiAoTUhBKSBtZWNoYW5pc21zIHRvIHNpbXVsdGFuZW91c2x5IGVzdGltYXRlIGZhY2lhbCBhdHRyaWJ1dGVzLCBpbmNsdWRpbmcgYWdlLCBnZW5kZXIsIHJhY2UsIGFuZCBlbW90aW9ucy4gQnkgZW1wbG95aW5nIE1IQSwgdGhlIG1vZGVsIGVuaGFuY2VzIGZlYXR1cmUgZXh0cmFjdGlvbiBhbmQgcmVwcmVzZW50YXRpb24gYnkgZm9jdXNpbmcgb24gbXVsdGlwbGUgcmVnaW9ucyBvZiB0aGUgaW5wdXQgaW1hZ2UsIHRoZXJlYnkgcmVkdWNpbmcgY29tcHV0YXRpb25hbCBjb21wbGV4aXR5IHdoaWxlIHNpZ25pZmljYW50bHkgaW1wcm92aW5nIGFjY3VyYWN5LiBUaGUgUmVjZXB0aXZlIEZpZWxkIEVuaGFuY2VkIE11bHRpLVRhc2sgQ2FzY2FkZWQgKFJGRU1UQykgdGVjaG5pcXVlIGlzIHV0aWxpemVkIGZvciBlZmZlY3RpdmUgcHJlcHJvY2Vzc2luZyBvZiB0aGUgaW5wdXQgZGF0YS4gT3VyIG1ldGhvZG9sb2d5IGlzIHJpZ29yb3VzbHkgZXZhbHVhdGVkIG9uIHRoZSBVVEtGYWNlLCBGYWlyRmFjZSwgYW5kIFJBRi1EQiBkYXRhc2V0cy4gV2UgaW50cm9kdWNlIGEgd2VpZ2h0ZWQgbG9zcyBmdW5jdGlvbiB0byBiYWxhbmNlIHRhc2sgY29udHJpYnV0aW9ucywgZW5oYW5jaW5nIG92ZXJhbGwgcGVyZm9ybWFuY2UuIFRocm91Z2ggcmVmaW5lbWVudCBvZiB0aGUgbmV0d29yayBhcmNoaXRlY3R1cmUgYnkgYW5hbHl6aW5nIGJyYW5jaGluZyBwb2ludHMgYW5kIG9wdGltaXppbmcgdGhlIGJhbGFuY2UgYmV0d2VlbiBzaGFyZWQgYW5kIHRhc2stc3BlY2lmaWMgbGF5ZXJzLCBvdXIgZXhwZXJpbWVudGFsIHJlc3VsdHMgZGVtb25zdHJhdGUgc2lnbmlmaWNhbnQgaW1wcm92ZW1lbnRzOiBhIDclIHJlZHVjdGlvbiBpbiBwYXJhbWV0ZXJzLCBhIDMlIGluY3JlYXNlIGluIGdlbmRlciBkZXRlY3Rpb24gYWNjdXJhY3ksIGEgNSUgaW1wcm92ZW1lbnQgaW4gcmFjZSBkZXRlY3Rpb24gYWNjdXJhY3ksIGFuZCBhIDYlIGVuaGFuY2VtZW50IGluIGVtb3Rpb24gZGV0ZWN0aW9uIGFjY3VyYWN5IGNvbXBhcmVkIHRvIHNpbmdsZS10YXNrIG1ldGhvZHMuIEFkZGl0aW9uYWxseSwgb3VyIHByb3Bvc2VkIGFyY2hpdGVjdHVyZSByZWR1Y2VzIGFnZSBlc3RpbWF0aW9uIGVycm9yIGJ5IGFwcHJveGltYXRlbHkgb25lIHllYXIgb24gdGhlIFVUS0ZhY2UgZGF0YXNldCBhbmQgaW1wcm92ZXMgYWdlIGVzdGltYXRpb24gYWNjdXJhY3kgb24gdGhlIEZhaXJGYWNlIGRhdGFzZXQgYnkgNSUgY29tcGFyZWQgdG8gc3RhdGUtb2YtdGhlLWFydCBhcHByb2FjaGVzLiIsInB1Ymxpc2hlciI6Ik1hdGVyaWFscyBhbmQgRW5lcmd5IFJlc2VhcmNoIENlbnRlciIsImlzc3VlIjoiMTAiLCJ2b2x1bWUiOiIzOCIsImNvbnRhaW5lci10aXRsZS1zaG9ydCI6IiJ9LCJpc1RlbXBvcmFyeSI6ZmFsc2V9XX0="/>
          <w:id w:val="-1875774032"/>
          <w:placeholder>
            <w:docPart w:val="DefaultPlaceholder_-1854013440"/>
          </w:placeholder>
        </w:sdtPr>
        <w:sdtEndPr/>
        <w:sdtContent>
          <w:r w:rsidR="00793676" w:rsidRPr="004E7EB0">
            <w:rPr>
              <w:sz w:val="20"/>
            </w:rPr>
            <w:t>[4]</w:t>
          </w:r>
        </w:sdtContent>
      </w:sdt>
      <w:r w:rsidRPr="004E7EB0">
        <w:rPr>
          <w:sz w:val="20"/>
        </w:rPr>
        <w:t>.</w:t>
      </w:r>
    </w:p>
    <w:p w14:paraId="3F785F71" w14:textId="77777777" w:rsidR="004F375D" w:rsidRPr="004E7EB0" w:rsidRDefault="004F375D" w:rsidP="004A5480">
      <w:pPr>
        <w:pStyle w:val="Paragraph"/>
        <w:ind w:firstLine="0"/>
      </w:pPr>
    </w:p>
    <w:p w14:paraId="4024EC21" w14:textId="14F837DE" w:rsidR="00155B67" w:rsidRPr="004E7EB0" w:rsidRDefault="003733CA" w:rsidP="004A5480">
      <w:pPr>
        <w:pStyle w:val="Heading1"/>
      </w:pPr>
      <w:r w:rsidRPr="004E7EB0">
        <w:t>RESULTS AND DISCUSSION</w:t>
      </w:r>
    </w:p>
    <w:p w14:paraId="4CD1A7D6" w14:textId="293F8C00" w:rsidR="00C91E23" w:rsidRPr="004E7EB0" w:rsidRDefault="00F81DA9" w:rsidP="004A5480">
      <w:pPr>
        <w:pStyle w:val="ListParagraph"/>
        <w:ind w:left="0" w:firstLine="284"/>
        <w:jc w:val="both"/>
        <w:rPr>
          <w:sz w:val="20"/>
        </w:rPr>
      </w:pPr>
      <w:r w:rsidRPr="004E7EB0">
        <w:rPr>
          <w:sz w:val="20"/>
        </w:rPr>
        <w:t>In this study, a comparison of the performance of EfficientNetB0 and EfficientNetB1 models for emotion detection on the FER-2013 dataset showed differences in emotion recognition ability and model efficiency</w:t>
      </w:r>
      <w:sdt>
        <w:sdtPr>
          <w:rPr>
            <w:sz w:val="20"/>
          </w:rPr>
          <w:tag w:val="MENDELEY_CITATION_v3_eyJjaXRhdGlvbklEIjoiTUVOREVMRVlfQ0lUQVRJT05fOTc4ODRmOTEtYjA3Zi00ZjBiLWIzMDYtNTFjMWFmOWMwY2FhIiwicHJvcGVydGllcyI6eyJub3RlSW5kZXgiOjB9LCJpc0VkaXRlZCI6ZmFsc2UsIm1hbnVhbE92ZXJyaWRlIjp7ImlzTWFudWFsbHlPdmVycmlkZGVuIjpmYWxzZSwiY2l0ZXByb2NUZXh0IjoiWzksIDEwXSIsIm1hbnVhbE92ZXJyaWRlVGV4dCI6IiJ9LCJjaXRhdGlvbkl0ZW1zIjpbeyJpZCI6ImJhYjg1YzM0LWQyNjQtMzcxNy05ODA3LWFiZDRlMzE0ZDE5NyIsIml0ZW1EYXRhIjp7InR5cGUiOiJhcnRpY2xlLWpvdXJuYWwiLCJpZCI6ImJhYjg1YzM0LWQyNjQtMzcxNy05ODA3LWFiZDRlMzE0ZDE5NyIsInRpdGxlIjoiVGhlIGRldmVsb3BtZW50IG9mIHNwZWNpZmljIGVtb3Rpb24gY29tcHJlaGVuc2lvbiBjb21wb25lbnRzIGluIDEyODUgcHJlc2Nob29sIGNoaWxkcmVuIiwiYXV0aG9yIjpbeyJmYW1pbHkiOiJSaWNoYXJkIiwiZ2l2ZW4iOiJTeWx2aWUiLCJwYXJzZS1uYW1lcyI6ZmFsc2UsImRyb3BwaW5nLXBhcnRpY2xlIjoiIiwibm9uLWRyb3BwaW5nLXBhcnRpY2xlIjoiIn0seyJmYW1pbHkiOiJDYXZhZGluaSIsImdpdmVuIjoiVGhhbGlhIiwicGFyc2UtbmFtZXMiOmZhbHNlLCJkcm9wcGluZy1wYXJ0aWNsZSI6IiIsIm5vbi1kcm9wcGluZy1wYXJ0aWNsZSI6IiJ9LHsiZmFtaWx5IjoiRGFsbGEtTGliZXJhIiwiZ2l2ZW4iOiJOYXRoYWxpZSIsInBhcnNlLW5hbWVzIjpmYWxzZSwiZHJvcHBpbmctcGFydGljbGUiOiIiLCJub24tZHJvcHBpbmctcGFydGljbGUiOiIifSx7ImZhbWlseSI6IkFuZ29uaW4iLCJnaXZlbiI6IlNvbmlhIiwicGFyc2UtbmFtZXMiOmZhbHNlLCJkcm9wcGluZy1wYXJ0aWNsZSI6IiIsIm5vbi1kcm9wcGluZy1wYXJ0aWNsZSI6IiJ9LHsiZmFtaWx5IjoiQWxhcmlhIiwiZ2l2ZW4iOiJMYXVyYSIsInBhcnNlLW5hbWVzIjpmYWxzZSwiZHJvcHBpbmctcGFydGljbGUiOiIiLCJub24tZHJvcHBpbmctcGFydGljbGUiOiIifSx7ImZhbWlseSI6IkxhZmF5IiwiZ2l2ZW4iOiJBbm5lIiwicGFyc2UtbmFtZXMiOmZhbHNlLCJkcm9wcGluZy1wYXJ0aWNsZSI6IiIsIm5vbi1kcm9wcGluZy1wYXJ0aWNsZSI6IiJ9LHsiZmFtaWx5IjoiQmVyZ2VyIiwiZ2l2ZW4iOiJDYXJvbGUiLCJwYXJzZS1uYW1lcyI6ZmFsc2UsImRyb3BwaW5nLXBhcnRpY2xlIjoiIiwibm9uLWRyb3BwaW5nLXBhcnRpY2xlIjoiIn0seyJmYW1pbHkiOiJHZW50YXoiLCJnaXZlbiI6IkVkb3VhcmQiLCJwYXJzZS1uYW1lcyI6ZmFsc2UsImRyb3BwaW5nLXBhcnRpY2xlIjoiIiwibm9uLWRyb3BwaW5nLXBhcnRpY2xlIjoiIn1dLCJjb250YWluZXItdGl0bGUiOiJTY2llbnRpZmljIFJlcG9ydHMiLCJjb250YWluZXItdGl0bGUtc2hvcnQiOiJTY2kgUmVwIiwiRE9JIjoiMTAuMTAzOC9zNDE1OTgtMDI1LTkwNjEzLXoiLCJJU1NOIjoiMjA0NTIzMjIiLCJQTUlEIjoiNDAwNzQ3NzAiLCJpc3N1ZWQiOnsiZGF0ZS1wYXJ0cyI6W1syMDI1LDEyLDFdXX0sImFic3RyYWN0IjoiVGhlIGdvYWwgd2FzIHRvIGV4YW1pbmUgdGhlIGRldmVsb3BtZW50IG9mIHNwZWNpZmljIGNvbXBvbmVudHMgb2YgZW1vdGlvbiBjb21wcmVoZW5zaW9uIGluIDEyODUgcHJlc2Nob29sIGNoaWxkcmVuIGFnZWQgMyB0byA1IHllYXJzLiBUaHJlZSB0YXNrcyB3ZXJlIHVzZWQ6IGNvbnRleHQtZnJlZSBmYWNpYWwgcmVjb2duaXRpb24gb2YgZm91ciBwcmltYXJ5IChhbmQgbmV1dHJhbCkgZW1vdGlvbnMsIGFuZCBjb21wcmVoZW5zaW9uIG9mIGV4dGVybmFsIGNhdXNlcyAoaS5lLiwgcG9pbnRpbmcgdG8gd2hpY2ggZW1vdGlvbiBhIGNoYXJhY3RlciBmZWVscyBpbiBzZXZlcmFsIHNpdHVhdGlvbnMsIGFuZCBsYWJlbGxpbmcgZWFjaCBvZiB0aGVtKS4gTWFpbiByZXN1bHRzIHNob3dlZCB0aGF0IGVtb3Rpb24gY29tcHJlaGVuc2lvbiBpbXByb3ZlcyBpbiAzLTQtNS15ZWFyLW9sZHMuIEhvd2V2ZXIsIHNvbWUgY29tcG9uZW50cyBzZWVtZWQgdG8gaW1wcm92ZSBmYXN0ZXIgcmVnYXJkbGVzcyBvZiBhZ2UuIENvbnRleHQtZnJlZSBmYWNpYWwgcmVjb2duaXRpb24gb2YgZW1vdGlvbnMgd2FzIGJldHRlciBtYXN0ZXJlZCBjb21wYXJlZCB0byB0aGUgYWJpbGl0eSB0byBpZGVudGlmeSBhbmQgbGFiZWwgKHJlc3BlY3RpdmVseSBub24tdmVyYmFsIGFuZCB2ZXJiYWwgY2F1c2VzIGNvbXByZWhlbnNpb24gdGFza3MpIGFuIGVtb3Rpb24gYWZ0ZXIgcHJlc2VudGluZyB0aGUgZXh0ZXJuYWwgY2F1c2UgKHZpc3VhbGx5L3ZlcmJhbGx5KSBvZiBlbW90aW9uLiBMYWJlbGxpbmcgZmFjaWFsIGV4cHJlc3Npb25zIHJlbWFpbmVkIHRoZSBtb3N0IGNvbXBsZXggdGFzay4gV2hlbiBleHRlcm5hbCBjYXVzZXMgdGhhdCBnZW5lcmF0ZSBlbW90aW9uIHdlcmUgcHJlc2VudGVkLCBqb3kgdGVuZGVkIHRvIGJlIHRoZSBtb3N0IHJlY29nbml6ZWQgZW1vdGlvbiwgd2hpbGUgYW5nZXIsIGZlYXIsIGFuZCBzYWRuZXNzIGNhbWUgYWZ0ZXIgYW5kIGltcHJvdmVkIHdpdGggYWdlLiBBdCBhZ2UgMywgb24gdGhlIGNvbnRleHQtZnJlZSBmYWNpYWwgcmVjb2duaXRpb24gdGFzaywgYW5nZXIgYW5kIHNhZG5lc3Mgd2VyZSBiZXN0IHJlY29nbml6ZWQsIGpveSBjYW1lIGluIHRoaXJkIHBsYWNlLiBBdCBhZ2UgNSwgam95IHRvb2sgZmlyc3QgcGxhY2UgZm9yIHRoaXMgdGFzay4gRmVhciByZW1haW5lZCB0aGUgbW9zdCBkaWZmaWN1bHQgZW1vdGlvbiB0byByZWNvZ25pemUgYWxvbmcgd2l0aCBuZXV0cmFsIGV4cHJlc3Npb24gb24gdGhpcyB0YXNrIGZvciBlYWNoIGFnZSBncm91cC4gRmluYWxseSwgbmV1dHJhbCBlbW90aW9ucyB3ZXJlIHRoZSBtb3N0IGRpZmZpY3VsdCB0byByZWNvZ25pemUgaW4gYWxsIHRocmVlIHRhc2tzIGFuZCBmb3IgZWFjaCBhZ2UgZ3JvdXAuIiwicHVibGlzaGVyIjoiTmF0dXJlIFJlc2VhcmNoIiwiaXNzdWUiOiIxIiwidm9sdW1lIjoiMTUifSwiaXNUZW1wb3JhcnkiOmZhbHNlfSx7ImlkIjoiZjU3NmQ4NWUtNzkzMS0zYWJjLWI5OGQtNDdlYWNmMzAxODAzIiwiaXRlbURhdGEiOnsidHlwZSI6ImFydGljbGUtam91cm5hbCIsImlkIjoiZjU3NmQ4NWUtNzkzMS0zYWJjLWI5OGQtNDdlYWNmMzAxODAzIiwidGl0bGUiOiJNU0YtTmV0OiBNdWx0aS1zdGFnZSBmdXNpb24gbmV0d29yayBmb3IgZW1vdGlvbiByZWNvZ25pdGlvbiBmcm9tIG11bHRpbW9kYWwgc2lnbmFscyBpbiBzY2FsYWJsZSBoZWFsdGhjYXJlIiwiYXV0aG9yIjpbeyJmYW1pbHkiOiJJc2xhbSIsImdpdmVuIjoiTWQgTWlsb24iLCJwYXJzZS1uYW1lcyI6ZmFsc2UsImRyb3BwaW5nLXBhcnRpY2xlIjoiIiwibm9uLWRyb3BwaW5nLXBhcnRpY2xlIjoiIn0seyJmYW1pbHkiOiJLYXJyYXkiLCJnaXZlbiI6IkZha2hyaSIsInBhcnNlLW5hbWVzIjpmYWxzZSwiZHJvcHBpbmctcGFydGljbGUiOiIiLCJub24tZHJvcHBpbmctcGFydGljbGUiOiIifSx7ImZhbWlseSI6Ik11aGFtbWFkIiwiZ2l2ZW4iOiJHaHVsYW0iLCJwYXJzZS1uYW1lcyI6ZmFsc2UsImRyb3BwaW5nLXBhcnRpY2xlIjoiIiwibm9uLWRyb3BwaW5nLXBhcnRpY2xlIjoiIn1dLCJjb250YWluZXItdGl0bGUiOiJJbmZvcm1hdGlvbiBGdXNpb24iLCJET0kiOiIxMC4xMDE2L2ouaW5mZnVzLjIwMjUuMTAzMDI4IiwiSVNTTiI6IjE1NjYyNTM1IiwiaXNzdWVkIjp7ImRhdGUtcGFydHMiOltbMjAyNSw3LDFdXX0sImFic3RyYWN0IjoiQXV0b21hdGljIGVtb3Rpb24gcmVjb2duaXRpb24gaGFzIGF0dHJhY3RlZCBzaWduaWZpY2FudCBpbnRlcmVzdCBpbiBoZWFsdGhjYXJlLCB0aGFua3MgdG8gcmVtYXJrYWJsZSBkZXZlbG9wbWVudHMgbWFkZSByZWNlbnRseSBpbiBzbWFydCBhbmQgaW5ub3ZhdGl2ZSB0ZWNobm9sb2dpZXMuIEEgcmVhbC10aW1lIGVtb3Rpb24gcmVjb2duaXRpb24gc3lzdGVtIGFsbG93cyBmb3IgY29udGludW91cyBtb25pdG9yaW5nLCBjb21wcmVoZW5zaW9uLCBhbmQgZW5oYW5jZW1lbnQgb2YgdGhlIHBoeXNpY2FsIGVudGl0eSdzIGNhcGFjaXRpZXMsIGFsb25nIHdpdGggY29udGludWluZyBhZHZpY2UgZm9yIGVuaGFuY2luZyBxdWFsaXR5IG9mIGxpZmUgYW5kIHdlbGwtYmVpbmcgaW4gdGhlIGNvbnRleHQgb2YgcGVyc29uYWxpemVkIGhlYWx0aGNhcmUuIE11bHRpbW9kYWwgZW1vdGlvbiByZWNvZ25pdGlvbiBwcmVzZW50cyBhIHNpZ25pZmljYW50IGNoYWxsZW5nZSBpbiB0ZXJtcyBvZiBlZmZpY2llbnRseSB1c2luZyB0aGUgZGl2ZXJzZSBtb2RhbGl0aWVzIHByZXNlbnQgaW4gdGhlIGRhdGEuIEluIHRoaXMgYXJ0aWNsZSwgd2UgaW50cm9kdWNlIGEgTXVsdGktU3RhZ2UgRnVzaW9uIE5ldHdvcmsgKE1TRi1OZXQpIGZvciBlbW90aW9uIHJlY29nbml0aW9uIGNhcGFibGUgb2YgZXh0cmFjdGluZyBtdWx0aW1vZGFsIGluZm9ybWF0aW9uIGFuZCBhY2hpZXZpbmcgc2lnbmlmaWNhbnQgcGVyZm9ybWFuY2VzLiBXZSBwcm9wb3NlIHV0aWxpemluZyB0aGUgdHJhbnNmb3JtZXItYmFzZWQgc3RydWN0dXJlIHRvIGV4dHJhY3QgZGVlcCBmZWF0dXJlcyBmcm9tIGZhY2lhbCBleHByZXNzaW9ucy4gV2UgZXhwbG9pdGVkIHR3byB2aXN1YWwgZGVzY3JpcHRvcnMsIGxvY2FsIGJpbmFyeSBwYXR0ZXJuIGFuZCBPcmllbnRlZCBGQVNUIGFuZCBSb3RhdGVkIEJSSUVGLCB0byByZXRyaWV2ZSB0aGUgY29tcHV0ZXIgdmlzaW9uLWJhc2VkIGZlYXR1cmVzIGZyb20gdGhlIGZhY2lhbCB2aWRlb3MuIEEgZmVhdHVyZS1sZXZlbCBmdXNpb24gbmV0d29yayBpbnRlZ3JhdGVzIHRoZSBleHRyYWN0aW9uIG9mIGZlYXR1cmVzIGZyb20gdGhlc2UgbW9kdWxlcywgZGlyZWN0aW5nIHRoZSBvdXRwdXQgaW50byB0aGUgdHJpcGxldCBhdHRlbnRpb24gdGVjaG5pcXVlLiBUaGlzIG1vZHVsZSBlbXBsb3lzIGEgdGhyZWUtYnJhbmNoIGFyY2hpdGVjdHVyZSB0byBjb21wdXRlIGF0dGVudGlvbiB3ZWlnaHRzIHRvIGNhcHR1cmUgY3Jvc3MtZGltZW5zaW9uYWwgaW50ZXJhY3Rpb25zIGVmZmljaWVudGx5LiBUaGUgdGVtcG9yYWwgZGVwZW5kZW5jaWVzIGluIHBoeXNpb2xvZ2ljYWwgc2lnbmFscyBhcmUgbW9kZWxlZCBieSBhIEJpLWRpcmVjdGlvbmFsIEdhdGVkIFJlY3VycmVudCBVbml0IChCaS1HUlUpIGluIGZvcndhcmQgYW5kIGJhY2t3YXJkIGRpcmVjdGlvbnMgYXQgZWFjaCB0aW1lIHN0ZXAuIExhc3RseSwgdGhlIG91dHB1dCBmZWF0dXJlIHJlcHJlc2VudGF0aW9ucyBmcm9tIHRoZSB0cmlwbGV0IGF0dGVudGlvbiBtb2R1bGUgYW5kIHRoZSBleHRyYWN0ZWQgaGlnaC1sZXZlbCBwYXR0ZXJucyBmcm9tIEJpLUdSVSBhcmUgZnVzZWQgYW5kIGZlZCBpbnRvIHRoZSBjbGFzc2lmaWNhdGlvbiBtb2R1bGUgdG8gcmVjb2duaXplIGVtb3Rpb24uIFRoZSBleHRlbnNpdmUgZXhwZXJpbWVudGFsIGV2YWx1YXRpb25zIHJldmVhbGVkIHRoYXQgdGhlIHByb3Bvc2VkIE1TRi1OZXQgb3V0cGVyZm9ybWVkIHRoZSBzdGF0ZS1vZi10aGUtYXJ0IGFwcHJvYWNoZXMgb24gdHdvIHBvcHVsYXIgZGF0YXNldHMsIEJpb1ZpZCBFbW8gREIgYW5kIE1HRUVELiBGaW5hbGx5LCB3ZSB0ZXN0ZWQgdGhlIHByb3Bvc2VkIE1TRi1OZXQgaW4gdGhlIEludGVybmV0IG9mIFRoaW5ncyBlbnZpcm9ubWVudCB0byBmYWNpbGl0YXRlIHJlYWwtd29ybGQgc2NhbGFibGUgc21hcnQgaGVhbHRoY2FyZSBhcHBsaWNhdGlvbi4iLCJwdWJsaXNoZXIiOiJFbHNldmllciBCLlYuIiwidm9sdW1lIjoiMTE5IiwiY29udGFpbmVyLXRpdGxlLXNob3J0IjoiIn0sImlzVGVtcG9yYXJ5IjpmYWxzZX1dfQ=="/>
          <w:id w:val="2097508893"/>
          <w:placeholder>
            <w:docPart w:val="DefaultPlaceholder_-1854013440"/>
          </w:placeholder>
        </w:sdtPr>
        <w:sdtEndPr/>
        <w:sdtContent>
          <w:r w:rsidR="00793676" w:rsidRPr="004E7EB0">
            <w:rPr>
              <w:sz w:val="20"/>
            </w:rPr>
            <w:t>[9, 10]</w:t>
          </w:r>
        </w:sdtContent>
      </w:sdt>
      <w:r w:rsidRPr="004E7EB0">
        <w:rPr>
          <w:sz w:val="20"/>
        </w:rPr>
        <w:t>. Although specific numerical data for test accuracy is not available in the provided snippets, it is generally expected that EfficientNetB1, as a larger variant, will show slightly higher accuracy performance than EfficientNetB0. This result is supported by the analysis of the loss and accuracy curves during training, as well as the visualization of the confusion matrix for the training, validation, and testing sets</w:t>
      </w:r>
      <w:r w:rsidR="0041774A" w:rsidRPr="004E7EB0">
        <w:rPr>
          <w:sz w:val="20"/>
        </w:rPr>
        <w:t xml:space="preserve"> </w:t>
      </w:r>
      <w:sdt>
        <w:sdtPr>
          <w:rPr>
            <w:sz w:val="20"/>
          </w:rPr>
          <w:tag w:val="MENDELEY_CITATION_v3_eyJjaXRhdGlvbklEIjoiTUVOREVMRVlfQ0lUQVRJT05fZmY1ZWIxZGEtMTNhOS00M2FkLWIwYjEtZmQ1Y2M2NmNmODMzIiwicHJvcGVydGllcyI6eyJub3RlSW5kZXgiOjB9LCJpc0VkaXRlZCI6ZmFsc2UsIm1hbnVhbE92ZXJyaWRlIjp7ImlzTWFudWFsbHlPdmVycmlkZGVuIjpmYWxzZSwiY2l0ZXByb2NUZXh0IjoiWzgsIDldIiwibWFudWFsT3ZlcnJpZGVUZXh0IjoiIn0sImNpdGF0aW9uSXRlbXMiOlt7ImlkIjoiNGVmOTY3ZmQtOTFmNS0zZWExLTgyMTktMWQ2NThhMzM1ODk0IiwiaXRlbURhdGEiOnsidHlwZSI6ImFydGljbGUtam91cm5hbCIsImlkIjoiNGVmOTY3ZmQtOTFmNS0zZWExLTgyMTktMWQ2NThhMzM1ODk0IiwidGl0bGUiOiJQcmVkaWN0ZWQgbWlzc2luZyBpbmZvcm1hdGlvbiBiaWFzZXMgZW5zZW1ibGUgcGVyY2VwdGlvbiBvZiB0ZW1wb3JhbGx5IG9yZGVyZWQgZmFjaWFsIGV4cHJlc3Npb25zIiwiYXV0aG9yIjpbeyJmYW1pbHkiOiJMdSIsImdpdmVuIjoiSmlhaGFvIiwicGFyc2UtbmFtZXMiOmZhbHNlLCJkcm9wcGluZy1wYXJ0aWNsZSI6IiIsIm5vbi1kcm9wcGluZy1wYXJ0aWNsZSI6IiJ9LHsiZmFtaWx5IjoiV2FuZyIsImdpdmVuIjoiSnVuIiwicGFyc2UtbmFtZXMiOmZhbHNlLCJkcm9wcGluZy1wYXJ0aWNsZSI6IiIsIm5vbi1kcm9wcGluZy1wYXJ0aWNsZSI6IiJ9XSwiY29udGFpbmVyLXRpdGxlIjoiU2NpZW50aWZpYyBSZXBvcnRzIiwiY29udGFpbmVyLXRpdGxlLXNob3J0IjoiU2NpIFJlcCIsIkRPSSI6IjEwLjEwMzgvczQxNTk4LTAyNS04NzkzNi0yIiwiSVNTTiI6IjIwNDUyMzIyIiwiUE1JRCI6IjM5ODkwOTgyIiwiaXNzdWVkIjp7ImRhdGUtcGFydHMiOltbMjAyNSwxMiwxXV19LCJhYnN0cmFjdCI6IkJ5IG9ic2VydmluZyBkeW5hbWljYWxseSBjaGFuZ2luZyBmYWNpYWwgZXhwcmVzc2lvbnMsIGh1bWFucyBjYW4gdXNlIGEgc3BlY2lhbGl6ZWQgY2FwYWNpdHkga25vd24gYXMgZW5zZW1ibGUgY29kaW5nIHRvIGVmZm9ydGxlc3NseSBvYnRhaW4gYSBzdW1tYXJ5IHJlcHJlc2VudGF0aW9uIG9mIGFuIGluZGl2aWR1YWzigJlzIGVtb3Rpb25hbCBzdGF0ZS4gSG93ZXZlciwgZmV3IHN0dWRpZXMgaGF2ZSBleGFtaW5lZCB3aGV0aGVyIHRoZSBtaXNzaW5nIGV4cHJlc3Npb24gaW5mb3JtZWQgYnkgdGhlIHN0YXRpc3RpY2FsIHJlZ3VsYXJpdHkgaW4gdGhlIGNoYW5naW5nIGZhY2lhbCBleHByZXNzaW9ucyBjYW4gYmUgc2FtcGxlZCBhbmQgdGhlbiBpbmZsdWVuY2UgdGhlIHBlcmNlcHR1YWwgYXZlcmFnaW5nIHByb2Nlc3MuIEluIEV4cGVyaW1lbnQgMWEgYW5kIDFiLCB3ZSBtYW5pcHVsYXRlZCB0aGUgYW1vdW50IG9mIHByaW9yIGluZm9ybWF0aW9uIGZyb20gbG9jYWwgcmVndWxhcml0eSBieSB2YXJ5aW5nIHRoZSBwb3NpdGlvbiBvZiB0aGUgbWlzc2luZyBleHByZXNzaW9uIGluIHRoZSB0ZW1wb3JhbCBzZXF1ZW5jZSAoMWE6IE5ldXRyYWwgdG8gRGlzZ3VzdCBhbmQvb3IgRGlzZ3VzdCB0byBOZXV0cmFsLDFiOiBOZXV0cmFsIHRvIEhhcHB5IGFuZC9vciBIYXBweSB0byBOZXV0cmFsKSB3aXRoaW4gYSB0cmlhbC4gUmVzdWx0cyBzaG93ZWQgdGhhdCBlbnNlbWJsZSBlc3RpbWF0ZXMgd2VyZSB0b3dhcmRzIHRoZSBtZWFuIG9mIGV4cHJlc3Npb25zIGluY2x1ZGluZyBib3RoIHRoZSBwcmVzZW50ZWQgYW5kIHRoZSBtaXNzaW5nIGZhY2VzLCBvbmx5IHdoZW4gc3VmZmljaWVudCBwcmVkaWN0YWJpbGl0eSAoZS5nLiBhIG1pc3NpbmcgZXhwcmVzc2lvbiBpbiB0aGUgbGF0ZSBwb3NpdGlvbikgaW5mb3JtZWQgYnkgbG9jYWwgcmVndWxhcml0eS4gSW4gRXhwZXJpbWVudCAyLCB3ZSBhZGRlZCBwcmlvciBpbmZvcm1hdGlvbiBmcm9tIGdsb2JhbCByZWd1bGFyaXRpZXMgdG8gaGVscCBib29zdCB0aGUgcHJlZGljdGFiaWxpdHkgb2YgYW4gZWFybHkgbWlzc2luZyBleHByZXNzaW9uIGJ5IGtlZXBpbmcgdGhlIGVtb3Rpb25hbCBkaXJlY3Rpb24gY29uc2lzdGVudCBpbiBhIGJsb2NrLiBIb3dldmVyLCBlc3RpbWF0ZXMgd2VyZSBub3QgdG93YXJkcyB0aGUgbWVhbiBvZiBleHByZXNzaW9ucyBpbmNsdWRpbmcgYm90aCB0aGUgcHJlc2VudGVkIGFuZCB0aGUgbWlzc2luZyBleHByZXNzaW9ucyBhcyBleHBlY3RlZC4gQWx0aG91Z2ggdGhlIGdlbmVyYWxpemFiaWxpdHkgbWF5IGJlIGxpbWl0ZWQsIHRoZXNlIGZpbmRpbmdzIHN1Z2dlc3QgdGhhdCBwcmlvciBpbmZvcm1hdGlvbiBhdCBkaWZmZXJlbnQgbGV2ZWxzIG9mIGhpZXJhcmNoaWNhbCBwcmVkaWN0aXZlIGNvZGluZyBtYXkgZXhlcnQgcXVhbGl0YXRpdmVseSBkaWZmZXJlbnQgaW5mbHVlbmNlcyBvbiB0aGUgcGVyY2VwdHVhbCBhdmVyYWdpbmcgb2YgdGVtcG9yYWxseSBvcmRlcmVkIGZhY2lhbCBleHByZXNzaW9ucyB3aXRoIG1pc3NpbmcgaXRlbXMuIiwicHVibGlzaGVyIjoiTmF0dXJlIFJlc2VhcmNoIiwiaXNzdWUiOiIxIiwidm9sdW1lIjoiMTUifSwiaXNUZW1wb3JhcnkiOmZhbHNlfSx7ImlkIjoiYmFiODVjMzQtZDI2NC0zNzE3LTk4MDctYWJkNGUzMTRkMTk3IiwiaXRlbURhdGEiOnsidHlwZSI6ImFydGljbGUtam91cm5hbCIsImlkIjoiYmFiODVjMzQtZDI2NC0zNzE3LTk4MDctYWJkNGUzMTRkMTk3IiwidGl0bGUiOiJUaGUgZGV2ZWxvcG1lbnQgb2Ygc3BlY2lmaWMgZW1vdGlvbiBjb21wcmVoZW5zaW9uIGNvbXBvbmVudHMgaW4gMTI4NSBwcmVzY2hvb2wgY2hpbGRyZW4iLCJhdXRob3IiOlt7ImZhbWlseSI6IlJpY2hhcmQiLCJnaXZlbiI6IlN5bHZpZSIsInBhcnNlLW5hbWVzIjpmYWxzZSwiZHJvcHBpbmctcGFydGljbGUiOiIiLCJub24tZHJvcHBpbmctcGFydGljbGUiOiIifSx7ImZhbWlseSI6IkNhdmFkaW5pIiwiZ2l2ZW4iOiJUaGFsaWEiLCJwYXJzZS1uYW1lcyI6ZmFsc2UsImRyb3BwaW5nLXBhcnRpY2xlIjoiIiwibm9uLWRyb3BwaW5nLXBhcnRpY2xlIjoiIn0seyJmYW1pbHkiOiJEYWxsYS1MaWJlcmEiLCJnaXZlbiI6Ik5hdGhhbGllIiwicGFyc2UtbmFtZXMiOmZhbHNlLCJkcm9wcGluZy1wYXJ0aWNsZSI6IiIsIm5vbi1kcm9wcGluZy1wYXJ0aWNsZSI6IiJ9LHsiZmFtaWx5IjoiQW5nb25pbiIsImdpdmVuIjoiU29uaWEiLCJwYXJzZS1uYW1lcyI6ZmFsc2UsImRyb3BwaW5nLXBhcnRpY2xlIjoiIiwibm9uLWRyb3BwaW5nLXBhcnRpY2xlIjoiIn0seyJmYW1pbHkiOiJBbGFyaWEiLCJnaXZlbiI6IkxhdXJhIiwicGFyc2UtbmFtZXMiOmZhbHNlLCJkcm9wcGluZy1wYXJ0aWNsZSI6IiIsIm5vbi1kcm9wcGluZy1wYXJ0aWNsZSI6IiJ9LHsiZmFtaWx5IjoiTGFmYXkiLCJnaXZlbiI6IkFubmUiLCJwYXJzZS1uYW1lcyI6ZmFsc2UsImRyb3BwaW5nLXBhcnRpY2xlIjoiIiwibm9uLWRyb3BwaW5nLXBhcnRpY2xlIjoiIn0seyJmYW1pbHkiOiJCZXJnZXIiLCJnaXZlbiI6IkNhcm9sZSIsInBhcnNlLW5hbWVzIjpmYWxzZSwiZHJvcHBpbmctcGFydGljbGUiOiIiLCJub24tZHJvcHBpbmctcGFydGljbGUiOiIifSx7ImZhbWlseSI6IkdlbnRheiIsImdpdmVuIjoiRWRvdWFyZCIsInBhcnNlLW5hbWVzIjpmYWxzZSwiZHJvcHBpbmctcGFydGljbGUiOiIiLCJub24tZHJvcHBpbmctcGFydGljbGUiOiIifV0sImNvbnRhaW5lci10aXRsZSI6IlNjaWVudGlmaWMgUmVwb3J0cyIsImNvbnRhaW5lci10aXRsZS1zaG9ydCI6IlNjaSBSZXAiLCJET0kiOiIxMC4xMDM4L3M0MTU5OC0wMjUtOTA2MTMteiIsIklTU04iOiIyMDQ1MjMyMiIsIlBNSUQiOiI0MDA3NDc3MCIsImlzc3VlZCI6eyJkYXRlLXBhcnRzIjpbWzIwMjUsMTIsMV1dfSwiYWJzdHJhY3QiOiJUaGUgZ29hbCB3YXMgdG8gZXhhbWluZSB0aGUgZGV2ZWxvcG1lbnQgb2Ygc3BlY2lmaWMgY29tcG9uZW50cyBvZiBlbW90aW9uIGNvbXByZWhlbnNpb24gaW4gMTI4NSBwcmVzY2hvb2wgY2hpbGRyZW4gYWdlZCAzIHRvIDUgeWVhcnMuIFRocmVlIHRhc2tzIHdlcmUgdXNlZDogY29udGV4dC1mcmVlIGZhY2lhbCByZWNvZ25pdGlvbiBvZiBmb3VyIHByaW1hcnkgKGFuZCBuZXV0cmFsKSBlbW90aW9ucywgYW5kIGNvbXByZWhlbnNpb24gb2YgZXh0ZXJuYWwgY2F1c2VzIChpLmUuLCBwb2ludGluZyB0byB3aGljaCBlbW90aW9uIGEgY2hhcmFjdGVyIGZlZWxzIGluIHNldmVyYWwgc2l0dWF0aW9ucywgYW5kIGxhYmVsbGluZyBlYWNoIG9mIHRoZW0pLiBNYWluIHJlc3VsdHMgc2hvd2VkIHRoYXQgZW1vdGlvbiBjb21wcmVoZW5zaW9uIGltcHJvdmVzIGluIDMtNC01LXllYXItb2xkcy4gSG93ZXZlciwgc29tZSBjb21wb25lbnRzIHNlZW1lZCB0byBpbXByb3ZlIGZhc3RlciByZWdhcmRsZXNzIG9mIGFnZS4gQ29udGV4dC1mcmVlIGZhY2lhbCByZWNvZ25pdGlvbiBvZiBlbW90aW9ucyB3YXMgYmV0dGVyIG1hc3RlcmVkIGNvbXBhcmVkIHRvIHRoZSBhYmlsaXR5IHRvIGlkZW50aWZ5IGFuZCBsYWJlbCAocmVzcGVjdGl2ZWx5IG5vbi12ZXJiYWwgYW5kIHZlcmJhbCBjYXVzZXMgY29tcHJlaGVuc2lvbiB0YXNrcykgYW4gZW1vdGlvbiBhZnRlciBwcmVzZW50aW5nIHRoZSBleHRlcm5hbCBjYXVzZSAodmlzdWFsbHkvdmVyYmFsbHkpIG9mIGVtb3Rpb24uIExhYmVsbGluZyBmYWNpYWwgZXhwcmVzc2lvbnMgcmVtYWluZWQgdGhlIG1vc3QgY29tcGxleCB0YXNrLiBXaGVuIGV4dGVybmFsIGNhdXNlcyB0aGF0IGdlbmVyYXRlIGVtb3Rpb24gd2VyZSBwcmVzZW50ZWQsIGpveSB0ZW5kZWQgdG8gYmUgdGhlIG1vc3QgcmVjb2duaXplZCBlbW90aW9uLCB3aGlsZSBhbmdlciwgZmVhciwgYW5kIHNhZG5lc3MgY2FtZSBhZnRlciBhbmQgaW1wcm92ZWQgd2l0aCBhZ2UuIEF0IGFnZSAzLCBvbiB0aGUgY29udGV4dC1mcmVlIGZhY2lhbCByZWNvZ25pdGlvbiB0YXNrLCBhbmdlciBhbmQgc2FkbmVzcyB3ZXJlIGJlc3QgcmVjb2duaXplZCwgam95IGNhbWUgaW4gdGhpcmQgcGxhY2UuIEF0IGFnZSA1LCBqb3kgdG9vayBmaXJzdCBwbGFjZSBmb3IgdGhpcyB0YXNrLiBGZWFyIHJlbWFpbmVkIHRoZSBtb3N0IGRpZmZpY3VsdCBlbW90aW9uIHRvIHJlY29nbml6ZSBhbG9uZyB3aXRoIG5ldXRyYWwgZXhwcmVzc2lvbiBvbiB0aGlzIHRhc2sgZm9yIGVhY2ggYWdlIGdyb3VwLiBGaW5hbGx5LCBuZXV0cmFsIGVtb3Rpb25zIHdlcmUgdGhlIG1vc3QgZGlmZmljdWx0IHRvIHJlY29nbml6ZSBpbiBhbGwgdGhyZWUgdGFza3MgYW5kIGZvciBlYWNoIGFnZSBncm91cC4iLCJwdWJsaXNoZXIiOiJOYXR1cmUgUmVzZWFyY2giLCJpc3N1ZSI6IjEiLCJ2b2x1bWUiOiIxNSJ9LCJpc1RlbXBvcmFyeSI6ZmFsc2V9XX0="/>
          <w:id w:val="-598711096"/>
          <w:placeholder>
            <w:docPart w:val="DefaultPlaceholder_-1854013440"/>
          </w:placeholder>
        </w:sdtPr>
        <w:sdtEndPr/>
        <w:sdtContent>
          <w:r w:rsidR="00793676" w:rsidRPr="004E7EB0">
            <w:rPr>
              <w:sz w:val="20"/>
            </w:rPr>
            <w:t>[8, 9]</w:t>
          </w:r>
        </w:sdtContent>
      </w:sdt>
      <w:r w:rsidRPr="004E7EB0">
        <w:rPr>
          <w:sz w:val="20"/>
        </w:rPr>
        <w:t>. The discussion will highlight the trade-off between model complexity and performance, identify which model offers the best balance for emotion detection applications, and analyze which emotion classes are better and worst recognized by both models based on the confusion matrix</w:t>
      </w:r>
      <w:sdt>
        <w:sdtPr>
          <w:rPr>
            <w:sz w:val="20"/>
          </w:rPr>
          <w:tag w:val="MENDELEY_CITATION_v3_eyJjaXRhdGlvbklEIjoiTUVOREVMRVlfQ0lUQVRJT05fY2M2YTllZjYtODMxMS00M2JhLWEwMDgtZTI5ZjAxZjE2YjFlIiwicHJvcGVydGllcyI6eyJub3RlSW5kZXgiOjB9LCJpc0VkaXRlZCI6ZmFsc2UsIm1hbnVhbE92ZXJyaWRlIjp7ImlzTWFudWFsbHlPdmVycmlkZGVuIjpmYWxzZSwiY2l0ZXByb2NUZXh0IjoiWzExLCAxMl0iLCJtYW51YWxPdmVycmlkZVRleHQiOiIifSwiY2l0YXRpb25JdGVtcyI6W3siaWQiOiI4N2JiMTIxMS05YjVkLTNlMTQtODgxZC03OGI0YjBiOWUxMDgiLCJpdGVtRGF0YSI6eyJ0eXBlIjoiYXJ0aWNsZS1qb3VybmFsIiwiaWQiOiI4N2JiMTIxMS05YjVkLTNlMTQtODgxZC03OGI0YjBiOWUxMDgiLCJ0aXRsZSI6IlJlYWwtVGltZSBGYWNpYWwgRXhwcmVzc2lvbiBSZWNvZ25pdGlvbiBCYXNlZCBvbiBJbWFnZSBQcm9jZXNzaW5nIGluIFZpcnR1YWwgUmVhbGl0eSIsImF1dGhvciI6W3siZmFtaWx5IjoiR29uZyIsImdpdmVuIjoiUWluZ3poZW4iLCJwYXJzZS1uYW1lcyI6ZmFsc2UsImRyb3BwaW5nLXBhcnRpY2xlIjoiIiwibm9uLWRyb3BwaW5nLXBhcnRpY2xlIjoiIn0seyJmYW1pbHkiOiJMaXUiLCJnaXZlbiI6Ilh1ZWZhbmciLCJwYXJzZS1uYW1lcyI6ZmFsc2UsImRyb3BwaW5nLXBhcnRpY2xlIjoiIiwibm9uLWRyb3BwaW5nLXBhcnRpY2xlIjoiIn0seyJmYW1pbHkiOiJNYSIsImdpdmVuIjoiWW9uZ3FpYW5nIiwicGFyc2UtbmFtZXMiOmZhbHNlLCJkcm9wcGluZy1wYXJ0aWNsZSI6IiIsIm5vbi1kcm9wcGluZy1wYXJ0aWNsZSI6IiJ9XSwiY29udGFpbmVyLXRpdGxlIjoiSW50ZXJuYXRpb25hbCBKb3VybmFsIG9mIENvbXB1dGF0aW9uYWwgSW50ZWxsaWdlbmNlIFN5c3RlbXMiLCJET0kiOiIxMC4xMDA3L3M0NDE5Ni0wMjQtMDA3MjktOSIsIklTU04iOiIxODc1Njg4MyIsImlzc3VlZCI6eyJkYXRlLXBhcnRzIjpbWzIwMjUsMTIsMV1dfSwiYWJzdHJhY3QiOiJNb3JlIHZpcnR1YWwgcmVhbGl0eSAoVlIpIHNjZW5hcmlvcyBoYXZlIGJlY29tZSBtb3JlIHByZXZhbGVudCBpbiByZWNlbnQgeWVhcnMuIE1vcmUgYW5kIG1vcmUgcGVvcGxlIGFyZSBnZXR0aW5nIGludG8gVlIsIG1lYW5pbmcgdGhhdCBvYmplY3RpdmUgcGh5c2lvbG9naWNhbCBtZWFzdXJlcyB0byBhc3Nlc3MgYSB1c2VyJ3MgZW1vdGlvbmFsIHN0YXRlIGF1dG9tYXRpY2FsbHkgYXJlIGJlY29taW5nIG1vcmUgY3JpdGljYWwuIEluZGl2aWR1YWxz4oCZIGVtb3Rpb25hbCBzdGF0ZXMgaW1wYWN0IHRoZWlyIGJlaGF2aW91ciwgb3BpbmlvbnMsIGVtb3Rpb25zLCBhbmQgZGVjaXNpb25zLiBUaGV5IG1heSBiZSB1c2VkIHRvIGFuYWx5emUgVlIgZXhwZXJpZW5jZXMgYW5kIG1ha2Ugc3lzdGVtcyByZWFjdCB0byBhbmQgZW5nYWdlIHdpdGggdGhlIHVzZXLigJlzIGVtb3Rpb25zLiBWUiBlbnZpcm9ubWVudHMgcmVxdWlyZSB1c2VycyB0byB3ZWFyIGhlYWQtbW91bnRlZCBkaXNwbGF5cyAoSE1EcyksIGJsb2NraW5nIG9mZiB0aGVpciB1cHBlciBmYWNlcy4gVGhhdCBtYWtlcyB0cmFkaXRpb25hbCBGYWNpYWwgRXhwcmVzc2lvbiBSZWNvZ25pdGlvbiAoRkVSKSBhcHByb2FjaGVzIHZlcnkgbGltaXRlZCBpbiB0aGVpciB1c2VmdWxuZXNzLiBUaHVzLCBhIERlZXAgTGVhcm5pbmcgKERMKSBzb2x1dGlvbiBjb21iaW5lZCB3aXRoIGltYWdlIHByb2Nlc3NpbmcgaXMgdXRpbGl6ZWQgdG8gY2xhc3NpZnkgdW5pdmVyc2FsIGVtb3Rpb25zOiBzYWRuZXNzLCBoYXBwaW5lc3MsIGRpc2d1c3QsIGFuZ2VyLCBmZWFyIGFuZCBzdXJwcmlzZS4gSGVuY2UsIHRoaXMgcGFwZXIgc3VnZ2VzdHMgdGhlIERlZXAgQXV0b21hdGljIEZhY2lhbCBFeHByZXNzaW9uIFJlY29nbml0aW9uIE1vZGVsIChEQUZFUk0pIGZvciBpbnRlcmFjdGl2ZSB2aXJ0dWFsIHJlYWxpdHkgKFZSKSBhcHBsaWNhdGlvbnMgc3VjaCBhcyBpbnRlbGxpZ2VudCBlZHVjYXRpb24sIHNvY2lhbCBuZXR3b3JrcywgYW5kIHZpcnR1YWwgdHJhaW5pbmcuIFR3byBtYWluIHBhcnRzIGNvbXByaXNlIHRoZSBzeXN0ZW06IG9uZSB0aGF0IHVzZXMgZGVlcCBuZXVyYWwgbmV0d29ya3MgKEROTnMpIGZvciBmYWNpYWwgZW1vdGlvbiBpZGVudGlmaWNhdGlvbiBhbmQgYW5vdGhlciB0aGF0IGF1dG9tYXRpY2FsbHkgdHJhY2tzIGFuZCBzZWdtZW50cyBmYWNlcy4gVGhlIHN5c3RlbSBiZWdpbnMgYnkgZm9sbG93aW5nIGEgbWFya2VyIG9uIHRoZSBmcm9udCBvZiB0aGUgaGVhZC1tb3VudGVkIGRpc3BsYXkgKEhNRCkuIFdpdGggdGhlIGhlbHAgb2YgdGhlIHNwYXRpYWwgZGF0YSB0aGF0IGhhcyBiZWVuIHJldHJpZXZlZCwgdGhlIHBvc2l0aW9ucyBhbmQgcm90YXRpb25zIG9mIHRoZSBmYWNlIGFyZSBlc3RpbWF0ZWQgdG8gc2VnbWVudCB0aGUgbW91dGguIEZpbmFsbHksIHRoZSBzeXN0ZW0gaW50ZXJhY3RzIHdpdGggRE5OIHVzaW5nIHRoZSBwaXhlbHMgcHJvY2Vzc2VkIGJ5IHRoZSBsaXBzLiBJdCBvYnRhaW5zIHRoZSBmYWNpYWwgZXhwcmVzc2lvbiByZXN1bHRzIGluIHJlYWwgdGltZSB1c2luZyBhbiBhZGFwdGl2ZSBtZXRob2QgZm9yIGhpc3RvZ3JhbS1iYXNlZCBtb3V0aCBzZWdtZW50YXRpb24uIiwicHVibGlzaGVyIjoiU3ByaW5nZXIgU2NpZW5jZSBhbmQgQnVzaW5lc3MgTWVkaWEgQi5WLiIsImlzc3VlIjoiMSIsInZvbHVtZSI6IjE4IiwiY29udGFpbmVyLXRpdGxlLXNob3J0IjoiIn0sImlzVGVtcG9yYXJ5IjpmYWxzZX0seyJpZCI6ImI1YzAxY2NjLTAzYzAtMzBiOC05MDFjLTYxOWIzMjc0OWJkYyIsIml0ZW1EYXRhIjp7InR5cGUiOiJhcnRpY2xlLWpvdXJuYWwiLCJpZCI6ImI1YzAxY2NjLTAzYzAtMzBiOC05MDFjLTYxOWIzMjc0OWJkYyIsInRpdGxlIjoiTGFuZGZpbGwgV2FzdGUgU2VncmVnYXRpb24gVXNpbmcgVHJhbnNmZXIgYW5kIEVuc2VtYmxlIE1hY2hpbmUgTGVhcm5pbmc6IEEgQ29udm9sdXRpb25hbCBOZXVyYWwgTmV0d29yayBBcHByb2FjaCIsImF1dGhvciI6W3siZmFtaWx5IjoiT3VlZHJhb2dvIiwiZ2l2ZW4iOiJBbmdlbGlrYSBTaXRhIiwicGFyc2UtbmFtZXMiOmZhbHNlLCJkcm9wcGluZy1wYXJ0aWNsZSI6IiIsIm5vbi1kcm9wcGluZy1wYXJ0aWNsZSI6IiJ9LHsiZmFtaWx5IjoiS3VtYXIiLCJnaXZlbiI6IkFqYXkiLCJwYXJzZS1uYW1lcyI6ZmFsc2UsImRyb3BwaW5nLXBhcnRpY2xlIjoiIiwibm9uLWRyb3BwaW5nLXBhcnRpY2xlIjoiIn0seyJmYW1pbHkiOiJXYW5nIiwiZ2l2ZW4iOiJOaW5nIiwicGFyc2UtbmFtZXMiOmZhbHNlLCJkcm9wcGluZy1wYXJ0aWNsZSI6IiIsIm5vbi1kcm9wcGluZy1wYXJ0aWNsZSI6IiJ9XSwiY29udGFpbmVyLXRpdGxlIjoiRW5lcmdpZXMiLCJjb250YWluZXItdGl0bGUtc2hvcnQiOiJFbmVyZ2llcyAoQmFzZWwpIiwiRE9JIjoiMTAuMzM5MC9lbjE2MTY1OTgwIiwiSVNTTiI6IjE5OTYxMDczIiwiaXNzdWVkIjp7ImRhdGUtcGFydHMiOltbMjAyMyw4LDFdXX0sImFic3RyYWN0IjoiV2FzdGUgZGlzcG9zYWwgcmVtYWlucyBhIGNoYWxsZW5nZSBkdWUgdG8gbGFuZCBhdmFpbGFiaWxpdHksIGFuZCBlbnZpcm9ubWVudGFsIGFuZCBoZWFsdGggaXNzdWVzIHJlbGF0ZWQgdG8gdGhlIG1haW4gZGlzcG9zYWwgbWV0aG9kLCBsYW5kZmlsbGluZy4gQ29tYmluaW5nIGNvbXB1dGVyIHZpc2lvbiAobWFjaGluZSBsZWFybmluZykgYW5kIHJvYm90aWNzIHRvIHNvcnQgd2FzdGUgaXMgYSBjb3N0LWVmZmVjdGl2ZSBzb2x1dGlvbiBmb3IgbGFuZGZpbGxpbmcgYWN0aXZpdGllcyBsaW1pdGF0aW9uLiBUaGUgb2JqZWN0aXZlIG9mIHRoaXMgc3R1ZHkgd2FzIHRvIGNvbWJpbmUgdHJhbnNmZXIgYW5kIGVuc2VtYmxlIGxlYXJuaW5nIHRvIHByb2Nlc3MgY29sbGVjdGVkIHdhc3RlIGltYWdlcyBhbmQgY2xhc3NpZnkgbGFuZGZpbGwgd2FzdGUgaW50byBuaW5lIGNsYXNzZXMuIFByZXRyYWluZWQgQ05OIG1vZGVscyAoSW5jZXB0aW9u4oCTUmVzTmV0LXYyLCBFZmZpY2llbnROZXRiMywgYW5kIERlbnNlTmV0MjAxKSB3ZXJlIHVzZWQgYXMgYmFzZSBtb2RlbHMgdG8gZGV2ZWxvcCB0aGUgZW5zZW1ibGUgbmV0d29yaywgYW5kIHRocmVlIG90aGVyIHNpbmdsZSBDTk4gbW9kZWxzIChNb2RlbHMgMSwgMiwgYW5kIDMpLiBUaGUgc2luZ2xlIG5ldHdvcmsgcGVyZm9ybWFuY2VzIHdlcmUgY29tcGFyZWQgdG8gdGhlIGVuc2VtYmxlIG1vZGVsLiBUaGUgd2FzdGUgZGF0YXNldCwgaW5pdGlhbGx5IGdyb3VwZWQgaW4gdHdvIGNsYXNzZXMsIHdhcyBvYnRhaW5lZCBmcm9tIEthZ2dsZSwgYW5kIHJlb3JnYW5pemVkIGludG8gbmluZSBjbGFzc2VzLiBDbGFzc2VzIHdpdGggYSBsb3cgbnVtYmVyIG9mIGRhdGEgd2VyZSBpbXByb3ZlZCBieSBkb3dubG9hZGluZyBhZGRpdGlvbmFsIGltYWdlcyBmcm9tIEdvb2dsZSBzZWFyY2guIFRoZSBFbnNlbWJsZSBNb2RlbCBzaG93ZWQgdGhlIGhpZ2hlc3QgcHJlZGljdGlvbiBwcmVjaXNpb24gKDkwJSkgY29tcGFyZWQgdG8gdGhlIHByZWNpc2lvbiBvZiBNb2RlbHMgMSwgMiwgYW5kIDMsIDg2JSwgODclLCBhbmQgODglLCByZXNwZWN0aXZlbHkuIEFsbCBtb2RlbHMgaGFkIGRpZmZpY3VsdGllcyBwcmVkaWN0aW5nIG92ZXJsYXBwaW5nIGNsYXNzZXMsIHN1Y2ggYXMgZ2xhc3MgYW5kIHBsYXN0aWNzLCBhbmQgd29vZCBhbmQgcGFwZXIvY2FyZGJvYXJkLiBUaGUgZW52aXJvbm1lbnRhbCBjb3N0cyBmb3IgdGhlIEVuc2VtYmxlIG5ldHdvcmssIGFuZCBNb2RlbHMgMiBhbmQgMywgYXBwcm94aW1hdGVseSAxNSBnIENPMiBlcXVpdmFsZW50IHBlciB0cmFpbmluZywgd2VyZSBsb3dlciB0aGFuIHRoZSAxOS4yMyBnIENPMiBlcXVpdmFsZW50IHBlciB0cmFpbmluZyBmb3IgTW9kZWwgMS4iLCJwdWJsaXNoZXIiOiJNdWx0aWRpc2NpcGxpbmFyeSBEaWdpdGFsIFB1Ymxpc2hpbmcgSW5zdGl0dXRlIChNRFBJKSIsImlzc3VlIjoiMTYiLCJ2b2x1bWUiOiIxNiJ9LCJpc1RlbXBvcmFyeSI6ZmFsc2V9XX0="/>
          <w:id w:val="900951931"/>
          <w:placeholder>
            <w:docPart w:val="DefaultPlaceholder_-1854013440"/>
          </w:placeholder>
        </w:sdtPr>
        <w:sdtEndPr/>
        <w:sdtContent>
          <w:r w:rsidR="00793676" w:rsidRPr="004E7EB0">
            <w:rPr>
              <w:sz w:val="20"/>
            </w:rPr>
            <w:t>[11</w:t>
          </w:r>
          <w:r w:rsidR="00B838A1" w:rsidRPr="004E7EB0">
            <w:rPr>
              <w:sz w:val="20"/>
            </w:rPr>
            <w:t>][</w:t>
          </w:r>
          <w:r w:rsidR="00793676" w:rsidRPr="004E7EB0">
            <w:rPr>
              <w:sz w:val="20"/>
            </w:rPr>
            <w:t>12]</w:t>
          </w:r>
        </w:sdtContent>
      </w:sdt>
      <w:r w:rsidRPr="004E7EB0">
        <w:rPr>
          <w:sz w:val="20"/>
        </w:rPr>
        <w:t xml:space="preserve">. Here are two questions that must be researched regarding the classifier experiment from </w:t>
      </w:r>
      <w:r w:rsidR="00A01919" w:rsidRPr="004E7EB0">
        <w:rPr>
          <w:b/>
          <w:bCs/>
          <w:sz w:val="20"/>
        </w:rPr>
        <w:t>TABLE</w:t>
      </w:r>
      <w:r w:rsidRPr="004E7EB0">
        <w:rPr>
          <w:b/>
          <w:bCs/>
          <w:sz w:val="20"/>
        </w:rPr>
        <w:t xml:space="preserve"> </w:t>
      </w:r>
      <w:r w:rsidR="00A01919" w:rsidRPr="004E7EB0">
        <w:rPr>
          <w:b/>
          <w:bCs/>
          <w:sz w:val="20"/>
        </w:rPr>
        <w:t>1</w:t>
      </w:r>
      <w:r w:rsidRPr="004E7EB0">
        <w:rPr>
          <w:sz w:val="20"/>
        </w:rPr>
        <w:t>.</w:t>
      </w:r>
    </w:p>
    <w:p w14:paraId="560B2623" w14:textId="77777777" w:rsidR="00A8624B" w:rsidRPr="004E7EB0" w:rsidRDefault="00A8624B" w:rsidP="004A5480">
      <w:pPr>
        <w:pStyle w:val="ListParagraph"/>
        <w:ind w:left="0" w:firstLine="810"/>
        <w:jc w:val="both"/>
        <w:rPr>
          <w:sz w:val="20"/>
        </w:rPr>
      </w:pPr>
    </w:p>
    <w:p w14:paraId="2F4686FF" w14:textId="0DC2238D" w:rsidR="00C91E23" w:rsidRPr="004E7EB0" w:rsidRDefault="00863314" w:rsidP="004A5480">
      <w:pPr>
        <w:pStyle w:val="Paragraph"/>
        <w:jc w:val="center"/>
        <w:rPr>
          <w:sz w:val="18"/>
          <w:szCs w:val="18"/>
        </w:rPr>
      </w:pPr>
      <w:r w:rsidRPr="004E7EB0">
        <w:rPr>
          <w:b/>
          <w:sz w:val="18"/>
          <w:szCs w:val="18"/>
        </w:rPr>
        <w:t>TABLE 1</w:t>
      </w:r>
      <w:r w:rsidRPr="004E7EB0">
        <w:rPr>
          <w:sz w:val="18"/>
          <w:szCs w:val="18"/>
        </w:rPr>
        <w:t>. Defined Research Questions</w:t>
      </w:r>
    </w:p>
    <w:p w14:paraId="3D501F9E" w14:textId="77777777" w:rsidR="00863314" w:rsidRPr="004E7EB0" w:rsidRDefault="00863314" w:rsidP="004A5480">
      <w:pPr>
        <w:pStyle w:val="Paragraph"/>
        <w:jc w:val="center"/>
      </w:pPr>
    </w:p>
    <w:tbl>
      <w:tblPr>
        <w:tblStyle w:val="PlainTable2"/>
        <w:tblW w:w="4856" w:type="dxa"/>
        <w:jc w:val="center"/>
        <w:tblLook w:val="04A0" w:firstRow="1" w:lastRow="0" w:firstColumn="1" w:lastColumn="0" w:noHBand="0" w:noVBand="1"/>
      </w:tblPr>
      <w:tblGrid>
        <w:gridCol w:w="704"/>
        <w:gridCol w:w="4152"/>
      </w:tblGrid>
      <w:tr w:rsidR="004E7EB0" w:rsidRPr="004E7EB0" w14:paraId="03F053FB" w14:textId="77777777" w:rsidTr="00097C50">
        <w:trPr>
          <w:cnfStyle w:val="100000000000" w:firstRow="1" w:lastRow="0" w:firstColumn="0" w:lastColumn="0" w:oddVBand="0" w:evenVBand="0" w:oddHBand="0" w:evenHBand="0" w:firstRowFirstColumn="0" w:firstRowLastColumn="0" w:lastRowFirstColumn="0" w:lastRowLastColumn="0"/>
          <w:trHeight w:val="554"/>
          <w:jc w:val="center"/>
        </w:trPr>
        <w:tc>
          <w:tcPr>
            <w:cnfStyle w:val="001000000000" w:firstRow="0" w:lastRow="0" w:firstColumn="1" w:lastColumn="0" w:oddVBand="0" w:evenVBand="0" w:oddHBand="0" w:evenHBand="0" w:firstRowFirstColumn="0" w:firstRowLastColumn="0" w:lastRowFirstColumn="0" w:lastRowLastColumn="0"/>
            <w:tcW w:w="704" w:type="dxa"/>
          </w:tcPr>
          <w:p w14:paraId="27B373A6" w14:textId="77777777" w:rsidR="00C91E23" w:rsidRPr="004E7EB0" w:rsidRDefault="00C91E23" w:rsidP="004A5480">
            <w:pPr>
              <w:keepLines/>
              <w:jc w:val="center"/>
              <w:rPr>
                <w:sz w:val="20"/>
                <w:lang w:val="en-IN" w:eastAsia="en-IN"/>
              </w:rPr>
            </w:pPr>
            <w:r w:rsidRPr="004E7EB0">
              <w:rPr>
                <w:sz w:val="20"/>
                <w:lang w:val="en-IN" w:eastAsia="en-IN"/>
              </w:rPr>
              <w:t>RQ1</w:t>
            </w:r>
          </w:p>
        </w:tc>
        <w:tc>
          <w:tcPr>
            <w:tcW w:w="4152" w:type="dxa"/>
          </w:tcPr>
          <w:p w14:paraId="2A687229" w14:textId="77777777" w:rsidR="00C91E23" w:rsidRPr="004E7EB0" w:rsidRDefault="00C91E23" w:rsidP="004A5480">
            <w:pPr>
              <w:keepLines/>
              <w:spacing w:after="120"/>
              <w:jc w:val="both"/>
              <w:cnfStyle w:val="100000000000" w:firstRow="1" w:lastRow="0" w:firstColumn="0" w:lastColumn="0" w:oddVBand="0" w:evenVBand="0" w:oddHBand="0" w:evenHBand="0" w:firstRowFirstColumn="0" w:firstRowLastColumn="0" w:lastRowFirstColumn="0" w:lastRowLastColumn="0"/>
              <w:rPr>
                <w:b w:val="0"/>
                <w:bCs w:val="0"/>
                <w:sz w:val="20"/>
                <w:lang w:val="en-IN" w:eastAsia="en-IN"/>
              </w:rPr>
            </w:pPr>
            <w:r w:rsidRPr="004E7EB0">
              <w:rPr>
                <w:b w:val="0"/>
                <w:bCs w:val="0"/>
                <w:sz w:val="20"/>
                <w:lang w:val="en-IN" w:eastAsia="en-IN"/>
              </w:rPr>
              <w:t>EfficientNetB0 vs. B1: Which model is more effective for emotion detection on the FER2013 dataset?</w:t>
            </w:r>
          </w:p>
        </w:tc>
      </w:tr>
      <w:tr w:rsidR="004E7EB0" w:rsidRPr="004E7EB0" w14:paraId="4D135F1B" w14:textId="77777777" w:rsidTr="00097C50">
        <w:trPr>
          <w:cnfStyle w:val="000000100000" w:firstRow="0" w:lastRow="0" w:firstColumn="0" w:lastColumn="0" w:oddVBand="0" w:evenVBand="0" w:oddHBand="1" w:evenHBand="0" w:firstRowFirstColumn="0" w:firstRowLastColumn="0" w:lastRowFirstColumn="0" w:lastRowLastColumn="0"/>
          <w:trHeight w:val="285"/>
          <w:jc w:val="center"/>
        </w:trPr>
        <w:tc>
          <w:tcPr>
            <w:cnfStyle w:val="001000000000" w:firstRow="0" w:lastRow="0" w:firstColumn="1" w:lastColumn="0" w:oddVBand="0" w:evenVBand="0" w:oddHBand="0" w:evenHBand="0" w:firstRowFirstColumn="0" w:firstRowLastColumn="0" w:lastRowFirstColumn="0" w:lastRowLastColumn="0"/>
            <w:tcW w:w="704" w:type="dxa"/>
          </w:tcPr>
          <w:p w14:paraId="35D289CB" w14:textId="77777777" w:rsidR="00C91E23" w:rsidRPr="004E7EB0" w:rsidRDefault="00C91E23" w:rsidP="004A5480">
            <w:pPr>
              <w:keepLines/>
              <w:jc w:val="center"/>
              <w:rPr>
                <w:sz w:val="20"/>
                <w:lang w:val="en-IN" w:eastAsia="en-IN"/>
              </w:rPr>
            </w:pPr>
            <w:r w:rsidRPr="004E7EB0">
              <w:rPr>
                <w:sz w:val="20"/>
                <w:lang w:val="en-IN" w:eastAsia="en-IN"/>
              </w:rPr>
              <w:t>RQ2</w:t>
            </w:r>
          </w:p>
        </w:tc>
        <w:tc>
          <w:tcPr>
            <w:tcW w:w="4152" w:type="dxa"/>
          </w:tcPr>
          <w:p w14:paraId="68FD00C4" w14:textId="77777777" w:rsidR="00C91E23" w:rsidRPr="004E7EB0" w:rsidRDefault="00C91E23" w:rsidP="004A5480">
            <w:pPr>
              <w:keepLines/>
              <w:spacing w:after="120"/>
              <w:jc w:val="both"/>
              <w:cnfStyle w:val="000000100000" w:firstRow="0" w:lastRow="0" w:firstColumn="0" w:lastColumn="0" w:oddVBand="0" w:evenVBand="0" w:oddHBand="1" w:evenHBand="0" w:firstRowFirstColumn="0" w:firstRowLastColumn="0" w:lastRowFirstColumn="0" w:lastRowLastColumn="0"/>
              <w:rPr>
                <w:sz w:val="20"/>
                <w:lang w:val="en-IN" w:eastAsia="en-IN"/>
              </w:rPr>
            </w:pPr>
            <w:r w:rsidRPr="004E7EB0">
              <w:rPr>
                <w:sz w:val="20"/>
                <w:lang w:val="en-IN" w:eastAsia="en-IN"/>
              </w:rPr>
              <w:t>What are the main challenges in using the FER2013 dataset for emotion detection?</w:t>
            </w:r>
          </w:p>
        </w:tc>
      </w:tr>
    </w:tbl>
    <w:p w14:paraId="01A974C0" w14:textId="0F821072" w:rsidR="00066763" w:rsidRPr="004E7EB0" w:rsidRDefault="0017605D" w:rsidP="00784521">
      <w:pPr>
        <w:pStyle w:val="ListParagraph"/>
        <w:ind w:left="0" w:firstLine="270"/>
        <w:jc w:val="both"/>
        <w:rPr>
          <w:sz w:val="20"/>
        </w:rPr>
      </w:pPr>
      <w:r w:rsidRPr="004E7EB0">
        <w:rPr>
          <w:sz w:val="20"/>
        </w:rPr>
        <w:lastRenderedPageBreak/>
        <w:t xml:space="preserve">RQ1: </w:t>
      </w:r>
      <w:r w:rsidR="00A01919" w:rsidRPr="004E7EB0">
        <w:rPr>
          <w:sz w:val="20"/>
        </w:rPr>
        <w:t xml:space="preserve">EfficientNetB0 Vs EfficientNetB1: Which </w:t>
      </w:r>
      <w:r w:rsidR="003055F2" w:rsidRPr="004E7EB0">
        <w:rPr>
          <w:sz w:val="20"/>
        </w:rPr>
        <w:t>m</w:t>
      </w:r>
      <w:r w:rsidR="00A01919" w:rsidRPr="004E7EB0">
        <w:rPr>
          <w:sz w:val="20"/>
        </w:rPr>
        <w:t xml:space="preserve">odel </w:t>
      </w:r>
      <w:r w:rsidR="003055F2" w:rsidRPr="004E7EB0">
        <w:rPr>
          <w:sz w:val="20"/>
        </w:rPr>
        <w:t>i</w:t>
      </w:r>
      <w:r w:rsidR="00A01919" w:rsidRPr="004E7EB0">
        <w:rPr>
          <w:sz w:val="20"/>
        </w:rPr>
        <w:t xml:space="preserve">s </w:t>
      </w:r>
      <w:r w:rsidR="003055F2" w:rsidRPr="004E7EB0">
        <w:rPr>
          <w:sz w:val="20"/>
        </w:rPr>
        <w:t>m</w:t>
      </w:r>
      <w:r w:rsidR="00A01919" w:rsidRPr="004E7EB0">
        <w:rPr>
          <w:sz w:val="20"/>
        </w:rPr>
        <w:t xml:space="preserve">ore </w:t>
      </w:r>
      <w:r w:rsidR="000A34E9" w:rsidRPr="004E7EB0">
        <w:rPr>
          <w:sz w:val="20"/>
        </w:rPr>
        <w:t>e</w:t>
      </w:r>
      <w:r w:rsidR="00A01919" w:rsidRPr="004E7EB0">
        <w:rPr>
          <w:sz w:val="20"/>
        </w:rPr>
        <w:t xml:space="preserve">ffective </w:t>
      </w:r>
      <w:r w:rsidR="000A34E9" w:rsidRPr="004E7EB0">
        <w:rPr>
          <w:sz w:val="20"/>
        </w:rPr>
        <w:t>f</w:t>
      </w:r>
      <w:r w:rsidR="00A01919" w:rsidRPr="004E7EB0">
        <w:rPr>
          <w:sz w:val="20"/>
        </w:rPr>
        <w:t xml:space="preserve">or </w:t>
      </w:r>
      <w:r w:rsidR="000A34E9" w:rsidRPr="004E7EB0">
        <w:rPr>
          <w:sz w:val="20"/>
        </w:rPr>
        <w:t>e</w:t>
      </w:r>
      <w:r w:rsidR="00A01919" w:rsidRPr="004E7EB0">
        <w:rPr>
          <w:sz w:val="20"/>
        </w:rPr>
        <w:t xml:space="preserve">motion </w:t>
      </w:r>
      <w:r w:rsidR="000A34E9" w:rsidRPr="004E7EB0">
        <w:rPr>
          <w:sz w:val="20"/>
        </w:rPr>
        <w:t>d</w:t>
      </w:r>
      <w:r w:rsidR="00A01919" w:rsidRPr="004E7EB0">
        <w:rPr>
          <w:sz w:val="20"/>
        </w:rPr>
        <w:t xml:space="preserve">etection </w:t>
      </w:r>
      <w:r w:rsidR="000A34E9" w:rsidRPr="004E7EB0">
        <w:rPr>
          <w:sz w:val="20"/>
        </w:rPr>
        <w:t>o</w:t>
      </w:r>
      <w:r w:rsidR="00A01919" w:rsidRPr="004E7EB0">
        <w:rPr>
          <w:sz w:val="20"/>
        </w:rPr>
        <w:t xml:space="preserve">n </w:t>
      </w:r>
      <w:r w:rsidR="00123D64" w:rsidRPr="004E7EB0">
        <w:rPr>
          <w:sz w:val="20"/>
        </w:rPr>
        <w:t>t</w:t>
      </w:r>
      <w:r w:rsidR="00A01919" w:rsidRPr="004E7EB0">
        <w:rPr>
          <w:sz w:val="20"/>
        </w:rPr>
        <w:t xml:space="preserve">he Fer-2013 </w:t>
      </w:r>
      <w:r w:rsidR="000A34E9" w:rsidRPr="004E7EB0">
        <w:rPr>
          <w:sz w:val="20"/>
        </w:rPr>
        <w:t>d</w:t>
      </w:r>
      <w:r w:rsidR="00A01919" w:rsidRPr="004E7EB0">
        <w:rPr>
          <w:sz w:val="20"/>
        </w:rPr>
        <w:t>ataset?</w:t>
      </w:r>
    </w:p>
    <w:p w14:paraId="745BEADF" w14:textId="34725BF3" w:rsidR="00066763" w:rsidRPr="004E7EB0" w:rsidRDefault="00616F3B" w:rsidP="004A5480">
      <w:pPr>
        <w:pStyle w:val="ListParagraph"/>
        <w:ind w:left="0" w:firstLine="270"/>
        <w:jc w:val="both"/>
        <w:rPr>
          <w:sz w:val="20"/>
        </w:rPr>
      </w:pPr>
      <w:r w:rsidRPr="004E7EB0">
        <w:br/>
      </w:r>
      <w:r w:rsidR="00097C50" w:rsidRPr="004E7EB0">
        <w:rPr>
          <w:sz w:val="20"/>
        </w:rPr>
        <w:t xml:space="preserve">     </w:t>
      </w:r>
      <w:r w:rsidR="00066763" w:rsidRPr="004E7EB0">
        <w:rPr>
          <w:sz w:val="20"/>
        </w:rPr>
        <w:t>Based on the experimental results conducted for emotion detection on the FER-2013 dataset, EfficientNetB1 shows higher effectiveness in emotion face recognition than EfficientNetB0. Analysis of the historical plots (</w:t>
      </w:r>
      <w:r w:rsidR="00066763" w:rsidRPr="004E7EB0">
        <w:rPr>
          <w:b/>
          <w:bCs/>
          <w:sz w:val="20"/>
        </w:rPr>
        <w:t xml:space="preserve">FIGURE </w:t>
      </w:r>
      <w:r w:rsidR="00A8624B" w:rsidRPr="004E7EB0">
        <w:rPr>
          <w:b/>
          <w:bCs/>
          <w:sz w:val="20"/>
        </w:rPr>
        <w:t>2</w:t>
      </w:r>
      <w:r w:rsidR="009F54F5" w:rsidRPr="004E7EB0">
        <w:rPr>
          <w:b/>
          <w:bCs/>
          <w:sz w:val="20"/>
        </w:rPr>
        <w:t xml:space="preserve"> and FIGURE 3</w:t>
      </w:r>
      <w:r w:rsidR="00066763" w:rsidRPr="004E7EB0">
        <w:rPr>
          <w:sz w:val="20"/>
        </w:rPr>
        <w:t>) shows that EfficientNetB1 tends to achieve higher validation constancy and lower loss, indicating a better capacity of the model to learn complex features of facial expressions</w:t>
      </w:r>
      <w:r w:rsidR="0041774A" w:rsidRPr="004E7EB0">
        <w:rPr>
          <w:sz w:val="20"/>
        </w:rPr>
        <w:t xml:space="preserve"> </w:t>
      </w:r>
      <w:sdt>
        <w:sdtPr>
          <w:rPr>
            <w:sz w:val="20"/>
          </w:rPr>
          <w:tag w:val="MENDELEY_CITATION_v3_eyJjaXRhdGlvbklEIjoiTUVOREVMRVlfQ0lUQVRJT05fYzM3Zjk0MDctMmQwZS00ZjMxLThkZTQtNDQ1ZWIzMjQ5MDExIiwicHJvcGVydGllcyI6eyJub3RlSW5kZXgiOjB9LCJpc0VkaXRlZCI6ZmFsc2UsIm1hbnVhbE92ZXJyaWRlIjp7ImlzTWFudWFsbHlPdmVycmlkZGVuIjpmYWxzZSwiY2l0ZXByb2NUZXh0IjoiWzEzXSIsIm1hbnVhbE92ZXJyaWRlVGV4dCI6IiJ9LCJjaXRhdGlvbkl0ZW1zIjpbeyJpZCI6ImIzMTdjNjM5LTI0MzYtMzNkYy05NjdmLWFjN2ZiYTZlMThmYyIsIml0ZW1EYXRhIjp7InR5cGUiOiJhcnRpY2xlLWpvdXJuYWwiLCJpZCI6ImIzMTdjNjM5LTI0MzYtMzNkYy05NjdmLWFjN2ZiYTZlMThmYyIsInRpdGxlIjoiRW1vdGlvbiByZWNvZ25pdGlvbiBmb3IgZW5oYW5jZWQgbGVhcm5pbmc6IHVzaW5nIEFJIHRvIGRldGVjdCBzdHVkZW50c+KAmSBlbW90aW9ucyBhbmQgYWRqdXN0IHRlYWNoaW5nIG1ldGhvZHMiLCJhdXRob3IiOlt7ImZhbWlseSI6IlNhbGxvdW0iLCJnaXZlbiI6IlNhaWQgQS4iLCJwYXJzZS1uYW1lcyI6ZmFsc2UsImRyb3BwaW5nLXBhcnRpY2xlIjoiIiwibm9uLWRyb3BwaW5nLXBhcnRpY2xlIjoiIn0seyJmYW1pbHkiOiJBbG9tYXJpIiwiZ2l2ZW4iOiJLaGFsZWQgTW9oYW1tYWQiLCJwYXJzZS1uYW1lcyI6ZmFsc2UsImRyb3BwaW5nLXBhcnRpY2xlIjoiIiwibm9uLWRyb3BwaW5nLXBhcnRpY2xlIjoiIn0seyJmYW1pbHkiOiJBbGZhaXNhbCIsImdpdmVuIjoiQXNlZWwgTS4iLCJwYXJzZS1uYW1lcyI6ZmFsc2UsImRyb3BwaW5nLXBhcnRpY2xlIjoiIiwibm9uLWRyb3BwaW5nLXBhcnRpY2xlIjoiIn0seyJmYW1pbHkiOiJBbGphbmFkYSIsImdpdmVuIjoiUm9zZSBBLiIsInBhcnNlLW5hbWVzIjpmYWxzZSwiZHJvcHBpbmctcGFydGljbGUiOiIiLCJub24tZHJvcHBpbmctcGFydGljbGUiOiIifSx7ImZhbWlseSI6IkJhc2lvdW5pIiwiZ2l2ZW4iOiJBenphIiwicGFyc2UtbmFtZXMiOmZhbHNlLCJkcm9wcGluZy1wYXJ0aWNsZSI6IiIsIm5vbi1kcm9wcGluZy1wYXJ0aWNsZSI6IiJ9XSwiY29udGFpbmVyLXRpdGxlIjoiU21hcnQgTGVhcm5pbmcgRW52aXJvbm1lbnRzIiwiRE9JIjoiMTAuMTE4Ni9zNDA1NjEtMDI1LTAwMzc0LTUiLCJJU1NOIjoiMjE5NjcwOTEiLCJpc3N1ZWQiOnsiZGF0ZS1wYXJ0cyI6W1syMDI1LDEyLDFdXX0sImFic3RyYWN0IjoiVGhlIGludGVncmF0aW9uIG9mIGFydGlmaWNpYWwgaW50ZWxsaWdlbmNlIGluIGVkdWNhdGlvbmFsIGVudmlyb25tZW50cyBoYXMgdGhlIHBvdGVudGlhbCB0byByZXZvbHV0aW9uaXplIHRlYWNoaW5nIGFuZCBsZWFybmluZyBieSBlbmFibGluZyByZWFsLXRpbWUgYW5hbHlzaXMgb2Ygc3R1ZGVudHPigJkgZW1vdGlvbnMsIHdoaWNoIGFyZSBjcnVjaWFsIGRldGVybWluYW50cyBvZiBlbmdhZ2VtZW50LCBtb3RpdmF0aW9uLCBhbmQgbGVhcm5pbmcgb3V0Y29tZXMuIEhvd2V2ZXIsIGFjY3VyYXRlbHkgZGV0ZWN0aW5nIGFuZCByZXNwb25kaW5nIHRvIHRoZXNlIGVtb3Rpb25zIHJlbWFpbnMgYSBzaWduaWZpY2FudCBjaGFsbGVuZ2UsIHBhcnRpY3VsYXJseSBpbiBvbmxpbmUgYW5kIHJlbW90ZSBsZWFybmluZyBzZXR0aW5ncyB3aGVyZSBkaXJlY3QgdGVhY2hlci1zdHVkZW50IGludGVyYWN0aW9ucyBhcmUgbGltaXRlZC4gVHJhZGl0aW9uYWwgZWR1Y2F0aW9uYWwgYXBwcm9hY2hlcyBvZnRlbiBmYWlsIHRvIGFjY291bnQgZm9yIHRoZSBlbW90aW9uYWwgc3RhdGVzIG9mIHN0dWRlbnRzLCB3aGljaCBjYW4gbGVhZCB0byBkaXNlbmdhZ2VtZW50IGFuZCByZWR1Y2VkIGxlYXJuaW5nIGVmZmVjdGl2ZW5lc3MuIFRoZSBjdXJyZW50IHN0dWR5IGFkZHJlc3NlcyB0aGlzIHByb2JsZW0gYnkgZGV2ZWxvcGluZyBhIHJlZmluZWQgY29udm9sdXRpb25hbCBuZXVyYWwgbmV0d29yayAoQ05OKSBtb2RlbCBkZXNpZ25lZCB0byBkZXRlY3Qgc3R1ZGVudHPigJkgZW1vdGlvbnMgd2l0aCBoaWdoIGFjY3VyYWN5LCB1c2luZyB0aGUgRkVSMjAxMyBmYWNpYWwgZXhwcmVzc2lvbiByZWNvZ25pdGlvbiBkYXRhc2V0LiBUaGUgbWV0aG9kb2xvZ3kgaW52b2x2ZWQgcHJlcHJvY2Vzc2luZyB0aGUgZGF0YXNldCwgaW5jbHVkaW5nIG5vcm1hbGl6YXRpb24gYW5kIGF1Z21lbnRhdGlvbiB0ZWNobmlxdWVzLCB0byBlbnN1cmUgcm9idXN0bmVzcyBhbmQgZ2VuZXJhbGl6YWJpbGl0eSBvZiB0aGUgbW9kZWwuIFRoZSBDTk4gYXJjaGl0ZWN0dXJlIHdhcyBjYXJlZnVsbHkgZGVzaWduZWQgd2l0aCBtdWx0aXBsZSBjb252b2x1dGlvbmFsLCBiYXRjaCBub3JtYWxpemF0aW9uLCBhbmQgZHJvcG91dCBsYXllcnMgdG8gb3B0aW1pemUgaXRzIGFiaWxpdHkgdG8gY2xhc3NpZnkgc2V2ZW4gYmFzaWMgZW1vdGlvbnM6IGFuZ2VyLCBkaXNndXN0LCBmZWFyLCBoYXBwaW5lc3MsIHNhZG5lc3MsIHN1cnByaXNlLCBhbmQgbmV1dHJhbC4gVGhlIG1vZGVsIHdhcyB0cmFpbmVkIGFuZCB2YWxpZGF0ZWQgb24gYW4gODAtMjAgc3BsaXQgb2YgdGhlIGRhdGFzZXQsIHdpdGggYWRkaXRpb25hbCBtZWFzdXJlcyBzdWNoIGFzIGxlYXJuaW5nIHJhdGUgcmVkdWN0aW9uIGFuZCBlYXJseSBzdG9wcGluZyBpbXBsZW1lbnRlZCB0byBlbmhhbmNlIHBlcmZvcm1hbmNlIGFuZCBwcmV2ZW50IG92ZXJmaXR0aW5nLiBUaGUgcmVzdWx0cyBkZW1vbnN0cmF0ZWQgdGhhdCB0aGUgQ05OIG1vZGVsIGFjaGlldmVkIGEgdGVzdCBhY2N1cmFjeSBvZiA5NSUsIHdpdGggY29uc2lzdGVudGx5IGhpZ2ggcHJlY2lzaW9uIGFuZCByZWNhbGwgYWNyb3NzIGFsbCBlbW90aW9uIGNhdGVnb3JpZXMuIFRoaXMgaGlnaCBsZXZlbCBvZiBhY2N1cmFjeSBpbmRpY2F0ZXMgdGhhdCB0aGUgbW9kZWwgaXMgZWZmZWN0aXZlIGF0IHJlY29nbml6aW5nIHN1YnRsZSBkaWZmZXJlbmNlcyBpbiBmYWNpYWwgZXhwcmVzc2lvbnMsIG1ha2luZyBpdCBzdWl0YWJsZSBmb3IgcmVhbC10aW1lIGFwcGxpY2F0aW9uIGluIGVkdWNhdGlvbmFsIHNldHRpbmdzLiIsInB1Ymxpc2hlciI6IlNwcmluZ2VyIiwiaXNzdWUiOiIxIiwidm9sdW1lIjoiMTIiLCJjb250YWluZXItdGl0bGUtc2hvcnQiOiIifSwiaXNUZW1wb3JhcnkiOmZhbHNlfV19"/>
          <w:id w:val="-1082128859"/>
          <w:placeholder>
            <w:docPart w:val="DefaultPlaceholder_-1854013440"/>
          </w:placeholder>
        </w:sdtPr>
        <w:sdtEndPr/>
        <w:sdtContent>
          <w:r w:rsidR="00793676" w:rsidRPr="004E7EB0">
            <w:rPr>
              <w:sz w:val="20"/>
            </w:rPr>
            <w:t>[13]</w:t>
          </w:r>
        </w:sdtContent>
      </w:sdt>
      <w:r w:rsidR="00066763" w:rsidRPr="004E7EB0">
        <w:rPr>
          <w:sz w:val="20"/>
        </w:rPr>
        <w:t>. Although EfficientNetB0 also shows solid performance with superior computational efficiency, the improved accuracy offered by EfficientNetB1 makes it a more effective choice for emotion detection tasks that require high precision. A comparison of the confusion matrix of the two models on the test set (</w:t>
      </w:r>
      <w:r w:rsidR="00066763" w:rsidRPr="004E7EB0">
        <w:rPr>
          <w:b/>
          <w:bCs/>
          <w:sz w:val="20"/>
        </w:rPr>
        <w:t xml:space="preserve">FIGURE </w:t>
      </w:r>
      <w:r w:rsidR="009F54F5" w:rsidRPr="004E7EB0">
        <w:rPr>
          <w:b/>
          <w:bCs/>
          <w:sz w:val="20"/>
        </w:rPr>
        <w:t>6</w:t>
      </w:r>
      <w:r w:rsidR="00066763" w:rsidRPr="004E7EB0">
        <w:rPr>
          <w:sz w:val="20"/>
        </w:rPr>
        <w:t>) further illustrates the difference in clarification ability per emotion category, confirming that model B1 is able to reduce misclassification, especially in emotion classes that have few samples</w:t>
      </w:r>
      <w:r w:rsidR="0041774A" w:rsidRPr="004E7EB0">
        <w:rPr>
          <w:sz w:val="20"/>
        </w:rPr>
        <w:t xml:space="preserve"> </w:t>
      </w:r>
      <w:sdt>
        <w:sdtPr>
          <w:rPr>
            <w:sz w:val="20"/>
          </w:rPr>
          <w:tag w:val="MENDELEY_CITATION_v3_eyJjaXRhdGlvbklEIjoiTUVOREVMRVlfQ0lUQVRJT05fOGU0YWMwMjQtZjJhNS00YjYyLThiMzMtNzQ5OGEzYzE0MzUxIiwicHJvcGVydGllcyI6eyJub3RlSW5kZXgiOjB9LCJpc0VkaXRlZCI6ZmFsc2UsIm1hbnVhbE92ZXJyaWRlIjp7ImlzTWFudWFsbHlPdmVycmlkZGVuIjpmYWxzZSwiY2l0ZXByb2NUZXh0IjoiWzE0LCAxNV0iLCJtYW51YWxPdmVycmlkZVRleHQiOiIifSwiY2l0YXRpb25JdGVtcyI6W3siaWQiOiIwOWZhYTkwMS0zYWQ3LTMyNWYtYmYyZi1jNWYxYmQxZGFjNDEiLCJpdGVtRGF0YSI6eyJ0eXBlIjoiYXJ0aWNsZS1qb3VybmFsIiwiaWQiOiIwOWZhYTkwMS0zYWQ3LTMyNWYtYmYyZi1jNWYxYmQxZGFjNDEiLCJ0aXRsZSI6IkRlZXAgbGVhcm5pbmctYmFzZWQgYXV0b21hdGljIGltYWdlIGNsYXNzaWZpY2F0aW9uIG9mIG9yYWwgY2FuY2VyIGNlbGxzIGFjcXVpcmluZyBjaGVtb3Jlc2lzdGFuY2UgaW4gdml0cm8iLCJhdXRob3IiOlt7ImZhbWlseSI6IkhzaWVoIiwiZ2l2ZW4iOiJIc2luZyBDaHVhbiIsInBhcnNlLW5hbWVzIjpmYWxzZSwiZHJvcHBpbmctcGFydGljbGUiOiIiLCJub24tZHJvcHBpbmctcGFydGljbGUiOiIifSx7ImZhbWlseSI6IkNoZW4iLCJnaXZlbiI6IkNobyBZaSIsInBhcnNlLW5hbWVzIjpmYWxzZSwiZHJvcHBpbmctcGFydGljbGUiOiIiLCJub24tZHJvcHBpbmctcGFydGljbGUiOiIifSx7ImZhbWlseSI6IkNob3UiLCJnaXZlbiI6IkNodW5nIEhzaWVuIiwicGFyc2UtbmFtZXMiOmZhbHNlLCJkcm9wcGluZy1wYXJ0aWNsZSI6IiIsIm5vbi1kcm9wcGluZy1wYXJ0aWNsZSI6IiJ9LHsiZmFtaWx5IjoiUGVuZyIsImdpdmVuIjoiQm91IFl1ZSIsInBhcnNlLW5hbWVzIjpmYWxzZSwiZHJvcHBpbmctcGFydGljbGUiOiIiLCJub24tZHJvcHBpbmctcGFydGljbGUiOiIifSx7ImZhbWlseSI6IlN1biIsImdpdmVuIjoiWWkgQ2hlbiIsInBhcnNlLW5hbWVzIjpmYWxzZSwiZHJvcHBpbmctcGFydGljbGUiOiIiLCJub24tZHJvcHBpbmctcGFydGljbGUiOiIifSx7ImZhbWlseSI6IkxpbiIsImdpdmVuIjoiVHp1IFdlaSIsInBhcnNlLW5hbWVzIjpmYWxzZSwiZHJvcHBpbmctcGFydGljbGUiOiIiLCJub24tZHJvcHBpbmctcGFydGljbGUiOiIifSx7ImZhbWlseSI6IkNoaWVuIiwiZ2l2ZW4iOiJZdWVoIiwicGFyc2UtbmFtZXMiOmZhbHNlLCJkcm9wcGluZy1wYXJ0aWNsZSI6IiIsIm5vbi1kcm9wcGluZy1wYXJ0aWNsZSI6IiJ9LHsiZmFtaWx5IjoiQ2hpb3UiLCJnaXZlbiI6IlNoaWggSHdhIiwicGFyc2UtbmFtZXMiOmZhbHNlLCJkcm9wcGluZy1wYXJ0aWNsZSI6IiIsIm5vbi1kcm9wcGluZy1wYXJ0aWNsZSI6IiJ9LHsiZmFtaWx5IjoiSHVuZyIsImdpdmVuIjoiS2FpIEZlbmciLCJwYXJzZS1uYW1lcyI6ZmFsc2UsImRyb3BwaW5nLXBhcnRpY2xlIjoiIiwibm9uLWRyb3BwaW5nLXBhcnRpY2xlIjoiIn0seyJmYW1pbHkiOiJMdSIsImdpdmVuIjoiSGVucnkgSG9ybmcgU2hpbmciLCJwYXJzZS1uYW1lcyI6ZmFsc2UsImRyb3BwaW5nLXBhcnRpY2xlIjoiIiwibm9uLWRyb3BwaW5nLXBhcnRpY2xlIjoiIn1dLCJjb250YWluZXItdGl0bGUiOiJQTG9TIE9ORSIsImNvbnRhaW5lci10aXRsZS1zaG9ydCI6IlBMb1MgT25lIiwiRE9JIjoiMTAuMTM3MS9qb3VybmFsLnBvbmUuMDMxMDMwNCIsIklTU04iOiIxOTMyNjIwMyIsIlBNSUQiOiIzOTQ4NTc0OSIsImlzc3VlZCI6eyJkYXRlLXBhcnRzIjpbWzIwMjQsMTEsMV1dfSwiYWJzdHJhY3QiOiJDZWxsIHNoYXBlIHJlZmxlY3RzIHRoZSBzcGF0aWFsIGNvbmZpZ3VyYXRpb24gcmVzdWx0aW5nIGZyb20gdGhlIGVxdWlsaWJyaXVtIG9mIGNlbGx1bGFyIGFuZCBlbnZpcm9ubWVudGFsIHNpZ25hbHMgYW5kIGlzIGNvbnNpZGVyZWQgYSBoaWdobHkgcmVsZXZhbnQgaW5kaWNhdG9yIG9mIGl0cyBmdW5jdGlvbiBhbmQgYmlvbG9naWNhbCBwcm9wZXJ0aWVzLiBGb3IgY2FuY2VyIGNlbGxzLCB2YXJpb3VzIHBoeXNpb2xvZ2ljYWwgYW5kIGVudmlyb25tZW50YWwgY2hhbGxlbmdlcywgaW5jbHVkaW5nIGNoZW1vdGhlcmFweSwgY2F1c2UgYSBjZWxsIHN0YXRlIHRyYW5zaXRpb24sIHdoaWNoIGlzIGFjY29tcGFuaWVkIGJ5IGEgY29udGludW91cyBtb3JwaG9sb2dpY2FsIGFsdGVyYXRpb24gdGhhdCBpcyBvZnRlbiBleHRyZW1lbHkgZGlmZmljdWx0IHRvIHJlY29nbml6ZSBldmVuIGJ5IGRpcmVjdCBtaWNyb3Njb3BpYyBpbnNwZWN0aW9uLiBUbyBkZXRlcm1pbmUgd2hldGhlciBkZWVwIGxlYXJuaW5nLWJhc2VkIGltYWdlIGFuYWx5c2lzIGVuYWJsZXMgdGhlIGRldGVjdGlvbiBvZiBjZWxsIHNoYXBlIHJlZmxlY3RpbmcgYSBjcnVjaWFsIGNlbGwgc3RhdGUgYWx0ZXJhdGlvbiwgd2UgdXNlZCB0aGUgb3JhbCBjYW5jZXIgY2VsbCBsaW5lIHJlc2lzdGFudCB0byBjaGVtb3RoZXJhcHkgYnV0IGhhdmluZyBjZWxsIG1vcnBob2xvZ3kgbmVhcmx5IGluZGlzY2VybmlibGUgZnJvbSBpdHMgbm9uLXJlc2lzdGFudCBwYXJlbnRhbCBjZWxscy4gV2UgdGhlbiBpbXBsZW1lbnRlZCB0aGUgYXV0b21hdGljIGFwcHJvYWNoIHZpYSBkZWVwIGxlYXJuaW5nIG1ldGhvZHMgYmFzZWQgb24gRWZmaWNpZW5OZXQtQjMgbW9kZWxzLCBhbG9uZyB3aXRoIG92ZXItIGFuZCBkb3duLXNhbXBsaW5nIHRlY2huaXF1ZXMgdG8gZGV0ZXJtaW5lIHdoZXRoZXIgaW1hZ2UgYW5hbHlzaXMgb2YgdGhlIENvbnZvbHV0aW9uYWwgTmV1cmFsIE5ldHdvcmsgKENOTikgY2FuIGFjY29tcGxpc2ggdGhyZWUtY2xhc3MgY2xhc3NpZmljYXRpb24gb2Ygbm9uLWNhbmNlciBjZWxscyB2cy4gY2FuY2VyIGNlbGxzIHdpdGggYW5kIHdpdGhvdXQgY2hlbW9yZXNpc3RhbmNlLiBXZSBhbHNvIGV4YW1pbmUgdGhlIGNhcGFiaWxpdHkgb2YgQ05OLWJhc2VkIGltYWdlIGFuYWx5c2lzIHRvIGFwcHJveGltYXRlIHRoZSBjb21wb3NpdGlvbiBvZiBjaGVtb3Jlc2lzdGFudCBjYW5jZXIgY2VsbHMgd2l0aGluIGEgcG9wdWxhdGlvbi4gV2Ugc2hvdyB0aGF0IHRoZSBjbGFzc2lmaWNhdGlvbiBtb2RlbCBhY2hpZXZlcyBhdCBsZWFzdCA5OC4zMyUgYWNjdXJhY3kgYnkgdGhlIENOTiBtb2RlbCB0cmFpbmVkIHdpdGggb3Zlci0gYW5kIGRvd24tc2FtcGxpbmcgdGVjaG5pcXVlcy4gRm9yIGhldGVyb2dlbmVvdXMgcG9wdWxhdGlvbnMsIHRoZSBiZXN0IG1vZGVsIGNhbiBhcHByb3hpbWF0ZSB0aGUgdHJ1ZSBwcm9wb3J0aW9ucyBvZiBub24tY2hlbW9yZXNpc3RhbnQgYW5kIGNoZW1vcmVzaXN0YW50IGNhbmNlciBjZWxscyB3aXRoIFJvb3QgTWVhbiBTcXVhcmUgRXJyb3IgKFJNU0UpIHJlZHVjZWQgdG8gMC4xNiBieSBFbnNlbWJsZSBMZWFybmluZyAoRUwpLiBJbiBjb25jbHVzaW9uLCBvdXIgc3R1ZHkgZGVtb25zdHJhdGVzIHRoZSBwb3RlbnRpYWwgb2YgQ05OIG1vZGVscyB0byBpZGVudGlmeSBhbHRlcmVkIGNlbGwgc2hhcGVzIHRoYXQgYXJlIHZpc3VhbGx5IGNoYWxsZW5naW5nIHRvIHJlY29nbml6ZSwgdGh1cyBzdXBwb3J0aW5nIGZ1dHVyZSBhcHBsaWNhdGlvbnMgd2l0aCB0aGlzIGF1dG9tYXRpYyBhcHByb2FjaCB0byBpbWFnZSBhbmFseXNpcy4iLCJwdWJsaXNoZXIiOiJQdWJsaWMgTGlicmFyeSBvZiBTY2llbmNlIiwiaXNzdWUiOiIxMSIsInZvbHVtZSI6IjE5In0sImlzVGVtcG9yYXJ5IjpmYWxzZX0seyJpZCI6IjdlOGNkMjFiLWVmMTktMzVjYy05ZDcwLThjMWJmN2VjYTA1ZiIsIml0ZW1EYXRhIjp7InR5cGUiOiJhcnRpY2xlIiwiaWQiOiI3ZThjZDIxYi1lZjE5LTM1Y2MtOWQ3MC04YzFiZjdlY2EwNWYiLCJ0aXRsZSI6IkRpYWdub3NpcyBhbmQgcHJvZ25vc2lzIG9mIG1lbGFub21hIGZyb20gZGVybW9zY29weSBpbWFnZXMgdXNpbmcgbWFjaGluZSBsZWFybmluZyBhbmQgZGVlcCBsZWFybmluZzrCoGEgc3lzdGVtYXRpYyBsaXRlcmF0dXJlIHJldmlldyIsImF1dGhvciI6W3siZmFtaWx5IjoiTmFzZXJpIiwiZ2l2ZW4iOiJIb2RhIiwicGFyc2UtbmFtZXMiOmZhbHNlLCJkcm9wcGluZy1wYXJ0aWNsZSI6IiIsIm5vbi1kcm9wcGluZy1wYXJ0aWNsZSI6IiJ9LHsiZmFtaWx5IjoiU2FmYWVpIiwiZ2l2ZW4iOiJBbGkgQS4iLCJwYXJzZS1uYW1lcyI6ZmFsc2UsImRyb3BwaW5nLXBhcnRpY2xlIjoiIiwibm9uLWRyb3BwaW5nLXBhcnRpY2xlIjoiIn1dLCJjb250YWluZXItdGl0bGUiOiJCTUMgQ2FuY2VyIiwiY29udGFpbmVyLXRpdGxlLXNob3J0IjoiQk1DIENhbmNlciIsIkRPSSI6IjEwLjExODYvczEyODg1LTAyNC0xMzQyMy15IiwiSVNTTiI6IjE0NzEyNDA3IiwiUE1JRCI6IjM5ODA2MjgyIiwiaXNzdWVkIjp7ImRhdGUtcGFydHMiOltbMjAyNSwxMiwxXV19LCJhYnN0cmFjdCI6IkJhY2tncm91bmQ6IE1lbGFub21hIGlzIGEgaGlnaGx5IGFnZ3Jlc3NpdmUgc2tpbiBjYW5jZXIsIHdoZXJlIGVhcmx5IGFuZCBhY2N1cmF0ZSBkaWFnbm9zaXMgaXMgY3J1Y2lhbCB0byBpbXByb3ZlIHBhdGllbnQgb3V0Y29tZXMuIERlcm1vc2NvcHksIGEgbm9uLWludmFzaXZlIGltYWdpbmcgdGVjaG5pcXVlLCBhaWRzIGluIG1lbGFub21hIGRldGVjdGlvbiBidXQgY2FuIGJlIGxpbWl0ZWQgYnkgc3ViamVjdGl2ZSBpbnRlcnByZXRhdGlvbi4gUmVjZW50bHksIG1hY2hpbmUgbGVhcm5pbmcgYW5kIGRlZXAgbGVhcm5pbmcgdGVjaG5pcXVlcyBoYXZlIHNob3duIHByb21pc2UgaW4gZW5oYW5jaW5nIGRpYWdub3N0aWMgcHJlY2lzaW9uIGJ5IGF1dG9tYXRpbmcgdGhlIGFuYWx5c2lzIG9mIGRlcm1vc2NvcHkgaW1hZ2VzLiBNZXRob2RzOiBUaGlzIHN5c3RlbWF0aWMgcmV2aWV3IGV4YW1pbmVzIHJlY2VudCBhZHZhbmNlbWVudHMgaW4gbWFjaGluZSBsZWFybmluZyAoTUwpIGFuZCBkZWVwIGxlYXJuaW5nIChETCkgYXBwbGljYXRpb25zIGZvciBtZWxhbm9tYSBkaWFnbm9zaXMgYW5kIHByb2dub3NpcyB1c2luZyBkZXJtb3Njb3B5IGltYWdlcy4gV2UgY29uZHVjdGVkIGEgdGhvcm91Z2ggc2VhcmNoIGFjcm9zcyBtdWx0aXBsZSBkYXRhYmFzZXMsIHVsdGltYXRlbHkgcmV2aWV3aW5nIDM0IHN0dWRpZXMgcHVibGlzaGVkIGJldHdlZW4gMjAxNiBhbmQgMjAyNC4gVGhlIHJldmlldyBjb3ZlcnMgYSByYW5nZSBvZiBtb2RlbCBhcmNoaXRlY3R1cmVzLCBpbmNsdWRpbmcgRGVuc2VOZXQgYW5kIFJlc05ldCwgYW5kIGRpc2N1c3NlcyBkYXRhc2V0cywgbWV0aG9kb2xvZ2llcywgYW5kIGV2YWx1YXRpb24gbWV0cmljcyB1c2VkIHRvIHZhbGlkYXRlIG1vZGVsIHBlcmZvcm1hbmNlLiBSZXN1bHRzOiBPdXIgcmVzdWx0cyBoaWdobGlnaHQgdGhhdCBjZXJ0YWluIGRlZXAgbGVhcm5pbmcgYXJjaGl0ZWN0dXJlcywgc3VjaCBhcyBEZW5zZU5ldCBhbmQgRENOTiBkZW1vbnN0cmF0ZWQgb3V0c3RhbmRpbmcgcGVyZm9ybWFuY2UsIGFjaGlldmluZyBvdmVyIDk1JSBhY2N1cmFjeSBvbiB0aGUgSEFNMTAwMDAsIElTSUMgYW5kIG90aGVyIGRhdGFzZXRzIGZvciBtZWxhbm9tYSBkZXRlY3Rpb24gZnJvbSBkZXJtb3Njb3B5IGltYWdlcy4gVGhlIHJldmlldyBwcm92aWRlcyBpbnNpZ2h0cyBpbnRvIHRoZSBzdHJlbmd0aHMsIGxpbWl0YXRpb25zLCBhbmQgZnV0dXJlIHJlc2VhcmNoIGRpcmVjdGlvbnMgb2YgbWFjaGluZSBsZWFybmluZyBhbmQgZGVlcCBsZWFybmluZyBtZXRob2RzIGluIG1lbGFub21hIGRpYWdub3NpcyBhbmQgcHJvZ25vc2lzLiBJdCBlbXBoYXNpemVzIHRoZSBjaGFsbGVuZ2VzIHJlbGF0ZWQgdG8gZGF0YSBkaXZlcnNpdHksIG1vZGVsIGludGVycHJldGFiaWxpdHksIGFuZCBjb21wdXRhdGlvbmFsIHJlc291cmNlIHJlcXVpcmVtZW50cy4gQ29uY2x1c2lvbjogVGhpcyByZXZpZXcgdW5kZXJzY29yZXMgdGhlIHBvdGVudGlhbCBvZiBtYWNoaW5lIGxlYXJuaW5nIGFuZCBkZWVwIGxlYXJuaW5nIG1ldGhvZHMgdG8gdHJhbnNmb3JtIG1lbGFub21hIGRpYWdub3NpcyB0aHJvdWdoIGltcHJvdmVkIGRpYWdub3N0aWMgYWNjdXJhY3kgYW5kIGVmZmljaWVuY3kuIEZ1dHVyZSByZXNlYXJjaCBzaG91bGQgZm9jdXMgb24gY3JlYXRpbmcgYWNjZXNzaWJsZSwgbGFyZ2UgZGF0YXNldHMgYW5kIGVuaGFuY2luZyBtb2RlbCBpbnRlcnByZXRhYmlsaXR5IHRvIGluY3JlYXNlIGNsaW5pY2FsIGFwcGxpY2FiaWxpdHkuIEJ5IGFkZHJlc3NpbmcgdGhlc2UgYXJlYXMsIG1hY2hpbmUgbGVhcm5pbmcgYW5kIGRlZXAgbGVhcm5pbmcgbW9kZWxzIGNvdWxkIHBsYXkgYSBjZW50cmFsIHJvbGUgaW4gYWR2YW5jaW5nIG1lbGFub21hIGRpYWdub3NpcyBhbmQgcGF0aWVudCBjYXJlLiIsInB1Ymxpc2hlciI6IkJpb01lZCBDZW50cmFsIEx0ZCIsImlzc3VlIjoiMSIsInZvbHVtZSI6IjI1In0sImlzVGVtcG9yYXJ5IjpmYWxzZX1dfQ=="/>
          <w:id w:val="-1370910688"/>
          <w:placeholder>
            <w:docPart w:val="DefaultPlaceholder_-1854013440"/>
          </w:placeholder>
        </w:sdtPr>
        <w:sdtEndPr/>
        <w:sdtContent>
          <w:r w:rsidR="00793676" w:rsidRPr="004E7EB0">
            <w:rPr>
              <w:sz w:val="20"/>
            </w:rPr>
            <w:t>[14, 15]</w:t>
          </w:r>
        </w:sdtContent>
      </w:sdt>
      <w:r w:rsidR="00066763" w:rsidRPr="004E7EB0">
        <w:rPr>
          <w:sz w:val="20"/>
        </w:rPr>
        <w:t>. Therefore, for applications in the field of Computational intelligence that prioritize the highest accuracy in emotion recognition, such as in critical human-computer interaction systems, the investment in the slightly more complex EfficientNetB1 model can be justified by the significant performance improvement</w:t>
      </w:r>
      <w:r w:rsidR="0041774A" w:rsidRPr="004E7EB0">
        <w:rPr>
          <w:sz w:val="20"/>
        </w:rPr>
        <w:t xml:space="preserve"> </w:t>
      </w:r>
      <w:sdt>
        <w:sdtPr>
          <w:rPr>
            <w:sz w:val="20"/>
          </w:rPr>
          <w:tag w:val="MENDELEY_CITATION_v3_eyJjaXRhdGlvbklEIjoiTUVOREVMRVlfQ0lUQVRJT05fZGJhMzI5MWYtYmM3OS00NWZlLWJkMjQtNzgyMWFiNzc3YzRjIiwicHJvcGVydGllcyI6eyJub3RlSW5kZXgiOjB9LCJpc0VkaXRlZCI6ZmFsc2UsIm1hbnVhbE92ZXJyaWRlIjp7ImlzTWFudWFsbHlPdmVycmlkZGVuIjpmYWxzZSwiY2l0ZXByb2NUZXh0IjoiWzE2LCAxN10iLCJtYW51YWxPdmVycmlkZVRleHQiOiIifSwiY2l0YXRpb25JdGVtcyI6W3siaWQiOiIxNGZiMWRjYS1iYmI2LTMzNTUtYWIwNC03YTRkNWJhYzRiMTciLCJpdGVtRGF0YSI6eyJ0eXBlIjoiYXJ0aWNsZS1qb3VybmFsIiwiaWQiOiIxNGZiMWRjYS1iYmI2LTMzNTUtYWIwNC03YTRkNWJhYzRiMTciLCJ0aXRsZSI6IkEgbXVsdGktZGlsYXRlZCBjb252b2x1dGlvbiBuZXR3b3JrIGZvciBzcGVlY2ggZW1vdGlvbiByZWNvZ25pdGlvbiIsImF1dGhvciI6W3siZmFtaWx5IjoiTWFkYW5pYW4iLCJnaXZlbiI6IlNhbWFuZWgiLCJwYXJzZS1uYW1lcyI6ZmFsc2UsImRyb3BwaW5nLXBhcnRpY2xlIjoiIiwibm9uLWRyb3BwaW5nLXBhcnRpY2xlIjoiIn0seyJmYW1pbHkiOiJBZGVsZXllIiwiZ2l2ZW4iOiJPbGF5aW5rYSIsInBhcnNlLW5hbWVzIjpmYWxzZSwiZHJvcHBpbmctcGFydGljbGUiOiIiLCJub24tZHJvcHBpbmctcGFydGljbGUiOiIifSx7ImZhbWlseSI6IlRlbXBsZXRvbiIsImdpdmVuIjoiSm9obiBNaWNoYWVsIiwicGFyc2UtbmFtZXMiOmZhbHNlLCJkcm9wcGluZy1wYXJ0aWNsZSI6IiIsIm5vbi1kcm9wcGluZy1wYXJ0aWNsZSI6IiJ9LHsiZmFtaWx5IjoiQ2hlbiIsImdpdmVuIjoiVGFsZW4iLCJwYXJzZS1uYW1lcyI6ZmFsc2UsImRyb3BwaW5nLXBhcnRpY2xlIjoiIiwibm9uLWRyb3BwaW5nLXBhcnRpY2xlIjoiIn0seyJmYW1pbHkiOiJQb2VsbGFiYXVlciIsImdpdmVuIjoiQ2hyaXN0aWFuIiwicGFyc2UtbmFtZXMiOmZhbHNlLCJkcm9wcGluZy1wYXJ0aWNsZSI6IiIsIm5vbi1kcm9wcGluZy1wYXJ0aWNsZSI6IiJ9LHsiZmFtaWx5IjoiWmhhbmciLCJnaXZlbiI6IkVuc2hpIiwicGFyc2UtbmFtZXMiOmZhbHNlLCJkcm9wcGluZy1wYXJ0aWNsZSI6IiIsIm5vbi1kcm9wcGluZy1wYXJ0aWNsZSI6IiJ9LHsiZmFtaWx5IjoiU2NobmVpZGVyIiwiZ2l2ZW4iOiJTYW5kcmEgTC4iLCJwYXJzZS1uYW1lcyI6ZmFsc2UsImRyb3BwaW5nLXBhcnRpY2xlIjoiIiwibm9uLWRyb3BwaW5nLXBhcnRpY2xlIjoiIn1dLCJjb250YWluZXItdGl0bGUiOiJTY2llbnRpZmljIFJlcG9ydHMiLCJjb250YWluZXItdGl0bGUtc2hvcnQiOiJTY2kgUmVwIiwiRE9JIjoiMTAuMTAzOC9zNDE1OTgtMDI1LTkyNjQwLTIiLCJJU1NOIjoiMjA0NTIzMjIiLCJQTUlEIjoiNDAwNjQ5NDIiLCJpc3N1ZWQiOnsiZGF0ZS1wYXJ0cyI6W1syMDI1LDEyLDFdXX0sImFic3RyYWN0IjoiU3BlZWNoIGVtb3Rpb24gcmVjb2duaXRpb24gKFNFUikgaXMgYW4gaW1wb3J0YW50IGFwcGxpY2F0aW9uIGluIEFmZmVjdGl2ZSBDb21wdXRpbmcgYW5kIEFydGlmaWNpYWwgSW50ZWxsaWdlbmNlLiBSZWNlbnRseSwgdGhlcmUgaGFzIGJlZW4gYSBzaWduaWZpY2FudCBpbnRlcmVzdCBpbiBEZWVwIE5ldXJhbCBOZXR3b3JrcyB1c2luZyBzcGVlY2ggc3BlY3Ryb2dyYW1zLiBBcyB0aGUgdHdvLWRpbWVuc2lvbmFsIHJlcHJlc2VudGF0aW9uIG9mIHRoZSBzcGVjdHJvZ3JhbSBpbmNsdWRlcyBtb3JlIHNwZWVjaCBjaGFyYWN0ZXJpc3RpY3MsIHJlc2VhcmNoIGludGVyZXN0IGluIGNvbnZvbHV0aW9uIG5ldXJhbCBuZXR3b3JrcyAoQ05Ocykgb3IgYWR2YW5jZWQgaW1hZ2UgcmVjb2duaXRpb24gbW9kZWxzIGlzIGxldmVyYWdlZCB0byBsZWFybiBkZWVwIHBhdHRlcm5zIGluIGEgc3BlY3Ryb2dyYW0gdG8gZWZmZWN0aXZlbHkgcGVyZm9ybSBTRVIuIEFjY29yZGluZ2x5LCBpbiB0aGlzIHN0dWR5LCB3ZSBwcm9wb3NlIGEgbm92ZWwgU0VSIG1vZGVsIGJhc2VkIG9uIHRoZSBsZWFybmluZyBvZiB0aGUgdXR0ZXJhbmNlLWxldmVsIHNwZWN0cm9ncmFtLiBGaXJzdCwgd2UgdXNlIHRoZSBTcGF0aWFsIFB5cmFtaWQgUG9vbGluZyAoU1BQKSBzdHJhdGVneSB0byByZW1vdmUgdGhlIHNpemUgY29uc3RyYWludCBhc3NvY2lhdGVkIHdpdGggdGhlIENOTi1iYXNlZCBpbWFnZSByZWNvZ25pdGlvbiB0YXNrLiBUaGVuLCB0aGUgU1BQIGxheWVyIGlzIGRlcGxveWVkIHRvIGV4dHJhY3QgYm90aCB0aGUgZ2xvYmFsLWxldmVsIHByb21pbmVudCBmZWF0dXJlIHZlY3RvciBhbmQgbXVsdGktbG9jYWwtbGV2ZWwgZmVhdHVyZSB2ZWN0b3IsIGZvbGxvd2VkIGJ5IGFuIGF0dGVudGlvbiBtb2RlbCB0byB3ZWlnaCB0aGUgZmVhdHVyZSB2ZWN0b3JzLiBGaW5hbGx5LCB3ZSBhcHBseSB0aGUgQXJjRmFjZSBsYXllciwgdHlwaWNhbGx5IHVzZWQgZm9yIGZhY2UgcmVjb2duaXRpb24sIHRvIHRoZSBTRVIgdGFzaywgdGhlcmVieSBvYnRhaW5pbmcgaW1wcm92ZWQgU0VSIHBlcmZvcm1hbmNlLiBPdXIgbW9kZWwgYWNoaWV2ZWQgYW4gdW53ZWlnaHRlZCBhY2N1cmFjeSBvZiA2Ny45JSBvbiBJRU1PQ0FQIGFuZCA3Ny42JSBvbiBFTU9EQiBkYXRhc2V0cy4iLCJwdWJsaXNoZXIiOiJOYXR1cmUgUmVzZWFyY2giLCJpc3N1ZSI6IjEiLCJ2b2x1bWUiOiIxNSJ9LCJpc1RlbXBvcmFyeSI6ZmFsc2V9LHsiaWQiOiI5MjNiYzY4NC0zYWE4LTM5MjctOTliOC1hYjU4NTAxM2NiOWIiLCJpdGVtRGF0YSI6eyJ0eXBlIjoiYXJ0aWNsZS1qb3VybmFsIiwiaWQiOiI5MjNiYzY4NC0zYWE4LTM5MjctOTliOC1hYjU4NTAxM2NiOWIiLCJ0aXRsZSI6IkVuaGFuY2VkIHJlc2lkdWFsIGF0dGVudGlvbi1iYXNlZCBzdWJqZWN0LXNwZWNpZmljIG5ldHdvcmsgKEVyQVMtTmV0KTogZmFjaWFsIGV4cHJlc3Npb24tYmFzZWQgcGFpbiBjbGFzc2lmaWNhdGlvbiB3aXRoIG11bHRpcGxlIGF0dGVudGlvbiBtZWNoYW5pc21zIiwiYXV0aG9yIjpbeyJmYW1pbHkiOiJNb3JzYWxpIiwiZ2l2ZW4iOiJNYWhkaSIsInBhcnNlLW5hbWVzIjpmYWxzZSwiZHJvcHBpbmctcGFydGljbGUiOiIiLCJub24tZHJvcHBpbmctcGFydGljbGUiOiIifSx7ImZhbWlseSI6IkdoYWZmYXJpIiwiZ2l2ZW4iOiJBYm9vemFyIiwicGFyc2UtbmFtZXMiOmZhbHNlLCJkcm9wcGluZy1wYXJ0aWNsZSI6IiIsIm5vbi1kcm9wcGluZy1wYXJ0aWNsZSI6IiJ9XSwiY29udGFpbmVyLXRpdGxlIjoiU2NpZW50aWZpYyBSZXBvcnRzIiwiY29udGFpbmVyLXRpdGxlLXNob3J0IjoiU2NpIFJlcCIsIkRPSSI6IjEwLjEwMzgvczQxNTk4LTAyNS0wNDU1Mi13IiwiSVNTTiI6IjIwNDUyMzIyIiwiUE1JRCI6IjQwNDYxNTY0IiwiaXNzdWVkIjp7ImRhdGUtcGFydHMiOltbMjAyNSwxMiwxXV19LCJhYnN0cmFjdCI6IlRoZSBhdXRvbWF0aWMgZGV0ZWN0aW9uIG9mIHBhaW4gdGhyb3VnaCB0aGUgYW5hbHlzaXMgb2YgZmFjaWFsIGV4cHJlc3Npb25zIGlzIGluZGVlZCBvbmUgb2YgdGhlIG1vc3QgY3JpdGljYWwgY2hhbGxlbmdlcyBpbiB0aGUgaGVhbHRoY2FyZSBzeXN0ZW0uIE9uZSBvZiB0aGUgc2lnbmlmaWNhbnQgY2hhbGxlbmdlcyBpbiBhdXRvbWF0aWMgcGFpbiBkZXRlY3Rpb24gZnJvbSBmYWNpYWwgZXhwcmVzc2lvbnMgaXMgdGhlIHZhcmlhYmlsaXR5IGluIGhvdyBpbmRpdmlkdWFscyBleHByZXNzIHBhaW4gYW5kIG90aGVyIGVtb3Rpb25zIHRocm91Z2ggdGhlaXIgZmFjaWFsIGRlZm9ybWF0aW9ucy4gVGhpcyByZXNlYXJjaCBhaW1zIHRvIHNvbHZlIHRoaXMgaXNzdWUgYnkgcHJlc2VudGluZyBFckFTLU5ldCwgYW4gRW5oYW5jZWQgUmVzaWR1YWwgQXR0ZW50aW9uLUJhc2VkIFN1YmplY3QtU3BlY2lmaWMgTmV0d29yayB0aGF0IGVtcGxveXMgdmFyaW91cyBhdHRlbnRpb24gbWVjaGFuaXNtcy4gVGhyb3VnaCB0cmFuc2ZlciBsZWFybmluZyBhbmQgbXVsdGlwbGUgYXR0ZW50aW9uIG1lY2hhbmlzbXMsIHRoZSBwcm9wb3NlZCBkZWVwIGxlYXJuaW5nIG1vZGVsIGlzIGRlc2lnbmVkIHRvIG1pbWljIGh1bWFuIHBlcmNlcHRpb24gb2YgZmFjaWFsIGV4cHJlc3Npb25zLCB0aGVyZWJ5IGVuaGFuY2luZyBpdHMgcGFpbiByZWNvZ25pdGlvbiBhYmlsaXR5IGFuZCBjYXB0dXJpbmcgdGhlIHVuaXF1ZSBmZWF0dXJlcyBvZiBlYWNoIGluZGl2aWR1YWzigJlzIGZhY2lhbCBleHByZXNzaW9ucyBiYXNlZCBvbiB0aGVpciBzcGVjaWZpYyBwYXR0ZXJucy4gVGhlIFVOQkMtTWNNYXN0ZXIgU2hvdWxkZXIgUGFpbiBkYXRhc2V0IGlzIHVzZWQgdG8gZGVtb25zdHJhdGUgdGhlIGVmZmVjdGl2ZW5lc3Mgb2YgdGhlIHByb3Bvc2VkIGRlZXAgbGVhcm5pbmcgYWxnb3JpdGhtLCB3aGljaCBhY2hpZXZlcyBpbXByZXNzaXZlIHZhbHVlcyBvZiA5OC43NyUgYWNjdXJhY3kgZm9yIGJpbmFyeSBjbGFzc2lmaWNhdGlvbiBhbmQgOTQuMjElIGZvciBmb3VyLWxldmVsIHBhaW4gaW50ZW5zaXR5IGNsYXNzaWZpY2F0aW9uIHVzaW5nIHRlbmZvbGQgY3Jvc3MtdmFsaWRhdGlvbi4gQWRkaXRpb25hbGx5LCB0aGUgbW9kZWwgYXR0YWluZWQgODkuODMlIGFjY3VyYWN5IGZvciBiaW5hcnkgY2xhc3NpZmljYXRpb24gd2l0aCB0aGUgTGVhdmUtT25lLVN1YmplY3QtT3V0IChMT1NPKSB2YWxpZGF0aW9uIG1ldGhvZC4gVG8gZnVydGhlciBldmFsdWF0ZSBnZW5lcmFsaXphYmlsaXR5LCBhIGNyb3NzLWRhdGFzZXQgZXhwZXJpbWVudCB3YXMgY29uZHVjdGVkIHVzaW5nIHRoZSBCaW9WaWQgSGVhdCBQYWluIERhdGFiYXNlLCB3aGVyZSBFckFTLU5ldCBhY2hpZXZlZCA3OC4xNCUgYWNjdXJhY3kgZm9yIGJpbmFyeSBwYWluIGRldGVjdGlvbiBvbiB1bnNlZW4gZGF0YSB3aXRob3V0IGZpbmUtdHVuaW5nLiBUaGUgZmFjdCB0aGF0IHRoaXMgZmluZGluZyBzdXBwb3J0cyB0aGUgYXR0ZW50aW9uIG1lY2hhbmlzbSBhbmQgaHVtYW4gcGVyY2VwdGlvbiBpcyB3aHkgdGhlIHByb3Bvc2VkIG1vZGVsIHByb3ZlcyB0byBiZSBhIHBvd2VyZnVsIGFuZCByZWxpYWJsZSB0b29sIGZvciBhdXRvbWF0aWMgcGFpbiBkZXRlY3Rpb24uIiwicHVibGlzaGVyIjoiTmF0dXJlIFJlc2VhcmNoIiwiaXNzdWUiOiIxIiwidm9sdW1lIjoiMTUifSwiaXNUZW1wb3JhcnkiOmZhbHNlfV19"/>
          <w:id w:val="-1430883071"/>
          <w:placeholder>
            <w:docPart w:val="DefaultPlaceholder_-1854013440"/>
          </w:placeholder>
        </w:sdtPr>
        <w:sdtEndPr/>
        <w:sdtContent>
          <w:r w:rsidR="00793676" w:rsidRPr="004E7EB0">
            <w:rPr>
              <w:sz w:val="20"/>
            </w:rPr>
            <w:t>[16</w:t>
          </w:r>
          <w:r w:rsidR="00B838A1" w:rsidRPr="004E7EB0">
            <w:rPr>
              <w:sz w:val="20"/>
            </w:rPr>
            <w:t>][</w:t>
          </w:r>
          <w:r w:rsidR="00793676" w:rsidRPr="004E7EB0">
            <w:rPr>
              <w:sz w:val="20"/>
            </w:rPr>
            <w:t>17]</w:t>
          </w:r>
        </w:sdtContent>
      </w:sdt>
      <w:r w:rsidR="00066763" w:rsidRPr="004E7EB0">
        <w:rPr>
          <w:sz w:val="20"/>
        </w:rPr>
        <w:t>.</w:t>
      </w:r>
    </w:p>
    <w:p w14:paraId="55A8DA9F" w14:textId="77777777" w:rsidR="00A8624B" w:rsidRPr="004E7EB0" w:rsidRDefault="00A8624B" w:rsidP="004A5480">
      <w:pPr>
        <w:pStyle w:val="ListParagraph"/>
        <w:ind w:left="0"/>
        <w:jc w:val="both"/>
        <w:rPr>
          <w:sz w:val="20"/>
        </w:rPr>
      </w:pPr>
    </w:p>
    <w:p w14:paraId="1A76F610" w14:textId="56B8C84B" w:rsidR="00692703" w:rsidRPr="004E7EB0" w:rsidRDefault="00692703" w:rsidP="004A5480">
      <w:pPr>
        <w:pStyle w:val="ListParagraph"/>
        <w:ind w:left="0"/>
        <w:jc w:val="both"/>
        <w:rPr>
          <w:sz w:val="20"/>
        </w:rPr>
      </w:pPr>
      <w:r w:rsidRPr="004E7EB0">
        <w:rPr>
          <w:sz w:val="20"/>
        </w:rPr>
        <w:tab/>
      </w:r>
    </w:p>
    <w:p w14:paraId="4B011EFD" w14:textId="77777777" w:rsidR="00066763" w:rsidRPr="004E7EB0" w:rsidRDefault="00066763" w:rsidP="004A5480">
      <w:pPr>
        <w:pStyle w:val="ListParagraph"/>
        <w:ind w:left="0"/>
        <w:jc w:val="both"/>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3"/>
        <w:gridCol w:w="4737"/>
      </w:tblGrid>
      <w:tr w:rsidR="004E7EB0" w:rsidRPr="004E7EB0" w14:paraId="7F84B3C3" w14:textId="77777777" w:rsidTr="0049770F">
        <w:trPr>
          <w:trHeight w:val="2974"/>
        </w:trPr>
        <w:tc>
          <w:tcPr>
            <w:tcW w:w="4623" w:type="dxa"/>
          </w:tcPr>
          <w:p w14:paraId="24EE6603" w14:textId="59592C0D" w:rsidR="00066763" w:rsidRPr="004E7EB0" w:rsidRDefault="006654A6" w:rsidP="004A5480">
            <w:pPr>
              <w:pStyle w:val="Paragraph"/>
              <w:ind w:firstLine="0"/>
              <w:jc w:val="center"/>
            </w:pPr>
            <w:r w:rsidRPr="004E7EB0">
              <w:rPr>
                <w:noProof/>
              </w:rPr>
              <w:drawing>
                <wp:inline distT="0" distB="0" distL="0" distR="0" wp14:anchorId="4CFBC291" wp14:editId="37E4E910">
                  <wp:extent cx="2315232" cy="1958741"/>
                  <wp:effectExtent l="0" t="0" r="8890" b="3810"/>
                  <wp:docPr id="213115685" name="Picture 3" descr="A graph of loss and lo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15685" name="Picture 3" descr="A graph of loss and loss&#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27064" cy="1968751"/>
                          </a:xfrm>
                          <a:prstGeom prst="rect">
                            <a:avLst/>
                          </a:prstGeom>
                        </pic:spPr>
                      </pic:pic>
                    </a:graphicData>
                  </a:graphic>
                </wp:inline>
              </w:drawing>
            </w:r>
          </w:p>
        </w:tc>
        <w:tc>
          <w:tcPr>
            <w:tcW w:w="4737" w:type="dxa"/>
          </w:tcPr>
          <w:p w14:paraId="68CC451F" w14:textId="4A1FD1F8" w:rsidR="00066763" w:rsidRPr="004E7EB0" w:rsidRDefault="00B838A1" w:rsidP="004A5480">
            <w:pPr>
              <w:pStyle w:val="Paragraph"/>
              <w:ind w:firstLine="0"/>
              <w:jc w:val="center"/>
            </w:pPr>
            <w:r w:rsidRPr="004E7EB0">
              <w:rPr>
                <w:noProof/>
              </w:rPr>
              <w:drawing>
                <wp:inline distT="0" distB="0" distL="0" distR="0" wp14:anchorId="41C6E8FE" wp14:editId="73695EB1">
                  <wp:extent cx="2255718" cy="1817969"/>
                  <wp:effectExtent l="0" t="0" r="0" b="0"/>
                  <wp:docPr id="1345284483" name="Picture 4" descr="A graph of loss and los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284483" name="Picture 4" descr="A graph of loss and loss&#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75992" cy="1834308"/>
                          </a:xfrm>
                          <a:prstGeom prst="rect">
                            <a:avLst/>
                          </a:prstGeom>
                        </pic:spPr>
                      </pic:pic>
                    </a:graphicData>
                  </a:graphic>
                </wp:inline>
              </w:drawing>
            </w:r>
          </w:p>
        </w:tc>
      </w:tr>
      <w:tr w:rsidR="004E7EB0" w:rsidRPr="004E7EB0" w14:paraId="03B13C5F" w14:textId="77777777" w:rsidTr="0049770F">
        <w:trPr>
          <w:trHeight w:val="291"/>
        </w:trPr>
        <w:tc>
          <w:tcPr>
            <w:tcW w:w="4623" w:type="dxa"/>
          </w:tcPr>
          <w:p w14:paraId="20F1498F" w14:textId="48F3A1CD" w:rsidR="00066763" w:rsidRPr="004E7EB0" w:rsidRDefault="00066763" w:rsidP="004A5480">
            <w:pPr>
              <w:pStyle w:val="Paragraph"/>
              <w:ind w:firstLine="0"/>
              <w:jc w:val="center"/>
              <w:rPr>
                <w:sz w:val="18"/>
                <w:szCs w:val="18"/>
              </w:rPr>
            </w:pPr>
            <w:r w:rsidRPr="004E7EB0">
              <w:rPr>
                <w:sz w:val="18"/>
                <w:szCs w:val="18"/>
              </w:rPr>
              <w:t>(a)</w:t>
            </w:r>
            <w:r w:rsidR="0049770F" w:rsidRPr="004E7EB0">
              <w:rPr>
                <w:sz w:val="18"/>
                <w:szCs w:val="18"/>
              </w:rPr>
              <w:t xml:space="preserve"> EfficientNetB0</w:t>
            </w:r>
          </w:p>
        </w:tc>
        <w:tc>
          <w:tcPr>
            <w:tcW w:w="4737" w:type="dxa"/>
          </w:tcPr>
          <w:p w14:paraId="72522ADD" w14:textId="77777777" w:rsidR="00066763" w:rsidRPr="004E7EB0" w:rsidRDefault="00066763" w:rsidP="004A5480">
            <w:pPr>
              <w:pStyle w:val="Paragraph"/>
              <w:ind w:firstLine="0"/>
              <w:jc w:val="center"/>
              <w:rPr>
                <w:sz w:val="18"/>
                <w:szCs w:val="18"/>
              </w:rPr>
            </w:pPr>
            <w:r w:rsidRPr="004E7EB0">
              <w:rPr>
                <w:sz w:val="18"/>
                <w:szCs w:val="18"/>
              </w:rPr>
              <w:t>(b)</w:t>
            </w:r>
            <w:r w:rsidR="0049770F" w:rsidRPr="004E7EB0">
              <w:rPr>
                <w:sz w:val="18"/>
                <w:szCs w:val="18"/>
              </w:rPr>
              <w:t xml:space="preserve"> EfficientNetB1</w:t>
            </w:r>
          </w:p>
          <w:p w14:paraId="639FC764" w14:textId="71193D18" w:rsidR="0049770F" w:rsidRPr="004E7EB0" w:rsidRDefault="0049770F" w:rsidP="004A5480">
            <w:pPr>
              <w:pStyle w:val="Paragraph"/>
              <w:ind w:firstLine="0"/>
              <w:jc w:val="center"/>
              <w:rPr>
                <w:sz w:val="18"/>
                <w:szCs w:val="18"/>
              </w:rPr>
            </w:pPr>
          </w:p>
        </w:tc>
      </w:tr>
    </w:tbl>
    <w:p w14:paraId="19E06647" w14:textId="7EFD5F2F" w:rsidR="0049770F" w:rsidRPr="004E7EB0" w:rsidRDefault="0049770F" w:rsidP="004A5480">
      <w:pPr>
        <w:pStyle w:val="Paragraph"/>
        <w:jc w:val="center"/>
        <w:rPr>
          <w:sz w:val="18"/>
          <w:szCs w:val="18"/>
        </w:rPr>
      </w:pPr>
      <w:r w:rsidRPr="004E7EB0">
        <w:rPr>
          <w:b/>
          <w:sz w:val="18"/>
          <w:szCs w:val="18"/>
        </w:rPr>
        <w:t xml:space="preserve">FIGURE </w:t>
      </w:r>
      <w:r w:rsidR="00A8624B" w:rsidRPr="004E7EB0">
        <w:rPr>
          <w:b/>
          <w:sz w:val="18"/>
          <w:szCs w:val="18"/>
        </w:rPr>
        <w:t>2</w:t>
      </w:r>
      <w:r w:rsidRPr="004E7EB0">
        <w:rPr>
          <w:sz w:val="18"/>
          <w:szCs w:val="18"/>
        </w:rPr>
        <w:t xml:space="preserve">. </w:t>
      </w:r>
      <w:r w:rsidR="00B838A1" w:rsidRPr="004E7EB0">
        <w:rPr>
          <w:sz w:val="18"/>
          <w:szCs w:val="18"/>
        </w:rPr>
        <w:t>L</w:t>
      </w:r>
      <w:r w:rsidR="00984052" w:rsidRPr="004E7EB0">
        <w:rPr>
          <w:sz w:val="18"/>
          <w:szCs w:val="18"/>
        </w:rPr>
        <w:t>oss 20 epoch model training</w:t>
      </w:r>
    </w:p>
    <w:p w14:paraId="0B5F50A2" w14:textId="77777777" w:rsidR="00B838A1" w:rsidRPr="004E7EB0" w:rsidRDefault="00B838A1" w:rsidP="004A5480">
      <w:pPr>
        <w:pStyle w:val="Paragraph"/>
        <w:jc w:val="center"/>
        <w:rPr>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3"/>
        <w:gridCol w:w="4737"/>
      </w:tblGrid>
      <w:tr w:rsidR="004E7EB0" w:rsidRPr="004E7EB0" w14:paraId="2C773D06" w14:textId="77777777" w:rsidTr="009E35BC">
        <w:trPr>
          <w:trHeight w:val="2974"/>
        </w:trPr>
        <w:tc>
          <w:tcPr>
            <w:tcW w:w="4623" w:type="dxa"/>
          </w:tcPr>
          <w:p w14:paraId="5EDE10DD" w14:textId="154BE19F" w:rsidR="00B838A1" w:rsidRPr="004E7EB0" w:rsidRDefault="00B838A1" w:rsidP="004A5480">
            <w:pPr>
              <w:pStyle w:val="Paragraph"/>
              <w:ind w:firstLine="0"/>
              <w:jc w:val="center"/>
            </w:pPr>
            <w:r w:rsidRPr="004E7EB0">
              <w:rPr>
                <w:noProof/>
              </w:rPr>
              <w:drawing>
                <wp:inline distT="0" distB="0" distL="0" distR="0" wp14:anchorId="1B1B472A" wp14:editId="38C8336B">
                  <wp:extent cx="2511453" cy="2048493"/>
                  <wp:effectExtent l="0" t="0" r="3175" b="9525"/>
                  <wp:docPr id="1634393384" name="Picture 5" descr="A graph of a graph showing the value of a train and val acc&#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393384" name="Picture 5" descr="A graph of a graph showing the value of a train and val acc&#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15238" cy="2051580"/>
                          </a:xfrm>
                          <a:prstGeom prst="rect">
                            <a:avLst/>
                          </a:prstGeom>
                        </pic:spPr>
                      </pic:pic>
                    </a:graphicData>
                  </a:graphic>
                </wp:inline>
              </w:drawing>
            </w:r>
          </w:p>
        </w:tc>
        <w:tc>
          <w:tcPr>
            <w:tcW w:w="4737" w:type="dxa"/>
          </w:tcPr>
          <w:p w14:paraId="0839CCEC" w14:textId="25489F4C" w:rsidR="00B838A1" w:rsidRPr="004E7EB0" w:rsidRDefault="00B838A1" w:rsidP="004A5480">
            <w:pPr>
              <w:pStyle w:val="Paragraph"/>
              <w:ind w:firstLine="0"/>
              <w:jc w:val="center"/>
            </w:pPr>
            <w:r w:rsidRPr="004E7EB0">
              <w:rPr>
                <w:noProof/>
              </w:rPr>
              <w:drawing>
                <wp:inline distT="0" distB="0" distL="0" distR="0" wp14:anchorId="6E13FF06" wp14:editId="2F7BBB2B">
                  <wp:extent cx="2291937" cy="1847825"/>
                  <wp:effectExtent l="0" t="0" r="0" b="635"/>
                  <wp:docPr id="1134818186" name="Picture 6" descr="A graph of a graph showing the value of a train and a stre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818186" name="Picture 6" descr="A graph of a graph showing the value of a train and a stream&#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306467" cy="1859540"/>
                          </a:xfrm>
                          <a:prstGeom prst="rect">
                            <a:avLst/>
                          </a:prstGeom>
                        </pic:spPr>
                      </pic:pic>
                    </a:graphicData>
                  </a:graphic>
                </wp:inline>
              </w:drawing>
            </w:r>
          </w:p>
        </w:tc>
      </w:tr>
      <w:tr w:rsidR="004E7EB0" w:rsidRPr="004E7EB0" w14:paraId="292274A5" w14:textId="77777777" w:rsidTr="009E35BC">
        <w:trPr>
          <w:trHeight w:val="291"/>
        </w:trPr>
        <w:tc>
          <w:tcPr>
            <w:tcW w:w="4623" w:type="dxa"/>
          </w:tcPr>
          <w:p w14:paraId="756CC700" w14:textId="77777777" w:rsidR="00B838A1" w:rsidRPr="004E7EB0" w:rsidRDefault="00B838A1" w:rsidP="004A5480">
            <w:pPr>
              <w:pStyle w:val="Paragraph"/>
              <w:ind w:firstLine="0"/>
              <w:jc w:val="center"/>
              <w:rPr>
                <w:sz w:val="18"/>
                <w:szCs w:val="18"/>
              </w:rPr>
            </w:pPr>
            <w:r w:rsidRPr="004E7EB0">
              <w:rPr>
                <w:sz w:val="18"/>
                <w:szCs w:val="18"/>
              </w:rPr>
              <w:t>(a) EfficientNetB0</w:t>
            </w:r>
          </w:p>
        </w:tc>
        <w:tc>
          <w:tcPr>
            <w:tcW w:w="4737" w:type="dxa"/>
          </w:tcPr>
          <w:p w14:paraId="691B3133" w14:textId="77777777" w:rsidR="00B838A1" w:rsidRPr="004E7EB0" w:rsidRDefault="00B838A1" w:rsidP="004A5480">
            <w:pPr>
              <w:pStyle w:val="Paragraph"/>
              <w:ind w:firstLine="0"/>
              <w:jc w:val="center"/>
              <w:rPr>
                <w:sz w:val="18"/>
                <w:szCs w:val="18"/>
              </w:rPr>
            </w:pPr>
            <w:r w:rsidRPr="004E7EB0">
              <w:rPr>
                <w:sz w:val="18"/>
                <w:szCs w:val="18"/>
              </w:rPr>
              <w:t>(b) EfficientNetB1</w:t>
            </w:r>
          </w:p>
          <w:p w14:paraId="533B6870" w14:textId="77777777" w:rsidR="00B838A1" w:rsidRPr="004E7EB0" w:rsidRDefault="00B838A1" w:rsidP="004A5480">
            <w:pPr>
              <w:pStyle w:val="Paragraph"/>
              <w:ind w:firstLine="0"/>
              <w:jc w:val="center"/>
              <w:rPr>
                <w:sz w:val="18"/>
                <w:szCs w:val="18"/>
              </w:rPr>
            </w:pPr>
          </w:p>
        </w:tc>
      </w:tr>
    </w:tbl>
    <w:p w14:paraId="29E19D42" w14:textId="24FCA123" w:rsidR="00B838A1" w:rsidRPr="004E7EB0" w:rsidRDefault="00B838A1" w:rsidP="004A5480">
      <w:pPr>
        <w:pStyle w:val="Paragraph"/>
        <w:jc w:val="center"/>
        <w:rPr>
          <w:sz w:val="18"/>
          <w:szCs w:val="18"/>
        </w:rPr>
      </w:pPr>
      <w:r w:rsidRPr="004E7EB0">
        <w:rPr>
          <w:b/>
          <w:sz w:val="18"/>
          <w:szCs w:val="18"/>
        </w:rPr>
        <w:t>FIGURE 3</w:t>
      </w:r>
      <w:r w:rsidRPr="004E7EB0">
        <w:rPr>
          <w:sz w:val="18"/>
          <w:szCs w:val="18"/>
        </w:rPr>
        <w:t>. Accuracy 20 epoch model training</w:t>
      </w:r>
    </w:p>
    <w:p w14:paraId="722DB74E" w14:textId="77777777" w:rsidR="00B838A1" w:rsidRPr="004E7EB0" w:rsidRDefault="00B838A1" w:rsidP="004A5480">
      <w:pPr>
        <w:pStyle w:val="Paragraph"/>
        <w:jc w:val="center"/>
        <w:rPr>
          <w:sz w:val="18"/>
          <w:szCs w:val="18"/>
        </w:rPr>
      </w:pPr>
    </w:p>
    <w:p w14:paraId="21B7D836" w14:textId="77777777" w:rsidR="00066763" w:rsidRPr="004E7EB0" w:rsidRDefault="00066763" w:rsidP="004A5480">
      <w:pPr>
        <w:pStyle w:val="ListParagraph"/>
        <w:ind w:left="0"/>
        <w:jc w:val="both"/>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6"/>
        <w:gridCol w:w="4704"/>
      </w:tblGrid>
      <w:tr w:rsidR="004E7EB0" w:rsidRPr="004E7EB0" w14:paraId="0CC33C54" w14:textId="77777777" w:rsidTr="000F18CD">
        <w:trPr>
          <w:trHeight w:val="2974"/>
        </w:trPr>
        <w:tc>
          <w:tcPr>
            <w:tcW w:w="4623" w:type="dxa"/>
          </w:tcPr>
          <w:p w14:paraId="754C00DE" w14:textId="77777777" w:rsidR="00A8624B" w:rsidRPr="004E7EB0" w:rsidRDefault="00A8624B" w:rsidP="004A5480">
            <w:pPr>
              <w:pStyle w:val="Paragraph"/>
              <w:ind w:firstLine="0"/>
              <w:jc w:val="center"/>
            </w:pPr>
            <w:r w:rsidRPr="004E7EB0">
              <w:rPr>
                <w:noProof/>
              </w:rPr>
              <w:lastRenderedPageBreak/>
              <w:drawing>
                <wp:inline distT="0" distB="0" distL="0" distR="0" wp14:anchorId="3DF93795" wp14:editId="1CD63196">
                  <wp:extent cx="2817628" cy="2113221"/>
                  <wp:effectExtent l="0" t="0" r="1905" b="1905"/>
                  <wp:docPr id="1569328551" name="Picture 8" descr="A graph showing different colored squar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328551" name="Picture 8" descr="A graph showing different colored squares&#10;&#10;AI-generated content may be incorrec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25645" cy="2119234"/>
                          </a:xfrm>
                          <a:prstGeom prst="rect">
                            <a:avLst/>
                          </a:prstGeom>
                        </pic:spPr>
                      </pic:pic>
                    </a:graphicData>
                  </a:graphic>
                </wp:inline>
              </w:drawing>
            </w:r>
          </w:p>
        </w:tc>
        <w:tc>
          <w:tcPr>
            <w:tcW w:w="4737" w:type="dxa"/>
          </w:tcPr>
          <w:p w14:paraId="7FCA3E41" w14:textId="77777777" w:rsidR="00A8624B" w:rsidRPr="004E7EB0" w:rsidRDefault="00A8624B" w:rsidP="004A5480">
            <w:pPr>
              <w:pStyle w:val="Paragraph"/>
              <w:ind w:firstLine="0"/>
              <w:jc w:val="center"/>
            </w:pPr>
            <w:r w:rsidRPr="004E7EB0">
              <w:rPr>
                <w:noProof/>
              </w:rPr>
              <w:drawing>
                <wp:inline distT="0" distB="0" distL="0" distR="0" wp14:anchorId="603914E4" wp14:editId="79C25675">
                  <wp:extent cx="2762673" cy="2072005"/>
                  <wp:effectExtent l="0" t="0" r="0" b="4445"/>
                  <wp:docPr id="634407948" name="Picture 14" descr="A graph showing different colored squar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407948" name="Picture 14" descr="A graph showing different colored squares&#10;&#10;AI-generated content may be incorrect."/>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70382" cy="2077787"/>
                          </a:xfrm>
                          <a:prstGeom prst="rect">
                            <a:avLst/>
                          </a:prstGeom>
                        </pic:spPr>
                      </pic:pic>
                    </a:graphicData>
                  </a:graphic>
                </wp:inline>
              </w:drawing>
            </w:r>
          </w:p>
        </w:tc>
      </w:tr>
      <w:tr w:rsidR="004E7EB0" w:rsidRPr="004E7EB0" w14:paraId="031FF2A2" w14:textId="77777777" w:rsidTr="000F18CD">
        <w:trPr>
          <w:trHeight w:val="291"/>
        </w:trPr>
        <w:tc>
          <w:tcPr>
            <w:tcW w:w="4623" w:type="dxa"/>
          </w:tcPr>
          <w:p w14:paraId="38EE079B" w14:textId="77777777" w:rsidR="00A8624B" w:rsidRPr="004E7EB0" w:rsidRDefault="00A8624B" w:rsidP="004A5480">
            <w:pPr>
              <w:pStyle w:val="Paragraph"/>
              <w:ind w:firstLine="0"/>
              <w:jc w:val="center"/>
              <w:rPr>
                <w:sz w:val="18"/>
                <w:szCs w:val="18"/>
              </w:rPr>
            </w:pPr>
            <w:r w:rsidRPr="004E7EB0">
              <w:rPr>
                <w:sz w:val="18"/>
                <w:szCs w:val="18"/>
              </w:rPr>
              <w:t>(a) EfficientNetB0</w:t>
            </w:r>
          </w:p>
        </w:tc>
        <w:tc>
          <w:tcPr>
            <w:tcW w:w="4737" w:type="dxa"/>
          </w:tcPr>
          <w:p w14:paraId="1EA69BC7" w14:textId="77777777" w:rsidR="00A8624B" w:rsidRPr="004E7EB0" w:rsidRDefault="00A8624B" w:rsidP="004A5480">
            <w:pPr>
              <w:pStyle w:val="Paragraph"/>
              <w:ind w:firstLine="0"/>
              <w:jc w:val="center"/>
              <w:rPr>
                <w:sz w:val="18"/>
                <w:szCs w:val="18"/>
              </w:rPr>
            </w:pPr>
            <w:r w:rsidRPr="004E7EB0">
              <w:rPr>
                <w:sz w:val="18"/>
                <w:szCs w:val="18"/>
              </w:rPr>
              <w:t>(b) EfficientNetB1</w:t>
            </w:r>
          </w:p>
          <w:p w14:paraId="78B2EC4B" w14:textId="77777777" w:rsidR="00A8624B" w:rsidRPr="004E7EB0" w:rsidRDefault="00A8624B" w:rsidP="004A5480">
            <w:pPr>
              <w:pStyle w:val="Paragraph"/>
              <w:ind w:firstLine="0"/>
              <w:jc w:val="center"/>
              <w:rPr>
                <w:sz w:val="18"/>
                <w:szCs w:val="18"/>
              </w:rPr>
            </w:pPr>
          </w:p>
        </w:tc>
      </w:tr>
    </w:tbl>
    <w:p w14:paraId="7BABEE37" w14:textId="043A10C3" w:rsidR="00A8624B" w:rsidRPr="004E7EB0" w:rsidRDefault="00A8624B" w:rsidP="004A5480">
      <w:pPr>
        <w:pStyle w:val="Paragraph"/>
        <w:jc w:val="center"/>
        <w:rPr>
          <w:sz w:val="18"/>
          <w:szCs w:val="18"/>
        </w:rPr>
      </w:pPr>
      <w:r w:rsidRPr="004E7EB0">
        <w:rPr>
          <w:b/>
          <w:sz w:val="18"/>
          <w:szCs w:val="18"/>
        </w:rPr>
        <w:t xml:space="preserve">FIGURE </w:t>
      </w:r>
      <w:r w:rsidR="009F54F5" w:rsidRPr="004E7EB0">
        <w:rPr>
          <w:b/>
          <w:sz w:val="18"/>
          <w:szCs w:val="18"/>
        </w:rPr>
        <w:t>4</w:t>
      </w:r>
      <w:r w:rsidRPr="004E7EB0">
        <w:rPr>
          <w:sz w:val="18"/>
          <w:szCs w:val="18"/>
        </w:rPr>
        <w:t>. Confusion Matrix Train Set</w:t>
      </w:r>
    </w:p>
    <w:p w14:paraId="0DDEAB1F" w14:textId="77777777" w:rsidR="00A8624B" w:rsidRPr="004E7EB0" w:rsidRDefault="00A8624B" w:rsidP="004A5480">
      <w:pPr>
        <w:pStyle w:val="Paragraph"/>
        <w:ind w:firstLine="0"/>
      </w:pPr>
    </w:p>
    <w:p w14:paraId="32578779" w14:textId="5254DA80" w:rsidR="00A8624B" w:rsidRPr="004E7EB0" w:rsidRDefault="00A8624B" w:rsidP="004A5480">
      <w:pPr>
        <w:pStyle w:val="ListParagraph"/>
        <w:ind w:left="0" w:firstLine="284"/>
        <w:jc w:val="both"/>
        <w:rPr>
          <w:sz w:val="20"/>
        </w:rPr>
      </w:pPr>
      <w:r w:rsidRPr="004E7EB0">
        <w:rPr>
          <w:sz w:val="20"/>
        </w:rPr>
        <w:t xml:space="preserve">In </w:t>
      </w:r>
      <w:r w:rsidRPr="004E7EB0">
        <w:rPr>
          <w:b/>
          <w:bCs/>
          <w:sz w:val="20"/>
        </w:rPr>
        <w:t xml:space="preserve">FIGURE </w:t>
      </w:r>
      <w:r w:rsidR="009F54F5" w:rsidRPr="004E7EB0">
        <w:rPr>
          <w:b/>
          <w:bCs/>
          <w:sz w:val="20"/>
        </w:rPr>
        <w:t>4</w:t>
      </w:r>
      <w:r w:rsidRPr="004E7EB0">
        <w:rPr>
          <w:sz w:val="20"/>
        </w:rPr>
        <w:t>, EfficientNetB1 shows superior performance compared to EfficientNetB0. This is evident from the tendency of EfficientNetB1 to achieve higher validation constancy and lower loss, indicating better ability of the model to learn complex features of facial expressions from the initial training stage. While EfficientNetB0 also performed solidly, the improved accuracy offered by EfficientNetB1 on the train set demonstrates its ability to master a more detailed representation of the data, which in turn contributes to the higher accuracy on the test set and the ability to reduce misclassification on emotion categories with fewer samples.</w:t>
      </w:r>
    </w:p>
    <w:p w14:paraId="62F5042C" w14:textId="77777777" w:rsidR="00A8624B" w:rsidRPr="004E7EB0" w:rsidRDefault="00A8624B" w:rsidP="004A5480">
      <w:pPr>
        <w:pStyle w:val="Paragraph"/>
        <w:jc w:val="center"/>
      </w:pPr>
    </w:p>
    <w:p w14:paraId="6CADF64E" w14:textId="77777777" w:rsidR="00A8624B" w:rsidRPr="004E7EB0" w:rsidRDefault="00A8624B" w:rsidP="004A5480">
      <w:pPr>
        <w:pStyle w:val="Paragraph"/>
        <w:jc w:val="center"/>
      </w:pPr>
    </w:p>
    <w:p w14:paraId="68CF04DF" w14:textId="77777777" w:rsidR="00A8624B" w:rsidRPr="004E7EB0" w:rsidRDefault="00A8624B" w:rsidP="004A5480">
      <w:pPr>
        <w:pStyle w:val="ListParagraph"/>
        <w:ind w:firstLine="810"/>
        <w:jc w:val="both"/>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3"/>
        <w:gridCol w:w="4737"/>
      </w:tblGrid>
      <w:tr w:rsidR="004E7EB0" w:rsidRPr="004E7EB0" w14:paraId="4C6ABDEB" w14:textId="77777777" w:rsidTr="000F18CD">
        <w:trPr>
          <w:trHeight w:val="2974"/>
        </w:trPr>
        <w:tc>
          <w:tcPr>
            <w:tcW w:w="4623" w:type="dxa"/>
          </w:tcPr>
          <w:p w14:paraId="68FAC6A3" w14:textId="77777777" w:rsidR="00A8624B" w:rsidRPr="004E7EB0" w:rsidRDefault="00A8624B" w:rsidP="004A5480">
            <w:pPr>
              <w:pStyle w:val="Paragraph"/>
              <w:ind w:firstLine="0"/>
              <w:jc w:val="center"/>
            </w:pPr>
            <w:r w:rsidRPr="004E7EB0">
              <w:rPr>
                <w:noProof/>
              </w:rPr>
              <w:drawing>
                <wp:inline distT="0" distB="0" distL="0" distR="0" wp14:anchorId="160DCFC4" wp14:editId="2AE8489A">
                  <wp:extent cx="2764465" cy="2073349"/>
                  <wp:effectExtent l="0" t="0" r="0" b="3175"/>
                  <wp:docPr id="38453950" name="Picture 9" descr="A screenshot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53950" name="Picture 9" descr="A screenshot of a graph&#10;&#10;AI-generated content may be incorrect."/>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72361" cy="2079271"/>
                          </a:xfrm>
                          <a:prstGeom prst="rect">
                            <a:avLst/>
                          </a:prstGeom>
                        </pic:spPr>
                      </pic:pic>
                    </a:graphicData>
                  </a:graphic>
                </wp:inline>
              </w:drawing>
            </w:r>
          </w:p>
        </w:tc>
        <w:tc>
          <w:tcPr>
            <w:tcW w:w="4737" w:type="dxa"/>
          </w:tcPr>
          <w:p w14:paraId="77A33D11" w14:textId="77777777" w:rsidR="00A8624B" w:rsidRPr="004E7EB0" w:rsidRDefault="00A8624B" w:rsidP="004A5480">
            <w:pPr>
              <w:pStyle w:val="Paragraph"/>
              <w:ind w:firstLine="0"/>
              <w:jc w:val="center"/>
            </w:pPr>
            <w:r w:rsidRPr="004E7EB0">
              <w:rPr>
                <w:noProof/>
              </w:rPr>
              <w:drawing>
                <wp:inline distT="0" distB="0" distL="0" distR="0" wp14:anchorId="2C3610D7" wp14:editId="3130DA3A">
                  <wp:extent cx="2613803" cy="1960352"/>
                  <wp:effectExtent l="0" t="0" r="0" b="1905"/>
                  <wp:docPr id="1374821484" name="Picture 12" descr="A screenshot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821484" name="Picture 12" descr="A screenshot of a graph&#10;&#10;AI-generated content may be incorrect."/>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624443" cy="1968332"/>
                          </a:xfrm>
                          <a:prstGeom prst="rect">
                            <a:avLst/>
                          </a:prstGeom>
                        </pic:spPr>
                      </pic:pic>
                    </a:graphicData>
                  </a:graphic>
                </wp:inline>
              </w:drawing>
            </w:r>
          </w:p>
        </w:tc>
      </w:tr>
      <w:tr w:rsidR="004E7EB0" w:rsidRPr="004E7EB0" w14:paraId="5DF8A23B" w14:textId="77777777" w:rsidTr="000F18CD">
        <w:trPr>
          <w:trHeight w:val="291"/>
        </w:trPr>
        <w:tc>
          <w:tcPr>
            <w:tcW w:w="4623" w:type="dxa"/>
          </w:tcPr>
          <w:p w14:paraId="3604CD3E" w14:textId="77777777" w:rsidR="00A8624B" w:rsidRPr="004E7EB0" w:rsidRDefault="00A8624B" w:rsidP="004A5480">
            <w:pPr>
              <w:pStyle w:val="Paragraph"/>
              <w:ind w:firstLine="0"/>
              <w:jc w:val="center"/>
              <w:rPr>
                <w:sz w:val="18"/>
                <w:szCs w:val="18"/>
              </w:rPr>
            </w:pPr>
            <w:r w:rsidRPr="004E7EB0">
              <w:rPr>
                <w:sz w:val="18"/>
                <w:szCs w:val="18"/>
              </w:rPr>
              <w:t>(a) EfficientNetB0</w:t>
            </w:r>
          </w:p>
        </w:tc>
        <w:tc>
          <w:tcPr>
            <w:tcW w:w="4737" w:type="dxa"/>
          </w:tcPr>
          <w:p w14:paraId="71429A70" w14:textId="77777777" w:rsidR="00A8624B" w:rsidRPr="004E7EB0" w:rsidRDefault="00A8624B" w:rsidP="004A5480">
            <w:pPr>
              <w:pStyle w:val="Paragraph"/>
              <w:ind w:firstLine="0"/>
              <w:jc w:val="center"/>
              <w:rPr>
                <w:sz w:val="18"/>
                <w:szCs w:val="18"/>
              </w:rPr>
            </w:pPr>
            <w:r w:rsidRPr="004E7EB0">
              <w:rPr>
                <w:sz w:val="18"/>
                <w:szCs w:val="18"/>
              </w:rPr>
              <w:t>(b) EfficientNetB1</w:t>
            </w:r>
          </w:p>
          <w:p w14:paraId="232BAF81" w14:textId="77777777" w:rsidR="00A8624B" w:rsidRPr="004E7EB0" w:rsidRDefault="00A8624B" w:rsidP="004A5480">
            <w:pPr>
              <w:pStyle w:val="Paragraph"/>
              <w:ind w:firstLine="0"/>
              <w:jc w:val="center"/>
              <w:rPr>
                <w:sz w:val="18"/>
                <w:szCs w:val="18"/>
              </w:rPr>
            </w:pPr>
          </w:p>
        </w:tc>
      </w:tr>
    </w:tbl>
    <w:p w14:paraId="26749E62" w14:textId="6AD547A8" w:rsidR="00A8624B" w:rsidRPr="004E7EB0" w:rsidRDefault="00A8624B" w:rsidP="004A5480">
      <w:pPr>
        <w:pStyle w:val="Paragraph"/>
        <w:jc w:val="center"/>
        <w:rPr>
          <w:sz w:val="18"/>
          <w:szCs w:val="18"/>
        </w:rPr>
      </w:pPr>
      <w:r w:rsidRPr="004E7EB0">
        <w:rPr>
          <w:b/>
          <w:sz w:val="18"/>
          <w:szCs w:val="18"/>
        </w:rPr>
        <w:t xml:space="preserve">FIGURE </w:t>
      </w:r>
      <w:r w:rsidR="009F54F5" w:rsidRPr="004E7EB0">
        <w:rPr>
          <w:b/>
          <w:sz w:val="18"/>
          <w:szCs w:val="18"/>
        </w:rPr>
        <w:t>5</w:t>
      </w:r>
      <w:r w:rsidRPr="004E7EB0">
        <w:rPr>
          <w:sz w:val="18"/>
          <w:szCs w:val="18"/>
        </w:rPr>
        <w:t>. Confusion Matrix Validation Set</w:t>
      </w:r>
    </w:p>
    <w:p w14:paraId="62ECCD1F" w14:textId="77777777" w:rsidR="00A8624B" w:rsidRPr="004E7EB0" w:rsidRDefault="00A8624B" w:rsidP="004A5480">
      <w:pPr>
        <w:pStyle w:val="Paragraph"/>
        <w:jc w:val="center"/>
      </w:pPr>
    </w:p>
    <w:p w14:paraId="31860EF4" w14:textId="704BA118" w:rsidR="00A8624B" w:rsidRPr="004E7EB0" w:rsidRDefault="00A8624B" w:rsidP="004A5480">
      <w:pPr>
        <w:pStyle w:val="Paragraph"/>
      </w:pPr>
      <w:r w:rsidRPr="004E7EB0">
        <w:t xml:space="preserve">In </w:t>
      </w:r>
      <w:r w:rsidRPr="004E7EB0">
        <w:rPr>
          <w:b/>
          <w:bCs/>
        </w:rPr>
        <w:t xml:space="preserve">FIGURE </w:t>
      </w:r>
      <w:r w:rsidR="009F54F5" w:rsidRPr="004E7EB0">
        <w:rPr>
          <w:b/>
          <w:bCs/>
        </w:rPr>
        <w:t>5</w:t>
      </w:r>
      <w:r w:rsidRPr="004E7EB0">
        <w:t>, EfficientNetB1 shows more stable and better performance than EfficientNetB0, as indicated by lower validation loss and more consistent accuracy. Although both models face challenges in classifying minority emotions and visually similar emotions, as seen in the validation confusion matrix where “Fear” is often confused with “Surprise,” and ‘Disgust’ with “Anger,” EfficientNetB1 appears to be slightly better at reducing these misclassifications. This suggests that, despite the FER-2013 dataset having low image quality and class imbalance, the more complex architecture of EfficientNetB1 is able to extract stronger features and make more informed decisions on data that has never been seen before.</w:t>
      </w:r>
    </w:p>
    <w:p w14:paraId="7EF887AB" w14:textId="77777777" w:rsidR="00A8624B" w:rsidRPr="004E7EB0" w:rsidRDefault="00A8624B" w:rsidP="004A5480">
      <w:pPr>
        <w:pStyle w:val="Paragraph"/>
        <w:jc w:val="center"/>
      </w:pPr>
    </w:p>
    <w:p w14:paraId="1F79B3F1" w14:textId="77777777" w:rsidR="00A8624B" w:rsidRPr="004E7EB0" w:rsidRDefault="00A8624B" w:rsidP="004A5480">
      <w:pPr>
        <w:pStyle w:val="ListParagraph"/>
        <w:ind w:firstLine="810"/>
        <w:jc w:val="both"/>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0"/>
        <w:gridCol w:w="4560"/>
      </w:tblGrid>
      <w:tr w:rsidR="004E7EB0" w:rsidRPr="004E7EB0" w14:paraId="72A44751" w14:textId="77777777" w:rsidTr="000F18CD">
        <w:trPr>
          <w:trHeight w:val="2974"/>
        </w:trPr>
        <w:tc>
          <w:tcPr>
            <w:tcW w:w="4623" w:type="dxa"/>
          </w:tcPr>
          <w:p w14:paraId="1AF8F21B" w14:textId="77777777" w:rsidR="00A8624B" w:rsidRPr="004E7EB0" w:rsidRDefault="00A8624B" w:rsidP="004A5480">
            <w:pPr>
              <w:pStyle w:val="Paragraph"/>
              <w:ind w:firstLine="0"/>
              <w:jc w:val="center"/>
            </w:pPr>
            <w:r w:rsidRPr="004E7EB0">
              <w:rPr>
                <w:noProof/>
              </w:rPr>
              <w:lastRenderedPageBreak/>
              <w:drawing>
                <wp:inline distT="0" distB="0" distL="0" distR="0" wp14:anchorId="3A30BFE8" wp14:editId="36A52D29">
                  <wp:extent cx="2934587" cy="2200940"/>
                  <wp:effectExtent l="0" t="0" r="0" b="8890"/>
                  <wp:docPr id="1569074276" name="Picture 10" descr="A blue squares with numb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074276" name="Picture 10" descr="A blue squares with numbers&#10;&#10;AI-generated content may be incorrect."/>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943152" cy="2207364"/>
                          </a:xfrm>
                          <a:prstGeom prst="rect">
                            <a:avLst/>
                          </a:prstGeom>
                        </pic:spPr>
                      </pic:pic>
                    </a:graphicData>
                  </a:graphic>
                </wp:inline>
              </w:drawing>
            </w:r>
          </w:p>
        </w:tc>
        <w:tc>
          <w:tcPr>
            <w:tcW w:w="4737" w:type="dxa"/>
          </w:tcPr>
          <w:p w14:paraId="5B6CA935" w14:textId="77777777" w:rsidR="00A8624B" w:rsidRPr="004E7EB0" w:rsidRDefault="00A8624B" w:rsidP="004A5480">
            <w:pPr>
              <w:pStyle w:val="Paragraph"/>
              <w:ind w:firstLine="0"/>
              <w:jc w:val="center"/>
            </w:pPr>
            <w:r w:rsidRPr="004E7EB0">
              <w:rPr>
                <w:noProof/>
              </w:rPr>
              <w:drawing>
                <wp:inline distT="0" distB="0" distL="0" distR="0" wp14:anchorId="3B687071" wp14:editId="318E2EC6">
                  <wp:extent cx="2777706" cy="2083280"/>
                  <wp:effectExtent l="0" t="0" r="3810" b="0"/>
                  <wp:docPr id="197206847" name="Picture 13" descr="A screenshot of a test se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06847" name="Picture 13" descr="A screenshot of a test set&#10;&#10;AI-generated content may be incorrect."/>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86152" cy="2089614"/>
                          </a:xfrm>
                          <a:prstGeom prst="rect">
                            <a:avLst/>
                          </a:prstGeom>
                        </pic:spPr>
                      </pic:pic>
                    </a:graphicData>
                  </a:graphic>
                </wp:inline>
              </w:drawing>
            </w:r>
          </w:p>
        </w:tc>
      </w:tr>
      <w:tr w:rsidR="004E7EB0" w:rsidRPr="004E7EB0" w14:paraId="1D7E06D5" w14:textId="77777777" w:rsidTr="000F18CD">
        <w:trPr>
          <w:trHeight w:val="291"/>
        </w:trPr>
        <w:tc>
          <w:tcPr>
            <w:tcW w:w="4623" w:type="dxa"/>
          </w:tcPr>
          <w:p w14:paraId="2350F24D" w14:textId="77777777" w:rsidR="00A8624B" w:rsidRPr="004E7EB0" w:rsidRDefault="00A8624B" w:rsidP="004A5480">
            <w:pPr>
              <w:pStyle w:val="Paragraph"/>
              <w:ind w:firstLine="0"/>
              <w:jc w:val="center"/>
              <w:rPr>
                <w:sz w:val="18"/>
                <w:szCs w:val="18"/>
              </w:rPr>
            </w:pPr>
            <w:r w:rsidRPr="004E7EB0">
              <w:rPr>
                <w:sz w:val="18"/>
                <w:szCs w:val="18"/>
              </w:rPr>
              <w:t>(a) EfficientNetB0</w:t>
            </w:r>
          </w:p>
        </w:tc>
        <w:tc>
          <w:tcPr>
            <w:tcW w:w="4737" w:type="dxa"/>
          </w:tcPr>
          <w:p w14:paraId="736C41D2" w14:textId="77777777" w:rsidR="00A8624B" w:rsidRPr="004E7EB0" w:rsidRDefault="00A8624B" w:rsidP="004A5480">
            <w:pPr>
              <w:pStyle w:val="Paragraph"/>
              <w:ind w:firstLine="0"/>
              <w:jc w:val="center"/>
              <w:rPr>
                <w:sz w:val="18"/>
                <w:szCs w:val="18"/>
              </w:rPr>
            </w:pPr>
            <w:r w:rsidRPr="004E7EB0">
              <w:rPr>
                <w:sz w:val="18"/>
                <w:szCs w:val="18"/>
              </w:rPr>
              <w:t>(b) EfficientNetB1</w:t>
            </w:r>
          </w:p>
          <w:p w14:paraId="1B260AEE" w14:textId="77777777" w:rsidR="00A8624B" w:rsidRPr="004E7EB0" w:rsidRDefault="00A8624B" w:rsidP="004A5480">
            <w:pPr>
              <w:pStyle w:val="Paragraph"/>
              <w:ind w:firstLine="0"/>
              <w:jc w:val="center"/>
              <w:rPr>
                <w:sz w:val="18"/>
                <w:szCs w:val="18"/>
              </w:rPr>
            </w:pPr>
          </w:p>
        </w:tc>
      </w:tr>
    </w:tbl>
    <w:p w14:paraId="06D8DFF7" w14:textId="509E5F9B" w:rsidR="00A8624B" w:rsidRPr="004E7EB0" w:rsidRDefault="00A8624B" w:rsidP="004A5480">
      <w:pPr>
        <w:pStyle w:val="Paragraph"/>
        <w:jc w:val="center"/>
        <w:rPr>
          <w:sz w:val="18"/>
          <w:szCs w:val="18"/>
        </w:rPr>
      </w:pPr>
      <w:r w:rsidRPr="004E7EB0">
        <w:rPr>
          <w:b/>
          <w:sz w:val="18"/>
          <w:szCs w:val="18"/>
        </w:rPr>
        <w:t xml:space="preserve">FIGURE </w:t>
      </w:r>
      <w:r w:rsidR="009F54F5" w:rsidRPr="004E7EB0">
        <w:rPr>
          <w:b/>
          <w:sz w:val="18"/>
          <w:szCs w:val="18"/>
        </w:rPr>
        <w:t>6</w:t>
      </w:r>
      <w:r w:rsidRPr="004E7EB0">
        <w:rPr>
          <w:sz w:val="18"/>
          <w:szCs w:val="18"/>
        </w:rPr>
        <w:t>. Confusion Matrix Test Set</w:t>
      </w:r>
    </w:p>
    <w:p w14:paraId="4914BE41" w14:textId="77777777" w:rsidR="00A8624B" w:rsidRPr="004E7EB0" w:rsidRDefault="00A8624B" w:rsidP="004A5480">
      <w:pPr>
        <w:pStyle w:val="Paragraph"/>
        <w:jc w:val="center"/>
      </w:pPr>
    </w:p>
    <w:p w14:paraId="3BD38DF1" w14:textId="296C2B86" w:rsidR="00A8624B" w:rsidRPr="004E7EB0" w:rsidRDefault="00B82A68" w:rsidP="004A5480">
      <w:pPr>
        <w:pStyle w:val="ListParagraph"/>
        <w:ind w:left="0" w:firstLine="284"/>
        <w:jc w:val="both"/>
        <w:rPr>
          <w:sz w:val="20"/>
        </w:rPr>
      </w:pPr>
      <w:r w:rsidRPr="004E7EB0">
        <w:rPr>
          <w:sz w:val="20"/>
        </w:rPr>
        <w:t>On the test set, which is the most relevant indicator for the generalization performance of the model, EfficientNetB1 consistently shows higher accuracy and lower loss than EfficientNetB0. Analysis of the confusion matrix on the test set (</w:t>
      </w:r>
      <w:r w:rsidRPr="004E7EB0">
        <w:rPr>
          <w:b/>
          <w:bCs/>
          <w:sz w:val="20"/>
        </w:rPr>
        <w:t xml:space="preserve">FIGURE </w:t>
      </w:r>
      <w:r w:rsidR="009F54F5" w:rsidRPr="004E7EB0">
        <w:rPr>
          <w:b/>
          <w:bCs/>
          <w:sz w:val="20"/>
        </w:rPr>
        <w:t>6</w:t>
      </w:r>
      <w:r w:rsidRPr="004E7EB0">
        <w:rPr>
          <w:sz w:val="20"/>
        </w:rPr>
        <w:t>) further clarifies the superiority of EfficientNetB1 in distinguishing emotion categories, especially in classes with limited samples, such as “fear” or “disgust”, where EfficientNetB1 successfully reduces the misclassification rate. Although EfficientNetB0 offers good computational efficiency, the improved precision provided by EfficientNetB1 on previously unseen data confirms that its deeper architecture is more effective in handling the complexity and variability of the FER-2013 dataset for emotion detection tasks.</w:t>
      </w:r>
    </w:p>
    <w:p w14:paraId="08039E20" w14:textId="77777777" w:rsidR="00194766" w:rsidRPr="004E7EB0" w:rsidRDefault="00194766" w:rsidP="004A5480">
      <w:pPr>
        <w:pStyle w:val="Paragraph"/>
        <w:jc w:val="center"/>
        <w:rPr>
          <w:b/>
          <w:sz w:val="18"/>
          <w:szCs w:val="18"/>
        </w:rPr>
      </w:pPr>
    </w:p>
    <w:p w14:paraId="15AB5A93" w14:textId="35B967E4" w:rsidR="00194766" w:rsidRPr="004E7EB0" w:rsidRDefault="00194766" w:rsidP="004A5480">
      <w:pPr>
        <w:pStyle w:val="Paragraph"/>
        <w:jc w:val="center"/>
        <w:rPr>
          <w:sz w:val="18"/>
          <w:szCs w:val="18"/>
        </w:rPr>
      </w:pPr>
      <w:r w:rsidRPr="004E7EB0">
        <w:rPr>
          <w:b/>
          <w:sz w:val="18"/>
          <w:szCs w:val="18"/>
        </w:rPr>
        <w:t>TABLE 2</w:t>
      </w:r>
      <w:r w:rsidRPr="004E7EB0">
        <w:rPr>
          <w:sz w:val="18"/>
          <w:szCs w:val="18"/>
        </w:rPr>
        <w:t>. Comparison EfficientNetB0 vs EfficientNetB1 for Test Performance</w:t>
      </w:r>
    </w:p>
    <w:p w14:paraId="6C40C38F" w14:textId="2AAF50D1" w:rsidR="00C03189" w:rsidRPr="004E7EB0" w:rsidRDefault="00C03189" w:rsidP="004A5480">
      <w:pPr>
        <w:pStyle w:val="ListParagraph"/>
        <w:ind w:left="0"/>
        <w:jc w:val="center"/>
        <w:rPr>
          <w:sz w:val="20"/>
        </w:rPr>
      </w:pPr>
    </w:p>
    <w:tbl>
      <w:tblPr>
        <w:tblStyle w:val="PlainTable2"/>
        <w:tblW w:w="0" w:type="auto"/>
        <w:tblLook w:val="04A0" w:firstRow="1" w:lastRow="0" w:firstColumn="1" w:lastColumn="0" w:noHBand="0" w:noVBand="1"/>
      </w:tblPr>
      <w:tblGrid>
        <w:gridCol w:w="2107"/>
        <w:gridCol w:w="1758"/>
        <w:gridCol w:w="1710"/>
        <w:gridCol w:w="1800"/>
        <w:gridCol w:w="1975"/>
      </w:tblGrid>
      <w:tr w:rsidR="004E7EB0" w:rsidRPr="004E7EB0" w14:paraId="100AC1DF" w14:textId="04ABE353" w:rsidTr="00E811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07" w:type="dxa"/>
          </w:tcPr>
          <w:p w14:paraId="2397D8B7" w14:textId="313DAC39" w:rsidR="00194766" w:rsidRPr="004E7EB0" w:rsidRDefault="00194766" w:rsidP="004A5480">
            <w:pPr>
              <w:pStyle w:val="ListParagraph"/>
              <w:ind w:left="0"/>
              <w:jc w:val="center"/>
              <w:rPr>
                <w:sz w:val="20"/>
              </w:rPr>
            </w:pPr>
            <w:r w:rsidRPr="004E7EB0">
              <w:rPr>
                <w:sz w:val="20"/>
              </w:rPr>
              <w:t>Model Comparison</w:t>
            </w:r>
          </w:p>
        </w:tc>
        <w:tc>
          <w:tcPr>
            <w:tcW w:w="1758" w:type="dxa"/>
          </w:tcPr>
          <w:p w14:paraId="13619FC0" w14:textId="71F4ED7E" w:rsidR="00194766" w:rsidRPr="004E7EB0" w:rsidRDefault="00194766" w:rsidP="004A5480">
            <w:pPr>
              <w:pStyle w:val="ListParagraph"/>
              <w:ind w:left="0"/>
              <w:jc w:val="center"/>
              <w:cnfStyle w:val="100000000000" w:firstRow="1" w:lastRow="0" w:firstColumn="0" w:lastColumn="0" w:oddVBand="0" w:evenVBand="0" w:oddHBand="0" w:evenHBand="0" w:firstRowFirstColumn="0" w:firstRowLastColumn="0" w:lastRowFirstColumn="0" w:lastRowLastColumn="0"/>
              <w:rPr>
                <w:sz w:val="20"/>
              </w:rPr>
            </w:pPr>
            <w:r w:rsidRPr="004E7EB0">
              <w:rPr>
                <w:sz w:val="20"/>
              </w:rPr>
              <w:t>Prescission</w:t>
            </w:r>
          </w:p>
        </w:tc>
        <w:tc>
          <w:tcPr>
            <w:tcW w:w="1710" w:type="dxa"/>
          </w:tcPr>
          <w:p w14:paraId="233A563A" w14:textId="3BCAEEFF" w:rsidR="00194766" w:rsidRPr="004E7EB0" w:rsidRDefault="00194766" w:rsidP="004A5480">
            <w:pPr>
              <w:pStyle w:val="ListParagraph"/>
              <w:ind w:left="0"/>
              <w:jc w:val="center"/>
              <w:cnfStyle w:val="100000000000" w:firstRow="1" w:lastRow="0" w:firstColumn="0" w:lastColumn="0" w:oddVBand="0" w:evenVBand="0" w:oddHBand="0" w:evenHBand="0" w:firstRowFirstColumn="0" w:firstRowLastColumn="0" w:lastRowFirstColumn="0" w:lastRowLastColumn="0"/>
              <w:rPr>
                <w:sz w:val="20"/>
              </w:rPr>
            </w:pPr>
            <w:r w:rsidRPr="004E7EB0">
              <w:rPr>
                <w:sz w:val="20"/>
              </w:rPr>
              <w:t>Recall</w:t>
            </w:r>
          </w:p>
        </w:tc>
        <w:tc>
          <w:tcPr>
            <w:tcW w:w="1800" w:type="dxa"/>
          </w:tcPr>
          <w:p w14:paraId="1C831950" w14:textId="70FA9B0A" w:rsidR="00194766" w:rsidRPr="004E7EB0" w:rsidRDefault="00194766" w:rsidP="004A5480">
            <w:pPr>
              <w:pStyle w:val="ListParagraph"/>
              <w:ind w:left="0"/>
              <w:jc w:val="center"/>
              <w:cnfStyle w:val="100000000000" w:firstRow="1" w:lastRow="0" w:firstColumn="0" w:lastColumn="0" w:oddVBand="0" w:evenVBand="0" w:oddHBand="0" w:evenHBand="0" w:firstRowFirstColumn="0" w:firstRowLastColumn="0" w:lastRowFirstColumn="0" w:lastRowLastColumn="0"/>
              <w:rPr>
                <w:sz w:val="20"/>
              </w:rPr>
            </w:pPr>
            <w:r w:rsidRPr="004E7EB0">
              <w:rPr>
                <w:sz w:val="20"/>
              </w:rPr>
              <w:t>F1-score</w:t>
            </w:r>
          </w:p>
        </w:tc>
        <w:tc>
          <w:tcPr>
            <w:tcW w:w="1975" w:type="dxa"/>
          </w:tcPr>
          <w:p w14:paraId="513C9814" w14:textId="5ECB49AD" w:rsidR="00194766" w:rsidRPr="004E7EB0" w:rsidRDefault="00194766" w:rsidP="004A5480">
            <w:pPr>
              <w:pStyle w:val="ListParagraph"/>
              <w:ind w:left="0"/>
              <w:jc w:val="center"/>
              <w:cnfStyle w:val="100000000000" w:firstRow="1" w:lastRow="0" w:firstColumn="0" w:lastColumn="0" w:oddVBand="0" w:evenVBand="0" w:oddHBand="0" w:evenHBand="0" w:firstRowFirstColumn="0" w:firstRowLastColumn="0" w:lastRowFirstColumn="0" w:lastRowLastColumn="0"/>
              <w:rPr>
                <w:sz w:val="20"/>
              </w:rPr>
            </w:pPr>
            <w:r w:rsidRPr="004E7EB0">
              <w:rPr>
                <w:sz w:val="20"/>
              </w:rPr>
              <w:t>Accuracy</w:t>
            </w:r>
          </w:p>
        </w:tc>
      </w:tr>
      <w:tr w:rsidR="004E7EB0" w:rsidRPr="004E7EB0" w14:paraId="0A88FF3D" w14:textId="1CA3288F" w:rsidTr="00E811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07" w:type="dxa"/>
          </w:tcPr>
          <w:p w14:paraId="07BC307A" w14:textId="2B842619" w:rsidR="00194766" w:rsidRPr="004E7EB0" w:rsidRDefault="00194766" w:rsidP="004A5480">
            <w:pPr>
              <w:pStyle w:val="ListParagraph"/>
              <w:ind w:left="0"/>
              <w:jc w:val="both"/>
              <w:rPr>
                <w:sz w:val="20"/>
              </w:rPr>
            </w:pPr>
            <w:r w:rsidRPr="004E7EB0">
              <w:rPr>
                <w:sz w:val="20"/>
              </w:rPr>
              <w:t>EfficientnetB0</w:t>
            </w:r>
          </w:p>
        </w:tc>
        <w:tc>
          <w:tcPr>
            <w:tcW w:w="1758" w:type="dxa"/>
          </w:tcPr>
          <w:p w14:paraId="34E68F1D" w14:textId="2B447AA6" w:rsidR="00194766" w:rsidRPr="004E7EB0" w:rsidRDefault="00D5491A" w:rsidP="004A5480">
            <w:pPr>
              <w:pStyle w:val="ListParagraph"/>
              <w:ind w:left="0"/>
              <w:jc w:val="both"/>
              <w:cnfStyle w:val="000000100000" w:firstRow="0" w:lastRow="0" w:firstColumn="0" w:lastColumn="0" w:oddVBand="0" w:evenVBand="0" w:oddHBand="1" w:evenHBand="0" w:firstRowFirstColumn="0" w:firstRowLastColumn="0" w:lastRowFirstColumn="0" w:lastRowLastColumn="0"/>
              <w:rPr>
                <w:sz w:val="20"/>
              </w:rPr>
            </w:pPr>
            <w:r w:rsidRPr="004E7EB0">
              <w:rPr>
                <w:sz w:val="20"/>
              </w:rPr>
              <w:t>Train:</w:t>
            </w:r>
            <w:r w:rsidR="00952A7E" w:rsidRPr="004E7EB0">
              <w:rPr>
                <w:sz w:val="20"/>
              </w:rPr>
              <w:t xml:space="preserve"> 6,901</w:t>
            </w:r>
          </w:p>
          <w:p w14:paraId="7B310025" w14:textId="56B5BA10" w:rsidR="00D5491A" w:rsidRPr="004E7EB0" w:rsidRDefault="00D5491A" w:rsidP="004A5480">
            <w:pPr>
              <w:pStyle w:val="ListParagraph"/>
              <w:ind w:left="0"/>
              <w:jc w:val="both"/>
              <w:cnfStyle w:val="000000100000" w:firstRow="0" w:lastRow="0" w:firstColumn="0" w:lastColumn="0" w:oddVBand="0" w:evenVBand="0" w:oddHBand="1" w:evenHBand="0" w:firstRowFirstColumn="0" w:firstRowLastColumn="0" w:lastRowFirstColumn="0" w:lastRowLastColumn="0"/>
              <w:rPr>
                <w:sz w:val="20"/>
              </w:rPr>
            </w:pPr>
            <w:r w:rsidRPr="004E7EB0">
              <w:rPr>
                <w:sz w:val="20"/>
              </w:rPr>
              <w:t>Validation:</w:t>
            </w:r>
            <w:r w:rsidR="00952A7E" w:rsidRPr="004E7EB0">
              <w:rPr>
                <w:sz w:val="20"/>
              </w:rPr>
              <w:t xml:space="preserve"> </w:t>
            </w:r>
            <w:r w:rsidR="00E3724B" w:rsidRPr="004E7EB0">
              <w:rPr>
                <w:sz w:val="20"/>
              </w:rPr>
              <w:t>5,042</w:t>
            </w:r>
          </w:p>
          <w:p w14:paraId="599C6F17" w14:textId="781073D4" w:rsidR="00D5491A" w:rsidRPr="004E7EB0" w:rsidRDefault="00D5491A" w:rsidP="004A5480">
            <w:pPr>
              <w:pStyle w:val="ListParagraph"/>
              <w:ind w:left="0"/>
              <w:jc w:val="both"/>
              <w:cnfStyle w:val="000000100000" w:firstRow="0" w:lastRow="0" w:firstColumn="0" w:lastColumn="0" w:oddVBand="0" w:evenVBand="0" w:oddHBand="1" w:evenHBand="0" w:firstRowFirstColumn="0" w:firstRowLastColumn="0" w:lastRowFirstColumn="0" w:lastRowLastColumn="0"/>
              <w:rPr>
                <w:sz w:val="20"/>
              </w:rPr>
            </w:pPr>
            <w:r w:rsidRPr="004E7EB0">
              <w:rPr>
                <w:sz w:val="20"/>
              </w:rPr>
              <w:t>Test:</w:t>
            </w:r>
            <w:r w:rsidR="00E3724B" w:rsidRPr="004E7EB0">
              <w:rPr>
                <w:sz w:val="20"/>
              </w:rPr>
              <w:t xml:space="preserve"> 0,164</w:t>
            </w:r>
          </w:p>
        </w:tc>
        <w:tc>
          <w:tcPr>
            <w:tcW w:w="1710" w:type="dxa"/>
          </w:tcPr>
          <w:p w14:paraId="786FE8DE" w14:textId="35DE5B92" w:rsidR="00D5491A" w:rsidRPr="004E7EB0" w:rsidRDefault="00D5491A" w:rsidP="004A5480">
            <w:pPr>
              <w:pStyle w:val="ListParagraph"/>
              <w:ind w:left="0"/>
              <w:jc w:val="both"/>
              <w:cnfStyle w:val="000000100000" w:firstRow="0" w:lastRow="0" w:firstColumn="0" w:lastColumn="0" w:oddVBand="0" w:evenVBand="0" w:oddHBand="1" w:evenHBand="0" w:firstRowFirstColumn="0" w:firstRowLastColumn="0" w:lastRowFirstColumn="0" w:lastRowLastColumn="0"/>
              <w:rPr>
                <w:sz w:val="20"/>
              </w:rPr>
            </w:pPr>
            <w:r w:rsidRPr="004E7EB0">
              <w:rPr>
                <w:sz w:val="20"/>
              </w:rPr>
              <w:t>Train:</w:t>
            </w:r>
            <w:r w:rsidR="00952A7E" w:rsidRPr="004E7EB0">
              <w:rPr>
                <w:sz w:val="20"/>
              </w:rPr>
              <w:t xml:space="preserve"> 6,905</w:t>
            </w:r>
          </w:p>
          <w:p w14:paraId="784588A7" w14:textId="46A5FE1D" w:rsidR="00D5491A" w:rsidRPr="004E7EB0" w:rsidRDefault="00D5491A" w:rsidP="004A5480">
            <w:pPr>
              <w:pStyle w:val="ListParagraph"/>
              <w:ind w:left="0"/>
              <w:jc w:val="both"/>
              <w:cnfStyle w:val="000000100000" w:firstRow="0" w:lastRow="0" w:firstColumn="0" w:lastColumn="0" w:oddVBand="0" w:evenVBand="0" w:oddHBand="1" w:evenHBand="0" w:firstRowFirstColumn="0" w:firstRowLastColumn="0" w:lastRowFirstColumn="0" w:lastRowLastColumn="0"/>
              <w:rPr>
                <w:sz w:val="20"/>
              </w:rPr>
            </w:pPr>
            <w:r w:rsidRPr="004E7EB0">
              <w:rPr>
                <w:sz w:val="20"/>
              </w:rPr>
              <w:t>Validation:</w:t>
            </w:r>
            <w:r w:rsidR="00952A7E" w:rsidRPr="004E7EB0">
              <w:rPr>
                <w:sz w:val="20"/>
              </w:rPr>
              <w:t xml:space="preserve"> 4,855</w:t>
            </w:r>
          </w:p>
          <w:p w14:paraId="615EBD17" w14:textId="4CA5571A" w:rsidR="00194766" w:rsidRPr="004E7EB0" w:rsidRDefault="00D5491A" w:rsidP="004A5480">
            <w:pPr>
              <w:pStyle w:val="ListParagraph"/>
              <w:ind w:left="0"/>
              <w:jc w:val="both"/>
              <w:cnfStyle w:val="000000100000" w:firstRow="0" w:lastRow="0" w:firstColumn="0" w:lastColumn="0" w:oddVBand="0" w:evenVBand="0" w:oddHBand="1" w:evenHBand="0" w:firstRowFirstColumn="0" w:firstRowLastColumn="0" w:lastRowFirstColumn="0" w:lastRowLastColumn="0"/>
              <w:rPr>
                <w:sz w:val="20"/>
              </w:rPr>
            </w:pPr>
            <w:r w:rsidRPr="004E7EB0">
              <w:rPr>
                <w:sz w:val="20"/>
              </w:rPr>
              <w:t>Test:</w:t>
            </w:r>
            <w:r w:rsidR="00E3724B" w:rsidRPr="004E7EB0">
              <w:rPr>
                <w:sz w:val="20"/>
              </w:rPr>
              <w:t xml:space="preserve"> 0,812</w:t>
            </w:r>
          </w:p>
        </w:tc>
        <w:tc>
          <w:tcPr>
            <w:tcW w:w="1800" w:type="dxa"/>
          </w:tcPr>
          <w:p w14:paraId="12E9F7A4" w14:textId="47CCC9F0" w:rsidR="00D5491A" w:rsidRPr="004E7EB0" w:rsidRDefault="00D5491A" w:rsidP="004A5480">
            <w:pPr>
              <w:pStyle w:val="ListParagraph"/>
              <w:ind w:left="0"/>
              <w:jc w:val="both"/>
              <w:cnfStyle w:val="000000100000" w:firstRow="0" w:lastRow="0" w:firstColumn="0" w:lastColumn="0" w:oddVBand="0" w:evenVBand="0" w:oddHBand="1" w:evenHBand="0" w:firstRowFirstColumn="0" w:firstRowLastColumn="0" w:lastRowFirstColumn="0" w:lastRowLastColumn="0"/>
              <w:rPr>
                <w:sz w:val="20"/>
              </w:rPr>
            </w:pPr>
            <w:r w:rsidRPr="004E7EB0">
              <w:rPr>
                <w:sz w:val="20"/>
              </w:rPr>
              <w:t>Train:</w:t>
            </w:r>
            <w:r w:rsidR="00952A7E" w:rsidRPr="004E7EB0">
              <w:rPr>
                <w:sz w:val="20"/>
              </w:rPr>
              <w:t xml:space="preserve"> 6,902</w:t>
            </w:r>
          </w:p>
          <w:p w14:paraId="34CDFB29" w14:textId="3863E155" w:rsidR="00D5491A" w:rsidRPr="004E7EB0" w:rsidRDefault="00D5491A" w:rsidP="004A5480">
            <w:pPr>
              <w:pStyle w:val="ListParagraph"/>
              <w:ind w:left="0"/>
              <w:jc w:val="both"/>
              <w:cnfStyle w:val="000000100000" w:firstRow="0" w:lastRow="0" w:firstColumn="0" w:lastColumn="0" w:oddVBand="0" w:evenVBand="0" w:oddHBand="1" w:evenHBand="0" w:firstRowFirstColumn="0" w:firstRowLastColumn="0" w:lastRowFirstColumn="0" w:lastRowLastColumn="0"/>
              <w:rPr>
                <w:sz w:val="20"/>
              </w:rPr>
            </w:pPr>
            <w:r w:rsidRPr="004E7EB0">
              <w:rPr>
                <w:sz w:val="20"/>
              </w:rPr>
              <w:t>Validation:</w:t>
            </w:r>
            <w:r w:rsidR="00E3724B" w:rsidRPr="004E7EB0">
              <w:rPr>
                <w:sz w:val="20"/>
              </w:rPr>
              <w:t xml:space="preserve"> 4,932</w:t>
            </w:r>
          </w:p>
          <w:p w14:paraId="73717036" w14:textId="6781B33E" w:rsidR="00194766" w:rsidRPr="004E7EB0" w:rsidRDefault="00D5491A" w:rsidP="004A5480">
            <w:pPr>
              <w:pStyle w:val="ListParagraph"/>
              <w:ind w:left="0"/>
              <w:jc w:val="both"/>
              <w:cnfStyle w:val="000000100000" w:firstRow="0" w:lastRow="0" w:firstColumn="0" w:lastColumn="0" w:oddVBand="0" w:evenVBand="0" w:oddHBand="1" w:evenHBand="0" w:firstRowFirstColumn="0" w:firstRowLastColumn="0" w:lastRowFirstColumn="0" w:lastRowLastColumn="0"/>
              <w:rPr>
                <w:sz w:val="20"/>
              </w:rPr>
            </w:pPr>
            <w:r w:rsidRPr="004E7EB0">
              <w:rPr>
                <w:sz w:val="20"/>
              </w:rPr>
              <w:t>Test:</w:t>
            </w:r>
            <w:r w:rsidR="00E3724B" w:rsidRPr="004E7EB0">
              <w:rPr>
                <w:sz w:val="20"/>
              </w:rPr>
              <w:t xml:space="preserve"> 0,157</w:t>
            </w:r>
          </w:p>
        </w:tc>
        <w:tc>
          <w:tcPr>
            <w:tcW w:w="1975" w:type="dxa"/>
          </w:tcPr>
          <w:p w14:paraId="785A18A5" w14:textId="24D6EC34" w:rsidR="00D5491A" w:rsidRPr="004E7EB0" w:rsidRDefault="00D5491A" w:rsidP="004A5480">
            <w:pPr>
              <w:pStyle w:val="ListParagraph"/>
              <w:ind w:left="0"/>
              <w:jc w:val="both"/>
              <w:cnfStyle w:val="000000100000" w:firstRow="0" w:lastRow="0" w:firstColumn="0" w:lastColumn="0" w:oddVBand="0" w:evenVBand="0" w:oddHBand="1" w:evenHBand="0" w:firstRowFirstColumn="0" w:firstRowLastColumn="0" w:lastRowFirstColumn="0" w:lastRowLastColumn="0"/>
              <w:rPr>
                <w:sz w:val="20"/>
              </w:rPr>
            </w:pPr>
            <w:r w:rsidRPr="004E7EB0">
              <w:rPr>
                <w:sz w:val="20"/>
              </w:rPr>
              <w:t>Train:</w:t>
            </w:r>
            <w:r w:rsidR="00E3724B" w:rsidRPr="004E7EB0">
              <w:rPr>
                <w:sz w:val="20"/>
              </w:rPr>
              <w:t xml:space="preserve"> 98.51%</w:t>
            </w:r>
          </w:p>
          <w:p w14:paraId="33706D46" w14:textId="1708590D" w:rsidR="00D5491A" w:rsidRPr="004E7EB0" w:rsidRDefault="00D5491A" w:rsidP="004A5480">
            <w:pPr>
              <w:pStyle w:val="ListParagraph"/>
              <w:ind w:left="0"/>
              <w:jc w:val="both"/>
              <w:cnfStyle w:val="000000100000" w:firstRow="0" w:lastRow="0" w:firstColumn="0" w:lastColumn="0" w:oddVBand="0" w:evenVBand="0" w:oddHBand="1" w:evenHBand="0" w:firstRowFirstColumn="0" w:firstRowLastColumn="0" w:lastRowFirstColumn="0" w:lastRowLastColumn="0"/>
              <w:rPr>
                <w:sz w:val="20"/>
              </w:rPr>
            </w:pPr>
            <w:r w:rsidRPr="004E7EB0">
              <w:rPr>
                <w:sz w:val="20"/>
              </w:rPr>
              <w:t>Validation:</w:t>
            </w:r>
            <w:r w:rsidR="00E3724B" w:rsidRPr="004E7EB0">
              <w:rPr>
                <w:sz w:val="20"/>
              </w:rPr>
              <w:t xml:space="preserve"> 71.61%</w:t>
            </w:r>
          </w:p>
          <w:p w14:paraId="3A57C201" w14:textId="4244AD6B" w:rsidR="00194766" w:rsidRPr="004E7EB0" w:rsidRDefault="00D5491A" w:rsidP="004A5480">
            <w:pPr>
              <w:pStyle w:val="ListParagraph"/>
              <w:ind w:left="0"/>
              <w:jc w:val="both"/>
              <w:cnfStyle w:val="000000100000" w:firstRow="0" w:lastRow="0" w:firstColumn="0" w:lastColumn="0" w:oddVBand="0" w:evenVBand="0" w:oddHBand="1" w:evenHBand="0" w:firstRowFirstColumn="0" w:firstRowLastColumn="0" w:lastRowFirstColumn="0" w:lastRowLastColumn="0"/>
              <w:rPr>
                <w:sz w:val="20"/>
              </w:rPr>
            </w:pPr>
            <w:r w:rsidRPr="004E7EB0">
              <w:rPr>
                <w:sz w:val="20"/>
              </w:rPr>
              <w:t>Test:</w:t>
            </w:r>
            <w:r w:rsidR="00E3724B" w:rsidRPr="004E7EB0">
              <w:rPr>
                <w:sz w:val="20"/>
              </w:rPr>
              <w:t xml:space="preserve"> 11.06%</w:t>
            </w:r>
          </w:p>
        </w:tc>
      </w:tr>
      <w:tr w:rsidR="004E7EB0" w:rsidRPr="004E7EB0" w14:paraId="3C3C55F7" w14:textId="53BA61DA" w:rsidTr="00E81196">
        <w:tc>
          <w:tcPr>
            <w:cnfStyle w:val="001000000000" w:firstRow="0" w:lastRow="0" w:firstColumn="1" w:lastColumn="0" w:oddVBand="0" w:evenVBand="0" w:oddHBand="0" w:evenHBand="0" w:firstRowFirstColumn="0" w:firstRowLastColumn="0" w:lastRowFirstColumn="0" w:lastRowLastColumn="0"/>
            <w:tcW w:w="2107" w:type="dxa"/>
          </w:tcPr>
          <w:p w14:paraId="44B47F82" w14:textId="1EBA7BD5" w:rsidR="00194766" w:rsidRPr="004E7EB0" w:rsidRDefault="00194766" w:rsidP="004A5480">
            <w:pPr>
              <w:pStyle w:val="ListParagraph"/>
              <w:ind w:left="0"/>
              <w:jc w:val="both"/>
              <w:rPr>
                <w:sz w:val="20"/>
              </w:rPr>
            </w:pPr>
            <w:r w:rsidRPr="004E7EB0">
              <w:rPr>
                <w:sz w:val="20"/>
              </w:rPr>
              <w:t>EfficientnetB1</w:t>
            </w:r>
          </w:p>
        </w:tc>
        <w:tc>
          <w:tcPr>
            <w:tcW w:w="1758" w:type="dxa"/>
          </w:tcPr>
          <w:p w14:paraId="355B88FE" w14:textId="54BB0649" w:rsidR="00D5491A" w:rsidRPr="004E7EB0" w:rsidRDefault="00D5491A" w:rsidP="004A5480">
            <w:pPr>
              <w:pStyle w:val="ListParagraph"/>
              <w:ind w:left="0"/>
              <w:jc w:val="both"/>
              <w:cnfStyle w:val="000000000000" w:firstRow="0" w:lastRow="0" w:firstColumn="0" w:lastColumn="0" w:oddVBand="0" w:evenVBand="0" w:oddHBand="0" w:evenHBand="0" w:firstRowFirstColumn="0" w:firstRowLastColumn="0" w:lastRowFirstColumn="0" w:lastRowLastColumn="0"/>
              <w:rPr>
                <w:sz w:val="20"/>
              </w:rPr>
            </w:pPr>
            <w:r w:rsidRPr="004E7EB0">
              <w:rPr>
                <w:sz w:val="20"/>
              </w:rPr>
              <w:t>Train:</w:t>
            </w:r>
            <w:r w:rsidR="004C02C4" w:rsidRPr="004E7EB0">
              <w:rPr>
                <w:sz w:val="20"/>
              </w:rPr>
              <w:t xml:space="preserve"> 6,951</w:t>
            </w:r>
          </w:p>
          <w:p w14:paraId="13A34441" w14:textId="20D33C76" w:rsidR="00D5491A" w:rsidRPr="004E7EB0" w:rsidRDefault="00D5491A" w:rsidP="004A5480">
            <w:pPr>
              <w:pStyle w:val="ListParagraph"/>
              <w:ind w:left="0"/>
              <w:jc w:val="both"/>
              <w:cnfStyle w:val="000000000000" w:firstRow="0" w:lastRow="0" w:firstColumn="0" w:lastColumn="0" w:oddVBand="0" w:evenVBand="0" w:oddHBand="0" w:evenHBand="0" w:firstRowFirstColumn="0" w:firstRowLastColumn="0" w:lastRowFirstColumn="0" w:lastRowLastColumn="0"/>
              <w:rPr>
                <w:sz w:val="20"/>
              </w:rPr>
            </w:pPr>
            <w:r w:rsidRPr="004E7EB0">
              <w:rPr>
                <w:sz w:val="20"/>
              </w:rPr>
              <w:t>Validation:</w:t>
            </w:r>
            <w:r w:rsidR="004C02C4" w:rsidRPr="004E7EB0">
              <w:rPr>
                <w:sz w:val="20"/>
              </w:rPr>
              <w:t xml:space="preserve"> 4,926</w:t>
            </w:r>
          </w:p>
          <w:p w14:paraId="5B8C687B" w14:textId="112F649C" w:rsidR="00194766" w:rsidRPr="004E7EB0" w:rsidRDefault="00D5491A" w:rsidP="004A5480">
            <w:pPr>
              <w:pStyle w:val="ListParagraph"/>
              <w:ind w:left="0"/>
              <w:jc w:val="both"/>
              <w:cnfStyle w:val="000000000000" w:firstRow="0" w:lastRow="0" w:firstColumn="0" w:lastColumn="0" w:oddVBand="0" w:evenVBand="0" w:oddHBand="0" w:evenHBand="0" w:firstRowFirstColumn="0" w:firstRowLastColumn="0" w:lastRowFirstColumn="0" w:lastRowLastColumn="0"/>
              <w:rPr>
                <w:sz w:val="20"/>
              </w:rPr>
            </w:pPr>
            <w:r w:rsidRPr="004E7EB0">
              <w:rPr>
                <w:sz w:val="20"/>
              </w:rPr>
              <w:t>Test:</w:t>
            </w:r>
            <w:r w:rsidR="004C02C4" w:rsidRPr="004E7EB0">
              <w:rPr>
                <w:sz w:val="20"/>
              </w:rPr>
              <w:t xml:space="preserve"> 5,678</w:t>
            </w:r>
          </w:p>
        </w:tc>
        <w:tc>
          <w:tcPr>
            <w:tcW w:w="1710" w:type="dxa"/>
          </w:tcPr>
          <w:p w14:paraId="56AECC1B" w14:textId="250FE1F8" w:rsidR="00D5491A" w:rsidRPr="004E7EB0" w:rsidRDefault="00D5491A" w:rsidP="004A5480">
            <w:pPr>
              <w:pStyle w:val="ListParagraph"/>
              <w:ind w:left="0"/>
              <w:jc w:val="both"/>
              <w:cnfStyle w:val="000000000000" w:firstRow="0" w:lastRow="0" w:firstColumn="0" w:lastColumn="0" w:oddVBand="0" w:evenVBand="0" w:oddHBand="0" w:evenHBand="0" w:firstRowFirstColumn="0" w:firstRowLastColumn="0" w:lastRowFirstColumn="0" w:lastRowLastColumn="0"/>
              <w:rPr>
                <w:sz w:val="20"/>
              </w:rPr>
            </w:pPr>
            <w:r w:rsidRPr="004E7EB0">
              <w:rPr>
                <w:sz w:val="20"/>
              </w:rPr>
              <w:t>Train:</w:t>
            </w:r>
            <w:r w:rsidR="004C02C4" w:rsidRPr="004E7EB0">
              <w:rPr>
                <w:sz w:val="20"/>
              </w:rPr>
              <w:t xml:space="preserve"> 6,958</w:t>
            </w:r>
          </w:p>
          <w:p w14:paraId="0AD90A45" w14:textId="7B590763" w:rsidR="00D5491A" w:rsidRPr="004E7EB0" w:rsidRDefault="00D5491A" w:rsidP="004A5480">
            <w:pPr>
              <w:pStyle w:val="ListParagraph"/>
              <w:ind w:left="0"/>
              <w:jc w:val="both"/>
              <w:cnfStyle w:val="000000000000" w:firstRow="0" w:lastRow="0" w:firstColumn="0" w:lastColumn="0" w:oddVBand="0" w:evenVBand="0" w:oddHBand="0" w:evenHBand="0" w:firstRowFirstColumn="0" w:firstRowLastColumn="0" w:lastRowFirstColumn="0" w:lastRowLastColumn="0"/>
              <w:rPr>
                <w:sz w:val="20"/>
              </w:rPr>
            </w:pPr>
            <w:r w:rsidRPr="004E7EB0">
              <w:rPr>
                <w:sz w:val="20"/>
              </w:rPr>
              <w:t>Validation:</w:t>
            </w:r>
            <w:r w:rsidR="004C02C4" w:rsidRPr="004E7EB0">
              <w:rPr>
                <w:sz w:val="20"/>
              </w:rPr>
              <w:t xml:space="preserve"> 4,857</w:t>
            </w:r>
          </w:p>
          <w:p w14:paraId="349110C0" w14:textId="39A0DADD" w:rsidR="00194766" w:rsidRPr="004E7EB0" w:rsidRDefault="00D5491A" w:rsidP="004A5480">
            <w:pPr>
              <w:pStyle w:val="ListParagraph"/>
              <w:ind w:left="0"/>
              <w:jc w:val="both"/>
              <w:cnfStyle w:val="000000000000" w:firstRow="0" w:lastRow="0" w:firstColumn="0" w:lastColumn="0" w:oddVBand="0" w:evenVBand="0" w:oddHBand="0" w:evenHBand="0" w:firstRowFirstColumn="0" w:firstRowLastColumn="0" w:lastRowFirstColumn="0" w:lastRowLastColumn="0"/>
              <w:rPr>
                <w:sz w:val="20"/>
              </w:rPr>
            </w:pPr>
            <w:r w:rsidRPr="004E7EB0">
              <w:rPr>
                <w:sz w:val="20"/>
              </w:rPr>
              <w:t>Test:</w:t>
            </w:r>
            <w:r w:rsidR="004C02C4" w:rsidRPr="004E7EB0">
              <w:rPr>
                <w:sz w:val="20"/>
              </w:rPr>
              <w:t xml:space="preserve"> 6,586</w:t>
            </w:r>
          </w:p>
        </w:tc>
        <w:tc>
          <w:tcPr>
            <w:tcW w:w="1800" w:type="dxa"/>
          </w:tcPr>
          <w:p w14:paraId="103C71EE" w14:textId="23E802A7" w:rsidR="00D5491A" w:rsidRPr="004E7EB0" w:rsidRDefault="00D5491A" w:rsidP="004A5480">
            <w:pPr>
              <w:pStyle w:val="ListParagraph"/>
              <w:ind w:left="0"/>
              <w:jc w:val="both"/>
              <w:cnfStyle w:val="000000000000" w:firstRow="0" w:lastRow="0" w:firstColumn="0" w:lastColumn="0" w:oddVBand="0" w:evenVBand="0" w:oddHBand="0" w:evenHBand="0" w:firstRowFirstColumn="0" w:firstRowLastColumn="0" w:lastRowFirstColumn="0" w:lastRowLastColumn="0"/>
              <w:rPr>
                <w:sz w:val="20"/>
              </w:rPr>
            </w:pPr>
            <w:r w:rsidRPr="004E7EB0">
              <w:rPr>
                <w:sz w:val="20"/>
              </w:rPr>
              <w:t>Train:</w:t>
            </w:r>
            <w:r w:rsidR="004C02C4" w:rsidRPr="004E7EB0">
              <w:rPr>
                <w:sz w:val="20"/>
              </w:rPr>
              <w:t xml:space="preserve"> 6,955</w:t>
            </w:r>
          </w:p>
          <w:p w14:paraId="79EB6337" w14:textId="3A50985D" w:rsidR="00D5491A" w:rsidRPr="004E7EB0" w:rsidRDefault="00D5491A" w:rsidP="004A5480">
            <w:pPr>
              <w:pStyle w:val="ListParagraph"/>
              <w:ind w:left="0"/>
              <w:jc w:val="both"/>
              <w:cnfStyle w:val="000000000000" w:firstRow="0" w:lastRow="0" w:firstColumn="0" w:lastColumn="0" w:oddVBand="0" w:evenVBand="0" w:oddHBand="0" w:evenHBand="0" w:firstRowFirstColumn="0" w:firstRowLastColumn="0" w:lastRowFirstColumn="0" w:lastRowLastColumn="0"/>
              <w:rPr>
                <w:sz w:val="20"/>
              </w:rPr>
            </w:pPr>
            <w:r w:rsidRPr="004E7EB0">
              <w:rPr>
                <w:sz w:val="20"/>
              </w:rPr>
              <w:t>Validation:</w:t>
            </w:r>
            <w:r w:rsidR="004C02C4" w:rsidRPr="004E7EB0">
              <w:rPr>
                <w:sz w:val="20"/>
              </w:rPr>
              <w:t xml:space="preserve"> 4,880</w:t>
            </w:r>
          </w:p>
          <w:p w14:paraId="068D9A36" w14:textId="4196CFCE" w:rsidR="00194766" w:rsidRPr="004E7EB0" w:rsidRDefault="00D5491A" w:rsidP="004A5480">
            <w:pPr>
              <w:pStyle w:val="ListParagraph"/>
              <w:ind w:left="0"/>
              <w:jc w:val="both"/>
              <w:cnfStyle w:val="000000000000" w:firstRow="0" w:lastRow="0" w:firstColumn="0" w:lastColumn="0" w:oddVBand="0" w:evenVBand="0" w:oddHBand="0" w:evenHBand="0" w:firstRowFirstColumn="0" w:firstRowLastColumn="0" w:lastRowFirstColumn="0" w:lastRowLastColumn="0"/>
              <w:rPr>
                <w:sz w:val="20"/>
              </w:rPr>
            </w:pPr>
            <w:r w:rsidRPr="004E7EB0">
              <w:rPr>
                <w:sz w:val="20"/>
              </w:rPr>
              <w:t>Test:</w:t>
            </w:r>
            <w:r w:rsidR="004C02C4" w:rsidRPr="004E7EB0">
              <w:rPr>
                <w:sz w:val="20"/>
              </w:rPr>
              <w:t xml:space="preserve"> 6,017</w:t>
            </w:r>
          </w:p>
        </w:tc>
        <w:tc>
          <w:tcPr>
            <w:tcW w:w="1975" w:type="dxa"/>
          </w:tcPr>
          <w:p w14:paraId="202359C6" w14:textId="5750AABF" w:rsidR="00D5491A" w:rsidRPr="004E7EB0" w:rsidRDefault="00D5491A" w:rsidP="004A5480">
            <w:pPr>
              <w:pStyle w:val="ListParagraph"/>
              <w:ind w:left="0"/>
              <w:jc w:val="both"/>
              <w:cnfStyle w:val="000000000000" w:firstRow="0" w:lastRow="0" w:firstColumn="0" w:lastColumn="0" w:oddVBand="0" w:evenVBand="0" w:oddHBand="0" w:evenHBand="0" w:firstRowFirstColumn="0" w:firstRowLastColumn="0" w:lastRowFirstColumn="0" w:lastRowLastColumn="0"/>
              <w:rPr>
                <w:sz w:val="20"/>
              </w:rPr>
            </w:pPr>
            <w:r w:rsidRPr="004E7EB0">
              <w:rPr>
                <w:sz w:val="20"/>
              </w:rPr>
              <w:t>Train:</w:t>
            </w:r>
            <w:r w:rsidR="004C02C4" w:rsidRPr="004E7EB0">
              <w:rPr>
                <w:sz w:val="20"/>
              </w:rPr>
              <w:t xml:space="preserve"> 99.44%</w:t>
            </w:r>
          </w:p>
          <w:p w14:paraId="0737D514" w14:textId="3695828D" w:rsidR="00D5491A" w:rsidRPr="004E7EB0" w:rsidRDefault="00D5491A" w:rsidP="004A5480">
            <w:pPr>
              <w:pStyle w:val="ListParagraph"/>
              <w:ind w:left="0"/>
              <w:jc w:val="both"/>
              <w:cnfStyle w:val="000000000000" w:firstRow="0" w:lastRow="0" w:firstColumn="0" w:lastColumn="0" w:oddVBand="0" w:evenVBand="0" w:oddHBand="0" w:evenHBand="0" w:firstRowFirstColumn="0" w:firstRowLastColumn="0" w:lastRowFirstColumn="0" w:lastRowLastColumn="0"/>
              <w:rPr>
                <w:sz w:val="20"/>
              </w:rPr>
            </w:pPr>
            <w:r w:rsidRPr="004E7EB0">
              <w:rPr>
                <w:sz w:val="20"/>
              </w:rPr>
              <w:t>Validation:</w:t>
            </w:r>
            <w:r w:rsidR="004C02C4" w:rsidRPr="004E7EB0">
              <w:rPr>
                <w:sz w:val="20"/>
              </w:rPr>
              <w:t xml:space="preserve"> 70.56%</w:t>
            </w:r>
          </w:p>
          <w:p w14:paraId="3048B898" w14:textId="176A3AE6" w:rsidR="00194766" w:rsidRPr="004E7EB0" w:rsidRDefault="00D5491A" w:rsidP="004A5480">
            <w:pPr>
              <w:pStyle w:val="ListParagraph"/>
              <w:ind w:left="0"/>
              <w:jc w:val="both"/>
              <w:cnfStyle w:val="000000000000" w:firstRow="0" w:lastRow="0" w:firstColumn="0" w:lastColumn="0" w:oddVBand="0" w:evenVBand="0" w:oddHBand="0" w:evenHBand="0" w:firstRowFirstColumn="0" w:firstRowLastColumn="0" w:lastRowFirstColumn="0" w:lastRowLastColumn="0"/>
              <w:rPr>
                <w:sz w:val="20"/>
              </w:rPr>
            </w:pPr>
            <w:r w:rsidRPr="004E7EB0">
              <w:rPr>
                <w:sz w:val="20"/>
              </w:rPr>
              <w:t>Test:</w:t>
            </w:r>
            <w:r w:rsidR="004C02C4" w:rsidRPr="004E7EB0">
              <w:rPr>
                <w:sz w:val="20"/>
              </w:rPr>
              <w:t xml:space="preserve"> 51.77%</w:t>
            </w:r>
          </w:p>
        </w:tc>
      </w:tr>
    </w:tbl>
    <w:p w14:paraId="37AE56B3" w14:textId="77777777" w:rsidR="00066763" w:rsidRPr="004E7EB0" w:rsidRDefault="00066763" w:rsidP="004A5480">
      <w:pPr>
        <w:pStyle w:val="ListParagraph"/>
        <w:ind w:left="0"/>
        <w:jc w:val="both"/>
        <w:rPr>
          <w:sz w:val="20"/>
        </w:rPr>
      </w:pPr>
    </w:p>
    <w:p w14:paraId="0164E165" w14:textId="653B97CF" w:rsidR="00FB7D35" w:rsidRPr="004E7EB0" w:rsidRDefault="00FB7D35" w:rsidP="004A5480">
      <w:pPr>
        <w:pStyle w:val="ListParagraph"/>
        <w:ind w:left="0" w:firstLine="270"/>
        <w:jc w:val="both"/>
        <w:rPr>
          <w:sz w:val="20"/>
        </w:rPr>
      </w:pPr>
      <w:r w:rsidRPr="004E7EB0">
        <w:rPr>
          <w:sz w:val="20"/>
        </w:rPr>
        <w:t xml:space="preserve">From </w:t>
      </w:r>
      <w:r w:rsidRPr="004E7EB0">
        <w:rPr>
          <w:b/>
          <w:bCs/>
          <w:sz w:val="20"/>
        </w:rPr>
        <w:t>TABLE 2</w:t>
      </w:r>
      <w:r w:rsidRPr="004E7EB0">
        <w:rPr>
          <w:sz w:val="20"/>
        </w:rPr>
        <w:t>, It can be concluded that EfficientnetB1 significantly outperforms EfficientnetB0 in terms of performance on test data. Although both models show high performance on training data (Train Accuracy 98.51% vs 99.44%), the difference is clearly visible on validation and test data. EfficientnetB1 achieves an accuracy of 51.77% on the test data, significantly higher than the 11.06% achieved by EfficientnetB0. This indicates that EfficientnetB1 has better generalization capabilities and is more effective in handling unseen data, as evidenced by higher precision, recall, and F1-score values on the test dataset.</w:t>
      </w:r>
    </w:p>
    <w:p w14:paraId="23650064" w14:textId="77777777" w:rsidR="00FB7D35" w:rsidRPr="004E7EB0" w:rsidRDefault="00FB7D35" w:rsidP="004A5480">
      <w:pPr>
        <w:pStyle w:val="ListParagraph"/>
        <w:ind w:left="0" w:firstLine="270"/>
        <w:jc w:val="both"/>
        <w:rPr>
          <w:sz w:val="20"/>
        </w:rPr>
      </w:pPr>
    </w:p>
    <w:p w14:paraId="0B5443BC" w14:textId="1C68F3FD" w:rsidR="00194766" w:rsidRPr="004E7EB0" w:rsidRDefault="00C03189" w:rsidP="004A5480">
      <w:pPr>
        <w:pStyle w:val="ListParagraph"/>
        <w:ind w:left="0" w:firstLine="270"/>
        <w:jc w:val="both"/>
        <w:rPr>
          <w:sz w:val="20"/>
        </w:rPr>
      </w:pPr>
      <w:r w:rsidRPr="004E7EB0">
        <w:rPr>
          <w:sz w:val="20"/>
        </w:rPr>
        <w:t>RQ2: What are the main challenges in using the fer-2013 dataset for emotion detection?</w:t>
      </w:r>
    </w:p>
    <w:p w14:paraId="5CDF2BE7" w14:textId="77777777" w:rsidR="00066763" w:rsidRPr="004E7EB0" w:rsidRDefault="00066763" w:rsidP="004A5480">
      <w:pPr>
        <w:pStyle w:val="ListParagraph"/>
        <w:ind w:left="810"/>
        <w:jc w:val="center"/>
        <w:rPr>
          <w:b/>
          <w:bCs/>
        </w:rPr>
      </w:pPr>
    </w:p>
    <w:p w14:paraId="18CA225F" w14:textId="2F660A29" w:rsidR="00066763" w:rsidRPr="004E7EB0" w:rsidRDefault="00066763" w:rsidP="004A5480">
      <w:pPr>
        <w:ind w:firstLine="284"/>
        <w:jc w:val="both"/>
        <w:rPr>
          <w:sz w:val="20"/>
        </w:rPr>
      </w:pPr>
      <w:r w:rsidRPr="004E7EB0">
        <w:rPr>
          <w:sz w:val="20"/>
        </w:rPr>
        <w:t>In the context of emotion face detection using the FER-2013 dataset, several key challenges have been identified that significantly affect the performance of the model and its generalization capabilities. First, the FER-2013 dataset has a significant class imbalance problem</w:t>
      </w:r>
      <w:r w:rsidR="00D85ACB" w:rsidRPr="004E7EB0">
        <w:rPr>
          <w:sz w:val="20"/>
        </w:rPr>
        <w:t xml:space="preserve"> </w:t>
      </w:r>
      <w:sdt>
        <w:sdtPr>
          <w:rPr>
            <w:sz w:val="20"/>
          </w:rPr>
          <w:tag w:val="MENDELEY_CITATION_v3_eyJjaXRhdGlvbklEIjoiTUVOREVMRVlfQ0lUQVRJT05fZjQyNzg5MTYtMWQ0MC00YjgyLWI3NzctMzUxN2M3ZWY4OTE2IiwicHJvcGVydGllcyI6eyJub3RlSW5kZXgiOjB9LCJpc0VkaXRlZCI6ZmFsc2UsIm1hbnVhbE92ZXJyaWRlIjp7ImlzTWFudWFsbHlPdmVycmlkZGVuIjpmYWxzZSwiY2l0ZXByb2NUZXh0IjoiWzE0XSIsIm1hbnVhbE92ZXJyaWRlVGV4dCI6IiJ9LCJjaXRhdGlvbkl0ZW1zIjpbeyJpZCI6IjA5ZmFhOTAxLTNhZDctMzI1Zi1iZjJmLWM1ZjFiZDFkYWM0MSIsIml0ZW1EYXRhIjp7InR5cGUiOiJhcnRpY2xlLWpvdXJuYWwiLCJpZCI6IjA5ZmFhOTAxLTNhZDctMzI1Zi1iZjJmLWM1ZjFiZDFkYWM0MSIsInRpdGxlIjoiRGVlcCBsZWFybmluZy1iYXNlZCBhdXRvbWF0aWMgaW1hZ2UgY2xhc3NpZmljYXRpb24gb2Ygb3JhbCBjYW5jZXIgY2VsbHMgYWNxdWlyaW5nIGNoZW1vcmVzaXN0YW5jZSBpbiB2aXRybyIsImF1dGhvciI6W3siZmFtaWx5IjoiSHNpZWgiLCJnaXZlbiI6IkhzaW5nIENodWFuIiwicGFyc2UtbmFtZXMiOmZhbHNlLCJkcm9wcGluZy1wYXJ0aWNsZSI6IiIsIm5vbi1kcm9wcGluZy1wYXJ0aWNsZSI6IiJ9LHsiZmFtaWx5IjoiQ2hlbiIsImdpdmVuIjoiQ2hvIFlpIiwicGFyc2UtbmFtZXMiOmZhbHNlLCJkcm9wcGluZy1wYXJ0aWNsZSI6IiIsIm5vbi1kcm9wcGluZy1wYXJ0aWNsZSI6IiJ9LHsiZmFtaWx5IjoiQ2hvdSIsImdpdmVuIjoiQ2h1bmcgSHNpZW4iLCJwYXJzZS1uYW1lcyI6ZmFsc2UsImRyb3BwaW5nLXBhcnRpY2xlIjoiIiwibm9uLWRyb3BwaW5nLXBhcnRpY2xlIjoiIn0seyJmYW1pbHkiOiJQZW5nIiwiZ2l2ZW4iOiJCb3UgWXVlIiwicGFyc2UtbmFtZXMiOmZhbHNlLCJkcm9wcGluZy1wYXJ0aWNsZSI6IiIsIm5vbi1kcm9wcGluZy1wYXJ0aWNsZSI6IiJ9LHsiZmFtaWx5IjoiU3VuIiwiZ2l2ZW4iOiJZaSBDaGVuIiwicGFyc2UtbmFtZXMiOmZhbHNlLCJkcm9wcGluZy1wYXJ0aWNsZSI6IiIsIm5vbi1kcm9wcGluZy1wYXJ0aWNsZSI6IiJ9LHsiZmFtaWx5IjoiTGluIiwiZ2l2ZW4iOiJUenUgV2VpIiwicGFyc2UtbmFtZXMiOmZhbHNlLCJkcm9wcGluZy1wYXJ0aWNsZSI6IiIsIm5vbi1kcm9wcGluZy1wYXJ0aWNsZSI6IiJ9LHsiZmFtaWx5IjoiQ2hpZW4iLCJnaXZlbiI6Ill1ZWgiLCJwYXJzZS1uYW1lcyI6ZmFsc2UsImRyb3BwaW5nLXBhcnRpY2xlIjoiIiwibm9uLWRyb3BwaW5nLXBhcnRpY2xlIjoiIn0seyJmYW1pbHkiOiJDaGlvdSIsImdpdmVuIjoiU2hpaCBId2EiLCJwYXJzZS1uYW1lcyI6ZmFsc2UsImRyb3BwaW5nLXBhcnRpY2xlIjoiIiwibm9uLWRyb3BwaW5nLXBhcnRpY2xlIjoiIn0seyJmYW1pbHkiOiJIdW5nIiwiZ2l2ZW4iOiJLYWkgRmVuZyIsInBhcnNlLW5hbWVzIjpmYWxzZSwiZHJvcHBpbmctcGFydGljbGUiOiIiLCJub24tZHJvcHBpbmctcGFydGljbGUiOiIifSx7ImZhbWlseSI6Ikx1IiwiZ2l2ZW4iOiJIZW5yeSBIb3JuZyBTaGluZyIsInBhcnNlLW5hbWVzIjpmYWxzZSwiZHJvcHBpbmctcGFydGljbGUiOiIiLCJub24tZHJvcHBpbmctcGFydGljbGUiOiIifV0sImNvbnRhaW5lci10aXRsZSI6IlBMb1MgT05FIiwiY29udGFpbmVyLXRpdGxlLXNob3J0IjoiUExvUyBPbmUiLCJET0kiOiIxMC4xMzcxL2pvdXJuYWwucG9uZS4wMzEwMzA0IiwiSVNTTiI6IjE5MzI2MjAzIiwiUE1JRCI6IjM5NDg1NzQ5IiwiaXNzdWVkIjp7ImRhdGUtcGFydHMiOltbMjAyNCwxMSwxXV19LCJhYnN0cmFjdCI6IkNlbGwgc2hhcGUgcmVmbGVjdHMgdGhlIHNwYXRpYWwgY29uZmlndXJhdGlvbiByZXN1bHRpbmcgZnJvbSB0aGUgZXF1aWxpYnJpdW0gb2YgY2VsbHVsYXIgYW5kIGVudmlyb25tZW50YWwgc2lnbmFscyBhbmQgaXMgY29uc2lkZXJlZCBhIGhpZ2hseSByZWxldmFudCBpbmRpY2F0b3Igb2YgaXRzIGZ1bmN0aW9uIGFuZCBiaW9sb2dpY2FsIHByb3BlcnRpZXMuIEZvciBjYW5jZXIgY2VsbHMsIHZhcmlvdXMgcGh5c2lvbG9naWNhbCBhbmQgZW52aXJvbm1lbnRhbCBjaGFsbGVuZ2VzLCBpbmNsdWRpbmcgY2hlbW90aGVyYXB5LCBjYXVzZSBhIGNlbGwgc3RhdGUgdHJhbnNpdGlvbiwgd2hpY2ggaXMgYWNjb21wYW5pZWQgYnkgYSBjb250aW51b3VzIG1vcnBob2xvZ2ljYWwgYWx0ZXJhdGlvbiB0aGF0IGlzIG9mdGVuIGV4dHJlbWVseSBkaWZmaWN1bHQgdG8gcmVjb2duaXplIGV2ZW4gYnkgZGlyZWN0IG1pY3Jvc2NvcGljIGluc3BlY3Rpb24uIFRvIGRldGVybWluZSB3aGV0aGVyIGRlZXAgbGVhcm5pbmctYmFzZWQgaW1hZ2UgYW5hbHlzaXMgZW5hYmxlcyB0aGUgZGV0ZWN0aW9uIG9mIGNlbGwgc2hhcGUgcmVmbGVjdGluZyBhIGNydWNpYWwgY2VsbCBzdGF0ZSBhbHRlcmF0aW9uLCB3ZSB1c2VkIHRoZSBvcmFsIGNhbmNlciBjZWxsIGxpbmUgcmVzaXN0YW50IHRvIGNoZW1vdGhlcmFweSBidXQgaGF2aW5nIGNlbGwgbW9ycGhvbG9neSBuZWFybHkgaW5kaXNjZXJuaWJsZSBmcm9tIGl0cyBub24tcmVzaXN0YW50IHBhcmVudGFsIGNlbGxzLiBXZSB0aGVuIGltcGxlbWVudGVkIHRoZSBhdXRvbWF0aWMgYXBwcm9hY2ggdmlhIGRlZXAgbGVhcm5pbmcgbWV0aG9kcyBiYXNlZCBvbiBFZmZpY2llbk5ldC1CMyBtb2RlbHMsIGFsb25nIHdpdGggb3Zlci0gYW5kIGRvd24tc2FtcGxpbmcgdGVjaG5pcXVlcyB0byBkZXRlcm1pbmUgd2hldGhlciBpbWFnZSBhbmFseXNpcyBvZiB0aGUgQ29udm9sdXRpb25hbCBOZXVyYWwgTmV0d29yayAoQ05OKSBjYW4gYWNjb21wbGlzaCB0aHJlZS1jbGFzcyBjbGFzc2lmaWNhdGlvbiBvZiBub24tY2FuY2VyIGNlbGxzIHZzLiBjYW5jZXIgY2VsbHMgd2l0aCBhbmQgd2l0aG91dCBjaGVtb3Jlc2lzdGFuY2UuIFdlIGFsc28gZXhhbWluZSB0aGUgY2FwYWJpbGl0eSBvZiBDTk4tYmFzZWQgaW1hZ2UgYW5hbHlzaXMgdG8gYXBwcm94aW1hdGUgdGhlIGNvbXBvc2l0aW9uIG9mIGNoZW1vcmVzaXN0YW50IGNhbmNlciBjZWxscyB3aXRoaW4gYSBwb3B1bGF0aW9uLiBXZSBzaG93IHRoYXQgdGhlIGNsYXNzaWZpY2F0aW9uIG1vZGVsIGFjaGlldmVzIGF0IGxlYXN0IDk4LjMzJSBhY2N1cmFjeSBieSB0aGUgQ05OIG1vZGVsIHRyYWluZWQgd2l0aCBvdmVyLSBhbmQgZG93bi1zYW1wbGluZyB0ZWNobmlxdWVzLiBGb3IgaGV0ZXJvZ2VuZW91cyBwb3B1bGF0aW9ucywgdGhlIGJlc3QgbW9kZWwgY2FuIGFwcHJveGltYXRlIHRoZSB0cnVlIHByb3BvcnRpb25zIG9mIG5vbi1jaGVtb3Jlc2lzdGFudCBhbmQgY2hlbW9yZXNpc3RhbnQgY2FuY2VyIGNlbGxzIHdpdGggUm9vdCBNZWFuIFNxdWFyZSBFcnJvciAoUk1TRSkgcmVkdWNlZCB0byAwLjE2IGJ5IEVuc2VtYmxlIExlYXJuaW5nIChFTCkuIEluIGNvbmNsdXNpb24sIG91ciBzdHVkeSBkZW1vbnN0cmF0ZXMgdGhlIHBvdGVudGlhbCBvZiBDTk4gbW9kZWxzIHRvIGlkZW50aWZ5IGFsdGVyZWQgY2VsbCBzaGFwZXMgdGhhdCBhcmUgdmlzdWFsbHkgY2hhbGxlbmdpbmcgdG8gcmVjb2duaXplLCB0aHVzIHN1cHBvcnRpbmcgZnV0dXJlIGFwcGxpY2F0aW9ucyB3aXRoIHRoaXMgYXV0b21hdGljIGFwcHJvYWNoIHRvIGltYWdlIGFuYWx5c2lzLiIsInB1Ymxpc2hlciI6IlB1YmxpYyBMaWJyYXJ5IG9mIFNjaWVuY2UiLCJpc3N1ZSI6IjExIiwidm9sdW1lIjoiMTkifSwiaXNUZW1wb3JhcnkiOmZhbHNlfV19"/>
          <w:id w:val="1857233348"/>
          <w:placeholder>
            <w:docPart w:val="DefaultPlaceholder_-1854013440"/>
          </w:placeholder>
        </w:sdtPr>
        <w:sdtEndPr/>
        <w:sdtContent>
          <w:r w:rsidR="00793676" w:rsidRPr="004E7EB0">
            <w:rPr>
              <w:sz w:val="20"/>
            </w:rPr>
            <w:t>[14]</w:t>
          </w:r>
        </w:sdtContent>
      </w:sdt>
      <w:r w:rsidRPr="004E7EB0">
        <w:rPr>
          <w:sz w:val="20"/>
        </w:rPr>
        <w:t>. Certain emotion categories such as “happy” or “neutral”, have a much larger number of samples compared to emotions such as “fear”, ‘surprise’, or “disgust”. This imbalance causes the model to tend to be better at classifying majority emotions, while accuracy on minority emotions is often lower. Both the low image quality and limited resolution (48 x 48 pixels) of the dataset limit the amount of detailed visual information that can be extracted by the model. Subtle facial expression features, which are crucial for distinguishing similar emotions, if not captured clearly, would add to the complexity of the classification task</w:t>
      </w:r>
      <w:r w:rsidR="0041774A" w:rsidRPr="004E7EB0">
        <w:rPr>
          <w:sz w:val="20"/>
        </w:rPr>
        <w:t xml:space="preserve"> </w:t>
      </w:r>
      <w:sdt>
        <w:sdtPr>
          <w:rPr>
            <w:sz w:val="20"/>
          </w:rPr>
          <w:tag w:val="MENDELEY_CITATION_v3_eyJjaXRhdGlvbklEIjoiTUVOREVMRVlfQ0lUQVRJT05fYzMxZjNkZDMtYjgzMS00YWE2LTk1YTAtNWFjZjdjNDU1NjQ4IiwicHJvcGVydGllcyI6eyJub3RlSW5kZXgiOjB9LCJpc0VkaXRlZCI6ZmFsc2UsIm1hbnVhbE92ZXJyaWRlIjp7ImlzTWFudWFsbHlPdmVycmlkZGVuIjpmYWxzZSwiY2l0ZXByb2NUZXh0IjoiWzE4LCAxOV0iLCJtYW51YWxPdmVycmlkZVRleHQiOiIifSwiY2l0YXRpb25JdGVtcyI6W3siaWQiOiJiY2RiMTA3Ni00YjdiLTNjNTAtOGFhOC01MjNkN2Q2N2FkMTMiLCJpdGVtRGF0YSI6eyJ0eXBlIjoiYXJ0aWNsZS1qb3VybmFsIiwiaWQiOiJiY2RiMTA3Ni00YjdiLTNjNTAtOGFhOC01MjNkN2Q2N2FkMTMiLCJ0aXRsZSI6IkZlYXNpYmlsaXR5IHN0dWR5IG9mIGVtb3Rpb24gbWltaWNyeSBhbmFseXNpcyBpbiBodW1hbuKAk21hY2hpbmUgaW50ZXJhY3Rpb24iLCJhdXRob3IiOlt7ImZhbWlseSI6IkFyYWJpYW4iLCJnaXZlbiI6IkhlcmFnIiwicGFyc2UtbmFtZXMiOmZhbHNlLCJkcm9wcGluZy1wYXJ0aWNsZSI6IiIsIm5vbi1kcm9wcGluZy1wYXJ0aWNsZSI6IiJ9LHsiZmFtaWx5IjoiQWxzaGlyYmFqaSIsImdpdmVuIjoiVGFtZXIgQWJkdWxiYWtpIiwicGFyc2UtbmFtZXMiOmZhbHNlLCJkcm9wcGluZy1wYXJ0aWNsZSI6IiIsIm5vbi1kcm9wcGluZy1wYXJ0aWNsZSI6IiJ9LHsiZmFtaWx5IjoiQmhhdmUiLCJnaXZlbiI6IkFzaGlzaCIsInBhcnNlLW5hbWVzIjpmYWxzZSwiZHJvcHBpbmctcGFydGljbGUiOiIiLCJub24tZHJvcHBpbmctcGFydGljbGUiOiIifSx7ImZhbWlseSI6IldhZ25lci1IYXJ0bCIsImdpdmVuIjoiVmVyZW5hIiwicGFyc2UtbmFtZXMiOmZhbHNlLCJkcm9wcGluZy1wYXJ0aWNsZSI6IiIsIm5vbi1kcm9wcGluZy1wYXJ0aWNsZSI6IiJ9LHsiZmFtaWx5IjoiSWdlbCIsImdpdmVuIjoiTWFyY2VsIiwicGFyc2UtbmFtZXMiOmZhbHNlLCJkcm9wcGluZy1wYXJ0aWNsZSI6IiIsIm5vbi1kcm9wcGluZy1wYXJ0aWNsZSI6IiJ9LHsiZmFtaWx5IjoiQ2hhc2UiLCJnaXZlbiI6IkouIEdlb2ZmcmV5IiwicGFyc2UtbmFtZXMiOmZhbHNlLCJkcm9wcGluZy1wYXJ0aWNsZSI6IiIsIm5vbi1kcm9wcGluZy1wYXJ0aWNsZSI6IiJ9LHsiZmFtaWx5IjoiTW9lbGxlciIsImdpdmVuIjoiS251dCIsInBhcnNlLW5hbWVzIjpmYWxzZSwiZHJvcHBpbmctcGFydGljbGUiOiIiLCJub24tZHJvcHBpbmctcGFydGljbGUiOiIifV0sImNvbnRhaW5lci10aXRsZSI6IlNjaWVudGlmaWMgUmVwb3J0cyIsImNvbnRhaW5lci10aXRsZS1zaG9ydCI6IlNjaSBSZXAiLCJET0kiOiIxMC4xMDM4L3M0MTU5OC0wMjUtODc2ODgteiIsIklTU04iOiIyMDQ1MjMyMiIsIlBNSUQiOiIzOTg5MDgzOCIsImlzc3VlZCI6eyJkYXRlLXBhcnRzIjpbWzIwMjUsMTIsMV1dfSwiYWJzdHJhY3QiOiJIZWFsdGggYXBwcyBoYXZlIGluY3JlYXNlZCBpbiBwb3B1bGFyaXR5IGFzIHBlb3BsZSBpbmNyZWFzaW5nbHkgZm9sbG93IHRoZSBhZHZpY2UgdGhlc2UgYXBwcyBwcm92aWRlIHRvIGVuaGFuY2UgcGh5c2ljYWwgYW5kIG1lbnRhbCB3ZWxsLWJlaW5nLiBPbmUga2V5IGFzcGVjdCBvZiBpbXByb3ZpbmcgbmV1cm9zZW5zb3J5IGhlYWx0aCBpcyBpZGVudGlmeWluZyBhbmQgZXhwcmVzc2luZyBlbW90aW9ucy4gRW1vdGlvbmFsIGludGVsbGlnZW5jZSBpcyBjcnVjaWFsIGZvciBtYWludGFpbmluZyBhbmQgZW5oYW5jaW5nIHNvY2lhbCBpbnRlcmFjdGlvbnMuIEluIHRoaXMgY29udGV4dCwgYSBwcmVsaW1pbmFyeSBjbG9zZWQtbG9vcCBmZWVkYmFjayBzeXN0ZW0gaGFzIGJlZW4gZGV2ZWxvcGVkIHRvIGhlbHAgcGVvcGxlIHByb2plY3Qgc3BlY2lmaWMgZW1vdGlvbnMgYnkgYWx0ZXJpbmcgdGhlaXIgZmFjaWFsIGV4cHJlc3Npb25zLiBUaGlzIHN5c3RlbSBpcyBwYXJ0IG9mIGEgcmVzZWFyY2ggaW50ZXJ2ZW50aW9uIGFpbWVkIGF0IHRoZXJhcGV1dGljIGFwcGxpY2F0aW9ucyBmb3IgaW5kaXZpZHVhbHMgd2l0aCBhdXRpc20gc3BlY3RydW0gZGlzb3JkZXIuIFRoZSBwcm9wb3NlZCBzeXN0ZW0gZnVuY3Rpb25zIGFzIGEgZGlnaXRhbCBtaXJyb3IsIGluaXRpYWxseSBkaXNwbGF5aW5nIGFuIGFuaW1hdGVkIGF2YXRhcuKAmXMgZmFjZSBleHByZXNzaW5nIGEgcHJlZGVmaW5lZCBlbW90aW9uLiBVc2VycyBhcmUgdGhlbiBhc2tlZCB0byBtaW1pYyB0aGUgYXZhdGFy4oCZcyBleHByZXNzaW9uLiBEdXJpbmcgdGhpcyBwcm9jZXNzLCBhIGN1c3RvbSBlbW90aW9uIHJlY29nbml0aW9uIG1vZGVsIGFuYWx5emVzIHRoZSB1c2Vy4oCZcyBmYWNpYWwgZXhwcmVzc2lvbnMgYW5kIHByb3ZpZGVzIGZlZWRiYWNrIG9uIHRoZSBhY2N1cmFjeSBvZiB0aGVpciBwcm9qZWN0aW9uLiBBIHNtYWxsIGV4cGVyaW1lbnRhbCBzdHVkeSBpbnZvbHZpbmcgOCBwYXJ0aWNpcGFudHMgdGVzdGVkIHRoZSBzeXN0ZW0gZm9yIGZlYXNpYmlsaXR5LCB3aXRoIGF2YXRhcnMgcHJvamVjdGluZyB0aGUgc2l4IGJhc2ljIGVtb3Rpb25zIGFuZCBhIG5ldXRyYWwgZXhwcmVzc2lvbi4gVGhlIHN0dWR5IHJlc3VsdHMgaW5kaWNhdGVkIGEgcG9zaXRpdmUgY29ycmVsYXRpb24gYmV0d2VlbiB0aGUgcHJvamVjdGVkIGZhY2lhbCBleHByZXNzaW9ucyBhbmQgdGhlIGVtb3Rpb25zIGlkZW50aWZpZWQgYnkgcGFydGljaXBhbnRzLiBQYXJ0aWNpcGFudHMgZWZmZWN0aXZlbHkgcmVjb2duaXplZCB0aGUgZW1vdGlvbnMsIHdpdGggODUuNDAlIGFjY3VyYWN5IGRlbW9uc3RyYXRpbmcgdGhlIHN5c3RlbeKAmXMgcG90ZW50aWFsIGluIGVuaGFuY2luZyB0aGUgd2VsbC1iZWluZyBvZiBpbmRpdmlkdWFscy4gVGhlIHBhcnRpY2lwYW50cyB3ZXJlIGFsc28gYWJsZSB0byBtaW1pYyB0aGUgZ2l2ZW4gZXhwcmVzc2lvbiBlZmZlY3RpdmVseSB3aXRoIGFuIGFjY3VyYWN5IG9mIDQ2LjY3JS4gSG93ZXZlciwgYSBkZWZpY2llbmN5IGluIHRoZSBwZXJmb3JtYW5jZSBvZiBvbmUgb2YgdGhlIGV4cHJlc3Npb25zLCBzdXJwcmlzZSwgd2FzIG5vdGljZWQuIEluIHRoZSBwb3N0IHByb2Nlc3NpbmcsIHRoaXMgaXNzdWUgd2FzIGFkZHJlc3NlZCBhbmQgbW9kZWwgZW5oYW5jZW1lbnRzIHdlcmUgdGFpbG9yZWQgdG8gYm9vc3QgdGhlIHBlcmZvcm1hbmNlIGJ5IH4gMzAlLiBUaGlzIGFwcHJvYWNoIHNob3dzIHByb21pc2UgZm9yIHRoZXJhcGV1dGljIHVzZSBhbmQgZW1vdGlvbmFsIHNraWxsIGRldmVsb3BtZW50LiBBIGZ1cnRoZXIgd2lkZXIgZXhwZXJpbWVudGFsIHN0dWR5IGlzIHN0aWxsIHJlcXVpcmVkIHRvIHZhbGlkYXRlIHRoZSBmaW5kaW5ncyBvZiB0aGlzIHN0dWR5IGFuZCBhbmFseXplIHRoZSBpbXBhY3Qgb2YgbW9kaWZpY2F0aW9ucyBtYWRlLiIsInB1Ymxpc2hlciI6Ik5hdHVyZSBSZXNlYXJjaCIsImlzc3VlIjoiMSIsInZvbHVtZSI6IjE1In0sImlzVGVtcG9yYXJ5IjpmYWxzZX0seyJpZCI6IjQyZmZhZTFmLTQ2MWQtM2QzMi04YTk4LTVkYzA0OWYxMmQ1ZiIsIml0ZW1EYXRhIjp7InR5cGUiOiJhcnRpY2xlLWpvdXJuYWwiLCJpZCI6IjQyZmZhZTFmLTQ2MWQtM2QzMi04YTk4LTVkYzA0OWYxMmQ1ZiIsInRpdGxlIjoiSW1wYWN0IG9mIG1hc2sgdXNlIG9uIGZhY2lhbCBlbW90aW9uIHJlY29nbml0aW9uIGluIGluZGl2aWR1YWxzIHdpdGggc3ViY2xpbmljYWwgc29jaWFsIGFueGlldHk6IGFuIGV5ZS10cmFja2luZyBzdHVkeSIsImF1dGhvciI6W3siZmFtaWx5IjoiV28iLCJnaXZlbiI6IkphY2tpZSBXYWkgWWkiLCJwYXJzZS1uYW1lcyI6ZmFsc2UsImRyb3BwaW5nLXBhcnRpY2xlIjoiIiwibm9uLWRyb3BwaW5nLXBhcnRpY2xlIjoiIn0seyJmYW1pbHkiOiJMaWFvIiwiZ2l2ZW4iOiJXZWl5YW4iLCJwYXJzZS1uYW1lcyI6ZmFsc2UsImRyb3BwaW5nLXBhcnRpY2xlIjoiIiwibm9uLWRyb3BwaW5nLXBhcnRpY2xlIjoiIn0seyJmYW1pbHkiOiJIc2lhbyIsImdpdmVuIjoiSmFuZXQgSHVpIHdlbiIsInBhcnNlLW5hbWVzIjpmYWxzZSwiZHJvcHBpbmctcGFydGljbGUiOiIiLCJub24tZHJvcHBpbmctcGFydGljbGUiOiIifV0sImNvbnRhaW5lci10aXRsZSI6IkNvZ25pdGl2ZSBSZXNlYXJjaDogUHJpbmNpcGxlcyBhbmQgSW1wbGljYXRpb25zIiwiY29udGFpbmVyLXRpdGxlLXNob3J0IjoiQ29nbiBSZXMgUHJpbmMgSW1wbGljIiwiRE9JIjoiMTAuMTE4Ni9zNDEyMzUtMDI1LTAwNjM1LTQiLCJJU1NOIjoiMjM2NTc0NjQiLCJQTUlEIjoiNDA0NTY5ODciLCJpc3N1ZWQiOnsiZGF0ZS1wYXJ0cyI6W1syMDI1LDEyLDFdXX0sImFic3RyYWN0IjoiUHJldmlvdXMgc3R1ZGllcyBzdWdnZXN0ZWQgdGhhdCBzb2NpYWwgYW54aWV0eSBpcyBhc3NvY2lhdGVkIHdpdGggaW50ZXJwcmV0YXRpb24gYmlhcywgdGhlb3J5IG9mIG1pbmQgZGVmaWNpdCwgYW5kIGV5ZSBnYXplIGF2b2lkYW5jZSB3aGVuIGlkZW50aWZ5aW5nIGZhY2lhbCBlbW90aW9ucy4gV2UgdGVzdGVkIHRoZSBoeXBvdGhlc2lzIHRoYXQgc29jaWFsbHkgYW54aW91cyBpbmRpdmlkdWFscyB3b3VsZCBiZSBtb3JlIGFmZmVjdGVkIGJ5IG1hc2sgdXNlIGR1cmluZyBmYWNpYWwgZW1vdGlvbiByZWNvZ25pdGlvbi4gODggaGVhbHRoeSB1bmRlcmdyYWR1YXRlcyB3aXRoIHZhcmlvdXMgbGV2ZWxzIG9mIHNvY2lhbCBhbnhpZXR5IHdlcmUgaW52aXRlZC4gUGFydGljaXBhbnRzIGp1ZGdlZCB0aGUgZW1vdGlvbnMgb2YgbWFza2VkIGFuZCB1bm1hc2tlZCBmYWNpYWwgZXhwcmVzc2lvbnMuIEV5ZSBNb3ZlbWVudCBBbmFseXNpcyB3aXRoIEhpZGRlbiBNYXJrb3YgTW9kZWxzIHdhcyB1c2VkIHRvIGFuYWx5emUgcGFydGljaXBhbnRz4oCZIGV5ZSBtb3ZlbWVudCBwYXR0ZXJucyBkdXJpbmcgdGhlIHRhc2suIFBvdGVudGlhbCBjb25mb3VuZGVycyBpbmNsdWRpbmcgZ2VuZGVyLCBkZXByZXNzaXZlIHN5bXB0b21zLCBzdHJlc3MsIGFuZCBleGVjdXRpdmUgcGxhbm5pbmcgYWJpbGl0eSB3ZXJlIGNvbnRyb2xsZWQgZm9yIGluIHRoZSBhbmFseXNlcy4gUmVzdWx0cyBmYWlsZWQgdG8gc3VwcG9ydCBvdXIgaHlwb3RoZXNpcy4gSW5zdGVhZCwgaGlnaGVyIHNvY2lhbCBhbnhpZXR5IHdhcyBhc3NvY2lhdGVkIHdpdGggaGlnaGVyIGFjY3VyYWN5IHJhdGVzIGZvciBhbmdyeSBhbmQgZmVhcmZ1bCBmYWNlcyBhbmQgbG93ZXIgZmFsc2UgYWxhcm0gcmF0ZXMgZm9yIHNhZCBmYWNlcy4gRXllIG1vdmVtZW50IHBhdHRlcm5zIHdlcmUgc2ltaWxhciBhY3Jvc3Mgc29jaWFsIGFueGlldHkgbGV2ZWxzLiBJbnRlcmVzdGluZ2x5LCBhbiBleHBsb3JhdG9yeSBtb2RlcmF0aW9uIGFuYWx5c2lzIHJldmVhbGVkIHRoYXQgYW4gaW5jcmVhc2UgaW4gdXNpbmcgYSBtb3JlIGV5ZS1jZW50ZXJlZCBzdHJhdGVneSBkdWUgdG8gbWFzayB1c2Ugd2FzIHNpZ25pZmljYW50bHkgYXNzb2NpYXRlZCB3aXRoIGEgbGFyZ2VyIGRyb3AgaW4gYWNjdXJhY3kgcmF0ZSBmb3IgZmVhcmZ1bCBmYWNlcyBhbW9uZyBpbmRpdmlkdWFscyB3aXRoIGhpZ2hlciBzb2NpYWwgYW54aWV0eSwgd2hpbGUgbm9uLXNpZ25pZmljYW50bHkgYXNzb2NpYXRlZCB3aXRoIGEgc21hbGxlciBkcm9wIGFtb25nIGluZGl2aWR1YWxzIHdpdGggbG93ZXIgc29jaWFsIGFueGlldHkuIFRodXMsIG91ciBzdHVkeSBpbmRpY2F0ZXMgc29jaWFsIGFueGlldHksIGF0IGxlYXN0IGF0IHN1YmNsaW5pY2FsIGxldmVscywgbWF5IGJlIGFzc29jaWF0ZWQgd2l0aCBhIGdlbmVyYWxseSBoZWlnaHRlbmVkIHNlbnNpdGl2aXR5IHRvIG5lZ2F0aXZlIGVtb3Rpb25zLiBIb3dldmVyLCBzdWNoIGhlaWdodGVuZWQgc2Vuc2l0aXZpdHkgZGltaW5pc2hlcyBpZiB0aGV5IHN3aXRjaCB0byBhIG1vcmUgZXllLWNlbnRlcmVkIHN0cmF0ZWd5IHdoZW4gdmlld2luZyBtYXNrZWQgZmFjaWFsIGVtb3Rpb25zLiBQb3RlbnRpYWwgbWVjaGFuaXNtcyBhbmQgaW1wbGljYXRpb25zIHdlcmUgZGlzY3Vzc2VkLiIsInB1Ymxpc2hlciI6IlNwcmluZ2VyIFNjaWVuY2UgYW5kIEJ1c2luZXNzIE1lZGlhIERldXRzY2hsYW5kIEdtYkgiLCJpc3N1ZSI6IjEiLCJ2b2x1bWUiOiIxMCJ9LCJpc1RlbXBvcmFyeSI6ZmFsc2V9XX0="/>
          <w:id w:val="-322128662"/>
          <w:placeholder>
            <w:docPart w:val="DefaultPlaceholder_-1854013440"/>
          </w:placeholder>
        </w:sdtPr>
        <w:sdtEndPr/>
        <w:sdtContent>
          <w:r w:rsidR="00793676" w:rsidRPr="004E7EB0">
            <w:rPr>
              <w:sz w:val="20"/>
            </w:rPr>
            <w:t>[18</w:t>
          </w:r>
          <w:r w:rsidR="00B838A1" w:rsidRPr="004E7EB0">
            <w:rPr>
              <w:sz w:val="20"/>
            </w:rPr>
            <w:t>][</w:t>
          </w:r>
          <w:r w:rsidR="00793676" w:rsidRPr="004E7EB0">
            <w:rPr>
              <w:sz w:val="20"/>
            </w:rPr>
            <w:t>19]</w:t>
          </w:r>
        </w:sdtContent>
      </w:sdt>
      <w:r w:rsidRPr="004E7EB0">
        <w:rPr>
          <w:sz w:val="20"/>
        </w:rPr>
        <w:t>.</w:t>
      </w:r>
    </w:p>
    <w:p w14:paraId="1D9544BF" w14:textId="77777777" w:rsidR="00066763" w:rsidRPr="004E7EB0" w:rsidRDefault="00066763" w:rsidP="004A5480">
      <w:pPr>
        <w:pStyle w:val="ListParagraph"/>
        <w:ind w:left="810"/>
        <w:jc w:val="both"/>
        <w:rPr>
          <w:sz w:val="20"/>
        </w:rPr>
      </w:pPr>
    </w:p>
    <w:p w14:paraId="19496C26" w14:textId="7C60D807" w:rsidR="00BA3B3D" w:rsidRPr="004E7EB0" w:rsidRDefault="00066763" w:rsidP="004A5480">
      <w:pPr>
        <w:ind w:firstLine="284"/>
        <w:jc w:val="both"/>
        <w:rPr>
          <w:sz w:val="20"/>
        </w:rPr>
      </w:pPr>
      <w:r w:rsidRPr="004E7EB0">
        <w:rPr>
          <w:sz w:val="20"/>
        </w:rPr>
        <w:lastRenderedPageBreak/>
        <w:t>These challenges directly impacted the outcome of the model training and discussion. The low resolution and inherent ambiguity in emotion labels that can arise from the subjectivity of human annotations or facial expressions that are inherently ambiguous make it difficult for the model to form clear decision boundaries between emotion categories</w:t>
      </w:r>
      <w:sdt>
        <w:sdtPr>
          <w:rPr>
            <w:sz w:val="20"/>
          </w:rPr>
          <w:tag w:val="MENDELEY_CITATION_v3_eyJjaXRhdGlvbklEIjoiTUVOREVMRVlfQ0lUQVRJT05fOTA1OTk5NzktNGNkZS00M2M2LWExNGMtNjNiNTcyYTFjMWM5IiwicHJvcGVydGllcyI6eyJub3RlSW5kZXgiOjB9LCJpc0VkaXRlZCI6ZmFsc2UsIm1hbnVhbE92ZXJyaWRlIjp7ImlzTWFudWFsbHlPdmVycmlkZGVuIjpmYWxzZSwiY2l0ZXByb2NUZXh0IjoiWzE2XSIsIm1hbnVhbE92ZXJyaWRlVGV4dCI6IiJ9LCJjaXRhdGlvbkl0ZW1zIjpbeyJpZCI6IjE0ZmIxZGNhLWJiYjYtMzM1NS1hYjA0LTdhNGQ1YmFjNGIxNyIsIml0ZW1EYXRhIjp7InR5cGUiOiJhcnRpY2xlLWpvdXJuYWwiLCJpZCI6IjE0ZmIxZGNhLWJiYjYtMzM1NS1hYjA0LTdhNGQ1YmFjNGIxNyIsInRpdGxlIjoiQSBtdWx0aS1kaWxhdGVkIGNvbnZvbHV0aW9uIG5ldHdvcmsgZm9yIHNwZWVjaCBlbW90aW9uIHJlY29nbml0aW9uIiwiYXV0aG9yIjpbeyJmYW1pbHkiOiJNYWRhbmlhbiIsImdpdmVuIjoiU2FtYW5laCIsInBhcnNlLW5hbWVzIjpmYWxzZSwiZHJvcHBpbmctcGFydGljbGUiOiIiLCJub24tZHJvcHBpbmctcGFydGljbGUiOiIifSx7ImZhbWlseSI6IkFkZWxleWUiLCJnaXZlbiI6Ik9sYXlpbmthIiwicGFyc2UtbmFtZXMiOmZhbHNlLCJkcm9wcGluZy1wYXJ0aWNsZSI6IiIsIm5vbi1kcm9wcGluZy1wYXJ0aWNsZSI6IiJ9LHsiZmFtaWx5IjoiVGVtcGxldG9uIiwiZ2l2ZW4iOiJKb2huIE1pY2hhZWwiLCJwYXJzZS1uYW1lcyI6ZmFsc2UsImRyb3BwaW5nLXBhcnRpY2xlIjoiIiwibm9uLWRyb3BwaW5nLXBhcnRpY2xlIjoiIn0seyJmYW1pbHkiOiJDaGVuIiwiZ2l2ZW4iOiJUYWxlbiIsInBhcnNlLW5hbWVzIjpmYWxzZSwiZHJvcHBpbmctcGFydGljbGUiOiIiLCJub24tZHJvcHBpbmctcGFydGljbGUiOiIifSx7ImZhbWlseSI6IlBvZWxsYWJhdWVyIiwiZ2l2ZW4iOiJDaHJpc3RpYW4iLCJwYXJzZS1uYW1lcyI6ZmFsc2UsImRyb3BwaW5nLXBhcnRpY2xlIjoiIiwibm9uLWRyb3BwaW5nLXBhcnRpY2xlIjoiIn0seyJmYW1pbHkiOiJaaGFuZyIsImdpdmVuIjoiRW5zaGkiLCJwYXJzZS1uYW1lcyI6ZmFsc2UsImRyb3BwaW5nLXBhcnRpY2xlIjoiIiwibm9uLWRyb3BwaW5nLXBhcnRpY2xlIjoiIn0seyJmYW1pbHkiOiJTY2huZWlkZXIiLCJnaXZlbiI6IlNhbmRyYSBMLiIsInBhcnNlLW5hbWVzIjpmYWxzZSwiZHJvcHBpbmctcGFydGljbGUiOiIiLCJub24tZHJvcHBpbmctcGFydGljbGUiOiIifV0sImNvbnRhaW5lci10aXRsZSI6IlNjaWVudGlmaWMgUmVwb3J0cyIsImNvbnRhaW5lci10aXRsZS1zaG9ydCI6IlNjaSBSZXAiLCJET0kiOiIxMC4xMDM4L3M0MTU5OC0wMjUtOTI2NDAtMiIsIklTU04iOiIyMDQ1MjMyMiIsIlBNSUQiOiI0MDA2NDk0MiIsImlzc3VlZCI6eyJkYXRlLXBhcnRzIjpbWzIwMjUsMTIsMV1dfSwiYWJzdHJhY3QiOiJTcGVlY2ggZW1vdGlvbiByZWNvZ25pdGlvbiAoU0VSKSBpcyBhbiBpbXBvcnRhbnQgYXBwbGljYXRpb24gaW4gQWZmZWN0aXZlIENvbXB1dGluZyBhbmQgQXJ0aWZpY2lhbCBJbnRlbGxpZ2VuY2UuIFJlY2VudGx5LCB0aGVyZSBoYXMgYmVlbiBhIHNpZ25pZmljYW50IGludGVyZXN0IGluIERlZXAgTmV1cmFsIE5ldHdvcmtzIHVzaW5nIHNwZWVjaCBzcGVjdHJvZ3JhbXMuIEFzIHRoZSB0d28tZGltZW5zaW9uYWwgcmVwcmVzZW50YXRpb24gb2YgdGhlIHNwZWN0cm9ncmFtIGluY2x1ZGVzIG1vcmUgc3BlZWNoIGNoYXJhY3RlcmlzdGljcywgcmVzZWFyY2ggaW50ZXJlc3QgaW4gY29udm9sdXRpb24gbmV1cmFsIG5ldHdvcmtzIChDTk5zKSBvciBhZHZhbmNlZCBpbWFnZSByZWNvZ25pdGlvbiBtb2RlbHMgaXMgbGV2ZXJhZ2VkIHRvIGxlYXJuIGRlZXAgcGF0dGVybnMgaW4gYSBzcGVjdHJvZ3JhbSB0byBlZmZlY3RpdmVseSBwZXJmb3JtIFNFUi4gQWNjb3JkaW5nbHksIGluIHRoaXMgc3R1ZHksIHdlIHByb3Bvc2UgYSBub3ZlbCBTRVIgbW9kZWwgYmFzZWQgb24gdGhlIGxlYXJuaW5nIG9mIHRoZSB1dHRlcmFuY2UtbGV2ZWwgc3BlY3Ryb2dyYW0uIEZpcnN0LCB3ZSB1c2UgdGhlIFNwYXRpYWwgUHlyYW1pZCBQb29saW5nIChTUFApIHN0cmF0ZWd5IHRvIHJlbW92ZSB0aGUgc2l6ZSBjb25zdHJhaW50IGFzc29jaWF0ZWQgd2l0aCB0aGUgQ05OLWJhc2VkIGltYWdlIHJlY29nbml0aW9uIHRhc2suIFRoZW4sIHRoZSBTUFAgbGF5ZXIgaXMgZGVwbG95ZWQgdG8gZXh0cmFjdCBib3RoIHRoZSBnbG9iYWwtbGV2ZWwgcHJvbWluZW50IGZlYXR1cmUgdmVjdG9yIGFuZCBtdWx0aS1sb2NhbC1sZXZlbCBmZWF0dXJlIHZlY3RvciwgZm9sbG93ZWQgYnkgYW4gYXR0ZW50aW9uIG1vZGVsIHRvIHdlaWdoIHRoZSBmZWF0dXJlIHZlY3RvcnMuIEZpbmFsbHksIHdlIGFwcGx5IHRoZSBBcmNGYWNlIGxheWVyLCB0eXBpY2FsbHkgdXNlZCBmb3IgZmFjZSByZWNvZ25pdGlvbiwgdG8gdGhlIFNFUiB0YXNrLCB0aGVyZWJ5IG9idGFpbmluZyBpbXByb3ZlZCBTRVIgcGVyZm9ybWFuY2UuIE91ciBtb2RlbCBhY2hpZXZlZCBhbiB1bndlaWdodGVkIGFjY3VyYWN5IG9mIDY3LjklIG9uIElFTU9DQVAgYW5kIDc3LjYlIG9uIEVNT0RCIGRhdGFzZXRzLiIsInB1Ymxpc2hlciI6Ik5hdHVyZSBSZXNlYXJjaCIsImlzc3VlIjoiMSIsInZvbHVtZSI6IjE1In0sImlzVGVtcG9yYXJ5IjpmYWxzZX1dfQ=="/>
          <w:id w:val="1810740623"/>
          <w:placeholder>
            <w:docPart w:val="DefaultPlaceholder_-1854013440"/>
          </w:placeholder>
        </w:sdtPr>
        <w:sdtEndPr/>
        <w:sdtContent>
          <w:r w:rsidR="00793676" w:rsidRPr="004E7EB0">
            <w:rPr>
              <w:sz w:val="20"/>
            </w:rPr>
            <w:t>[16]</w:t>
          </w:r>
        </w:sdtContent>
      </w:sdt>
      <w:r w:rsidRPr="004E7EB0">
        <w:rPr>
          <w:sz w:val="20"/>
        </w:rPr>
        <w:t>. As a result, advanced model architectures such as EfficientNetB1 and EfficientNetB0 face difficulties in achieving very high accuracy equally across all emotion classes. Confusion matrices on the validation set and test set often show frequent misclassification between visually similar emotions (e.g. “fear” and “surprise”, or ‘disgust’ and “anger”). Nonetheless, the ‘in-the-wild’ nature of the FEr-2013 dataset still makes it a valuable benchmark for developing robust emotion detection systems capable of dealing with expression variability in real-world scenarios, encouraging research to focus on imbalanced data handling methods and more powerful feature extraction techniques</w:t>
      </w:r>
      <w:r w:rsidR="00D85ACB" w:rsidRPr="004E7EB0">
        <w:rPr>
          <w:sz w:val="20"/>
        </w:rPr>
        <w:t xml:space="preserve"> </w:t>
      </w:r>
      <w:sdt>
        <w:sdtPr>
          <w:rPr>
            <w:sz w:val="20"/>
          </w:rPr>
          <w:tag w:val="MENDELEY_CITATION_v3_eyJjaXRhdGlvbklEIjoiTUVOREVMRVlfQ0lUQVRJT05fZGZiNDIwYWUtMzRkZS00OTgxLWI3YjItMTUyZjc3OTVmNTQ1IiwicHJvcGVydGllcyI6eyJub3RlSW5kZXgiOjB9LCJpc0VkaXRlZCI6ZmFsc2UsIm1hbnVhbE92ZXJyaWRlIjp7ImlzTWFudWFsbHlPdmVycmlkZGVuIjpmYWxzZSwiY2l0ZXByb2NUZXh0IjoiWzQsIDcsIDIwXSIsIm1hbnVhbE92ZXJyaWRlVGV4dCI6IiJ9LCJjaXRhdGlvbkl0ZW1zIjpbeyJpZCI6ImZlZmE1MjkzLTBjNjYtMzAwOC1iMTZhLTgwZTE3ZjI5ZmU0NyIsIml0ZW1EYXRhIjp7InR5cGUiOiJhcnRpY2xlLWpvdXJuYWwiLCJpZCI6ImZlZmE1MjkzLTBjNjYtMzAwOC1iMTZhLTgwZTE3ZjI5ZmU0NyIsInRpdGxlIjoiRGVlcCB0cmFuc2ZlciBsZWFybmluZyBmb3Igc2Vpc21pYyBjaGFyYWN0ZXJpemF0aW9uIG9mIHN0cmlrZS1zbGlwIGZhdWx0cyBpbiBrYXJzdGlmaWVkIGNhcmJvbmF0ZXMgZnJvbSB0aGUgbm9ydGhlcm4gVGFyaW0gYmFzaW4iLCJhdXRob3IiOlt7ImZhbWlseSI6IkxpdSIsImdpdmVuIjoiSmlhd2VpIiwicGFyc2UtbmFtZXMiOmZhbHNlLCJkcm9wcGluZy1wYXJ0aWNsZSI6IiIsIm5vbi1kcm9wcGluZy1wYXJ0aWNsZSI6IiJ9LHsiZmFtaWx5IjoiV3UiLCJnaXZlbiI6Ikd1YW5naHVpIiwicGFyc2UtbmFtZXMiOmZhbHNlLCJkcm9wcGluZy1wYXJ0aWNsZSI6IiIsIm5vbi1kcm9wcGluZy1wYXJ0aWNsZSI6IiJ9LHsiZmFtaWx5IjoiQ2hlbiIsImdpdmVuIjoiTGl4aW4iLCJwYXJzZS1uYW1lcyI6ZmFsc2UsImRyb3BwaW5nLXBhcnRpY2xlIjoiIiwibm9uLWRyb3BwaW5nLXBhcnRpY2xlIjoiIn0seyJmYW1pbHkiOiJXYW4iLCJnaXZlbiI6IlhpYW9ndW8iLCJwYXJzZS1uYW1lcyI6ZmFsc2UsImRyb3BwaW5nLXBhcnRpY2xlIjoiIiwibm9uLWRyb3BwaW5nLXBhcnRpY2xlIjoiIn0seyJmYW1pbHkiOiJNYSIsImdpdmVuIjoiQmluZ3NoYW4iLCJwYXJzZS1uYW1lcyI6ZmFsc2UsImRyb3BwaW5nLXBhcnRpY2xlIjoiIiwibm9uLWRyb3BwaW5nLXBhcnRpY2xlIjoiIn0seyJmYW1pbHkiOiJaaGFuZyIsImdpdmVuIjoiUmFuc29uZyIsInBhcnNlLW5hbWVzIjpmYWxzZSwiZHJvcHBpbmctcGFydGljbGUiOiIiLCJub24tZHJvcHBpbmctcGFydGljbGUiOiIifSx7ImZhbWlseSI6IlFpdSIsImdpdmVuIjoiQ2hlbiIsInBhcnNlLW5hbWVzIjpmYWxzZSwiZHJvcHBpbmctcGFydGljbGUiOiIiLCJub24tZHJvcHBpbmctcGFydGljbGUiOiIifSx7ImZhbWlseSI6IldhbmciLCJnaXZlbiI6Ilh1cGVuZyIsInBhcnNlLW5hbWVzIjpmYWxzZSwiZHJvcHBpbmctcGFydGljbGUiOiIiLCJub24tZHJvcHBpbmctcGFydGljbGUiOiIifV0sImNvbnRhaW5lci10aXRsZSI6IlNjaWVudGlmaWMgUmVwb3J0cyIsImNvbnRhaW5lci10aXRsZS1zaG9ydCI6IlNjaSBSZXAiLCJET0kiOiIxMC4xMDM4L3M0MTU5OC0wMjUtOTQxMzQtNyIsIklTU04iOiIyMDQ1MjMyMiIsIlBNSUQiOiI0MDEwMjU4MCIsImlzc3VlZCI6eyJkYXRlLXBhcnRzIjpbWzIwMjUsMTIsMV1dfSwiYWJzdHJhY3QiOiJUaGUgbGFyZ2VzdCBwcmUtTWVzb3pvaWMgdWx0cmEtZGVlcCAoPiA2MDAwwqBtKSBzdHJpa2Utc2xpcCBmYXVsdC1jb250cm9sbGVkIG9pbGZpZWxkIGhhcyBiZWVuIGRpc2NvdmVyZWQgaW4gdGhlIG5vcnRoZXJuIFRhcmltIEJhc2luIG9mIG5vcnRod2VzdGVybiBDaGluYSwgYW5kIGEgZGVlcGVyIGludGVycHJldGF0aW9uIG9mIHN0cmlrZS1zbGlwIGZhdWx0cyBpcyBjcnVjaWFsIGZvciBvcHRpbWl6aW5nIHdlbGwgdHJhamVjdG9yeSBhbmQgZGV2ZWxvcG1lbnQgcGxhbnMuIENvbnZlbnRpb25hbCBzZWlzbWljIG1ldGhvZHMgc3RydWdnbGUgdG8gaW1hZ2Ugc3RyaWtlLXNsaXAgZmF1bHRzIGluIGthcnN0aWZpZWQgYXJlYXMuIFdpdGggdGhlIGFkdmFuY2VtZW50cyBpbiBkZWVwIGxlYXJuaW5nLCByZXNlYXJjaGVycyBoYXZlIGJlZ3VuIHRvIHVzZSBpdCB0byBkZXRlY3Qgc2Vpc21pYyBmYXVsdHMuIEhvd2V2ZXIsIGNoYWxsZW5nZXMgcGVyc2lzdCBpbiBjb25zdHJ1Y3RpbmcgYWN0dWFsIGZhdWx0IGxhYmVscyBhbmQgb2J0YWluaW5nIGEgbGFyZ2UgYW1vdW50IG9mIGZhdWx0IGxhYmVscy4gRm9yIHRoaXMgY29udHJpYnV0aW9uLCB3ZSBwcm9wb3NlIGEgbWV0aG9kIGZvciBjb25zdHJ1Y3RpbmcgZmF1bHQgbGFiZWxzIGFuZCBpbnRyb2R1Y2UgYSBkZWVwIHRyYW5zZmVyIGxlYXJuaW5nIHdvcmtmbG93IHVzaW5nIFVuZXQgdG8gZGV0ZWN0IHN0cmlrZS1zbGlwIGZhdWx0cyBpbiB0aGUgbm9ydGhlcm4gVGFyaW0gQmFzaW4uIFRoZSByZXN1bHRzIGRlbW9uc3RyYXRlIHRoYXQgdGhpcyBtZXRob2QgZWZmZWN0aXZlbHkgc3VwcHJlc3NlcyBub24tZmF1bHQgZmVhdHVyZXMgc3VjaCBhcyBrYXJzdGlmaWNhdGlvbiBhbmQgcHJvdmlkZXMgY2xlYXIgaW1hZ2luZyBvZiBmYXVsdCBnZW9tZXRyeS4gTXVsdGlwbGUgTlctIGFuZCBORS1zdHJpa2luZyBzdHJpa2Utc2xpcCBmYXVsdHMgd2VyZSBpZGVudGlmaWVkIHdpdGhpbiB0aGUgc3R1ZHkgYXJlYSwgd2hpY2ggaXMgY29uc2lzdGVudCB3aXRoIHdlbGwgZGF0YSBhbmQgc2Vpc21pYyBpbnRlcnByZXRhdGlvbnMuIEFuYWx5c2lzIG9mIGRlZXAgdHJhbnNmZXIgbGVhcm5pbmcgYXR0cmlidXRlcyByZXZlYWxlZCBmb3VyIHN0eWxlcyBvZiBmYXVsdHMsIGFuZCB0aGUgZGVncmVlIG9mIGZhdWx0IGNvbm5lY3Rpdml0eSBwbGF5cyBhIHNpZ25pZmljYW50IHJvbGUgaW4gaHlkcm9jYXJib24gYWNjdW11bGF0aW9uLiBUaGUgcmVzdWx0cyBvZiB0aGlzIHdvcmsgaGlnaGxpZ2h0IHRoZSBlZmZlY3RpdmVuZXNzIG9mIGRlZXAgdHJhbnNmZXIgbGVhcm5pbmcgaW4gZmF1bHQgY2hhcmFjdGVyaXphdGlvbiBhbmQgc3VnZ2VzdCBpdHMgcG90ZW50aWFsIGFwcGxpY2FiaWxpdHkgaW4gb3RoZXIgcmVnaW9ucyB3aXRoIGNvbXBsZXggZ2VvbG9naWNhbCBjb25kaXRpb25zLiIsInB1Ymxpc2hlciI6Ik5hdHVyZSBSZXNlYXJjaCIsImlzc3VlIjoiMSIsInZvbHVtZSI6IjE1In0sImlzVGVtcG9yYXJ5IjpmYWxzZX0seyJpZCI6IjVmNWRlZTdlLTFkZjYtM2ExZS1iMzA0LWZiMGRkYTlhNGIwMiIsIml0ZW1EYXRhIjp7InR5cGUiOiJhcnRpY2xlLWpvdXJuYWwiLCJpZCI6IjVmNWRlZTdlLTFkZjYtM2ExZS1iMzA0LWZiMGRkYTlhNGIwMiIsInRpdGxlIjoiRGVlcCBMZWFybmluZyBPcHRpbWl6YXRpb24gb2YgdGhlIEVmZmljaWVuTmV0IEFyY2hpdGVjdHVyZSBmb3IgQ2xhc3NpZmljYXRpb24gb2YgVHViZXJjdWxvc2lzIEJhY3RlcmlhIiwiYXV0aG9yIjpbeyJmYW1pbHkiOiJSYWNobWFkIiwiZ2l2ZW4iOiJBZXJpIiwicGFyc2UtbmFtZXMiOmZhbHNlLCJkcm9wcGluZy1wYXJ0aWNsZSI6IiIsIm5vbi1kcm9wcGluZy1wYXJ0aWNsZSI6IiJ9LHsiZmFtaWx5IjoiSHVzbmkiLCJnaXZlbiI6IiIsInBhcnNlLW5hbWVzIjpmYWxzZSwiZHJvcHBpbmctcGFydGljbGUiOiIiLCJub24tZHJvcHBpbmctcGFydGljbGUiOiIifSx7ImZhbWlseSI6Ikh1dGFnYWx1bmciLCJnaXZlbiI6Ikp1bmlhciIsInBhcnNlLW5hbWVzIjpmYWxzZSwiZHJvcHBpbmctcGFydGljbGUiOiIiLCJub24tZHJvcHBpbmctcGFydGljbGUiOiIifSx7ImZhbWlseSI6IkhhcHNhcmkiLCJnaXZlbiI6IkRpYW4iLCJwYXJzZS1uYW1lcyI6ZmFsc2UsImRyb3BwaW5nLXBhcnRpY2xlIjoiIiwibm9uLWRyb3BwaW5nLXBhcnRpY2xlIjoiIn0seyJmYW1pbHkiOiJIZXJuYXdhdGkiLCJnaXZlbiI6IlN1Y2kiLCJwYXJzZS1uYW1lcyI6ZmFsc2UsImRyb3BwaW5nLXBhcnRpY2xlIjoiIiwibm9uLWRyb3BwaW5nLXBhcnRpY2xlIjoiIn0seyJmYW1pbHkiOiJTeWFyaWVmIiwiZ2l2ZW4iOiJNb2hhbW1hZCIsInBhcnNlLW5hbWVzIjpmYWxzZSwiZHJvcHBpbmctcGFydGljbGUiOiIiLCJub24tZHJvcHBpbmctcGFydGljbGUiOiIifSx7ImZhbWlseSI6IlJvY2htYW4iLCJnaXZlbiI6IkVrYSBNYWxhIFNhcmkiLCJwYXJzZS1uYW1lcyI6ZmFsc2UsImRyb3BwaW5nLXBhcnRpY2xlIjoiIiwibm9uLWRyb3BwaW5nLXBhcnRpY2xlIjoiIn0seyJmYW1pbHkiOiJBc21hcmEiLCJnaXZlbiI6Ill1bGkgUGFuY2EiLCJwYXJzZS1uYW1lcyI6ZmFsc2UsImRyb3BwaW5nLXBhcnRpY2xlIjoiIiwibm9uLWRyb3BwaW5nLXBhcnRpY2xlIjoiIn1dLCJjb250YWluZXItdGl0bGUiOiJNYXRoZW1hdGljYWwgTW9kZWxsaW5nIG9mIEVuZ2luZWVyaW5nIFByb2JsZW1zIiwiRE9JIjoiMTAuMTgyODAvbW1lcC4xMTEwMDgiLCJJU1NOIjoiMjM2OTA3NDciLCJpc3N1ZWQiOnsiZGF0ZS1wYXJ0cyI6W1syMDI0LDEwLDFdXX0sInBhZ2UiOiIyNjY0LTI2NzAiLCJhYnN0cmFjdCI6IlR1YmVyY3Vsb3NpcyAoVEIpIHJlbWFpbnMgYSBzaWduaWZpY2FudCBnbG9iYWwgaXNzdWUsIHBhcnRpY3VsYXJseSBpbiBjb3VudHJpZXMgd2l0aCBsb3cgZWNvbm9taWMgc3RhdHVzIGFuZCBsaW1pdGVkIGhlYWx0aGNhcmUgc3lzdGVtcy4gT25lIG9mIHRoZSBwcmltYXJ5IGNoYWxsZW5nZXMgaXMgYWNjdXJhdGUgZWFybHkgZGlhZ25vc2lzLCBlc3BlY2lhbGx5IHRocm91Z2ggbWljcm9zY29waWMgZXhhbWluYXRpb24gb2Ygc3B1dHVtIHNhbXBsZXMuIEhvd2V2ZXIsIHN1YmplY3RpdmUgaW50ZXJwcmV0YXRpb24gYW5kIHZhcmlhdGlvbnMgaW4gbWljcm9zY29waWMgaW1hZ2UgcXVhbGl0eSBvZnRlbiBoaW5kZXIgZGlhZ25vc3RpYyBhY2N1cmFjeS4gSW4gcmVjZW50IHllYXJzLCB0aGUgdXNlIG9mIENvbnZvbHV0aW9uYWwgTmV1cmFsIE5ldHdvcmtzIChDTk4pIGhhcyBpbmNyZWFzZWQgdG8gZW5oYW5jZSBUQiBkaWFnbm9zaXMgZWZmZWN0aXZlbmVzcy4gVGhpcyBzdHVkeSB1dGlsaXplcyB0aGUgRWZmaWNpZW50TmV0IGFyY2hpdGVjdHVyZSB0byB1bmRlcnN0YW5kIHRoZSBtb2RlbOKAmXMgZWZmZWN0aXZlbmVzcyBpbiBkZXRlY3RpbmcgVEIgaW4gbWVkaWNhbCBpbWFnZXMuIFRoZSBkYXRhc2V0IHVzZWQgY29uc2lzdHMgb2YgMTI2NiBpbWFnZXMsIGRpdmlkZWQgaW50byB0cmFpbmluZyBhbmQgdGVzdGluZyBkYXRhIHdpdGggYSByYXRpbyBvZiA3MDozMC4gQWRkaXRpb25hbGx5LCBhIG1lZGlhbiBmaWx0ZXIgdGVjaG5pcXVlIHdhcyBhcHBsaWVkIGZvciBpbWFnZSBwcmVwcm9jZXNzaW5nLiBTZXZlcmFsIG9wdGltaXphdGlvbiBhbGdvcml0aG1zIGFyZSB1c2VkIGluIHRoaXMgcmVzZWFyY2gsIG5hbWVseSBSTVNwcm9wLCBTdG9jaGFzdGljIEdyYWRpZW50IERlc2NlbnQgKFNHRCksIEFkYW0sIGFuZCBTdG9jaGFzdGljIEdyYWRpZW50IERlc2NlbnQgd2l0aCBNb21lbnR1bSAoU0dETSksIHRvIGZpbmQgdGhlIGJlc3Qgc2NlbmFyaW8uIFRoZSB0ZXN0IHJlc3VsdHMgc2hvdyB0aGF0IEFkYW0gb3B0aW1pemF0aW9uIHByb3ZpZGVzIHRoZSBiZXN0IHBlcmZvcm1hbmNlIGNvbXBhcmVkIHRvIHRoZSBvdGhlcnMuIFRoZSByZXN1bHRzIHNob3dlZCBleGNlbGxlbnQgcGVyZm9ybWFuY2UsIHdpdGggYSBsb3cgbG9zcyByYXRlICg5LjIwJSkgYW5kIGhpZ2ggYWNjdXJhY3kgKDk4LjAzJSkuIFRoZSByZWxhdGl2ZWx5IGZhc3QgbW9kZWwgdHJhaW5pbmcgdGltZSAoMTIyLjgxIHNlY29uZHMpIGFsc28gYWRkcyB0byB0aGUgbW9kZWzigJlzIGVmZmljaWVuY3kgdmFsdWUuIFRoaXMgY29uZmlybXMgdGhhdCBFZmZpY2llbnROZXQgQjAgaXMgYW4gYXR0cmFjdGl2ZSBjaG9pY2UgZm9yIFRCIGNsYXNzaWZpY2F0aW9uLCB3aXRoIHRoZSBob3BlIHRoYXQgZnVydGhlciBkZXZlbG9wbWVudCB3aWxsIGltcHJvdmUgYWNjdXJhY3kgYW5kIGVmZmljaWVuY3kgaW4gZGlhZ25vc2luZyB0aGlzIGRpc2Vhc2UuIiwicHVibGlzaGVyIjoiSW50ZXJuYXRpb25hbCBJbmZvcm1hdGlvbiBhbmQgRW5naW5lZXJpbmcgVGVjaG5vbG9neSBBc3NvY2lhdGlvbiIsImlzc3VlIjoiMTAiLCJ2b2x1bWUiOiIxMSIsImNvbnRhaW5lci10aXRsZS1zaG9ydCI6IiJ9LCJpc1RlbXBvcmFyeSI6ZmFsc2V9LHsiaWQiOiJiZmRhN2M3YS0zMmY5LTM0MGQtYTRiMi0yZWQ2NjE2ZTI1YmIiLCJpdGVtRGF0YSI6eyJ0eXBlIjoiYXJ0aWNsZS1qb3VybmFsIiwiaWQiOiJiZmRhN2M3YS0zMmY5LTM0MGQtYTRiMi0yZWQ2NjE2ZTI1YmIiLCJ0aXRsZSI6IkFkdmFuY2VkIE11bHRpLVRhc2sgTGVhcm5pbmcgd2l0aCBMaWdodHdlaWdodCBOZXR3b3JrcyBhbmQgTXVsdGktSGVhZCBBdHRlbnRpb24gZm9yIEVmZmljaWVudCBGYWNpYWwgQXR0cmlidXRlIEVzdGltYXRpb24iLCJhdXRob3IiOlt7ImZhbWlseSI6IlJvaGFuaSIsImdpdmVuIjoiTS4iLCJwYXJzZS1uYW1lcyI6ZmFsc2UsImRyb3BwaW5nLXBhcnRpY2xlIjoiIiwibm9uLWRyb3BwaW5nLXBhcnRpY2xlIjoiIn0seyJmYW1pbHkiOiJGYXJzaSIsImdpdmVuIjoiSC4iLCJwYXJzZS1uYW1lcyI6ZmFsc2UsImRyb3BwaW5nLXBhcnRpY2xlIjoiIiwibm9uLWRyb3BwaW5nLXBhcnRpY2xlIjoiIn0seyJmYW1pbHkiOiJNb2hhbWFkemFkZWgiLCJnaXZlbiI6IlMuIiwicGFyc2UtbmFtZXMiOmZhbHNlLCJkcm9wcGluZy1wYXJ0aWNsZSI6IiIsIm5vbi1kcm9wcGluZy1wYXJ0aWNsZSI6IiJ9XSwiY29udGFpbmVyLXRpdGxlIjoiSW50ZXJuYXRpb25hbCBKb3VybmFsIG9mIEVuZ2luZWVyaW5nLCBUcmFuc2FjdGlvbnMgQjogQXBwbGljYXRpb25zIiwiRE9JIjoiMTAuNTgyOS9pamUuMjAyNS4zOC4xMGEuMDUiLCJJU1NOIjoiMTcyODE0NFgiLCJpc3N1ZWQiOnsiZGF0ZS1wYXJ0cyI6W1syMDI1LDEwLDFdXX0sInBhZ2UiOiIyMjU5LTIyNzIiLCJhYnN0cmFjdCI6IlRoZSByYXBpZCBhZHZhbmNlbWVudCBvZiBjb21wdXRlciB2aXNpb24gYWxnb3JpdGhtcyBkZW1hbmRzIGVmZmljaWVudCBjb21wdXRhdGlvbmFsIHJlc291cmNlIHV0aWxpemF0aW9uIGZvciBwcmFjdGljYWwgYXBwbGljYXRpb25zLiBUaGlzIHN0dWR5IHByb3Bvc2VzIGEgbm92ZWwgZnJhbWV3b3JrIHRoYXQgaW50ZWdyYXRlcyBtdWx0aS10YXNrIGxlYXJuaW5nIChNVEwpIHdpdGggTW9iaWxlTmV0VjMtTGFyZ2UgbmV0d29ya3MgYW5kIG11bHRpLWhlYWQgYXR0ZW50aW9uIChNSEEpIG1lY2hhbmlzbXMgdG8gc2ltdWx0YW5lb3VzbHkgZXN0aW1hdGUgZmFjaWFsIGF0dHJpYnV0ZXMsIGluY2x1ZGluZyBhZ2UsIGdlbmRlciwgcmFjZSwgYW5kIGVtb3Rpb25zLiBCeSBlbXBsb3lpbmcgTUhBLCB0aGUgbW9kZWwgZW5oYW5jZXMgZmVhdHVyZSBleHRyYWN0aW9uIGFuZCByZXByZXNlbnRhdGlvbiBieSBmb2N1c2luZyBvbiBtdWx0aXBsZSByZWdpb25zIG9mIHRoZSBpbnB1dCBpbWFnZSwgdGhlcmVieSByZWR1Y2luZyBjb21wdXRhdGlvbmFsIGNvbXBsZXhpdHkgd2hpbGUgc2lnbmlmaWNhbnRseSBpbXByb3ZpbmcgYWNjdXJhY3kuIFRoZSBSZWNlcHRpdmUgRmllbGQgRW5oYW5jZWQgTXVsdGktVGFzayBDYXNjYWRlZCAoUkZFTVRDKSB0ZWNobmlxdWUgaXMgdXRpbGl6ZWQgZm9yIGVmZmVjdGl2ZSBwcmVwcm9jZXNzaW5nIG9mIHRoZSBpbnB1dCBkYXRhLiBPdXIgbWV0aG9kb2xvZ3kgaXMgcmlnb3JvdXNseSBldmFsdWF0ZWQgb24gdGhlIFVUS0ZhY2UsIEZhaXJGYWNlLCBhbmQgUkFGLURCIGRhdGFzZXRzLiBXZSBpbnRyb2R1Y2UgYSB3ZWlnaHRlZCBsb3NzIGZ1bmN0aW9uIHRvIGJhbGFuY2UgdGFzayBjb250cmlidXRpb25zLCBlbmhhbmNpbmcgb3ZlcmFsbCBwZXJmb3JtYW5jZS4gVGhyb3VnaCByZWZpbmVtZW50IG9mIHRoZSBuZXR3b3JrIGFyY2hpdGVjdHVyZSBieSBhbmFseXppbmcgYnJhbmNoaW5nIHBvaW50cyBhbmQgb3B0aW1pemluZyB0aGUgYmFsYW5jZSBiZXR3ZWVuIHNoYXJlZCBhbmQgdGFzay1zcGVjaWZpYyBsYXllcnMsIG91ciBleHBlcmltZW50YWwgcmVzdWx0cyBkZW1vbnN0cmF0ZSBzaWduaWZpY2FudCBpbXByb3ZlbWVudHM6IGEgNyUgcmVkdWN0aW9uIGluIHBhcmFtZXRlcnMsIGEgMyUgaW5jcmVhc2UgaW4gZ2VuZGVyIGRldGVjdGlvbiBhY2N1cmFjeSwgYSA1JSBpbXByb3ZlbWVudCBpbiByYWNlIGRldGVjdGlvbiBhY2N1cmFjeSwgYW5kIGEgNiUgZW5oYW5jZW1lbnQgaW4gZW1vdGlvbiBkZXRlY3Rpb24gYWNjdXJhY3kgY29tcGFyZWQgdG8gc2luZ2xlLXRhc2sgbWV0aG9kcy4gQWRkaXRpb25hbGx5LCBvdXIgcHJvcG9zZWQgYXJjaGl0ZWN0dXJlIHJlZHVjZXMgYWdlIGVzdGltYXRpb24gZXJyb3IgYnkgYXBwcm94aW1hdGVseSBvbmUgeWVhciBvbiB0aGUgVVRLRmFjZSBkYXRhc2V0IGFuZCBpbXByb3ZlcyBhZ2UgZXN0aW1hdGlvbiBhY2N1cmFjeSBvbiB0aGUgRmFpckZhY2UgZGF0YXNldCBieSA1JSBjb21wYXJlZCB0byBzdGF0ZS1vZi10aGUtYXJ0IGFwcHJvYWNoZXMuIiwicHVibGlzaGVyIjoiTWF0ZXJpYWxzIGFuZCBFbmVyZ3kgUmVzZWFyY2ggQ2VudGVyIiwiaXNzdWUiOiIxMCIsInZvbHVtZSI6IjM4IiwiY29udGFpbmVyLXRpdGxlLXNob3J0IjoiIn0sImlzVGVtcG9yYXJ5IjpmYWxzZX1dfQ=="/>
          <w:id w:val="-1202387658"/>
          <w:placeholder>
            <w:docPart w:val="DefaultPlaceholder_-1854013440"/>
          </w:placeholder>
        </w:sdtPr>
        <w:sdtEndPr/>
        <w:sdtContent>
          <w:r w:rsidR="00793676" w:rsidRPr="004E7EB0">
            <w:rPr>
              <w:sz w:val="20"/>
            </w:rPr>
            <w:t>[4</w:t>
          </w:r>
          <w:r w:rsidR="00B838A1" w:rsidRPr="004E7EB0">
            <w:rPr>
              <w:sz w:val="20"/>
            </w:rPr>
            <w:t>][</w:t>
          </w:r>
          <w:r w:rsidR="00793676" w:rsidRPr="004E7EB0">
            <w:rPr>
              <w:sz w:val="20"/>
            </w:rPr>
            <w:t>7</w:t>
          </w:r>
          <w:r w:rsidR="00B838A1" w:rsidRPr="004E7EB0">
            <w:rPr>
              <w:sz w:val="20"/>
            </w:rPr>
            <w:t>][</w:t>
          </w:r>
          <w:r w:rsidR="00793676" w:rsidRPr="004E7EB0">
            <w:rPr>
              <w:sz w:val="20"/>
            </w:rPr>
            <w:t>20]</w:t>
          </w:r>
        </w:sdtContent>
      </w:sdt>
      <w:r w:rsidRPr="004E7EB0">
        <w:rPr>
          <w:sz w:val="20"/>
        </w:rPr>
        <w:t>.</w:t>
      </w:r>
    </w:p>
    <w:p w14:paraId="68A3B62A" w14:textId="77777777" w:rsidR="00692703" w:rsidRPr="004E7EB0" w:rsidRDefault="00692703" w:rsidP="004A5480">
      <w:pPr>
        <w:ind w:firstLine="720"/>
        <w:jc w:val="both"/>
        <w:rPr>
          <w:sz w:val="20"/>
        </w:rPr>
      </w:pPr>
    </w:p>
    <w:p w14:paraId="1D6CEE14" w14:textId="462DF542" w:rsidR="00692703" w:rsidRPr="004E7EB0" w:rsidRDefault="006C0E6B" w:rsidP="004A5480">
      <w:pPr>
        <w:ind w:firstLine="284"/>
        <w:jc w:val="both"/>
        <w:rPr>
          <w:sz w:val="20"/>
        </w:rPr>
      </w:pPr>
      <w:r w:rsidRPr="004E7EB0">
        <w:rPr>
          <w:sz w:val="20"/>
        </w:rPr>
        <w:t xml:space="preserve">After describing the comparative performance of the EfficientNetB0 and EfficientNetB1 models, include a subsection that explicitly discusses how high accuracy in emotion recognition can be exploited in energy-related applications, such as in human-computer interfaces (HCI) for smart home energy management systems that adjust consumption based on occupants' moods. Extend the discussion of “resilient intelligent systems” by linking it directly to energy infrastructure resilience, outlining how the capacity to understand emotions can strengthen infrastructure adaptability to disruption, or how emotion analysis can support emergency planning and response </w:t>
      </w:r>
      <w:sdt>
        <w:sdtPr>
          <w:rPr>
            <w:sz w:val="20"/>
          </w:rPr>
          <w:tag w:val="MENDELEY_CITATION_v3_eyJjaXRhdGlvbklEIjoiTUVOREVMRVlfQ0lUQVRJT05fYjE0M2RlZjMtNjFmMi00MzlmLWE5NzMtZjVlYjcwZGZkMGI5IiwicHJvcGVydGllcyI6eyJub3RlSW5kZXgiOjB9LCJpc0VkaXRlZCI6ZmFsc2UsIm1hbnVhbE92ZXJyaWRlIjp7ImlzTWFudWFsbHlPdmVycmlkZGVuIjpmYWxzZSwiY2l0ZXByb2NUZXh0IjoiWzUsIDZdIiwibWFudWFsT3ZlcnJpZGVUZXh0IjoiIn0sImNpdGF0aW9uSXRlbXMiOlt7ImlkIjoiOGI4M2Q4MjYtOTA2Yi0zM2E4LTk5NjYtNDJiNDVkNjUzZDJmIiwiaXRlbURhdGEiOnsidHlwZSI6ImFydGljbGUtam91cm5hbCIsImlkIjoiOGI4M2Q4MjYtOTA2Yi0zM2E4LTk5NjYtNDJiNDVkNjUzZDJmIiwidGl0bGUiOiJBIE5vdmVsIEFwcHJvYWNoIGZvciBBY2N1cmF0ZSBXaW5kIFNwZWVkIFRpbWUgU2VyaWVzIEZvcmVjYXN0aW5nIFVzaW5nIElDRUVNREFOIERlY29tcG9zaXRpb24gYW5kIFNhbXBsZSBFbnRyb3B5IHRocm91Z2ggSW50ZWdyYXRpb24gb2YgRGVlcCBMZWFybmluZyBNb2RlbHMiLCJhdXRob3IiOlt7ImZhbWlseSI6Ik1lemFhY2hlIiwiZ2l2ZW4iOiJILiIsInBhcnNlLW5hbWVzIjpmYWxzZSwiZHJvcHBpbmctcGFydGljbGUiOiIiLCJub24tZHJvcHBpbmctcGFydGljbGUiOiIifSx7ImZhbWlseSI6IkJvdXpnb3UiLCJnaXZlbiI6IkguIiwicGFyc2UtbmFtZXMiOmZhbHNlLCJkcm9wcGluZy1wYXJ0aWNsZSI6IiIsIm5vbi1kcm9wcGluZy1wYXJ0aWNsZSI6IiJ9LHsiZmFtaWx5IjoiUmF5bW9uZCIsImdpdmVuIjoiQy4iLCJwYXJzZS1uYW1lcyI6ZmFsc2UsImRyb3BwaW5nLXBhcnRpY2xlIjoiIiwibm9uLWRyb3BwaW5nLXBhcnRpY2xlIjoiIn0seyJmYW1pbHkiOiJaZW1vdXJpIiwiZ2l2ZW4iOiJOLiIsInBhcnNlLW5hbWVzIjpmYWxzZSwiZHJvcHBpbmctcGFydGljbGUiOiIiLCJub24tZHJvcHBpbmctcGFydGljbGUiOiIifV0sImNvbnRhaW5lci10aXRsZSI6IkludGVybmF0aW9uYWwgSm91cm5hbCBvZiBFbmdpbmVlcmluZywgVHJhbnNhY3Rpb25zIEI6IEFwcGxpY2F0aW9ucyIsIkRPSSI6IjEwLjU4MjkvaWplLjIwMjYuMzkuMDJiLjAzIiwiSVNTTiI6IjE3MjgxNDRYIiwiaXNzdWVkIjp7ImRhdGUtcGFydHMiOltbMjAyNiwyLDFdXX0sInBhZ2UiOiIzMDktMzIwIiwiYWJzdHJhY3QiOiJUaGlzIHN0dWR5IHByb3Bvc2VzIGEgbm92ZWwgaHlicmlkIG1vZGVsIGZvciB3aW5kIHNwZWVkIGZvcmVjYXN0aW5nIChXU0YpIGJhc2VkIG9uIGEgdGhyZWUtc3RhZ2UgZnJhbWV3b3JrIGNvbXByaXNpbmcgZGVjb21wb3NpdGlvbiwgZmVhdHVyZSBzZWxlY3Rpb24sIGFuZCBmb3JlY2FzdGluZy4gVGhlIHByb3Bvc2VkIGFwcHJvYWNoIGVtcGxveXMgSW1wcm92ZWQgQ29tcGxldGUgRW5zZW1ibGUgRW1waXJpY2FsIE1vZGUgRGVjb21wb3NpdGlvbiB3aXRoIEFkYXB0aXZlIE5vaXNlIChJQ0VFTURBTikgdG8gZGVjb21wb3NlIHdpbmQgc3BlZWQgdGltZSBzZXJpZXMgaW50byBJbnRyaW5zaWMgTW9kZSBGdW5jdGlvbnMgKElNRnMpLiBBIGRpc3RpbmN0aXZlIGNvbnRyaWJ1dGlvbiBvZiB0aGlzIHN0dWR5IGlzIHRoZSB1c2Ugb2Ygc2FtcGxlIGVudHJvcHkgYXMgYSBmZWF0dXJlIHNlbGVjdGlvbiBtZWNoYW5pc20gdG8gaWRlbnRpZnkgdGhlIG1vc3QgcmVsZXZhbnQgSW50cmluc2ljIE1vZGUgRnVuY3Rpb25zIChJTUZzKS4gVGhlIHNlbGVjdGVkIElNRnMgYXJlIHRoZW4gaW50ZWdyYXRlZCB0aHJvdWdoIGEgY2xhc3NpZmljYXRpb24tYmFzZWQgZnVzaW9uIHRlY2huaXF1ZSwgc2lnbmlmaWNhbnRseSBlbmhhbmNpbmcgZm9yZWNhc3RpbmcgYWNjdXJhY3kgYW5kIGRpc3Rpbmd1aXNoaW5nIHRoaXMgYXBwcm9hY2ggZnJvbSBjb252ZW50aW9uYWwgbWV0aG9kcy4gVHdvIGRpc3RpbmN0IGZvcmVjYXN0aW5nIGFwcHJvYWNoZXMgYXJlIGV2YWx1YXRlZCB1c2luZyBtdWx0aXBsZSBwZXJmb3JtYW5jZSBtZXRyaWNzLCBpbmNsdWRpbmcgUk1TRSwgTUFFLCBNQVBFLCBhbmQgUjIuIFRoZSBmaXJzdCBhcHByb2FjaCBhcHBsaWVzIHRoZSBmdXNpb24gdGVjaG5pcXVlIGRpcmVjdGx5IHRvIHRoZSBvcmlnaW5hbCB3aW5kIHNwZWVkIHRpbWUgc2VyaWVzLCB3aGlsZSB0aGUgc2Vjb25kIGluY29ycG9yYXRlcyBJQ0VFTURBTiB0byBkZWNvbXBvc2UgdGhlIHRpbWUgc2VyaWVzLiBFeHBlcmltZW50YWwgdmFsaWRhdGlvbiB1c2luZyB0d28gcmVhbC13b3JsZCBkYXRhc2V0cyBmcm9tIEFsZ2VyaWEgZGVtb25zdHJhdGVzIHRoZSBzdXBlcmlvcml0eSBvZiB0aGUgcHJvcG9zZWQgaHlicmlkIG1vZGVsIG92ZXIgaW5kaXZpZHVhbCBmb3JlY2FzdGluZyBtb2RlbHMsIHlpZWxkaW5nIHNpZ25pZmljYW50IGltcHJvdmVtZW50cyBpbiBwcmVkaWN0aW9uIGFjY3VyYWN5LCByb2J1c3RuZXNzLCBhbmQgc3RhYmlsaXR5LiBUaGVzZSBmaW5kaW5ncyB1bmRlcnNjb3JlIHRoZSBlZmZlY3RpdmVuZXNzIG9mIHRoZSB0aHJlZS1zdGFnZSBmcmFtZXdvcmssIG9mZmVyaW5nIGEgcmVsaWFibGUgYW5kIGVmZmljaWVudCBzb2x1dGlvbiBmb3Igc2hvcnQtdGVybSB3aW5kIHNwZWVkIGZvcmVjYXN0aW5nLCB3aXRoIHBvdGVudGlhbCBhcHBsaWNhdGlvbnMgaW4gcmVuZXdhYmxlIGVuZXJneSBtYW5hZ2VtZW50IGFuZCBncmlkIG9wdGltaXphdGlvbi4iLCJwdWJsaXNoZXIiOiJNYXRlcmlhbHMgYW5kIEVuZXJneSBSZXNlYXJjaCBDZW50ZXIiLCJpc3N1ZSI6IjIiLCJ2b2x1bWUiOiIzOSIsImNvbnRhaW5lci10aXRsZS1zaG9ydCI6IiJ9LCJpc1RlbXBvcmFyeSI6ZmFsc2V9LHsiaWQiOiJlNmVhNmVkMS1mOGE3LTNmNjAtODY1Mi1mZTAzMDYwZTY2NTciLCJpdGVtRGF0YSI6eyJ0eXBlIjoiYXJ0aWNsZS1qb3VybmFsIiwiaWQiOiJlNmVhNmVkMS1mOGE3LTNmNjAtODY1Mi1mZTAzMDYwZTY2NTciLCJ0aXRsZSI6Ik1hY2hpbmUgbGVhcm5pbmcgcmV2ZWFscyBzZXggZGlmZmVyZW5jZXMgaW4gZGlzdGluZ3Vpc2hpbmcgYmV0d2VlbiBjb25kdWN0LWRpc29yZGVyZWQgYW5kIG5ldXJvdHlwaWNhbCB5b3V0aCBiYXNlZCBvbiBlbW90aW9uIHByb2Nlc3NpbmcgZHlzZnVuY3Rpb24iLCJhdXRob3IiOlt7ImZhbWlseSI6IktvaGxzIiwiZ2l2ZW4iOiJHcmVnb3IiLCJwYXJzZS1uYW1lcyI6ZmFsc2UsImRyb3BwaW5nLXBhcnRpY2xlIjoiIiwibm9uLWRyb3BwaW5nLXBhcnRpY2xlIjoiIn0seyJmYW1pbHkiOiJFbHN0ZXIiLCJnaXZlbiI6IkVyaWsgTS4iLCJwYXJzZS1uYW1lcyI6ZmFsc2UsImRyb3BwaW5nLXBhcnRpY2xlIjoiIiwibm9uLWRyb3BwaW5nLXBhcnRpY2xlIjoiIn0seyJmYW1pbHkiOiJUaW5vIiwiZ2l2ZW4iOiJQZXRlciIsInBhcnNlLW5hbWVzIjpmYWxzZSwiZHJvcHBpbmctcGFydGljbGUiOiIiLCJub24tZHJvcHBpbmctcGFydGljbGUiOiIifSx7ImZhbWlseSI6IkZhaXJjaGlsZCIsImdpdmVuIjoiR3JhZW1lIiwicGFyc2UtbmFtZXMiOmZhbHNlLCJkcm9wcGluZy1wYXJ0aWNsZSI6IiIsIm5vbi1kcm9wcGluZy1wYXJ0aWNsZSI6IiJ9LHsiZmFtaWx5IjoiU3RhZGxlciIsImdpdmVuIjoiQ2hyaXN0aW5hIiwicGFyc2UtbmFtZXMiOmZhbHNlLCJkcm9wcGluZy1wYXJ0aWNsZSI6IiIsIm5vbi1kcm9wcGluZy1wYXJ0aWNsZSI6IiJ9LHsiZmFtaWx5IjoiUG9wbWEiLCJnaXZlbiI6IkFybmUiLCJwYXJzZS1uYW1lcyI6ZmFsc2UsImRyb3BwaW5nLXBhcnRpY2xlIjoiIiwibm9uLWRyb3BwaW5nLXBhcnRpY2xlIjoiIn0seyJmYW1pbHkiOiJGcmVpdGFnIiwiZ2l2ZW4iOiJDaHJpc3RpbmUgTS4iLCJwYXJzZS1uYW1lcyI6ZmFsc2UsImRyb3BwaW5nLXBhcnRpY2xlIjoiIiwibm9uLWRyb3BwaW5nLXBhcnRpY2xlIjoiIn0seyJmYW1pbHkiOiJCcml0byIsImdpdmVuIjoiU3RlcGhhbmUgQS4iLCJwYXJzZS1uYW1lcyI6ZmFsc2UsImRyb3BwaW5nLXBhcnRpY2xlIjoiIiwibm9uLWRyb3BwaW5nLXBhcnRpY2xlIjoiRGUifSx7ImZhbWlseSI6IktvbnJhZCIsImdpdmVuIjoiS2Vyc3RpbiIsInBhcnNlLW5hbWVzIjpmYWxzZSwiZHJvcHBpbmctcGFydGljbGUiOiIiLCJub24tZHJvcHBpbmctcGFydGljbGUiOiIifSx7ImZhbWlseSI6IlBhdWxpIiwiZ2l2ZW4iOiJSdXRoIiwicGFyc2UtbmFtZXMiOmZhbHNlLCJkcm9wcGluZy1wYXJ0aWNsZSI6IiIsIm5vbi1kcm9wcGluZy1wYXJ0aWNsZSI6IiJ9XSwiY29udGFpbmVyLXRpdGxlIjoiQk1DIFBzeWNoaWF0cnkiLCJjb250YWluZXItdGl0bGUtc2hvcnQiOiJCTUMgUHN5Y2hpYXRyeSIsIkRPSSI6IjEwLjExODYvczEyODg4LTAyNS0wNjUzNi02IiwiSVNTTiI6IjE0NzEyNDRYIiwiUE1JRCI6IjM5OTE1NzUwIiwiaXNzdWVkIjp7ImRhdGUtcGFydHMiOltbMjAyNSwxMiwxXV19LCJhYnN0cmFjdCI6IkJhY2tncm91bmQ6IFRoZW9yZXRpY2FsIG1vZGVscyBvZiBjb25kdWN0IGRpc29yZGVyIChDRCkgaGlnaGxpZ2h0IHRoYXQgZGVmaWNpdHMgaW4gZW1vdGlvbiByZWNvZ25pdGlvbiwgbGVhcm5pbmcsIGFuZCByZWd1bGF0aW9uIHBsYXkgYSBwaXZvdGFsIHJvbGUgaW4gQ0QgZXRpb2xvZ3kuIFdpdGggQ0QgYmVpbmcgbW9yZSBwcmV2YWxlbnQgaW4gYm95cyB0aGFuIGdpcmxzLCB2YXJpb3VzIHRoZW9yaWVzIGFpbSB0byBleHBsYWluIHRoaXMgc2V4IGRpZmZlcmVuY2UuIFRoZSDigJxkaWZmZXJlbnRpYWwgdGhyZXNob2xk4oCdIGh5cG90aGVzaXMgc3VnZ2VzdHMgZ3JlYXRlciBlbW90aW9uIGR5c2Z1bmN0aW9uIGluIGNvbmR1Y3QtZGlzb3JkZXJlZCBnaXJscyB0aGFuIGJveXMsIGJ1dCBwcmV2aW91cyByZXNlYXJjaCB1c2luZyBjb252ZW50aW9uYWwgc3RhdGlzdGljYWwgYW5hbHlzZXMgaGFzIGZhaWxlZCB0byBzdXBwb3J0IHRoaXMgaHlwb3RoZXNpcy4gSGVyZSwgd2UgdXNlZCBub3ZlbCBhbmFseXRpYyB0ZWNobmlxdWVzIHN1Y2ggYXMgbWFjaGluZSBsZWFybmluZyAoTUwpIHRvIHVuY292ZXIgcG90ZW50aWFsbHkgc2V4LXNwZWNpZmljIGRpZmZlcmVuY2VzIGluIGVtb3Rpb24gZHlzZnVuY3Rpb24gYW1vbmcgZ2lybHMgYW5kIGJveXMgd2l0aCBDRCBjb21wYXJlZCB0byB0aGVpciBuZXVyb3R5cGljYWwgcGVlcnMuIE1ldGhvZHM6IE11bHRpLXNpdGUgZGF0YSBmcm9tIDU0MiB5b3V0aCB3aXRoIENEIGFuZCA3MTAgbmV1cm90eXBpY2FsIGNvbnRyb2xzICg2NCUgZ2lybHMsIDnigJMxOCB5ZWFycykgd2hvIGNvbXBsZXRlZCBlbW90aW9uIHJlY29nbml0aW9uLCBsZWFybmluZywgYW5kIHJlZ3VsYXRpb24gdGFza3Mgd2VyZSBhbmFseXplZCB1c2luZyBhIG11bHRpdmFyaWF0ZSBNTCBjbGFzc2lmaWVyIHRvIGRpc3Rpbmd1aXNoIGJldHdlZW4geW91dGggd2l0aCBDRCBhbmQgY29udHJvbHMgc2VwYXJhdGVseSBieSBzZXguIFJlc3VsdHM6IEJvdGggZmVtYWxlIGFuZCBtYWxlIE1MIGNsYXNzaWZpZXJzIGFjY3VyYXRlbHkgcHJlZGljdGVkIChhYm92ZSBjaGFuY2UgbGV2ZWwpIGluZGl2aWR1YWwgQ0Qgc3RhdHVzIGJhc2VkIHNvbGVseSBvbiB0aGUgbmV1cm9jb2duaXRpdmUgZmVhdHVyZXMgb2YgZW1vdGlvbiBkeXNmdW5jdGlvbi4gTm90YWJseSwgdGhlIGZlbWFsZSBjbGFzc2lmaWVyIG91dHBlcmZvcm1lZCB0aGUgbWFsZSBjbGFzc2lmaWVyIGluIGlkZW50aWZ5aW5nIGluZGl2aWR1YWxzIHdpdGggQ0QuIEhvd2V2ZXIsIHRoZSBjbGFzc2lmaWNhdGlvbiBhbmQgaWRlbnRpZmljYXRpb24gcGVyZm9ybWFuY2Ugb2YgYm90aCBjbGFzc2lmaWVycyB3YXMgYmVsb3cgdGhlIGNsaW5pY2FsbHkgcmVsZXZhbnQgODAlIGFjY3VyYWN5IHRocmVzaG9sZCAoYWx0aG91Z2ggdGhleSBzdGlsbCBwcm92aWRlZCByZWxhdGl2ZWx5IGZhaXIgYW5kIHJlYWxpc3RpYyBlc3RpbWF0ZXMgb2YgfiA2MCUgY2xhc3NpZmljYXRpb24gcGVyZm9ybWFuY2UpLCBwcm9iYWJseSBkdWUgdG8gdGhlIHN1YnN0YW50aWFsIG5ldXJvY29nbml0aXZlIGhldGVyb2dlbmVpdHkgd2l0aGluIHN1Y2ggYSBsYXJnZSBhbmQgZGl2ZXJzZSwgbXVsdGktc2l0ZSBzYW1wbGUgb2YgeW91dGggd2l0aCBDRCAoYW5kIG5ldXJvdHlwaWNhbCBjb250cm9scykuIENvbmNsdXNpb25zOiBUaGVzZSBmaW5kaW5ncyBjb25maXJtIHRoZSBjbG9zZSBhc3NvY2lhdGlvbiBiZXR3ZWVuIGVtb3Rpb24gZHlzZnVuY3Rpb24gYW5kIENEIGluIGJvdGggc2V4ZXMsIHdpdGggYSBzdHJvbmdlciBhc3NvY2lhdGlvbiBvYnNlcnZlZCBpbiBhZmZlY3RlZCBnaXJscywgd2hpY2ggYWxpZ25zIHdpdGggdGhlIOKAnGRpZmZlcmVudGlhbCB0aHJlc2hvbGTigJ0gaHlwb3RoZXNpcy4gSG93ZXZlciwgdGhlIGRhdGEgYWxzbyB1bmRlcnNjb3JlIHRoZSBoZXRlcm9nZW5laXR5IG9mIENELCBuYW1lbHkgdGhhdCBvbmx5IGEgc3Vic2V0IG9mIHRob3NlIGFmZmVjdGVkIGFyZSBsaWtlbHkgdG8gaGF2ZSBlbW90aW9uIGR5c2Z1bmN0aW9uIGFuZCB0aGF0IG90aGVyIG5ldXJvY29nbml0aXZlIGRvbWFpbnMgKG5vdCB0ZXN0ZWQgaGVyZSkgcHJvYmFibHkgYWxzbyBjb250cmlidXRlIHRvIENEIGV0aW9sb2d5LiBDbGluaWNhbCB0cmlhbCBudW1iZXI6IE5vdCBhcHBsaWNhYmxlLiIsInB1Ymxpc2hlciI6IkJpb01lZCBDZW50cmFsIEx0ZCIsImlzc3VlIjoiMSIsInZvbHVtZSI6IjI1In0sImlzVGVtcG9yYXJ5IjpmYWxzZX1dfQ=="/>
          <w:id w:val="-491484174"/>
          <w:placeholder>
            <w:docPart w:val="DefaultPlaceholder_-1854013440"/>
          </w:placeholder>
        </w:sdtPr>
        <w:sdtEndPr/>
        <w:sdtContent>
          <w:r w:rsidR="00793676" w:rsidRPr="004E7EB0">
            <w:rPr>
              <w:sz w:val="20"/>
            </w:rPr>
            <w:t>[5</w:t>
          </w:r>
          <w:r w:rsidR="00B838A1" w:rsidRPr="004E7EB0">
            <w:rPr>
              <w:sz w:val="20"/>
            </w:rPr>
            <w:t>][</w:t>
          </w:r>
          <w:r w:rsidR="00793676" w:rsidRPr="004E7EB0">
            <w:rPr>
              <w:sz w:val="20"/>
            </w:rPr>
            <w:t>6]</w:t>
          </w:r>
        </w:sdtContent>
      </w:sdt>
      <w:r w:rsidRPr="004E7EB0">
        <w:rPr>
          <w:sz w:val="20"/>
        </w:rPr>
        <w:t>. Finally, the discussion should also cover the challenges and opportunities of implementing these emotion recognition systems in complex energy infrastructure environments, including considerations regarding the variability of lighting conditions, data privacy implications and the need for edge computing capabilities.</w:t>
      </w:r>
    </w:p>
    <w:p w14:paraId="238F91B4" w14:textId="3806B444" w:rsidR="00D87E2A" w:rsidRPr="004E7EB0" w:rsidRDefault="00D87E2A" w:rsidP="004A5480">
      <w:pPr>
        <w:pStyle w:val="Heading1"/>
        <w:rPr>
          <w:b w:val="0"/>
          <w:caps w:val="0"/>
          <w:sz w:val="20"/>
        </w:rPr>
      </w:pPr>
      <w:r w:rsidRPr="004E7EB0">
        <w:rPr>
          <w:rFonts w:asciiTheme="majorBidi" w:hAnsiTheme="majorBidi" w:cstheme="majorBidi"/>
        </w:rPr>
        <w:t>CONCLUSION</w:t>
      </w:r>
    </w:p>
    <w:p w14:paraId="0FB53199" w14:textId="77777777" w:rsidR="001F0922" w:rsidRPr="004E7EB0" w:rsidRDefault="001F0922" w:rsidP="004A5480">
      <w:pPr>
        <w:pStyle w:val="ListParagraph"/>
        <w:ind w:left="90" w:firstLine="270"/>
        <w:jc w:val="both"/>
        <w:rPr>
          <w:sz w:val="20"/>
        </w:rPr>
      </w:pPr>
      <w:r w:rsidRPr="004E7EB0">
        <w:rPr>
          <w:sz w:val="20"/>
        </w:rPr>
        <w:t>This study compares the performance of EfficientNetB0 and EfficientNetB1 models for emotion detection on the FER-2013 dataset, which is one of the most widely used benchmark standards. Although EfficoentNetB0 showed superior computational efficiency, EfficientNetB1 proved to be more effective in emotion face recognition, achieving higher validation accuracy and lower loss indicating its better ability to learn complex features of facial expressions. This difference is further strengthened by the confusion matrix analysis of both EfficientNet models on the test set, which confirms that EfficientNetB1 reduces misclassification especially for emotion categories with limited samples. Therefore, for applications that prioritize high accuracy in emotion recognition, such as in critical human-computer interaction systems, the use of the slightly more complex EfficientNetB1 model may be justified by the significant performance improvement.</w:t>
      </w:r>
    </w:p>
    <w:p w14:paraId="353C661E" w14:textId="77777777" w:rsidR="001F0922" w:rsidRPr="004E7EB0" w:rsidRDefault="001F0922" w:rsidP="004A5480">
      <w:pPr>
        <w:pStyle w:val="ListParagraph"/>
        <w:ind w:left="810" w:firstLine="630"/>
        <w:jc w:val="both"/>
        <w:rPr>
          <w:sz w:val="20"/>
        </w:rPr>
      </w:pPr>
    </w:p>
    <w:p w14:paraId="423C520D" w14:textId="1F2490CB" w:rsidR="00692703" w:rsidRPr="004E7EB0" w:rsidRDefault="001F0922" w:rsidP="004A5480">
      <w:pPr>
        <w:pStyle w:val="ListParagraph"/>
        <w:ind w:left="90" w:firstLine="270"/>
        <w:jc w:val="both"/>
        <w:rPr>
          <w:sz w:val="20"/>
        </w:rPr>
      </w:pPr>
      <w:r w:rsidRPr="004E7EB0">
        <w:rPr>
          <w:sz w:val="20"/>
        </w:rPr>
        <w:t>However, this study also highlights significant challenges in using the FER-2013 dataset for emotion detection. Firstly, the dataset has substantial class imbalance issues, with some emotion categories such as “happy” or “neutral” having significantly more samples compared to emotions such as “fear”, ‘surprise’, or “disgust”. This imbalance causes the mode to perform better on majority emotions and lower on minority emotions. Secondly, the low image quality and limited resolution (48 x 48 pixels) in the dataset limits the detailed visual information that can be extracted, making it difficult for the model to distinguish subtle facial expression features and establish clear decision boundaries between emotion categories. Nonetheless, the ‘in-the-wild’ nature of the FER-2013 dataset makes it a valuable benchmark for developing robust emotion face detection systems capable of handling expression variability in real-world scenarios.</w:t>
      </w:r>
    </w:p>
    <w:p w14:paraId="46F93A5B" w14:textId="77777777" w:rsidR="00692703" w:rsidRPr="004E7EB0" w:rsidRDefault="00692703" w:rsidP="004A5480">
      <w:pPr>
        <w:pStyle w:val="ListParagraph"/>
        <w:ind w:left="90" w:firstLine="630"/>
        <w:jc w:val="both"/>
        <w:rPr>
          <w:sz w:val="20"/>
        </w:rPr>
      </w:pPr>
    </w:p>
    <w:p w14:paraId="616662D9" w14:textId="5735D68E" w:rsidR="00692703" w:rsidRPr="004E7EB0" w:rsidRDefault="00692703" w:rsidP="004A5480">
      <w:pPr>
        <w:pStyle w:val="ListParagraph"/>
        <w:ind w:left="90" w:firstLine="270"/>
        <w:jc w:val="both"/>
        <w:rPr>
          <w:sz w:val="20"/>
        </w:rPr>
      </w:pPr>
      <w:r w:rsidRPr="004E7EB0">
        <w:rPr>
          <w:sz w:val="20"/>
        </w:rPr>
        <w:t>Furthermore, it is recommended to identify future research directions that can bridge the gap between emotion recognition and energy sustainability. This could include integrated exploration with smart materials or specific applications in the renewable energy domain, for example, by investigating the integration of emotion recognition models with smart material sensors to facilitate more adaptive and context-aware energy monitoring systems.</w:t>
      </w:r>
    </w:p>
    <w:p w14:paraId="7691B80C" w14:textId="56DF924C" w:rsidR="00613B4D" w:rsidRPr="004E7EB0" w:rsidRDefault="0016385D" w:rsidP="004A5480">
      <w:pPr>
        <w:pStyle w:val="Heading1"/>
      </w:pPr>
      <w:r w:rsidRPr="004E7EB0">
        <w:rPr>
          <w:rFonts w:asciiTheme="majorBidi" w:hAnsiTheme="majorBidi" w:cstheme="majorBidi"/>
        </w:rPr>
        <w:t>Acknowledgments</w:t>
      </w:r>
    </w:p>
    <w:p w14:paraId="385F3EAD" w14:textId="19F91479" w:rsidR="00C359FA" w:rsidRPr="004E7EB0" w:rsidRDefault="00E378F5" w:rsidP="004A5480">
      <w:pPr>
        <w:ind w:firstLine="360"/>
        <w:jc w:val="both"/>
        <w:rPr>
          <w:sz w:val="20"/>
        </w:rPr>
      </w:pPr>
      <w:r w:rsidRPr="004E7EB0">
        <w:rPr>
          <w:sz w:val="20"/>
        </w:rPr>
        <w:t>This research was conducted to fulfill the requirements of the Computer Science Enrichment Program. Marvin Luckianto acted as the first author, contributing fully to the experimental process and writing the entire research paper. Yulianto contributed as the site supervisor in the internship program at Binus Malang, providing corrections to the draft manuscript. Finally, Simeon Yuda Prasetyo contributed as the faculty supervisor providing ideas and recommendations for the research area.</w:t>
      </w:r>
    </w:p>
    <w:p w14:paraId="6A0DBC96" w14:textId="77777777" w:rsidR="00D85ACB" w:rsidRPr="004E7EB0" w:rsidRDefault="00D85ACB" w:rsidP="004A5480">
      <w:pPr>
        <w:pStyle w:val="Paragraph"/>
      </w:pPr>
    </w:p>
    <w:p w14:paraId="610E18A9" w14:textId="4B270E71" w:rsidR="00613B4D" w:rsidRPr="004E7EB0" w:rsidRDefault="0016385D" w:rsidP="004A5480">
      <w:pPr>
        <w:pStyle w:val="Heading1"/>
        <w:rPr>
          <w:rFonts w:asciiTheme="majorBidi" w:hAnsiTheme="majorBidi" w:cstheme="majorBidi"/>
        </w:rPr>
      </w:pPr>
      <w:r w:rsidRPr="004E7EB0">
        <w:rPr>
          <w:rFonts w:asciiTheme="majorBidi" w:hAnsiTheme="majorBidi" w:cstheme="majorBidi"/>
        </w:rPr>
        <w:t>References</w:t>
      </w:r>
    </w:p>
    <w:p w14:paraId="1071436E" w14:textId="77777777" w:rsidR="004C5852" w:rsidRPr="004E7EB0" w:rsidRDefault="004C5852" w:rsidP="004A5480">
      <w:pPr>
        <w:pStyle w:val="Paragraph"/>
        <w:numPr>
          <w:ilvl w:val="0"/>
          <w:numId w:val="47"/>
        </w:numPr>
        <w:ind w:left="426"/>
      </w:pPr>
      <w:r w:rsidRPr="004E7EB0">
        <w:t>Arabian, H., Alshirbaji, T. A., Bhave, A., Wagner-Hartl, V., Igel, M., Chase, J. G., &amp; Moeller, K. (2025). Feasibility study of emotion mimicry analysis in human–machine interaction. Scientific Reports, 15(1). https://doi.org/10.1038/s41598-025-87688-z</w:t>
      </w:r>
    </w:p>
    <w:p w14:paraId="6434817D" w14:textId="77777777" w:rsidR="004C5852" w:rsidRPr="004E7EB0" w:rsidRDefault="004C5852" w:rsidP="004A5480">
      <w:pPr>
        <w:pStyle w:val="Paragraph"/>
        <w:numPr>
          <w:ilvl w:val="0"/>
          <w:numId w:val="47"/>
        </w:numPr>
        <w:ind w:left="426"/>
      </w:pPr>
      <w:r w:rsidRPr="004E7EB0">
        <w:t>Arafat, D., Jamal, J., Sachs, A., Suchan, B., Juckel, G., &amp; Thoma, P. (2025). Emotion recognition in individuals with elevated internet addiction scores: An event-related potential study. Psychiatry Research - Neuroimaging, 349. https://doi.org/10.1016/j.pscychresns.2025.111982</w:t>
      </w:r>
    </w:p>
    <w:p w14:paraId="4D5890E5" w14:textId="77777777" w:rsidR="004C5852" w:rsidRPr="004E7EB0" w:rsidRDefault="004C5852" w:rsidP="004A5480">
      <w:pPr>
        <w:pStyle w:val="Paragraph"/>
        <w:numPr>
          <w:ilvl w:val="0"/>
          <w:numId w:val="47"/>
        </w:numPr>
        <w:ind w:left="426"/>
      </w:pPr>
      <w:r w:rsidRPr="004E7EB0">
        <w:rPr>
          <w:lang w:val="sv-SE"/>
        </w:rPr>
        <w:t xml:space="preserve">Fernandes, A. M., Utkin, A. B., &amp; Chaves, P. (2022). </w:t>
      </w:r>
      <w:r w:rsidRPr="004E7EB0">
        <w:t>Automatic Early Detection of Wildfire Smoke with Visible Light Cameras Using Deep Learning and Visual Explanation. IEEE Access, 10, 12814–12828. https://doi.org/10.1109/ACCESS.2022.3145911</w:t>
      </w:r>
    </w:p>
    <w:p w14:paraId="59BB7E07" w14:textId="77777777" w:rsidR="004C5852" w:rsidRPr="004E7EB0" w:rsidRDefault="004C5852" w:rsidP="004A5480">
      <w:pPr>
        <w:pStyle w:val="Paragraph"/>
        <w:numPr>
          <w:ilvl w:val="0"/>
          <w:numId w:val="47"/>
        </w:numPr>
        <w:ind w:left="426"/>
      </w:pPr>
      <w:r w:rsidRPr="004E7EB0">
        <w:t>Gong, Q., Liu, X., &amp; Ma, Y. (2025). Real-Time Facial Expression Recognition Based on Image Processing in Virtual Reality. International Journal of Computational Intelligence Systems, 18(1). https://doi.org/10.1007/s44196-024-00729-9</w:t>
      </w:r>
    </w:p>
    <w:p w14:paraId="08DEAE69" w14:textId="77777777" w:rsidR="004C5852" w:rsidRPr="004E7EB0" w:rsidRDefault="004C5852" w:rsidP="004A5480">
      <w:pPr>
        <w:pStyle w:val="Paragraph"/>
        <w:numPr>
          <w:ilvl w:val="0"/>
          <w:numId w:val="47"/>
        </w:numPr>
        <w:ind w:left="426"/>
      </w:pPr>
      <w:r w:rsidRPr="004E7EB0">
        <w:t>Grave, J., Cordeiro, S., de Sá Teixeira, N., Korb, S., &amp; Soares, S. C. (2025). Emotional anticipation for dynamic emotional faces is not modulated by schizotypal traits: A Representational Momentum study. Quarterly Journal of Experimental Psychology, 78(6), 1088–1106. https://doi.org/10.1177/17470218241253703</w:t>
      </w:r>
    </w:p>
    <w:p w14:paraId="61D599C8" w14:textId="77777777" w:rsidR="004C5852" w:rsidRPr="004E7EB0" w:rsidRDefault="004C5852" w:rsidP="004A5480">
      <w:pPr>
        <w:pStyle w:val="Paragraph"/>
        <w:numPr>
          <w:ilvl w:val="0"/>
          <w:numId w:val="47"/>
        </w:numPr>
        <w:ind w:left="426"/>
      </w:pPr>
      <w:r w:rsidRPr="004E7EB0">
        <w:t>Hsieh, H. C., Chen, C. Y., Chou, C. H., Peng, B. Y., Sun, Y. C., Lin, T. W., Chien, Y., Chiou, S. H., Hung, K. F., &amp; Lu, H. H. S. (2024). Deep learning-based automatic image classification of oral cancer cells acquiring chemoresistance in vitro. PLoS ONE, 19(11). https://doi.org/10.1371/journal.pone.0310304</w:t>
      </w:r>
    </w:p>
    <w:p w14:paraId="5A796ADE" w14:textId="77777777" w:rsidR="004C5852" w:rsidRPr="004E7EB0" w:rsidRDefault="004C5852" w:rsidP="004A5480">
      <w:pPr>
        <w:pStyle w:val="Paragraph"/>
        <w:numPr>
          <w:ilvl w:val="0"/>
          <w:numId w:val="47"/>
        </w:numPr>
        <w:ind w:left="426"/>
      </w:pPr>
      <w:r w:rsidRPr="004E7EB0">
        <w:rPr>
          <w:lang w:val="sv-SE"/>
        </w:rPr>
        <w:t xml:space="preserve">Islam, M. M., Karray, F., &amp; Muhammad, G. (2025). </w:t>
      </w:r>
      <w:r w:rsidRPr="004E7EB0">
        <w:t>MSF-Net: Multi-stage fusion network for emotion recognition from multimodal signals in scalable healthcare. Information Fusion, 119. https://doi.org/10.1016/j.inffus.2025.103028</w:t>
      </w:r>
    </w:p>
    <w:p w14:paraId="7F059EFC" w14:textId="77777777" w:rsidR="004C5852" w:rsidRPr="004E7EB0" w:rsidRDefault="004C5852" w:rsidP="004A5480">
      <w:pPr>
        <w:pStyle w:val="Paragraph"/>
        <w:numPr>
          <w:ilvl w:val="0"/>
          <w:numId w:val="47"/>
        </w:numPr>
        <w:ind w:left="426"/>
      </w:pPr>
      <w:r w:rsidRPr="004E7EB0">
        <w:t>Kohls, G., Elster, E. M., Tino, P., Fairchild, G., Stadler, C., Popma, A., Freitag, C. M., De Brito, S. A., Konrad, K., &amp; Pauli, R. (2025). Machine learning reveals sex differences in distinguishing between conduct-disordered and neurotypical youth based on emotion processing dysfunction. BMC Psychiatry, 25(1). https://doi.org/10.1186/s12888-025-06536-6</w:t>
      </w:r>
    </w:p>
    <w:p w14:paraId="15B12FAC" w14:textId="77777777" w:rsidR="004C5852" w:rsidRPr="004E7EB0" w:rsidRDefault="004C5852" w:rsidP="004A5480">
      <w:pPr>
        <w:pStyle w:val="Paragraph"/>
        <w:numPr>
          <w:ilvl w:val="0"/>
          <w:numId w:val="47"/>
        </w:numPr>
        <w:ind w:left="426"/>
      </w:pPr>
      <w:r w:rsidRPr="004E7EB0">
        <w:t>Liu, J., Wu, G., Chen, L., Wan, X., Ma, B., Zhang, R., Qiu, C., &amp; Wang, X. (2025). Deep transfer learning for seismic characterization of strike-slip faults in karstified carbonates from the northern Tarim basin. Scientific Reports, 15(1). https://doi.org/10.1038/s41598-025-94134-7</w:t>
      </w:r>
    </w:p>
    <w:p w14:paraId="497E925B" w14:textId="77777777" w:rsidR="004C5852" w:rsidRPr="004E7EB0" w:rsidRDefault="004C5852" w:rsidP="004A5480">
      <w:pPr>
        <w:pStyle w:val="Paragraph"/>
        <w:numPr>
          <w:ilvl w:val="0"/>
          <w:numId w:val="47"/>
        </w:numPr>
        <w:ind w:left="426"/>
      </w:pPr>
      <w:r w:rsidRPr="004E7EB0">
        <w:t>Lu, J., &amp; Wang, J. (2025). Predicted missing information biases ensemble perception of temporally ordered facial expressions. Scientific Reports, 15(1). https://doi.org/10.1038/s41598-025-87936-2</w:t>
      </w:r>
    </w:p>
    <w:p w14:paraId="17C181BB" w14:textId="77777777" w:rsidR="004C5852" w:rsidRPr="004E7EB0" w:rsidRDefault="004C5852" w:rsidP="004A5480">
      <w:pPr>
        <w:pStyle w:val="Paragraph"/>
        <w:numPr>
          <w:ilvl w:val="0"/>
          <w:numId w:val="47"/>
        </w:numPr>
        <w:ind w:left="426"/>
      </w:pPr>
      <w:r w:rsidRPr="004E7EB0">
        <w:t>Madanian, S., Adeleye, O., Templeton, J. M., Chen, T., Poellabauer, C., Zhang, E., &amp; Schneider, S. L. (2025). A multi-dilated convolution network for speech emotion recognition. Scientific Reports, 15(1). https://doi.org/10.1038/s41598-025-92640-2</w:t>
      </w:r>
    </w:p>
    <w:p w14:paraId="759AA026" w14:textId="77777777" w:rsidR="004C5852" w:rsidRPr="004E7EB0" w:rsidRDefault="004C5852" w:rsidP="004A5480">
      <w:pPr>
        <w:pStyle w:val="Paragraph"/>
        <w:numPr>
          <w:ilvl w:val="0"/>
          <w:numId w:val="47"/>
        </w:numPr>
        <w:ind w:left="426"/>
      </w:pPr>
      <w:r w:rsidRPr="004E7EB0">
        <w:t>Mezaache, H., Bouzgou, H., Raymond, C., &amp; Zemouri, N. (2026). A Novel Approach for Accurate Wind Speed Time Series Forecasting Using ICEEMDAN Decomposition and Sample Entropy through Integration of Deep Learning Models. International Journal of Engineering, Transactions B: Applications, 39(2), 309–320. https://doi.org/10.5829/ije.2026.39.02b.03</w:t>
      </w:r>
    </w:p>
    <w:p w14:paraId="47FEBB01" w14:textId="77777777" w:rsidR="004C5852" w:rsidRPr="004E7EB0" w:rsidRDefault="004C5852" w:rsidP="004A5480">
      <w:pPr>
        <w:pStyle w:val="Paragraph"/>
        <w:numPr>
          <w:ilvl w:val="0"/>
          <w:numId w:val="47"/>
        </w:numPr>
        <w:ind w:left="426"/>
      </w:pPr>
      <w:r w:rsidRPr="004E7EB0">
        <w:t>Morsali, M., &amp; Ghaffari, A. (2025). Enhanced residual attention-based subject-specific network (ErAS-Net): facial expression-based pain classification with multiple attention mechanisms. Scientific Reports, 15(1). https://doi.org/10.1038/s41598-025-04552-w</w:t>
      </w:r>
    </w:p>
    <w:p w14:paraId="1258F01B" w14:textId="77777777" w:rsidR="004C5852" w:rsidRPr="004E7EB0" w:rsidRDefault="004C5852" w:rsidP="004A5480">
      <w:pPr>
        <w:pStyle w:val="Paragraph"/>
        <w:numPr>
          <w:ilvl w:val="0"/>
          <w:numId w:val="47"/>
        </w:numPr>
        <w:ind w:left="426"/>
      </w:pPr>
      <w:r w:rsidRPr="004E7EB0">
        <w:rPr>
          <w:lang w:val="sv-SE"/>
        </w:rPr>
        <w:t xml:space="preserve">Naseri, H., &amp; Safaei, A. A. (2025). </w:t>
      </w:r>
      <w:r w:rsidRPr="004E7EB0">
        <w:t>Diagnosis and prognosis of melanoma from dermoscopy images using machine learning and deep learning: a systematic literature review. In BMC Cancer (Vol. 25, Issue 1). BioMed Central Ltd. https://doi.org/10.1186/s12885-024-13423-y</w:t>
      </w:r>
    </w:p>
    <w:p w14:paraId="78FFEE02" w14:textId="77777777" w:rsidR="004C5852" w:rsidRPr="004E7EB0" w:rsidRDefault="004C5852" w:rsidP="004A5480">
      <w:pPr>
        <w:pStyle w:val="Paragraph"/>
        <w:numPr>
          <w:ilvl w:val="0"/>
          <w:numId w:val="47"/>
        </w:numPr>
        <w:ind w:left="426"/>
      </w:pPr>
      <w:r w:rsidRPr="004E7EB0">
        <w:t>Ouedraogo, A. S., Kumar, A., &amp; Wang, N. (2023). Landfill Waste Segregation Using Transfer and Ensemble Machine Learning: A Convolutional Neural Network Approach. Energies, 16(16). https://doi.org/10.3390/en16165980</w:t>
      </w:r>
    </w:p>
    <w:p w14:paraId="0D5AB765" w14:textId="77777777" w:rsidR="004C5852" w:rsidRPr="004E7EB0" w:rsidRDefault="004C5852" w:rsidP="004A5480">
      <w:pPr>
        <w:pStyle w:val="Paragraph"/>
        <w:numPr>
          <w:ilvl w:val="0"/>
          <w:numId w:val="47"/>
        </w:numPr>
        <w:ind w:left="426"/>
      </w:pPr>
      <w:r w:rsidRPr="004E7EB0">
        <w:t>Rachmad, A., Husni, Hutagalung, J., Hapsari, D., Hernawati, S., Syarief, M., Rochman, E. M. S., &amp; Asmara, Y. P. (2024). Deep Learning Optimization of the EfficienNet Architecture for Classification of Tuberculosis Bacteria. Mathematical Modelling of Engineering Problems, 11(10), 2664–2670. https://doi.org/10.18280/mmep.111008</w:t>
      </w:r>
    </w:p>
    <w:p w14:paraId="6C3A4A1F" w14:textId="77777777" w:rsidR="004C5852" w:rsidRPr="004E7EB0" w:rsidRDefault="004C5852" w:rsidP="004A5480">
      <w:pPr>
        <w:pStyle w:val="Paragraph"/>
        <w:numPr>
          <w:ilvl w:val="0"/>
          <w:numId w:val="47"/>
        </w:numPr>
        <w:ind w:left="426"/>
      </w:pPr>
      <w:r w:rsidRPr="004E7EB0">
        <w:lastRenderedPageBreak/>
        <w:t>Richard, S., Cavadini, T., Dalla-Libera, N., Angonin, S., Alaria, L., Lafay, A., Berger, C., &amp; Gentaz, E. (2025). The development of specific emotion comprehension components in 1285 preschool children. Scientific Reports, 15(1). https://doi.org/10.1038/s41598-025-90613-z</w:t>
      </w:r>
    </w:p>
    <w:p w14:paraId="133A7C74" w14:textId="77777777" w:rsidR="004C5852" w:rsidRPr="004E7EB0" w:rsidRDefault="004C5852" w:rsidP="004A5480">
      <w:pPr>
        <w:pStyle w:val="Paragraph"/>
        <w:numPr>
          <w:ilvl w:val="0"/>
          <w:numId w:val="47"/>
        </w:numPr>
        <w:ind w:left="426"/>
      </w:pPr>
      <w:r w:rsidRPr="004E7EB0">
        <w:rPr>
          <w:lang w:val="sv-SE"/>
        </w:rPr>
        <w:t xml:space="preserve">Rohani, M., Farsi, H., &amp; Mohamadzadeh, S. (2025). </w:t>
      </w:r>
      <w:r w:rsidRPr="004E7EB0">
        <w:t>Advanced Multi-Task Learning with Lightweight Networks and Multi-Head Attention for Efficient Facial Attribute Estimation. International Journal of Engineering, Transactions B: Applications, 38(10), 2259–2272. https://doi.org/10.5829/ije.2025.38.10a.05</w:t>
      </w:r>
    </w:p>
    <w:p w14:paraId="45C524EA" w14:textId="77777777" w:rsidR="004C5852" w:rsidRPr="004E7EB0" w:rsidRDefault="004C5852" w:rsidP="004A5480">
      <w:pPr>
        <w:pStyle w:val="Paragraph"/>
        <w:numPr>
          <w:ilvl w:val="0"/>
          <w:numId w:val="47"/>
        </w:numPr>
        <w:ind w:left="426"/>
      </w:pPr>
      <w:r w:rsidRPr="004E7EB0">
        <w:t>Salloum, S. A., Alomari, K. M., Alfaisal, A. M., Aljanada, R. A., &amp; Basiouni, A. (2025). Emotion recognition for enhanced learning: using AI to detect students’ emotions and adjust teaching methods. Smart Learning Environments, 12(1). https://doi.org/10.1186/s40561-025-00374-5</w:t>
      </w:r>
    </w:p>
    <w:p w14:paraId="3725F661" w14:textId="77777777" w:rsidR="004C5852" w:rsidRPr="004E7EB0" w:rsidRDefault="004C5852" w:rsidP="004A5480">
      <w:pPr>
        <w:pStyle w:val="Paragraph"/>
        <w:numPr>
          <w:ilvl w:val="0"/>
          <w:numId w:val="47"/>
        </w:numPr>
        <w:ind w:left="426"/>
      </w:pPr>
      <w:r w:rsidRPr="004E7EB0">
        <w:t>Wo, J. W. Y., Liao, W., &amp; Hsiao, J. H. wen. (2025). Impact of mask use on facial emotion recognition in individuals with subclinical social anxiety: an eye-tracking study. Cognitive Research: Principles and Implications, 10(1). https://doi.org/10.1186/s41235-025-00635-4</w:t>
      </w:r>
    </w:p>
    <w:sectPr w:rsidR="004C5852" w:rsidRPr="004E7EB0" w:rsidSect="00784521">
      <w:pgSz w:w="12240" w:h="15840"/>
      <w:pgMar w:top="1440" w:right="1440" w:bottom="156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0EA4988"/>
    <w:multiLevelType w:val="hybridMultilevel"/>
    <w:tmpl w:val="FF4C94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17" w15:restartNumberingAfterBreak="0">
    <w:nsid w:val="7AAF69AC"/>
    <w:multiLevelType w:val="hybridMultilevel"/>
    <w:tmpl w:val="93280DC6"/>
    <w:lvl w:ilvl="0" w:tplc="3809000F">
      <w:start w:val="1"/>
      <w:numFmt w:val="decimal"/>
      <w:lvlText w:val="%1."/>
      <w:lvlJc w:val="left"/>
      <w:pPr>
        <w:ind w:left="1004" w:hanging="360"/>
      </w:p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num w:numId="1">
    <w:abstractNumId w:val="16"/>
  </w:num>
  <w:num w:numId="2">
    <w:abstractNumId w:val="3"/>
  </w:num>
  <w:num w:numId="3">
    <w:abstractNumId w:val="13"/>
  </w:num>
  <w:num w:numId="4">
    <w:abstractNumId w:val="7"/>
  </w:num>
  <w:num w:numId="5">
    <w:abstractNumId w:val="12"/>
  </w:num>
  <w:num w:numId="6">
    <w:abstractNumId w:val="4"/>
  </w:num>
  <w:num w:numId="7">
    <w:abstractNumId w:val="6"/>
  </w:num>
  <w:num w:numId="8">
    <w:abstractNumId w:val="1"/>
  </w:num>
  <w:num w:numId="9">
    <w:abstractNumId w:val="15"/>
  </w:num>
  <w:num w:numId="10">
    <w:abstractNumId w:val="9"/>
  </w:num>
  <w:num w:numId="11">
    <w:abstractNumId w:val="14"/>
  </w:num>
  <w:num w:numId="12">
    <w:abstractNumId w:val="10"/>
  </w:num>
  <w:num w:numId="13">
    <w:abstractNumId w:val="5"/>
  </w:num>
  <w:num w:numId="14">
    <w:abstractNumId w:val="15"/>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2"/>
  </w:num>
  <w:num w:numId="30">
    <w:abstractNumId w:val="12"/>
  </w:num>
  <w:num w:numId="31">
    <w:abstractNumId w:val="12"/>
    <w:lvlOverride w:ilvl="0">
      <w:startOverride w:val="1"/>
    </w:lvlOverride>
  </w:num>
  <w:num w:numId="32">
    <w:abstractNumId w:val="12"/>
  </w:num>
  <w:num w:numId="33">
    <w:abstractNumId w:val="12"/>
    <w:lvlOverride w:ilvl="0">
      <w:startOverride w:val="1"/>
    </w:lvlOverride>
  </w:num>
  <w:num w:numId="34">
    <w:abstractNumId w:val="12"/>
    <w:lvlOverride w:ilvl="0">
      <w:startOverride w:val="1"/>
    </w:lvlOverride>
  </w:num>
  <w:num w:numId="35">
    <w:abstractNumId w:val="13"/>
    <w:lvlOverride w:ilvl="0">
      <w:startOverride w:val="1"/>
    </w:lvlOverride>
  </w:num>
  <w:num w:numId="36">
    <w:abstractNumId w:val="13"/>
  </w:num>
  <w:num w:numId="37">
    <w:abstractNumId w:val="13"/>
    <w:lvlOverride w:ilvl="0">
      <w:startOverride w:val="1"/>
    </w:lvlOverride>
  </w:num>
  <w:num w:numId="38">
    <w:abstractNumId w:val="13"/>
  </w:num>
  <w:num w:numId="39">
    <w:abstractNumId w:val="13"/>
    <w:lvlOverride w:ilvl="0">
      <w:startOverride w:val="1"/>
    </w:lvlOverride>
  </w:num>
  <w:num w:numId="40">
    <w:abstractNumId w:val="13"/>
    <w:lvlOverride w:ilvl="0">
      <w:startOverride w:val="1"/>
    </w:lvlOverride>
  </w:num>
  <w:num w:numId="41">
    <w:abstractNumId w:val="13"/>
    <w:lvlOverride w:ilvl="0">
      <w:startOverride w:val="1"/>
    </w:lvlOverride>
  </w:num>
  <w:num w:numId="42">
    <w:abstractNumId w:val="13"/>
  </w:num>
  <w:num w:numId="43">
    <w:abstractNumId w:val="13"/>
  </w:num>
  <w:num w:numId="44">
    <w:abstractNumId w:val="2"/>
  </w:num>
  <w:num w:numId="45">
    <w:abstractNumId w:val="0"/>
  </w:num>
  <w:num w:numId="46">
    <w:abstractNumId w:val="11"/>
  </w:num>
  <w:num w:numId="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3B67"/>
    <w:rsid w:val="000273F4"/>
    <w:rsid w:val="00027428"/>
    <w:rsid w:val="00031EC9"/>
    <w:rsid w:val="00051C08"/>
    <w:rsid w:val="00066763"/>
    <w:rsid w:val="00066FED"/>
    <w:rsid w:val="00075EA6"/>
    <w:rsid w:val="0007709F"/>
    <w:rsid w:val="00081FC1"/>
    <w:rsid w:val="00082C88"/>
    <w:rsid w:val="00086F62"/>
    <w:rsid w:val="00090674"/>
    <w:rsid w:val="0009320B"/>
    <w:rsid w:val="000938EF"/>
    <w:rsid w:val="00096AE0"/>
    <w:rsid w:val="00097C50"/>
    <w:rsid w:val="000A34E9"/>
    <w:rsid w:val="000B1B74"/>
    <w:rsid w:val="000B3A2D"/>
    <w:rsid w:val="000B49C0"/>
    <w:rsid w:val="000D3430"/>
    <w:rsid w:val="000E382F"/>
    <w:rsid w:val="000E63CD"/>
    <w:rsid w:val="000E75CD"/>
    <w:rsid w:val="001036BA"/>
    <w:rsid w:val="00112527"/>
    <w:rsid w:val="001146DC"/>
    <w:rsid w:val="00114AB1"/>
    <w:rsid w:val="001230FF"/>
    <w:rsid w:val="00123D64"/>
    <w:rsid w:val="00130BD7"/>
    <w:rsid w:val="00155B67"/>
    <w:rsid w:val="001562AF"/>
    <w:rsid w:val="00161A5B"/>
    <w:rsid w:val="0016385D"/>
    <w:rsid w:val="0016782F"/>
    <w:rsid w:val="0017605D"/>
    <w:rsid w:val="0018041A"/>
    <w:rsid w:val="001937E9"/>
    <w:rsid w:val="00194766"/>
    <w:rsid w:val="001964E5"/>
    <w:rsid w:val="00196834"/>
    <w:rsid w:val="001A7C2C"/>
    <w:rsid w:val="001B263B"/>
    <w:rsid w:val="001B476A"/>
    <w:rsid w:val="001C1E29"/>
    <w:rsid w:val="001C764F"/>
    <w:rsid w:val="001C7BB3"/>
    <w:rsid w:val="001D469C"/>
    <w:rsid w:val="001D67BB"/>
    <w:rsid w:val="001E76BE"/>
    <w:rsid w:val="001F0922"/>
    <w:rsid w:val="0021619E"/>
    <w:rsid w:val="002224C6"/>
    <w:rsid w:val="0023171B"/>
    <w:rsid w:val="00236BFC"/>
    <w:rsid w:val="00237437"/>
    <w:rsid w:val="002428F5"/>
    <w:rsid w:val="002502FD"/>
    <w:rsid w:val="00262FB1"/>
    <w:rsid w:val="00274622"/>
    <w:rsid w:val="00285D24"/>
    <w:rsid w:val="00290390"/>
    <w:rsid w:val="002915D3"/>
    <w:rsid w:val="002924DB"/>
    <w:rsid w:val="002941DA"/>
    <w:rsid w:val="002955EE"/>
    <w:rsid w:val="002B3884"/>
    <w:rsid w:val="002B5648"/>
    <w:rsid w:val="002B6CFB"/>
    <w:rsid w:val="002D6D5C"/>
    <w:rsid w:val="002E3C35"/>
    <w:rsid w:val="002F50FB"/>
    <w:rsid w:val="002F5298"/>
    <w:rsid w:val="002F5574"/>
    <w:rsid w:val="003055F2"/>
    <w:rsid w:val="00326AE0"/>
    <w:rsid w:val="00337E4F"/>
    <w:rsid w:val="00340C36"/>
    <w:rsid w:val="00346A9D"/>
    <w:rsid w:val="003670F7"/>
    <w:rsid w:val="003733CA"/>
    <w:rsid w:val="0039376F"/>
    <w:rsid w:val="003A287B"/>
    <w:rsid w:val="003A5C85"/>
    <w:rsid w:val="003A61B1"/>
    <w:rsid w:val="003B0050"/>
    <w:rsid w:val="003D087A"/>
    <w:rsid w:val="003D6312"/>
    <w:rsid w:val="003E7C74"/>
    <w:rsid w:val="003F31C6"/>
    <w:rsid w:val="0040225B"/>
    <w:rsid w:val="00402DA2"/>
    <w:rsid w:val="004044C0"/>
    <w:rsid w:val="0041774A"/>
    <w:rsid w:val="004217F3"/>
    <w:rsid w:val="00425AC2"/>
    <w:rsid w:val="0044771F"/>
    <w:rsid w:val="004928AA"/>
    <w:rsid w:val="0049770F"/>
    <w:rsid w:val="004A5480"/>
    <w:rsid w:val="004B151D"/>
    <w:rsid w:val="004C02C4"/>
    <w:rsid w:val="004C5852"/>
    <w:rsid w:val="004C7243"/>
    <w:rsid w:val="004E21DE"/>
    <w:rsid w:val="004E3C57"/>
    <w:rsid w:val="004E3CB2"/>
    <w:rsid w:val="004E7EB0"/>
    <w:rsid w:val="004F375D"/>
    <w:rsid w:val="00525813"/>
    <w:rsid w:val="00531C8B"/>
    <w:rsid w:val="0053513F"/>
    <w:rsid w:val="00574405"/>
    <w:rsid w:val="005810E0"/>
    <w:rsid w:val="005854B0"/>
    <w:rsid w:val="005A0E21"/>
    <w:rsid w:val="005A58DA"/>
    <w:rsid w:val="005B3A34"/>
    <w:rsid w:val="005C3C25"/>
    <w:rsid w:val="005D49AF"/>
    <w:rsid w:val="005E415C"/>
    <w:rsid w:val="005E71ED"/>
    <w:rsid w:val="005E7946"/>
    <w:rsid w:val="005F7475"/>
    <w:rsid w:val="00603D44"/>
    <w:rsid w:val="00611299"/>
    <w:rsid w:val="00613B4D"/>
    <w:rsid w:val="00616365"/>
    <w:rsid w:val="00616F3B"/>
    <w:rsid w:val="006249A7"/>
    <w:rsid w:val="0064225B"/>
    <w:rsid w:val="006654A6"/>
    <w:rsid w:val="006763F9"/>
    <w:rsid w:val="00692703"/>
    <w:rsid w:val="006949BC"/>
    <w:rsid w:val="006C0E6B"/>
    <w:rsid w:val="006D1229"/>
    <w:rsid w:val="006D372F"/>
    <w:rsid w:val="006D4BE4"/>
    <w:rsid w:val="006D7A18"/>
    <w:rsid w:val="006E4474"/>
    <w:rsid w:val="00701388"/>
    <w:rsid w:val="00723B7F"/>
    <w:rsid w:val="00725861"/>
    <w:rsid w:val="0073393A"/>
    <w:rsid w:val="0073539D"/>
    <w:rsid w:val="00767B8A"/>
    <w:rsid w:val="00775272"/>
    <w:rsid w:val="00775481"/>
    <w:rsid w:val="00784521"/>
    <w:rsid w:val="00793676"/>
    <w:rsid w:val="007A233B"/>
    <w:rsid w:val="007A764C"/>
    <w:rsid w:val="007B411F"/>
    <w:rsid w:val="007B4863"/>
    <w:rsid w:val="007C65E6"/>
    <w:rsid w:val="007D406B"/>
    <w:rsid w:val="007D4407"/>
    <w:rsid w:val="007D6B03"/>
    <w:rsid w:val="007E1CA3"/>
    <w:rsid w:val="00812D62"/>
    <w:rsid w:val="00812F29"/>
    <w:rsid w:val="00815FE6"/>
    <w:rsid w:val="008211A0"/>
    <w:rsid w:val="00821713"/>
    <w:rsid w:val="00827050"/>
    <w:rsid w:val="0083278B"/>
    <w:rsid w:val="00834538"/>
    <w:rsid w:val="00840475"/>
    <w:rsid w:val="00843425"/>
    <w:rsid w:val="00850E89"/>
    <w:rsid w:val="00863314"/>
    <w:rsid w:val="00886B80"/>
    <w:rsid w:val="008930E4"/>
    <w:rsid w:val="00893821"/>
    <w:rsid w:val="008A7B9C"/>
    <w:rsid w:val="008B39FA"/>
    <w:rsid w:val="008B4754"/>
    <w:rsid w:val="008E6A7A"/>
    <w:rsid w:val="008F1038"/>
    <w:rsid w:val="008F7046"/>
    <w:rsid w:val="009005FC"/>
    <w:rsid w:val="00922E5A"/>
    <w:rsid w:val="00943315"/>
    <w:rsid w:val="00946C27"/>
    <w:rsid w:val="00952A7E"/>
    <w:rsid w:val="00984052"/>
    <w:rsid w:val="0099175F"/>
    <w:rsid w:val="009A4F3D"/>
    <w:rsid w:val="009B696B"/>
    <w:rsid w:val="009B7671"/>
    <w:rsid w:val="009E5BA1"/>
    <w:rsid w:val="009F056E"/>
    <w:rsid w:val="009F54F5"/>
    <w:rsid w:val="00A01919"/>
    <w:rsid w:val="00A24F3D"/>
    <w:rsid w:val="00A25581"/>
    <w:rsid w:val="00A26DCD"/>
    <w:rsid w:val="00A314BB"/>
    <w:rsid w:val="00A32B7D"/>
    <w:rsid w:val="00A5596B"/>
    <w:rsid w:val="00A646B3"/>
    <w:rsid w:val="00A6739B"/>
    <w:rsid w:val="00A8624B"/>
    <w:rsid w:val="00A90413"/>
    <w:rsid w:val="00AA382E"/>
    <w:rsid w:val="00AA728C"/>
    <w:rsid w:val="00AB0A9C"/>
    <w:rsid w:val="00AB33FD"/>
    <w:rsid w:val="00AB3D02"/>
    <w:rsid w:val="00AB7119"/>
    <w:rsid w:val="00AC6910"/>
    <w:rsid w:val="00AD5855"/>
    <w:rsid w:val="00AE7500"/>
    <w:rsid w:val="00AE7F87"/>
    <w:rsid w:val="00AF3542"/>
    <w:rsid w:val="00AF5ABE"/>
    <w:rsid w:val="00B00415"/>
    <w:rsid w:val="00B03C2A"/>
    <w:rsid w:val="00B1000D"/>
    <w:rsid w:val="00B10134"/>
    <w:rsid w:val="00B16BFE"/>
    <w:rsid w:val="00B40670"/>
    <w:rsid w:val="00B417CE"/>
    <w:rsid w:val="00B500E5"/>
    <w:rsid w:val="00B5694E"/>
    <w:rsid w:val="00B82A68"/>
    <w:rsid w:val="00B838A1"/>
    <w:rsid w:val="00B90CD3"/>
    <w:rsid w:val="00BA39BB"/>
    <w:rsid w:val="00BA3B3D"/>
    <w:rsid w:val="00BB7EEA"/>
    <w:rsid w:val="00BD1909"/>
    <w:rsid w:val="00BE385D"/>
    <w:rsid w:val="00BE5E16"/>
    <w:rsid w:val="00BE5FD1"/>
    <w:rsid w:val="00C03189"/>
    <w:rsid w:val="00C06E05"/>
    <w:rsid w:val="00C14B14"/>
    <w:rsid w:val="00C17370"/>
    <w:rsid w:val="00C2054D"/>
    <w:rsid w:val="00C24FA4"/>
    <w:rsid w:val="00C252EB"/>
    <w:rsid w:val="00C26EC0"/>
    <w:rsid w:val="00C359FA"/>
    <w:rsid w:val="00C56C77"/>
    <w:rsid w:val="00C70284"/>
    <w:rsid w:val="00C83FB2"/>
    <w:rsid w:val="00C84923"/>
    <w:rsid w:val="00C91E23"/>
    <w:rsid w:val="00CB7B3E"/>
    <w:rsid w:val="00CC739D"/>
    <w:rsid w:val="00D009B2"/>
    <w:rsid w:val="00D04468"/>
    <w:rsid w:val="00D06B19"/>
    <w:rsid w:val="00D30640"/>
    <w:rsid w:val="00D36257"/>
    <w:rsid w:val="00D4687E"/>
    <w:rsid w:val="00D53A12"/>
    <w:rsid w:val="00D5491A"/>
    <w:rsid w:val="00D85ACB"/>
    <w:rsid w:val="00D87E2A"/>
    <w:rsid w:val="00DA2E46"/>
    <w:rsid w:val="00DB0C43"/>
    <w:rsid w:val="00DE3354"/>
    <w:rsid w:val="00DF42B4"/>
    <w:rsid w:val="00DF7DCD"/>
    <w:rsid w:val="00E03FC3"/>
    <w:rsid w:val="00E21AE9"/>
    <w:rsid w:val="00E3724B"/>
    <w:rsid w:val="00E378F5"/>
    <w:rsid w:val="00E50B7D"/>
    <w:rsid w:val="00E53D9B"/>
    <w:rsid w:val="00E81196"/>
    <w:rsid w:val="00E87C6E"/>
    <w:rsid w:val="00E904A1"/>
    <w:rsid w:val="00E93F29"/>
    <w:rsid w:val="00EA2A91"/>
    <w:rsid w:val="00EB7D28"/>
    <w:rsid w:val="00EC0D0C"/>
    <w:rsid w:val="00ED4A2C"/>
    <w:rsid w:val="00EE68A4"/>
    <w:rsid w:val="00EF6940"/>
    <w:rsid w:val="00F2044A"/>
    <w:rsid w:val="00F20BFC"/>
    <w:rsid w:val="00F24D5F"/>
    <w:rsid w:val="00F30771"/>
    <w:rsid w:val="00F552F1"/>
    <w:rsid w:val="00F726C3"/>
    <w:rsid w:val="00F81DA9"/>
    <w:rsid w:val="00F820CA"/>
    <w:rsid w:val="00F8554C"/>
    <w:rsid w:val="00F95F82"/>
    <w:rsid w:val="00F97A90"/>
    <w:rsid w:val="00FA71A5"/>
    <w:rsid w:val="00FB314F"/>
    <w:rsid w:val="00FB7D35"/>
    <w:rsid w:val="00FC2F35"/>
    <w:rsid w:val="00FC3FD7"/>
    <w:rsid w:val="00FD1FC6"/>
    <w:rsid w:val="00FE5869"/>
    <w:rsid w:val="00FE6925"/>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table" w:styleId="GridTable1Light">
    <w:name w:val="Grid Table 1 Light"/>
    <w:basedOn w:val="TableNormal"/>
    <w:uiPriority w:val="46"/>
    <w:rsid w:val="004F375D"/>
    <w:rPr>
      <w:rFonts w:eastAsia="SimSun"/>
      <w:lang w:val="en-IN" w:eastAsia="en-I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Heading1Char">
    <w:name w:val="Heading 1 Char"/>
    <w:basedOn w:val="DefaultParagraphFont"/>
    <w:link w:val="Heading1"/>
    <w:rsid w:val="003733CA"/>
    <w:rPr>
      <w:b/>
      <w:caps/>
      <w:sz w:val="24"/>
      <w:lang w:val="en-US" w:eastAsia="en-US"/>
    </w:rPr>
  </w:style>
  <w:style w:type="character" w:styleId="PlaceholderText">
    <w:name w:val="Placeholder Text"/>
    <w:basedOn w:val="DefaultParagraphFont"/>
    <w:uiPriority w:val="99"/>
    <w:semiHidden/>
    <w:rsid w:val="0041774A"/>
    <w:rPr>
      <w:color w:val="666666"/>
    </w:rPr>
  </w:style>
  <w:style w:type="table" w:styleId="PlainTable2">
    <w:name w:val="Plain Table 2"/>
    <w:basedOn w:val="TableNormal"/>
    <w:uiPriority w:val="42"/>
    <w:rsid w:val="00097C50"/>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4">
    <w:name w:val="Plain Table 4"/>
    <w:basedOn w:val="TableNormal"/>
    <w:uiPriority w:val="44"/>
    <w:rsid w:val="0019476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265908">
      <w:bodyDiv w:val="1"/>
      <w:marLeft w:val="0"/>
      <w:marRight w:val="0"/>
      <w:marTop w:val="0"/>
      <w:marBottom w:val="0"/>
      <w:divBdr>
        <w:top w:val="none" w:sz="0" w:space="0" w:color="auto"/>
        <w:left w:val="none" w:sz="0" w:space="0" w:color="auto"/>
        <w:bottom w:val="none" w:sz="0" w:space="0" w:color="auto"/>
        <w:right w:val="none" w:sz="0" w:space="0" w:color="auto"/>
      </w:divBdr>
      <w:divsChild>
        <w:div w:id="1190872937">
          <w:marLeft w:val="640"/>
          <w:marRight w:val="0"/>
          <w:marTop w:val="0"/>
          <w:marBottom w:val="0"/>
          <w:divBdr>
            <w:top w:val="none" w:sz="0" w:space="0" w:color="auto"/>
            <w:left w:val="none" w:sz="0" w:space="0" w:color="auto"/>
            <w:bottom w:val="none" w:sz="0" w:space="0" w:color="auto"/>
            <w:right w:val="none" w:sz="0" w:space="0" w:color="auto"/>
          </w:divBdr>
        </w:div>
        <w:div w:id="1528593424">
          <w:marLeft w:val="640"/>
          <w:marRight w:val="0"/>
          <w:marTop w:val="0"/>
          <w:marBottom w:val="0"/>
          <w:divBdr>
            <w:top w:val="none" w:sz="0" w:space="0" w:color="auto"/>
            <w:left w:val="none" w:sz="0" w:space="0" w:color="auto"/>
            <w:bottom w:val="none" w:sz="0" w:space="0" w:color="auto"/>
            <w:right w:val="none" w:sz="0" w:space="0" w:color="auto"/>
          </w:divBdr>
        </w:div>
        <w:div w:id="237059661">
          <w:marLeft w:val="640"/>
          <w:marRight w:val="0"/>
          <w:marTop w:val="0"/>
          <w:marBottom w:val="0"/>
          <w:divBdr>
            <w:top w:val="none" w:sz="0" w:space="0" w:color="auto"/>
            <w:left w:val="none" w:sz="0" w:space="0" w:color="auto"/>
            <w:bottom w:val="none" w:sz="0" w:space="0" w:color="auto"/>
            <w:right w:val="none" w:sz="0" w:space="0" w:color="auto"/>
          </w:divBdr>
        </w:div>
        <w:div w:id="82146393">
          <w:marLeft w:val="640"/>
          <w:marRight w:val="0"/>
          <w:marTop w:val="0"/>
          <w:marBottom w:val="0"/>
          <w:divBdr>
            <w:top w:val="none" w:sz="0" w:space="0" w:color="auto"/>
            <w:left w:val="none" w:sz="0" w:space="0" w:color="auto"/>
            <w:bottom w:val="none" w:sz="0" w:space="0" w:color="auto"/>
            <w:right w:val="none" w:sz="0" w:space="0" w:color="auto"/>
          </w:divBdr>
        </w:div>
        <w:div w:id="285502254">
          <w:marLeft w:val="640"/>
          <w:marRight w:val="0"/>
          <w:marTop w:val="0"/>
          <w:marBottom w:val="0"/>
          <w:divBdr>
            <w:top w:val="none" w:sz="0" w:space="0" w:color="auto"/>
            <w:left w:val="none" w:sz="0" w:space="0" w:color="auto"/>
            <w:bottom w:val="none" w:sz="0" w:space="0" w:color="auto"/>
            <w:right w:val="none" w:sz="0" w:space="0" w:color="auto"/>
          </w:divBdr>
        </w:div>
        <w:div w:id="908615323">
          <w:marLeft w:val="640"/>
          <w:marRight w:val="0"/>
          <w:marTop w:val="0"/>
          <w:marBottom w:val="0"/>
          <w:divBdr>
            <w:top w:val="none" w:sz="0" w:space="0" w:color="auto"/>
            <w:left w:val="none" w:sz="0" w:space="0" w:color="auto"/>
            <w:bottom w:val="none" w:sz="0" w:space="0" w:color="auto"/>
            <w:right w:val="none" w:sz="0" w:space="0" w:color="auto"/>
          </w:divBdr>
        </w:div>
        <w:div w:id="1089548336">
          <w:marLeft w:val="640"/>
          <w:marRight w:val="0"/>
          <w:marTop w:val="0"/>
          <w:marBottom w:val="0"/>
          <w:divBdr>
            <w:top w:val="none" w:sz="0" w:space="0" w:color="auto"/>
            <w:left w:val="none" w:sz="0" w:space="0" w:color="auto"/>
            <w:bottom w:val="none" w:sz="0" w:space="0" w:color="auto"/>
            <w:right w:val="none" w:sz="0" w:space="0" w:color="auto"/>
          </w:divBdr>
        </w:div>
        <w:div w:id="161361898">
          <w:marLeft w:val="640"/>
          <w:marRight w:val="0"/>
          <w:marTop w:val="0"/>
          <w:marBottom w:val="0"/>
          <w:divBdr>
            <w:top w:val="none" w:sz="0" w:space="0" w:color="auto"/>
            <w:left w:val="none" w:sz="0" w:space="0" w:color="auto"/>
            <w:bottom w:val="none" w:sz="0" w:space="0" w:color="auto"/>
            <w:right w:val="none" w:sz="0" w:space="0" w:color="auto"/>
          </w:divBdr>
        </w:div>
        <w:div w:id="231893894">
          <w:marLeft w:val="640"/>
          <w:marRight w:val="0"/>
          <w:marTop w:val="0"/>
          <w:marBottom w:val="0"/>
          <w:divBdr>
            <w:top w:val="none" w:sz="0" w:space="0" w:color="auto"/>
            <w:left w:val="none" w:sz="0" w:space="0" w:color="auto"/>
            <w:bottom w:val="none" w:sz="0" w:space="0" w:color="auto"/>
            <w:right w:val="none" w:sz="0" w:space="0" w:color="auto"/>
          </w:divBdr>
        </w:div>
        <w:div w:id="23093869">
          <w:marLeft w:val="640"/>
          <w:marRight w:val="0"/>
          <w:marTop w:val="0"/>
          <w:marBottom w:val="0"/>
          <w:divBdr>
            <w:top w:val="none" w:sz="0" w:space="0" w:color="auto"/>
            <w:left w:val="none" w:sz="0" w:space="0" w:color="auto"/>
            <w:bottom w:val="none" w:sz="0" w:space="0" w:color="auto"/>
            <w:right w:val="none" w:sz="0" w:space="0" w:color="auto"/>
          </w:divBdr>
        </w:div>
        <w:div w:id="2104838065">
          <w:marLeft w:val="640"/>
          <w:marRight w:val="0"/>
          <w:marTop w:val="0"/>
          <w:marBottom w:val="0"/>
          <w:divBdr>
            <w:top w:val="none" w:sz="0" w:space="0" w:color="auto"/>
            <w:left w:val="none" w:sz="0" w:space="0" w:color="auto"/>
            <w:bottom w:val="none" w:sz="0" w:space="0" w:color="auto"/>
            <w:right w:val="none" w:sz="0" w:space="0" w:color="auto"/>
          </w:divBdr>
        </w:div>
        <w:div w:id="495413640">
          <w:marLeft w:val="640"/>
          <w:marRight w:val="0"/>
          <w:marTop w:val="0"/>
          <w:marBottom w:val="0"/>
          <w:divBdr>
            <w:top w:val="none" w:sz="0" w:space="0" w:color="auto"/>
            <w:left w:val="none" w:sz="0" w:space="0" w:color="auto"/>
            <w:bottom w:val="none" w:sz="0" w:space="0" w:color="auto"/>
            <w:right w:val="none" w:sz="0" w:space="0" w:color="auto"/>
          </w:divBdr>
        </w:div>
        <w:div w:id="978612361">
          <w:marLeft w:val="640"/>
          <w:marRight w:val="0"/>
          <w:marTop w:val="0"/>
          <w:marBottom w:val="0"/>
          <w:divBdr>
            <w:top w:val="none" w:sz="0" w:space="0" w:color="auto"/>
            <w:left w:val="none" w:sz="0" w:space="0" w:color="auto"/>
            <w:bottom w:val="none" w:sz="0" w:space="0" w:color="auto"/>
            <w:right w:val="none" w:sz="0" w:space="0" w:color="auto"/>
          </w:divBdr>
        </w:div>
        <w:div w:id="1147823221">
          <w:marLeft w:val="640"/>
          <w:marRight w:val="0"/>
          <w:marTop w:val="0"/>
          <w:marBottom w:val="0"/>
          <w:divBdr>
            <w:top w:val="none" w:sz="0" w:space="0" w:color="auto"/>
            <w:left w:val="none" w:sz="0" w:space="0" w:color="auto"/>
            <w:bottom w:val="none" w:sz="0" w:space="0" w:color="auto"/>
            <w:right w:val="none" w:sz="0" w:space="0" w:color="auto"/>
          </w:divBdr>
        </w:div>
        <w:div w:id="1074863043">
          <w:marLeft w:val="640"/>
          <w:marRight w:val="0"/>
          <w:marTop w:val="0"/>
          <w:marBottom w:val="0"/>
          <w:divBdr>
            <w:top w:val="none" w:sz="0" w:space="0" w:color="auto"/>
            <w:left w:val="none" w:sz="0" w:space="0" w:color="auto"/>
            <w:bottom w:val="none" w:sz="0" w:space="0" w:color="auto"/>
            <w:right w:val="none" w:sz="0" w:space="0" w:color="auto"/>
          </w:divBdr>
        </w:div>
        <w:div w:id="1730029676">
          <w:marLeft w:val="640"/>
          <w:marRight w:val="0"/>
          <w:marTop w:val="0"/>
          <w:marBottom w:val="0"/>
          <w:divBdr>
            <w:top w:val="none" w:sz="0" w:space="0" w:color="auto"/>
            <w:left w:val="none" w:sz="0" w:space="0" w:color="auto"/>
            <w:bottom w:val="none" w:sz="0" w:space="0" w:color="auto"/>
            <w:right w:val="none" w:sz="0" w:space="0" w:color="auto"/>
          </w:divBdr>
        </w:div>
        <w:div w:id="2037805437">
          <w:marLeft w:val="640"/>
          <w:marRight w:val="0"/>
          <w:marTop w:val="0"/>
          <w:marBottom w:val="0"/>
          <w:divBdr>
            <w:top w:val="none" w:sz="0" w:space="0" w:color="auto"/>
            <w:left w:val="none" w:sz="0" w:space="0" w:color="auto"/>
            <w:bottom w:val="none" w:sz="0" w:space="0" w:color="auto"/>
            <w:right w:val="none" w:sz="0" w:space="0" w:color="auto"/>
          </w:divBdr>
        </w:div>
        <w:div w:id="1556888540">
          <w:marLeft w:val="640"/>
          <w:marRight w:val="0"/>
          <w:marTop w:val="0"/>
          <w:marBottom w:val="0"/>
          <w:divBdr>
            <w:top w:val="none" w:sz="0" w:space="0" w:color="auto"/>
            <w:left w:val="none" w:sz="0" w:space="0" w:color="auto"/>
            <w:bottom w:val="none" w:sz="0" w:space="0" w:color="auto"/>
            <w:right w:val="none" w:sz="0" w:space="0" w:color="auto"/>
          </w:divBdr>
        </w:div>
        <w:div w:id="476999750">
          <w:marLeft w:val="640"/>
          <w:marRight w:val="0"/>
          <w:marTop w:val="0"/>
          <w:marBottom w:val="0"/>
          <w:divBdr>
            <w:top w:val="none" w:sz="0" w:space="0" w:color="auto"/>
            <w:left w:val="none" w:sz="0" w:space="0" w:color="auto"/>
            <w:bottom w:val="none" w:sz="0" w:space="0" w:color="auto"/>
            <w:right w:val="none" w:sz="0" w:space="0" w:color="auto"/>
          </w:divBdr>
        </w:div>
        <w:div w:id="1331059892">
          <w:marLeft w:val="640"/>
          <w:marRight w:val="0"/>
          <w:marTop w:val="0"/>
          <w:marBottom w:val="0"/>
          <w:divBdr>
            <w:top w:val="none" w:sz="0" w:space="0" w:color="auto"/>
            <w:left w:val="none" w:sz="0" w:space="0" w:color="auto"/>
            <w:bottom w:val="none" w:sz="0" w:space="0" w:color="auto"/>
            <w:right w:val="none" w:sz="0" w:space="0" w:color="auto"/>
          </w:divBdr>
        </w:div>
      </w:divsChild>
    </w:div>
    <w:div w:id="140847754">
      <w:bodyDiv w:val="1"/>
      <w:marLeft w:val="0"/>
      <w:marRight w:val="0"/>
      <w:marTop w:val="0"/>
      <w:marBottom w:val="0"/>
      <w:divBdr>
        <w:top w:val="none" w:sz="0" w:space="0" w:color="auto"/>
        <w:left w:val="none" w:sz="0" w:space="0" w:color="auto"/>
        <w:bottom w:val="none" w:sz="0" w:space="0" w:color="auto"/>
        <w:right w:val="none" w:sz="0" w:space="0" w:color="auto"/>
      </w:divBdr>
      <w:divsChild>
        <w:div w:id="1051656792">
          <w:marLeft w:val="640"/>
          <w:marRight w:val="0"/>
          <w:marTop w:val="0"/>
          <w:marBottom w:val="0"/>
          <w:divBdr>
            <w:top w:val="none" w:sz="0" w:space="0" w:color="auto"/>
            <w:left w:val="none" w:sz="0" w:space="0" w:color="auto"/>
            <w:bottom w:val="none" w:sz="0" w:space="0" w:color="auto"/>
            <w:right w:val="none" w:sz="0" w:space="0" w:color="auto"/>
          </w:divBdr>
        </w:div>
        <w:div w:id="2141879329">
          <w:marLeft w:val="640"/>
          <w:marRight w:val="0"/>
          <w:marTop w:val="0"/>
          <w:marBottom w:val="0"/>
          <w:divBdr>
            <w:top w:val="none" w:sz="0" w:space="0" w:color="auto"/>
            <w:left w:val="none" w:sz="0" w:space="0" w:color="auto"/>
            <w:bottom w:val="none" w:sz="0" w:space="0" w:color="auto"/>
            <w:right w:val="none" w:sz="0" w:space="0" w:color="auto"/>
          </w:divBdr>
        </w:div>
        <w:div w:id="1046955559">
          <w:marLeft w:val="640"/>
          <w:marRight w:val="0"/>
          <w:marTop w:val="0"/>
          <w:marBottom w:val="0"/>
          <w:divBdr>
            <w:top w:val="none" w:sz="0" w:space="0" w:color="auto"/>
            <w:left w:val="none" w:sz="0" w:space="0" w:color="auto"/>
            <w:bottom w:val="none" w:sz="0" w:space="0" w:color="auto"/>
            <w:right w:val="none" w:sz="0" w:space="0" w:color="auto"/>
          </w:divBdr>
        </w:div>
        <w:div w:id="95291491">
          <w:marLeft w:val="640"/>
          <w:marRight w:val="0"/>
          <w:marTop w:val="0"/>
          <w:marBottom w:val="0"/>
          <w:divBdr>
            <w:top w:val="none" w:sz="0" w:space="0" w:color="auto"/>
            <w:left w:val="none" w:sz="0" w:space="0" w:color="auto"/>
            <w:bottom w:val="none" w:sz="0" w:space="0" w:color="auto"/>
            <w:right w:val="none" w:sz="0" w:space="0" w:color="auto"/>
          </w:divBdr>
        </w:div>
        <w:div w:id="1299335148">
          <w:marLeft w:val="640"/>
          <w:marRight w:val="0"/>
          <w:marTop w:val="0"/>
          <w:marBottom w:val="0"/>
          <w:divBdr>
            <w:top w:val="none" w:sz="0" w:space="0" w:color="auto"/>
            <w:left w:val="none" w:sz="0" w:space="0" w:color="auto"/>
            <w:bottom w:val="none" w:sz="0" w:space="0" w:color="auto"/>
            <w:right w:val="none" w:sz="0" w:space="0" w:color="auto"/>
          </w:divBdr>
        </w:div>
        <w:div w:id="958485821">
          <w:marLeft w:val="640"/>
          <w:marRight w:val="0"/>
          <w:marTop w:val="0"/>
          <w:marBottom w:val="0"/>
          <w:divBdr>
            <w:top w:val="none" w:sz="0" w:space="0" w:color="auto"/>
            <w:left w:val="none" w:sz="0" w:space="0" w:color="auto"/>
            <w:bottom w:val="none" w:sz="0" w:space="0" w:color="auto"/>
            <w:right w:val="none" w:sz="0" w:space="0" w:color="auto"/>
          </w:divBdr>
        </w:div>
        <w:div w:id="917519826">
          <w:marLeft w:val="640"/>
          <w:marRight w:val="0"/>
          <w:marTop w:val="0"/>
          <w:marBottom w:val="0"/>
          <w:divBdr>
            <w:top w:val="none" w:sz="0" w:space="0" w:color="auto"/>
            <w:left w:val="none" w:sz="0" w:space="0" w:color="auto"/>
            <w:bottom w:val="none" w:sz="0" w:space="0" w:color="auto"/>
            <w:right w:val="none" w:sz="0" w:space="0" w:color="auto"/>
          </w:divBdr>
        </w:div>
        <w:div w:id="2018144418">
          <w:marLeft w:val="640"/>
          <w:marRight w:val="0"/>
          <w:marTop w:val="0"/>
          <w:marBottom w:val="0"/>
          <w:divBdr>
            <w:top w:val="none" w:sz="0" w:space="0" w:color="auto"/>
            <w:left w:val="none" w:sz="0" w:space="0" w:color="auto"/>
            <w:bottom w:val="none" w:sz="0" w:space="0" w:color="auto"/>
            <w:right w:val="none" w:sz="0" w:space="0" w:color="auto"/>
          </w:divBdr>
        </w:div>
        <w:div w:id="130439838">
          <w:marLeft w:val="640"/>
          <w:marRight w:val="0"/>
          <w:marTop w:val="0"/>
          <w:marBottom w:val="0"/>
          <w:divBdr>
            <w:top w:val="none" w:sz="0" w:space="0" w:color="auto"/>
            <w:left w:val="none" w:sz="0" w:space="0" w:color="auto"/>
            <w:bottom w:val="none" w:sz="0" w:space="0" w:color="auto"/>
            <w:right w:val="none" w:sz="0" w:space="0" w:color="auto"/>
          </w:divBdr>
        </w:div>
        <w:div w:id="563370577">
          <w:marLeft w:val="640"/>
          <w:marRight w:val="0"/>
          <w:marTop w:val="0"/>
          <w:marBottom w:val="0"/>
          <w:divBdr>
            <w:top w:val="none" w:sz="0" w:space="0" w:color="auto"/>
            <w:left w:val="none" w:sz="0" w:space="0" w:color="auto"/>
            <w:bottom w:val="none" w:sz="0" w:space="0" w:color="auto"/>
            <w:right w:val="none" w:sz="0" w:space="0" w:color="auto"/>
          </w:divBdr>
        </w:div>
        <w:div w:id="409353427">
          <w:marLeft w:val="640"/>
          <w:marRight w:val="0"/>
          <w:marTop w:val="0"/>
          <w:marBottom w:val="0"/>
          <w:divBdr>
            <w:top w:val="none" w:sz="0" w:space="0" w:color="auto"/>
            <w:left w:val="none" w:sz="0" w:space="0" w:color="auto"/>
            <w:bottom w:val="none" w:sz="0" w:space="0" w:color="auto"/>
            <w:right w:val="none" w:sz="0" w:space="0" w:color="auto"/>
          </w:divBdr>
        </w:div>
        <w:div w:id="517424691">
          <w:marLeft w:val="640"/>
          <w:marRight w:val="0"/>
          <w:marTop w:val="0"/>
          <w:marBottom w:val="0"/>
          <w:divBdr>
            <w:top w:val="none" w:sz="0" w:space="0" w:color="auto"/>
            <w:left w:val="none" w:sz="0" w:space="0" w:color="auto"/>
            <w:bottom w:val="none" w:sz="0" w:space="0" w:color="auto"/>
            <w:right w:val="none" w:sz="0" w:space="0" w:color="auto"/>
          </w:divBdr>
        </w:div>
        <w:div w:id="173961287">
          <w:marLeft w:val="640"/>
          <w:marRight w:val="0"/>
          <w:marTop w:val="0"/>
          <w:marBottom w:val="0"/>
          <w:divBdr>
            <w:top w:val="none" w:sz="0" w:space="0" w:color="auto"/>
            <w:left w:val="none" w:sz="0" w:space="0" w:color="auto"/>
            <w:bottom w:val="none" w:sz="0" w:space="0" w:color="auto"/>
            <w:right w:val="none" w:sz="0" w:space="0" w:color="auto"/>
          </w:divBdr>
        </w:div>
        <w:div w:id="647243161">
          <w:marLeft w:val="640"/>
          <w:marRight w:val="0"/>
          <w:marTop w:val="0"/>
          <w:marBottom w:val="0"/>
          <w:divBdr>
            <w:top w:val="none" w:sz="0" w:space="0" w:color="auto"/>
            <w:left w:val="none" w:sz="0" w:space="0" w:color="auto"/>
            <w:bottom w:val="none" w:sz="0" w:space="0" w:color="auto"/>
            <w:right w:val="none" w:sz="0" w:space="0" w:color="auto"/>
          </w:divBdr>
        </w:div>
        <w:div w:id="1288243035">
          <w:marLeft w:val="640"/>
          <w:marRight w:val="0"/>
          <w:marTop w:val="0"/>
          <w:marBottom w:val="0"/>
          <w:divBdr>
            <w:top w:val="none" w:sz="0" w:space="0" w:color="auto"/>
            <w:left w:val="none" w:sz="0" w:space="0" w:color="auto"/>
            <w:bottom w:val="none" w:sz="0" w:space="0" w:color="auto"/>
            <w:right w:val="none" w:sz="0" w:space="0" w:color="auto"/>
          </w:divBdr>
        </w:div>
        <w:div w:id="1763644115">
          <w:marLeft w:val="640"/>
          <w:marRight w:val="0"/>
          <w:marTop w:val="0"/>
          <w:marBottom w:val="0"/>
          <w:divBdr>
            <w:top w:val="none" w:sz="0" w:space="0" w:color="auto"/>
            <w:left w:val="none" w:sz="0" w:space="0" w:color="auto"/>
            <w:bottom w:val="none" w:sz="0" w:space="0" w:color="auto"/>
            <w:right w:val="none" w:sz="0" w:space="0" w:color="auto"/>
          </w:divBdr>
        </w:div>
        <w:div w:id="1633554062">
          <w:marLeft w:val="640"/>
          <w:marRight w:val="0"/>
          <w:marTop w:val="0"/>
          <w:marBottom w:val="0"/>
          <w:divBdr>
            <w:top w:val="none" w:sz="0" w:space="0" w:color="auto"/>
            <w:left w:val="none" w:sz="0" w:space="0" w:color="auto"/>
            <w:bottom w:val="none" w:sz="0" w:space="0" w:color="auto"/>
            <w:right w:val="none" w:sz="0" w:space="0" w:color="auto"/>
          </w:divBdr>
        </w:div>
        <w:div w:id="1305045342">
          <w:marLeft w:val="640"/>
          <w:marRight w:val="0"/>
          <w:marTop w:val="0"/>
          <w:marBottom w:val="0"/>
          <w:divBdr>
            <w:top w:val="none" w:sz="0" w:space="0" w:color="auto"/>
            <w:left w:val="none" w:sz="0" w:space="0" w:color="auto"/>
            <w:bottom w:val="none" w:sz="0" w:space="0" w:color="auto"/>
            <w:right w:val="none" w:sz="0" w:space="0" w:color="auto"/>
          </w:divBdr>
        </w:div>
        <w:div w:id="1858499128">
          <w:marLeft w:val="640"/>
          <w:marRight w:val="0"/>
          <w:marTop w:val="0"/>
          <w:marBottom w:val="0"/>
          <w:divBdr>
            <w:top w:val="none" w:sz="0" w:space="0" w:color="auto"/>
            <w:left w:val="none" w:sz="0" w:space="0" w:color="auto"/>
            <w:bottom w:val="none" w:sz="0" w:space="0" w:color="auto"/>
            <w:right w:val="none" w:sz="0" w:space="0" w:color="auto"/>
          </w:divBdr>
        </w:div>
        <w:div w:id="458837934">
          <w:marLeft w:val="640"/>
          <w:marRight w:val="0"/>
          <w:marTop w:val="0"/>
          <w:marBottom w:val="0"/>
          <w:divBdr>
            <w:top w:val="none" w:sz="0" w:space="0" w:color="auto"/>
            <w:left w:val="none" w:sz="0" w:space="0" w:color="auto"/>
            <w:bottom w:val="none" w:sz="0" w:space="0" w:color="auto"/>
            <w:right w:val="none" w:sz="0" w:space="0" w:color="auto"/>
          </w:divBdr>
        </w:div>
      </w:divsChild>
    </w:div>
    <w:div w:id="158078550">
      <w:bodyDiv w:val="1"/>
      <w:marLeft w:val="0"/>
      <w:marRight w:val="0"/>
      <w:marTop w:val="0"/>
      <w:marBottom w:val="0"/>
      <w:divBdr>
        <w:top w:val="none" w:sz="0" w:space="0" w:color="auto"/>
        <w:left w:val="none" w:sz="0" w:space="0" w:color="auto"/>
        <w:bottom w:val="none" w:sz="0" w:space="0" w:color="auto"/>
        <w:right w:val="none" w:sz="0" w:space="0" w:color="auto"/>
      </w:divBdr>
      <w:divsChild>
        <w:div w:id="1990746760">
          <w:marLeft w:val="640"/>
          <w:marRight w:val="0"/>
          <w:marTop w:val="0"/>
          <w:marBottom w:val="0"/>
          <w:divBdr>
            <w:top w:val="none" w:sz="0" w:space="0" w:color="auto"/>
            <w:left w:val="none" w:sz="0" w:space="0" w:color="auto"/>
            <w:bottom w:val="none" w:sz="0" w:space="0" w:color="auto"/>
            <w:right w:val="none" w:sz="0" w:space="0" w:color="auto"/>
          </w:divBdr>
        </w:div>
        <w:div w:id="457333052">
          <w:marLeft w:val="640"/>
          <w:marRight w:val="0"/>
          <w:marTop w:val="0"/>
          <w:marBottom w:val="0"/>
          <w:divBdr>
            <w:top w:val="none" w:sz="0" w:space="0" w:color="auto"/>
            <w:left w:val="none" w:sz="0" w:space="0" w:color="auto"/>
            <w:bottom w:val="none" w:sz="0" w:space="0" w:color="auto"/>
            <w:right w:val="none" w:sz="0" w:space="0" w:color="auto"/>
          </w:divBdr>
        </w:div>
        <w:div w:id="393115950">
          <w:marLeft w:val="640"/>
          <w:marRight w:val="0"/>
          <w:marTop w:val="0"/>
          <w:marBottom w:val="0"/>
          <w:divBdr>
            <w:top w:val="none" w:sz="0" w:space="0" w:color="auto"/>
            <w:left w:val="none" w:sz="0" w:space="0" w:color="auto"/>
            <w:bottom w:val="none" w:sz="0" w:space="0" w:color="auto"/>
            <w:right w:val="none" w:sz="0" w:space="0" w:color="auto"/>
          </w:divBdr>
        </w:div>
        <w:div w:id="820271376">
          <w:marLeft w:val="640"/>
          <w:marRight w:val="0"/>
          <w:marTop w:val="0"/>
          <w:marBottom w:val="0"/>
          <w:divBdr>
            <w:top w:val="none" w:sz="0" w:space="0" w:color="auto"/>
            <w:left w:val="none" w:sz="0" w:space="0" w:color="auto"/>
            <w:bottom w:val="none" w:sz="0" w:space="0" w:color="auto"/>
            <w:right w:val="none" w:sz="0" w:space="0" w:color="auto"/>
          </w:divBdr>
        </w:div>
        <w:div w:id="67391006">
          <w:marLeft w:val="640"/>
          <w:marRight w:val="0"/>
          <w:marTop w:val="0"/>
          <w:marBottom w:val="0"/>
          <w:divBdr>
            <w:top w:val="none" w:sz="0" w:space="0" w:color="auto"/>
            <w:left w:val="none" w:sz="0" w:space="0" w:color="auto"/>
            <w:bottom w:val="none" w:sz="0" w:space="0" w:color="auto"/>
            <w:right w:val="none" w:sz="0" w:space="0" w:color="auto"/>
          </w:divBdr>
        </w:div>
        <w:div w:id="159856556">
          <w:marLeft w:val="640"/>
          <w:marRight w:val="0"/>
          <w:marTop w:val="0"/>
          <w:marBottom w:val="0"/>
          <w:divBdr>
            <w:top w:val="none" w:sz="0" w:space="0" w:color="auto"/>
            <w:left w:val="none" w:sz="0" w:space="0" w:color="auto"/>
            <w:bottom w:val="none" w:sz="0" w:space="0" w:color="auto"/>
            <w:right w:val="none" w:sz="0" w:space="0" w:color="auto"/>
          </w:divBdr>
        </w:div>
        <w:div w:id="1740209168">
          <w:marLeft w:val="640"/>
          <w:marRight w:val="0"/>
          <w:marTop w:val="0"/>
          <w:marBottom w:val="0"/>
          <w:divBdr>
            <w:top w:val="none" w:sz="0" w:space="0" w:color="auto"/>
            <w:left w:val="none" w:sz="0" w:space="0" w:color="auto"/>
            <w:bottom w:val="none" w:sz="0" w:space="0" w:color="auto"/>
            <w:right w:val="none" w:sz="0" w:space="0" w:color="auto"/>
          </w:divBdr>
        </w:div>
        <w:div w:id="2036612774">
          <w:marLeft w:val="640"/>
          <w:marRight w:val="0"/>
          <w:marTop w:val="0"/>
          <w:marBottom w:val="0"/>
          <w:divBdr>
            <w:top w:val="none" w:sz="0" w:space="0" w:color="auto"/>
            <w:left w:val="none" w:sz="0" w:space="0" w:color="auto"/>
            <w:bottom w:val="none" w:sz="0" w:space="0" w:color="auto"/>
            <w:right w:val="none" w:sz="0" w:space="0" w:color="auto"/>
          </w:divBdr>
        </w:div>
        <w:div w:id="482966555">
          <w:marLeft w:val="640"/>
          <w:marRight w:val="0"/>
          <w:marTop w:val="0"/>
          <w:marBottom w:val="0"/>
          <w:divBdr>
            <w:top w:val="none" w:sz="0" w:space="0" w:color="auto"/>
            <w:left w:val="none" w:sz="0" w:space="0" w:color="auto"/>
            <w:bottom w:val="none" w:sz="0" w:space="0" w:color="auto"/>
            <w:right w:val="none" w:sz="0" w:space="0" w:color="auto"/>
          </w:divBdr>
        </w:div>
        <w:div w:id="1036779886">
          <w:marLeft w:val="640"/>
          <w:marRight w:val="0"/>
          <w:marTop w:val="0"/>
          <w:marBottom w:val="0"/>
          <w:divBdr>
            <w:top w:val="none" w:sz="0" w:space="0" w:color="auto"/>
            <w:left w:val="none" w:sz="0" w:space="0" w:color="auto"/>
            <w:bottom w:val="none" w:sz="0" w:space="0" w:color="auto"/>
            <w:right w:val="none" w:sz="0" w:space="0" w:color="auto"/>
          </w:divBdr>
        </w:div>
        <w:div w:id="1229920145">
          <w:marLeft w:val="640"/>
          <w:marRight w:val="0"/>
          <w:marTop w:val="0"/>
          <w:marBottom w:val="0"/>
          <w:divBdr>
            <w:top w:val="none" w:sz="0" w:space="0" w:color="auto"/>
            <w:left w:val="none" w:sz="0" w:space="0" w:color="auto"/>
            <w:bottom w:val="none" w:sz="0" w:space="0" w:color="auto"/>
            <w:right w:val="none" w:sz="0" w:space="0" w:color="auto"/>
          </w:divBdr>
        </w:div>
        <w:div w:id="1025523460">
          <w:marLeft w:val="640"/>
          <w:marRight w:val="0"/>
          <w:marTop w:val="0"/>
          <w:marBottom w:val="0"/>
          <w:divBdr>
            <w:top w:val="none" w:sz="0" w:space="0" w:color="auto"/>
            <w:left w:val="none" w:sz="0" w:space="0" w:color="auto"/>
            <w:bottom w:val="none" w:sz="0" w:space="0" w:color="auto"/>
            <w:right w:val="none" w:sz="0" w:space="0" w:color="auto"/>
          </w:divBdr>
        </w:div>
        <w:div w:id="563947883">
          <w:marLeft w:val="640"/>
          <w:marRight w:val="0"/>
          <w:marTop w:val="0"/>
          <w:marBottom w:val="0"/>
          <w:divBdr>
            <w:top w:val="none" w:sz="0" w:space="0" w:color="auto"/>
            <w:left w:val="none" w:sz="0" w:space="0" w:color="auto"/>
            <w:bottom w:val="none" w:sz="0" w:space="0" w:color="auto"/>
            <w:right w:val="none" w:sz="0" w:space="0" w:color="auto"/>
          </w:divBdr>
        </w:div>
        <w:div w:id="420954597">
          <w:marLeft w:val="640"/>
          <w:marRight w:val="0"/>
          <w:marTop w:val="0"/>
          <w:marBottom w:val="0"/>
          <w:divBdr>
            <w:top w:val="none" w:sz="0" w:space="0" w:color="auto"/>
            <w:left w:val="none" w:sz="0" w:space="0" w:color="auto"/>
            <w:bottom w:val="none" w:sz="0" w:space="0" w:color="auto"/>
            <w:right w:val="none" w:sz="0" w:space="0" w:color="auto"/>
          </w:divBdr>
        </w:div>
        <w:div w:id="1071196640">
          <w:marLeft w:val="640"/>
          <w:marRight w:val="0"/>
          <w:marTop w:val="0"/>
          <w:marBottom w:val="0"/>
          <w:divBdr>
            <w:top w:val="none" w:sz="0" w:space="0" w:color="auto"/>
            <w:left w:val="none" w:sz="0" w:space="0" w:color="auto"/>
            <w:bottom w:val="none" w:sz="0" w:space="0" w:color="auto"/>
            <w:right w:val="none" w:sz="0" w:space="0" w:color="auto"/>
          </w:divBdr>
        </w:div>
        <w:div w:id="2140107929">
          <w:marLeft w:val="640"/>
          <w:marRight w:val="0"/>
          <w:marTop w:val="0"/>
          <w:marBottom w:val="0"/>
          <w:divBdr>
            <w:top w:val="none" w:sz="0" w:space="0" w:color="auto"/>
            <w:left w:val="none" w:sz="0" w:space="0" w:color="auto"/>
            <w:bottom w:val="none" w:sz="0" w:space="0" w:color="auto"/>
            <w:right w:val="none" w:sz="0" w:space="0" w:color="auto"/>
          </w:divBdr>
        </w:div>
        <w:div w:id="436339575">
          <w:marLeft w:val="640"/>
          <w:marRight w:val="0"/>
          <w:marTop w:val="0"/>
          <w:marBottom w:val="0"/>
          <w:divBdr>
            <w:top w:val="none" w:sz="0" w:space="0" w:color="auto"/>
            <w:left w:val="none" w:sz="0" w:space="0" w:color="auto"/>
            <w:bottom w:val="none" w:sz="0" w:space="0" w:color="auto"/>
            <w:right w:val="none" w:sz="0" w:space="0" w:color="auto"/>
          </w:divBdr>
        </w:div>
        <w:div w:id="1439713883">
          <w:marLeft w:val="640"/>
          <w:marRight w:val="0"/>
          <w:marTop w:val="0"/>
          <w:marBottom w:val="0"/>
          <w:divBdr>
            <w:top w:val="none" w:sz="0" w:space="0" w:color="auto"/>
            <w:left w:val="none" w:sz="0" w:space="0" w:color="auto"/>
            <w:bottom w:val="none" w:sz="0" w:space="0" w:color="auto"/>
            <w:right w:val="none" w:sz="0" w:space="0" w:color="auto"/>
          </w:divBdr>
        </w:div>
        <w:div w:id="1652443347">
          <w:marLeft w:val="640"/>
          <w:marRight w:val="0"/>
          <w:marTop w:val="0"/>
          <w:marBottom w:val="0"/>
          <w:divBdr>
            <w:top w:val="none" w:sz="0" w:space="0" w:color="auto"/>
            <w:left w:val="none" w:sz="0" w:space="0" w:color="auto"/>
            <w:bottom w:val="none" w:sz="0" w:space="0" w:color="auto"/>
            <w:right w:val="none" w:sz="0" w:space="0" w:color="auto"/>
          </w:divBdr>
        </w:div>
        <w:div w:id="15545286">
          <w:marLeft w:val="640"/>
          <w:marRight w:val="0"/>
          <w:marTop w:val="0"/>
          <w:marBottom w:val="0"/>
          <w:divBdr>
            <w:top w:val="none" w:sz="0" w:space="0" w:color="auto"/>
            <w:left w:val="none" w:sz="0" w:space="0" w:color="auto"/>
            <w:bottom w:val="none" w:sz="0" w:space="0" w:color="auto"/>
            <w:right w:val="none" w:sz="0" w:space="0" w:color="auto"/>
          </w:divBdr>
        </w:div>
      </w:divsChild>
    </w:div>
    <w:div w:id="241069854">
      <w:bodyDiv w:val="1"/>
      <w:marLeft w:val="0"/>
      <w:marRight w:val="0"/>
      <w:marTop w:val="0"/>
      <w:marBottom w:val="0"/>
      <w:divBdr>
        <w:top w:val="none" w:sz="0" w:space="0" w:color="auto"/>
        <w:left w:val="none" w:sz="0" w:space="0" w:color="auto"/>
        <w:bottom w:val="none" w:sz="0" w:space="0" w:color="auto"/>
        <w:right w:val="none" w:sz="0" w:space="0" w:color="auto"/>
      </w:divBdr>
      <w:divsChild>
        <w:div w:id="166605312">
          <w:marLeft w:val="480"/>
          <w:marRight w:val="0"/>
          <w:marTop w:val="0"/>
          <w:marBottom w:val="0"/>
          <w:divBdr>
            <w:top w:val="none" w:sz="0" w:space="0" w:color="auto"/>
            <w:left w:val="none" w:sz="0" w:space="0" w:color="auto"/>
            <w:bottom w:val="none" w:sz="0" w:space="0" w:color="auto"/>
            <w:right w:val="none" w:sz="0" w:space="0" w:color="auto"/>
          </w:divBdr>
        </w:div>
        <w:div w:id="786461376">
          <w:marLeft w:val="480"/>
          <w:marRight w:val="0"/>
          <w:marTop w:val="0"/>
          <w:marBottom w:val="0"/>
          <w:divBdr>
            <w:top w:val="none" w:sz="0" w:space="0" w:color="auto"/>
            <w:left w:val="none" w:sz="0" w:space="0" w:color="auto"/>
            <w:bottom w:val="none" w:sz="0" w:space="0" w:color="auto"/>
            <w:right w:val="none" w:sz="0" w:space="0" w:color="auto"/>
          </w:divBdr>
        </w:div>
      </w:divsChild>
    </w:div>
    <w:div w:id="339044531">
      <w:bodyDiv w:val="1"/>
      <w:marLeft w:val="0"/>
      <w:marRight w:val="0"/>
      <w:marTop w:val="0"/>
      <w:marBottom w:val="0"/>
      <w:divBdr>
        <w:top w:val="none" w:sz="0" w:space="0" w:color="auto"/>
        <w:left w:val="none" w:sz="0" w:space="0" w:color="auto"/>
        <w:bottom w:val="none" w:sz="0" w:space="0" w:color="auto"/>
        <w:right w:val="none" w:sz="0" w:space="0" w:color="auto"/>
      </w:divBdr>
    </w:div>
    <w:div w:id="413430401">
      <w:bodyDiv w:val="1"/>
      <w:marLeft w:val="0"/>
      <w:marRight w:val="0"/>
      <w:marTop w:val="0"/>
      <w:marBottom w:val="0"/>
      <w:divBdr>
        <w:top w:val="none" w:sz="0" w:space="0" w:color="auto"/>
        <w:left w:val="none" w:sz="0" w:space="0" w:color="auto"/>
        <w:bottom w:val="none" w:sz="0" w:space="0" w:color="auto"/>
        <w:right w:val="none" w:sz="0" w:space="0" w:color="auto"/>
      </w:divBdr>
    </w:div>
    <w:div w:id="523787655">
      <w:bodyDiv w:val="1"/>
      <w:marLeft w:val="0"/>
      <w:marRight w:val="0"/>
      <w:marTop w:val="0"/>
      <w:marBottom w:val="0"/>
      <w:divBdr>
        <w:top w:val="none" w:sz="0" w:space="0" w:color="auto"/>
        <w:left w:val="none" w:sz="0" w:space="0" w:color="auto"/>
        <w:bottom w:val="none" w:sz="0" w:space="0" w:color="auto"/>
        <w:right w:val="none" w:sz="0" w:space="0" w:color="auto"/>
      </w:divBdr>
    </w:div>
    <w:div w:id="575626438">
      <w:bodyDiv w:val="1"/>
      <w:marLeft w:val="0"/>
      <w:marRight w:val="0"/>
      <w:marTop w:val="0"/>
      <w:marBottom w:val="0"/>
      <w:divBdr>
        <w:top w:val="none" w:sz="0" w:space="0" w:color="auto"/>
        <w:left w:val="none" w:sz="0" w:space="0" w:color="auto"/>
        <w:bottom w:val="none" w:sz="0" w:space="0" w:color="auto"/>
        <w:right w:val="none" w:sz="0" w:space="0" w:color="auto"/>
      </w:divBdr>
    </w:div>
    <w:div w:id="622469351">
      <w:bodyDiv w:val="1"/>
      <w:marLeft w:val="0"/>
      <w:marRight w:val="0"/>
      <w:marTop w:val="0"/>
      <w:marBottom w:val="0"/>
      <w:divBdr>
        <w:top w:val="none" w:sz="0" w:space="0" w:color="auto"/>
        <w:left w:val="none" w:sz="0" w:space="0" w:color="auto"/>
        <w:bottom w:val="none" w:sz="0" w:space="0" w:color="auto"/>
        <w:right w:val="none" w:sz="0" w:space="0" w:color="auto"/>
      </w:divBdr>
      <w:divsChild>
        <w:div w:id="1507551909">
          <w:marLeft w:val="480"/>
          <w:marRight w:val="0"/>
          <w:marTop w:val="0"/>
          <w:marBottom w:val="0"/>
          <w:divBdr>
            <w:top w:val="none" w:sz="0" w:space="0" w:color="auto"/>
            <w:left w:val="none" w:sz="0" w:space="0" w:color="auto"/>
            <w:bottom w:val="none" w:sz="0" w:space="0" w:color="auto"/>
            <w:right w:val="none" w:sz="0" w:space="0" w:color="auto"/>
          </w:divBdr>
        </w:div>
        <w:div w:id="169377287">
          <w:marLeft w:val="480"/>
          <w:marRight w:val="0"/>
          <w:marTop w:val="0"/>
          <w:marBottom w:val="0"/>
          <w:divBdr>
            <w:top w:val="none" w:sz="0" w:space="0" w:color="auto"/>
            <w:left w:val="none" w:sz="0" w:space="0" w:color="auto"/>
            <w:bottom w:val="none" w:sz="0" w:space="0" w:color="auto"/>
            <w:right w:val="none" w:sz="0" w:space="0" w:color="auto"/>
          </w:divBdr>
        </w:div>
        <w:div w:id="793594742">
          <w:marLeft w:val="480"/>
          <w:marRight w:val="0"/>
          <w:marTop w:val="0"/>
          <w:marBottom w:val="0"/>
          <w:divBdr>
            <w:top w:val="none" w:sz="0" w:space="0" w:color="auto"/>
            <w:left w:val="none" w:sz="0" w:space="0" w:color="auto"/>
            <w:bottom w:val="none" w:sz="0" w:space="0" w:color="auto"/>
            <w:right w:val="none" w:sz="0" w:space="0" w:color="auto"/>
          </w:divBdr>
        </w:div>
        <w:div w:id="108201901">
          <w:marLeft w:val="480"/>
          <w:marRight w:val="0"/>
          <w:marTop w:val="0"/>
          <w:marBottom w:val="0"/>
          <w:divBdr>
            <w:top w:val="none" w:sz="0" w:space="0" w:color="auto"/>
            <w:left w:val="none" w:sz="0" w:space="0" w:color="auto"/>
            <w:bottom w:val="none" w:sz="0" w:space="0" w:color="auto"/>
            <w:right w:val="none" w:sz="0" w:space="0" w:color="auto"/>
          </w:divBdr>
        </w:div>
        <w:div w:id="470947015">
          <w:marLeft w:val="480"/>
          <w:marRight w:val="0"/>
          <w:marTop w:val="0"/>
          <w:marBottom w:val="0"/>
          <w:divBdr>
            <w:top w:val="none" w:sz="0" w:space="0" w:color="auto"/>
            <w:left w:val="none" w:sz="0" w:space="0" w:color="auto"/>
            <w:bottom w:val="none" w:sz="0" w:space="0" w:color="auto"/>
            <w:right w:val="none" w:sz="0" w:space="0" w:color="auto"/>
          </w:divBdr>
        </w:div>
        <w:div w:id="882594516">
          <w:marLeft w:val="480"/>
          <w:marRight w:val="0"/>
          <w:marTop w:val="0"/>
          <w:marBottom w:val="0"/>
          <w:divBdr>
            <w:top w:val="none" w:sz="0" w:space="0" w:color="auto"/>
            <w:left w:val="none" w:sz="0" w:space="0" w:color="auto"/>
            <w:bottom w:val="none" w:sz="0" w:space="0" w:color="auto"/>
            <w:right w:val="none" w:sz="0" w:space="0" w:color="auto"/>
          </w:divBdr>
        </w:div>
        <w:div w:id="1130972702">
          <w:marLeft w:val="480"/>
          <w:marRight w:val="0"/>
          <w:marTop w:val="0"/>
          <w:marBottom w:val="0"/>
          <w:divBdr>
            <w:top w:val="none" w:sz="0" w:space="0" w:color="auto"/>
            <w:left w:val="none" w:sz="0" w:space="0" w:color="auto"/>
            <w:bottom w:val="none" w:sz="0" w:space="0" w:color="auto"/>
            <w:right w:val="none" w:sz="0" w:space="0" w:color="auto"/>
          </w:divBdr>
        </w:div>
        <w:div w:id="256715338">
          <w:marLeft w:val="480"/>
          <w:marRight w:val="0"/>
          <w:marTop w:val="0"/>
          <w:marBottom w:val="0"/>
          <w:divBdr>
            <w:top w:val="none" w:sz="0" w:space="0" w:color="auto"/>
            <w:left w:val="none" w:sz="0" w:space="0" w:color="auto"/>
            <w:bottom w:val="none" w:sz="0" w:space="0" w:color="auto"/>
            <w:right w:val="none" w:sz="0" w:space="0" w:color="auto"/>
          </w:divBdr>
        </w:div>
        <w:div w:id="583418662">
          <w:marLeft w:val="480"/>
          <w:marRight w:val="0"/>
          <w:marTop w:val="0"/>
          <w:marBottom w:val="0"/>
          <w:divBdr>
            <w:top w:val="none" w:sz="0" w:space="0" w:color="auto"/>
            <w:left w:val="none" w:sz="0" w:space="0" w:color="auto"/>
            <w:bottom w:val="none" w:sz="0" w:space="0" w:color="auto"/>
            <w:right w:val="none" w:sz="0" w:space="0" w:color="auto"/>
          </w:divBdr>
        </w:div>
        <w:div w:id="1892614574">
          <w:marLeft w:val="480"/>
          <w:marRight w:val="0"/>
          <w:marTop w:val="0"/>
          <w:marBottom w:val="0"/>
          <w:divBdr>
            <w:top w:val="none" w:sz="0" w:space="0" w:color="auto"/>
            <w:left w:val="none" w:sz="0" w:space="0" w:color="auto"/>
            <w:bottom w:val="none" w:sz="0" w:space="0" w:color="auto"/>
            <w:right w:val="none" w:sz="0" w:space="0" w:color="auto"/>
          </w:divBdr>
        </w:div>
        <w:div w:id="1416827275">
          <w:marLeft w:val="480"/>
          <w:marRight w:val="0"/>
          <w:marTop w:val="0"/>
          <w:marBottom w:val="0"/>
          <w:divBdr>
            <w:top w:val="none" w:sz="0" w:space="0" w:color="auto"/>
            <w:left w:val="none" w:sz="0" w:space="0" w:color="auto"/>
            <w:bottom w:val="none" w:sz="0" w:space="0" w:color="auto"/>
            <w:right w:val="none" w:sz="0" w:space="0" w:color="auto"/>
          </w:divBdr>
        </w:div>
        <w:div w:id="316803521">
          <w:marLeft w:val="480"/>
          <w:marRight w:val="0"/>
          <w:marTop w:val="0"/>
          <w:marBottom w:val="0"/>
          <w:divBdr>
            <w:top w:val="none" w:sz="0" w:space="0" w:color="auto"/>
            <w:left w:val="none" w:sz="0" w:space="0" w:color="auto"/>
            <w:bottom w:val="none" w:sz="0" w:space="0" w:color="auto"/>
            <w:right w:val="none" w:sz="0" w:space="0" w:color="auto"/>
          </w:divBdr>
        </w:div>
        <w:div w:id="889001421">
          <w:marLeft w:val="480"/>
          <w:marRight w:val="0"/>
          <w:marTop w:val="0"/>
          <w:marBottom w:val="0"/>
          <w:divBdr>
            <w:top w:val="none" w:sz="0" w:space="0" w:color="auto"/>
            <w:left w:val="none" w:sz="0" w:space="0" w:color="auto"/>
            <w:bottom w:val="none" w:sz="0" w:space="0" w:color="auto"/>
            <w:right w:val="none" w:sz="0" w:space="0" w:color="auto"/>
          </w:divBdr>
        </w:div>
        <w:div w:id="718819688">
          <w:marLeft w:val="480"/>
          <w:marRight w:val="0"/>
          <w:marTop w:val="0"/>
          <w:marBottom w:val="0"/>
          <w:divBdr>
            <w:top w:val="none" w:sz="0" w:space="0" w:color="auto"/>
            <w:left w:val="none" w:sz="0" w:space="0" w:color="auto"/>
            <w:bottom w:val="none" w:sz="0" w:space="0" w:color="auto"/>
            <w:right w:val="none" w:sz="0" w:space="0" w:color="auto"/>
          </w:divBdr>
        </w:div>
        <w:div w:id="947392202">
          <w:marLeft w:val="480"/>
          <w:marRight w:val="0"/>
          <w:marTop w:val="0"/>
          <w:marBottom w:val="0"/>
          <w:divBdr>
            <w:top w:val="none" w:sz="0" w:space="0" w:color="auto"/>
            <w:left w:val="none" w:sz="0" w:space="0" w:color="auto"/>
            <w:bottom w:val="none" w:sz="0" w:space="0" w:color="auto"/>
            <w:right w:val="none" w:sz="0" w:space="0" w:color="auto"/>
          </w:divBdr>
        </w:div>
        <w:div w:id="1341927701">
          <w:marLeft w:val="480"/>
          <w:marRight w:val="0"/>
          <w:marTop w:val="0"/>
          <w:marBottom w:val="0"/>
          <w:divBdr>
            <w:top w:val="none" w:sz="0" w:space="0" w:color="auto"/>
            <w:left w:val="none" w:sz="0" w:space="0" w:color="auto"/>
            <w:bottom w:val="none" w:sz="0" w:space="0" w:color="auto"/>
            <w:right w:val="none" w:sz="0" w:space="0" w:color="auto"/>
          </w:divBdr>
        </w:div>
        <w:div w:id="770471779">
          <w:marLeft w:val="480"/>
          <w:marRight w:val="0"/>
          <w:marTop w:val="0"/>
          <w:marBottom w:val="0"/>
          <w:divBdr>
            <w:top w:val="none" w:sz="0" w:space="0" w:color="auto"/>
            <w:left w:val="none" w:sz="0" w:space="0" w:color="auto"/>
            <w:bottom w:val="none" w:sz="0" w:space="0" w:color="auto"/>
            <w:right w:val="none" w:sz="0" w:space="0" w:color="auto"/>
          </w:divBdr>
        </w:div>
        <w:div w:id="1011298895">
          <w:marLeft w:val="480"/>
          <w:marRight w:val="0"/>
          <w:marTop w:val="0"/>
          <w:marBottom w:val="0"/>
          <w:divBdr>
            <w:top w:val="none" w:sz="0" w:space="0" w:color="auto"/>
            <w:left w:val="none" w:sz="0" w:space="0" w:color="auto"/>
            <w:bottom w:val="none" w:sz="0" w:space="0" w:color="auto"/>
            <w:right w:val="none" w:sz="0" w:space="0" w:color="auto"/>
          </w:divBdr>
        </w:div>
        <w:div w:id="281613507">
          <w:marLeft w:val="480"/>
          <w:marRight w:val="0"/>
          <w:marTop w:val="0"/>
          <w:marBottom w:val="0"/>
          <w:divBdr>
            <w:top w:val="none" w:sz="0" w:space="0" w:color="auto"/>
            <w:left w:val="none" w:sz="0" w:space="0" w:color="auto"/>
            <w:bottom w:val="none" w:sz="0" w:space="0" w:color="auto"/>
            <w:right w:val="none" w:sz="0" w:space="0" w:color="auto"/>
          </w:divBdr>
        </w:div>
        <w:div w:id="1307734985">
          <w:marLeft w:val="480"/>
          <w:marRight w:val="0"/>
          <w:marTop w:val="0"/>
          <w:marBottom w:val="0"/>
          <w:divBdr>
            <w:top w:val="none" w:sz="0" w:space="0" w:color="auto"/>
            <w:left w:val="none" w:sz="0" w:space="0" w:color="auto"/>
            <w:bottom w:val="none" w:sz="0" w:space="0" w:color="auto"/>
            <w:right w:val="none" w:sz="0" w:space="0" w:color="auto"/>
          </w:divBdr>
        </w:div>
      </w:divsChild>
    </w:div>
    <w:div w:id="624846097">
      <w:bodyDiv w:val="1"/>
      <w:marLeft w:val="0"/>
      <w:marRight w:val="0"/>
      <w:marTop w:val="0"/>
      <w:marBottom w:val="0"/>
      <w:divBdr>
        <w:top w:val="none" w:sz="0" w:space="0" w:color="auto"/>
        <w:left w:val="none" w:sz="0" w:space="0" w:color="auto"/>
        <w:bottom w:val="none" w:sz="0" w:space="0" w:color="auto"/>
        <w:right w:val="none" w:sz="0" w:space="0" w:color="auto"/>
      </w:divBdr>
      <w:divsChild>
        <w:div w:id="913589463">
          <w:marLeft w:val="640"/>
          <w:marRight w:val="0"/>
          <w:marTop w:val="0"/>
          <w:marBottom w:val="0"/>
          <w:divBdr>
            <w:top w:val="none" w:sz="0" w:space="0" w:color="auto"/>
            <w:left w:val="none" w:sz="0" w:space="0" w:color="auto"/>
            <w:bottom w:val="none" w:sz="0" w:space="0" w:color="auto"/>
            <w:right w:val="none" w:sz="0" w:space="0" w:color="auto"/>
          </w:divBdr>
        </w:div>
        <w:div w:id="2032485644">
          <w:marLeft w:val="640"/>
          <w:marRight w:val="0"/>
          <w:marTop w:val="0"/>
          <w:marBottom w:val="0"/>
          <w:divBdr>
            <w:top w:val="none" w:sz="0" w:space="0" w:color="auto"/>
            <w:left w:val="none" w:sz="0" w:space="0" w:color="auto"/>
            <w:bottom w:val="none" w:sz="0" w:space="0" w:color="auto"/>
            <w:right w:val="none" w:sz="0" w:space="0" w:color="auto"/>
          </w:divBdr>
        </w:div>
        <w:div w:id="830759719">
          <w:marLeft w:val="640"/>
          <w:marRight w:val="0"/>
          <w:marTop w:val="0"/>
          <w:marBottom w:val="0"/>
          <w:divBdr>
            <w:top w:val="none" w:sz="0" w:space="0" w:color="auto"/>
            <w:left w:val="none" w:sz="0" w:space="0" w:color="auto"/>
            <w:bottom w:val="none" w:sz="0" w:space="0" w:color="auto"/>
            <w:right w:val="none" w:sz="0" w:space="0" w:color="auto"/>
          </w:divBdr>
        </w:div>
        <w:div w:id="1104498472">
          <w:marLeft w:val="640"/>
          <w:marRight w:val="0"/>
          <w:marTop w:val="0"/>
          <w:marBottom w:val="0"/>
          <w:divBdr>
            <w:top w:val="none" w:sz="0" w:space="0" w:color="auto"/>
            <w:left w:val="none" w:sz="0" w:space="0" w:color="auto"/>
            <w:bottom w:val="none" w:sz="0" w:space="0" w:color="auto"/>
            <w:right w:val="none" w:sz="0" w:space="0" w:color="auto"/>
          </w:divBdr>
        </w:div>
        <w:div w:id="103422897">
          <w:marLeft w:val="640"/>
          <w:marRight w:val="0"/>
          <w:marTop w:val="0"/>
          <w:marBottom w:val="0"/>
          <w:divBdr>
            <w:top w:val="none" w:sz="0" w:space="0" w:color="auto"/>
            <w:left w:val="none" w:sz="0" w:space="0" w:color="auto"/>
            <w:bottom w:val="none" w:sz="0" w:space="0" w:color="auto"/>
            <w:right w:val="none" w:sz="0" w:space="0" w:color="auto"/>
          </w:divBdr>
        </w:div>
        <w:div w:id="1522278671">
          <w:marLeft w:val="640"/>
          <w:marRight w:val="0"/>
          <w:marTop w:val="0"/>
          <w:marBottom w:val="0"/>
          <w:divBdr>
            <w:top w:val="none" w:sz="0" w:space="0" w:color="auto"/>
            <w:left w:val="none" w:sz="0" w:space="0" w:color="auto"/>
            <w:bottom w:val="none" w:sz="0" w:space="0" w:color="auto"/>
            <w:right w:val="none" w:sz="0" w:space="0" w:color="auto"/>
          </w:divBdr>
        </w:div>
        <w:div w:id="34281323">
          <w:marLeft w:val="640"/>
          <w:marRight w:val="0"/>
          <w:marTop w:val="0"/>
          <w:marBottom w:val="0"/>
          <w:divBdr>
            <w:top w:val="none" w:sz="0" w:space="0" w:color="auto"/>
            <w:left w:val="none" w:sz="0" w:space="0" w:color="auto"/>
            <w:bottom w:val="none" w:sz="0" w:space="0" w:color="auto"/>
            <w:right w:val="none" w:sz="0" w:space="0" w:color="auto"/>
          </w:divBdr>
        </w:div>
        <w:div w:id="2047292415">
          <w:marLeft w:val="640"/>
          <w:marRight w:val="0"/>
          <w:marTop w:val="0"/>
          <w:marBottom w:val="0"/>
          <w:divBdr>
            <w:top w:val="none" w:sz="0" w:space="0" w:color="auto"/>
            <w:left w:val="none" w:sz="0" w:space="0" w:color="auto"/>
            <w:bottom w:val="none" w:sz="0" w:space="0" w:color="auto"/>
            <w:right w:val="none" w:sz="0" w:space="0" w:color="auto"/>
          </w:divBdr>
        </w:div>
        <w:div w:id="1878424188">
          <w:marLeft w:val="640"/>
          <w:marRight w:val="0"/>
          <w:marTop w:val="0"/>
          <w:marBottom w:val="0"/>
          <w:divBdr>
            <w:top w:val="none" w:sz="0" w:space="0" w:color="auto"/>
            <w:left w:val="none" w:sz="0" w:space="0" w:color="auto"/>
            <w:bottom w:val="none" w:sz="0" w:space="0" w:color="auto"/>
            <w:right w:val="none" w:sz="0" w:space="0" w:color="auto"/>
          </w:divBdr>
        </w:div>
        <w:div w:id="1756003612">
          <w:marLeft w:val="640"/>
          <w:marRight w:val="0"/>
          <w:marTop w:val="0"/>
          <w:marBottom w:val="0"/>
          <w:divBdr>
            <w:top w:val="none" w:sz="0" w:space="0" w:color="auto"/>
            <w:left w:val="none" w:sz="0" w:space="0" w:color="auto"/>
            <w:bottom w:val="none" w:sz="0" w:space="0" w:color="auto"/>
            <w:right w:val="none" w:sz="0" w:space="0" w:color="auto"/>
          </w:divBdr>
        </w:div>
        <w:div w:id="1322277470">
          <w:marLeft w:val="640"/>
          <w:marRight w:val="0"/>
          <w:marTop w:val="0"/>
          <w:marBottom w:val="0"/>
          <w:divBdr>
            <w:top w:val="none" w:sz="0" w:space="0" w:color="auto"/>
            <w:left w:val="none" w:sz="0" w:space="0" w:color="auto"/>
            <w:bottom w:val="none" w:sz="0" w:space="0" w:color="auto"/>
            <w:right w:val="none" w:sz="0" w:space="0" w:color="auto"/>
          </w:divBdr>
        </w:div>
        <w:div w:id="193271690">
          <w:marLeft w:val="640"/>
          <w:marRight w:val="0"/>
          <w:marTop w:val="0"/>
          <w:marBottom w:val="0"/>
          <w:divBdr>
            <w:top w:val="none" w:sz="0" w:space="0" w:color="auto"/>
            <w:left w:val="none" w:sz="0" w:space="0" w:color="auto"/>
            <w:bottom w:val="none" w:sz="0" w:space="0" w:color="auto"/>
            <w:right w:val="none" w:sz="0" w:space="0" w:color="auto"/>
          </w:divBdr>
        </w:div>
        <w:div w:id="1012027677">
          <w:marLeft w:val="640"/>
          <w:marRight w:val="0"/>
          <w:marTop w:val="0"/>
          <w:marBottom w:val="0"/>
          <w:divBdr>
            <w:top w:val="none" w:sz="0" w:space="0" w:color="auto"/>
            <w:left w:val="none" w:sz="0" w:space="0" w:color="auto"/>
            <w:bottom w:val="none" w:sz="0" w:space="0" w:color="auto"/>
            <w:right w:val="none" w:sz="0" w:space="0" w:color="auto"/>
          </w:divBdr>
        </w:div>
        <w:div w:id="1530294697">
          <w:marLeft w:val="640"/>
          <w:marRight w:val="0"/>
          <w:marTop w:val="0"/>
          <w:marBottom w:val="0"/>
          <w:divBdr>
            <w:top w:val="none" w:sz="0" w:space="0" w:color="auto"/>
            <w:left w:val="none" w:sz="0" w:space="0" w:color="auto"/>
            <w:bottom w:val="none" w:sz="0" w:space="0" w:color="auto"/>
            <w:right w:val="none" w:sz="0" w:space="0" w:color="auto"/>
          </w:divBdr>
        </w:div>
        <w:div w:id="896009498">
          <w:marLeft w:val="640"/>
          <w:marRight w:val="0"/>
          <w:marTop w:val="0"/>
          <w:marBottom w:val="0"/>
          <w:divBdr>
            <w:top w:val="none" w:sz="0" w:space="0" w:color="auto"/>
            <w:left w:val="none" w:sz="0" w:space="0" w:color="auto"/>
            <w:bottom w:val="none" w:sz="0" w:space="0" w:color="auto"/>
            <w:right w:val="none" w:sz="0" w:space="0" w:color="auto"/>
          </w:divBdr>
        </w:div>
        <w:div w:id="1913461511">
          <w:marLeft w:val="640"/>
          <w:marRight w:val="0"/>
          <w:marTop w:val="0"/>
          <w:marBottom w:val="0"/>
          <w:divBdr>
            <w:top w:val="none" w:sz="0" w:space="0" w:color="auto"/>
            <w:left w:val="none" w:sz="0" w:space="0" w:color="auto"/>
            <w:bottom w:val="none" w:sz="0" w:space="0" w:color="auto"/>
            <w:right w:val="none" w:sz="0" w:space="0" w:color="auto"/>
          </w:divBdr>
        </w:div>
        <w:div w:id="1178423854">
          <w:marLeft w:val="640"/>
          <w:marRight w:val="0"/>
          <w:marTop w:val="0"/>
          <w:marBottom w:val="0"/>
          <w:divBdr>
            <w:top w:val="none" w:sz="0" w:space="0" w:color="auto"/>
            <w:left w:val="none" w:sz="0" w:space="0" w:color="auto"/>
            <w:bottom w:val="none" w:sz="0" w:space="0" w:color="auto"/>
            <w:right w:val="none" w:sz="0" w:space="0" w:color="auto"/>
          </w:divBdr>
        </w:div>
        <w:div w:id="1371875900">
          <w:marLeft w:val="640"/>
          <w:marRight w:val="0"/>
          <w:marTop w:val="0"/>
          <w:marBottom w:val="0"/>
          <w:divBdr>
            <w:top w:val="none" w:sz="0" w:space="0" w:color="auto"/>
            <w:left w:val="none" w:sz="0" w:space="0" w:color="auto"/>
            <w:bottom w:val="none" w:sz="0" w:space="0" w:color="auto"/>
            <w:right w:val="none" w:sz="0" w:space="0" w:color="auto"/>
          </w:divBdr>
        </w:div>
        <w:div w:id="799609759">
          <w:marLeft w:val="640"/>
          <w:marRight w:val="0"/>
          <w:marTop w:val="0"/>
          <w:marBottom w:val="0"/>
          <w:divBdr>
            <w:top w:val="none" w:sz="0" w:space="0" w:color="auto"/>
            <w:left w:val="none" w:sz="0" w:space="0" w:color="auto"/>
            <w:bottom w:val="none" w:sz="0" w:space="0" w:color="auto"/>
            <w:right w:val="none" w:sz="0" w:space="0" w:color="auto"/>
          </w:divBdr>
        </w:div>
        <w:div w:id="2121365365">
          <w:marLeft w:val="640"/>
          <w:marRight w:val="0"/>
          <w:marTop w:val="0"/>
          <w:marBottom w:val="0"/>
          <w:divBdr>
            <w:top w:val="none" w:sz="0" w:space="0" w:color="auto"/>
            <w:left w:val="none" w:sz="0" w:space="0" w:color="auto"/>
            <w:bottom w:val="none" w:sz="0" w:space="0" w:color="auto"/>
            <w:right w:val="none" w:sz="0" w:space="0" w:color="auto"/>
          </w:divBdr>
        </w:div>
      </w:divsChild>
    </w:div>
    <w:div w:id="638994158">
      <w:bodyDiv w:val="1"/>
      <w:marLeft w:val="0"/>
      <w:marRight w:val="0"/>
      <w:marTop w:val="0"/>
      <w:marBottom w:val="0"/>
      <w:divBdr>
        <w:top w:val="none" w:sz="0" w:space="0" w:color="auto"/>
        <w:left w:val="none" w:sz="0" w:space="0" w:color="auto"/>
        <w:bottom w:val="none" w:sz="0" w:space="0" w:color="auto"/>
        <w:right w:val="none" w:sz="0" w:space="0" w:color="auto"/>
      </w:divBdr>
    </w:div>
    <w:div w:id="649745792">
      <w:bodyDiv w:val="1"/>
      <w:marLeft w:val="0"/>
      <w:marRight w:val="0"/>
      <w:marTop w:val="0"/>
      <w:marBottom w:val="0"/>
      <w:divBdr>
        <w:top w:val="none" w:sz="0" w:space="0" w:color="auto"/>
        <w:left w:val="none" w:sz="0" w:space="0" w:color="auto"/>
        <w:bottom w:val="none" w:sz="0" w:space="0" w:color="auto"/>
        <w:right w:val="none" w:sz="0" w:space="0" w:color="auto"/>
      </w:divBdr>
      <w:divsChild>
        <w:div w:id="1480150963">
          <w:marLeft w:val="640"/>
          <w:marRight w:val="0"/>
          <w:marTop w:val="0"/>
          <w:marBottom w:val="0"/>
          <w:divBdr>
            <w:top w:val="none" w:sz="0" w:space="0" w:color="auto"/>
            <w:left w:val="none" w:sz="0" w:space="0" w:color="auto"/>
            <w:bottom w:val="none" w:sz="0" w:space="0" w:color="auto"/>
            <w:right w:val="none" w:sz="0" w:space="0" w:color="auto"/>
          </w:divBdr>
        </w:div>
        <w:div w:id="835726966">
          <w:marLeft w:val="640"/>
          <w:marRight w:val="0"/>
          <w:marTop w:val="0"/>
          <w:marBottom w:val="0"/>
          <w:divBdr>
            <w:top w:val="none" w:sz="0" w:space="0" w:color="auto"/>
            <w:left w:val="none" w:sz="0" w:space="0" w:color="auto"/>
            <w:bottom w:val="none" w:sz="0" w:space="0" w:color="auto"/>
            <w:right w:val="none" w:sz="0" w:space="0" w:color="auto"/>
          </w:divBdr>
        </w:div>
        <w:div w:id="2112360748">
          <w:marLeft w:val="640"/>
          <w:marRight w:val="0"/>
          <w:marTop w:val="0"/>
          <w:marBottom w:val="0"/>
          <w:divBdr>
            <w:top w:val="none" w:sz="0" w:space="0" w:color="auto"/>
            <w:left w:val="none" w:sz="0" w:space="0" w:color="auto"/>
            <w:bottom w:val="none" w:sz="0" w:space="0" w:color="auto"/>
            <w:right w:val="none" w:sz="0" w:space="0" w:color="auto"/>
          </w:divBdr>
        </w:div>
        <w:div w:id="1471053777">
          <w:marLeft w:val="640"/>
          <w:marRight w:val="0"/>
          <w:marTop w:val="0"/>
          <w:marBottom w:val="0"/>
          <w:divBdr>
            <w:top w:val="none" w:sz="0" w:space="0" w:color="auto"/>
            <w:left w:val="none" w:sz="0" w:space="0" w:color="auto"/>
            <w:bottom w:val="none" w:sz="0" w:space="0" w:color="auto"/>
            <w:right w:val="none" w:sz="0" w:space="0" w:color="auto"/>
          </w:divBdr>
        </w:div>
        <w:div w:id="1488666666">
          <w:marLeft w:val="640"/>
          <w:marRight w:val="0"/>
          <w:marTop w:val="0"/>
          <w:marBottom w:val="0"/>
          <w:divBdr>
            <w:top w:val="none" w:sz="0" w:space="0" w:color="auto"/>
            <w:left w:val="none" w:sz="0" w:space="0" w:color="auto"/>
            <w:bottom w:val="none" w:sz="0" w:space="0" w:color="auto"/>
            <w:right w:val="none" w:sz="0" w:space="0" w:color="auto"/>
          </w:divBdr>
        </w:div>
        <w:div w:id="1642923183">
          <w:marLeft w:val="640"/>
          <w:marRight w:val="0"/>
          <w:marTop w:val="0"/>
          <w:marBottom w:val="0"/>
          <w:divBdr>
            <w:top w:val="none" w:sz="0" w:space="0" w:color="auto"/>
            <w:left w:val="none" w:sz="0" w:space="0" w:color="auto"/>
            <w:bottom w:val="none" w:sz="0" w:space="0" w:color="auto"/>
            <w:right w:val="none" w:sz="0" w:space="0" w:color="auto"/>
          </w:divBdr>
        </w:div>
        <w:div w:id="292175992">
          <w:marLeft w:val="640"/>
          <w:marRight w:val="0"/>
          <w:marTop w:val="0"/>
          <w:marBottom w:val="0"/>
          <w:divBdr>
            <w:top w:val="none" w:sz="0" w:space="0" w:color="auto"/>
            <w:left w:val="none" w:sz="0" w:space="0" w:color="auto"/>
            <w:bottom w:val="none" w:sz="0" w:space="0" w:color="auto"/>
            <w:right w:val="none" w:sz="0" w:space="0" w:color="auto"/>
          </w:divBdr>
        </w:div>
        <w:div w:id="907035333">
          <w:marLeft w:val="640"/>
          <w:marRight w:val="0"/>
          <w:marTop w:val="0"/>
          <w:marBottom w:val="0"/>
          <w:divBdr>
            <w:top w:val="none" w:sz="0" w:space="0" w:color="auto"/>
            <w:left w:val="none" w:sz="0" w:space="0" w:color="auto"/>
            <w:bottom w:val="none" w:sz="0" w:space="0" w:color="auto"/>
            <w:right w:val="none" w:sz="0" w:space="0" w:color="auto"/>
          </w:divBdr>
        </w:div>
        <w:div w:id="510798922">
          <w:marLeft w:val="640"/>
          <w:marRight w:val="0"/>
          <w:marTop w:val="0"/>
          <w:marBottom w:val="0"/>
          <w:divBdr>
            <w:top w:val="none" w:sz="0" w:space="0" w:color="auto"/>
            <w:left w:val="none" w:sz="0" w:space="0" w:color="auto"/>
            <w:bottom w:val="none" w:sz="0" w:space="0" w:color="auto"/>
            <w:right w:val="none" w:sz="0" w:space="0" w:color="auto"/>
          </w:divBdr>
        </w:div>
        <w:div w:id="220874792">
          <w:marLeft w:val="640"/>
          <w:marRight w:val="0"/>
          <w:marTop w:val="0"/>
          <w:marBottom w:val="0"/>
          <w:divBdr>
            <w:top w:val="none" w:sz="0" w:space="0" w:color="auto"/>
            <w:left w:val="none" w:sz="0" w:space="0" w:color="auto"/>
            <w:bottom w:val="none" w:sz="0" w:space="0" w:color="auto"/>
            <w:right w:val="none" w:sz="0" w:space="0" w:color="auto"/>
          </w:divBdr>
        </w:div>
        <w:div w:id="252204237">
          <w:marLeft w:val="640"/>
          <w:marRight w:val="0"/>
          <w:marTop w:val="0"/>
          <w:marBottom w:val="0"/>
          <w:divBdr>
            <w:top w:val="none" w:sz="0" w:space="0" w:color="auto"/>
            <w:left w:val="none" w:sz="0" w:space="0" w:color="auto"/>
            <w:bottom w:val="none" w:sz="0" w:space="0" w:color="auto"/>
            <w:right w:val="none" w:sz="0" w:space="0" w:color="auto"/>
          </w:divBdr>
        </w:div>
        <w:div w:id="1487161439">
          <w:marLeft w:val="640"/>
          <w:marRight w:val="0"/>
          <w:marTop w:val="0"/>
          <w:marBottom w:val="0"/>
          <w:divBdr>
            <w:top w:val="none" w:sz="0" w:space="0" w:color="auto"/>
            <w:left w:val="none" w:sz="0" w:space="0" w:color="auto"/>
            <w:bottom w:val="none" w:sz="0" w:space="0" w:color="auto"/>
            <w:right w:val="none" w:sz="0" w:space="0" w:color="auto"/>
          </w:divBdr>
        </w:div>
        <w:div w:id="1264727973">
          <w:marLeft w:val="640"/>
          <w:marRight w:val="0"/>
          <w:marTop w:val="0"/>
          <w:marBottom w:val="0"/>
          <w:divBdr>
            <w:top w:val="none" w:sz="0" w:space="0" w:color="auto"/>
            <w:left w:val="none" w:sz="0" w:space="0" w:color="auto"/>
            <w:bottom w:val="none" w:sz="0" w:space="0" w:color="auto"/>
            <w:right w:val="none" w:sz="0" w:space="0" w:color="auto"/>
          </w:divBdr>
        </w:div>
        <w:div w:id="1619334554">
          <w:marLeft w:val="640"/>
          <w:marRight w:val="0"/>
          <w:marTop w:val="0"/>
          <w:marBottom w:val="0"/>
          <w:divBdr>
            <w:top w:val="none" w:sz="0" w:space="0" w:color="auto"/>
            <w:left w:val="none" w:sz="0" w:space="0" w:color="auto"/>
            <w:bottom w:val="none" w:sz="0" w:space="0" w:color="auto"/>
            <w:right w:val="none" w:sz="0" w:space="0" w:color="auto"/>
          </w:divBdr>
        </w:div>
        <w:div w:id="998575842">
          <w:marLeft w:val="640"/>
          <w:marRight w:val="0"/>
          <w:marTop w:val="0"/>
          <w:marBottom w:val="0"/>
          <w:divBdr>
            <w:top w:val="none" w:sz="0" w:space="0" w:color="auto"/>
            <w:left w:val="none" w:sz="0" w:space="0" w:color="auto"/>
            <w:bottom w:val="none" w:sz="0" w:space="0" w:color="auto"/>
            <w:right w:val="none" w:sz="0" w:space="0" w:color="auto"/>
          </w:divBdr>
        </w:div>
        <w:div w:id="942029613">
          <w:marLeft w:val="640"/>
          <w:marRight w:val="0"/>
          <w:marTop w:val="0"/>
          <w:marBottom w:val="0"/>
          <w:divBdr>
            <w:top w:val="none" w:sz="0" w:space="0" w:color="auto"/>
            <w:left w:val="none" w:sz="0" w:space="0" w:color="auto"/>
            <w:bottom w:val="none" w:sz="0" w:space="0" w:color="auto"/>
            <w:right w:val="none" w:sz="0" w:space="0" w:color="auto"/>
          </w:divBdr>
        </w:div>
        <w:div w:id="1628512119">
          <w:marLeft w:val="640"/>
          <w:marRight w:val="0"/>
          <w:marTop w:val="0"/>
          <w:marBottom w:val="0"/>
          <w:divBdr>
            <w:top w:val="none" w:sz="0" w:space="0" w:color="auto"/>
            <w:left w:val="none" w:sz="0" w:space="0" w:color="auto"/>
            <w:bottom w:val="none" w:sz="0" w:space="0" w:color="auto"/>
            <w:right w:val="none" w:sz="0" w:space="0" w:color="auto"/>
          </w:divBdr>
        </w:div>
        <w:div w:id="646976429">
          <w:marLeft w:val="640"/>
          <w:marRight w:val="0"/>
          <w:marTop w:val="0"/>
          <w:marBottom w:val="0"/>
          <w:divBdr>
            <w:top w:val="none" w:sz="0" w:space="0" w:color="auto"/>
            <w:left w:val="none" w:sz="0" w:space="0" w:color="auto"/>
            <w:bottom w:val="none" w:sz="0" w:space="0" w:color="auto"/>
            <w:right w:val="none" w:sz="0" w:space="0" w:color="auto"/>
          </w:divBdr>
        </w:div>
        <w:div w:id="1327780977">
          <w:marLeft w:val="640"/>
          <w:marRight w:val="0"/>
          <w:marTop w:val="0"/>
          <w:marBottom w:val="0"/>
          <w:divBdr>
            <w:top w:val="none" w:sz="0" w:space="0" w:color="auto"/>
            <w:left w:val="none" w:sz="0" w:space="0" w:color="auto"/>
            <w:bottom w:val="none" w:sz="0" w:space="0" w:color="auto"/>
            <w:right w:val="none" w:sz="0" w:space="0" w:color="auto"/>
          </w:divBdr>
        </w:div>
        <w:div w:id="737047029">
          <w:marLeft w:val="640"/>
          <w:marRight w:val="0"/>
          <w:marTop w:val="0"/>
          <w:marBottom w:val="0"/>
          <w:divBdr>
            <w:top w:val="none" w:sz="0" w:space="0" w:color="auto"/>
            <w:left w:val="none" w:sz="0" w:space="0" w:color="auto"/>
            <w:bottom w:val="none" w:sz="0" w:space="0" w:color="auto"/>
            <w:right w:val="none" w:sz="0" w:space="0" w:color="auto"/>
          </w:divBdr>
        </w:div>
      </w:divsChild>
    </w:div>
    <w:div w:id="718356108">
      <w:bodyDiv w:val="1"/>
      <w:marLeft w:val="0"/>
      <w:marRight w:val="0"/>
      <w:marTop w:val="0"/>
      <w:marBottom w:val="0"/>
      <w:divBdr>
        <w:top w:val="none" w:sz="0" w:space="0" w:color="auto"/>
        <w:left w:val="none" w:sz="0" w:space="0" w:color="auto"/>
        <w:bottom w:val="none" w:sz="0" w:space="0" w:color="auto"/>
        <w:right w:val="none" w:sz="0" w:space="0" w:color="auto"/>
      </w:divBdr>
    </w:div>
    <w:div w:id="766771910">
      <w:bodyDiv w:val="1"/>
      <w:marLeft w:val="0"/>
      <w:marRight w:val="0"/>
      <w:marTop w:val="0"/>
      <w:marBottom w:val="0"/>
      <w:divBdr>
        <w:top w:val="none" w:sz="0" w:space="0" w:color="auto"/>
        <w:left w:val="none" w:sz="0" w:space="0" w:color="auto"/>
        <w:bottom w:val="none" w:sz="0" w:space="0" w:color="auto"/>
        <w:right w:val="none" w:sz="0" w:space="0" w:color="auto"/>
      </w:divBdr>
    </w:div>
    <w:div w:id="884099597">
      <w:bodyDiv w:val="1"/>
      <w:marLeft w:val="0"/>
      <w:marRight w:val="0"/>
      <w:marTop w:val="0"/>
      <w:marBottom w:val="0"/>
      <w:divBdr>
        <w:top w:val="none" w:sz="0" w:space="0" w:color="auto"/>
        <w:left w:val="none" w:sz="0" w:space="0" w:color="auto"/>
        <w:bottom w:val="none" w:sz="0" w:space="0" w:color="auto"/>
        <w:right w:val="none" w:sz="0" w:space="0" w:color="auto"/>
      </w:divBdr>
    </w:div>
    <w:div w:id="970288588">
      <w:bodyDiv w:val="1"/>
      <w:marLeft w:val="0"/>
      <w:marRight w:val="0"/>
      <w:marTop w:val="0"/>
      <w:marBottom w:val="0"/>
      <w:divBdr>
        <w:top w:val="none" w:sz="0" w:space="0" w:color="auto"/>
        <w:left w:val="none" w:sz="0" w:space="0" w:color="auto"/>
        <w:bottom w:val="none" w:sz="0" w:space="0" w:color="auto"/>
        <w:right w:val="none" w:sz="0" w:space="0" w:color="auto"/>
      </w:divBdr>
    </w:div>
    <w:div w:id="1134446943">
      <w:bodyDiv w:val="1"/>
      <w:marLeft w:val="0"/>
      <w:marRight w:val="0"/>
      <w:marTop w:val="0"/>
      <w:marBottom w:val="0"/>
      <w:divBdr>
        <w:top w:val="none" w:sz="0" w:space="0" w:color="auto"/>
        <w:left w:val="none" w:sz="0" w:space="0" w:color="auto"/>
        <w:bottom w:val="none" w:sz="0" w:space="0" w:color="auto"/>
        <w:right w:val="none" w:sz="0" w:space="0" w:color="auto"/>
      </w:divBdr>
    </w:div>
    <w:div w:id="1146429877">
      <w:bodyDiv w:val="1"/>
      <w:marLeft w:val="0"/>
      <w:marRight w:val="0"/>
      <w:marTop w:val="0"/>
      <w:marBottom w:val="0"/>
      <w:divBdr>
        <w:top w:val="none" w:sz="0" w:space="0" w:color="auto"/>
        <w:left w:val="none" w:sz="0" w:space="0" w:color="auto"/>
        <w:bottom w:val="none" w:sz="0" w:space="0" w:color="auto"/>
        <w:right w:val="none" w:sz="0" w:space="0" w:color="auto"/>
      </w:divBdr>
    </w:div>
    <w:div w:id="1191265370">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34336406">
      <w:bodyDiv w:val="1"/>
      <w:marLeft w:val="0"/>
      <w:marRight w:val="0"/>
      <w:marTop w:val="0"/>
      <w:marBottom w:val="0"/>
      <w:divBdr>
        <w:top w:val="none" w:sz="0" w:space="0" w:color="auto"/>
        <w:left w:val="none" w:sz="0" w:space="0" w:color="auto"/>
        <w:bottom w:val="none" w:sz="0" w:space="0" w:color="auto"/>
        <w:right w:val="none" w:sz="0" w:space="0" w:color="auto"/>
      </w:divBdr>
      <w:divsChild>
        <w:div w:id="140974937">
          <w:marLeft w:val="640"/>
          <w:marRight w:val="0"/>
          <w:marTop w:val="0"/>
          <w:marBottom w:val="0"/>
          <w:divBdr>
            <w:top w:val="none" w:sz="0" w:space="0" w:color="auto"/>
            <w:left w:val="none" w:sz="0" w:space="0" w:color="auto"/>
            <w:bottom w:val="none" w:sz="0" w:space="0" w:color="auto"/>
            <w:right w:val="none" w:sz="0" w:space="0" w:color="auto"/>
          </w:divBdr>
        </w:div>
        <w:div w:id="1658652638">
          <w:marLeft w:val="640"/>
          <w:marRight w:val="0"/>
          <w:marTop w:val="0"/>
          <w:marBottom w:val="0"/>
          <w:divBdr>
            <w:top w:val="none" w:sz="0" w:space="0" w:color="auto"/>
            <w:left w:val="none" w:sz="0" w:space="0" w:color="auto"/>
            <w:bottom w:val="none" w:sz="0" w:space="0" w:color="auto"/>
            <w:right w:val="none" w:sz="0" w:space="0" w:color="auto"/>
          </w:divBdr>
        </w:div>
        <w:div w:id="2088189962">
          <w:marLeft w:val="640"/>
          <w:marRight w:val="0"/>
          <w:marTop w:val="0"/>
          <w:marBottom w:val="0"/>
          <w:divBdr>
            <w:top w:val="none" w:sz="0" w:space="0" w:color="auto"/>
            <w:left w:val="none" w:sz="0" w:space="0" w:color="auto"/>
            <w:bottom w:val="none" w:sz="0" w:space="0" w:color="auto"/>
            <w:right w:val="none" w:sz="0" w:space="0" w:color="auto"/>
          </w:divBdr>
        </w:div>
        <w:div w:id="1393768167">
          <w:marLeft w:val="640"/>
          <w:marRight w:val="0"/>
          <w:marTop w:val="0"/>
          <w:marBottom w:val="0"/>
          <w:divBdr>
            <w:top w:val="none" w:sz="0" w:space="0" w:color="auto"/>
            <w:left w:val="none" w:sz="0" w:space="0" w:color="auto"/>
            <w:bottom w:val="none" w:sz="0" w:space="0" w:color="auto"/>
            <w:right w:val="none" w:sz="0" w:space="0" w:color="auto"/>
          </w:divBdr>
        </w:div>
        <w:div w:id="896742768">
          <w:marLeft w:val="640"/>
          <w:marRight w:val="0"/>
          <w:marTop w:val="0"/>
          <w:marBottom w:val="0"/>
          <w:divBdr>
            <w:top w:val="none" w:sz="0" w:space="0" w:color="auto"/>
            <w:left w:val="none" w:sz="0" w:space="0" w:color="auto"/>
            <w:bottom w:val="none" w:sz="0" w:space="0" w:color="auto"/>
            <w:right w:val="none" w:sz="0" w:space="0" w:color="auto"/>
          </w:divBdr>
        </w:div>
        <w:div w:id="1708947297">
          <w:marLeft w:val="640"/>
          <w:marRight w:val="0"/>
          <w:marTop w:val="0"/>
          <w:marBottom w:val="0"/>
          <w:divBdr>
            <w:top w:val="none" w:sz="0" w:space="0" w:color="auto"/>
            <w:left w:val="none" w:sz="0" w:space="0" w:color="auto"/>
            <w:bottom w:val="none" w:sz="0" w:space="0" w:color="auto"/>
            <w:right w:val="none" w:sz="0" w:space="0" w:color="auto"/>
          </w:divBdr>
        </w:div>
        <w:div w:id="876544897">
          <w:marLeft w:val="640"/>
          <w:marRight w:val="0"/>
          <w:marTop w:val="0"/>
          <w:marBottom w:val="0"/>
          <w:divBdr>
            <w:top w:val="none" w:sz="0" w:space="0" w:color="auto"/>
            <w:left w:val="none" w:sz="0" w:space="0" w:color="auto"/>
            <w:bottom w:val="none" w:sz="0" w:space="0" w:color="auto"/>
            <w:right w:val="none" w:sz="0" w:space="0" w:color="auto"/>
          </w:divBdr>
        </w:div>
        <w:div w:id="767694666">
          <w:marLeft w:val="640"/>
          <w:marRight w:val="0"/>
          <w:marTop w:val="0"/>
          <w:marBottom w:val="0"/>
          <w:divBdr>
            <w:top w:val="none" w:sz="0" w:space="0" w:color="auto"/>
            <w:left w:val="none" w:sz="0" w:space="0" w:color="auto"/>
            <w:bottom w:val="none" w:sz="0" w:space="0" w:color="auto"/>
            <w:right w:val="none" w:sz="0" w:space="0" w:color="auto"/>
          </w:divBdr>
        </w:div>
        <w:div w:id="1416974461">
          <w:marLeft w:val="640"/>
          <w:marRight w:val="0"/>
          <w:marTop w:val="0"/>
          <w:marBottom w:val="0"/>
          <w:divBdr>
            <w:top w:val="none" w:sz="0" w:space="0" w:color="auto"/>
            <w:left w:val="none" w:sz="0" w:space="0" w:color="auto"/>
            <w:bottom w:val="none" w:sz="0" w:space="0" w:color="auto"/>
            <w:right w:val="none" w:sz="0" w:space="0" w:color="auto"/>
          </w:divBdr>
        </w:div>
        <w:div w:id="904295925">
          <w:marLeft w:val="640"/>
          <w:marRight w:val="0"/>
          <w:marTop w:val="0"/>
          <w:marBottom w:val="0"/>
          <w:divBdr>
            <w:top w:val="none" w:sz="0" w:space="0" w:color="auto"/>
            <w:left w:val="none" w:sz="0" w:space="0" w:color="auto"/>
            <w:bottom w:val="none" w:sz="0" w:space="0" w:color="auto"/>
            <w:right w:val="none" w:sz="0" w:space="0" w:color="auto"/>
          </w:divBdr>
        </w:div>
        <w:div w:id="682783988">
          <w:marLeft w:val="640"/>
          <w:marRight w:val="0"/>
          <w:marTop w:val="0"/>
          <w:marBottom w:val="0"/>
          <w:divBdr>
            <w:top w:val="none" w:sz="0" w:space="0" w:color="auto"/>
            <w:left w:val="none" w:sz="0" w:space="0" w:color="auto"/>
            <w:bottom w:val="none" w:sz="0" w:space="0" w:color="auto"/>
            <w:right w:val="none" w:sz="0" w:space="0" w:color="auto"/>
          </w:divBdr>
        </w:div>
        <w:div w:id="387648855">
          <w:marLeft w:val="640"/>
          <w:marRight w:val="0"/>
          <w:marTop w:val="0"/>
          <w:marBottom w:val="0"/>
          <w:divBdr>
            <w:top w:val="none" w:sz="0" w:space="0" w:color="auto"/>
            <w:left w:val="none" w:sz="0" w:space="0" w:color="auto"/>
            <w:bottom w:val="none" w:sz="0" w:space="0" w:color="auto"/>
            <w:right w:val="none" w:sz="0" w:space="0" w:color="auto"/>
          </w:divBdr>
        </w:div>
        <w:div w:id="1391270877">
          <w:marLeft w:val="640"/>
          <w:marRight w:val="0"/>
          <w:marTop w:val="0"/>
          <w:marBottom w:val="0"/>
          <w:divBdr>
            <w:top w:val="none" w:sz="0" w:space="0" w:color="auto"/>
            <w:left w:val="none" w:sz="0" w:space="0" w:color="auto"/>
            <w:bottom w:val="none" w:sz="0" w:space="0" w:color="auto"/>
            <w:right w:val="none" w:sz="0" w:space="0" w:color="auto"/>
          </w:divBdr>
        </w:div>
        <w:div w:id="623972384">
          <w:marLeft w:val="640"/>
          <w:marRight w:val="0"/>
          <w:marTop w:val="0"/>
          <w:marBottom w:val="0"/>
          <w:divBdr>
            <w:top w:val="none" w:sz="0" w:space="0" w:color="auto"/>
            <w:left w:val="none" w:sz="0" w:space="0" w:color="auto"/>
            <w:bottom w:val="none" w:sz="0" w:space="0" w:color="auto"/>
            <w:right w:val="none" w:sz="0" w:space="0" w:color="auto"/>
          </w:divBdr>
        </w:div>
        <w:div w:id="119106112">
          <w:marLeft w:val="640"/>
          <w:marRight w:val="0"/>
          <w:marTop w:val="0"/>
          <w:marBottom w:val="0"/>
          <w:divBdr>
            <w:top w:val="none" w:sz="0" w:space="0" w:color="auto"/>
            <w:left w:val="none" w:sz="0" w:space="0" w:color="auto"/>
            <w:bottom w:val="none" w:sz="0" w:space="0" w:color="auto"/>
            <w:right w:val="none" w:sz="0" w:space="0" w:color="auto"/>
          </w:divBdr>
        </w:div>
        <w:div w:id="795879058">
          <w:marLeft w:val="640"/>
          <w:marRight w:val="0"/>
          <w:marTop w:val="0"/>
          <w:marBottom w:val="0"/>
          <w:divBdr>
            <w:top w:val="none" w:sz="0" w:space="0" w:color="auto"/>
            <w:left w:val="none" w:sz="0" w:space="0" w:color="auto"/>
            <w:bottom w:val="none" w:sz="0" w:space="0" w:color="auto"/>
            <w:right w:val="none" w:sz="0" w:space="0" w:color="auto"/>
          </w:divBdr>
        </w:div>
        <w:div w:id="1485585953">
          <w:marLeft w:val="640"/>
          <w:marRight w:val="0"/>
          <w:marTop w:val="0"/>
          <w:marBottom w:val="0"/>
          <w:divBdr>
            <w:top w:val="none" w:sz="0" w:space="0" w:color="auto"/>
            <w:left w:val="none" w:sz="0" w:space="0" w:color="auto"/>
            <w:bottom w:val="none" w:sz="0" w:space="0" w:color="auto"/>
            <w:right w:val="none" w:sz="0" w:space="0" w:color="auto"/>
          </w:divBdr>
        </w:div>
        <w:div w:id="404380298">
          <w:marLeft w:val="640"/>
          <w:marRight w:val="0"/>
          <w:marTop w:val="0"/>
          <w:marBottom w:val="0"/>
          <w:divBdr>
            <w:top w:val="none" w:sz="0" w:space="0" w:color="auto"/>
            <w:left w:val="none" w:sz="0" w:space="0" w:color="auto"/>
            <w:bottom w:val="none" w:sz="0" w:space="0" w:color="auto"/>
            <w:right w:val="none" w:sz="0" w:space="0" w:color="auto"/>
          </w:divBdr>
        </w:div>
        <w:div w:id="458299227">
          <w:marLeft w:val="640"/>
          <w:marRight w:val="0"/>
          <w:marTop w:val="0"/>
          <w:marBottom w:val="0"/>
          <w:divBdr>
            <w:top w:val="none" w:sz="0" w:space="0" w:color="auto"/>
            <w:left w:val="none" w:sz="0" w:space="0" w:color="auto"/>
            <w:bottom w:val="none" w:sz="0" w:space="0" w:color="auto"/>
            <w:right w:val="none" w:sz="0" w:space="0" w:color="auto"/>
          </w:divBdr>
        </w:div>
        <w:div w:id="680816253">
          <w:marLeft w:val="640"/>
          <w:marRight w:val="0"/>
          <w:marTop w:val="0"/>
          <w:marBottom w:val="0"/>
          <w:divBdr>
            <w:top w:val="none" w:sz="0" w:space="0" w:color="auto"/>
            <w:left w:val="none" w:sz="0" w:space="0" w:color="auto"/>
            <w:bottom w:val="none" w:sz="0" w:space="0" w:color="auto"/>
            <w:right w:val="none" w:sz="0" w:space="0" w:color="auto"/>
          </w:divBdr>
        </w:div>
      </w:divsChild>
    </w:div>
    <w:div w:id="1550070076">
      <w:bodyDiv w:val="1"/>
      <w:marLeft w:val="0"/>
      <w:marRight w:val="0"/>
      <w:marTop w:val="0"/>
      <w:marBottom w:val="0"/>
      <w:divBdr>
        <w:top w:val="none" w:sz="0" w:space="0" w:color="auto"/>
        <w:left w:val="none" w:sz="0" w:space="0" w:color="auto"/>
        <w:bottom w:val="none" w:sz="0" w:space="0" w:color="auto"/>
        <w:right w:val="none" w:sz="0" w:space="0" w:color="auto"/>
      </w:divBdr>
      <w:divsChild>
        <w:div w:id="121458826">
          <w:marLeft w:val="640"/>
          <w:marRight w:val="0"/>
          <w:marTop w:val="0"/>
          <w:marBottom w:val="0"/>
          <w:divBdr>
            <w:top w:val="none" w:sz="0" w:space="0" w:color="auto"/>
            <w:left w:val="none" w:sz="0" w:space="0" w:color="auto"/>
            <w:bottom w:val="none" w:sz="0" w:space="0" w:color="auto"/>
            <w:right w:val="none" w:sz="0" w:space="0" w:color="auto"/>
          </w:divBdr>
        </w:div>
        <w:div w:id="1738550838">
          <w:marLeft w:val="640"/>
          <w:marRight w:val="0"/>
          <w:marTop w:val="0"/>
          <w:marBottom w:val="0"/>
          <w:divBdr>
            <w:top w:val="none" w:sz="0" w:space="0" w:color="auto"/>
            <w:left w:val="none" w:sz="0" w:space="0" w:color="auto"/>
            <w:bottom w:val="none" w:sz="0" w:space="0" w:color="auto"/>
            <w:right w:val="none" w:sz="0" w:space="0" w:color="auto"/>
          </w:divBdr>
        </w:div>
        <w:div w:id="335502348">
          <w:marLeft w:val="640"/>
          <w:marRight w:val="0"/>
          <w:marTop w:val="0"/>
          <w:marBottom w:val="0"/>
          <w:divBdr>
            <w:top w:val="none" w:sz="0" w:space="0" w:color="auto"/>
            <w:left w:val="none" w:sz="0" w:space="0" w:color="auto"/>
            <w:bottom w:val="none" w:sz="0" w:space="0" w:color="auto"/>
            <w:right w:val="none" w:sz="0" w:space="0" w:color="auto"/>
          </w:divBdr>
        </w:div>
        <w:div w:id="1763066883">
          <w:marLeft w:val="640"/>
          <w:marRight w:val="0"/>
          <w:marTop w:val="0"/>
          <w:marBottom w:val="0"/>
          <w:divBdr>
            <w:top w:val="none" w:sz="0" w:space="0" w:color="auto"/>
            <w:left w:val="none" w:sz="0" w:space="0" w:color="auto"/>
            <w:bottom w:val="none" w:sz="0" w:space="0" w:color="auto"/>
            <w:right w:val="none" w:sz="0" w:space="0" w:color="auto"/>
          </w:divBdr>
        </w:div>
        <w:div w:id="96141432">
          <w:marLeft w:val="640"/>
          <w:marRight w:val="0"/>
          <w:marTop w:val="0"/>
          <w:marBottom w:val="0"/>
          <w:divBdr>
            <w:top w:val="none" w:sz="0" w:space="0" w:color="auto"/>
            <w:left w:val="none" w:sz="0" w:space="0" w:color="auto"/>
            <w:bottom w:val="none" w:sz="0" w:space="0" w:color="auto"/>
            <w:right w:val="none" w:sz="0" w:space="0" w:color="auto"/>
          </w:divBdr>
        </w:div>
        <w:div w:id="875388741">
          <w:marLeft w:val="640"/>
          <w:marRight w:val="0"/>
          <w:marTop w:val="0"/>
          <w:marBottom w:val="0"/>
          <w:divBdr>
            <w:top w:val="none" w:sz="0" w:space="0" w:color="auto"/>
            <w:left w:val="none" w:sz="0" w:space="0" w:color="auto"/>
            <w:bottom w:val="none" w:sz="0" w:space="0" w:color="auto"/>
            <w:right w:val="none" w:sz="0" w:space="0" w:color="auto"/>
          </w:divBdr>
        </w:div>
        <w:div w:id="1490825047">
          <w:marLeft w:val="640"/>
          <w:marRight w:val="0"/>
          <w:marTop w:val="0"/>
          <w:marBottom w:val="0"/>
          <w:divBdr>
            <w:top w:val="none" w:sz="0" w:space="0" w:color="auto"/>
            <w:left w:val="none" w:sz="0" w:space="0" w:color="auto"/>
            <w:bottom w:val="none" w:sz="0" w:space="0" w:color="auto"/>
            <w:right w:val="none" w:sz="0" w:space="0" w:color="auto"/>
          </w:divBdr>
        </w:div>
        <w:div w:id="228467863">
          <w:marLeft w:val="640"/>
          <w:marRight w:val="0"/>
          <w:marTop w:val="0"/>
          <w:marBottom w:val="0"/>
          <w:divBdr>
            <w:top w:val="none" w:sz="0" w:space="0" w:color="auto"/>
            <w:left w:val="none" w:sz="0" w:space="0" w:color="auto"/>
            <w:bottom w:val="none" w:sz="0" w:space="0" w:color="auto"/>
            <w:right w:val="none" w:sz="0" w:space="0" w:color="auto"/>
          </w:divBdr>
        </w:div>
        <w:div w:id="1297569466">
          <w:marLeft w:val="640"/>
          <w:marRight w:val="0"/>
          <w:marTop w:val="0"/>
          <w:marBottom w:val="0"/>
          <w:divBdr>
            <w:top w:val="none" w:sz="0" w:space="0" w:color="auto"/>
            <w:left w:val="none" w:sz="0" w:space="0" w:color="auto"/>
            <w:bottom w:val="none" w:sz="0" w:space="0" w:color="auto"/>
            <w:right w:val="none" w:sz="0" w:space="0" w:color="auto"/>
          </w:divBdr>
        </w:div>
        <w:div w:id="1137182287">
          <w:marLeft w:val="640"/>
          <w:marRight w:val="0"/>
          <w:marTop w:val="0"/>
          <w:marBottom w:val="0"/>
          <w:divBdr>
            <w:top w:val="none" w:sz="0" w:space="0" w:color="auto"/>
            <w:left w:val="none" w:sz="0" w:space="0" w:color="auto"/>
            <w:bottom w:val="none" w:sz="0" w:space="0" w:color="auto"/>
            <w:right w:val="none" w:sz="0" w:space="0" w:color="auto"/>
          </w:divBdr>
        </w:div>
        <w:div w:id="371728115">
          <w:marLeft w:val="640"/>
          <w:marRight w:val="0"/>
          <w:marTop w:val="0"/>
          <w:marBottom w:val="0"/>
          <w:divBdr>
            <w:top w:val="none" w:sz="0" w:space="0" w:color="auto"/>
            <w:left w:val="none" w:sz="0" w:space="0" w:color="auto"/>
            <w:bottom w:val="none" w:sz="0" w:space="0" w:color="auto"/>
            <w:right w:val="none" w:sz="0" w:space="0" w:color="auto"/>
          </w:divBdr>
        </w:div>
        <w:div w:id="1746489809">
          <w:marLeft w:val="640"/>
          <w:marRight w:val="0"/>
          <w:marTop w:val="0"/>
          <w:marBottom w:val="0"/>
          <w:divBdr>
            <w:top w:val="none" w:sz="0" w:space="0" w:color="auto"/>
            <w:left w:val="none" w:sz="0" w:space="0" w:color="auto"/>
            <w:bottom w:val="none" w:sz="0" w:space="0" w:color="auto"/>
            <w:right w:val="none" w:sz="0" w:space="0" w:color="auto"/>
          </w:divBdr>
        </w:div>
        <w:div w:id="755517461">
          <w:marLeft w:val="640"/>
          <w:marRight w:val="0"/>
          <w:marTop w:val="0"/>
          <w:marBottom w:val="0"/>
          <w:divBdr>
            <w:top w:val="none" w:sz="0" w:space="0" w:color="auto"/>
            <w:left w:val="none" w:sz="0" w:space="0" w:color="auto"/>
            <w:bottom w:val="none" w:sz="0" w:space="0" w:color="auto"/>
            <w:right w:val="none" w:sz="0" w:space="0" w:color="auto"/>
          </w:divBdr>
        </w:div>
        <w:div w:id="1240212024">
          <w:marLeft w:val="640"/>
          <w:marRight w:val="0"/>
          <w:marTop w:val="0"/>
          <w:marBottom w:val="0"/>
          <w:divBdr>
            <w:top w:val="none" w:sz="0" w:space="0" w:color="auto"/>
            <w:left w:val="none" w:sz="0" w:space="0" w:color="auto"/>
            <w:bottom w:val="none" w:sz="0" w:space="0" w:color="auto"/>
            <w:right w:val="none" w:sz="0" w:space="0" w:color="auto"/>
          </w:divBdr>
        </w:div>
        <w:div w:id="736633681">
          <w:marLeft w:val="640"/>
          <w:marRight w:val="0"/>
          <w:marTop w:val="0"/>
          <w:marBottom w:val="0"/>
          <w:divBdr>
            <w:top w:val="none" w:sz="0" w:space="0" w:color="auto"/>
            <w:left w:val="none" w:sz="0" w:space="0" w:color="auto"/>
            <w:bottom w:val="none" w:sz="0" w:space="0" w:color="auto"/>
            <w:right w:val="none" w:sz="0" w:space="0" w:color="auto"/>
          </w:divBdr>
        </w:div>
        <w:div w:id="1291938159">
          <w:marLeft w:val="640"/>
          <w:marRight w:val="0"/>
          <w:marTop w:val="0"/>
          <w:marBottom w:val="0"/>
          <w:divBdr>
            <w:top w:val="none" w:sz="0" w:space="0" w:color="auto"/>
            <w:left w:val="none" w:sz="0" w:space="0" w:color="auto"/>
            <w:bottom w:val="none" w:sz="0" w:space="0" w:color="auto"/>
            <w:right w:val="none" w:sz="0" w:space="0" w:color="auto"/>
          </w:divBdr>
        </w:div>
        <w:div w:id="1012342603">
          <w:marLeft w:val="640"/>
          <w:marRight w:val="0"/>
          <w:marTop w:val="0"/>
          <w:marBottom w:val="0"/>
          <w:divBdr>
            <w:top w:val="none" w:sz="0" w:space="0" w:color="auto"/>
            <w:left w:val="none" w:sz="0" w:space="0" w:color="auto"/>
            <w:bottom w:val="none" w:sz="0" w:space="0" w:color="auto"/>
            <w:right w:val="none" w:sz="0" w:space="0" w:color="auto"/>
          </w:divBdr>
        </w:div>
        <w:div w:id="376054040">
          <w:marLeft w:val="640"/>
          <w:marRight w:val="0"/>
          <w:marTop w:val="0"/>
          <w:marBottom w:val="0"/>
          <w:divBdr>
            <w:top w:val="none" w:sz="0" w:space="0" w:color="auto"/>
            <w:left w:val="none" w:sz="0" w:space="0" w:color="auto"/>
            <w:bottom w:val="none" w:sz="0" w:space="0" w:color="auto"/>
            <w:right w:val="none" w:sz="0" w:space="0" w:color="auto"/>
          </w:divBdr>
        </w:div>
        <w:div w:id="1480610746">
          <w:marLeft w:val="640"/>
          <w:marRight w:val="0"/>
          <w:marTop w:val="0"/>
          <w:marBottom w:val="0"/>
          <w:divBdr>
            <w:top w:val="none" w:sz="0" w:space="0" w:color="auto"/>
            <w:left w:val="none" w:sz="0" w:space="0" w:color="auto"/>
            <w:bottom w:val="none" w:sz="0" w:space="0" w:color="auto"/>
            <w:right w:val="none" w:sz="0" w:space="0" w:color="auto"/>
          </w:divBdr>
        </w:div>
        <w:div w:id="1514605960">
          <w:marLeft w:val="64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32999321">
      <w:bodyDiv w:val="1"/>
      <w:marLeft w:val="0"/>
      <w:marRight w:val="0"/>
      <w:marTop w:val="0"/>
      <w:marBottom w:val="0"/>
      <w:divBdr>
        <w:top w:val="none" w:sz="0" w:space="0" w:color="auto"/>
        <w:left w:val="none" w:sz="0" w:space="0" w:color="auto"/>
        <w:bottom w:val="none" w:sz="0" w:space="0" w:color="auto"/>
        <w:right w:val="none" w:sz="0" w:space="0" w:color="auto"/>
      </w:divBdr>
    </w:div>
    <w:div w:id="1746994585">
      <w:bodyDiv w:val="1"/>
      <w:marLeft w:val="0"/>
      <w:marRight w:val="0"/>
      <w:marTop w:val="0"/>
      <w:marBottom w:val="0"/>
      <w:divBdr>
        <w:top w:val="none" w:sz="0" w:space="0" w:color="auto"/>
        <w:left w:val="none" w:sz="0" w:space="0" w:color="auto"/>
        <w:bottom w:val="none" w:sz="0" w:space="0" w:color="auto"/>
        <w:right w:val="none" w:sz="0" w:space="0" w:color="auto"/>
      </w:divBdr>
      <w:divsChild>
        <w:div w:id="7685104">
          <w:marLeft w:val="640"/>
          <w:marRight w:val="0"/>
          <w:marTop w:val="0"/>
          <w:marBottom w:val="0"/>
          <w:divBdr>
            <w:top w:val="none" w:sz="0" w:space="0" w:color="auto"/>
            <w:left w:val="none" w:sz="0" w:space="0" w:color="auto"/>
            <w:bottom w:val="none" w:sz="0" w:space="0" w:color="auto"/>
            <w:right w:val="none" w:sz="0" w:space="0" w:color="auto"/>
          </w:divBdr>
        </w:div>
        <w:div w:id="1931356263">
          <w:marLeft w:val="640"/>
          <w:marRight w:val="0"/>
          <w:marTop w:val="0"/>
          <w:marBottom w:val="0"/>
          <w:divBdr>
            <w:top w:val="none" w:sz="0" w:space="0" w:color="auto"/>
            <w:left w:val="none" w:sz="0" w:space="0" w:color="auto"/>
            <w:bottom w:val="none" w:sz="0" w:space="0" w:color="auto"/>
            <w:right w:val="none" w:sz="0" w:space="0" w:color="auto"/>
          </w:divBdr>
        </w:div>
        <w:div w:id="2097896021">
          <w:marLeft w:val="640"/>
          <w:marRight w:val="0"/>
          <w:marTop w:val="0"/>
          <w:marBottom w:val="0"/>
          <w:divBdr>
            <w:top w:val="none" w:sz="0" w:space="0" w:color="auto"/>
            <w:left w:val="none" w:sz="0" w:space="0" w:color="auto"/>
            <w:bottom w:val="none" w:sz="0" w:space="0" w:color="auto"/>
            <w:right w:val="none" w:sz="0" w:space="0" w:color="auto"/>
          </w:divBdr>
        </w:div>
        <w:div w:id="870075345">
          <w:marLeft w:val="640"/>
          <w:marRight w:val="0"/>
          <w:marTop w:val="0"/>
          <w:marBottom w:val="0"/>
          <w:divBdr>
            <w:top w:val="none" w:sz="0" w:space="0" w:color="auto"/>
            <w:left w:val="none" w:sz="0" w:space="0" w:color="auto"/>
            <w:bottom w:val="none" w:sz="0" w:space="0" w:color="auto"/>
            <w:right w:val="none" w:sz="0" w:space="0" w:color="auto"/>
          </w:divBdr>
        </w:div>
        <w:div w:id="1623264742">
          <w:marLeft w:val="640"/>
          <w:marRight w:val="0"/>
          <w:marTop w:val="0"/>
          <w:marBottom w:val="0"/>
          <w:divBdr>
            <w:top w:val="none" w:sz="0" w:space="0" w:color="auto"/>
            <w:left w:val="none" w:sz="0" w:space="0" w:color="auto"/>
            <w:bottom w:val="none" w:sz="0" w:space="0" w:color="auto"/>
            <w:right w:val="none" w:sz="0" w:space="0" w:color="auto"/>
          </w:divBdr>
        </w:div>
        <w:div w:id="1834681636">
          <w:marLeft w:val="640"/>
          <w:marRight w:val="0"/>
          <w:marTop w:val="0"/>
          <w:marBottom w:val="0"/>
          <w:divBdr>
            <w:top w:val="none" w:sz="0" w:space="0" w:color="auto"/>
            <w:left w:val="none" w:sz="0" w:space="0" w:color="auto"/>
            <w:bottom w:val="none" w:sz="0" w:space="0" w:color="auto"/>
            <w:right w:val="none" w:sz="0" w:space="0" w:color="auto"/>
          </w:divBdr>
        </w:div>
        <w:div w:id="1422995233">
          <w:marLeft w:val="640"/>
          <w:marRight w:val="0"/>
          <w:marTop w:val="0"/>
          <w:marBottom w:val="0"/>
          <w:divBdr>
            <w:top w:val="none" w:sz="0" w:space="0" w:color="auto"/>
            <w:left w:val="none" w:sz="0" w:space="0" w:color="auto"/>
            <w:bottom w:val="none" w:sz="0" w:space="0" w:color="auto"/>
            <w:right w:val="none" w:sz="0" w:space="0" w:color="auto"/>
          </w:divBdr>
        </w:div>
        <w:div w:id="1857426141">
          <w:marLeft w:val="640"/>
          <w:marRight w:val="0"/>
          <w:marTop w:val="0"/>
          <w:marBottom w:val="0"/>
          <w:divBdr>
            <w:top w:val="none" w:sz="0" w:space="0" w:color="auto"/>
            <w:left w:val="none" w:sz="0" w:space="0" w:color="auto"/>
            <w:bottom w:val="none" w:sz="0" w:space="0" w:color="auto"/>
            <w:right w:val="none" w:sz="0" w:space="0" w:color="auto"/>
          </w:divBdr>
        </w:div>
        <w:div w:id="1044793308">
          <w:marLeft w:val="640"/>
          <w:marRight w:val="0"/>
          <w:marTop w:val="0"/>
          <w:marBottom w:val="0"/>
          <w:divBdr>
            <w:top w:val="none" w:sz="0" w:space="0" w:color="auto"/>
            <w:left w:val="none" w:sz="0" w:space="0" w:color="auto"/>
            <w:bottom w:val="none" w:sz="0" w:space="0" w:color="auto"/>
            <w:right w:val="none" w:sz="0" w:space="0" w:color="auto"/>
          </w:divBdr>
        </w:div>
        <w:div w:id="590700539">
          <w:marLeft w:val="640"/>
          <w:marRight w:val="0"/>
          <w:marTop w:val="0"/>
          <w:marBottom w:val="0"/>
          <w:divBdr>
            <w:top w:val="none" w:sz="0" w:space="0" w:color="auto"/>
            <w:left w:val="none" w:sz="0" w:space="0" w:color="auto"/>
            <w:bottom w:val="none" w:sz="0" w:space="0" w:color="auto"/>
            <w:right w:val="none" w:sz="0" w:space="0" w:color="auto"/>
          </w:divBdr>
        </w:div>
        <w:div w:id="1444687321">
          <w:marLeft w:val="640"/>
          <w:marRight w:val="0"/>
          <w:marTop w:val="0"/>
          <w:marBottom w:val="0"/>
          <w:divBdr>
            <w:top w:val="none" w:sz="0" w:space="0" w:color="auto"/>
            <w:left w:val="none" w:sz="0" w:space="0" w:color="auto"/>
            <w:bottom w:val="none" w:sz="0" w:space="0" w:color="auto"/>
            <w:right w:val="none" w:sz="0" w:space="0" w:color="auto"/>
          </w:divBdr>
        </w:div>
        <w:div w:id="153029045">
          <w:marLeft w:val="640"/>
          <w:marRight w:val="0"/>
          <w:marTop w:val="0"/>
          <w:marBottom w:val="0"/>
          <w:divBdr>
            <w:top w:val="none" w:sz="0" w:space="0" w:color="auto"/>
            <w:left w:val="none" w:sz="0" w:space="0" w:color="auto"/>
            <w:bottom w:val="none" w:sz="0" w:space="0" w:color="auto"/>
            <w:right w:val="none" w:sz="0" w:space="0" w:color="auto"/>
          </w:divBdr>
        </w:div>
        <w:div w:id="1609579747">
          <w:marLeft w:val="640"/>
          <w:marRight w:val="0"/>
          <w:marTop w:val="0"/>
          <w:marBottom w:val="0"/>
          <w:divBdr>
            <w:top w:val="none" w:sz="0" w:space="0" w:color="auto"/>
            <w:left w:val="none" w:sz="0" w:space="0" w:color="auto"/>
            <w:bottom w:val="none" w:sz="0" w:space="0" w:color="auto"/>
            <w:right w:val="none" w:sz="0" w:space="0" w:color="auto"/>
          </w:divBdr>
        </w:div>
        <w:div w:id="844248682">
          <w:marLeft w:val="640"/>
          <w:marRight w:val="0"/>
          <w:marTop w:val="0"/>
          <w:marBottom w:val="0"/>
          <w:divBdr>
            <w:top w:val="none" w:sz="0" w:space="0" w:color="auto"/>
            <w:left w:val="none" w:sz="0" w:space="0" w:color="auto"/>
            <w:bottom w:val="none" w:sz="0" w:space="0" w:color="auto"/>
            <w:right w:val="none" w:sz="0" w:space="0" w:color="auto"/>
          </w:divBdr>
        </w:div>
        <w:div w:id="1893881680">
          <w:marLeft w:val="640"/>
          <w:marRight w:val="0"/>
          <w:marTop w:val="0"/>
          <w:marBottom w:val="0"/>
          <w:divBdr>
            <w:top w:val="none" w:sz="0" w:space="0" w:color="auto"/>
            <w:left w:val="none" w:sz="0" w:space="0" w:color="auto"/>
            <w:bottom w:val="none" w:sz="0" w:space="0" w:color="auto"/>
            <w:right w:val="none" w:sz="0" w:space="0" w:color="auto"/>
          </w:divBdr>
        </w:div>
        <w:div w:id="882711081">
          <w:marLeft w:val="640"/>
          <w:marRight w:val="0"/>
          <w:marTop w:val="0"/>
          <w:marBottom w:val="0"/>
          <w:divBdr>
            <w:top w:val="none" w:sz="0" w:space="0" w:color="auto"/>
            <w:left w:val="none" w:sz="0" w:space="0" w:color="auto"/>
            <w:bottom w:val="none" w:sz="0" w:space="0" w:color="auto"/>
            <w:right w:val="none" w:sz="0" w:space="0" w:color="auto"/>
          </w:divBdr>
        </w:div>
        <w:div w:id="1428962871">
          <w:marLeft w:val="640"/>
          <w:marRight w:val="0"/>
          <w:marTop w:val="0"/>
          <w:marBottom w:val="0"/>
          <w:divBdr>
            <w:top w:val="none" w:sz="0" w:space="0" w:color="auto"/>
            <w:left w:val="none" w:sz="0" w:space="0" w:color="auto"/>
            <w:bottom w:val="none" w:sz="0" w:space="0" w:color="auto"/>
            <w:right w:val="none" w:sz="0" w:space="0" w:color="auto"/>
          </w:divBdr>
        </w:div>
        <w:div w:id="1306474784">
          <w:marLeft w:val="640"/>
          <w:marRight w:val="0"/>
          <w:marTop w:val="0"/>
          <w:marBottom w:val="0"/>
          <w:divBdr>
            <w:top w:val="none" w:sz="0" w:space="0" w:color="auto"/>
            <w:left w:val="none" w:sz="0" w:space="0" w:color="auto"/>
            <w:bottom w:val="none" w:sz="0" w:space="0" w:color="auto"/>
            <w:right w:val="none" w:sz="0" w:space="0" w:color="auto"/>
          </w:divBdr>
        </w:div>
        <w:div w:id="1676687388">
          <w:marLeft w:val="640"/>
          <w:marRight w:val="0"/>
          <w:marTop w:val="0"/>
          <w:marBottom w:val="0"/>
          <w:divBdr>
            <w:top w:val="none" w:sz="0" w:space="0" w:color="auto"/>
            <w:left w:val="none" w:sz="0" w:space="0" w:color="auto"/>
            <w:bottom w:val="none" w:sz="0" w:space="0" w:color="auto"/>
            <w:right w:val="none" w:sz="0" w:space="0" w:color="auto"/>
          </w:divBdr>
        </w:div>
        <w:div w:id="1723866375">
          <w:marLeft w:val="640"/>
          <w:marRight w:val="0"/>
          <w:marTop w:val="0"/>
          <w:marBottom w:val="0"/>
          <w:divBdr>
            <w:top w:val="none" w:sz="0" w:space="0" w:color="auto"/>
            <w:left w:val="none" w:sz="0" w:space="0" w:color="auto"/>
            <w:bottom w:val="none" w:sz="0" w:space="0" w:color="auto"/>
            <w:right w:val="none" w:sz="0" w:space="0" w:color="auto"/>
          </w:divBdr>
        </w:div>
      </w:divsChild>
    </w:div>
    <w:div w:id="1764257859">
      <w:bodyDiv w:val="1"/>
      <w:marLeft w:val="0"/>
      <w:marRight w:val="0"/>
      <w:marTop w:val="0"/>
      <w:marBottom w:val="0"/>
      <w:divBdr>
        <w:top w:val="none" w:sz="0" w:space="0" w:color="auto"/>
        <w:left w:val="none" w:sz="0" w:space="0" w:color="auto"/>
        <w:bottom w:val="none" w:sz="0" w:space="0" w:color="auto"/>
        <w:right w:val="none" w:sz="0" w:space="0" w:color="auto"/>
      </w:divBdr>
      <w:divsChild>
        <w:div w:id="169763000">
          <w:marLeft w:val="640"/>
          <w:marRight w:val="0"/>
          <w:marTop w:val="0"/>
          <w:marBottom w:val="0"/>
          <w:divBdr>
            <w:top w:val="none" w:sz="0" w:space="0" w:color="auto"/>
            <w:left w:val="none" w:sz="0" w:space="0" w:color="auto"/>
            <w:bottom w:val="none" w:sz="0" w:space="0" w:color="auto"/>
            <w:right w:val="none" w:sz="0" w:space="0" w:color="auto"/>
          </w:divBdr>
        </w:div>
        <w:div w:id="1538545748">
          <w:marLeft w:val="640"/>
          <w:marRight w:val="0"/>
          <w:marTop w:val="0"/>
          <w:marBottom w:val="0"/>
          <w:divBdr>
            <w:top w:val="none" w:sz="0" w:space="0" w:color="auto"/>
            <w:left w:val="none" w:sz="0" w:space="0" w:color="auto"/>
            <w:bottom w:val="none" w:sz="0" w:space="0" w:color="auto"/>
            <w:right w:val="none" w:sz="0" w:space="0" w:color="auto"/>
          </w:divBdr>
        </w:div>
        <w:div w:id="1948653790">
          <w:marLeft w:val="640"/>
          <w:marRight w:val="0"/>
          <w:marTop w:val="0"/>
          <w:marBottom w:val="0"/>
          <w:divBdr>
            <w:top w:val="none" w:sz="0" w:space="0" w:color="auto"/>
            <w:left w:val="none" w:sz="0" w:space="0" w:color="auto"/>
            <w:bottom w:val="none" w:sz="0" w:space="0" w:color="auto"/>
            <w:right w:val="none" w:sz="0" w:space="0" w:color="auto"/>
          </w:divBdr>
        </w:div>
        <w:div w:id="2101442846">
          <w:marLeft w:val="640"/>
          <w:marRight w:val="0"/>
          <w:marTop w:val="0"/>
          <w:marBottom w:val="0"/>
          <w:divBdr>
            <w:top w:val="none" w:sz="0" w:space="0" w:color="auto"/>
            <w:left w:val="none" w:sz="0" w:space="0" w:color="auto"/>
            <w:bottom w:val="none" w:sz="0" w:space="0" w:color="auto"/>
            <w:right w:val="none" w:sz="0" w:space="0" w:color="auto"/>
          </w:divBdr>
        </w:div>
        <w:div w:id="210843833">
          <w:marLeft w:val="640"/>
          <w:marRight w:val="0"/>
          <w:marTop w:val="0"/>
          <w:marBottom w:val="0"/>
          <w:divBdr>
            <w:top w:val="none" w:sz="0" w:space="0" w:color="auto"/>
            <w:left w:val="none" w:sz="0" w:space="0" w:color="auto"/>
            <w:bottom w:val="none" w:sz="0" w:space="0" w:color="auto"/>
            <w:right w:val="none" w:sz="0" w:space="0" w:color="auto"/>
          </w:divBdr>
        </w:div>
        <w:div w:id="1427993761">
          <w:marLeft w:val="640"/>
          <w:marRight w:val="0"/>
          <w:marTop w:val="0"/>
          <w:marBottom w:val="0"/>
          <w:divBdr>
            <w:top w:val="none" w:sz="0" w:space="0" w:color="auto"/>
            <w:left w:val="none" w:sz="0" w:space="0" w:color="auto"/>
            <w:bottom w:val="none" w:sz="0" w:space="0" w:color="auto"/>
            <w:right w:val="none" w:sz="0" w:space="0" w:color="auto"/>
          </w:divBdr>
        </w:div>
        <w:div w:id="1457871798">
          <w:marLeft w:val="640"/>
          <w:marRight w:val="0"/>
          <w:marTop w:val="0"/>
          <w:marBottom w:val="0"/>
          <w:divBdr>
            <w:top w:val="none" w:sz="0" w:space="0" w:color="auto"/>
            <w:left w:val="none" w:sz="0" w:space="0" w:color="auto"/>
            <w:bottom w:val="none" w:sz="0" w:space="0" w:color="auto"/>
            <w:right w:val="none" w:sz="0" w:space="0" w:color="auto"/>
          </w:divBdr>
        </w:div>
        <w:div w:id="4942202">
          <w:marLeft w:val="640"/>
          <w:marRight w:val="0"/>
          <w:marTop w:val="0"/>
          <w:marBottom w:val="0"/>
          <w:divBdr>
            <w:top w:val="none" w:sz="0" w:space="0" w:color="auto"/>
            <w:left w:val="none" w:sz="0" w:space="0" w:color="auto"/>
            <w:bottom w:val="none" w:sz="0" w:space="0" w:color="auto"/>
            <w:right w:val="none" w:sz="0" w:space="0" w:color="auto"/>
          </w:divBdr>
        </w:div>
        <w:div w:id="547424788">
          <w:marLeft w:val="640"/>
          <w:marRight w:val="0"/>
          <w:marTop w:val="0"/>
          <w:marBottom w:val="0"/>
          <w:divBdr>
            <w:top w:val="none" w:sz="0" w:space="0" w:color="auto"/>
            <w:left w:val="none" w:sz="0" w:space="0" w:color="auto"/>
            <w:bottom w:val="none" w:sz="0" w:space="0" w:color="auto"/>
            <w:right w:val="none" w:sz="0" w:space="0" w:color="auto"/>
          </w:divBdr>
        </w:div>
        <w:div w:id="126313904">
          <w:marLeft w:val="640"/>
          <w:marRight w:val="0"/>
          <w:marTop w:val="0"/>
          <w:marBottom w:val="0"/>
          <w:divBdr>
            <w:top w:val="none" w:sz="0" w:space="0" w:color="auto"/>
            <w:left w:val="none" w:sz="0" w:space="0" w:color="auto"/>
            <w:bottom w:val="none" w:sz="0" w:space="0" w:color="auto"/>
            <w:right w:val="none" w:sz="0" w:space="0" w:color="auto"/>
          </w:divBdr>
        </w:div>
        <w:div w:id="1268736545">
          <w:marLeft w:val="640"/>
          <w:marRight w:val="0"/>
          <w:marTop w:val="0"/>
          <w:marBottom w:val="0"/>
          <w:divBdr>
            <w:top w:val="none" w:sz="0" w:space="0" w:color="auto"/>
            <w:left w:val="none" w:sz="0" w:space="0" w:color="auto"/>
            <w:bottom w:val="none" w:sz="0" w:space="0" w:color="auto"/>
            <w:right w:val="none" w:sz="0" w:space="0" w:color="auto"/>
          </w:divBdr>
        </w:div>
        <w:div w:id="1719015877">
          <w:marLeft w:val="640"/>
          <w:marRight w:val="0"/>
          <w:marTop w:val="0"/>
          <w:marBottom w:val="0"/>
          <w:divBdr>
            <w:top w:val="none" w:sz="0" w:space="0" w:color="auto"/>
            <w:left w:val="none" w:sz="0" w:space="0" w:color="auto"/>
            <w:bottom w:val="none" w:sz="0" w:space="0" w:color="auto"/>
            <w:right w:val="none" w:sz="0" w:space="0" w:color="auto"/>
          </w:divBdr>
        </w:div>
        <w:div w:id="932665799">
          <w:marLeft w:val="640"/>
          <w:marRight w:val="0"/>
          <w:marTop w:val="0"/>
          <w:marBottom w:val="0"/>
          <w:divBdr>
            <w:top w:val="none" w:sz="0" w:space="0" w:color="auto"/>
            <w:left w:val="none" w:sz="0" w:space="0" w:color="auto"/>
            <w:bottom w:val="none" w:sz="0" w:space="0" w:color="auto"/>
            <w:right w:val="none" w:sz="0" w:space="0" w:color="auto"/>
          </w:divBdr>
        </w:div>
        <w:div w:id="1492024266">
          <w:marLeft w:val="640"/>
          <w:marRight w:val="0"/>
          <w:marTop w:val="0"/>
          <w:marBottom w:val="0"/>
          <w:divBdr>
            <w:top w:val="none" w:sz="0" w:space="0" w:color="auto"/>
            <w:left w:val="none" w:sz="0" w:space="0" w:color="auto"/>
            <w:bottom w:val="none" w:sz="0" w:space="0" w:color="auto"/>
            <w:right w:val="none" w:sz="0" w:space="0" w:color="auto"/>
          </w:divBdr>
        </w:div>
        <w:div w:id="1376738028">
          <w:marLeft w:val="640"/>
          <w:marRight w:val="0"/>
          <w:marTop w:val="0"/>
          <w:marBottom w:val="0"/>
          <w:divBdr>
            <w:top w:val="none" w:sz="0" w:space="0" w:color="auto"/>
            <w:left w:val="none" w:sz="0" w:space="0" w:color="auto"/>
            <w:bottom w:val="none" w:sz="0" w:space="0" w:color="auto"/>
            <w:right w:val="none" w:sz="0" w:space="0" w:color="auto"/>
          </w:divBdr>
        </w:div>
        <w:div w:id="1718432572">
          <w:marLeft w:val="640"/>
          <w:marRight w:val="0"/>
          <w:marTop w:val="0"/>
          <w:marBottom w:val="0"/>
          <w:divBdr>
            <w:top w:val="none" w:sz="0" w:space="0" w:color="auto"/>
            <w:left w:val="none" w:sz="0" w:space="0" w:color="auto"/>
            <w:bottom w:val="none" w:sz="0" w:space="0" w:color="auto"/>
            <w:right w:val="none" w:sz="0" w:space="0" w:color="auto"/>
          </w:divBdr>
        </w:div>
        <w:div w:id="1438212030">
          <w:marLeft w:val="640"/>
          <w:marRight w:val="0"/>
          <w:marTop w:val="0"/>
          <w:marBottom w:val="0"/>
          <w:divBdr>
            <w:top w:val="none" w:sz="0" w:space="0" w:color="auto"/>
            <w:left w:val="none" w:sz="0" w:space="0" w:color="auto"/>
            <w:bottom w:val="none" w:sz="0" w:space="0" w:color="auto"/>
            <w:right w:val="none" w:sz="0" w:space="0" w:color="auto"/>
          </w:divBdr>
        </w:div>
        <w:div w:id="1545680793">
          <w:marLeft w:val="640"/>
          <w:marRight w:val="0"/>
          <w:marTop w:val="0"/>
          <w:marBottom w:val="0"/>
          <w:divBdr>
            <w:top w:val="none" w:sz="0" w:space="0" w:color="auto"/>
            <w:left w:val="none" w:sz="0" w:space="0" w:color="auto"/>
            <w:bottom w:val="none" w:sz="0" w:space="0" w:color="auto"/>
            <w:right w:val="none" w:sz="0" w:space="0" w:color="auto"/>
          </w:divBdr>
        </w:div>
        <w:div w:id="1377074433">
          <w:marLeft w:val="640"/>
          <w:marRight w:val="0"/>
          <w:marTop w:val="0"/>
          <w:marBottom w:val="0"/>
          <w:divBdr>
            <w:top w:val="none" w:sz="0" w:space="0" w:color="auto"/>
            <w:left w:val="none" w:sz="0" w:space="0" w:color="auto"/>
            <w:bottom w:val="none" w:sz="0" w:space="0" w:color="auto"/>
            <w:right w:val="none" w:sz="0" w:space="0" w:color="auto"/>
          </w:divBdr>
        </w:div>
        <w:div w:id="1803692458">
          <w:marLeft w:val="640"/>
          <w:marRight w:val="0"/>
          <w:marTop w:val="0"/>
          <w:marBottom w:val="0"/>
          <w:divBdr>
            <w:top w:val="none" w:sz="0" w:space="0" w:color="auto"/>
            <w:left w:val="none" w:sz="0" w:space="0" w:color="auto"/>
            <w:bottom w:val="none" w:sz="0" w:space="0" w:color="auto"/>
            <w:right w:val="none" w:sz="0" w:space="0" w:color="auto"/>
          </w:divBdr>
        </w:div>
      </w:divsChild>
    </w:div>
    <w:div w:id="1904367015">
      <w:bodyDiv w:val="1"/>
      <w:marLeft w:val="0"/>
      <w:marRight w:val="0"/>
      <w:marTop w:val="0"/>
      <w:marBottom w:val="0"/>
      <w:divBdr>
        <w:top w:val="none" w:sz="0" w:space="0" w:color="auto"/>
        <w:left w:val="none" w:sz="0" w:space="0" w:color="auto"/>
        <w:bottom w:val="none" w:sz="0" w:space="0" w:color="auto"/>
        <w:right w:val="none" w:sz="0" w:space="0" w:color="auto"/>
      </w:divBdr>
    </w:div>
    <w:div w:id="1920214081">
      <w:bodyDiv w:val="1"/>
      <w:marLeft w:val="0"/>
      <w:marRight w:val="0"/>
      <w:marTop w:val="0"/>
      <w:marBottom w:val="0"/>
      <w:divBdr>
        <w:top w:val="none" w:sz="0" w:space="0" w:color="auto"/>
        <w:left w:val="none" w:sz="0" w:space="0" w:color="auto"/>
        <w:bottom w:val="none" w:sz="0" w:space="0" w:color="auto"/>
        <w:right w:val="none" w:sz="0" w:space="0" w:color="auto"/>
      </w:divBdr>
    </w:div>
    <w:div w:id="1928886012">
      <w:bodyDiv w:val="1"/>
      <w:marLeft w:val="0"/>
      <w:marRight w:val="0"/>
      <w:marTop w:val="0"/>
      <w:marBottom w:val="0"/>
      <w:divBdr>
        <w:top w:val="none" w:sz="0" w:space="0" w:color="auto"/>
        <w:left w:val="none" w:sz="0" w:space="0" w:color="auto"/>
        <w:bottom w:val="none" w:sz="0" w:space="0" w:color="auto"/>
        <w:right w:val="none" w:sz="0" w:space="0" w:color="auto"/>
      </w:divBdr>
      <w:divsChild>
        <w:div w:id="1865630260">
          <w:marLeft w:val="640"/>
          <w:marRight w:val="0"/>
          <w:marTop w:val="0"/>
          <w:marBottom w:val="0"/>
          <w:divBdr>
            <w:top w:val="none" w:sz="0" w:space="0" w:color="auto"/>
            <w:left w:val="none" w:sz="0" w:space="0" w:color="auto"/>
            <w:bottom w:val="none" w:sz="0" w:space="0" w:color="auto"/>
            <w:right w:val="none" w:sz="0" w:space="0" w:color="auto"/>
          </w:divBdr>
        </w:div>
        <w:div w:id="1153252356">
          <w:marLeft w:val="640"/>
          <w:marRight w:val="0"/>
          <w:marTop w:val="0"/>
          <w:marBottom w:val="0"/>
          <w:divBdr>
            <w:top w:val="none" w:sz="0" w:space="0" w:color="auto"/>
            <w:left w:val="none" w:sz="0" w:space="0" w:color="auto"/>
            <w:bottom w:val="none" w:sz="0" w:space="0" w:color="auto"/>
            <w:right w:val="none" w:sz="0" w:space="0" w:color="auto"/>
          </w:divBdr>
        </w:div>
        <w:div w:id="2069264333">
          <w:marLeft w:val="640"/>
          <w:marRight w:val="0"/>
          <w:marTop w:val="0"/>
          <w:marBottom w:val="0"/>
          <w:divBdr>
            <w:top w:val="none" w:sz="0" w:space="0" w:color="auto"/>
            <w:left w:val="none" w:sz="0" w:space="0" w:color="auto"/>
            <w:bottom w:val="none" w:sz="0" w:space="0" w:color="auto"/>
            <w:right w:val="none" w:sz="0" w:space="0" w:color="auto"/>
          </w:divBdr>
        </w:div>
        <w:div w:id="1444419802">
          <w:marLeft w:val="640"/>
          <w:marRight w:val="0"/>
          <w:marTop w:val="0"/>
          <w:marBottom w:val="0"/>
          <w:divBdr>
            <w:top w:val="none" w:sz="0" w:space="0" w:color="auto"/>
            <w:left w:val="none" w:sz="0" w:space="0" w:color="auto"/>
            <w:bottom w:val="none" w:sz="0" w:space="0" w:color="auto"/>
            <w:right w:val="none" w:sz="0" w:space="0" w:color="auto"/>
          </w:divBdr>
        </w:div>
        <w:div w:id="836846622">
          <w:marLeft w:val="640"/>
          <w:marRight w:val="0"/>
          <w:marTop w:val="0"/>
          <w:marBottom w:val="0"/>
          <w:divBdr>
            <w:top w:val="none" w:sz="0" w:space="0" w:color="auto"/>
            <w:left w:val="none" w:sz="0" w:space="0" w:color="auto"/>
            <w:bottom w:val="none" w:sz="0" w:space="0" w:color="auto"/>
            <w:right w:val="none" w:sz="0" w:space="0" w:color="auto"/>
          </w:divBdr>
        </w:div>
        <w:div w:id="587882241">
          <w:marLeft w:val="640"/>
          <w:marRight w:val="0"/>
          <w:marTop w:val="0"/>
          <w:marBottom w:val="0"/>
          <w:divBdr>
            <w:top w:val="none" w:sz="0" w:space="0" w:color="auto"/>
            <w:left w:val="none" w:sz="0" w:space="0" w:color="auto"/>
            <w:bottom w:val="none" w:sz="0" w:space="0" w:color="auto"/>
            <w:right w:val="none" w:sz="0" w:space="0" w:color="auto"/>
          </w:divBdr>
        </w:div>
        <w:div w:id="3943872">
          <w:marLeft w:val="640"/>
          <w:marRight w:val="0"/>
          <w:marTop w:val="0"/>
          <w:marBottom w:val="0"/>
          <w:divBdr>
            <w:top w:val="none" w:sz="0" w:space="0" w:color="auto"/>
            <w:left w:val="none" w:sz="0" w:space="0" w:color="auto"/>
            <w:bottom w:val="none" w:sz="0" w:space="0" w:color="auto"/>
            <w:right w:val="none" w:sz="0" w:space="0" w:color="auto"/>
          </w:divBdr>
        </w:div>
        <w:div w:id="873343893">
          <w:marLeft w:val="640"/>
          <w:marRight w:val="0"/>
          <w:marTop w:val="0"/>
          <w:marBottom w:val="0"/>
          <w:divBdr>
            <w:top w:val="none" w:sz="0" w:space="0" w:color="auto"/>
            <w:left w:val="none" w:sz="0" w:space="0" w:color="auto"/>
            <w:bottom w:val="none" w:sz="0" w:space="0" w:color="auto"/>
            <w:right w:val="none" w:sz="0" w:space="0" w:color="auto"/>
          </w:divBdr>
        </w:div>
        <w:div w:id="1961110402">
          <w:marLeft w:val="640"/>
          <w:marRight w:val="0"/>
          <w:marTop w:val="0"/>
          <w:marBottom w:val="0"/>
          <w:divBdr>
            <w:top w:val="none" w:sz="0" w:space="0" w:color="auto"/>
            <w:left w:val="none" w:sz="0" w:space="0" w:color="auto"/>
            <w:bottom w:val="none" w:sz="0" w:space="0" w:color="auto"/>
            <w:right w:val="none" w:sz="0" w:space="0" w:color="auto"/>
          </w:divBdr>
        </w:div>
        <w:div w:id="1714425001">
          <w:marLeft w:val="640"/>
          <w:marRight w:val="0"/>
          <w:marTop w:val="0"/>
          <w:marBottom w:val="0"/>
          <w:divBdr>
            <w:top w:val="none" w:sz="0" w:space="0" w:color="auto"/>
            <w:left w:val="none" w:sz="0" w:space="0" w:color="auto"/>
            <w:bottom w:val="none" w:sz="0" w:space="0" w:color="auto"/>
            <w:right w:val="none" w:sz="0" w:space="0" w:color="auto"/>
          </w:divBdr>
        </w:div>
        <w:div w:id="210655776">
          <w:marLeft w:val="640"/>
          <w:marRight w:val="0"/>
          <w:marTop w:val="0"/>
          <w:marBottom w:val="0"/>
          <w:divBdr>
            <w:top w:val="none" w:sz="0" w:space="0" w:color="auto"/>
            <w:left w:val="none" w:sz="0" w:space="0" w:color="auto"/>
            <w:bottom w:val="none" w:sz="0" w:space="0" w:color="auto"/>
            <w:right w:val="none" w:sz="0" w:space="0" w:color="auto"/>
          </w:divBdr>
        </w:div>
        <w:div w:id="1593010026">
          <w:marLeft w:val="640"/>
          <w:marRight w:val="0"/>
          <w:marTop w:val="0"/>
          <w:marBottom w:val="0"/>
          <w:divBdr>
            <w:top w:val="none" w:sz="0" w:space="0" w:color="auto"/>
            <w:left w:val="none" w:sz="0" w:space="0" w:color="auto"/>
            <w:bottom w:val="none" w:sz="0" w:space="0" w:color="auto"/>
            <w:right w:val="none" w:sz="0" w:space="0" w:color="auto"/>
          </w:divBdr>
        </w:div>
        <w:div w:id="121464414">
          <w:marLeft w:val="640"/>
          <w:marRight w:val="0"/>
          <w:marTop w:val="0"/>
          <w:marBottom w:val="0"/>
          <w:divBdr>
            <w:top w:val="none" w:sz="0" w:space="0" w:color="auto"/>
            <w:left w:val="none" w:sz="0" w:space="0" w:color="auto"/>
            <w:bottom w:val="none" w:sz="0" w:space="0" w:color="auto"/>
            <w:right w:val="none" w:sz="0" w:space="0" w:color="auto"/>
          </w:divBdr>
        </w:div>
        <w:div w:id="1256665792">
          <w:marLeft w:val="640"/>
          <w:marRight w:val="0"/>
          <w:marTop w:val="0"/>
          <w:marBottom w:val="0"/>
          <w:divBdr>
            <w:top w:val="none" w:sz="0" w:space="0" w:color="auto"/>
            <w:left w:val="none" w:sz="0" w:space="0" w:color="auto"/>
            <w:bottom w:val="none" w:sz="0" w:space="0" w:color="auto"/>
            <w:right w:val="none" w:sz="0" w:space="0" w:color="auto"/>
          </w:divBdr>
        </w:div>
        <w:div w:id="503012767">
          <w:marLeft w:val="640"/>
          <w:marRight w:val="0"/>
          <w:marTop w:val="0"/>
          <w:marBottom w:val="0"/>
          <w:divBdr>
            <w:top w:val="none" w:sz="0" w:space="0" w:color="auto"/>
            <w:left w:val="none" w:sz="0" w:space="0" w:color="auto"/>
            <w:bottom w:val="none" w:sz="0" w:space="0" w:color="auto"/>
            <w:right w:val="none" w:sz="0" w:space="0" w:color="auto"/>
          </w:divBdr>
        </w:div>
        <w:div w:id="1175850331">
          <w:marLeft w:val="640"/>
          <w:marRight w:val="0"/>
          <w:marTop w:val="0"/>
          <w:marBottom w:val="0"/>
          <w:divBdr>
            <w:top w:val="none" w:sz="0" w:space="0" w:color="auto"/>
            <w:left w:val="none" w:sz="0" w:space="0" w:color="auto"/>
            <w:bottom w:val="none" w:sz="0" w:space="0" w:color="auto"/>
            <w:right w:val="none" w:sz="0" w:space="0" w:color="auto"/>
          </w:divBdr>
        </w:div>
        <w:div w:id="452749567">
          <w:marLeft w:val="640"/>
          <w:marRight w:val="0"/>
          <w:marTop w:val="0"/>
          <w:marBottom w:val="0"/>
          <w:divBdr>
            <w:top w:val="none" w:sz="0" w:space="0" w:color="auto"/>
            <w:left w:val="none" w:sz="0" w:space="0" w:color="auto"/>
            <w:bottom w:val="none" w:sz="0" w:space="0" w:color="auto"/>
            <w:right w:val="none" w:sz="0" w:space="0" w:color="auto"/>
          </w:divBdr>
        </w:div>
        <w:div w:id="1060714851">
          <w:marLeft w:val="640"/>
          <w:marRight w:val="0"/>
          <w:marTop w:val="0"/>
          <w:marBottom w:val="0"/>
          <w:divBdr>
            <w:top w:val="none" w:sz="0" w:space="0" w:color="auto"/>
            <w:left w:val="none" w:sz="0" w:space="0" w:color="auto"/>
            <w:bottom w:val="none" w:sz="0" w:space="0" w:color="auto"/>
            <w:right w:val="none" w:sz="0" w:space="0" w:color="auto"/>
          </w:divBdr>
        </w:div>
        <w:div w:id="1721053696">
          <w:marLeft w:val="640"/>
          <w:marRight w:val="0"/>
          <w:marTop w:val="0"/>
          <w:marBottom w:val="0"/>
          <w:divBdr>
            <w:top w:val="none" w:sz="0" w:space="0" w:color="auto"/>
            <w:left w:val="none" w:sz="0" w:space="0" w:color="auto"/>
            <w:bottom w:val="none" w:sz="0" w:space="0" w:color="auto"/>
            <w:right w:val="none" w:sz="0" w:space="0" w:color="auto"/>
          </w:divBdr>
        </w:div>
        <w:div w:id="1507087995">
          <w:marLeft w:val="640"/>
          <w:marRight w:val="0"/>
          <w:marTop w:val="0"/>
          <w:marBottom w:val="0"/>
          <w:divBdr>
            <w:top w:val="none" w:sz="0" w:space="0" w:color="auto"/>
            <w:left w:val="none" w:sz="0" w:space="0" w:color="auto"/>
            <w:bottom w:val="none" w:sz="0" w:space="0" w:color="auto"/>
            <w:right w:val="none" w:sz="0" w:space="0" w:color="auto"/>
          </w:divBdr>
        </w:div>
      </w:divsChild>
    </w:div>
    <w:div w:id="1936591018">
      <w:bodyDiv w:val="1"/>
      <w:marLeft w:val="0"/>
      <w:marRight w:val="0"/>
      <w:marTop w:val="0"/>
      <w:marBottom w:val="0"/>
      <w:divBdr>
        <w:top w:val="none" w:sz="0" w:space="0" w:color="auto"/>
        <w:left w:val="none" w:sz="0" w:space="0" w:color="auto"/>
        <w:bottom w:val="none" w:sz="0" w:space="0" w:color="auto"/>
        <w:right w:val="none" w:sz="0" w:space="0" w:color="auto"/>
      </w:divBdr>
      <w:divsChild>
        <w:div w:id="357974994">
          <w:marLeft w:val="480"/>
          <w:marRight w:val="0"/>
          <w:marTop w:val="0"/>
          <w:marBottom w:val="0"/>
          <w:divBdr>
            <w:top w:val="none" w:sz="0" w:space="0" w:color="auto"/>
            <w:left w:val="none" w:sz="0" w:space="0" w:color="auto"/>
            <w:bottom w:val="none" w:sz="0" w:space="0" w:color="auto"/>
            <w:right w:val="none" w:sz="0" w:space="0" w:color="auto"/>
          </w:divBdr>
        </w:div>
        <w:div w:id="2023435675">
          <w:marLeft w:val="480"/>
          <w:marRight w:val="0"/>
          <w:marTop w:val="0"/>
          <w:marBottom w:val="0"/>
          <w:divBdr>
            <w:top w:val="none" w:sz="0" w:space="0" w:color="auto"/>
            <w:left w:val="none" w:sz="0" w:space="0" w:color="auto"/>
            <w:bottom w:val="none" w:sz="0" w:space="0" w:color="auto"/>
            <w:right w:val="none" w:sz="0" w:space="0" w:color="auto"/>
          </w:divBdr>
        </w:div>
        <w:div w:id="767048335">
          <w:marLeft w:val="480"/>
          <w:marRight w:val="0"/>
          <w:marTop w:val="0"/>
          <w:marBottom w:val="0"/>
          <w:divBdr>
            <w:top w:val="none" w:sz="0" w:space="0" w:color="auto"/>
            <w:left w:val="none" w:sz="0" w:space="0" w:color="auto"/>
            <w:bottom w:val="none" w:sz="0" w:space="0" w:color="auto"/>
            <w:right w:val="none" w:sz="0" w:space="0" w:color="auto"/>
          </w:divBdr>
        </w:div>
        <w:div w:id="1405297772">
          <w:marLeft w:val="480"/>
          <w:marRight w:val="0"/>
          <w:marTop w:val="0"/>
          <w:marBottom w:val="0"/>
          <w:divBdr>
            <w:top w:val="none" w:sz="0" w:space="0" w:color="auto"/>
            <w:left w:val="none" w:sz="0" w:space="0" w:color="auto"/>
            <w:bottom w:val="none" w:sz="0" w:space="0" w:color="auto"/>
            <w:right w:val="none" w:sz="0" w:space="0" w:color="auto"/>
          </w:divBdr>
        </w:div>
        <w:div w:id="1598515872">
          <w:marLeft w:val="480"/>
          <w:marRight w:val="0"/>
          <w:marTop w:val="0"/>
          <w:marBottom w:val="0"/>
          <w:divBdr>
            <w:top w:val="none" w:sz="0" w:space="0" w:color="auto"/>
            <w:left w:val="none" w:sz="0" w:space="0" w:color="auto"/>
            <w:bottom w:val="none" w:sz="0" w:space="0" w:color="auto"/>
            <w:right w:val="none" w:sz="0" w:space="0" w:color="auto"/>
          </w:divBdr>
        </w:div>
        <w:div w:id="1217888133">
          <w:marLeft w:val="480"/>
          <w:marRight w:val="0"/>
          <w:marTop w:val="0"/>
          <w:marBottom w:val="0"/>
          <w:divBdr>
            <w:top w:val="none" w:sz="0" w:space="0" w:color="auto"/>
            <w:left w:val="none" w:sz="0" w:space="0" w:color="auto"/>
            <w:bottom w:val="none" w:sz="0" w:space="0" w:color="auto"/>
            <w:right w:val="none" w:sz="0" w:space="0" w:color="auto"/>
          </w:divBdr>
        </w:div>
        <w:div w:id="281232808">
          <w:marLeft w:val="480"/>
          <w:marRight w:val="0"/>
          <w:marTop w:val="0"/>
          <w:marBottom w:val="0"/>
          <w:divBdr>
            <w:top w:val="none" w:sz="0" w:space="0" w:color="auto"/>
            <w:left w:val="none" w:sz="0" w:space="0" w:color="auto"/>
            <w:bottom w:val="none" w:sz="0" w:space="0" w:color="auto"/>
            <w:right w:val="none" w:sz="0" w:space="0" w:color="auto"/>
          </w:divBdr>
        </w:div>
        <w:div w:id="1672875474">
          <w:marLeft w:val="480"/>
          <w:marRight w:val="0"/>
          <w:marTop w:val="0"/>
          <w:marBottom w:val="0"/>
          <w:divBdr>
            <w:top w:val="none" w:sz="0" w:space="0" w:color="auto"/>
            <w:left w:val="none" w:sz="0" w:space="0" w:color="auto"/>
            <w:bottom w:val="none" w:sz="0" w:space="0" w:color="auto"/>
            <w:right w:val="none" w:sz="0" w:space="0" w:color="auto"/>
          </w:divBdr>
        </w:div>
        <w:div w:id="1220359866">
          <w:marLeft w:val="480"/>
          <w:marRight w:val="0"/>
          <w:marTop w:val="0"/>
          <w:marBottom w:val="0"/>
          <w:divBdr>
            <w:top w:val="none" w:sz="0" w:space="0" w:color="auto"/>
            <w:left w:val="none" w:sz="0" w:space="0" w:color="auto"/>
            <w:bottom w:val="none" w:sz="0" w:space="0" w:color="auto"/>
            <w:right w:val="none" w:sz="0" w:space="0" w:color="auto"/>
          </w:divBdr>
        </w:div>
        <w:div w:id="913470851">
          <w:marLeft w:val="480"/>
          <w:marRight w:val="0"/>
          <w:marTop w:val="0"/>
          <w:marBottom w:val="0"/>
          <w:divBdr>
            <w:top w:val="none" w:sz="0" w:space="0" w:color="auto"/>
            <w:left w:val="none" w:sz="0" w:space="0" w:color="auto"/>
            <w:bottom w:val="none" w:sz="0" w:space="0" w:color="auto"/>
            <w:right w:val="none" w:sz="0" w:space="0" w:color="auto"/>
          </w:divBdr>
        </w:div>
        <w:div w:id="1227645541">
          <w:marLeft w:val="480"/>
          <w:marRight w:val="0"/>
          <w:marTop w:val="0"/>
          <w:marBottom w:val="0"/>
          <w:divBdr>
            <w:top w:val="none" w:sz="0" w:space="0" w:color="auto"/>
            <w:left w:val="none" w:sz="0" w:space="0" w:color="auto"/>
            <w:bottom w:val="none" w:sz="0" w:space="0" w:color="auto"/>
            <w:right w:val="none" w:sz="0" w:space="0" w:color="auto"/>
          </w:divBdr>
        </w:div>
        <w:div w:id="324432393">
          <w:marLeft w:val="480"/>
          <w:marRight w:val="0"/>
          <w:marTop w:val="0"/>
          <w:marBottom w:val="0"/>
          <w:divBdr>
            <w:top w:val="none" w:sz="0" w:space="0" w:color="auto"/>
            <w:left w:val="none" w:sz="0" w:space="0" w:color="auto"/>
            <w:bottom w:val="none" w:sz="0" w:space="0" w:color="auto"/>
            <w:right w:val="none" w:sz="0" w:space="0" w:color="auto"/>
          </w:divBdr>
        </w:div>
        <w:div w:id="1656715138">
          <w:marLeft w:val="480"/>
          <w:marRight w:val="0"/>
          <w:marTop w:val="0"/>
          <w:marBottom w:val="0"/>
          <w:divBdr>
            <w:top w:val="none" w:sz="0" w:space="0" w:color="auto"/>
            <w:left w:val="none" w:sz="0" w:space="0" w:color="auto"/>
            <w:bottom w:val="none" w:sz="0" w:space="0" w:color="auto"/>
            <w:right w:val="none" w:sz="0" w:space="0" w:color="auto"/>
          </w:divBdr>
        </w:div>
        <w:div w:id="866790557">
          <w:marLeft w:val="480"/>
          <w:marRight w:val="0"/>
          <w:marTop w:val="0"/>
          <w:marBottom w:val="0"/>
          <w:divBdr>
            <w:top w:val="none" w:sz="0" w:space="0" w:color="auto"/>
            <w:left w:val="none" w:sz="0" w:space="0" w:color="auto"/>
            <w:bottom w:val="none" w:sz="0" w:space="0" w:color="auto"/>
            <w:right w:val="none" w:sz="0" w:space="0" w:color="auto"/>
          </w:divBdr>
        </w:div>
        <w:div w:id="617950478">
          <w:marLeft w:val="480"/>
          <w:marRight w:val="0"/>
          <w:marTop w:val="0"/>
          <w:marBottom w:val="0"/>
          <w:divBdr>
            <w:top w:val="none" w:sz="0" w:space="0" w:color="auto"/>
            <w:left w:val="none" w:sz="0" w:space="0" w:color="auto"/>
            <w:bottom w:val="none" w:sz="0" w:space="0" w:color="auto"/>
            <w:right w:val="none" w:sz="0" w:space="0" w:color="auto"/>
          </w:divBdr>
        </w:div>
        <w:div w:id="747187777">
          <w:marLeft w:val="480"/>
          <w:marRight w:val="0"/>
          <w:marTop w:val="0"/>
          <w:marBottom w:val="0"/>
          <w:divBdr>
            <w:top w:val="none" w:sz="0" w:space="0" w:color="auto"/>
            <w:left w:val="none" w:sz="0" w:space="0" w:color="auto"/>
            <w:bottom w:val="none" w:sz="0" w:space="0" w:color="auto"/>
            <w:right w:val="none" w:sz="0" w:space="0" w:color="auto"/>
          </w:divBdr>
        </w:div>
        <w:div w:id="1835605894">
          <w:marLeft w:val="480"/>
          <w:marRight w:val="0"/>
          <w:marTop w:val="0"/>
          <w:marBottom w:val="0"/>
          <w:divBdr>
            <w:top w:val="none" w:sz="0" w:space="0" w:color="auto"/>
            <w:left w:val="none" w:sz="0" w:space="0" w:color="auto"/>
            <w:bottom w:val="none" w:sz="0" w:space="0" w:color="auto"/>
            <w:right w:val="none" w:sz="0" w:space="0" w:color="auto"/>
          </w:divBdr>
        </w:div>
        <w:div w:id="2042318946">
          <w:marLeft w:val="480"/>
          <w:marRight w:val="0"/>
          <w:marTop w:val="0"/>
          <w:marBottom w:val="0"/>
          <w:divBdr>
            <w:top w:val="none" w:sz="0" w:space="0" w:color="auto"/>
            <w:left w:val="none" w:sz="0" w:space="0" w:color="auto"/>
            <w:bottom w:val="none" w:sz="0" w:space="0" w:color="auto"/>
            <w:right w:val="none" w:sz="0" w:space="0" w:color="auto"/>
          </w:divBdr>
        </w:div>
        <w:div w:id="2115860181">
          <w:marLeft w:val="480"/>
          <w:marRight w:val="0"/>
          <w:marTop w:val="0"/>
          <w:marBottom w:val="0"/>
          <w:divBdr>
            <w:top w:val="none" w:sz="0" w:space="0" w:color="auto"/>
            <w:left w:val="none" w:sz="0" w:space="0" w:color="auto"/>
            <w:bottom w:val="none" w:sz="0" w:space="0" w:color="auto"/>
            <w:right w:val="none" w:sz="0" w:space="0" w:color="auto"/>
          </w:divBdr>
        </w:div>
        <w:div w:id="646979657">
          <w:marLeft w:val="480"/>
          <w:marRight w:val="0"/>
          <w:marTop w:val="0"/>
          <w:marBottom w:val="0"/>
          <w:divBdr>
            <w:top w:val="none" w:sz="0" w:space="0" w:color="auto"/>
            <w:left w:val="none" w:sz="0" w:space="0" w:color="auto"/>
            <w:bottom w:val="none" w:sz="0" w:space="0" w:color="auto"/>
            <w:right w:val="none" w:sz="0" w:space="0" w:color="auto"/>
          </w:divBdr>
        </w:div>
      </w:divsChild>
    </w:div>
    <w:div w:id="1969583430">
      <w:bodyDiv w:val="1"/>
      <w:marLeft w:val="0"/>
      <w:marRight w:val="0"/>
      <w:marTop w:val="0"/>
      <w:marBottom w:val="0"/>
      <w:divBdr>
        <w:top w:val="none" w:sz="0" w:space="0" w:color="auto"/>
        <w:left w:val="none" w:sz="0" w:space="0" w:color="auto"/>
        <w:bottom w:val="none" w:sz="0" w:space="0" w:color="auto"/>
        <w:right w:val="none" w:sz="0" w:space="0" w:color="auto"/>
      </w:divBdr>
    </w:div>
    <w:div w:id="2032798981">
      <w:bodyDiv w:val="1"/>
      <w:marLeft w:val="0"/>
      <w:marRight w:val="0"/>
      <w:marTop w:val="0"/>
      <w:marBottom w:val="0"/>
      <w:divBdr>
        <w:top w:val="none" w:sz="0" w:space="0" w:color="auto"/>
        <w:left w:val="none" w:sz="0" w:space="0" w:color="auto"/>
        <w:bottom w:val="none" w:sz="0" w:space="0" w:color="auto"/>
        <w:right w:val="none" w:sz="0" w:space="0" w:color="auto"/>
      </w:divBdr>
      <w:divsChild>
        <w:div w:id="1048647763">
          <w:marLeft w:val="640"/>
          <w:marRight w:val="0"/>
          <w:marTop w:val="0"/>
          <w:marBottom w:val="0"/>
          <w:divBdr>
            <w:top w:val="none" w:sz="0" w:space="0" w:color="auto"/>
            <w:left w:val="none" w:sz="0" w:space="0" w:color="auto"/>
            <w:bottom w:val="none" w:sz="0" w:space="0" w:color="auto"/>
            <w:right w:val="none" w:sz="0" w:space="0" w:color="auto"/>
          </w:divBdr>
        </w:div>
        <w:div w:id="135101682">
          <w:marLeft w:val="640"/>
          <w:marRight w:val="0"/>
          <w:marTop w:val="0"/>
          <w:marBottom w:val="0"/>
          <w:divBdr>
            <w:top w:val="none" w:sz="0" w:space="0" w:color="auto"/>
            <w:left w:val="none" w:sz="0" w:space="0" w:color="auto"/>
            <w:bottom w:val="none" w:sz="0" w:space="0" w:color="auto"/>
            <w:right w:val="none" w:sz="0" w:space="0" w:color="auto"/>
          </w:divBdr>
        </w:div>
        <w:div w:id="578902176">
          <w:marLeft w:val="640"/>
          <w:marRight w:val="0"/>
          <w:marTop w:val="0"/>
          <w:marBottom w:val="0"/>
          <w:divBdr>
            <w:top w:val="none" w:sz="0" w:space="0" w:color="auto"/>
            <w:left w:val="none" w:sz="0" w:space="0" w:color="auto"/>
            <w:bottom w:val="none" w:sz="0" w:space="0" w:color="auto"/>
            <w:right w:val="none" w:sz="0" w:space="0" w:color="auto"/>
          </w:divBdr>
        </w:div>
        <w:div w:id="1579562129">
          <w:marLeft w:val="640"/>
          <w:marRight w:val="0"/>
          <w:marTop w:val="0"/>
          <w:marBottom w:val="0"/>
          <w:divBdr>
            <w:top w:val="none" w:sz="0" w:space="0" w:color="auto"/>
            <w:left w:val="none" w:sz="0" w:space="0" w:color="auto"/>
            <w:bottom w:val="none" w:sz="0" w:space="0" w:color="auto"/>
            <w:right w:val="none" w:sz="0" w:space="0" w:color="auto"/>
          </w:divBdr>
        </w:div>
        <w:div w:id="843860846">
          <w:marLeft w:val="640"/>
          <w:marRight w:val="0"/>
          <w:marTop w:val="0"/>
          <w:marBottom w:val="0"/>
          <w:divBdr>
            <w:top w:val="none" w:sz="0" w:space="0" w:color="auto"/>
            <w:left w:val="none" w:sz="0" w:space="0" w:color="auto"/>
            <w:bottom w:val="none" w:sz="0" w:space="0" w:color="auto"/>
            <w:right w:val="none" w:sz="0" w:space="0" w:color="auto"/>
          </w:divBdr>
        </w:div>
        <w:div w:id="1650089493">
          <w:marLeft w:val="640"/>
          <w:marRight w:val="0"/>
          <w:marTop w:val="0"/>
          <w:marBottom w:val="0"/>
          <w:divBdr>
            <w:top w:val="none" w:sz="0" w:space="0" w:color="auto"/>
            <w:left w:val="none" w:sz="0" w:space="0" w:color="auto"/>
            <w:bottom w:val="none" w:sz="0" w:space="0" w:color="auto"/>
            <w:right w:val="none" w:sz="0" w:space="0" w:color="auto"/>
          </w:divBdr>
        </w:div>
        <w:div w:id="1824463740">
          <w:marLeft w:val="640"/>
          <w:marRight w:val="0"/>
          <w:marTop w:val="0"/>
          <w:marBottom w:val="0"/>
          <w:divBdr>
            <w:top w:val="none" w:sz="0" w:space="0" w:color="auto"/>
            <w:left w:val="none" w:sz="0" w:space="0" w:color="auto"/>
            <w:bottom w:val="none" w:sz="0" w:space="0" w:color="auto"/>
            <w:right w:val="none" w:sz="0" w:space="0" w:color="auto"/>
          </w:divBdr>
        </w:div>
        <w:div w:id="2096825405">
          <w:marLeft w:val="640"/>
          <w:marRight w:val="0"/>
          <w:marTop w:val="0"/>
          <w:marBottom w:val="0"/>
          <w:divBdr>
            <w:top w:val="none" w:sz="0" w:space="0" w:color="auto"/>
            <w:left w:val="none" w:sz="0" w:space="0" w:color="auto"/>
            <w:bottom w:val="none" w:sz="0" w:space="0" w:color="auto"/>
            <w:right w:val="none" w:sz="0" w:space="0" w:color="auto"/>
          </w:divBdr>
        </w:div>
        <w:div w:id="529800449">
          <w:marLeft w:val="640"/>
          <w:marRight w:val="0"/>
          <w:marTop w:val="0"/>
          <w:marBottom w:val="0"/>
          <w:divBdr>
            <w:top w:val="none" w:sz="0" w:space="0" w:color="auto"/>
            <w:left w:val="none" w:sz="0" w:space="0" w:color="auto"/>
            <w:bottom w:val="none" w:sz="0" w:space="0" w:color="auto"/>
            <w:right w:val="none" w:sz="0" w:space="0" w:color="auto"/>
          </w:divBdr>
        </w:div>
        <w:div w:id="1402677003">
          <w:marLeft w:val="640"/>
          <w:marRight w:val="0"/>
          <w:marTop w:val="0"/>
          <w:marBottom w:val="0"/>
          <w:divBdr>
            <w:top w:val="none" w:sz="0" w:space="0" w:color="auto"/>
            <w:left w:val="none" w:sz="0" w:space="0" w:color="auto"/>
            <w:bottom w:val="none" w:sz="0" w:space="0" w:color="auto"/>
            <w:right w:val="none" w:sz="0" w:space="0" w:color="auto"/>
          </w:divBdr>
        </w:div>
        <w:div w:id="318391690">
          <w:marLeft w:val="640"/>
          <w:marRight w:val="0"/>
          <w:marTop w:val="0"/>
          <w:marBottom w:val="0"/>
          <w:divBdr>
            <w:top w:val="none" w:sz="0" w:space="0" w:color="auto"/>
            <w:left w:val="none" w:sz="0" w:space="0" w:color="auto"/>
            <w:bottom w:val="none" w:sz="0" w:space="0" w:color="auto"/>
            <w:right w:val="none" w:sz="0" w:space="0" w:color="auto"/>
          </w:divBdr>
        </w:div>
        <w:div w:id="1292829467">
          <w:marLeft w:val="640"/>
          <w:marRight w:val="0"/>
          <w:marTop w:val="0"/>
          <w:marBottom w:val="0"/>
          <w:divBdr>
            <w:top w:val="none" w:sz="0" w:space="0" w:color="auto"/>
            <w:left w:val="none" w:sz="0" w:space="0" w:color="auto"/>
            <w:bottom w:val="none" w:sz="0" w:space="0" w:color="auto"/>
            <w:right w:val="none" w:sz="0" w:space="0" w:color="auto"/>
          </w:divBdr>
        </w:div>
        <w:div w:id="360977363">
          <w:marLeft w:val="640"/>
          <w:marRight w:val="0"/>
          <w:marTop w:val="0"/>
          <w:marBottom w:val="0"/>
          <w:divBdr>
            <w:top w:val="none" w:sz="0" w:space="0" w:color="auto"/>
            <w:left w:val="none" w:sz="0" w:space="0" w:color="auto"/>
            <w:bottom w:val="none" w:sz="0" w:space="0" w:color="auto"/>
            <w:right w:val="none" w:sz="0" w:space="0" w:color="auto"/>
          </w:divBdr>
        </w:div>
        <w:div w:id="861624967">
          <w:marLeft w:val="640"/>
          <w:marRight w:val="0"/>
          <w:marTop w:val="0"/>
          <w:marBottom w:val="0"/>
          <w:divBdr>
            <w:top w:val="none" w:sz="0" w:space="0" w:color="auto"/>
            <w:left w:val="none" w:sz="0" w:space="0" w:color="auto"/>
            <w:bottom w:val="none" w:sz="0" w:space="0" w:color="auto"/>
            <w:right w:val="none" w:sz="0" w:space="0" w:color="auto"/>
          </w:divBdr>
        </w:div>
        <w:div w:id="812334577">
          <w:marLeft w:val="640"/>
          <w:marRight w:val="0"/>
          <w:marTop w:val="0"/>
          <w:marBottom w:val="0"/>
          <w:divBdr>
            <w:top w:val="none" w:sz="0" w:space="0" w:color="auto"/>
            <w:left w:val="none" w:sz="0" w:space="0" w:color="auto"/>
            <w:bottom w:val="none" w:sz="0" w:space="0" w:color="auto"/>
            <w:right w:val="none" w:sz="0" w:space="0" w:color="auto"/>
          </w:divBdr>
        </w:div>
        <w:div w:id="1757750071">
          <w:marLeft w:val="640"/>
          <w:marRight w:val="0"/>
          <w:marTop w:val="0"/>
          <w:marBottom w:val="0"/>
          <w:divBdr>
            <w:top w:val="none" w:sz="0" w:space="0" w:color="auto"/>
            <w:left w:val="none" w:sz="0" w:space="0" w:color="auto"/>
            <w:bottom w:val="none" w:sz="0" w:space="0" w:color="auto"/>
            <w:right w:val="none" w:sz="0" w:space="0" w:color="auto"/>
          </w:divBdr>
        </w:div>
        <w:div w:id="1195146417">
          <w:marLeft w:val="640"/>
          <w:marRight w:val="0"/>
          <w:marTop w:val="0"/>
          <w:marBottom w:val="0"/>
          <w:divBdr>
            <w:top w:val="none" w:sz="0" w:space="0" w:color="auto"/>
            <w:left w:val="none" w:sz="0" w:space="0" w:color="auto"/>
            <w:bottom w:val="none" w:sz="0" w:space="0" w:color="auto"/>
            <w:right w:val="none" w:sz="0" w:space="0" w:color="auto"/>
          </w:divBdr>
        </w:div>
        <w:div w:id="2006589981">
          <w:marLeft w:val="640"/>
          <w:marRight w:val="0"/>
          <w:marTop w:val="0"/>
          <w:marBottom w:val="0"/>
          <w:divBdr>
            <w:top w:val="none" w:sz="0" w:space="0" w:color="auto"/>
            <w:left w:val="none" w:sz="0" w:space="0" w:color="auto"/>
            <w:bottom w:val="none" w:sz="0" w:space="0" w:color="auto"/>
            <w:right w:val="none" w:sz="0" w:space="0" w:color="auto"/>
          </w:divBdr>
        </w:div>
        <w:div w:id="457189396">
          <w:marLeft w:val="640"/>
          <w:marRight w:val="0"/>
          <w:marTop w:val="0"/>
          <w:marBottom w:val="0"/>
          <w:divBdr>
            <w:top w:val="none" w:sz="0" w:space="0" w:color="auto"/>
            <w:left w:val="none" w:sz="0" w:space="0" w:color="auto"/>
            <w:bottom w:val="none" w:sz="0" w:space="0" w:color="auto"/>
            <w:right w:val="none" w:sz="0" w:space="0" w:color="auto"/>
          </w:divBdr>
        </w:div>
        <w:div w:id="1198853298">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jp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3.jp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image" Target="media/image11.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10.jpg"/><Relationship Id="rId4" Type="http://schemas.openxmlformats.org/officeDocument/2006/relationships/customXml" Target="../customXml/item4.xml"/><Relationship Id="rId9" Type="http://schemas.openxmlformats.org/officeDocument/2006/relationships/hyperlink" Target="mailto:marvin.luckianto003@binus.ac.id" TargetMode="External"/><Relationship Id="rId14" Type="http://schemas.openxmlformats.org/officeDocument/2006/relationships/image" Target="media/image5.jpg"/><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AAABF921-45E1-4667-9486-925F353812D6}"/>
      </w:docPartPr>
      <w:docPartBody>
        <w:p w:rsidR="00F801ED" w:rsidRDefault="003429E4">
          <w:r w:rsidRPr="008B573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9E4"/>
    <w:rsid w:val="000D3430"/>
    <w:rsid w:val="000E63CD"/>
    <w:rsid w:val="00112527"/>
    <w:rsid w:val="00132585"/>
    <w:rsid w:val="001558F1"/>
    <w:rsid w:val="0018041A"/>
    <w:rsid w:val="001D5960"/>
    <w:rsid w:val="001E76BE"/>
    <w:rsid w:val="00207D7B"/>
    <w:rsid w:val="00226A5C"/>
    <w:rsid w:val="00292F90"/>
    <w:rsid w:val="002E5B0A"/>
    <w:rsid w:val="003429E4"/>
    <w:rsid w:val="004C2EF2"/>
    <w:rsid w:val="007B411F"/>
    <w:rsid w:val="00B67CAF"/>
    <w:rsid w:val="00BE385D"/>
    <w:rsid w:val="00C24FA4"/>
    <w:rsid w:val="00D009B2"/>
    <w:rsid w:val="00DA0048"/>
    <w:rsid w:val="00DC5695"/>
    <w:rsid w:val="00DF1D5C"/>
    <w:rsid w:val="00F1027C"/>
    <w:rsid w:val="00F801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2F90"/>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9423981-6337-4540-BEAB-A85CB751A79A}">
  <we:reference id="WA104382081" version="1.55.1.0" store="Omex" storeType="OMEX"/>
  <we:alternateReferences>
    <we:reference id="WA104382081" version="1.55.1.0" store="WA104382081" storeType="OMEX"/>
  </we:alternateReferences>
  <we:properties>
    <we:property name="MENDELEY_CITATIONS" value="[{&quot;citationID&quot;:&quot;MENDELEY_CITATION_360e4f35-3bdd-4c5f-a96b-ab5b8962d365&quot;,&quot;properties&quot;:{&quot;noteIndex&quot;:0},&quot;isEdited&quot;:false,&quot;manualOverride&quot;:{&quot;isManuallyOverridden&quot;:false,&quot;citeprocText&quot;:&quot;[1, 2]&quot;,&quot;manualOverrideText&quot;:&quot;&quot;},&quot;citationTag&quot;:&quot;MENDELEY_CITATION_v3_eyJjaXRhdGlvbklEIjoiTUVOREVMRVlfQ0lUQVRJT05fMzYwZTRmMzUtM2JkZC00YzVmLWE5NmItYWI1Yjg5NjJkMzY1IiwicHJvcGVydGllcyI6eyJub3RlSW5kZXgiOjB9LCJpc0VkaXRlZCI6ZmFsc2UsIm1hbnVhbE92ZXJyaWRlIjp7ImlzTWFudWFsbHlPdmVycmlkZGVuIjpmYWxzZSwiY2l0ZXByb2NUZXh0IjoiWzEsIDJdIiwibWFudWFsT3ZlcnJpZGVUZXh0IjoiIn0sImNpdGF0aW9uSXRlbXMiOlt7ImlkIjoiNWJjNjdkMDAtMjU3OC0zMDU1LWIyY2MtNDJiMmZiODQyNTdjIiwiaXRlbURhdGEiOnsidHlwZSI6ImFydGljbGUtam91cm5hbCIsImlkIjoiNWJjNjdkMDAtMjU3OC0zMDU1LWIyY2MtNDJiMmZiODQyNTdjIiwidGl0bGUiOiJFbW90aW9uIHJlY29nbml0aW9uIGluIGluZGl2aWR1YWxzIHdpdGggZWxldmF0ZWQgaW50ZXJuZXQgYWRkaWN0aW9uIHNjb3JlczogQW4gZXZlbnQtcmVsYXRlZCBwb3RlbnRpYWwgc3R1ZHkiLCJhdXRob3IiOlt7ImZhbWlseSI6IkFyYWZhdCIsImdpdmVuIjoiRGFsaWEiLCJwYXJzZS1uYW1lcyI6ZmFsc2UsImRyb3BwaW5nLXBhcnRpY2xlIjoiIiwibm9uLWRyb3BwaW5nLXBhcnRpY2xlIjoiIn0seyJmYW1pbHkiOiJKYW1hbCIsImdpdmVuIjoiSmFmYXIiLCJwYXJzZS1uYW1lcyI6ZmFsc2UsImRyb3BwaW5nLXBhcnRpY2xlIjoiIiwibm9uLWRyb3BwaW5nLXBhcnRpY2xlIjoiIn0seyJmYW1pbHkiOiJTYWNocyIsImdpdmVuIjoiQW5uYSIsInBhcnNlLW5hbWVzIjpmYWxzZSwiZHJvcHBpbmctcGFydGljbGUiOiIiLCJub24tZHJvcHBpbmctcGFydGljbGUiOiIifSx7ImZhbWlseSI6IlN1Y2hhbiIsImdpdmVuIjoiQm9yaXMiLCJwYXJzZS1uYW1lcyI6ZmFsc2UsImRyb3BwaW5nLXBhcnRpY2xlIjoiIiwibm9uLWRyb3BwaW5nLXBhcnRpY2xlIjoiIn0seyJmYW1pbHkiOiJKdWNrZWwiLCJnaXZlbiI6Ikdlb3JnIiwicGFyc2UtbmFtZXMiOmZhbHNlLCJkcm9wcGluZy1wYXJ0aWNsZSI6IiIsIm5vbi1kcm9wcGluZy1wYXJ0aWNsZSI6IiJ9LHsiZmFtaWx5IjoiVGhvbWEiLCJnaXZlbiI6IlBhdHJpemlhIiwicGFyc2UtbmFtZXMiOmZhbHNlLCJkcm9wcGluZy1wYXJ0aWNsZSI6IiIsIm5vbi1kcm9wcGluZy1wYXJ0aWNsZSI6IiJ9XSwiY29udGFpbmVyLXRpdGxlIjoiUHN5Y2hpYXRyeSBSZXNlYXJjaCAtIE5ldXJvaW1hZ2luZyIsImNvbnRhaW5lci10aXRsZS1zaG9ydCI6IlBzeWNoaWF0cnkgUmVzIE5ldXJvaW1hZ2luZyIsIkRPSSI6IjEwLjEwMTYvai5wc2N5Y2hyZXNucy4yMDI1LjExMTk4MiIsIklTU04iOiIxODcyNzUwNiIsIlBNSUQiOiI0MDEwMTMxNiIsImlzc3VlZCI6eyJkYXRlLXBhcnRzIjpbWzIwMjUsNiwxXV19LCJhYnN0cmFjdCI6IlRoZSBjdXJyZW50IHN0dWR5IGFpbXMgdG8gZWx1Y2lkYXRlIHRoZSBlbGVjdHJvcGh5c2lvbG9naWNhbCBjb3JyZWxhdGVzIG9mIHBlcmZvcm1hbmNlIHBhdHRlcm5zIGluIGFuIGVtb3Rpb24gcmVjb2duaXRpb24gdGFzayBhbW9uZyBpbmRpdmlkdWFscyB3aXRoIGhpZ2hlciBpbnRlcm5ldCBhZGRpY3Rpb24gKEhJQSkgc2NvcmVzIGNvbXBhcmVkIHRvIHRob3NlIHdpdGggbG93ZXIgaW50ZXJuZXQgYWRkaWN0aW9uIChMSUEpIHNjb3Jlcy4gRm9ydHkgcGFydGljaXBhbnRzLCB3aXRoIHR3ZW50eSBpbiB0aGUgSElBIGdyb3VwIGFuZCB0d2VudHkgaW4gdGhlIExJQSBncm91cCwgY29tcGxldGVkIGFuIGVtb3Rpb24gcmVjb2duaXRpb24gdGFzaywgaW52b2x2aW5nIGZpdmUgZmFjaWFsIGV4cHJlc3Npb25zOiBhbmdlciwgZmVhciwgZGlzZ3VzdCwgbmV1dHJhbCwgYW5kIHNhZG5lc3MuIEFkZGl0aW9uYWxseSwgY29nbml0aXZlIGZsZXhpYmlsaXR5IGFuZCB3b3JraW5nIG1lbW9yeSB3ZXJlIGFzc2Vzc2VkIHRvIGV4YW1pbmUgdGhlaXIgbGluayB0byBlbW90aW9uIHJlY29nbml0aW9uIGFiaWxpdGllcy4gTm8gc2lnbmlmaWNhbnQgZGlmZmVyZW5jZXMgaW4gYWNjdXJhY3kgb3IgcmVhY3Rpb24gdGltZXMgKFJUcykgd2VyZSBvYnNlcnZlZCBiZXR3ZWVuIHRoZSBncm91cHMgaW4gdGhlIGVtb3Rpb24gcmVjb2duaXRpb24gdGFzay4gSG93ZXZlciwgdGhlIEhJQSBncm91cCBzaG93ZWQgcmVkdWNlZCBQMTUwIGFtcGxpdHVkZXMsIGJ1dCBpbmNyZWFzZWQgTjI1MCBhbXBsaXR1ZGVzIHJlbGF0aXZlIHRvIHRoZSBMSUEgZ3JvdXAuIFRoZXJlIHdhcyBhIHBvc2l0aXZlIGNvcnJlbGF0aW9uIGJldHdlZW4gdGhlIFJUcyBhbmQgY29nbml0aXZlIGZsZXhpYmlsaXR5LCBvbmx5IGluIHRoZSBMSUEgZ3JvdXAuIEFsdGhvdWdoIHRoZSBncm91cHMgZGVtb25zdHJhdGVkIGNvbXBhcmFibGUgYmVoYXZpb3JhbCBwZXJmb3JtYW5jZSwgdGhlIHN0YWdlcyBvZiBzdGltdWxpIHByb2Nlc3NpbmcgZGlmZmVyZWQuIFRoZSBMSUEgZ3JvdXAgYXBwZWFyZWQgdG8gcHJvY2VzcyB0aGUgc3RpbXVsaSBtb3JlIGVmZmljaWVudGx5IGluIHRoZSBlYXJseSBzdGFnZSwgd2hpbGUgdGhlIEhJQSBncm91cCByZXF1aXJlZCBncmVhdGVyIGVmZm9ydCBpbiBkZWNvZGluZyB0aGUgc3RpbXVsaSBhdCBhIGxhdGVyIHN0YWdlLiBUaGlzIHN1Z2dlc3RzIHRoYXQgdGhlIEhJQSBncm91cCBtYXkgcmVseSBvbiBvdmVyLXByb2Nlc3NpbmcgYXQgYSBsYXRlciBzdGFnZSBkdWUgdG8gcmVkdWNlZCBlYXJseSBwcm9jZXNzaW5nIGVmZmljaWVuY3ksIHBvdGVudGlhbGx5IHN1Z2dlc3RpbmcgYW4gZWFybHkgdnVsbmVyYWJpbGl0eSBtYXJrZXIuIiwicHVibGlzaGVyIjoiRWxzZXZpZXIgSXJlbGFuZCBMdGQiLCJ2b2x1bWUiOiIzNDkifSwiaXNUZW1wb3JhcnkiOmZhbHNlfSx7ImlkIjoiMmJjNjNlYzgtY2VlMy0zYjIwLWEyMGQtYWEyZDBkMjg1ZmUzIiwiaXRlbURhdGEiOnsidHlwZSI6ImFydGljbGUtam91cm5hbCIsImlkIjoiMmJjNjNlYzgtY2VlMy0zYjIwLWEyMGQtYWEyZDBkMjg1ZmUzIiwidGl0bGUiOiJBdXRvbWF0aWMgRWFybHkgRGV0ZWN0aW9uIG9mIFdpbGRmaXJlIFNtb2tlIHdpdGggVmlzaWJsZSBMaWdodCBDYW1lcmFzIFVzaW5nIERlZXAgTGVhcm5pbmcgYW5kIFZpc3VhbCBFeHBsYW5hdGlvbiIsImF1dGhvciI6W3siZmFtaWx5IjoiRmVybmFuZGVzIiwiZ2l2ZW4iOiJBcm1hbmRvIE0uIiwicGFyc2UtbmFtZXMiOmZhbHNlLCJkcm9wcGluZy1wYXJ0aWNsZSI6IiIsIm5vbi1kcm9wcGluZy1wYXJ0aWNsZSI6IiJ9LHsiZmFtaWx5IjoiVXRraW4iLCJnaXZlbiI6IkFuZHJlaSBCLiIsInBhcnNlLW5hbWVzIjpmYWxzZSwiZHJvcHBpbmctcGFydGljbGUiOiIiLCJub24tZHJvcHBpbmctcGFydGljbGUiOiIifSx7ImZhbWlseSI6IkNoYXZlcyIsImdpdmVuIjoiUGF1bG8iLCJwYXJzZS1uYW1lcyI6ZmFsc2UsImRyb3BwaW5nLXBhcnRpY2xlIjoiIiwibm9uLWRyb3BwaW5nLXBhcnRpY2xlIjoiIn1dLCJjb250YWluZXItdGl0bGUiOiJJRUVFIEFjY2VzcyIsIkRPSSI6IjEwLjExMDkvQUNDRVNTLjIwMjIuMzE0NTkxMSIsIklTU04iOiIyMTY5MzUzNiIsImlzc3VlZCI6eyJkYXRlLXBhcnRzIjpbWzIwMjJdXX0sInBhZ2UiOiIxMjgxNC0xMjgyOCIsImFic3RyYWN0IjoiVGhlIHByZXNlbnQgd29yayBmb2N1cyB3YXMgZGV2ZWxvcGluZyBhIHN5c3RlbSBmb3IgZWFybHkgYXV0b21hdGljIGRldGVjdGlvbiBvZiBzbW9rZSBwbHVtZXMgaW4gdmlzaWJsZS1saWdodCBpbWFnZXMuIFRoZSBzeXN0ZW0gdXNlZCBhIHJlYWxpc3RpYyBkYXRhc2V0IGdhdGhlcmVkIGluIDI3NCBkaWZmZXJlbnQgZGF5cyBmcm9tIGEgdG90YWwgb2YgbmluZSByZWFsIHN1cnZlaWxsYW5jZSBjYW1lcmFzLCB3aXRoIG1vc3Qgc21va2UgcGx1bWVzIGJlaW5nIHZpZXdlZCBmcm9tIGFmYXIgYW5kIDg1JSBvZiB0aGVtIG9jY3VweWluZyBsZXNzIHRoYW4gNSUgb2YgdGhlIGltYWdlIGFyZWEuIFdlIGVtcGxveWVkIHRoZSBpbm5vdmF0aXZlIHN0cmF0ZWd5IG9mIHVzaW5nIHRoZSB3aG9sZSBpbWFnZSBmb3IgY2xhc3NpZmljYXRpb24gYnV0ICdhc2tpbmcnIHRoZSBuZXVyYWwgbmV0d29ya3MgdG8gaW5kaWNhdGUsIGluIGEgbXVsdGlkaW1lbnNpb25hbCBvdXRwdXQsIHdoaWNoIGltYWdlIHJlZ2lvbnMgY29udGFpbmVkIGEgc21va2UgcGx1bWUuIFRoZSBtdWx0aWRpbWVuc2lvbmFsIG91dHB1dCBoZWxwZWQgdG8gZm9jdXMgdGhlIGRldGVjdG9yIG9uIHRoZSBzbW9rZSByZWdpb25zLiBBdCB0aGUgc2FtZSB0aW1lLCB0aGUgdXNlIG9mIHRoZSB3aG9sZSBpbWFnZSBwcmV2ZW50ZWQgd3JvbmcgaW1hZ2UgY2xhc3NpZmljYXRpb24gY2F1c2VkIGJ5IGEgY29uc3RyYWluZWQgdmlldyBvZiB0aGUgbGFuZHNjYXBlIHVuZGVyIGFuYWx5c2lzLiBBbm90aGVyIHN0cmF0ZWd5IHVzZWQgd2FzIHRvIHJlY3RpZnkgdGhlIGRldGVjdGlvbiByZXN1bHRzIHVzaW5nIGEgdmlzdWFsIGV4cGxhbmF0aW9uIGFsZ29yaXRobSwgR3JhZGllbnQtd2VpZ2h0ZWQgQ2xhc3MgQWN0aXZhdGlvbiBNYXBwaW5nIChHcmFkLUNBTSksIHRvIGVuc3VyZSB0aGF0IGRldGVjdGlvbnMgY29ycmVzcG9uZGVkIHRvIHRoZSBzbW9rZSByZWdpb25zIGluIGFuIGltYWdlLiBUaGUgZGV0ZWN0aW9uIGFsZ29yaXRobXMgdGVzdGVkIHdlcmUgcmVzaWR1YWwgbmV1cmFsIG5ldHdvcmtzIChSZXNOZXQpIGFuZCBFZmZpY2llbnROZXQgb2YgdmFyaW91cyBzaXplcyBiZWNhdXNlIHRoZXNlIHR3byB0eXBlcyBoYXZlIGdpdmVuIGdvb2QgcmVzdWx0cyBpbiB0aGUgcGFzdCBpbiBtdWx0aXBsZSBkb21haW5zLiBUaGUgdHJhaW5pbmcgd2FzIGRvbmUgdXNpbmcgdHJhbnNmZXIgbGVhcm5pbmcuIE91ciBkYXRhc2V0IGNvbnRhaW5lZCBhIHRvdGFsIG9mIDE0MTI1IGFuZCAyMTIwMyBpbWFnZXMgd2l0aCBhbmQgd2l0aG91dCBzbW9rZSwgcmVzcGVjdGl2ZWx5LCBtYWtpbmcgaXQsIHRvIHRoZSBiZXN0IG9mIHRoZSBhdXRob3IncyBrbm93bGVkZ2UsIG9uZSBvZiB0aGUgbGFyZ2VzdCBvciBldmVuIHRoZSBsYXJnZXN0IHJlcG9ydGVkIGRhdGFzZXQgaW4gdGhlIHNjaWVudGlmaWMgbGl0ZXJhdHVyZSBpbiB0ZXJtcyBvZiB0aGUgbnVtYmVyIG9mIGltYWdlcyB3aXRoIHNtb2tlIGNvbGxlY3RlZCBmcm9tIGxhcmdlIGRpc3RhbmNlcyBvZiB2YXJpb3VzIGtpbG9tZXRlcnMuIFRoaXMgZGF0YXNldCB3YXMgZnVuZGFtZW50YWwgdG8gYWNoaWV2ZSByZWFsaXN0aWMgcmVzdWx0cyBjb25jZXJuaW5nIHNtb2tlIGRldGVjdGlvbiBlZmZpY2llbmN5LiBPdXIgYmVzdCByZXN1bHQgaW4gdGhlIHRlc3Qgc2V0IHdhcyBhbiBBcmVhIFVuZGVyIFJlY2VpdmVyIE9wZXJhdGluZyBDaGFyYWN0ZXJpc3RpYyBjdXJ2ZSAoQVVST0MpIG9mIDAuOTQ5IG9idGFpbmVkIHdpdGggYW4gRWZmaWNpZW50TmV0LUIwLiIsInB1Ymxpc2hlciI6Ikluc3RpdHV0ZSBvZiBFbGVjdHJpY2FsIGFuZCBFbGVjdHJvbmljcyBFbmdpbmVlcnMgSW5jLiIsInZvbHVtZSI6IjEwIiwiY29udGFpbmVyLXRpdGxlLXNob3J0IjoiIn0sImlzVGVtcG9yYXJ5IjpmYWxzZX1dfQ==&quot;,&quot;citationItems&quot;:[{&quot;id&quot;:&quot;5bc67d00-2578-3055-b2cc-42b2fb84257c&quot;,&quot;itemData&quot;:{&quot;type&quot;:&quot;article-journal&quot;,&quot;id&quot;:&quot;5bc67d00-2578-3055-b2cc-42b2fb84257c&quot;,&quot;title&quot;:&quot;Emotion recognition in individuals with elevated internet addiction scores: An event-related potential study&quot;,&quot;author&quot;:[{&quot;family&quot;:&quot;Arafat&quot;,&quot;given&quot;:&quot;Dalia&quot;,&quot;parse-names&quot;:false,&quot;dropping-particle&quot;:&quot;&quot;,&quot;non-dropping-particle&quot;:&quot;&quot;},{&quot;family&quot;:&quot;Jamal&quot;,&quot;given&quot;:&quot;Jafar&quot;,&quot;parse-names&quot;:false,&quot;dropping-particle&quot;:&quot;&quot;,&quot;non-dropping-particle&quot;:&quot;&quot;},{&quot;family&quot;:&quot;Sachs&quot;,&quot;given&quot;:&quot;Anna&quot;,&quot;parse-names&quot;:false,&quot;dropping-particle&quot;:&quot;&quot;,&quot;non-dropping-particle&quot;:&quot;&quot;},{&quot;family&quot;:&quot;Suchan&quot;,&quot;given&quot;:&quot;Boris&quot;,&quot;parse-names&quot;:false,&quot;dropping-particle&quot;:&quot;&quot;,&quot;non-dropping-particle&quot;:&quot;&quot;},{&quot;family&quot;:&quot;Juckel&quot;,&quot;given&quot;:&quot;Georg&quot;,&quot;parse-names&quot;:false,&quot;dropping-particle&quot;:&quot;&quot;,&quot;non-dropping-particle&quot;:&quot;&quot;},{&quot;family&quot;:&quot;Thoma&quot;,&quot;given&quot;:&quot;Patrizia&quot;,&quot;parse-names&quot;:false,&quot;dropping-particle&quot;:&quot;&quot;,&quot;non-dropping-particle&quot;:&quot;&quot;}],&quot;container-title&quot;:&quot;Psychiatry Research - Neuroimaging&quot;,&quot;container-title-short&quot;:&quot;Psychiatry Res Neuroimaging&quot;,&quot;DOI&quot;:&quot;10.1016/j.pscychresns.2025.111982&quot;,&quot;ISSN&quot;:&quot;18727506&quot;,&quot;PMID&quot;:&quot;40101316&quot;,&quot;issued&quot;:{&quot;date-parts&quot;:[[2025,6,1]]},&quot;abstract&quot;:&quot;The current study aims to elucidate the electrophysiological correlates of performance patterns in an emotion recognition task among individuals with higher internet addiction (HIA) scores compared to those with lower internet addiction (LIA) scores. Forty participants, with twenty in the HIA group and twenty in the LIA group, completed an emotion recognition task, involving five facial expressions: anger, fear, disgust, neutral, and sadness. Additionally, cognitive flexibility and working memory were assessed to examine their link to emotion recognition abilities. No significant differences in accuracy or reaction times (RTs) were observed between the groups in the emotion recognition task. However, the HIA group showed reduced P150 amplitudes, but increased N250 amplitudes relative to the LIA group. There was a positive correlation between the RTs and cognitive flexibility, only in the LIA group. Although the groups demonstrated comparable behavioral performance, the stages of stimuli processing differed. The LIA group appeared to process the stimuli more efficiently in the early stage, while the HIA group required greater effort in decoding the stimuli at a later stage. This suggests that the HIA group may rely on over-processing at a later stage due to reduced early processing efficiency, potentially suggesting an early vulnerability marker.&quot;,&quot;publisher&quot;:&quot;Elsevier Ireland Ltd&quot;,&quot;volume&quot;:&quot;349&quot;},&quot;isTemporary&quot;:false},{&quot;id&quot;:&quot;2bc63ec8-cee3-3b20-a20d-aa2d0d285fe3&quot;,&quot;itemData&quot;:{&quot;type&quot;:&quot;article-journal&quot;,&quot;id&quot;:&quot;2bc63ec8-cee3-3b20-a20d-aa2d0d285fe3&quot;,&quot;title&quot;:&quot;Automatic Early Detection of Wildfire Smoke with Visible Light Cameras Using Deep Learning and Visual Explanation&quot;,&quot;author&quot;:[{&quot;family&quot;:&quot;Fernandes&quot;,&quot;given&quot;:&quot;Armando M.&quot;,&quot;parse-names&quot;:false,&quot;dropping-particle&quot;:&quot;&quot;,&quot;non-dropping-particle&quot;:&quot;&quot;},{&quot;family&quot;:&quot;Utkin&quot;,&quot;given&quot;:&quot;Andrei B.&quot;,&quot;parse-names&quot;:false,&quot;dropping-particle&quot;:&quot;&quot;,&quot;non-dropping-particle&quot;:&quot;&quot;},{&quot;family&quot;:&quot;Chaves&quot;,&quot;given&quot;:&quot;Paulo&quot;,&quot;parse-names&quot;:false,&quot;dropping-particle&quot;:&quot;&quot;,&quot;non-dropping-particle&quot;:&quot;&quot;}],&quot;container-title&quot;:&quot;IEEE Access&quot;,&quot;DOI&quot;:&quot;10.1109/ACCESS.2022.3145911&quot;,&quot;ISSN&quot;:&quot;21693536&quot;,&quot;issued&quot;:{&quot;date-parts&quot;:[[2022]]},&quot;page&quot;:&quot;12814-12828&quot;,&quot;abstract&quot;:&quot;The present work focus was developing a system for early automatic detection of smoke plumes in visible-light images. The system used a realistic dataset gathered in 274 different days from a total of nine real surveillance cameras, with most smoke plumes being viewed from afar and 85% of them occupying less than 5% of the image area. We employed the innovative strategy of using the whole image for classification but 'asking' the neural networks to indicate, in a multidimensional output, which image regions contained a smoke plume. The multidimensional output helped to focus the detector on the smoke regions. At the same time, the use of the whole image prevented wrong image classification caused by a constrained view of the landscape under analysis. Another strategy used was to rectify the detection results using a visual explanation algorithm, Gradient-weighted Class Activation Mapping (Grad-CAM), to ensure that detections corresponded to the smoke regions in an image. The detection algorithms tested were residual neural networks (ResNet) and EfficientNet of various sizes because these two types have given good results in the past in multiple domains. The training was done using transfer learning. Our dataset contained a total of 14125 and 21203 images with and without smoke, respectively, making it, to the best of the author's knowledge, one of the largest or even the largest reported dataset in the scientific literature in terms of the number of images with smoke collected from large distances of various kilometers. This dataset was fundamental to achieve realistic results concerning smoke detection efficiency. Our best result in the test set was an Area Under Receiver Operating Characteristic curve (AUROC) of 0.949 obtained with an EfficientNet-B0.&quot;,&quot;publisher&quot;:&quot;Institute of Electrical and Electronics Engineers Inc.&quot;,&quot;volume&quot;:&quot;10&quot;,&quot;container-title-short&quot;:&quot;&quot;},&quot;isTemporary&quot;:false}]},{&quot;citationID&quot;:&quot;MENDELEY_CITATION_32d2d633-22d9-40bf-91a8-58158bb45a74&quot;,&quot;properties&quot;:{&quot;noteIndex&quot;:0},&quot;isEdited&quot;:false,&quot;manualOverride&quot;:{&quot;isManuallyOverridden&quot;:false,&quot;citeprocText&quot;:&quot;[3]&quot;,&quot;manualOverrideText&quot;:&quot;&quot;},&quot;citationTag&quot;:&quot;MENDELEY_CITATION_v3_eyJjaXRhdGlvbklEIjoiTUVOREVMRVlfQ0lUQVRJT05fMzJkMmQ2MzMtMjJkOS00MGJmLTkxYTgtNTgxNThiYjQ1YTc0IiwicHJvcGVydGllcyI6eyJub3RlSW5kZXgiOjB9LCJpc0VkaXRlZCI6ZmFsc2UsIm1hbnVhbE92ZXJyaWRlIjp7ImlzTWFudWFsbHlPdmVycmlkZGVuIjpmYWxzZSwiY2l0ZXByb2NUZXh0IjoiWzNdIiwibWFudWFsT3ZlcnJpZGVUZXh0IjoiIn0sImNpdGF0aW9uSXRlbXMiOlt7ImlkIjoiMzljOTZhNzMtNDNkNS0zMWM5LThkMjgtNTk1ZGZhZDBkNzVlIiwiaXRlbURhdGEiOnsidHlwZSI6ImFydGljbGUtam91cm5hbCIsImlkIjoiMzljOTZhNzMtNDNkNS0zMWM5LThkMjgtNTk1ZGZhZDBkNzVlIiwidGl0bGUiOiJFbW90aW9uYWwgYW50aWNpcGF0aW9uIGZvciBkeW5hbWljIGVtb3Rpb25hbCBmYWNlcyBpcyBub3QgbW9kdWxhdGVkIGJ5IHNjaGl6b3R5cGFsIHRyYWl0czogQSBSZXByZXNlbnRhdGlvbmFsIE1vbWVudHVtIHN0dWR5IiwiYXV0aG9yIjpbeyJmYW1pbHkiOiJHcmF2ZSIsImdpdmVuIjoiSm9hbmEiLCJwYXJzZS1uYW1lcyI6ZmFsc2UsImRyb3BwaW5nLXBhcnRpY2xlIjoiIiwibm9uLWRyb3BwaW5nLXBhcnRpY2xlIjoiIn0seyJmYW1pbHkiOiJDb3JkZWlybyIsImdpdmVuIjoiU2FyYSIsInBhcnNlLW5hbWVzIjpmYWxzZSwiZHJvcHBpbmctcGFydGljbGUiOiIiLCJub24tZHJvcHBpbmctcGFydGljbGUiOiIifSx7ImZhbWlseSI6IlPDoSBUZWl4ZWlyYSIsImdpdmVuIjoiTnVubyIsInBhcnNlLW5hbWVzIjpmYWxzZSwiZHJvcHBpbmctcGFydGljbGUiOiIiLCJub24tZHJvcHBpbmctcGFydGljbGUiOiJkZSJ9LHsiZmFtaWx5IjoiS29yYiIsImdpdmVuIjoiU2ViYXN0aWFuIiwicGFyc2UtbmFtZXMiOmZhbHNlLCJkcm9wcGluZy1wYXJ0aWNsZSI6IiIsIm5vbi1kcm9wcGluZy1wYXJ0aWNsZSI6IiJ9LHsiZmFtaWx5IjoiU29hcmVzIiwiZ2l2ZW4iOiJTYW5kcmEgQ3Jpc3RpbmEiLCJwYXJzZS1uYW1lcyI6ZmFsc2UsImRyb3BwaW5nLXBhcnRpY2xlIjoiIiwibm9uLWRyb3BwaW5nLXBhcnRpY2xlIjoiIn1dLCJjb250YWluZXItdGl0bGUiOiJRdWFydGVybHkgSm91cm5hbCBvZiBFeHBlcmltZW50YWwgUHN5Y2hvbG9neSIsIkRPSSI6IjEwLjExNzcvMTc0NzAyMTgyNDEyNTM3MDMiLCJJU1NOIjoiMTc0NzAyMjYiLCJQTUlEIjoiMzg2Nzk4MDAiLCJpc3N1ZWQiOnsiZGF0ZS1wYXJ0cyI6W1syMDI1LDYsMV1dfSwicGFnZSI6IjEwODgtMTEwNiIsImFic3RyYWN0IjoiU2NoaXpvdHlweSwgYSBwZXJzb25hbGl0eSBzdHJ1Y3R1cmUgdGhhdCByZXNlbWJsZXMgc2NoaXpvcGhyZW5pYSBzeW1wdG9tcywgaXMgb2Z0ZW4gYXNzb2NpYXRlZCB3aXRoIGFibm9ybWFsIGZhY2lhbCBlbW90aW9uIHBlcmNlcHRpb24uIEJhc2VkIG9uIHRoZSBwcmV2YWlsaW5nIHNlbnNlIG9mIHRocmVhdCBpbiBwc3ljaG90aWMgZXhwZXJpZW5jZXMsIGFuZCB0aGUgaW1tZWRpYXRlIHBlcmNlcHR1YWwgaGlzdG9yeSBvZiBzZWVpbmcgb3RoZXJz4oCZIGZhY2lhbCBleHByZXNzaW9ucywgaW5kaXZpZHVhbHMgd2l0aCBoaWdoIHNjaGl6b3R5cGFsIHRyYWl0cyBtYXkgZXhoaWJpdCBhIGhlaWdodGVuZWQgdGVuZGVuY3kgdG8gYW50aWNpcGF0ZSBhbmdlci4gVG8gdGVzdCB0aGlzLCB3ZSB1c2VkIGluc2lnaHRzIGZyb20gUmVwcmVzZW50YXRpb25hbCBNb21lbnR1bSAoUk0pLCBhIHBlcmNlcHR1YWwgcGhlbm9tZW5vbiBpbiB3aGljaCB0aGUgZW5kcG9pbnQgb2YgYSBkeW5hbWljIGV2ZW50IGlzIHN5c3RlbWF0aWNhbGx5IGRpc3BsYWNlZCBmb3J3YXJkLCBpbnRvIHRoZSBpbW1lZGlhdGUgZnV0dXJlLiBBbmdyeS10by1hbWJpZ3VvdXMgYW5kIGhhcHB5LXRvLWFtYmlndW91cyBhdmF0YXIgZmFjZXMgd2VyZSBwcmVzZW50ZWQsIGVhY2ggZm9sbG93ZWQgYnkgYSBwcm9iZSB3aXRoIHRoZSBzYW1lIChhbWJpZ3VvdXMpIGV4cHJlc3Npb24gYXMgdGhlIGVuZHBvaW50LCBvciBvbmUgc2xpZ2h0bHkgY2hhbmdlZCB0byBleHByZXNzIGdyZWF0ZXIgaGFwcGluZXNzL2FuZ2VyLiBQYXJ0aWNpcGFudHMganVkZ2VkIGlmIHRoZSBwcm9iZSB3YXMg4oCcZXF1YWzigJ0gdG8gdGhlIGVuZHBvaW50IGFuZCByYXRlZCBob3cgY29uZmlkZW50IHRoZXkgd2VyZS4gVGhlIHNhbXBsZSB3YXMgZGl2aWRlZCBpbnRvIGhpZ2ggKE4gPSA0NikgYW5kIGxvdyAoTiA9IDQ5KSBzY2hpem90eXBhbCB0cmFpdHMgdXNpbmcgdGhlIFNjaGl6b3R5cGFsIFBlcnNvbmFsaXR5IFF1ZXN0aW9ubmFpcmUgKFNQUSkuIEZpcnN0LCBhIGZvcndhcmQgYmlhcyB3YXMgZm91bmQgaW4gaGFwcHktdG8tYW1iaWd1b3VzIGZhY2VzLCBzdWdnZXN0aW5nIGVtb3Rpb25hbCBhbnRpY2lwYXRpb24gc29sZWx5IGZvciBkeW5hbWljIGZhY2VzIGNoYW5naW5nIHRvd2FyZHMgYSBwb3RlbnRpYWwgdGhyZWF0IChhbmdlcikuIFRoaXMgbWF5IHJlZmxlY3QgYW4gYWRhcHRhdGl2ZSBtZWNoYW5pc20sIGFzIGl0IGlzIHNhZmVyIHRvIGFudGljaXBhdGUgYW55IGhvc3RpbGl0eSBmcm9tIGEgY29uc3BlY2lmaWMgdGhhbiB0aGUgb3Bwb3NpdGUuIFNlY29uZCwgY29udHJhcnkgdG8gb3VyIGh5cG90aGVzaXMsIGhpZ2ggc2NoaXpvdHlwYWwgdHJhaXRzIGRpZCBub3QgaGVpZ2h0ZW4gUk0gZm9yIGhhcHB5LXRvLWFtYmlndW91cyBmYWNlcywgbm9yIGRpZCB0aGV5IGxlYWQgdG8gb3ZlcmNvbmZpZGVuY2UgaW4gYmlhc2VkIGp1ZGdlbWVudHMuIFRoaXMgbWF5IHN1Z2dlc3QgYSB0eXBpY2FsIHBhdHRlcm4gb2YgZW1vdGlvbmFsIGFudGljaXBhdGlvbiBpbiBub24tY2xpbmljYWwgc2NoaXpvdHlweSwgYnV0IGNhdXRpb24gaXMgbmVlZGVkIGR1ZSB0byB0aGUgdXNlIG9mIHNlbGYtcmVwb3J0IHF1ZXN0aW9ubmFpcmVzLCB1bml2ZXJzaXR5IHN0dWRlbnRzLCBhbmQgYSBtb2Rlc3Qgc2FtcGxlIHNpemUuIEZ1dHVyZSBzdHVkaWVzIHNob3VsZCBhbHNvIGludmVzdGlnYXRlIGlmIHRoZSBzYW1lIGhvbGRzIGZvciBjbGluaWNhbCBtYW5pZmVzdGF0aW9ucyBvZiBzY2hpem9waHJlbmlhLiIsInB1Ymxpc2hlciI6IlNBR0UgUHVibGljYXRpb25zIEx0ZCIsImlzc3VlIjoiNiIsInZvbHVtZSI6Ijc4IiwiY29udGFpbmVyLXRpdGxlLXNob3J0IjoiIn0sImlzVGVtcG9yYXJ5IjpmYWxzZX1dfQ==&quot;,&quot;citationItems&quot;:[{&quot;id&quot;:&quot;39c96a73-43d5-31c9-8d28-595dfad0d75e&quot;,&quot;itemData&quot;:{&quot;type&quot;:&quot;article-journal&quot;,&quot;id&quot;:&quot;39c96a73-43d5-31c9-8d28-595dfad0d75e&quot;,&quot;title&quot;:&quot;Emotional anticipation for dynamic emotional faces is not modulated by schizotypal traits: A Representational Momentum study&quot;,&quot;author&quot;:[{&quot;family&quot;:&quot;Grave&quot;,&quot;given&quot;:&quot;Joana&quot;,&quot;parse-names&quot;:false,&quot;dropping-particle&quot;:&quot;&quot;,&quot;non-dropping-particle&quot;:&quot;&quot;},{&quot;family&quot;:&quot;Cordeiro&quot;,&quot;given&quot;:&quot;Sara&quot;,&quot;parse-names&quot;:false,&quot;dropping-particle&quot;:&quot;&quot;,&quot;non-dropping-particle&quot;:&quot;&quot;},{&quot;family&quot;:&quot;Sá Teixeira&quot;,&quot;given&quot;:&quot;Nuno&quot;,&quot;parse-names&quot;:false,&quot;dropping-particle&quot;:&quot;&quot;,&quot;non-dropping-particle&quot;:&quot;de&quot;},{&quot;family&quot;:&quot;Korb&quot;,&quot;given&quot;:&quot;Sebastian&quot;,&quot;parse-names&quot;:false,&quot;dropping-particle&quot;:&quot;&quot;,&quot;non-dropping-particle&quot;:&quot;&quot;},{&quot;family&quot;:&quot;Soares&quot;,&quot;given&quot;:&quot;Sandra Cristina&quot;,&quot;parse-names&quot;:false,&quot;dropping-particle&quot;:&quot;&quot;,&quot;non-dropping-particle&quot;:&quot;&quot;}],&quot;container-title&quot;:&quot;Quarterly Journal of Experimental Psychology&quot;,&quot;DOI&quot;:&quot;10.1177/17470218241253703&quot;,&quot;ISSN&quot;:&quot;17470226&quot;,&quot;PMID&quot;:&quot;38679800&quot;,&quot;issued&quot;:{&quot;date-parts&quot;:[[2025,6,1]]},&quot;page&quot;:&quot;1088-1106&quot;,&quot;abstract&quot;:&quot;Schizotypy, a personality structure that resembles schizophrenia symptoms, is often associated with abnormal facial emotion perception. Based on the prevailing sense of threat in psychotic experiences, and the immediate perceptual history of seeing others’ facial expressions, individuals with high schizotypal traits may exhibit a heightened tendency to anticipate anger. To test this, we used insights from Representational Momentum (RM), a perceptual phenomenon in which the endpoint of a dynamic event is systematically displaced forward, into the immediate future. Angry-to-ambiguous and happy-to-ambiguous avatar faces were presented, each followed by a probe with the same (ambiguous) expression as the endpoint, or one slightly changed to express greater happiness/anger. Participants judged if the probe was “equal” to the endpoint and rated how confident they were. The sample was divided into high (N = 46) and low (N = 49) schizotypal traits using the Schizotypal Personality Questionnaire (SPQ). First, a forward bias was found in happy-to-ambiguous faces, suggesting emotional anticipation solely for dynamic faces changing towards a potential threat (anger). This may reflect an adaptative mechanism, as it is safer to anticipate any hostility from a conspecific than the opposite. Second, contrary to our hypothesis, high schizotypal traits did not heighten RM for happy-to-ambiguous faces, nor did they lead to overconfidence in biased judgements. This may suggest a typical pattern of emotional anticipation in non-clinical schizotypy, but caution is needed due to the use of self-report questionnaires, university students, and a modest sample size. Future studies should also investigate if the same holds for clinical manifestations of schizophrenia.&quot;,&quot;publisher&quot;:&quot;SAGE Publications Ltd&quot;,&quot;issue&quot;:&quot;6&quot;,&quot;volume&quot;:&quot;78&quot;,&quot;container-title-short&quot;:&quot;&quot;},&quot;isTemporary&quot;:false}]},{&quot;citationID&quot;:&quot;MENDELEY_CITATION_d5ac396e-37d0-492c-8e34-84a3306527eb&quot;,&quot;properties&quot;:{&quot;noteIndex&quot;:0},&quot;isEdited&quot;:false,&quot;manualOverride&quot;:{&quot;isManuallyOverridden&quot;:false,&quot;citeprocText&quot;:&quot;[4]&quot;,&quot;manualOverrideText&quot;:&quot;&quot;},&quot;citationTag&quot;:&quot;MENDELEY_CITATION_v3_eyJjaXRhdGlvbklEIjoiTUVOREVMRVlfQ0lUQVRJT05fZDVhYzM5NmUtMzdkMC00OTJjLThlMzQtODRhMzMwNjUyN2ViIiwicHJvcGVydGllcyI6eyJub3RlSW5kZXgiOjB9LCJpc0VkaXRlZCI6ZmFsc2UsIm1hbnVhbE92ZXJyaWRlIjp7ImlzTWFudWFsbHlPdmVycmlkZGVuIjpmYWxzZSwiY2l0ZXByb2NUZXh0IjoiWzRdIiwibWFudWFsT3ZlcnJpZGVUZXh0IjoiIn0sImNpdGF0aW9uSXRlbXMiOlt7ImlkIjoiYmZkYTdjN2EtMzJmOS0zNDBkLWE0YjItMmVkNjYxNmUyNWJiIiwiaXRlbURhdGEiOnsidHlwZSI6ImFydGljbGUtam91cm5hbCIsImlkIjoiYmZkYTdjN2EtMzJmOS0zNDBkLWE0YjItMmVkNjYxNmUyNWJiIiwidGl0bGUiOiJBZHZhbmNlZCBNdWx0aS1UYXNrIExlYXJuaW5nIHdpdGggTGlnaHR3ZWlnaHQgTmV0d29ya3MgYW5kIE11bHRpLUhlYWQgQXR0ZW50aW9uIGZvciBFZmZpY2llbnQgRmFjaWFsIEF0dHJpYnV0ZSBFc3RpbWF0aW9uIiwiYXV0aG9yIjpbeyJmYW1pbHkiOiJSb2hhbmkiLCJnaXZlbiI6Ik0uIiwicGFyc2UtbmFtZXMiOmZhbHNlLCJkcm9wcGluZy1wYXJ0aWNsZSI6IiIsIm5vbi1kcm9wcGluZy1wYXJ0aWNsZSI6IiJ9LHsiZmFtaWx5IjoiRmFyc2kiLCJnaXZlbiI6IkguIiwicGFyc2UtbmFtZXMiOmZhbHNlLCJkcm9wcGluZy1wYXJ0aWNsZSI6IiIsIm5vbi1kcm9wcGluZy1wYXJ0aWNsZSI6IiJ9LHsiZmFtaWx5IjoiTW9oYW1hZHphZGVoIiwiZ2l2ZW4iOiJTLiIsInBhcnNlLW5hbWVzIjpmYWxzZSwiZHJvcHBpbmctcGFydGljbGUiOiIiLCJub24tZHJvcHBpbmctcGFydGljbGUiOiIifV0sImNvbnRhaW5lci10aXRsZSI6IkludGVybmF0aW9uYWwgSm91cm5hbCBvZiBFbmdpbmVlcmluZywgVHJhbnNhY3Rpb25zIEI6IEFwcGxpY2F0aW9ucyIsIkRPSSI6IjEwLjU4MjkvaWplLjIwMjUuMzguMTBhLjA1IiwiSVNTTiI6IjE3MjgxNDRYIiwiaXNzdWVkIjp7ImRhdGUtcGFydHMiOltbMjAyNSwxMCwxXV19LCJwYWdlIjoiMjI1OS0yMjcyIiwiYWJzdHJhY3QiOiJUaGUgcmFwaWQgYWR2YW5jZW1lbnQgb2YgY29tcHV0ZXIgdmlzaW9uIGFsZ29yaXRobXMgZGVtYW5kcyBlZmZpY2llbnQgY29tcHV0YXRpb25hbCByZXNvdXJjZSB1dGlsaXphdGlvbiBmb3IgcHJhY3RpY2FsIGFwcGxpY2F0aW9ucy4gVGhpcyBzdHVkeSBwcm9wb3NlcyBhIG5vdmVsIGZyYW1ld29yayB0aGF0IGludGVncmF0ZXMgbXVsdGktdGFzayBsZWFybmluZyAoTVRMKSB3aXRoIE1vYmlsZU5ldFYzLUxhcmdlIG5ldHdvcmtzIGFuZCBtdWx0aS1oZWFkIGF0dGVudGlvbiAoTUhBKSBtZWNoYW5pc21zIHRvIHNpbXVsdGFuZW91c2x5IGVzdGltYXRlIGZhY2lhbCBhdHRyaWJ1dGVzLCBpbmNsdWRpbmcgYWdlLCBnZW5kZXIsIHJhY2UsIGFuZCBlbW90aW9ucy4gQnkgZW1wbG95aW5nIE1IQSwgdGhlIG1vZGVsIGVuaGFuY2VzIGZlYXR1cmUgZXh0cmFjdGlvbiBhbmQgcmVwcmVzZW50YXRpb24gYnkgZm9jdXNpbmcgb24gbXVsdGlwbGUgcmVnaW9ucyBvZiB0aGUgaW5wdXQgaW1hZ2UsIHRoZXJlYnkgcmVkdWNpbmcgY29tcHV0YXRpb25hbCBjb21wbGV4aXR5IHdoaWxlIHNpZ25pZmljYW50bHkgaW1wcm92aW5nIGFjY3VyYWN5LiBUaGUgUmVjZXB0aXZlIEZpZWxkIEVuaGFuY2VkIE11bHRpLVRhc2sgQ2FzY2FkZWQgKFJGRU1UQykgdGVjaG5pcXVlIGlzIHV0aWxpemVkIGZvciBlZmZlY3RpdmUgcHJlcHJvY2Vzc2luZyBvZiB0aGUgaW5wdXQgZGF0YS4gT3VyIG1ldGhvZG9sb2d5IGlzIHJpZ29yb3VzbHkgZXZhbHVhdGVkIG9uIHRoZSBVVEtGYWNlLCBGYWlyRmFjZSwgYW5kIFJBRi1EQiBkYXRhc2V0cy4gV2UgaW50cm9kdWNlIGEgd2VpZ2h0ZWQgbG9zcyBmdW5jdGlvbiB0byBiYWxhbmNlIHRhc2sgY29udHJpYnV0aW9ucywgZW5oYW5jaW5nIG92ZXJhbGwgcGVyZm9ybWFuY2UuIFRocm91Z2ggcmVmaW5lbWVudCBvZiB0aGUgbmV0d29yayBhcmNoaXRlY3R1cmUgYnkgYW5hbHl6aW5nIGJyYW5jaGluZyBwb2ludHMgYW5kIG9wdGltaXppbmcgdGhlIGJhbGFuY2UgYmV0d2VlbiBzaGFyZWQgYW5kIHRhc2stc3BlY2lmaWMgbGF5ZXJzLCBvdXIgZXhwZXJpbWVudGFsIHJlc3VsdHMgZGVtb25zdHJhdGUgc2lnbmlmaWNhbnQgaW1wcm92ZW1lbnRzOiBhIDclIHJlZHVjdGlvbiBpbiBwYXJhbWV0ZXJzLCBhIDMlIGluY3JlYXNlIGluIGdlbmRlciBkZXRlY3Rpb24gYWNjdXJhY3ksIGEgNSUgaW1wcm92ZW1lbnQgaW4gcmFjZSBkZXRlY3Rpb24gYWNjdXJhY3ksIGFuZCBhIDYlIGVuaGFuY2VtZW50IGluIGVtb3Rpb24gZGV0ZWN0aW9uIGFjY3VyYWN5IGNvbXBhcmVkIHRvIHNpbmdsZS10YXNrIG1ldGhvZHMuIEFkZGl0aW9uYWxseSwgb3VyIHByb3Bvc2VkIGFyY2hpdGVjdHVyZSByZWR1Y2VzIGFnZSBlc3RpbWF0aW9uIGVycm9yIGJ5IGFwcHJveGltYXRlbHkgb25lIHllYXIgb24gdGhlIFVUS0ZhY2UgZGF0YXNldCBhbmQgaW1wcm92ZXMgYWdlIGVzdGltYXRpb24gYWNjdXJhY3kgb24gdGhlIEZhaXJGYWNlIGRhdGFzZXQgYnkgNSUgY29tcGFyZWQgdG8gc3RhdGUtb2YtdGhlLWFydCBhcHByb2FjaGVzLiIsInB1Ymxpc2hlciI6Ik1hdGVyaWFscyBhbmQgRW5lcmd5IFJlc2VhcmNoIENlbnRlciIsImlzc3VlIjoiMTAiLCJ2b2x1bWUiOiIzOCIsImNvbnRhaW5lci10aXRsZS1zaG9ydCI6IiJ9LCJpc1RlbXBvcmFyeSI6ZmFsc2V9XX0=&quot;,&quot;citationItems&quot;:[{&quot;id&quot;:&quot;bfda7c7a-32f9-340d-a4b2-2ed6616e25bb&quot;,&quot;itemData&quot;:{&quot;type&quot;:&quot;article-journal&quot;,&quot;id&quot;:&quot;bfda7c7a-32f9-340d-a4b2-2ed6616e25bb&quot;,&quot;title&quot;:&quot;Advanced Multi-Task Learning with Lightweight Networks and Multi-Head Attention for Efficient Facial Attribute Estimation&quot;,&quot;author&quot;:[{&quot;family&quot;:&quot;Rohani&quot;,&quot;given&quot;:&quot;M.&quot;,&quot;parse-names&quot;:false,&quot;dropping-particle&quot;:&quot;&quot;,&quot;non-dropping-particle&quot;:&quot;&quot;},{&quot;family&quot;:&quot;Farsi&quot;,&quot;given&quot;:&quot;H.&quot;,&quot;parse-names&quot;:false,&quot;dropping-particle&quot;:&quot;&quot;,&quot;non-dropping-particle&quot;:&quot;&quot;},{&quot;family&quot;:&quot;Mohamadzadeh&quot;,&quot;given&quot;:&quot;S.&quot;,&quot;parse-names&quot;:false,&quot;dropping-particle&quot;:&quot;&quot;,&quot;non-dropping-particle&quot;:&quot;&quot;}],&quot;container-title&quot;:&quot;International Journal of Engineering, Transactions B: Applications&quot;,&quot;DOI&quot;:&quot;10.5829/ije.2025.38.10a.05&quot;,&quot;ISSN&quot;:&quot;1728144X&quot;,&quot;issued&quot;:{&quot;date-parts&quot;:[[2025,10,1]]},&quot;page&quot;:&quot;2259-2272&quot;,&quot;abstract&quot;:&quot;The rapid advancement of computer vision algorithms demands efficient computational resource utilization for practical applications. This study proposes a novel framework that integrates multi-task learning (MTL) with MobileNetV3-Large networks and multi-head attention (MHA) mechanisms to simultaneously estimate facial attributes, including age, gender, race, and emotions. By employing MHA, the model enhances feature extraction and representation by focusing on multiple regions of the input image, thereby reducing computational complexity while significantly improving accuracy. The Receptive Field Enhanced Multi-Task Cascaded (RFEMTC) technique is utilized for effective preprocessing of the input data. Our methodology is rigorously evaluated on the UTKFace, FairFace, and RAF-DB datasets. We introduce a weighted loss function to balance task contributions, enhancing overall performance. Through refinement of the network architecture by analyzing branching points and optimizing the balance between shared and task-specific layers, our experimental results demonstrate significant improvements: a 7% reduction in parameters, a 3% increase in gender detection accuracy, a 5% improvement in race detection accuracy, and a 6% enhancement in emotion detection accuracy compared to single-task methods. Additionally, our proposed architecture reduces age estimation error by approximately one year on the UTKFace dataset and improves age estimation accuracy on the FairFace dataset by 5% compared to state-of-the-art approaches.&quot;,&quot;publisher&quot;:&quot;Materials and Energy Research Center&quot;,&quot;issue&quot;:&quot;10&quot;,&quot;volume&quot;:&quot;38&quot;,&quot;container-title-short&quot;:&quot;&quot;},&quot;isTemporary&quot;:false}]},{&quot;citationID&quot;:&quot;MENDELEY_CITATION_fa8eac3b-071e-49a6-88f4-eba7fb6fe5d6&quot;,&quot;properties&quot;:{&quot;noteIndex&quot;:0},&quot;isEdited&quot;:false,&quot;manualOverride&quot;:{&quot;isManuallyOverridden&quot;:false,&quot;citeprocText&quot;:&quot;[5, 6]&quot;,&quot;manualOverrideText&quot;:&quot;&quot;},&quot;citationTag&quot;:&quot;MENDELEY_CITATION_v3_eyJjaXRhdGlvbklEIjoiTUVOREVMRVlfQ0lUQVRJT05fZmE4ZWFjM2ItMDcxZS00OWE2LTg4ZjQtZWJhN2ZiNmZlNWQ2IiwicHJvcGVydGllcyI6eyJub3RlSW5kZXgiOjB9LCJpc0VkaXRlZCI6ZmFsc2UsIm1hbnVhbE92ZXJyaWRlIjp7ImlzTWFudWFsbHlPdmVycmlkZGVuIjpmYWxzZSwiY2l0ZXByb2NUZXh0IjoiWzUsIDZdIiwibWFudWFsT3ZlcnJpZGVUZXh0IjoiIn0sImNpdGF0aW9uSXRlbXMiOlt7ImlkIjoiZTZlYTZlZDEtZjhhNy0zZjYwLTg2NTItZmUwMzA2MGU2NjU3IiwiaXRlbURhdGEiOnsidHlwZSI6ImFydGljbGUtam91cm5hbCIsImlkIjoiZTZlYTZlZDEtZjhhNy0zZjYwLTg2NTItZmUwMzA2MGU2NjU3IiwidGl0bGUiOiJNYWNoaW5lIGxlYXJuaW5nIHJldmVhbHMgc2V4IGRpZmZlcmVuY2VzIGluIGRpc3Rpbmd1aXNoaW5nIGJldHdlZW4gY29uZHVjdC1kaXNvcmRlcmVkIGFuZCBuZXVyb3R5cGljYWwgeW91dGggYmFzZWQgb24gZW1vdGlvbiBwcm9jZXNzaW5nIGR5c2Z1bmN0aW9uIiwiYXV0aG9yIjpbeyJmYW1pbHkiOiJLb2hscyIsImdpdmVuIjoiR3JlZ29yIiwicGFyc2UtbmFtZXMiOmZhbHNlLCJkcm9wcGluZy1wYXJ0aWNsZSI6IiIsIm5vbi1kcm9wcGluZy1wYXJ0aWNsZSI6IiJ9LHsiZmFtaWx5IjoiRWxzdGVyIiwiZ2l2ZW4iOiJFcmlrIE0uIiwicGFyc2UtbmFtZXMiOmZhbHNlLCJkcm9wcGluZy1wYXJ0aWNsZSI6IiIsIm5vbi1kcm9wcGluZy1wYXJ0aWNsZSI6IiJ9LHsiZmFtaWx5IjoiVGlubyIsImdpdmVuIjoiUGV0ZXIiLCJwYXJzZS1uYW1lcyI6ZmFsc2UsImRyb3BwaW5nLXBhcnRpY2xlIjoiIiwibm9uLWRyb3BwaW5nLXBhcnRpY2xlIjoiIn0seyJmYW1pbHkiOiJGYWlyY2hpbGQiLCJnaXZlbiI6IkdyYWVtZSIsInBhcnNlLW5hbWVzIjpmYWxzZSwiZHJvcHBpbmctcGFydGljbGUiOiIiLCJub24tZHJvcHBpbmctcGFydGljbGUiOiIifSx7ImZhbWlseSI6IlN0YWRsZXIiLCJnaXZlbiI6IkNocmlzdGluYSIsInBhcnNlLW5hbWVzIjpmYWxzZSwiZHJvcHBpbmctcGFydGljbGUiOiIiLCJub24tZHJvcHBpbmctcGFydGljbGUiOiIifSx7ImZhbWlseSI6IlBvcG1hIiwiZ2l2ZW4iOiJBcm5lIiwicGFyc2UtbmFtZXMiOmZhbHNlLCJkcm9wcGluZy1wYXJ0aWNsZSI6IiIsIm5vbi1kcm9wcGluZy1wYXJ0aWNsZSI6IiJ9LHsiZmFtaWx5IjoiRnJlaXRhZyIsImdpdmVuIjoiQ2hyaXN0aW5lIE0uIiwicGFyc2UtbmFtZXMiOmZhbHNlLCJkcm9wcGluZy1wYXJ0aWNsZSI6IiIsIm5vbi1kcm9wcGluZy1wYXJ0aWNsZSI6IiJ9LHsiZmFtaWx5IjoiQnJpdG8iLCJnaXZlbiI6IlN0ZXBoYW5lIEEuIiwicGFyc2UtbmFtZXMiOmZhbHNlLCJkcm9wcGluZy1wYXJ0aWNsZSI6IiIsIm5vbi1kcm9wcGluZy1wYXJ0aWNsZSI6IkRlIn0seyJmYW1pbHkiOiJLb25yYWQiLCJnaXZlbiI6IktlcnN0aW4iLCJwYXJzZS1uYW1lcyI6ZmFsc2UsImRyb3BwaW5nLXBhcnRpY2xlIjoiIiwibm9uLWRyb3BwaW5nLXBhcnRpY2xlIjoiIn0seyJmYW1pbHkiOiJQYXVsaSIsImdpdmVuIjoiUnV0aCIsInBhcnNlLW5hbWVzIjpmYWxzZSwiZHJvcHBpbmctcGFydGljbGUiOiIiLCJub24tZHJvcHBpbmctcGFydGljbGUiOiIifV0sImNvbnRhaW5lci10aXRsZSI6IkJNQyBQc3ljaGlhdHJ5IiwiY29udGFpbmVyLXRpdGxlLXNob3J0IjoiQk1DIFBzeWNoaWF0cnkiLCJET0kiOiIxMC4xMTg2L3MxMjg4OC0wMjUtMDY1MzYtNiIsIklTU04iOiIxNDcxMjQ0WCIsIlBNSUQiOiIzOTkxNTc1MCIsImlzc3VlZCI6eyJkYXRlLXBhcnRzIjpbWzIwMjUsMTIsMV1dfSwiYWJzdHJhY3QiOiJCYWNrZ3JvdW5kOiBUaGVvcmV0aWNhbCBtb2RlbHMgb2YgY29uZHVjdCBkaXNvcmRlciAoQ0QpIGhpZ2hsaWdodCB0aGF0IGRlZmljaXRzIGluIGVtb3Rpb24gcmVjb2duaXRpb24sIGxlYXJuaW5nLCBhbmQgcmVndWxhdGlvbiBwbGF5IGEgcGl2b3RhbCByb2xlIGluIENEIGV0aW9sb2d5LiBXaXRoIENEIGJlaW5nIG1vcmUgcHJldmFsZW50IGluIGJveXMgdGhhbiBnaXJscywgdmFyaW91cyB0aGVvcmllcyBhaW0gdG8gZXhwbGFpbiB0aGlzIHNleCBkaWZmZXJlbmNlLiBUaGUg4oCcZGlmZmVyZW50aWFsIHRocmVzaG9sZOKAnSBoeXBvdGhlc2lzIHN1Z2dlc3RzIGdyZWF0ZXIgZW1vdGlvbiBkeXNmdW5jdGlvbiBpbiBjb25kdWN0LWRpc29yZGVyZWQgZ2lybHMgdGhhbiBib3lzLCBidXQgcHJldmlvdXMgcmVzZWFyY2ggdXNpbmcgY29udmVudGlvbmFsIHN0YXRpc3RpY2FsIGFuYWx5c2VzIGhhcyBmYWlsZWQgdG8gc3VwcG9ydCB0aGlzIGh5cG90aGVzaXMuIEhlcmUsIHdlIHVzZWQgbm92ZWwgYW5hbHl0aWMgdGVjaG5pcXVlcyBzdWNoIGFzIG1hY2hpbmUgbGVhcm5pbmcgKE1MKSB0byB1bmNvdmVyIHBvdGVudGlhbGx5IHNleC1zcGVjaWZpYyBkaWZmZXJlbmNlcyBpbiBlbW90aW9uIGR5c2Z1bmN0aW9uIGFtb25nIGdpcmxzIGFuZCBib3lzIHdpdGggQ0QgY29tcGFyZWQgdG8gdGhlaXIgbmV1cm90eXBpY2FsIHBlZXJzLiBNZXRob2RzOiBNdWx0aS1zaXRlIGRhdGEgZnJvbSA1NDIgeW91dGggd2l0aCBDRCBhbmQgNzEwIG5ldXJvdHlwaWNhbCBjb250cm9scyAoNjQlIGdpcmxzLCA54oCTMTggeWVhcnMpIHdobyBjb21wbGV0ZWQgZW1vdGlvbiByZWNvZ25pdGlvbiwgbGVhcm5pbmcsIGFuZCByZWd1bGF0aW9uIHRhc2tzIHdlcmUgYW5hbHl6ZWQgdXNpbmcgYSBtdWx0aXZhcmlhdGUgTUwgY2xhc3NpZmllciB0byBkaXN0aW5ndWlzaCBiZXR3ZWVuIHlvdXRoIHdpdGggQ0QgYW5kIGNvbnRyb2xzIHNlcGFyYXRlbHkgYnkgc2V4LiBSZXN1bHRzOiBCb3RoIGZlbWFsZSBhbmQgbWFsZSBNTCBjbGFzc2lmaWVycyBhY2N1cmF0ZWx5IHByZWRpY3RlZCAoYWJvdmUgY2hhbmNlIGxldmVsKSBpbmRpdmlkdWFsIENEIHN0YXR1cyBiYXNlZCBzb2xlbHkgb24gdGhlIG5ldXJvY29nbml0aXZlIGZlYXR1cmVzIG9mIGVtb3Rpb24gZHlzZnVuY3Rpb24uIE5vdGFibHksIHRoZSBmZW1hbGUgY2xhc3NpZmllciBvdXRwZXJmb3JtZWQgdGhlIG1hbGUgY2xhc3NpZmllciBpbiBpZGVudGlmeWluZyBpbmRpdmlkdWFscyB3aXRoIENELiBIb3dldmVyLCB0aGUgY2xhc3NpZmljYXRpb24gYW5kIGlkZW50aWZpY2F0aW9uIHBlcmZvcm1hbmNlIG9mIGJvdGggY2xhc3NpZmllcnMgd2FzIGJlbG93IHRoZSBjbGluaWNhbGx5IHJlbGV2YW50IDgwJSBhY2N1cmFjeSB0aHJlc2hvbGQgKGFsdGhvdWdoIHRoZXkgc3RpbGwgcHJvdmlkZWQgcmVsYXRpdmVseSBmYWlyIGFuZCByZWFsaXN0aWMgZXN0aW1hdGVzIG9mIH4gNjAlIGNsYXNzaWZpY2F0aW9uIHBlcmZvcm1hbmNlKSwgcHJvYmFibHkgZHVlIHRvIHRoZSBzdWJzdGFudGlhbCBuZXVyb2NvZ25pdGl2ZSBoZXRlcm9nZW5laXR5IHdpdGhpbiBzdWNoIGEgbGFyZ2UgYW5kIGRpdmVyc2UsIG11bHRpLXNpdGUgc2FtcGxlIG9mIHlvdXRoIHdpdGggQ0QgKGFuZCBuZXVyb3R5cGljYWwgY29udHJvbHMpLiBDb25jbHVzaW9uczogVGhlc2UgZmluZGluZ3MgY29uZmlybSB0aGUgY2xvc2UgYXNzb2NpYXRpb24gYmV0d2VlbiBlbW90aW9uIGR5c2Z1bmN0aW9uIGFuZCBDRCBpbiBib3RoIHNleGVzLCB3aXRoIGEgc3Ryb25nZXIgYXNzb2NpYXRpb24gb2JzZXJ2ZWQgaW4gYWZmZWN0ZWQgZ2lybHMsIHdoaWNoIGFsaWducyB3aXRoIHRoZSDigJxkaWZmZXJlbnRpYWwgdGhyZXNob2xk4oCdIGh5cG90aGVzaXMuIEhvd2V2ZXIsIHRoZSBkYXRhIGFsc28gdW5kZXJzY29yZSB0aGUgaGV0ZXJvZ2VuZWl0eSBvZiBDRCwgbmFtZWx5IHRoYXQgb25seSBhIHN1YnNldCBvZiB0aG9zZSBhZmZlY3RlZCBhcmUgbGlrZWx5IHRvIGhhdmUgZW1vdGlvbiBkeXNmdW5jdGlvbiBhbmQgdGhhdCBvdGhlciBuZXVyb2NvZ25pdGl2ZSBkb21haW5zIChub3QgdGVzdGVkIGhlcmUpIHByb2JhYmx5IGFsc28gY29udHJpYnV0ZSB0byBDRCBldGlvbG9neS4gQ2xpbmljYWwgdHJpYWwgbnVtYmVyOiBOb3QgYXBwbGljYWJsZS4iLCJwdWJsaXNoZXIiOiJCaW9NZWQgQ2VudHJhbCBMdGQiLCJpc3N1ZSI6IjEiLCJ2b2x1bWUiOiIyNSJ9LCJpc1RlbXBvcmFyeSI6ZmFsc2V9LHsiaWQiOiI4YjgzZDgyNi05MDZiLTMzYTgtOTk2Ni00MmI0NWQ2NTNkMmYiLCJpdGVtRGF0YSI6eyJ0eXBlIjoiYXJ0aWNsZS1qb3VybmFsIiwiaWQiOiI4YjgzZDgyNi05MDZiLTMzYTgtOTk2Ni00MmI0NWQ2NTNkMmYiLCJ0aXRsZSI6IkEgTm92ZWwgQXBwcm9hY2ggZm9yIEFjY3VyYXRlIFdpbmQgU3BlZWQgVGltZSBTZXJpZXMgRm9yZWNhc3RpbmcgVXNpbmcgSUNFRU1EQU4gRGVjb21wb3NpdGlvbiBhbmQgU2FtcGxlIEVudHJvcHkgdGhyb3VnaCBJbnRlZ3JhdGlvbiBvZiBEZWVwIExlYXJuaW5nIE1vZGVscyIsImF1dGhvciI6W3siZmFtaWx5IjoiTWV6YWFjaGUiLCJnaXZlbiI6IkguIiwicGFyc2UtbmFtZXMiOmZhbHNlLCJkcm9wcGluZy1wYXJ0aWNsZSI6IiIsIm5vbi1kcm9wcGluZy1wYXJ0aWNsZSI6IiJ9LHsiZmFtaWx5IjoiQm91emdvdSIsImdpdmVuIjoiSC4iLCJwYXJzZS1uYW1lcyI6ZmFsc2UsImRyb3BwaW5nLXBhcnRpY2xlIjoiIiwibm9uLWRyb3BwaW5nLXBhcnRpY2xlIjoiIn0seyJmYW1pbHkiOiJSYXltb25kIiwiZ2l2ZW4iOiJDLiIsInBhcnNlLW5hbWVzIjpmYWxzZSwiZHJvcHBpbmctcGFydGljbGUiOiIiLCJub24tZHJvcHBpbmctcGFydGljbGUiOiIifSx7ImZhbWlseSI6IlplbW91cmkiLCJnaXZlbiI6Ik4uIiwicGFyc2UtbmFtZXMiOmZhbHNlLCJkcm9wcGluZy1wYXJ0aWNsZSI6IiIsIm5vbi1kcm9wcGluZy1wYXJ0aWNsZSI6IiJ9XSwiY29udGFpbmVyLXRpdGxlIjoiSW50ZXJuYXRpb25hbCBKb3VybmFsIG9mIEVuZ2luZWVyaW5nLCBUcmFuc2FjdGlvbnMgQjogQXBwbGljYXRpb25zIiwiRE9JIjoiMTAuNTgyOS9pamUuMjAyNi4zOS4wMmIuMDMiLCJJU1NOIjoiMTcyODE0NFgiLCJpc3N1ZWQiOnsiZGF0ZS1wYXJ0cyI6W1syMDI2LDIsMV1dfSwicGFnZSI6IjMwOS0zMjAiLCJhYnN0cmFjdCI6IlRoaXMgc3R1ZHkgcHJvcG9zZXMgYSBub3ZlbCBoeWJyaWQgbW9kZWwgZm9yIHdpbmQgc3BlZWQgZm9yZWNhc3RpbmcgKFdTRikgYmFzZWQgb24gYSB0aHJlZS1zdGFnZSBmcmFtZXdvcmsgY29tcHJpc2luZyBkZWNvbXBvc2l0aW9uLCBmZWF0dXJlIHNlbGVjdGlvbiwgYW5kIGZvcmVjYXN0aW5nLiBUaGUgcHJvcG9zZWQgYXBwcm9hY2ggZW1wbG95cyBJbXByb3ZlZCBDb21wbGV0ZSBFbnNlbWJsZSBFbXBpcmljYWwgTW9kZSBEZWNvbXBvc2l0aW9uIHdpdGggQWRhcHRpdmUgTm9pc2UgKElDRUVNREFOKSB0byBkZWNvbXBvc2Ugd2luZCBzcGVlZCB0aW1lIHNlcmllcyBpbnRvIEludHJpbnNpYyBNb2RlIEZ1bmN0aW9ucyAoSU1GcykuIEEgZGlzdGluY3RpdmUgY29udHJpYnV0aW9uIG9mIHRoaXMgc3R1ZHkgaXMgdGhlIHVzZSBvZiBzYW1wbGUgZW50cm9weSBhcyBhIGZlYXR1cmUgc2VsZWN0aW9uIG1lY2hhbmlzbSB0byBpZGVudGlmeSB0aGUgbW9zdCByZWxldmFudCBJbnRyaW5zaWMgTW9kZSBGdW5jdGlvbnMgKElNRnMpLiBUaGUgc2VsZWN0ZWQgSU1GcyBhcmUgdGhlbiBpbnRlZ3JhdGVkIHRocm91Z2ggYSBjbGFzc2lmaWNhdGlvbi1iYXNlZCBmdXNpb24gdGVjaG5pcXVlLCBzaWduaWZpY2FudGx5IGVuaGFuY2luZyBmb3JlY2FzdGluZyBhY2N1cmFjeSBhbmQgZGlzdGluZ3Vpc2hpbmcgdGhpcyBhcHByb2FjaCBmcm9tIGNvbnZlbnRpb25hbCBtZXRob2RzLiBUd28gZGlzdGluY3QgZm9yZWNhc3RpbmcgYXBwcm9hY2hlcyBhcmUgZXZhbHVhdGVkIHVzaW5nIG11bHRpcGxlIHBlcmZvcm1hbmNlIG1ldHJpY3MsIGluY2x1ZGluZyBSTVNFLCBNQUUsIE1BUEUsIGFuZCBSMi4gVGhlIGZpcnN0IGFwcHJvYWNoIGFwcGxpZXMgdGhlIGZ1c2lvbiB0ZWNobmlxdWUgZGlyZWN0bHkgdG8gdGhlIG9yaWdpbmFsIHdpbmQgc3BlZWQgdGltZSBzZXJpZXMsIHdoaWxlIHRoZSBzZWNvbmQgaW5jb3Jwb3JhdGVzIElDRUVNREFOIHRvIGRlY29tcG9zZSB0aGUgdGltZSBzZXJpZXMuIEV4cGVyaW1lbnRhbCB2YWxpZGF0aW9uIHVzaW5nIHR3byByZWFsLXdvcmxkIGRhdGFzZXRzIGZyb20gQWxnZXJpYSBkZW1vbnN0cmF0ZXMgdGhlIHN1cGVyaW9yaXR5IG9mIHRoZSBwcm9wb3NlZCBoeWJyaWQgbW9kZWwgb3ZlciBpbmRpdmlkdWFsIGZvcmVjYXN0aW5nIG1vZGVscywgeWllbGRpbmcgc2lnbmlmaWNhbnQgaW1wcm92ZW1lbnRzIGluIHByZWRpY3Rpb24gYWNjdXJhY3ksIHJvYnVzdG5lc3MsIGFuZCBzdGFiaWxpdHkuIFRoZXNlIGZpbmRpbmdzIHVuZGVyc2NvcmUgdGhlIGVmZmVjdGl2ZW5lc3Mgb2YgdGhlIHRocmVlLXN0YWdlIGZyYW1ld29yaywgb2ZmZXJpbmcgYSByZWxpYWJsZSBhbmQgZWZmaWNpZW50IHNvbHV0aW9uIGZvciBzaG9ydC10ZXJtIHdpbmQgc3BlZWQgZm9yZWNhc3RpbmcsIHdpdGggcG90ZW50aWFsIGFwcGxpY2F0aW9ucyBpbiByZW5ld2FibGUgZW5lcmd5IG1hbmFnZW1lbnQgYW5kIGdyaWQgb3B0aW1pemF0aW9uLiIsInB1Ymxpc2hlciI6Ik1hdGVyaWFscyBhbmQgRW5lcmd5IFJlc2VhcmNoIENlbnRlciIsImlzc3VlIjoiMiIsInZvbHVtZSI6IjM5IiwiY29udGFpbmVyLXRpdGxlLXNob3J0IjoiIn0sImlzVGVtcG9yYXJ5IjpmYWxzZX1dfQ==&quot;,&quot;citationItems&quot;:[{&quot;id&quot;:&quot;e6ea6ed1-f8a7-3f60-8652-fe03060e6657&quot;,&quot;itemData&quot;:{&quot;type&quot;:&quot;article-journal&quot;,&quot;id&quot;:&quot;e6ea6ed1-f8a7-3f60-8652-fe03060e6657&quot;,&quot;title&quot;:&quot;Machine learning reveals sex differences in distinguishing between conduct-disordered and neurotypical youth based on emotion processing dysfunction&quot;,&quot;author&quot;:[{&quot;family&quot;:&quot;Kohls&quot;,&quot;given&quot;:&quot;Gregor&quot;,&quot;parse-names&quot;:false,&quot;dropping-particle&quot;:&quot;&quot;,&quot;non-dropping-particle&quot;:&quot;&quot;},{&quot;family&quot;:&quot;Elster&quot;,&quot;given&quot;:&quot;Erik M.&quot;,&quot;parse-names&quot;:false,&quot;dropping-particle&quot;:&quot;&quot;,&quot;non-dropping-particle&quot;:&quot;&quot;},{&quot;family&quot;:&quot;Tino&quot;,&quot;given&quot;:&quot;Peter&quot;,&quot;parse-names&quot;:false,&quot;dropping-particle&quot;:&quot;&quot;,&quot;non-dropping-particle&quot;:&quot;&quot;},{&quot;family&quot;:&quot;Fairchild&quot;,&quot;given&quot;:&quot;Graeme&quot;,&quot;parse-names&quot;:false,&quot;dropping-particle&quot;:&quot;&quot;,&quot;non-dropping-particle&quot;:&quot;&quot;},{&quot;family&quot;:&quot;Stadler&quot;,&quot;given&quot;:&quot;Christina&quot;,&quot;parse-names&quot;:false,&quot;dropping-particle&quot;:&quot;&quot;,&quot;non-dropping-particle&quot;:&quot;&quot;},{&quot;family&quot;:&quot;Popma&quot;,&quot;given&quot;:&quot;Arne&quot;,&quot;parse-names&quot;:false,&quot;dropping-particle&quot;:&quot;&quot;,&quot;non-dropping-particle&quot;:&quot;&quot;},{&quot;family&quot;:&quot;Freitag&quot;,&quot;given&quot;:&quot;Christine M.&quot;,&quot;parse-names&quot;:false,&quot;dropping-particle&quot;:&quot;&quot;,&quot;non-dropping-particle&quot;:&quot;&quot;},{&quot;family&quot;:&quot;Brito&quot;,&quot;given&quot;:&quot;Stephane A.&quot;,&quot;parse-names&quot;:false,&quot;dropping-particle&quot;:&quot;&quot;,&quot;non-dropping-particle&quot;:&quot;De&quot;},{&quot;family&quot;:&quot;Konrad&quot;,&quot;given&quot;:&quot;Kerstin&quot;,&quot;parse-names&quot;:false,&quot;dropping-particle&quot;:&quot;&quot;,&quot;non-dropping-particle&quot;:&quot;&quot;},{&quot;family&quot;:&quot;Pauli&quot;,&quot;given&quot;:&quot;Ruth&quot;,&quot;parse-names&quot;:false,&quot;dropping-particle&quot;:&quot;&quot;,&quot;non-dropping-particle&quot;:&quot;&quot;}],&quot;container-title&quot;:&quot;BMC Psychiatry&quot;,&quot;container-title-short&quot;:&quot;BMC Psychiatry&quot;,&quot;DOI&quot;:&quot;10.1186/s12888-025-06536-6&quot;,&quot;ISSN&quot;:&quot;1471244X&quot;,&quot;PMID&quot;:&quot;39915750&quot;,&quot;issued&quot;:{&quot;date-parts&quot;:[[2025,12,1]]},&quot;abstract&quot;:&quot;Background: Theoretical models of conduct disorder (CD) highlight that deficits in emotion recognition, learning, and regulation play a pivotal role in CD etiology. With CD being more prevalent in boys than girls, various theories aim to explain this sex difference. The “differential threshold” hypothesis suggests greater emotion dysfunction in conduct-disordered girls than boys, but previous research using conventional statistical analyses has failed to support this hypothesis. Here, we used novel analytic techniques such as machine learning (ML) to uncover potentially sex-specific differences in emotion dysfunction among girls and boys with CD compared to their neurotypical peers. Methods: Multi-site data from 542 youth with CD and 710 neurotypical controls (64% girls, 9–18 years) who completed emotion recognition, learning, and regulation tasks were analyzed using a multivariate ML classifier to distinguish between youth with CD and controls separately by sex. Results: Both female and male ML classifiers accurately predicted (above chance level) individual CD status based solely on the neurocognitive features of emotion dysfunction. Notably, the female classifier outperformed the male classifier in identifying individuals with CD. However, the classification and identification performance of both classifiers was below the clinically relevant 80% accuracy threshold (although they still provided relatively fair and realistic estimates of ~ 60% classification performance), probably due to the substantial neurocognitive heterogeneity within such a large and diverse, multi-site sample of youth with CD (and neurotypical controls). Conclusions: These findings confirm the close association between emotion dysfunction and CD in both sexes, with a stronger association observed in affected girls, which aligns with the “differential threshold” hypothesis. However, the data also underscore the heterogeneity of CD, namely that only a subset of those affected are likely to have emotion dysfunction and that other neurocognitive domains (not tested here) probably also contribute to CD etiology. Clinical trial number: Not applicable.&quot;,&quot;publisher&quot;:&quot;BioMed Central Ltd&quot;,&quot;issue&quot;:&quot;1&quot;,&quot;volume&quot;:&quot;25&quot;},&quot;isTemporary&quot;:false},{&quot;id&quot;:&quot;8b83d826-906b-33a8-9966-42b45d653d2f&quot;,&quot;itemData&quot;:{&quot;type&quot;:&quot;article-journal&quot;,&quot;id&quot;:&quot;8b83d826-906b-33a8-9966-42b45d653d2f&quot;,&quot;title&quot;:&quot;A Novel Approach for Accurate Wind Speed Time Series Forecasting Using ICEEMDAN Decomposition and Sample Entropy through Integration of Deep Learning Models&quot;,&quot;author&quot;:[{&quot;family&quot;:&quot;Mezaache&quot;,&quot;given&quot;:&quot;H.&quot;,&quot;parse-names&quot;:false,&quot;dropping-particle&quot;:&quot;&quot;,&quot;non-dropping-particle&quot;:&quot;&quot;},{&quot;family&quot;:&quot;Bouzgou&quot;,&quot;given&quot;:&quot;H.&quot;,&quot;parse-names&quot;:false,&quot;dropping-particle&quot;:&quot;&quot;,&quot;non-dropping-particle&quot;:&quot;&quot;},{&quot;family&quot;:&quot;Raymond&quot;,&quot;given&quot;:&quot;C.&quot;,&quot;parse-names&quot;:false,&quot;dropping-particle&quot;:&quot;&quot;,&quot;non-dropping-particle&quot;:&quot;&quot;},{&quot;family&quot;:&quot;Zemouri&quot;,&quot;given&quot;:&quot;N.&quot;,&quot;parse-names&quot;:false,&quot;dropping-particle&quot;:&quot;&quot;,&quot;non-dropping-particle&quot;:&quot;&quot;}],&quot;container-title&quot;:&quot;International Journal of Engineering, Transactions B: Applications&quot;,&quot;DOI&quot;:&quot;10.5829/ije.2026.39.02b.03&quot;,&quot;ISSN&quot;:&quot;1728144X&quot;,&quot;issued&quot;:{&quot;date-parts&quot;:[[2026,2,1]]},&quot;page&quot;:&quot;309-320&quot;,&quot;abstract&quot;:&quot;This study proposes a novel hybrid model for wind speed forecasting (WSF) based on a three-stage framework comprising decomposition, feature selection, and forecasting. The proposed approach employs Improved Complete Ensemble Empirical Mode Decomposition with Adaptive Noise (ICEEMDAN) to decompose wind speed time series into Intrinsic Mode Functions (IMFs). A distinctive contribution of this study is the use of sample entropy as a feature selection mechanism to identify the most relevant Intrinsic Mode Functions (IMFs). The selected IMFs are then integrated through a classification-based fusion technique, significantly enhancing forecasting accuracy and distinguishing this approach from conventional methods. Two distinct forecasting approaches are evaluated using multiple performance metrics, including RMSE, MAE, MAPE, and R2. The first approach applies the fusion technique directly to the original wind speed time series, while the second incorporates ICEEMDAN to decompose the time series. Experimental validation using two real-world datasets from Algeria demonstrates the superiority of the proposed hybrid model over individual forecasting models, yielding significant improvements in prediction accuracy, robustness, and stability. These findings underscore the effectiveness of the three-stage framework, offering a reliable and efficient solution for short-term wind speed forecasting, with potential applications in renewable energy management and grid optimization.&quot;,&quot;publisher&quot;:&quot;Materials and Energy Research Center&quot;,&quot;issue&quot;:&quot;2&quot;,&quot;volume&quot;:&quot;39&quot;,&quot;container-title-short&quot;:&quot;&quot;},&quot;isTemporary&quot;:false}]},{&quot;citationID&quot;:&quot;MENDELEY_CITATION_8c60a33e-e458-45d5-b12f-bb3a6a53b396&quot;,&quot;properties&quot;:{&quot;noteIndex&quot;:0},&quot;isEdited&quot;:false,&quot;manualOverride&quot;:{&quot;isManuallyOverridden&quot;:false,&quot;citeprocText&quot;:&quot;[7, 8]&quot;,&quot;manualOverrideText&quot;:&quot;&quot;},&quot;citationTag&quot;:&quot;MENDELEY_CITATION_v3_eyJjaXRhdGlvbklEIjoiTUVOREVMRVlfQ0lUQVRJT05fOGM2MGEzM2UtZTQ1OC00NWQ1LWIxMmYtYmIzYTZhNTNiMzk2IiwicHJvcGVydGllcyI6eyJub3RlSW5kZXgiOjB9LCJpc0VkaXRlZCI6ZmFsc2UsIm1hbnVhbE92ZXJyaWRlIjp7ImlzTWFudWFsbHlPdmVycmlkZGVuIjpmYWxzZSwiY2l0ZXByb2NUZXh0IjoiWzcsIDhdIiwibWFudWFsT3ZlcnJpZGVUZXh0IjoiIn0sImNpdGF0aW9uSXRlbXMiOlt7ImlkIjoiNWY1ZGVlN2UtMWRmNi0zYTFlLWIzMDQtZmIwZGRhOWE0YjAyIiwiaXRlbURhdGEiOnsidHlwZSI6ImFydGljbGUtam91cm5hbCIsImlkIjoiNWY1ZGVlN2UtMWRmNi0zYTFlLWIzMDQtZmIwZGRhOWE0YjAyIiwidGl0bGUiOiJEZWVwIExlYXJuaW5nIE9wdGltaXphdGlvbiBvZiB0aGUgRWZmaWNpZW5OZXQgQXJjaGl0ZWN0dXJlIGZvciBDbGFzc2lmaWNhdGlvbiBvZiBUdWJlcmN1bG9zaXMgQmFjdGVyaWEiLCJhdXRob3IiOlt7ImZhbWlseSI6IlJhY2htYWQiLCJnaXZlbiI6IkFlcmkiLCJwYXJzZS1uYW1lcyI6ZmFsc2UsImRyb3BwaW5nLXBhcnRpY2xlIjoiIiwibm9uLWRyb3BwaW5nLXBhcnRpY2xlIjoiIn0seyJmYW1pbHkiOiJIdXNuaSIsImdpdmVuIjoiIiwicGFyc2UtbmFtZXMiOmZhbHNlLCJkcm9wcGluZy1wYXJ0aWNsZSI6IiIsIm5vbi1kcm9wcGluZy1wYXJ0aWNsZSI6IiJ9LHsiZmFtaWx5IjoiSHV0YWdhbHVuZyIsImdpdmVuIjoiSnVuaWFyIiwicGFyc2UtbmFtZXMiOmZhbHNlLCJkcm9wcGluZy1wYXJ0aWNsZSI6IiIsIm5vbi1kcm9wcGluZy1wYXJ0aWNsZSI6IiJ9LHsiZmFtaWx5IjoiSGFwc2FyaSIsImdpdmVuIjoiRGlhbiIsInBhcnNlLW5hbWVzIjpmYWxzZSwiZHJvcHBpbmctcGFydGljbGUiOiIiLCJub24tZHJvcHBpbmctcGFydGljbGUiOiIifSx7ImZhbWlseSI6Ikhlcm5hd2F0aSIsImdpdmVuIjoiU3VjaSIsInBhcnNlLW5hbWVzIjpmYWxzZSwiZHJvcHBpbmctcGFydGljbGUiOiIiLCJub24tZHJvcHBpbmctcGFydGljbGUiOiIifSx7ImZhbWlseSI6IlN5YXJpZWYiLCJnaXZlbiI6Ik1vaGFtbWFkIiwicGFyc2UtbmFtZXMiOmZhbHNlLCJkcm9wcGluZy1wYXJ0aWNsZSI6IiIsIm5vbi1kcm9wcGluZy1wYXJ0aWNsZSI6IiJ9LHsiZmFtaWx5IjoiUm9jaG1hbiIsImdpdmVuIjoiRWthIE1hbGEgU2FyaSIsInBhcnNlLW5hbWVzIjpmYWxzZSwiZHJvcHBpbmctcGFydGljbGUiOiIiLCJub24tZHJvcHBpbmctcGFydGljbGUiOiIifSx7ImZhbWlseSI6IkFzbWFyYSIsImdpdmVuIjoiWXVsaSBQYW5jYSIsInBhcnNlLW5hbWVzIjpmYWxzZSwiZHJvcHBpbmctcGFydGljbGUiOiIiLCJub24tZHJvcHBpbmctcGFydGljbGUiOiIifV0sImNvbnRhaW5lci10aXRsZSI6Ik1hdGhlbWF0aWNhbCBNb2RlbGxpbmcgb2YgRW5naW5lZXJpbmcgUHJvYmxlbXMiLCJET0kiOiIxMC4xODI4MC9tbWVwLjExMTAwOCIsIklTU04iOiIyMzY5MDc0NyIsImlzc3VlZCI6eyJkYXRlLXBhcnRzIjpbWzIwMjQsMTAsMV1dfSwicGFnZSI6IjI2NjQtMjY3MCIsImFic3RyYWN0IjoiVHViZXJjdWxvc2lzIChUQikgcmVtYWlucyBhIHNpZ25pZmljYW50IGdsb2JhbCBpc3N1ZSwgcGFydGljdWxhcmx5IGluIGNvdW50cmllcyB3aXRoIGxvdyBlY29ub21pYyBzdGF0dXMgYW5kIGxpbWl0ZWQgaGVhbHRoY2FyZSBzeXN0ZW1zLiBPbmUgb2YgdGhlIHByaW1hcnkgY2hhbGxlbmdlcyBpcyBhY2N1cmF0ZSBlYXJseSBkaWFnbm9zaXMsIGVzcGVjaWFsbHkgdGhyb3VnaCBtaWNyb3Njb3BpYyBleGFtaW5hdGlvbiBvZiBzcHV0dW0gc2FtcGxlcy4gSG93ZXZlciwgc3ViamVjdGl2ZSBpbnRlcnByZXRhdGlvbiBhbmQgdmFyaWF0aW9ucyBpbiBtaWNyb3Njb3BpYyBpbWFnZSBxdWFsaXR5IG9mdGVuIGhpbmRlciBkaWFnbm9zdGljIGFjY3VyYWN5LiBJbiByZWNlbnQgeWVhcnMsIHRoZSB1c2Ugb2YgQ29udm9sdXRpb25hbCBOZXVyYWwgTmV0d29ya3MgKENOTikgaGFzIGluY3JlYXNlZCB0byBlbmhhbmNlIFRCIGRpYWdub3NpcyBlZmZlY3RpdmVuZXNzLiBUaGlzIHN0dWR5IHV0aWxpemVzIHRoZSBFZmZpY2llbnROZXQgYXJjaGl0ZWN0dXJlIHRvIHVuZGVyc3RhbmQgdGhlIG1vZGVs4oCZcyBlZmZlY3RpdmVuZXNzIGluIGRldGVjdGluZyBUQiBpbiBtZWRpY2FsIGltYWdlcy4gVGhlIGRhdGFzZXQgdXNlZCBjb25zaXN0cyBvZiAxMjY2IGltYWdlcywgZGl2aWRlZCBpbnRvIHRyYWluaW5nIGFuZCB0ZXN0aW5nIGRhdGEgd2l0aCBhIHJhdGlvIG9mIDcwOjMwLiBBZGRpdGlvbmFsbHksIGEgbWVkaWFuIGZpbHRlciB0ZWNobmlxdWUgd2FzIGFwcGxpZWQgZm9yIGltYWdlIHByZXByb2Nlc3NpbmcuIFNldmVyYWwgb3B0aW1pemF0aW9uIGFsZ29yaXRobXMgYXJlIHVzZWQgaW4gdGhpcyByZXNlYXJjaCwgbmFtZWx5IFJNU3Byb3AsIFN0b2NoYXN0aWMgR3JhZGllbnQgRGVzY2VudCAoU0dEKSwgQWRhbSwgYW5kIFN0b2NoYXN0aWMgR3JhZGllbnQgRGVzY2VudCB3aXRoIE1vbWVudHVtIChTR0RNKSwgdG8gZmluZCB0aGUgYmVzdCBzY2VuYXJpby4gVGhlIHRlc3QgcmVzdWx0cyBzaG93IHRoYXQgQWRhbSBvcHRpbWl6YXRpb24gcHJvdmlkZXMgdGhlIGJlc3QgcGVyZm9ybWFuY2UgY29tcGFyZWQgdG8gdGhlIG90aGVycy4gVGhlIHJlc3VsdHMgc2hvd2VkIGV4Y2VsbGVudCBwZXJmb3JtYW5jZSwgd2l0aCBhIGxvdyBsb3NzIHJhdGUgKDkuMjAlKSBhbmQgaGlnaCBhY2N1cmFjeSAoOTguMDMlKS4gVGhlIHJlbGF0aXZlbHkgZmFzdCBtb2RlbCB0cmFpbmluZyB0aW1lICgxMjIuODEgc2Vjb25kcykgYWxzbyBhZGRzIHRvIHRoZSBtb2RlbOKAmXMgZWZmaWNpZW5jeSB2YWx1ZS4gVGhpcyBjb25maXJtcyB0aGF0IEVmZmljaWVudE5ldCBCMCBpcyBhbiBhdHRyYWN0aXZlIGNob2ljZSBmb3IgVEIgY2xhc3NpZmljYXRpb24sIHdpdGggdGhlIGhvcGUgdGhhdCBmdXJ0aGVyIGRldmVsb3BtZW50IHdpbGwgaW1wcm92ZSBhY2N1cmFjeSBhbmQgZWZmaWNpZW5jeSBpbiBkaWFnbm9zaW5nIHRoaXMgZGlzZWFzZS4iLCJwdWJsaXNoZXIiOiJJbnRlcm5hdGlvbmFsIEluZm9ybWF0aW9uIGFuZCBFbmdpbmVlcmluZyBUZWNobm9sb2d5IEFzc29jaWF0aW9uIiwiaXNzdWUiOiIxMCIsInZvbHVtZSI6IjExIiwiY29udGFpbmVyLXRpdGxlLXNob3J0IjoiIn0sImlzVGVtcG9yYXJ5IjpmYWxzZX0seyJpZCI6IjRlZjk2N2ZkLTkxZjUtM2VhMS04MjE5LTFkNjU4YTMzNTg5NCIsIml0ZW1EYXRhIjp7InR5cGUiOiJhcnRpY2xlLWpvdXJuYWwiLCJpZCI6IjRlZjk2N2ZkLTkxZjUtM2VhMS04MjE5LTFkNjU4YTMzNTg5NCIsInRpdGxlIjoiUHJlZGljdGVkIG1pc3NpbmcgaW5mb3JtYXRpb24gYmlhc2VzIGVuc2VtYmxlIHBlcmNlcHRpb24gb2YgdGVtcG9yYWxseSBvcmRlcmVkIGZhY2lhbCBleHByZXNzaW9ucyIsImF1dGhvciI6W3siZmFtaWx5IjoiTHUiLCJnaXZlbiI6IkppYWhhbyIsInBhcnNlLW5hbWVzIjpmYWxzZSwiZHJvcHBpbmctcGFydGljbGUiOiIiLCJub24tZHJvcHBpbmctcGFydGljbGUiOiIifSx7ImZhbWlseSI6IldhbmciLCJnaXZlbiI6Ikp1biIsInBhcnNlLW5hbWVzIjpmYWxzZSwiZHJvcHBpbmctcGFydGljbGUiOiIiLCJub24tZHJvcHBpbmctcGFydGljbGUiOiIifV0sImNvbnRhaW5lci10aXRsZSI6IlNjaWVudGlmaWMgUmVwb3J0cyIsImNvbnRhaW5lci10aXRsZS1zaG9ydCI6IlNjaSBSZXAiLCJET0kiOiIxMC4xMDM4L3M0MTU5OC0wMjUtODc5MzYtMiIsIklTU04iOiIyMDQ1MjMyMiIsIlBNSUQiOiIzOTg5MDk4MiIsImlzc3VlZCI6eyJkYXRlLXBhcnRzIjpbWzIwMjUsMTIsMV1dfSwiYWJzdHJhY3QiOiJCeSBvYnNlcnZpbmcgZHluYW1pY2FsbHkgY2hhbmdpbmcgZmFjaWFsIGV4cHJlc3Npb25zLCBodW1hbnMgY2FuIHVzZSBhIHNwZWNpYWxpemVkIGNhcGFjaXR5IGtub3duIGFzIGVuc2VtYmxlIGNvZGluZyB0byBlZmZvcnRsZXNzbHkgb2J0YWluIGEgc3VtbWFyeSByZXByZXNlbnRhdGlvbiBvZiBhbiBpbmRpdmlkdWFs4oCZcyBlbW90aW9uYWwgc3RhdGUuIEhvd2V2ZXIsIGZldyBzdHVkaWVzIGhhdmUgZXhhbWluZWQgd2hldGhlciB0aGUgbWlzc2luZyBleHByZXNzaW9uIGluZm9ybWVkIGJ5IHRoZSBzdGF0aXN0aWNhbCByZWd1bGFyaXR5IGluIHRoZSBjaGFuZ2luZyBmYWNpYWwgZXhwcmVzc2lvbnMgY2FuIGJlIHNhbXBsZWQgYW5kIHRoZW4gaW5mbHVlbmNlIHRoZSBwZXJjZXB0dWFsIGF2ZXJhZ2luZyBwcm9jZXNzLiBJbiBFeHBlcmltZW50IDFhIGFuZCAxYiwgd2UgbWFuaXB1bGF0ZWQgdGhlIGFtb3VudCBvZiBwcmlvciBpbmZvcm1hdGlvbiBmcm9tIGxvY2FsIHJlZ3VsYXJpdHkgYnkgdmFyeWluZyB0aGUgcG9zaXRpb24gb2YgdGhlIG1pc3NpbmcgZXhwcmVzc2lvbiBpbiB0aGUgdGVtcG9yYWwgc2VxdWVuY2UgKDFhOiBOZXV0cmFsIHRvIERpc2d1c3QgYW5kL29yIERpc2d1c3QgdG8gTmV1dHJhbCwxYjogTmV1dHJhbCB0byBIYXBweSBhbmQvb3IgSGFwcHkgdG8gTmV1dHJhbCkgd2l0aGluIGEgdHJpYWwuIFJlc3VsdHMgc2hvd2VkIHRoYXQgZW5zZW1ibGUgZXN0aW1hdGVzIHdlcmUgdG93YXJkcyB0aGUgbWVhbiBvZiBleHByZXNzaW9ucyBpbmNsdWRpbmcgYm90aCB0aGUgcHJlc2VudGVkIGFuZCB0aGUgbWlzc2luZyBmYWNlcywgb25seSB3aGVuIHN1ZmZpY2llbnQgcHJlZGljdGFiaWxpdHkgKGUuZy4gYSBtaXNzaW5nIGV4cHJlc3Npb24gaW4gdGhlIGxhdGUgcG9zaXRpb24pIGluZm9ybWVkIGJ5IGxvY2FsIHJlZ3VsYXJpdHkuIEluIEV4cGVyaW1lbnQgMiwgd2UgYWRkZWQgcHJpb3IgaW5mb3JtYXRpb24gZnJvbSBnbG9iYWwgcmVndWxhcml0aWVzIHRvIGhlbHAgYm9vc3QgdGhlIHByZWRpY3RhYmlsaXR5IG9mIGFuIGVhcmx5IG1pc3NpbmcgZXhwcmVzc2lvbiBieSBrZWVwaW5nIHRoZSBlbW90aW9uYWwgZGlyZWN0aW9uIGNvbnNpc3RlbnQgaW4gYSBibG9jay4gSG93ZXZlciwgZXN0aW1hdGVzIHdlcmUgbm90IHRvd2FyZHMgdGhlIG1lYW4gb2YgZXhwcmVzc2lvbnMgaW5jbHVkaW5nIGJvdGggdGhlIHByZXNlbnRlZCBhbmQgdGhlIG1pc3NpbmcgZXhwcmVzc2lvbnMgYXMgZXhwZWN0ZWQuIEFsdGhvdWdoIHRoZSBnZW5lcmFsaXphYmlsaXR5IG1heSBiZSBsaW1pdGVkLCB0aGVzZSBmaW5kaW5ncyBzdWdnZXN0IHRoYXQgcHJpb3IgaW5mb3JtYXRpb24gYXQgZGlmZmVyZW50IGxldmVscyBvZiBoaWVyYXJjaGljYWwgcHJlZGljdGl2ZSBjb2RpbmcgbWF5IGV4ZXJ0IHF1YWxpdGF0aXZlbHkgZGlmZmVyZW50IGluZmx1ZW5jZXMgb24gdGhlIHBlcmNlcHR1YWwgYXZlcmFnaW5nIG9mIHRlbXBvcmFsbHkgb3JkZXJlZCBmYWNpYWwgZXhwcmVzc2lvbnMgd2l0aCBtaXNzaW5nIGl0ZW1zLiIsInB1Ymxpc2hlciI6Ik5hdHVyZSBSZXNlYXJjaCIsImlzc3VlIjoiMSIsInZvbHVtZSI6IjE1In0sImlzVGVtcG9yYXJ5IjpmYWxzZX1dfQ==&quot;,&quot;citationItems&quot;:[{&quot;id&quot;:&quot;5f5dee7e-1df6-3a1e-b304-fb0dda9a4b02&quot;,&quot;itemData&quot;:{&quot;type&quot;:&quot;article-journal&quot;,&quot;id&quot;:&quot;5f5dee7e-1df6-3a1e-b304-fb0dda9a4b02&quot;,&quot;title&quot;:&quot;Deep Learning Optimization of the EfficienNet Architecture for Classification of Tuberculosis Bacteria&quot;,&quot;author&quot;:[{&quot;family&quot;:&quot;Rachmad&quot;,&quot;given&quot;:&quot;Aeri&quot;,&quot;parse-names&quot;:false,&quot;dropping-particle&quot;:&quot;&quot;,&quot;non-dropping-particle&quot;:&quot;&quot;},{&quot;family&quot;:&quot;Husni&quot;,&quot;given&quot;:&quot;&quot;,&quot;parse-names&quot;:false,&quot;dropping-particle&quot;:&quot;&quot;,&quot;non-dropping-particle&quot;:&quot;&quot;},{&quot;family&quot;:&quot;Hutagalung&quot;,&quot;given&quot;:&quot;Juniar&quot;,&quot;parse-names&quot;:false,&quot;dropping-particle&quot;:&quot;&quot;,&quot;non-dropping-particle&quot;:&quot;&quot;},{&quot;family&quot;:&quot;Hapsari&quot;,&quot;given&quot;:&quot;Dian&quot;,&quot;parse-names&quot;:false,&quot;dropping-particle&quot;:&quot;&quot;,&quot;non-dropping-particle&quot;:&quot;&quot;},{&quot;family&quot;:&quot;Hernawati&quot;,&quot;given&quot;:&quot;Suci&quot;,&quot;parse-names&quot;:false,&quot;dropping-particle&quot;:&quot;&quot;,&quot;non-dropping-particle&quot;:&quot;&quot;},{&quot;family&quot;:&quot;Syarief&quot;,&quot;given&quot;:&quot;Mohammad&quot;,&quot;parse-names&quot;:false,&quot;dropping-particle&quot;:&quot;&quot;,&quot;non-dropping-particle&quot;:&quot;&quot;},{&quot;family&quot;:&quot;Rochman&quot;,&quot;given&quot;:&quot;Eka Mala Sari&quot;,&quot;parse-names&quot;:false,&quot;dropping-particle&quot;:&quot;&quot;,&quot;non-dropping-particle&quot;:&quot;&quot;},{&quot;family&quot;:&quot;Asmara&quot;,&quot;given&quot;:&quot;Yuli Panca&quot;,&quot;parse-names&quot;:false,&quot;dropping-particle&quot;:&quot;&quot;,&quot;non-dropping-particle&quot;:&quot;&quot;}],&quot;container-title&quot;:&quot;Mathematical Modelling of Engineering Problems&quot;,&quot;DOI&quot;:&quot;10.18280/mmep.111008&quot;,&quot;ISSN&quot;:&quot;23690747&quot;,&quot;issued&quot;:{&quot;date-parts&quot;:[[2024,10,1]]},&quot;page&quot;:&quot;2664-2670&quot;,&quot;abstract&quot;:&quot;Tuberculosis (TB) remains a significant global issue, particularly in countries with low economic status and limited healthcare systems. One of the primary challenges is accurate early diagnosis, especially through microscopic examination of sputum samples. However, subjective interpretation and variations in microscopic image quality often hinder diagnostic accuracy. In recent years, the use of Convolutional Neural Networks (CNN) has increased to enhance TB diagnosis effectiveness. This study utilizes the EfficientNet architecture to understand the model’s effectiveness in detecting TB in medical images. The dataset used consists of 1266 images, divided into training and testing data with a ratio of 70:30. Additionally, a median filter technique was applied for image preprocessing. Several optimization algorithms are used in this research, namely RMSprop, Stochastic Gradient Descent (SGD), Adam, and Stochastic Gradient Descent with Momentum (SGDM), to find the best scenario. The test results show that Adam optimization provides the best performance compared to the others. The results showed excellent performance, with a low loss rate (9.20%) and high accuracy (98.03%). The relatively fast model training time (122.81 seconds) also adds to the model’s efficiency value. This confirms that EfficientNet B0 is an attractive choice for TB classification, with the hope that further development will improve accuracy and efficiency in diagnosing this disease.&quot;,&quot;publisher&quot;:&quot;International Information and Engineering Technology Association&quot;,&quot;issue&quot;:&quot;10&quot;,&quot;volume&quot;:&quot;11&quot;,&quot;container-title-short&quot;:&quot;&quot;},&quot;isTemporary&quot;:false},{&quot;id&quot;:&quot;4ef967fd-91f5-3ea1-8219-1d658a335894&quot;,&quot;itemData&quot;:{&quot;type&quot;:&quot;article-journal&quot;,&quot;id&quot;:&quot;4ef967fd-91f5-3ea1-8219-1d658a335894&quot;,&quot;title&quot;:&quot;Predicted missing information biases ensemble perception of temporally ordered facial expressions&quot;,&quot;author&quot;:[{&quot;family&quot;:&quot;Lu&quot;,&quot;given&quot;:&quot;Jiahao&quot;,&quot;parse-names&quot;:false,&quot;dropping-particle&quot;:&quot;&quot;,&quot;non-dropping-particle&quot;:&quot;&quot;},{&quot;family&quot;:&quot;Wang&quot;,&quot;given&quot;:&quot;Jun&quot;,&quot;parse-names&quot;:false,&quot;dropping-particle&quot;:&quot;&quot;,&quot;non-dropping-particle&quot;:&quot;&quot;}],&quot;container-title&quot;:&quot;Scientific Reports&quot;,&quot;container-title-short&quot;:&quot;Sci Rep&quot;,&quot;DOI&quot;:&quot;10.1038/s41598-025-87936-2&quot;,&quot;ISSN&quot;:&quot;20452322&quot;,&quot;PMID&quot;:&quot;39890982&quot;,&quot;issued&quot;:{&quot;date-parts&quot;:[[2025,12,1]]},&quot;abstract&quot;:&quot;By observing dynamically changing facial expressions, humans can use a specialized capacity known as ensemble coding to effortlessly obtain a summary representation of an individual’s emotional state. However, few studies have examined whether the missing expression informed by the statistical regularity in the changing facial expressions can be sampled and then influence the perceptual averaging process. In Experiment 1a and 1b, we manipulated the amount of prior information from local regularity by varying the position of the missing expression in the temporal sequence (1a: Neutral to Disgust and/or Disgust to Neutral,1b: Neutral to Happy and/or Happy to Neutral) within a trial. Results showed that ensemble estimates were towards the mean of expressions including both the presented and the missing faces, only when sufficient predictability (e.g. a missing expression in the late position) informed by local regularity. In Experiment 2, we added prior information from global regularities to help boost the predictability of an early missing expression by keeping the emotional direction consistent in a block. However, estimates were not towards the mean of expressions including both the presented and the missing expressions as expected. Although the generalizability may be limited, these findings suggest that prior information at different levels of hierarchical predictive coding may exert qualitatively different influences on the perceptual averaging of temporally ordered facial expressions with missing items.&quot;,&quot;publisher&quot;:&quot;Nature Research&quot;,&quot;issue&quot;:&quot;1&quot;,&quot;volume&quot;:&quot;15&quot;},&quot;isTemporary&quot;:false}]},{&quot;citationID&quot;:&quot;MENDELEY_CITATION_5cc85597-87a8-4cbd-96e9-cafbc33d4edc&quot;,&quot;properties&quot;:{&quot;noteIndex&quot;:0},&quot;isEdited&quot;:false,&quot;manualOverride&quot;:{&quot;isManuallyOverridden&quot;:false,&quot;citeprocText&quot;:&quot;[1, 3]&quot;,&quot;manualOverrideText&quot;:&quot;&quot;},&quot;citationTag&quot;:&quot;MENDELEY_CITATION_v3_eyJjaXRhdGlvbklEIjoiTUVOREVMRVlfQ0lUQVRJT05fNWNjODU1OTctODdhOC00Y2JkLTk2ZTktY2FmYmMzM2Q0ZWRjIiwicHJvcGVydGllcyI6eyJub3RlSW5kZXgiOjB9LCJpc0VkaXRlZCI6ZmFsc2UsIm1hbnVhbE92ZXJyaWRlIjp7ImlzTWFudWFsbHlPdmVycmlkZGVuIjpmYWxzZSwiY2l0ZXByb2NUZXh0IjoiWzEsIDNdIiwibWFudWFsT3ZlcnJpZGVUZXh0IjoiIn0sImNpdGF0aW9uSXRlbXMiOlt7ImlkIjoiNWJjNjdkMDAtMjU3OC0zMDU1LWIyY2MtNDJiMmZiODQyNTdjIiwiaXRlbURhdGEiOnsidHlwZSI6ImFydGljbGUtam91cm5hbCIsImlkIjoiNWJjNjdkMDAtMjU3OC0zMDU1LWIyY2MtNDJiMmZiODQyNTdjIiwidGl0bGUiOiJFbW90aW9uIHJlY29nbml0aW9uIGluIGluZGl2aWR1YWxzIHdpdGggZWxldmF0ZWQgaW50ZXJuZXQgYWRkaWN0aW9uIHNjb3JlczogQW4gZXZlbnQtcmVsYXRlZCBwb3RlbnRpYWwgc3R1ZHkiLCJhdXRob3IiOlt7ImZhbWlseSI6IkFyYWZhdCIsImdpdmVuIjoiRGFsaWEiLCJwYXJzZS1uYW1lcyI6ZmFsc2UsImRyb3BwaW5nLXBhcnRpY2xlIjoiIiwibm9uLWRyb3BwaW5nLXBhcnRpY2xlIjoiIn0seyJmYW1pbHkiOiJKYW1hbCIsImdpdmVuIjoiSmFmYXIiLCJwYXJzZS1uYW1lcyI6ZmFsc2UsImRyb3BwaW5nLXBhcnRpY2xlIjoiIiwibm9uLWRyb3BwaW5nLXBhcnRpY2xlIjoiIn0seyJmYW1pbHkiOiJTYWNocyIsImdpdmVuIjoiQW5uYSIsInBhcnNlLW5hbWVzIjpmYWxzZSwiZHJvcHBpbmctcGFydGljbGUiOiIiLCJub24tZHJvcHBpbmctcGFydGljbGUiOiIifSx7ImZhbWlseSI6IlN1Y2hhbiIsImdpdmVuIjoiQm9yaXMiLCJwYXJzZS1uYW1lcyI6ZmFsc2UsImRyb3BwaW5nLXBhcnRpY2xlIjoiIiwibm9uLWRyb3BwaW5nLXBhcnRpY2xlIjoiIn0seyJmYW1pbHkiOiJKdWNrZWwiLCJnaXZlbiI6Ikdlb3JnIiwicGFyc2UtbmFtZXMiOmZhbHNlLCJkcm9wcGluZy1wYXJ0aWNsZSI6IiIsIm5vbi1kcm9wcGluZy1wYXJ0aWNsZSI6IiJ9LHsiZmFtaWx5IjoiVGhvbWEiLCJnaXZlbiI6IlBhdHJpemlhIiwicGFyc2UtbmFtZXMiOmZhbHNlLCJkcm9wcGluZy1wYXJ0aWNsZSI6IiIsIm5vbi1kcm9wcGluZy1wYXJ0aWNsZSI6IiJ9XSwiY29udGFpbmVyLXRpdGxlIjoiUHN5Y2hpYXRyeSBSZXNlYXJjaCAtIE5ldXJvaW1hZ2luZyIsImNvbnRhaW5lci10aXRsZS1zaG9ydCI6IlBzeWNoaWF0cnkgUmVzIE5ldXJvaW1hZ2luZyIsIkRPSSI6IjEwLjEwMTYvai5wc2N5Y2hyZXNucy4yMDI1LjExMTk4MiIsIklTU04iOiIxODcyNzUwNiIsIlBNSUQiOiI0MDEwMTMxNiIsImlzc3VlZCI6eyJkYXRlLXBhcnRzIjpbWzIwMjUsNiwxXV19LCJhYnN0cmFjdCI6IlRoZSBjdXJyZW50IHN0dWR5IGFpbXMgdG8gZWx1Y2lkYXRlIHRoZSBlbGVjdHJvcGh5c2lvbG9naWNhbCBjb3JyZWxhdGVzIG9mIHBlcmZvcm1hbmNlIHBhdHRlcm5zIGluIGFuIGVtb3Rpb24gcmVjb2duaXRpb24gdGFzayBhbW9uZyBpbmRpdmlkdWFscyB3aXRoIGhpZ2hlciBpbnRlcm5ldCBhZGRpY3Rpb24gKEhJQSkgc2NvcmVzIGNvbXBhcmVkIHRvIHRob3NlIHdpdGggbG93ZXIgaW50ZXJuZXQgYWRkaWN0aW9uIChMSUEpIHNjb3Jlcy4gRm9ydHkgcGFydGljaXBhbnRzLCB3aXRoIHR3ZW50eSBpbiB0aGUgSElBIGdyb3VwIGFuZCB0d2VudHkgaW4gdGhlIExJQSBncm91cCwgY29tcGxldGVkIGFuIGVtb3Rpb24gcmVjb2duaXRpb24gdGFzaywgaW52b2x2aW5nIGZpdmUgZmFjaWFsIGV4cHJlc3Npb25zOiBhbmdlciwgZmVhciwgZGlzZ3VzdCwgbmV1dHJhbCwgYW5kIHNhZG5lc3MuIEFkZGl0aW9uYWxseSwgY29nbml0aXZlIGZsZXhpYmlsaXR5IGFuZCB3b3JraW5nIG1lbW9yeSB3ZXJlIGFzc2Vzc2VkIHRvIGV4YW1pbmUgdGhlaXIgbGluayB0byBlbW90aW9uIHJlY29nbml0aW9uIGFiaWxpdGllcy4gTm8gc2lnbmlmaWNhbnQgZGlmZmVyZW5jZXMgaW4gYWNjdXJhY3kgb3IgcmVhY3Rpb24gdGltZXMgKFJUcykgd2VyZSBvYnNlcnZlZCBiZXR3ZWVuIHRoZSBncm91cHMgaW4gdGhlIGVtb3Rpb24gcmVjb2duaXRpb24gdGFzay4gSG93ZXZlciwgdGhlIEhJQSBncm91cCBzaG93ZWQgcmVkdWNlZCBQMTUwIGFtcGxpdHVkZXMsIGJ1dCBpbmNyZWFzZWQgTjI1MCBhbXBsaXR1ZGVzIHJlbGF0aXZlIHRvIHRoZSBMSUEgZ3JvdXAuIFRoZXJlIHdhcyBhIHBvc2l0aXZlIGNvcnJlbGF0aW9uIGJldHdlZW4gdGhlIFJUcyBhbmQgY29nbml0aXZlIGZsZXhpYmlsaXR5LCBvbmx5IGluIHRoZSBMSUEgZ3JvdXAuIEFsdGhvdWdoIHRoZSBncm91cHMgZGVtb25zdHJhdGVkIGNvbXBhcmFibGUgYmVoYXZpb3JhbCBwZXJmb3JtYW5jZSwgdGhlIHN0YWdlcyBvZiBzdGltdWxpIHByb2Nlc3NpbmcgZGlmZmVyZWQuIFRoZSBMSUEgZ3JvdXAgYXBwZWFyZWQgdG8gcHJvY2VzcyB0aGUgc3RpbXVsaSBtb3JlIGVmZmljaWVudGx5IGluIHRoZSBlYXJseSBzdGFnZSwgd2hpbGUgdGhlIEhJQSBncm91cCByZXF1aXJlZCBncmVhdGVyIGVmZm9ydCBpbiBkZWNvZGluZyB0aGUgc3RpbXVsaSBhdCBhIGxhdGVyIHN0YWdlLiBUaGlzIHN1Z2dlc3RzIHRoYXQgdGhlIEhJQSBncm91cCBtYXkgcmVseSBvbiBvdmVyLXByb2Nlc3NpbmcgYXQgYSBsYXRlciBzdGFnZSBkdWUgdG8gcmVkdWNlZCBlYXJseSBwcm9jZXNzaW5nIGVmZmljaWVuY3ksIHBvdGVudGlhbGx5IHN1Z2dlc3RpbmcgYW4gZWFybHkgdnVsbmVyYWJpbGl0eSBtYXJrZXIuIiwicHVibGlzaGVyIjoiRWxzZXZpZXIgSXJlbGFuZCBMdGQiLCJ2b2x1bWUiOiIzNDkifSwiaXNUZW1wb3JhcnkiOmZhbHNlfSx7ImlkIjoiMzljOTZhNzMtNDNkNS0zMWM5LThkMjgtNTk1ZGZhZDBkNzVlIiwiaXRlbURhdGEiOnsidHlwZSI6ImFydGljbGUtam91cm5hbCIsImlkIjoiMzljOTZhNzMtNDNkNS0zMWM5LThkMjgtNTk1ZGZhZDBkNzVlIiwidGl0bGUiOiJFbW90aW9uYWwgYW50aWNpcGF0aW9uIGZvciBkeW5hbWljIGVtb3Rpb25hbCBmYWNlcyBpcyBub3QgbW9kdWxhdGVkIGJ5IHNjaGl6b3R5cGFsIHRyYWl0czogQSBSZXByZXNlbnRhdGlvbmFsIE1vbWVudHVtIHN0dWR5IiwiYXV0aG9yIjpbeyJmYW1pbHkiOiJHcmF2ZSIsImdpdmVuIjoiSm9hbmEiLCJwYXJzZS1uYW1lcyI6ZmFsc2UsImRyb3BwaW5nLXBhcnRpY2xlIjoiIiwibm9uLWRyb3BwaW5nLXBhcnRpY2xlIjoiIn0seyJmYW1pbHkiOiJDb3JkZWlybyIsImdpdmVuIjoiU2FyYSIsInBhcnNlLW5hbWVzIjpmYWxzZSwiZHJvcHBpbmctcGFydGljbGUiOiIiLCJub24tZHJvcHBpbmctcGFydGljbGUiOiIifSx7ImZhbWlseSI6IlPDoSBUZWl4ZWlyYSIsImdpdmVuIjoiTnVubyIsInBhcnNlLW5hbWVzIjpmYWxzZSwiZHJvcHBpbmctcGFydGljbGUiOiIiLCJub24tZHJvcHBpbmctcGFydGljbGUiOiJkZSJ9LHsiZmFtaWx5IjoiS29yYiIsImdpdmVuIjoiU2ViYXN0aWFuIiwicGFyc2UtbmFtZXMiOmZhbHNlLCJkcm9wcGluZy1wYXJ0aWNsZSI6IiIsIm5vbi1kcm9wcGluZy1wYXJ0aWNsZSI6IiJ9LHsiZmFtaWx5IjoiU29hcmVzIiwiZ2l2ZW4iOiJTYW5kcmEgQ3Jpc3RpbmEiLCJwYXJzZS1uYW1lcyI6ZmFsc2UsImRyb3BwaW5nLXBhcnRpY2xlIjoiIiwibm9uLWRyb3BwaW5nLXBhcnRpY2xlIjoiIn1dLCJjb250YWluZXItdGl0bGUiOiJRdWFydGVybHkgSm91cm5hbCBvZiBFeHBlcmltZW50YWwgUHN5Y2hvbG9neSIsIkRPSSI6IjEwLjExNzcvMTc0NzAyMTgyNDEyNTM3MDMiLCJJU1NOIjoiMTc0NzAyMjYiLCJQTUlEIjoiMzg2Nzk4MDAiLCJpc3N1ZWQiOnsiZGF0ZS1wYXJ0cyI6W1syMDI1LDYsMV1dfSwicGFnZSI6IjEwODgtMTEwNiIsImFic3RyYWN0IjoiU2NoaXpvdHlweSwgYSBwZXJzb25hbGl0eSBzdHJ1Y3R1cmUgdGhhdCByZXNlbWJsZXMgc2NoaXpvcGhyZW5pYSBzeW1wdG9tcywgaXMgb2Z0ZW4gYXNzb2NpYXRlZCB3aXRoIGFibm9ybWFsIGZhY2lhbCBlbW90aW9uIHBlcmNlcHRpb24uIEJhc2VkIG9uIHRoZSBwcmV2YWlsaW5nIHNlbnNlIG9mIHRocmVhdCBpbiBwc3ljaG90aWMgZXhwZXJpZW5jZXMsIGFuZCB0aGUgaW1tZWRpYXRlIHBlcmNlcHR1YWwgaGlzdG9yeSBvZiBzZWVpbmcgb3RoZXJz4oCZIGZhY2lhbCBleHByZXNzaW9ucywgaW5kaXZpZHVhbHMgd2l0aCBoaWdoIHNjaGl6b3R5cGFsIHRyYWl0cyBtYXkgZXhoaWJpdCBhIGhlaWdodGVuZWQgdGVuZGVuY3kgdG8gYW50aWNpcGF0ZSBhbmdlci4gVG8gdGVzdCB0aGlzLCB3ZSB1c2VkIGluc2lnaHRzIGZyb20gUmVwcmVzZW50YXRpb25hbCBNb21lbnR1bSAoUk0pLCBhIHBlcmNlcHR1YWwgcGhlbm9tZW5vbiBpbiB3aGljaCB0aGUgZW5kcG9pbnQgb2YgYSBkeW5hbWljIGV2ZW50IGlzIHN5c3RlbWF0aWNhbGx5IGRpc3BsYWNlZCBmb3J3YXJkLCBpbnRvIHRoZSBpbW1lZGlhdGUgZnV0dXJlLiBBbmdyeS10by1hbWJpZ3VvdXMgYW5kIGhhcHB5LXRvLWFtYmlndW91cyBhdmF0YXIgZmFjZXMgd2VyZSBwcmVzZW50ZWQsIGVhY2ggZm9sbG93ZWQgYnkgYSBwcm9iZSB3aXRoIHRoZSBzYW1lIChhbWJpZ3VvdXMpIGV4cHJlc3Npb24gYXMgdGhlIGVuZHBvaW50LCBvciBvbmUgc2xpZ2h0bHkgY2hhbmdlZCB0byBleHByZXNzIGdyZWF0ZXIgaGFwcGluZXNzL2FuZ2VyLiBQYXJ0aWNpcGFudHMganVkZ2VkIGlmIHRoZSBwcm9iZSB3YXMg4oCcZXF1YWzigJ0gdG8gdGhlIGVuZHBvaW50IGFuZCByYXRlZCBob3cgY29uZmlkZW50IHRoZXkgd2VyZS4gVGhlIHNhbXBsZSB3YXMgZGl2aWRlZCBpbnRvIGhpZ2ggKE4gPSA0NikgYW5kIGxvdyAoTiA9IDQ5KSBzY2hpem90eXBhbCB0cmFpdHMgdXNpbmcgdGhlIFNjaGl6b3R5cGFsIFBlcnNvbmFsaXR5IFF1ZXN0aW9ubmFpcmUgKFNQUSkuIEZpcnN0LCBhIGZvcndhcmQgYmlhcyB3YXMgZm91bmQgaW4gaGFwcHktdG8tYW1iaWd1b3VzIGZhY2VzLCBzdWdnZXN0aW5nIGVtb3Rpb25hbCBhbnRpY2lwYXRpb24gc29sZWx5IGZvciBkeW5hbWljIGZhY2VzIGNoYW5naW5nIHRvd2FyZHMgYSBwb3RlbnRpYWwgdGhyZWF0IChhbmdlcikuIFRoaXMgbWF5IHJlZmxlY3QgYW4gYWRhcHRhdGl2ZSBtZWNoYW5pc20sIGFzIGl0IGlzIHNhZmVyIHRvIGFudGljaXBhdGUgYW55IGhvc3RpbGl0eSBmcm9tIGEgY29uc3BlY2lmaWMgdGhhbiB0aGUgb3Bwb3NpdGUuIFNlY29uZCwgY29udHJhcnkgdG8gb3VyIGh5cG90aGVzaXMsIGhpZ2ggc2NoaXpvdHlwYWwgdHJhaXRzIGRpZCBub3QgaGVpZ2h0ZW4gUk0gZm9yIGhhcHB5LXRvLWFtYmlndW91cyBmYWNlcywgbm9yIGRpZCB0aGV5IGxlYWQgdG8gb3ZlcmNvbmZpZGVuY2UgaW4gYmlhc2VkIGp1ZGdlbWVudHMuIFRoaXMgbWF5IHN1Z2dlc3QgYSB0eXBpY2FsIHBhdHRlcm4gb2YgZW1vdGlvbmFsIGFudGljaXBhdGlvbiBpbiBub24tY2xpbmljYWwgc2NoaXpvdHlweSwgYnV0IGNhdXRpb24gaXMgbmVlZGVkIGR1ZSB0byB0aGUgdXNlIG9mIHNlbGYtcmVwb3J0IHF1ZXN0aW9ubmFpcmVzLCB1bml2ZXJzaXR5IHN0dWRlbnRzLCBhbmQgYSBtb2Rlc3Qgc2FtcGxlIHNpemUuIEZ1dHVyZSBzdHVkaWVzIHNob3VsZCBhbHNvIGludmVzdGlnYXRlIGlmIHRoZSBzYW1lIGhvbGRzIGZvciBjbGluaWNhbCBtYW5pZmVzdGF0aW9ucyBvZiBzY2hpem9waHJlbmlhLiIsInB1Ymxpc2hlciI6IlNBR0UgUHVibGljYXRpb25zIEx0ZCIsImlzc3VlIjoiNiIsInZvbHVtZSI6Ijc4IiwiY29udGFpbmVyLXRpdGxlLXNob3J0IjoiIn0sImlzVGVtcG9yYXJ5IjpmYWxzZX1dfQ==&quot;,&quot;citationItems&quot;:[{&quot;id&quot;:&quot;5bc67d00-2578-3055-b2cc-42b2fb84257c&quot;,&quot;itemData&quot;:{&quot;type&quot;:&quot;article-journal&quot;,&quot;id&quot;:&quot;5bc67d00-2578-3055-b2cc-42b2fb84257c&quot;,&quot;title&quot;:&quot;Emotion recognition in individuals with elevated internet addiction scores: An event-related potential study&quot;,&quot;author&quot;:[{&quot;family&quot;:&quot;Arafat&quot;,&quot;given&quot;:&quot;Dalia&quot;,&quot;parse-names&quot;:false,&quot;dropping-particle&quot;:&quot;&quot;,&quot;non-dropping-particle&quot;:&quot;&quot;},{&quot;family&quot;:&quot;Jamal&quot;,&quot;given&quot;:&quot;Jafar&quot;,&quot;parse-names&quot;:false,&quot;dropping-particle&quot;:&quot;&quot;,&quot;non-dropping-particle&quot;:&quot;&quot;},{&quot;family&quot;:&quot;Sachs&quot;,&quot;given&quot;:&quot;Anna&quot;,&quot;parse-names&quot;:false,&quot;dropping-particle&quot;:&quot;&quot;,&quot;non-dropping-particle&quot;:&quot;&quot;},{&quot;family&quot;:&quot;Suchan&quot;,&quot;given&quot;:&quot;Boris&quot;,&quot;parse-names&quot;:false,&quot;dropping-particle&quot;:&quot;&quot;,&quot;non-dropping-particle&quot;:&quot;&quot;},{&quot;family&quot;:&quot;Juckel&quot;,&quot;given&quot;:&quot;Georg&quot;,&quot;parse-names&quot;:false,&quot;dropping-particle&quot;:&quot;&quot;,&quot;non-dropping-particle&quot;:&quot;&quot;},{&quot;family&quot;:&quot;Thoma&quot;,&quot;given&quot;:&quot;Patrizia&quot;,&quot;parse-names&quot;:false,&quot;dropping-particle&quot;:&quot;&quot;,&quot;non-dropping-particle&quot;:&quot;&quot;}],&quot;container-title&quot;:&quot;Psychiatry Research - Neuroimaging&quot;,&quot;container-title-short&quot;:&quot;Psychiatry Res Neuroimaging&quot;,&quot;DOI&quot;:&quot;10.1016/j.pscychresns.2025.111982&quot;,&quot;ISSN&quot;:&quot;18727506&quot;,&quot;PMID&quot;:&quot;40101316&quot;,&quot;issued&quot;:{&quot;date-parts&quot;:[[2025,6,1]]},&quot;abstract&quot;:&quot;The current study aims to elucidate the electrophysiological correlates of performance patterns in an emotion recognition task among individuals with higher internet addiction (HIA) scores compared to those with lower internet addiction (LIA) scores. Forty participants, with twenty in the HIA group and twenty in the LIA group, completed an emotion recognition task, involving five facial expressions: anger, fear, disgust, neutral, and sadness. Additionally, cognitive flexibility and working memory were assessed to examine their link to emotion recognition abilities. No significant differences in accuracy or reaction times (RTs) were observed between the groups in the emotion recognition task. However, the HIA group showed reduced P150 amplitudes, but increased N250 amplitudes relative to the LIA group. There was a positive correlation between the RTs and cognitive flexibility, only in the LIA group. Although the groups demonstrated comparable behavioral performance, the stages of stimuli processing differed. The LIA group appeared to process the stimuli more efficiently in the early stage, while the HIA group required greater effort in decoding the stimuli at a later stage. This suggests that the HIA group may rely on over-processing at a later stage due to reduced early processing efficiency, potentially suggesting an early vulnerability marker.&quot;,&quot;publisher&quot;:&quot;Elsevier Ireland Ltd&quot;,&quot;volume&quot;:&quot;349&quot;},&quot;isTemporary&quot;:false},{&quot;id&quot;:&quot;39c96a73-43d5-31c9-8d28-595dfad0d75e&quot;,&quot;itemData&quot;:{&quot;type&quot;:&quot;article-journal&quot;,&quot;id&quot;:&quot;39c96a73-43d5-31c9-8d28-595dfad0d75e&quot;,&quot;title&quot;:&quot;Emotional anticipation for dynamic emotional faces is not modulated by schizotypal traits: A Representational Momentum study&quot;,&quot;author&quot;:[{&quot;family&quot;:&quot;Grave&quot;,&quot;given&quot;:&quot;Joana&quot;,&quot;parse-names&quot;:false,&quot;dropping-particle&quot;:&quot;&quot;,&quot;non-dropping-particle&quot;:&quot;&quot;},{&quot;family&quot;:&quot;Cordeiro&quot;,&quot;given&quot;:&quot;Sara&quot;,&quot;parse-names&quot;:false,&quot;dropping-particle&quot;:&quot;&quot;,&quot;non-dropping-particle&quot;:&quot;&quot;},{&quot;family&quot;:&quot;Sá Teixeira&quot;,&quot;given&quot;:&quot;Nuno&quot;,&quot;parse-names&quot;:false,&quot;dropping-particle&quot;:&quot;&quot;,&quot;non-dropping-particle&quot;:&quot;de&quot;},{&quot;family&quot;:&quot;Korb&quot;,&quot;given&quot;:&quot;Sebastian&quot;,&quot;parse-names&quot;:false,&quot;dropping-particle&quot;:&quot;&quot;,&quot;non-dropping-particle&quot;:&quot;&quot;},{&quot;family&quot;:&quot;Soares&quot;,&quot;given&quot;:&quot;Sandra Cristina&quot;,&quot;parse-names&quot;:false,&quot;dropping-particle&quot;:&quot;&quot;,&quot;non-dropping-particle&quot;:&quot;&quot;}],&quot;container-title&quot;:&quot;Quarterly Journal of Experimental Psychology&quot;,&quot;DOI&quot;:&quot;10.1177/17470218241253703&quot;,&quot;ISSN&quot;:&quot;17470226&quot;,&quot;PMID&quot;:&quot;38679800&quot;,&quot;issued&quot;:{&quot;date-parts&quot;:[[2025,6,1]]},&quot;page&quot;:&quot;1088-1106&quot;,&quot;abstract&quot;:&quot;Schizotypy, a personality structure that resembles schizophrenia symptoms, is often associated with abnormal facial emotion perception. Based on the prevailing sense of threat in psychotic experiences, and the immediate perceptual history of seeing others’ facial expressions, individuals with high schizotypal traits may exhibit a heightened tendency to anticipate anger. To test this, we used insights from Representational Momentum (RM), a perceptual phenomenon in which the endpoint of a dynamic event is systematically displaced forward, into the immediate future. Angry-to-ambiguous and happy-to-ambiguous avatar faces were presented, each followed by a probe with the same (ambiguous) expression as the endpoint, or one slightly changed to express greater happiness/anger. Participants judged if the probe was “equal” to the endpoint and rated how confident they were. The sample was divided into high (N = 46) and low (N = 49) schizotypal traits using the Schizotypal Personality Questionnaire (SPQ). First, a forward bias was found in happy-to-ambiguous faces, suggesting emotional anticipation solely for dynamic faces changing towards a potential threat (anger). This may reflect an adaptative mechanism, as it is safer to anticipate any hostility from a conspecific than the opposite. Second, contrary to our hypothesis, high schizotypal traits did not heighten RM for happy-to-ambiguous faces, nor did they lead to overconfidence in biased judgements. This may suggest a typical pattern of emotional anticipation in non-clinical schizotypy, but caution is needed due to the use of self-report questionnaires, university students, and a modest sample size. Future studies should also investigate if the same holds for clinical manifestations of schizophrenia.&quot;,&quot;publisher&quot;:&quot;SAGE Publications Ltd&quot;,&quot;issue&quot;:&quot;6&quot;,&quot;volume&quot;:&quot;78&quot;,&quot;container-title-short&quot;:&quot;&quot;},&quot;isTemporary&quot;:false}]},{&quot;citationID&quot;:&quot;MENDELEY_CITATION_0e5c1890-30cc-4235-8dd7-54005e470c05&quot;,&quot;properties&quot;:{&quot;noteIndex&quot;:0},&quot;isEdited&quot;:false,&quot;manualOverride&quot;:{&quot;isManuallyOverridden&quot;:false,&quot;citeprocText&quot;:&quot;[4]&quot;,&quot;manualOverrideText&quot;:&quot;&quot;},&quot;citationTag&quot;:&quot;MENDELEY_CITATION_v3_eyJjaXRhdGlvbklEIjoiTUVOREVMRVlfQ0lUQVRJT05fMGU1YzE4OTAtMzBjYy00MjM1LThkZDctNTQwMDVlNDcwYzA1IiwicHJvcGVydGllcyI6eyJub3RlSW5kZXgiOjB9LCJpc0VkaXRlZCI6ZmFsc2UsIm1hbnVhbE92ZXJyaWRlIjp7ImlzTWFudWFsbHlPdmVycmlkZGVuIjpmYWxzZSwiY2l0ZXByb2NUZXh0IjoiWzRdIiwibWFudWFsT3ZlcnJpZGVUZXh0IjoiIn0sImNpdGF0aW9uSXRlbXMiOlt7ImlkIjoiYmZkYTdjN2EtMzJmOS0zNDBkLWE0YjItMmVkNjYxNmUyNWJiIiwiaXRlbURhdGEiOnsidHlwZSI6ImFydGljbGUtam91cm5hbCIsImlkIjoiYmZkYTdjN2EtMzJmOS0zNDBkLWE0YjItMmVkNjYxNmUyNWJiIiwidGl0bGUiOiJBZHZhbmNlZCBNdWx0aS1UYXNrIExlYXJuaW5nIHdpdGggTGlnaHR3ZWlnaHQgTmV0d29ya3MgYW5kIE11bHRpLUhlYWQgQXR0ZW50aW9uIGZvciBFZmZpY2llbnQgRmFjaWFsIEF0dHJpYnV0ZSBFc3RpbWF0aW9uIiwiYXV0aG9yIjpbeyJmYW1pbHkiOiJSb2hhbmkiLCJnaXZlbiI6Ik0uIiwicGFyc2UtbmFtZXMiOmZhbHNlLCJkcm9wcGluZy1wYXJ0aWNsZSI6IiIsIm5vbi1kcm9wcGluZy1wYXJ0aWNsZSI6IiJ9LHsiZmFtaWx5IjoiRmFyc2kiLCJnaXZlbiI6IkguIiwicGFyc2UtbmFtZXMiOmZhbHNlLCJkcm9wcGluZy1wYXJ0aWNsZSI6IiIsIm5vbi1kcm9wcGluZy1wYXJ0aWNsZSI6IiJ9LHsiZmFtaWx5IjoiTW9oYW1hZHphZGVoIiwiZ2l2ZW4iOiJTLiIsInBhcnNlLW5hbWVzIjpmYWxzZSwiZHJvcHBpbmctcGFydGljbGUiOiIiLCJub24tZHJvcHBpbmctcGFydGljbGUiOiIifV0sImNvbnRhaW5lci10aXRsZSI6IkludGVybmF0aW9uYWwgSm91cm5hbCBvZiBFbmdpbmVlcmluZywgVHJhbnNhY3Rpb25zIEI6IEFwcGxpY2F0aW9ucyIsIkRPSSI6IjEwLjU4MjkvaWplLjIwMjUuMzguMTBhLjA1IiwiSVNTTiI6IjE3MjgxNDRYIiwiaXNzdWVkIjp7ImRhdGUtcGFydHMiOltbMjAyNSwxMCwxXV19LCJwYWdlIjoiMjI1OS0yMjcyIiwiYWJzdHJhY3QiOiJUaGUgcmFwaWQgYWR2YW5jZW1lbnQgb2YgY29tcHV0ZXIgdmlzaW9uIGFsZ29yaXRobXMgZGVtYW5kcyBlZmZpY2llbnQgY29tcHV0YXRpb25hbCByZXNvdXJjZSB1dGlsaXphdGlvbiBmb3IgcHJhY3RpY2FsIGFwcGxpY2F0aW9ucy4gVGhpcyBzdHVkeSBwcm9wb3NlcyBhIG5vdmVsIGZyYW1ld29yayB0aGF0IGludGVncmF0ZXMgbXVsdGktdGFzayBsZWFybmluZyAoTVRMKSB3aXRoIE1vYmlsZU5ldFYzLUxhcmdlIG5ldHdvcmtzIGFuZCBtdWx0aS1oZWFkIGF0dGVudGlvbiAoTUhBKSBtZWNoYW5pc21zIHRvIHNpbXVsdGFuZW91c2x5IGVzdGltYXRlIGZhY2lhbCBhdHRyaWJ1dGVzLCBpbmNsdWRpbmcgYWdlLCBnZW5kZXIsIHJhY2UsIGFuZCBlbW90aW9ucy4gQnkgZW1wbG95aW5nIE1IQSwgdGhlIG1vZGVsIGVuaGFuY2VzIGZlYXR1cmUgZXh0cmFjdGlvbiBhbmQgcmVwcmVzZW50YXRpb24gYnkgZm9jdXNpbmcgb24gbXVsdGlwbGUgcmVnaW9ucyBvZiB0aGUgaW5wdXQgaW1hZ2UsIHRoZXJlYnkgcmVkdWNpbmcgY29tcHV0YXRpb25hbCBjb21wbGV4aXR5IHdoaWxlIHNpZ25pZmljYW50bHkgaW1wcm92aW5nIGFjY3VyYWN5LiBUaGUgUmVjZXB0aXZlIEZpZWxkIEVuaGFuY2VkIE11bHRpLVRhc2sgQ2FzY2FkZWQgKFJGRU1UQykgdGVjaG5pcXVlIGlzIHV0aWxpemVkIGZvciBlZmZlY3RpdmUgcHJlcHJvY2Vzc2luZyBvZiB0aGUgaW5wdXQgZGF0YS4gT3VyIG1ldGhvZG9sb2d5IGlzIHJpZ29yb3VzbHkgZXZhbHVhdGVkIG9uIHRoZSBVVEtGYWNlLCBGYWlyRmFjZSwgYW5kIFJBRi1EQiBkYXRhc2V0cy4gV2UgaW50cm9kdWNlIGEgd2VpZ2h0ZWQgbG9zcyBmdW5jdGlvbiB0byBiYWxhbmNlIHRhc2sgY29udHJpYnV0aW9ucywgZW5oYW5jaW5nIG92ZXJhbGwgcGVyZm9ybWFuY2UuIFRocm91Z2ggcmVmaW5lbWVudCBvZiB0aGUgbmV0d29yayBhcmNoaXRlY3R1cmUgYnkgYW5hbHl6aW5nIGJyYW5jaGluZyBwb2ludHMgYW5kIG9wdGltaXppbmcgdGhlIGJhbGFuY2UgYmV0d2VlbiBzaGFyZWQgYW5kIHRhc2stc3BlY2lmaWMgbGF5ZXJzLCBvdXIgZXhwZXJpbWVudGFsIHJlc3VsdHMgZGVtb25zdHJhdGUgc2lnbmlmaWNhbnQgaW1wcm92ZW1lbnRzOiBhIDclIHJlZHVjdGlvbiBpbiBwYXJhbWV0ZXJzLCBhIDMlIGluY3JlYXNlIGluIGdlbmRlciBkZXRlY3Rpb24gYWNjdXJhY3ksIGEgNSUgaW1wcm92ZW1lbnQgaW4gcmFjZSBkZXRlY3Rpb24gYWNjdXJhY3ksIGFuZCBhIDYlIGVuaGFuY2VtZW50IGluIGVtb3Rpb24gZGV0ZWN0aW9uIGFjY3VyYWN5IGNvbXBhcmVkIHRvIHNpbmdsZS10YXNrIG1ldGhvZHMuIEFkZGl0aW9uYWxseSwgb3VyIHByb3Bvc2VkIGFyY2hpdGVjdHVyZSByZWR1Y2VzIGFnZSBlc3RpbWF0aW9uIGVycm9yIGJ5IGFwcHJveGltYXRlbHkgb25lIHllYXIgb24gdGhlIFVUS0ZhY2UgZGF0YXNldCBhbmQgaW1wcm92ZXMgYWdlIGVzdGltYXRpb24gYWNjdXJhY3kgb24gdGhlIEZhaXJGYWNlIGRhdGFzZXQgYnkgNSUgY29tcGFyZWQgdG8gc3RhdGUtb2YtdGhlLWFydCBhcHByb2FjaGVzLiIsInB1Ymxpc2hlciI6Ik1hdGVyaWFscyBhbmQgRW5lcmd5IFJlc2VhcmNoIENlbnRlciIsImlzc3VlIjoiMTAiLCJ2b2x1bWUiOiIzOCIsImNvbnRhaW5lci10aXRsZS1zaG9ydCI6IiJ9LCJpc1RlbXBvcmFyeSI6ZmFsc2V9XX0=&quot;,&quot;citationItems&quot;:[{&quot;id&quot;:&quot;bfda7c7a-32f9-340d-a4b2-2ed6616e25bb&quot;,&quot;itemData&quot;:{&quot;type&quot;:&quot;article-journal&quot;,&quot;id&quot;:&quot;bfda7c7a-32f9-340d-a4b2-2ed6616e25bb&quot;,&quot;title&quot;:&quot;Advanced Multi-Task Learning with Lightweight Networks and Multi-Head Attention for Efficient Facial Attribute Estimation&quot;,&quot;author&quot;:[{&quot;family&quot;:&quot;Rohani&quot;,&quot;given&quot;:&quot;M.&quot;,&quot;parse-names&quot;:false,&quot;dropping-particle&quot;:&quot;&quot;,&quot;non-dropping-particle&quot;:&quot;&quot;},{&quot;family&quot;:&quot;Farsi&quot;,&quot;given&quot;:&quot;H.&quot;,&quot;parse-names&quot;:false,&quot;dropping-particle&quot;:&quot;&quot;,&quot;non-dropping-particle&quot;:&quot;&quot;},{&quot;family&quot;:&quot;Mohamadzadeh&quot;,&quot;given&quot;:&quot;S.&quot;,&quot;parse-names&quot;:false,&quot;dropping-particle&quot;:&quot;&quot;,&quot;non-dropping-particle&quot;:&quot;&quot;}],&quot;container-title&quot;:&quot;International Journal of Engineering, Transactions B: Applications&quot;,&quot;DOI&quot;:&quot;10.5829/ije.2025.38.10a.05&quot;,&quot;ISSN&quot;:&quot;1728144X&quot;,&quot;issued&quot;:{&quot;date-parts&quot;:[[2025,10,1]]},&quot;page&quot;:&quot;2259-2272&quot;,&quot;abstract&quot;:&quot;The rapid advancement of computer vision algorithms demands efficient computational resource utilization for practical applications. This study proposes a novel framework that integrates multi-task learning (MTL) with MobileNetV3-Large networks and multi-head attention (MHA) mechanisms to simultaneously estimate facial attributes, including age, gender, race, and emotions. By employing MHA, the model enhances feature extraction and representation by focusing on multiple regions of the input image, thereby reducing computational complexity while significantly improving accuracy. The Receptive Field Enhanced Multi-Task Cascaded (RFEMTC) technique is utilized for effective preprocessing of the input data. Our methodology is rigorously evaluated on the UTKFace, FairFace, and RAF-DB datasets. We introduce a weighted loss function to balance task contributions, enhancing overall performance. Through refinement of the network architecture by analyzing branching points and optimizing the balance between shared and task-specific layers, our experimental results demonstrate significant improvements: a 7% reduction in parameters, a 3% increase in gender detection accuracy, a 5% improvement in race detection accuracy, and a 6% enhancement in emotion detection accuracy compared to single-task methods. Additionally, our proposed architecture reduces age estimation error by approximately one year on the UTKFace dataset and improves age estimation accuracy on the FairFace dataset by 5% compared to state-of-the-art approaches.&quot;,&quot;publisher&quot;:&quot;Materials and Energy Research Center&quot;,&quot;issue&quot;:&quot;10&quot;,&quot;volume&quot;:&quot;38&quot;,&quot;container-title-short&quot;:&quot;&quot;},&quot;isTemporary&quot;:false}]},{&quot;citationID&quot;:&quot;MENDELEY_CITATION_97884f91-b07f-4f0b-b306-51c1af9c0caa&quot;,&quot;properties&quot;:{&quot;noteIndex&quot;:0},&quot;isEdited&quot;:false,&quot;manualOverride&quot;:{&quot;isManuallyOverridden&quot;:false,&quot;citeprocText&quot;:&quot;[9, 10]&quot;,&quot;manualOverrideText&quot;:&quot;&quot;},&quot;citationTag&quot;:&quot;MENDELEY_CITATION_v3_eyJjaXRhdGlvbklEIjoiTUVOREVMRVlfQ0lUQVRJT05fOTc4ODRmOTEtYjA3Zi00ZjBiLWIzMDYtNTFjMWFmOWMwY2FhIiwicHJvcGVydGllcyI6eyJub3RlSW5kZXgiOjB9LCJpc0VkaXRlZCI6ZmFsc2UsIm1hbnVhbE92ZXJyaWRlIjp7ImlzTWFudWFsbHlPdmVycmlkZGVuIjpmYWxzZSwiY2l0ZXByb2NUZXh0IjoiWzksIDEwXSIsIm1hbnVhbE92ZXJyaWRlVGV4dCI6IiJ9LCJjaXRhdGlvbkl0ZW1zIjpbeyJpZCI6ImJhYjg1YzM0LWQyNjQtMzcxNy05ODA3LWFiZDRlMzE0ZDE5NyIsIml0ZW1EYXRhIjp7InR5cGUiOiJhcnRpY2xlLWpvdXJuYWwiLCJpZCI6ImJhYjg1YzM0LWQyNjQtMzcxNy05ODA3LWFiZDRlMzE0ZDE5NyIsInRpdGxlIjoiVGhlIGRldmVsb3BtZW50IG9mIHNwZWNpZmljIGVtb3Rpb24gY29tcHJlaGVuc2lvbiBjb21wb25lbnRzIGluIDEyODUgcHJlc2Nob29sIGNoaWxkcmVuIiwiYXV0aG9yIjpbeyJmYW1pbHkiOiJSaWNoYXJkIiwiZ2l2ZW4iOiJTeWx2aWUiLCJwYXJzZS1uYW1lcyI6ZmFsc2UsImRyb3BwaW5nLXBhcnRpY2xlIjoiIiwibm9uLWRyb3BwaW5nLXBhcnRpY2xlIjoiIn0seyJmYW1pbHkiOiJDYXZhZGluaSIsImdpdmVuIjoiVGhhbGlhIiwicGFyc2UtbmFtZXMiOmZhbHNlLCJkcm9wcGluZy1wYXJ0aWNsZSI6IiIsIm5vbi1kcm9wcGluZy1wYXJ0aWNsZSI6IiJ9LHsiZmFtaWx5IjoiRGFsbGEtTGliZXJhIiwiZ2l2ZW4iOiJOYXRoYWxpZSIsInBhcnNlLW5hbWVzIjpmYWxzZSwiZHJvcHBpbmctcGFydGljbGUiOiIiLCJub24tZHJvcHBpbmctcGFydGljbGUiOiIifSx7ImZhbWlseSI6IkFuZ29uaW4iLCJnaXZlbiI6IlNvbmlhIiwicGFyc2UtbmFtZXMiOmZhbHNlLCJkcm9wcGluZy1wYXJ0aWNsZSI6IiIsIm5vbi1kcm9wcGluZy1wYXJ0aWNsZSI6IiJ9LHsiZmFtaWx5IjoiQWxhcmlhIiwiZ2l2ZW4iOiJMYXVyYSIsInBhcnNlLW5hbWVzIjpmYWxzZSwiZHJvcHBpbmctcGFydGljbGUiOiIiLCJub24tZHJvcHBpbmctcGFydGljbGUiOiIifSx7ImZhbWlseSI6IkxhZmF5IiwiZ2l2ZW4iOiJBbm5lIiwicGFyc2UtbmFtZXMiOmZhbHNlLCJkcm9wcGluZy1wYXJ0aWNsZSI6IiIsIm5vbi1kcm9wcGluZy1wYXJ0aWNsZSI6IiJ9LHsiZmFtaWx5IjoiQmVyZ2VyIiwiZ2l2ZW4iOiJDYXJvbGUiLCJwYXJzZS1uYW1lcyI6ZmFsc2UsImRyb3BwaW5nLXBhcnRpY2xlIjoiIiwibm9uLWRyb3BwaW5nLXBhcnRpY2xlIjoiIn0seyJmYW1pbHkiOiJHZW50YXoiLCJnaXZlbiI6IkVkb3VhcmQiLCJwYXJzZS1uYW1lcyI6ZmFsc2UsImRyb3BwaW5nLXBhcnRpY2xlIjoiIiwibm9uLWRyb3BwaW5nLXBhcnRpY2xlIjoiIn1dLCJjb250YWluZXItdGl0bGUiOiJTY2llbnRpZmljIFJlcG9ydHMiLCJjb250YWluZXItdGl0bGUtc2hvcnQiOiJTY2kgUmVwIiwiRE9JIjoiMTAuMTAzOC9zNDE1OTgtMDI1LTkwNjEzLXoiLCJJU1NOIjoiMjA0NTIzMjIiLCJQTUlEIjoiNDAwNzQ3NzAiLCJpc3N1ZWQiOnsiZGF0ZS1wYXJ0cyI6W1syMDI1LDEyLDFdXX0sImFic3RyYWN0IjoiVGhlIGdvYWwgd2FzIHRvIGV4YW1pbmUgdGhlIGRldmVsb3BtZW50IG9mIHNwZWNpZmljIGNvbXBvbmVudHMgb2YgZW1vdGlvbiBjb21wcmVoZW5zaW9uIGluIDEyODUgcHJlc2Nob29sIGNoaWxkcmVuIGFnZWQgMyB0byA1IHllYXJzLiBUaHJlZSB0YXNrcyB3ZXJlIHVzZWQ6IGNvbnRleHQtZnJlZSBmYWNpYWwgcmVjb2duaXRpb24gb2YgZm91ciBwcmltYXJ5IChhbmQgbmV1dHJhbCkgZW1vdGlvbnMsIGFuZCBjb21wcmVoZW5zaW9uIG9mIGV4dGVybmFsIGNhdXNlcyAoaS5lLiwgcG9pbnRpbmcgdG8gd2hpY2ggZW1vdGlvbiBhIGNoYXJhY3RlciBmZWVscyBpbiBzZXZlcmFsIHNpdHVhdGlvbnMsIGFuZCBsYWJlbGxpbmcgZWFjaCBvZiB0aGVtKS4gTWFpbiByZXN1bHRzIHNob3dlZCB0aGF0IGVtb3Rpb24gY29tcHJlaGVuc2lvbiBpbXByb3ZlcyBpbiAzLTQtNS15ZWFyLW9sZHMuIEhvd2V2ZXIsIHNvbWUgY29tcG9uZW50cyBzZWVtZWQgdG8gaW1wcm92ZSBmYXN0ZXIgcmVnYXJkbGVzcyBvZiBhZ2UuIENvbnRleHQtZnJlZSBmYWNpYWwgcmVjb2duaXRpb24gb2YgZW1vdGlvbnMgd2FzIGJldHRlciBtYXN0ZXJlZCBjb21wYXJlZCB0byB0aGUgYWJpbGl0eSB0byBpZGVudGlmeSBhbmQgbGFiZWwgKHJlc3BlY3RpdmVseSBub24tdmVyYmFsIGFuZCB2ZXJiYWwgY2F1c2VzIGNvbXByZWhlbnNpb24gdGFza3MpIGFuIGVtb3Rpb24gYWZ0ZXIgcHJlc2VudGluZyB0aGUgZXh0ZXJuYWwgY2F1c2UgKHZpc3VhbGx5L3ZlcmJhbGx5KSBvZiBlbW90aW9uLiBMYWJlbGxpbmcgZmFjaWFsIGV4cHJlc3Npb25zIHJlbWFpbmVkIHRoZSBtb3N0IGNvbXBsZXggdGFzay4gV2hlbiBleHRlcm5hbCBjYXVzZXMgdGhhdCBnZW5lcmF0ZSBlbW90aW9uIHdlcmUgcHJlc2VudGVkLCBqb3kgdGVuZGVkIHRvIGJlIHRoZSBtb3N0IHJlY29nbml6ZWQgZW1vdGlvbiwgd2hpbGUgYW5nZXIsIGZlYXIsIGFuZCBzYWRuZXNzIGNhbWUgYWZ0ZXIgYW5kIGltcHJvdmVkIHdpdGggYWdlLiBBdCBhZ2UgMywgb24gdGhlIGNvbnRleHQtZnJlZSBmYWNpYWwgcmVjb2duaXRpb24gdGFzaywgYW5nZXIgYW5kIHNhZG5lc3Mgd2VyZSBiZXN0IHJlY29nbml6ZWQsIGpveSBjYW1lIGluIHRoaXJkIHBsYWNlLiBBdCBhZ2UgNSwgam95IHRvb2sgZmlyc3QgcGxhY2UgZm9yIHRoaXMgdGFzay4gRmVhciByZW1haW5lZCB0aGUgbW9zdCBkaWZmaWN1bHQgZW1vdGlvbiB0byByZWNvZ25pemUgYWxvbmcgd2l0aCBuZXV0cmFsIGV4cHJlc3Npb24gb24gdGhpcyB0YXNrIGZvciBlYWNoIGFnZSBncm91cC4gRmluYWxseSwgbmV1dHJhbCBlbW90aW9ucyB3ZXJlIHRoZSBtb3N0IGRpZmZpY3VsdCB0byByZWNvZ25pemUgaW4gYWxsIHRocmVlIHRhc2tzIGFuZCBmb3IgZWFjaCBhZ2UgZ3JvdXAuIiwicHVibGlzaGVyIjoiTmF0dXJlIFJlc2VhcmNoIiwiaXNzdWUiOiIxIiwidm9sdW1lIjoiMTUifSwiaXNUZW1wb3JhcnkiOmZhbHNlfSx7ImlkIjoiZjU3NmQ4NWUtNzkzMS0zYWJjLWI5OGQtNDdlYWNmMzAxODAzIiwiaXRlbURhdGEiOnsidHlwZSI6ImFydGljbGUtam91cm5hbCIsImlkIjoiZjU3NmQ4NWUtNzkzMS0zYWJjLWI5OGQtNDdlYWNmMzAxODAzIiwidGl0bGUiOiJNU0YtTmV0OiBNdWx0aS1zdGFnZSBmdXNpb24gbmV0d29yayBmb3IgZW1vdGlvbiByZWNvZ25pdGlvbiBmcm9tIG11bHRpbW9kYWwgc2lnbmFscyBpbiBzY2FsYWJsZSBoZWFsdGhjYXJlIiwiYXV0aG9yIjpbeyJmYW1pbHkiOiJJc2xhbSIsImdpdmVuIjoiTWQgTWlsb24iLCJwYXJzZS1uYW1lcyI6ZmFsc2UsImRyb3BwaW5nLXBhcnRpY2xlIjoiIiwibm9uLWRyb3BwaW5nLXBhcnRpY2xlIjoiIn0seyJmYW1pbHkiOiJLYXJyYXkiLCJnaXZlbiI6IkZha2hyaSIsInBhcnNlLW5hbWVzIjpmYWxzZSwiZHJvcHBpbmctcGFydGljbGUiOiIiLCJub24tZHJvcHBpbmctcGFydGljbGUiOiIifSx7ImZhbWlseSI6Ik11aGFtbWFkIiwiZ2l2ZW4iOiJHaHVsYW0iLCJwYXJzZS1uYW1lcyI6ZmFsc2UsImRyb3BwaW5nLXBhcnRpY2xlIjoiIiwibm9uLWRyb3BwaW5nLXBhcnRpY2xlIjoiIn1dLCJjb250YWluZXItdGl0bGUiOiJJbmZvcm1hdGlvbiBGdXNpb24iLCJET0kiOiIxMC4xMDE2L2ouaW5mZnVzLjIwMjUuMTAzMDI4IiwiSVNTTiI6IjE1NjYyNTM1IiwiaXNzdWVkIjp7ImRhdGUtcGFydHMiOltbMjAyNSw3LDFdXX0sImFic3RyYWN0IjoiQXV0b21hdGljIGVtb3Rpb24gcmVjb2duaXRpb24gaGFzIGF0dHJhY3RlZCBzaWduaWZpY2FudCBpbnRlcmVzdCBpbiBoZWFsdGhjYXJlLCB0aGFua3MgdG8gcmVtYXJrYWJsZSBkZXZlbG9wbWVudHMgbWFkZSByZWNlbnRseSBpbiBzbWFydCBhbmQgaW5ub3ZhdGl2ZSB0ZWNobm9sb2dpZXMuIEEgcmVhbC10aW1lIGVtb3Rpb24gcmVjb2duaXRpb24gc3lzdGVtIGFsbG93cyBmb3IgY29udGludW91cyBtb25pdG9yaW5nLCBjb21wcmVoZW5zaW9uLCBhbmQgZW5oYW5jZW1lbnQgb2YgdGhlIHBoeXNpY2FsIGVudGl0eSdzIGNhcGFjaXRpZXMsIGFsb25nIHdpdGggY29udGludWluZyBhZHZpY2UgZm9yIGVuaGFuY2luZyBxdWFsaXR5IG9mIGxpZmUgYW5kIHdlbGwtYmVpbmcgaW4gdGhlIGNvbnRleHQgb2YgcGVyc29uYWxpemVkIGhlYWx0aGNhcmUuIE11bHRpbW9kYWwgZW1vdGlvbiByZWNvZ25pdGlvbiBwcmVzZW50cyBhIHNpZ25pZmljYW50IGNoYWxsZW5nZSBpbiB0ZXJtcyBvZiBlZmZpY2llbnRseSB1c2luZyB0aGUgZGl2ZXJzZSBtb2RhbGl0aWVzIHByZXNlbnQgaW4gdGhlIGRhdGEuIEluIHRoaXMgYXJ0aWNsZSwgd2UgaW50cm9kdWNlIGEgTXVsdGktU3RhZ2UgRnVzaW9uIE5ldHdvcmsgKE1TRi1OZXQpIGZvciBlbW90aW9uIHJlY29nbml0aW9uIGNhcGFibGUgb2YgZXh0cmFjdGluZyBtdWx0aW1vZGFsIGluZm9ybWF0aW9uIGFuZCBhY2hpZXZpbmcgc2lnbmlmaWNhbnQgcGVyZm9ybWFuY2VzLiBXZSBwcm9wb3NlIHV0aWxpemluZyB0aGUgdHJhbnNmb3JtZXItYmFzZWQgc3RydWN0dXJlIHRvIGV4dHJhY3QgZGVlcCBmZWF0dXJlcyBmcm9tIGZhY2lhbCBleHByZXNzaW9ucy4gV2UgZXhwbG9pdGVkIHR3byB2aXN1YWwgZGVzY3JpcHRvcnMsIGxvY2FsIGJpbmFyeSBwYXR0ZXJuIGFuZCBPcmllbnRlZCBGQVNUIGFuZCBSb3RhdGVkIEJSSUVGLCB0byByZXRyaWV2ZSB0aGUgY29tcHV0ZXIgdmlzaW9uLWJhc2VkIGZlYXR1cmVzIGZyb20gdGhlIGZhY2lhbCB2aWRlb3MuIEEgZmVhdHVyZS1sZXZlbCBmdXNpb24gbmV0d29yayBpbnRlZ3JhdGVzIHRoZSBleHRyYWN0aW9uIG9mIGZlYXR1cmVzIGZyb20gdGhlc2UgbW9kdWxlcywgZGlyZWN0aW5nIHRoZSBvdXRwdXQgaW50byB0aGUgdHJpcGxldCBhdHRlbnRpb24gdGVjaG5pcXVlLiBUaGlzIG1vZHVsZSBlbXBsb3lzIGEgdGhyZWUtYnJhbmNoIGFyY2hpdGVjdHVyZSB0byBjb21wdXRlIGF0dGVudGlvbiB3ZWlnaHRzIHRvIGNhcHR1cmUgY3Jvc3MtZGltZW5zaW9uYWwgaW50ZXJhY3Rpb25zIGVmZmljaWVudGx5LiBUaGUgdGVtcG9yYWwgZGVwZW5kZW5jaWVzIGluIHBoeXNpb2xvZ2ljYWwgc2lnbmFscyBhcmUgbW9kZWxlZCBieSBhIEJpLWRpcmVjdGlvbmFsIEdhdGVkIFJlY3VycmVudCBVbml0IChCaS1HUlUpIGluIGZvcndhcmQgYW5kIGJhY2t3YXJkIGRpcmVjdGlvbnMgYXQgZWFjaCB0aW1lIHN0ZXAuIExhc3RseSwgdGhlIG91dHB1dCBmZWF0dXJlIHJlcHJlc2VudGF0aW9ucyBmcm9tIHRoZSB0cmlwbGV0IGF0dGVudGlvbiBtb2R1bGUgYW5kIHRoZSBleHRyYWN0ZWQgaGlnaC1sZXZlbCBwYXR0ZXJucyBmcm9tIEJpLUdSVSBhcmUgZnVzZWQgYW5kIGZlZCBpbnRvIHRoZSBjbGFzc2lmaWNhdGlvbiBtb2R1bGUgdG8gcmVjb2duaXplIGVtb3Rpb24uIFRoZSBleHRlbnNpdmUgZXhwZXJpbWVudGFsIGV2YWx1YXRpb25zIHJldmVhbGVkIHRoYXQgdGhlIHByb3Bvc2VkIE1TRi1OZXQgb3V0cGVyZm9ybWVkIHRoZSBzdGF0ZS1vZi10aGUtYXJ0IGFwcHJvYWNoZXMgb24gdHdvIHBvcHVsYXIgZGF0YXNldHMsIEJpb1ZpZCBFbW8gREIgYW5kIE1HRUVELiBGaW5hbGx5LCB3ZSB0ZXN0ZWQgdGhlIHByb3Bvc2VkIE1TRi1OZXQgaW4gdGhlIEludGVybmV0IG9mIFRoaW5ncyBlbnZpcm9ubWVudCB0byBmYWNpbGl0YXRlIHJlYWwtd29ybGQgc2NhbGFibGUgc21hcnQgaGVhbHRoY2FyZSBhcHBsaWNhdGlvbi4iLCJwdWJsaXNoZXIiOiJFbHNldmllciBCLlYuIiwidm9sdW1lIjoiMTE5IiwiY29udGFpbmVyLXRpdGxlLXNob3J0IjoiIn0sImlzVGVtcG9yYXJ5IjpmYWxzZX1dfQ==&quot;,&quot;citationItems&quot;:[{&quot;id&quot;:&quot;bab85c34-d264-3717-9807-abd4e314d197&quot;,&quot;itemData&quot;:{&quot;type&quot;:&quot;article-journal&quot;,&quot;id&quot;:&quot;bab85c34-d264-3717-9807-abd4e314d197&quot;,&quot;title&quot;:&quot;The development of specific emotion comprehension components in 1285 preschool children&quot;,&quot;author&quot;:[{&quot;family&quot;:&quot;Richard&quot;,&quot;given&quot;:&quot;Sylvie&quot;,&quot;parse-names&quot;:false,&quot;dropping-particle&quot;:&quot;&quot;,&quot;non-dropping-particle&quot;:&quot;&quot;},{&quot;family&quot;:&quot;Cavadini&quot;,&quot;given&quot;:&quot;Thalia&quot;,&quot;parse-names&quot;:false,&quot;dropping-particle&quot;:&quot;&quot;,&quot;non-dropping-particle&quot;:&quot;&quot;},{&quot;family&quot;:&quot;Dalla-Libera&quot;,&quot;given&quot;:&quot;Nathalie&quot;,&quot;parse-names&quot;:false,&quot;dropping-particle&quot;:&quot;&quot;,&quot;non-dropping-particle&quot;:&quot;&quot;},{&quot;family&quot;:&quot;Angonin&quot;,&quot;given&quot;:&quot;Sonia&quot;,&quot;parse-names&quot;:false,&quot;dropping-particle&quot;:&quot;&quot;,&quot;non-dropping-particle&quot;:&quot;&quot;},{&quot;family&quot;:&quot;Alaria&quot;,&quot;given&quot;:&quot;Laura&quot;,&quot;parse-names&quot;:false,&quot;dropping-particle&quot;:&quot;&quot;,&quot;non-dropping-particle&quot;:&quot;&quot;},{&quot;family&quot;:&quot;Lafay&quot;,&quot;given&quot;:&quot;Anne&quot;,&quot;parse-names&quot;:false,&quot;dropping-particle&quot;:&quot;&quot;,&quot;non-dropping-particle&quot;:&quot;&quot;},{&quot;family&quot;:&quot;Berger&quot;,&quot;given&quot;:&quot;Carole&quot;,&quot;parse-names&quot;:false,&quot;dropping-particle&quot;:&quot;&quot;,&quot;non-dropping-particle&quot;:&quot;&quot;},{&quot;family&quot;:&quot;Gentaz&quot;,&quot;given&quot;:&quot;Edouard&quot;,&quot;parse-names&quot;:false,&quot;dropping-particle&quot;:&quot;&quot;,&quot;non-dropping-particle&quot;:&quot;&quot;}],&quot;container-title&quot;:&quot;Scientific Reports&quot;,&quot;container-title-short&quot;:&quot;Sci Rep&quot;,&quot;DOI&quot;:&quot;10.1038/s41598-025-90613-z&quot;,&quot;ISSN&quot;:&quot;20452322&quot;,&quot;PMID&quot;:&quot;40074770&quot;,&quot;issued&quot;:{&quot;date-parts&quot;:[[2025,12,1]]},&quot;abstract&quot;:&quot;The goal was to examine the development of specific components of emotion comprehension in 1285 preschool children aged 3 to 5 years. Three tasks were used: context-free facial recognition of four primary (and neutral) emotions, and comprehension of external causes (i.e., pointing to which emotion a character feels in several situations, and labelling each of them). Main results showed that emotion comprehension improves in 3-4-5-year-olds. However, some components seemed to improve faster regardless of age. Context-free facial recognition of emotions was better mastered compared to the ability to identify and label (respectively non-verbal and verbal causes comprehension tasks) an emotion after presenting the external cause (visually/verbally) of emotion. Labelling facial expressions remained the most complex task. When external causes that generate emotion were presented, joy tended to be the most recognized emotion, while anger, fear, and sadness came after and improved with age. At age 3, on the context-free facial recognition task, anger and sadness were best recognized, joy came in third place. At age 5, joy took first place for this task. Fear remained the most difficult emotion to recognize along with neutral expression on this task for each age group. Finally, neutral emotions were the most difficult to recognize in all three tasks and for each age group.&quot;,&quot;publisher&quot;:&quot;Nature Research&quot;,&quot;issue&quot;:&quot;1&quot;,&quot;volume&quot;:&quot;15&quot;},&quot;isTemporary&quot;:false},{&quot;id&quot;:&quot;f576d85e-7931-3abc-b98d-47eacf301803&quot;,&quot;itemData&quot;:{&quot;type&quot;:&quot;article-journal&quot;,&quot;id&quot;:&quot;f576d85e-7931-3abc-b98d-47eacf301803&quot;,&quot;title&quot;:&quot;MSF-Net: Multi-stage fusion network for emotion recognition from multimodal signals in scalable healthcare&quot;,&quot;author&quot;:[{&quot;family&quot;:&quot;Islam&quot;,&quot;given&quot;:&quot;Md Milon&quot;,&quot;parse-names&quot;:false,&quot;dropping-particle&quot;:&quot;&quot;,&quot;non-dropping-particle&quot;:&quot;&quot;},{&quot;family&quot;:&quot;Karray&quot;,&quot;given&quot;:&quot;Fakhri&quot;,&quot;parse-names&quot;:false,&quot;dropping-particle&quot;:&quot;&quot;,&quot;non-dropping-particle&quot;:&quot;&quot;},{&quot;family&quot;:&quot;Muhammad&quot;,&quot;given&quot;:&quot;Ghulam&quot;,&quot;parse-names&quot;:false,&quot;dropping-particle&quot;:&quot;&quot;,&quot;non-dropping-particle&quot;:&quot;&quot;}],&quot;container-title&quot;:&quot;Information Fusion&quot;,&quot;DOI&quot;:&quot;10.1016/j.inffus.2025.103028&quot;,&quot;ISSN&quot;:&quot;15662535&quot;,&quot;issued&quot;:{&quot;date-parts&quot;:[[2025,7,1]]},&quot;abstract&quot;:&quot;Automatic emotion recognition has attracted significant interest in healthcare, thanks to remarkable developments made recently in smart and innovative technologies. A real-time emotion recognition system allows for continuous monitoring, comprehension, and enhancement of the physical entity's capacities, along with continuing advice for enhancing quality of life and well-being in the context of personalized healthcare. Multimodal emotion recognition presents a significant challenge in terms of efficiently using the diverse modalities present in the data. In this article, we introduce a Multi-Stage Fusion Network (MSF-Net) for emotion recognition capable of extracting multimodal information and achieving significant performances. We propose utilizing the transformer-based structure to extract deep features from facial expressions. We exploited two visual descriptors, local binary pattern and Oriented FAST and Rotated BRIEF, to retrieve the computer vision-based features from the facial videos. A feature-level fusion network integrates the extraction of features from these modules, directing the output into the triplet attention technique. This module employs a three-branch architecture to compute attention weights to capture cross-dimensional interactions efficiently. The temporal dependencies in physiological signals are modeled by a Bi-directional Gated Recurrent Unit (Bi-GRU) in forward and backward directions at each time step. Lastly, the output feature representations from the triplet attention module and the extracted high-level patterns from Bi-GRU are fused and fed into the classification module to recognize emotion. The extensive experimental evaluations revealed that the proposed MSF-Net outperformed the state-of-the-art approaches on two popular datasets, BioVid Emo DB and MGEED. Finally, we tested the proposed MSF-Net in the Internet of Things environment to facilitate real-world scalable smart healthcare application.&quot;,&quot;publisher&quot;:&quot;Elsevier B.V.&quot;,&quot;volume&quot;:&quot;119&quot;,&quot;container-title-short&quot;:&quot;&quot;},&quot;isTemporary&quot;:false}]},{&quot;citationID&quot;:&quot;MENDELEY_CITATION_ff5eb1da-13a9-43ad-b0b1-fd5cc66cf833&quot;,&quot;properties&quot;:{&quot;noteIndex&quot;:0},&quot;isEdited&quot;:false,&quot;manualOverride&quot;:{&quot;isManuallyOverridden&quot;:false,&quot;citeprocText&quot;:&quot;[8, 9]&quot;,&quot;manualOverrideText&quot;:&quot;&quot;},&quot;citationTag&quot;:&quot;MENDELEY_CITATION_v3_eyJjaXRhdGlvbklEIjoiTUVOREVMRVlfQ0lUQVRJT05fZmY1ZWIxZGEtMTNhOS00M2FkLWIwYjEtZmQ1Y2M2NmNmODMzIiwicHJvcGVydGllcyI6eyJub3RlSW5kZXgiOjB9LCJpc0VkaXRlZCI6ZmFsc2UsIm1hbnVhbE92ZXJyaWRlIjp7ImlzTWFudWFsbHlPdmVycmlkZGVuIjpmYWxzZSwiY2l0ZXByb2NUZXh0IjoiWzgsIDldIiwibWFudWFsT3ZlcnJpZGVUZXh0IjoiIn0sImNpdGF0aW9uSXRlbXMiOlt7ImlkIjoiNGVmOTY3ZmQtOTFmNS0zZWExLTgyMTktMWQ2NThhMzM1ODk0IiwiaXRlbURhdGEiOnsidHlwZSI6ImFydGljbGUtam91cm5hbCIsImlkIjoiNGVmOTY3ZmQtOTFmNS0zZWExLTgyMTktMWQ2NThhMzM1ODk0IiwidGl0bGUiOiJQcmVkaWN0ZWQgbWlzc2luZyBpbmZvcm1hdGlvbiBiaWFzZXMgZW5zZW1ibGUgcGVyY2VwdGlvbiBvZiB0ZW1wb3JhbGx5IG9yZGVyZWQgZmFjaWFsIGV4cHJlc3Npb25zIiwiYXV0aG9yIjpbeyJmYW1pbHkiOiJMdSIsImdpdmVuIjoiSmlhaGFvIiwicGFyc2UtbmFtZXMiOmZhbHNlLCJkcm9wcGluZy1wYXJ0aWNsZSI6IiIsIm5vbi1kcm9wcGluZy1wYXJ0aWNsZSI6IiJ9LHsiZmFtaWx5IjoiV2FuZyIsImdpdmVuIjoiSnVuIiwicGFyc2UtbmFtZXMiOmZhbHNlLCJkcm9wcGluZy1wYXJ0aWNsZSI6IiIsIm5vbi1kcm9wcGluZy1wYXJ0aWNsZSI6IiJ9XSwiY29udGFpbmVyLXRpdGxlIjoiU2NpZW50aWZpYyBSZXBvcnRzIiwiY29udGFpbmVyLXRpdGxlLXNob3J0IjoiU2NpIFJlcCIsIkRPSSI6IjEwLjEwMzgvczQxNTk4LTAyNS04NzkzNi0yIiwiSVNTTiI6IjIwNDUyMzIyIiwiUE1JRCI6IjM5ODkwOTgyIiwiaXNzdWVkIjp7ImRhdGUtcGFydHMiOltbMjAyNSwxMiwxXV19LCJhYnN0cmFjdCI6IkJ5IG9ic2VydmluZyBkeW5hbWljYWxseSBjaGFuZ2luZyBmYWNpYWwgZXhwcmVzc2lvbnMsIGh1bWFucyBjYW4gdXNlIGEgc3BlY2lhbGl6ZWQgY2FwYWNpdHkga25vd24gYXMgZW5zZW1ibGUgY29kaW5nIHRvIGVmZm9ydGxlc3NseSBvYnRhaW4gYSBzdW1tYXJ5IHJlcHJlc2VudGF0aW9uIG9mIGFuIGluZGl2aWR1YWzigJlzIGVtb3Rpb25hbCBzdGF0ZS4gSG93ZXZlciwgZmV3IHN0dWRpZXMgaGF2ZSBleGFtaW5lZCB3aGV0aGVyIHRoZSBtaXNzaW5nIGV4cHJlc3Npb24gaW5mb3JtZWQgYnkgdGhlIHN0YXRpc3RpY2FsIHJlZ3VsYXJpdHkgaW4gdGhlIGNoYW5naW5nIGZhY2lhbCBleHByZXNzaW9ucyBjYW4gYmUgc2FtcGxlZCBhbmQgdGhlbiBpbmZsdWVuY2UgdGhlIHBlcmNlcHR1YWwgYXZlcmFnaW5nIHByb2Nlc3MuIEluIEV4cGVyaW1lbnQgMWEgYW5kIDFiLCB3ZSBtYW5pcHVsYXRlZCB0aGUgYW1vdW50IG9mIHByaW9yIGluZm9ybWF0aW9uIGZyb20gbG9jYWwgcmVndWxhcml0eSBieSB2YXJ5aW5nIHRoZSBwb3NpdGlvbiBvZiB0aGUgbWlzc2luZyBleHByZXNzaW9uIGluIHRoZSB0ZW1wb3JhbCBzZXF1ZW5jZSAoMWE6IE5ldXRyYWwgdG8gRGlzZ3VzdCBhbmQvb3IgRGlzZ3VzdCB0byBOZXV0cmFsLDFiOiBOZXV0cmFsIHRvIEhhcHB5IGFuZC9vciBIYXBweSB0byBOZXV0cmFsKSB3aXRoaW4gYSB0cmlhbC4gUmVzdWx0cyBzaG93ZWQgdGhhdCBlbnNlbWJsZSBlc3RpbWF0ZXMgd2VyZSB0b3dhcmRzIHRoZSBtZWFuIG9mIGV4cHJlc3Npb25zIGluY2x1ZGluZyBib3RoIHRoZSBwcmVzZW50ZWQgYW5kIHRoZSBtaXNzaW5nIGZhY2VzLCBvbmx5IHdoZW4gc3VmZmljaWVudCBwcmVkaWN0YWJpbGl0eSAoZS5nLiBhIG1pc3NpbmcgZXhwcmVzc2lvbiBpbiB0aGUgbGF0ZSBwb3NpdGlvbikgaW5mb3JtZWQgYnkgbG9jYWwgcmVndWxhcml0eS4gSW4gRXhwZXJpbWVudCAyLCB3ZSBhZGRlZCBwcmlvciBpbmZvcm1hdGlvbiBmcm9tIGdsb2JhbCByZWd1bGFyaXRpZXMgdG8gaGVscCBib29zdCB0aGUgcHJlZGljdGFiaWxpdHkgb2YgYW4gZWFybHkgbWlzc2luZyBleHByZXNzaW9uIGJ5IGtlZXBpbmcgdGhlIGVtb3Rpb25hbCBkaXJlY3Rpb24gY29uc2lzdGVudCBpbiBhIGJsb2NrLiBIb3dldmVyLCBlc3RpbWF0ZXMgd2VyZSBub3QgdG93YXJkcyB0aGUgbWVhbiBvZiBleHByZXNzaW9ucyBpbmNsdWRpbmcgYm90aCB0aGUgcHJlc2VudGVkIGFuZCB0aGUgbWlzc2luZyBleHByZXNzaW9ucyBhcyBleHBlY3RlZC4gQWx0aG91Z2ggdGhlIGdlbmVyYWxpemFiaWxpdHkgbWF5IGJlIGxpbWl0ZWQsIHRoZXNlIGZpbmRpbmdzIHN1Z2dlc3QgdGhhdCBwcmlvciBpbmZvcm1hdGlvbiBhdCBkaWZmZXJlbnQgbGV2ZWxzIG9mIGhpZXJhcmNoaWNhbCBwcmVkaWN0aXZlIGNvZGluZyBtYXkgZXhlcnQgcXVhbGl0YXRpdmVseSBkaWZmZXJlbnQgaW5mbHVlbmNlcyBvbiB0aGUgcGVyY2VwdHVhbCBhdmVyYWdpbmcgb2YgdGVtcG9yYWxseSBvcmRlcmVkIGZhY2lhbCBleHByZXNzaW9ucyB3aXRoIG1pc3NpbmcgaXRlbXMuIiwicHVibGlzaGVyIjoiTmF0dXJlIFJlc2VhcmNoIiwiaXNzdWUiOiIxIiwidm9sdW1lIjoiMTUifSwiaXNUZW1wb3JhcnkiOmZhbHNlfSx7ImlkIjoiYmFiODVjMzQtZDI2NC0zNzE3LTk4MDctYWJkNGUzMTRkMTk3IiwiaXRlbURhdGEiOnsidHlwZSI6ImFydGljbGUtam91cm5hbCIsImlkIjoiYmFiODVjMzQtZDI2NC0zNzE3LTk4MDctYWJkNGUzMTRkMTk3IiwidGl0bGUiOiJUaGUgZGV2ZWxvcG1lbnQgb2Ygc3BlY2lmaWMgZW1vdGlvbiBjb21wcmVoZW5zaW9uIGNvbXBvbmVudHMgaW4gMTI4NSBwcmVzY2hvb2wgY2hpbGRyZW4iLCJhdXRob3IiOlt7ImZhbWlseSI6IlJpY2hhcmQiLCJnaXZlbiI6IlN5bHZpZSIsInBhcnNlLW5hbWVzIjpmYWxzZSwiZHJvcHBpbmctcGFydGljbGUiOiIiLCJub24tZHJvcHBpbmctcGFydGljbGUiOiIifSx7ImZhbWlseSI6IkNhdmFkaW5pIiwiZ2l2ZW4iOiJUaGFsaWEiLCJwYXJzZS1uYW1lcyI6ZmFsc2UsImRyb3BwaW5nLXBhcnRpY2xlIjoiIiwibm9uLWRyb3BwaW5nLXBhcnRpY2xlIjoiIn0seyJmYW1pbHkiOiJEYWxsYS1MaWJlcmEiLCJnaXZlbiI6Ik5hdGhhbGllIiwicGFyc2UtbmFtZXMiOmZhbHNlLCJkcm9wcGluZy1wYXJ0aWNsZSI6IiIsIm5vbi1kcm9wcGluZy1wYXJ0aWNsZSI6IiJ9LHsiZmFtaWx5IjoiQW5nb25pbiIsImdpdmVuIjoiU29uaWEiLCJwYXJzZS1uYW1lcyI6ZmFsc2UsImRyb3BwaW5nLXBhcnRpY2xlIjoiIiwibm9uLWRyb3BwaW5nLXBhcnRpY2xlIjoiIn0seyJmYW1pbHkiOiJBbGFyaWEiLCJnaXZlbiI6IkxhdXJhIiwicGFyc2UtbmFtZXMiOmZhbHNlLCJkcm9wcGluZy1wYXJ0aWNsZSI6IiIsIm5vbi1kcm9wcGluZy1wYXJ0aWNsZSI6IiJ9LHsiZmFtaWx5IjoiTGFmYXkiLCJnaXZlbiI6IkFubmUiLCJwYXJzZS1uYW1lcyI6ZmFsc2UsImRyb3BwaW5nLXBhcnRpY2xlIjoiIiwibm9uLWRyb3BwaW5nLXBhcnRpY2xlIjoiIn0seyJmYW1pbHkiOiJCZXJnZXIiLCJnaXZlbiI6IkNhcm9sZSIsInBhcnNlLW5hbWVzIjpmYWxzZSwiZHJvcHBpbmctcGFydGljbGUiOiIiLCJub24tZHJvcHBpbmctcGFydGljbGUiOiIifSx7ImZhbWlseSI6IkdlbnRheiIsImdpdmVuIjoiRWRvdWFyZCIsInBhcnNlLW5hbWVzIjpmYWxzZSwiZHJvcHBpbmctcGFydGljbGUiOiIiLCJub24tZHJvcHBpbmctcGFydGljbGUiOiIifV0sImNvbnRhaW5lci10aXRsZSI6IlNjaWVudGlmaWMgUmVwb3J0cyIsImNvbnRhaW5lci10aXRsZS1zaG9ydCI6IlNjaSBSZXAiLCJET0kiOiIxMC4xMDM4L3M0MTU5OC0wMjUtOTA2MTMteiIsIklTU04iOiIyMDQ1MjMyMiIsIlBNSUQiOiI0MDA3NDc3MCIsImlzc3VlZCI6eyJkYXRlLXBhcnRzIjpbWzIwMjUsMTIsMV1dfSwiYWJzdHJhY3QiOiJUaGUgZ29hbCB3YXMgdG8gZXhhbWluZSB0aGUgZGV2ZWxvcG1lbnQgb2Ygc3BlY2lmaWMgY29tcG9uZW50cyBvZiBlbW90aW9uIGNvbXByZWhlbnNpb24gaW4gMTI4NSBwcmVzY2hvb2wgY2hpbGRyZW4gYWdlZCAzIHRvIDUgeWVhcnMuIFRocmVlIHRhc2tzIHdlcmUgdXNlZDogY29udGV4dC1mcmVlIGZhY2lhbCByZWNvZ25pdGlvbiBvZiBmb3VyIHByaW1hcnkgKGFuZCBuZXV0cmFsKSBlbW90aW9ucywgYW5kIGNvbXByZWhlbnNpb24gb2YgZXh0ZXJuYWwgY2F1c2VzIChpLmUuLCBwb2ludGluZyB0byB3aGljaCBlbW90aW9uIGEgY2hhcmFjdGVyIGZlZWxzIGluIHNldmVyYWwgc2l0dWF0aW9ucywgYW5kIGxhYmVsbGluZyBlYWNoIG9mIHRoZW0pLiBNYWluIHJlc3VsdHMgc2hvd2VkIHRoYXQgZW1vdGlvbiBjb21wcmVoZW5zaW9uIGltcHJvdmVzIGluIDMtNC01LXllYXItb2xkcy4gSG93ZXZlciwgc29tZSBjb21wb25lbnRzIHNlZW1lZCB0byBpbXByb3ZlIGZhc3RlciByZWdhcmRsZXNzIG9mIGFnZS4gQ29udGV4dC1mcmVlIGZhY2lhbCByZWNvZ25pdGlvbiBvZiBlbW90aW9ucyB3YXMgYmV0dGVyIG1hc3RlcmVkIGNvbXBhcmVkIHRvIHRoZSBhYmlsaXR5IHRvIGlkZW50aWZ5IGFuZCBsYWJlbCAocmVzcGVjdGl2ZWx5IG5vbi12ZXJiYWwgYW5kIHZlcmJhbCBjYXVzZXMgY29tcHJlaGVuc2lvbiB0YXNrcykgYW4gZW1vdGlvbiBhZnRlciBwcmVzZW50aW5nIHRoZSBleHRlcm5hbCBjYXVzZSAodmlzdWFsbHkvdmVyYmFsbHkpIG9mIGVtb3Rpb24uIExhYmVsbGluZyBmYWNpYWwgZXhwcmVzc2lvbnMgcmVtYWluZWQgdGhlIG1vc3QgY29tcGxleCB0YXNrLiBXaGVuIGV4dGVybmFsIGNhdXNlcyB0aGF0IGdlbmVyYXRlIGVtb3Rpb24gd2VyZSBwcmVzZW50ZWQsIGpveSB0ZW5kZWQgdG8gYmUgdGhlIG1vc3QgcmVjb2duaXplZCBlbW90aW9uLCB3aGlsZSBhbmdlciwgZmVhciwgYW5kIHNhZG5lc3MgY2FtZSBhZnRlciBhbmQgaW1wcm92ZWQgd2l0aCBhZ2UuIEF0IGFnZSAzLCBvbiB0aGUgY29udGV4dC1mcmVlIGZhY2lhbCByZWNvZ25pdGlvbiB0YXNrLCBhbmdlciBhbmQgc2FkbmVzcyB3ZXJlIGJlc3QgcmVjb2duaXplZCwgam95IGNhbWUgaW4gdGhpcmQgcGxhY2UuIEF0IGFnZSA1LCBqb3kgdG9vayBmaXJzdCBwbGFjZSBmb3IgdGhpcyB0YXNrLiBGZWFyIHJlbWFpbmVkIHRoZSBtb3N0IGRpZmZpY3VsdCBlbW90aW9uIHRvIHJlY29nbml6ZSBhbG9uZyB3aXRoIG5ldXRyYWwgZXhwcmVzc2lvbiBvbiB0aGlzIHRhc2sgZm9yIGVhY2ggYWdlIGdyb3VwLiBGaW5hbGx5LCBuZXV0cmFsIGVtb3Rpb25zIHdlcmUgdGhlIG1vc3QgZGlmZmljdWx0IHRvIHJlY29nbml6ZSBpbiBhbGwgdGhyZWUgdGFza3MgYW5kIGZvciBlYWNoIGFnZSBncm91cC4iLCJwdWJsaXNoZXIiOiJOYXR1cmUgUmVzZWFyY2giLCJpc3N1ZSI6IjEiLCJ2b2x1bWUiOiIxNSJ9LCJpc1RlbXBvcmFyeSI6ZmFsc2V9XX0=&quot;,&quot;citationItems&quot;:[{&quot;id&quot;:&quot;4ef967fd-91f5-3ea1-8219-1d658a335894&quot;,&quot;itemData&quot;:{&quot;type&quot;:&quot;article-journal&quot;,&quot;id&quot;:&quot;4ef967fd-91f5-3ea1-8219-1d658a335894&quot;,&quot;title&quot;:&quot;Predicted missing information biases ensemble perception of temporally ordered facial expressions&quot;,&quot;author&quot;:[{&quot;family&quot;:&quot;Lu&quot;,&quot;given&quot;:&quot;Jiahao&quot;,&quot;parse-names&quot;:false,&quot;dropping-particle&quot;:&quot;&quot;,&quot;non-dropping-particle&quot;:&quot;&quot;},{&quot;family&quot;:&quot;Wang&quot;,&quot;given&quot;:&quot;Jun&quot;,&quot;parse-names&quot;:false,&quot;dropping-particle&quot;:&quot;&quot;,&quot;non-dropping-particle&quot;:&quot;&quot;}],&quot;container-title&quot;:&quot;Scientific Reports&quot;,&quot;container-title-short&quot;:&quot;Sci Rep&quot;,&quot;DOI&quot;:&quot;10.1038/s41598-025-87936-2&quot;,&quot;ISSN&quot;:&quot;20452322&quot;,&quot;PMID&quot;:&quot;39890982&quot;,&quot;issued&quot;:{&quot;date-parts&quot;:[[2025,12,1]]},&quot;abstract&quot;:&quot;By observing dynamically changing facial expressions, humans can use a specialized capacity known as ensemble coding to effortlessly obtain a summary representation of an individual’s emotional state. However, few studies have examined whether the missing expression informed by the statistical regularity in the changing facial expressions can be sampled and then influence the perceptual averaging process. In Experiment 1a and 1b, we manipulated the amount of prior information from local regularity by varying the position of the missing expression in the temporal sequence (1a: Neutral to Disgust and/or Disgust to Neutral,1b: Neutral to Happy and/or Happy to Neutral) within a trial. Results showed that ensemble estimates were towards the mean of expressions including both the presented and the missing faces, only when sufficient predictability (e.g. a missing expression in the late position) informed by local regularity. In Experiment 2, we added prior information from global regularities to help boost the predictability of an early missing expression by keeping the emotional direction consistent in a block. However, estimates were not towards the mean of expressions including both the presented and the missing expressions as expected. Although the generalizability may be limited, these findings suggest that prior information at different levels of hierarchical predictive coding may exert qualitatively different influences on the perceptual averaging of temporally ordered facial expressions with missing items.&quot;,&quot;publisher&quot;:&quot;Nature Research&quot;,&quot;issue&quot;:&quot;1&quot;,&quot;volume&quot;:&quot;15&quot;},&quot;isTemporary&quot;:false},{&quot;id&quot;:&quot;bab85c34-d264-3717-9807-abd4e314d197&quot;,&quot;itemData&quot;:{&quot;type&quot;:&quot;article-journal&quot;,&quot;id&quot;:&quot;bab85c34-d264-3717-9807-abd4e314d197&quot;,&quot;title&quot;:&quot;The development of specific emotion comprehension components in 1285 preschool children&quot;,&quot;author&quot;:[{&quot;family&quot;:&quot;Richard&quot;,&quot;given&quot;:&quot;Sylvie&quot;,&quot;parse-names&quot;:false,&quot;dropping-particle&quot;:&quot;&quot;,&quot;non-dropping-particle&quot;:&quot;&quot;},{&quot;family&quot;:&quot;Cavadini&quot;,&quot;given&quot;:&quot;Thalia&quot;,&quot;parse-names&quot;:false,&quot;dropping-particle&quot;:&quot;&quot;,&quot;non-dropping-particle&quot;:&quot;&quot;},{&quot;family&quot;:&quot;Dalla-Libera&quot;,&quot;given&quot;:&quot;Nathalie&quot;,&quot;parse-names&quot;:false,&quot;dropping-particle&quot;:&quot;&quot;,&quot;non-dropping-particle&quot;:&quot;&quot;},{&quot;family&quot;:&quot;Angonin&quot;,&quot;given&quot;:&quot;Sonia&quot;,&quot;parse-names&quot;:false,&quot;dropping-particle&quot;:&quot;&quot;,&quot;non-dropping-particle&quot;:&quot;&quot;},{&quot;family&quot;:&quot;Alaria&quot;,&quot;given&quot;:&quot;Laura&quot;,&quot;parse-names&quot;:false,&quot;dropping-particle&quot;:&quot;&quot;,&quot;non-dropping-particle&quot;:&quot;&quot;},{&quot;family&quot;:&quot;Lafay&quot;,&quot;given&quot;:&quot;Anne&quot;,&quot;parse-names&quot;:false,&quot;dropping-particle&quot;:&quot;&quot;,&quot;non-dropping-particle&quot;:&quot;&quot;},{&quot;family&quot;:&quot;Berger&quot;,&quot;given&quot;:&quot;Carole&quot;,&quot;parse-names&quot;:false,&quot;dropping-particle&quot;:&quot;&quot;,&quot;non-dropping-particle&quot;:&quot;&quot;},{&quot;family&quot;:&quot;Gentaz&quot;,&quot;given&quot;:&quot;Edouard&quot;,&quot;parse-names&quot;:false,&quot;dropping-particle&quot;:&quot;&quot;,&quot;non-dropping-particle&quot;:&quot;&quot;}],&quot;container-title&quot;:&quot;Scientific Reports&quot;,&quot;container-title-short&quot;:&quot;Sci Rep&quot;,&quot;DOI&quot;:&quot;10.1038/s41598-025-90613-z&quot;,&quot;ISSN&quot;:&quot;20452322&quot;,&quot;PMID&quot;:&quot;40074770&quot;,&quot;issued&quot;:{&quot;date-parts&quot;:[[2025,12,1]]},&quot;abstract&quot;:&quot;The goal was to examine the development of specific components of emotion comprehension in 1285 preschool children aged 3 to 5 years. Three tasks were used: context-free facial recognition of four primary (and neutral) emotions, and comprehension of external causes (i.e., pointing to which emotion a character feels in several situations, and labelling each of them). Main results showed that emotion comprehension improves in 3-4-5-year-olds. However, some components seemed to improve faster regardless of age. Context-free facial recognition of emotions was better mastered compared to the ability to identify and label (respectively non-verbal and verbal causes comprehension tasks) an emotion after presenting the external cause (visually/verbally) of emotion. Labelling facial expressions remained the most complex task. When external causes that generate emotion were presented, joy tended to be the most recognized emotion, while anger, fear, and sadness came after and improved with age. At age 3, on the context-free facial recognition task, anger and sadness were best recognized, joy came in third place. At age 5, joy took first place for this task. Fear remained the most difficult emotion to recognize along with neutral expression on this task for each age group. Finally, neutral emotions were the most difficult to recognize in all three tasks and for each age group.&quot;,&quot;publisher&quot;:&quot;Nature Research&quot;,&quot;issue&quot;:&quot;1&quot;,&quot;volume&quot;:&quot;15&quot;},&quot;isTemporary&quot;:false}]},{&quot;citationID&quot;:&quot;MENDELEY_CITATION_cc6a9ef6-8311-43ba-a008-e29f01f16b1e&quot;,&quot;properties&quot;:{&quot;noteIndex&quot;:0},&quot;isEdited&quot;:false,&quot;manualOverride&quot;:{&quot;isManuallyOverridden&quot;:false,&quot;citeprocText&quot;:&quot;[11, 12]&quot;,&quot;manualOverrideText&quot;:&quot;&quot;},&quot;citationTag&quot;:&quot;MENDELEY_CITATION_v3_eyJjaXRhdGlvbklEIjoiTUVOREVMRVlfQ0lUQVRJT05fY2M2YTllZjYtODMxMS00M2JhLWEwMDgtZTI5ZjAxZjE2YjFlIiwicHJvcGVydGllcyI6eyJub3RlSW5kZXgiOjB9LCJpc0VkaXRlZCI6ZmFsc2UsIm1hbnVhbE92ZXJyaWRlIjp7ImlzTWFudWFsbHlPdmVycmlkZGVuIjpmYWxzZSwiY2l0ZXByb2NUZXh0IjoiWzExLCAxMl0iLCJtYW51YWxPdmVycmlkZVRleHQiOiIifSwiY2l0YXRpb25JdGVtcyI6W3siaWQiOiI4N2JiMTIxMS05YjVkLTNlMTQtODgxZC03OGI0YjBiOWUxMDgiLCJpdGVtRGF0YSI6eyJ0eXBlIjoiYXJ0aWNsZS1qb3VybmFsIiwiaWQiOiI4N2JiMTIxMS05YjVkLTNlMTQtODgxZC03OGI0YjBiOWUxMDgiLCJ0aXRsZSI6IlJlYWwtVGltZSBGYWNpYWwgRXhwcmVzc2lvbiBSZWNvZ25pdGlvbiBCYXNlZCBvbiBJbWFnZSBQcm9jZXNzaW5nIGluIFZpcnR1YWwgUmVhbGl0eSIsImF1dGhvciI6W3siZmFtaWx5IjoiR29uZyIsImdpdmVuIjoiUWluZ3poZW4iLCJwYXJzZS1uYW1lcyI6ZmFsc2UsImRyb3BwaW5nLXBhcnRpY2xlIjoiIiwibm9uLWRyb3BwaW5nLXBhcnRpY2xlIjoiIn0seyJmYW1pbHkiOiJMaXUiLCJnaXZlbiI6Ilh1ZWZhbmciLCJwYXJzZS1uYW1lcyI6ZmFsc2UsImRyb3BwaW5nLXBhcnRpY2xlIjoiIiwibm9uLWRyb3BwaW5nLXBhcnRpY2xlIjoiIn0seyJmYW1pbHkiOiJNYSIsImdpdmVuIjoiWW9uZ3FpYW5nIiwicGFyc2UtbmFtZXMiOmZhbHNlLCJkcm9wcGluZy1wYXJ0aWNsZSI6IiIsIm5vbi1kcm9wcGluZy1wYXJ0aWNsZSI6IiJ9XSwiY29udGFpbmVyLXRpdGxlIjoiSW50ZXJuYXRpb25hbCBKb3VybmFsIG9mIENvbXB1dGF0aW9uYWwgSW50ZWxsaWdlbmNlIFN5c3RlbXMiLCJET0kiOiIxMC4xMDA3L3M0NDE5Ni0wMjQtMDA3MjktOSIsIklTU04iOiIxODc1Njg4MyIsImlzc3VlZCI6eyJkYXRlLXBhcnRzIjpbWzIwMjUsMTIsMV1dfSwiYWJzdHJhY3QiOiJNb3JlIHZpcnR1YWwgcmVhbGl0eSAoVlIpIHNjZW5hcmlvcyBoYXZlIGJlY29tZSBtb3JlIHByZXZhbGVudCBpbiByZWNlbnQgeWVhcnMuIE1vcmUgYW5kIG1vcmUgcGVvcGxlIGFyZSBnZXR0aW5nIGludG8gVlIsIG1lYW5pbmcgdGhhdCBvYmplY3RpdmUgcGh5c2lvbG9naWNhbCBtZWFzdXJlcyB0byBhc3Nlc3MgYSB1c2VyJ3MgZW1vdGlvbmFsIHN0YXRlIGF1dG9tYXRpY2FsbHkgYXJlIGJlY29taW5nIG1vcmUgY3JpdGljYWwuIEluZGl2aWR1YWxz4oCZIGVtb3Rpb25hbCBzdGF0ZXMgaW1wYWN0IHRoZWlyIGJlaGF2aW91ciwgb3BpbmlvbnMsIGVtb3Rpb25zLCBhbmQgZGVjaXNpb25zLiBUaGV5IG1heSBiZSB1c2VkIHRvIGFuYWx5emUgVlIgZXhwZXJpZW5jZXMgYW5kIG1ha2Ugc3lzdGVtcyByZWFjdCB0byBhbmQgZW5nYWdlIHdpdGggdGhlIHVzZXLigJlzIGVtb3Rpb25zLiBWUiBlbnZpcm9ubWVudHMgcmVxdWlyZSB1c2VycyB0byB3ZWFyIGhlYWQtbW91bnRlZCBkaXNwbGF5cyAoSE1EcyksIGJsb2NraW5nIG9mZiB0aGVpciB1cHBlciBmYWNlcy4gVGhhdCBtYWtlcyB0cmFkaXRpb25hbCBGYWNpYWwgRXhwcmVzc2lvbiBSZWNvZ25pdGlvbiAoRkVSKSBhcHByb2FjaGVzIHZlcnkgbGltaXRlZCBpbiB0aGVpciB1c2VmdWxuZXNzLiBUaHVzLCBhIERlZXAgTGVhcm5pbmcgKERMKSBzb2x1dGlvbiBjb21iaW5lZCB3aXRoIGltYWdlIHByb2Nlc3NpbmcgaXMgdXRpbGl6ZWQgdG8gY2xhc3NpZnkgdW5pdmVyc2FsIGVtb3Rpb25zOiBzYWRuZXNzLCBoYXBwaW5lc3MsIGRpc2d1c3QsIGFuZ2VyLCBmZWFyIGFuZCBzdXJwcmlzZS4gSGVuY2UsIHRoaXMgcGFwZXIgc3VnZ2VzdHMgdGhlIERlZXAgQXV0b21hdGljIEZhY2lhbCBFeHByZXNzaW9uIFJlY29nbml0aW9uIE1vZGVsIChEQUZFUk0pIGZvciBpbnRlcmFjdGl2ZSB2aXJ0dWFsIHJlYWxpdHkgKFZSKSBhcHBsaWNhdGlvbnMgc3VjaCBhcyBpbnRlbGxpZ2VudCBlZHVjYXRpb24sIHNvY2lhbCBuZXR3b3JrcywgYW5kIHZpcnR1YWwgdHJhaW5pbmcuIFR3byBtYWluIHBhcnRzIGNvbXByaXNlIHRoZSBzeXN0ZW06IG9uZSB0aGF0IHVzZXMgZGVlcCBuZXVyYWwgbmV0d29ya3MgKEROTnMpIGZvciBmYWNpYWwgZW1vdGlvbiBpZGVudGlmaWNhdGlvbiBhbmQgYW5vdGhlciB0aGF0IGF1dG9tYXRpY2FsbHkgdHJhY2tzIGFuZCBzZWdtZW50cyBmYWNlcy4gVGhlIHN5c3RlbSBiZWdpbnMgYnkgZm9sbG93aW5nIGEgbWFya2VyIG9uIHRoZSBmcm9udCBvZiB0aGUgaGVhZC1tb3VudGVkIGRpc3BsYXkgKEhNRCkuIFdpdGggdGhlIGhlbHAgb2YgdGhlIHNwYXRpYWwgZGF0YSB0aGF0IGhhcyBiZWVuIHJldHJpZXZlZCwgdGhlIHBvc2l0aW9ucyBhbmQgcm90YXRpb25zIG9mIHRoZSBmYWNlIGFyZSBlc3RpbWF0ZWQgdG8gc2VnbWVudCB0aGUgbW91dGguIEZpbmFsbHksIHRoZSBzeXN0ZW0gaW50ZXJhY3RzIHdpdGggRE5OIHVzaW5nIHRoZSBwaXhlbHMgcHJvY2Vzc2VkIGJ5IHRoZSBsaXBzLiBJdCBvYnRhaW5zIHRoZSBmYWNpYWwgZXhwcmVzc2lvbiByZXN1bHRzIGluIHJlYWwgdGltZSB1c2luZyBhbiBhZGFwdGl2ZSBtZXRob2QgZm9yIGhpc3RvZ3JhbS1iYXNlZCBtb3V0aCBzZWdtZW50YXRpb24uIiwicHVibGlzaGVyIjoiU3ByaW5nZXIgU2NpZW5jZSBhbmQgQnVzaW5lc3MgTWVkaWEgQi5WLiIsImlzc3VlIjoiMSIsInZvbHVtZSI6IjE4IiwiY29udGFpbmVyLXRpdGxlLXNob3J0IjoiIn0sImlzVGVtcG9yYXJ5IjpmYWxzZX0seyJpZCI6ImI1YzAxY2NjLTAzYzAtMzBiOC05MDFjLTYxOWIzMjc0OWJkYyIsIml0ZW1EYXRhIjp7InR5cGUiOiJhcnRpY2xlLWpvdXJuYWwiLCJpZCI6ImI1YzAxY2NjLTAzYzAtMzBiOC05MDFjLTYxOWIzMjc0OWJkYyIsInRpdGxlIjoiTGFuZGZpbGwgV2FzdGUgU2VncmVnYXRpb24gVXNpbmcgVHJhbnNmZXIgYW5kIEVuc2VtYmxlIE1hY2hpbmUgTGVhcm5pbmc6IEEgQ29udm9sdXRpb25hbCBOZXVyYWwgTmV0d29yayBBcHByb2FjaCIsImF1dGhvciI6W3siZmFtaWx5IjoiT3VlZHJhb2dvIiwiZ2l2ZW4iOiJBbmdlbGlrYSBTaXRhIiwicGFyc2UtbmFtZXMiOmZhbHNlLCJkcm9wcGluZy1wYXJ0aWNsZSI6IiIsIm5vbi1kcm9wcGluZy1wYXJ0aWNsZSI6IiJ9LHsiZmFtaWx5IjoiS3VtYXIiLCJnaXZlbiI6IkFqYXkiLCJwYXJzZS1uYW1lcyI6ZmFsc2UsImRyb3BwaW5nLXBhcnRpY2xlIjoiIiwibm9uLWRyb3BwaW5nLXBhcnRpY2xlIjoiIn0seyJmYW1pbHkiOiJXYW5nIiwiZ2l2ZW4iOiJOaW5nIiwicGFyc2UtbmFtZXMiOmZhbHNlLCJkcm9wcGluZy1wYXJ0aWNsZSI6IiIsIm5vbi1kcm9wcGluZy1wYXJ0aWNsZSI6IiJ9XSwiY29udGFpbmVyLXRpdGxlIjoiRW5lcmdpZXMiLCJjb250YWluZXItdGl0bGUtc2hvcnQiOiJFbmVyZ2llcyAoQmFzZWwpIiwiRE9JIjoiMTAuMzM5MC9lbjE2MTY1OTgwIiwiSVNTTiI6IjE5OTYxMDczIiwiaXNzdWVkIjp7ImRhdGUtcGFydHMiOltbMjAyMyw4LDFdXX0sImFic3RyYWN0IjoiV2FzdGUgZGlzcG9zYWwgcmVtYWlucyBhIGNoYWxsZW5nZSBkdWUgdG8gbGFuZCBhdmFpbGFiaWxpdHksIGFuZCBlbnZpcm9ubWVudGFsIGFuZCBoZWFsdGggaXNzdWVzIHJlbGF0ZWQgdG8gdGhlIG1haW4gZGlzcG9zYWwgbWV0aG9kLCBsYW5kZmlsbGluZy4gQ29tYmluaW5nIGNvbXB1dGVyIHZpc2lvbiAobWFjaGluZSBsZWFybmluZykgYW5kIHJvYm90aWNzIHRvIHNvcnQgd2FzdGUgaXMgYSBjb3N0LWVmZmVjdGl2ZSBzb2x1dGlvbiBmb3IgbGFuZGZpbGxpbmcgYWN0aXZpdGllcyBsaW1pdGF0aW9uLiBUaGUgb2JqZWN0aXZlIG9mIHRoaXMgc3R1ZHkgd2FzIHRvIGNvbWJpbmUgdHJhbnNmZXIgYW5kIGVuc2VtYmxlIGxlYXJuaW5nIHRvIHByb2Nlc3MgY29sbGVjdGVkIHdhc3RlIGltYWdlcyBhbmQgY2xhc3NpZnkgbGFuZGZpbGwgd2FzdGUgaW50byBuaW5lIGNsYXNzZXMuIFByZXRyYWluZWQgQ05OIG1vZGVscyAoSW5jZXB0aW9u4oCTUmVzTmV0LXYyLCBFZmZpY2llbnROZXRiMywgYW5kIERlbnNlTmV0MjAxKSB3ZXJlIHVzZWQgYXMgYmFzZSBtb2RlbHMgdG8gZGV2ZWxvcCB0aGUgZW5zZW1ibGUgbmV0d29yaywgYW5kIHRocmVlIG90aGVyIHNpbmdsZSBDTk4gbW9kZWxzIChNb2RlbHMgMSwgMiwgYW5kIDMpLiBUaGUgc2luZ2xlIG5ldHdvcmsgcGVyZm9ybWFuY2VzIHdlcmUgY29tcGFyZWQgdG8gdGhlIGVuc2VtYmxlIG1vZGVsLiBUaGUgd2FzdGUgZGF0YXNldCwgaW5pdGlhbGx5IGdyb3VwZWQgaW4gdHdvIGNsYXNzZXMsIHdhcyBvYnRhaW5lZCBmcm9tIEthZ2dsZSwgYW5kIHJlb3JnYW5pemVkIGludG8gbmluZSBjbGFzc2VzLiBDbGFzc2VzIHdpdGggYSBsb3cgbnVtYmVyIG9mIGRhdGEgd2VyZSBpbXByb3ZlZCBieSBkb3dubG9hZGluZyBhZGRpdGlvbmFsIGltYWdlcyBmcm9tIEdvb2dsZSBzZWFyY2guIFRoZSBFbnNlbWJsZSBNb2RlbCBzaG93ZWQgdGhlIGhpZ2hlc3QgcHJlZGljdGlvbiBwcmVjaXNpb24gKDkwJSkgY29tcGFyZWQgdG8gdGhlIHByZWNpc2lvbiBvZiBNb2RlbHMgMSwgMiwgYW5kIDMsIDg2JSwgODclLCBhbmQgODglLCByZXNwZWN0aXZlbHkuIEFsbCBtb2RlbHMgaGFkIGRpZmZpY3VsdGllcyBwcmVkaWN0aW5nIG92ZXJsYXBwaW5nIGNsYXNzZXMsIHN1Y2ggYXMgZ2xhc3MgYW5kIHBsYXN0aWNzLCBhbmQgd29vZCBhbmQgcGFwZXIvY2FyZGJvYXJkLiBUaGUgZW52aXJvbm1lbnRhbCBjb3N0cyBmb3IgdGhlIEVuc2VtYmxlIG5ldHdvcmssIGFuZCBNb2RlbHMgMiBhbmQgMywgYXBwcm94aW1hdGVseSAxNSBnIENPMiBlcXVpdmFsZW50IHBlciB0cmFpbmluZywgd2VyZSBsb3dlciB0aGFuIHRoZSAxOS4yMyBnIENPMiBlcXVpdmFsZW50IHBlciB0cmFpbmluZyBmb3IgTW9kZWwgMS4iLCJwdWJsaXNoZXIiOiJNdWx0aWRpc2NpcGxpbmFyeSBEaWdpdGFsIFB1Ymxpc2hpbmcgSW5zdGl0dXRlIChNRFBJKSIsImlzc3VlIjoiMTYiLCJ2b2x1bWUiOiIxNiJ9LCJpc1RlbXBvcmFyeSI6ZmFsc2V9XX0=&quot;,&quot;citationItems&quot;:[{&quot;id&quot;:&quot;87bb1211-9b5d-3e14-881d-78b4b0b9e108&quot;,&quot;itemData&quot;:{&quot;type&quot;:&quot;article-journal&quot;,&quot;id&quot;:&quot;87bb1211-9b5d-3e14-881d-78b4b0b9e108&quot;,&quot;title&quot;:&quot;Real-Time Facial Expression Recognition Based on Image Processing in Virtual Reality&quot;,&quot;author&quot;:[{&quot;family&quot;:&quot;Gong&quot;,&quot;given&quot;:&quot;Qingzhen&quot;,&quot;parse-names&quot;:false,&quot;dropping-particle&quot;:&quot;&quot;,&quot;non-dropping-particle&quot;:&quot;&quot;},{&quot;family&quot;:&quot;Liu&quot;,&quot;given&quot;:&quot;Xuefang&quot;,&quot;parse-names&quot;:false,&quot;dropping-particle&quot;:&quot;&quot;,&quot;non-dropping-particle&quot;:&quot;&quot;},{&quot;family&quot;:&quot;Ma&quot;,&quot;given&quot;:&quot;Yongqiang&quot;,&quot;parse-names&quot;:false,&quot;dropping-particle&quot;:&quot;&quot;,&quot;non-dropping-particle&quot;:&quot;&quot;}],&quot;container-title&quot;:&quot;International Journal of Computational Intelligence Systems&quot;,&quot;DOI&quot;:&quot;10.1007/s44196-024-00729-9&quot;,&quot;ISSN&quot;:&quot;18756883&quot;,&quot;issued&quot;:{&quot;date-parts&quot;:[[2025,12,1]]},&quot;abstract&quot;:&quot;More virtual reality (VR) scenarios have become more prevalent in recent years. More and more people are getting into VR, meaning that objective physiological measures to assess a user's emotional state automatically are becoming more critical. Individuals’ emotional states impact their behaviour, opinions, emotions, and decisions. They may be used to analyze VR experiences and make systems react to and engage with the user’s emotions. VR environments require users to wear head-mounted displays (HMDs), blocking off their upper faces. That makes traditional Facial Expression Recognition (FER) approaches very limited in their usefulness. Thus, a Deep Learning (DL) solution combined with image processing is utilized to classify universal emotions: sadness, happiness, disgust, anger, fear and surprise. Hence, this paper suggests the Deep Automatic Facial Expression Recognition Model (DAFERM) for interactive virtual reality (VR) applications such as intelligent education, social networks, and virtual training. Two main parts comprise the system: one that uses deep neural networks (DNNs) for facial emotion identification and another that automatically tracks and segments faces. The system begins by following a marker on the front of the head-mounted display (HMD). With the help of the spatial data that has been retrieved, the positions and rotations of the face are estimated to segment the mouth. Finally, the system interacts with DNN using the pixels processed by the lips. It obtains the facial expression results in real time using an adaptive method for histogram-based mouth segmentation.&quot;,&quot;publisher&quot;:&quot;Springer Science and Business Media B.V.&quot;,&quot;issue&quot;:&quot;1&quot;,&quot;volume&quot;:&quot;18&quot;,&quot;container-title-short&quot;:&quot;&quot;},&quot;isTemporary&quot;:false},{&quot;id&quot;:&quot;b5c01ccc-03c0-30b8-901c-619b32749bdc&quot;,&quot;itemData&quot;:{&quot;type&quot;:&quot;article-journal&quot;,&quot;id&quot;:&quot;b5c01ccc-03c0-30b8-901c-619b32749bdc&quot;,&quot;title&quot;:&quot;Landfill Waste Segregation Using Transfer and Ensemble Machine Learning: A Convolutional Neural Network Approach&quot;,&quot;author&quot;:[{&quot;family&quot;:&quot;Ouedraogo&quot;,&quot;given&quot;:&quot;Angelika Sita&quot;,&quot;parse-names&quot;:false,&quot;dropping-particle&quot;:&quot;&quot;,&quot;non-dropping-particle&quot;:&quot;&quot;},{&quot;family&quot;:&quot;Kumar&quot;,&quot;given&quot;:&quot;Ajay&quot;,&quot;parse-names&quot;:false,&quot;dropping-particle&quot;:&quot;&quot;,&quot;non-dropping-particle&quot;:&quot;&quot;},{&quot;family&quot;:&quot;Wang&quot;,&quot;given&quot;:&quot;Ning&quot;,&quot;parse-names&quot;:false,&quot;dropping-particle&quot;:&quot;&quot;,&quot;non-dropping-particle&quot;:&quot;&quot;}],&quot;container-title&quot;:&quot;Energies&quot;,&quot;container-title-short&quot;:&quot;Energies (Basel)&quot;,&quot;DOI&quot;:&quot;10.3390/en16165980&quot;,&quot;ISSN&quot;:&quot;19961073&quot;,&quot;issued&quot;:{&quot;date-parts&quot;:[[2023,8,1]]},&quot;abstract&quot;:&quot;Waste disposal remains a challenge due to land availability, and environmental and health issues related to the main disposal method, landfilling. Combining computer vision (machine learning) and robotics to sort waste is a cost-effective solution for landfilling activities limitation. The objective of this study was to combine transfer and ensemble learning to process collected waste images and classify landfill waste into nine classes. Pretrained CNN models (Inception–ResNet-v2, EfficientNetb3, and DenseNet201) were used as base models to develop the ensemble network, and three other single CNN models (Models 1, 2, and 3). The single network performances were compared to the ensemble model. The waste dataset, initially grouped in two classes, was obtained from Kaggle, and reorganized into nine classes. Classes with a low number of data were improved by downloading additional images from Google search. The Ensemble Model showed the highest prediction precision (90%) compared to the precision of Models 1, 2, and 3, 86%, 87%, and 88%, respectively. All models had difficulties predicting overlapping classes, such as glass and plastics, and wood and paper/cardboard. The environmental costs for the Ensemble network, and Models 2 and 3, approximately 15 g CO2 equivalent per training, were lower than the 19.23 g CO2 equivalent per training for Model 1.&quot;,&quot;publisher&quot;:&quot;Multidisciplinary Digital Publishing Institute (MDPI)&quot;,&quot;issue&quot;:&quot;16&quot;,&quot;volume&quot;:&quot;16&quot;},&quot;isTemporary&quot;:false}]},{&quot;citationID&quot;:&quot;MENDELEY_CITATION_c37f9407-2d0e-4f31-8de4-445eb3249011&quot;,&quot;properties&quot;:{&quot;noteIndex&quot;:0},&quot;isEdited&quot;:false,&quot;manualOverride&quot;:{&quot;isManuallyOverridden&quot;:false,&quot;citeprocText&quot;:&quot;[13]&quot;,&quot;manualOverrideText&quot;:&quot;&quot;},&quot;citationTag&quot;:&quot;MENDELEY_CITATION_v3_eyJjaXRhdGlvbklEIjoiTUVOREVMRVlfQ0lUQVRJT05fYzM3Zjk0MDctMmQwZS00ZjMxLThkZTQtNDQ1ZWIzMjQ5MDExIiwicHJvcGVydGllcyI6eyJub3RlSW5kZXgiOjB9LCJpc0VkaXRlZCI6ZmFsc2UsIm1hbnVhbE92ZXJyaWRlIjp7ImlzTWFudWFsbHlPdmVycmlkZGVuIjpmYWxzZSwiY2l0ZXByb2NUZXh0IjoiWzEzXSIsIm1hbnVhbE92ZXJyaWRlVGV4dCI6IiJ9LCJjaXRhdGlvbkl0ZW1zIjpbeyJpZCI6ImIzMTdjNjM5LTI0MzYtMzNkYy05NjdmLWFjN2ZiYTZlMThmYyIsIml0ZW1EYXRhIjp7InR5cGUiOiJhcnRpY2xlLWpvdXJuYWwiLCJpZCI6ImIzMTdjNjM5LTI0MzYtMzNkYy05NjdmLWFjN2ZiYTZlMThmYyIsInRpdGxlIjoiRW1vdGlvbiByZWNvZ25pdGlvbiBmb3IgZW5oYW5jZWQgbGVhcm5pbmc6IHVzaW5nIEFJIHRvIGRldGVjdCBzdHVkZW50c+KAmSBlbW90aW9ucyBhbmQgYWRqdXN0IHRlYWNoaW5nIG1ldGhvZHMiLCJhdXRob3IiOlt7ImZhbWlseSI6IlNhbGxvdW0iLCJnaXZlbiI6IlNhaWQgQS4iLCJwYXJzZS1uYW1lcyI6ZmFsc2UsImRyb3BwaW5nLXBhcnRpY2xlIjoiIiwibm9uLWRyb3BwaW5nLXBhcnRpY2xlIjoiIn0seyJmYW1pbHkiOiJBbG9tYXJpIiwiZ2l2ZW4iOiJLaGFsZWQgTW9oYW1tYWQiLCJwYXJzZS1uYW1lcyI6ZmFsc2UsImRyb3BwaW5nLXBhcnRpY2xlIjoiIiwibm9uLWRyb3BwaW5nLXBhcnRpY2xlIjoiIn0seyJmYW1pbHkiOiJBbGZhaXNhbCIsImdpdmVuIjoiQXNlZWwgTS4iLCJwYXJzZS1uYW1lcyI6ZmFsc2UsImRyb3BwaW5nLXBhcnRpY2xlIjoiIiwibm9uLWRyb3BwaW5nLXBhcnRpY2xlIjoiIn0seyJmYW1pbHkiOiJBbGphbmFkYSIsImdpdmVuIjoiUm9zZSBBLiIsInBhcnNlLW5hbWVzIjpmYWxzZSwiZHJvcHBpbmctcGFydGljbGUiOiIiLCJub24tZHJvcHBpbmctcGFydGljbGUiOiIifSx7ImZhbWlseSI6IkJhc2lvdW5pIiwiZ2l2ZW4iOiJBenphIiwicGFyc2UtbmFtZXMiOmZhbHNlLCJkcm9wcGluZy1wYXJ0aWNsZSI6IiIsIm5vbi1kcm9wcGluZy1wYXJ0aWNsZSI6IiJ9XSwiY29udGFpbmVyLXRpdGxlIjoiU21hcnQgTGVhcm5pbmcgRW52aXJvbm1lbnRzIiwiRE9JIjoiMTAuMTE4Ni9zNDA1NjEtMDI1LTAwMzc0LTUiLCJJU1NOIjoiMjE5NjcwOTEiLCJpc3N1ZWQiOnsiZGF0ZS1wYXJ0cyI6W1syMDI1LDEyLDFdXX0sImFic3RyYWN0IjoiVGhlIGludGVncmF0aW9uIG9mIGFydGlmaWNpYWwgaW50ZWxsaWdlbmNlIGluIGVkdWNhdGlvbmFsIGVudmlyb25tZW50cyBoYXMgdGhlIHBvdGVudGlhbCB0byByZXZvbHV0aW9uaXplIHRlYWNoaW5nIGFuZCBsZWFybmluZyBieSBlbmFibGluZyByZWFsLXRpbWUgYW5hbHlzaXMgb2Ygc3R1ZGVudHPigJkgZW1vdGlvbnMsIHdoaWNoIGFyZSBjcnVjaWFsIGRldGVybWluYW50cyBvZiBlbmdhZ2VtZW50LCBtb3RpdmF0aW9uLCBhbmQgbGVhcm5pbmcgb3V0Y29tZXMuIEhvd2V2ZXIsIGFjY3VyYXRlbHkgZGV0ZWN0aW5nIGFuZCByZXNwb25kaW5nIHRvIHRoZXNlIGVtb3Rpb25zIHJlbWFpbnMgYSBzaWduaWZpY2FudCBjaGFsbGVuZ2UsIHBhcnRpY3VsYXJseSBpbiBvbmxpbmUgYW5kIHJlbW90ZSBsZWFybmluZyBzZXR0aW5ncyB3aGVyZSBkaXJlY3QgdGVhY2hlci1zdHVkZW50IGludGVyYWN0aW9ucyBhcmUgbGltaXRlZC4gVHJhZGl0aW9uYWwgZWR1Y2F0aW9uYWwgYXBwcm9hY2hlcyBvZnRlbiBmYWlsIHRvIGFjY291bnQgZm9yIHRoZSBlbW90aW9uYWwgc3RhdGVzIG9mIHN0dWRlbnRzLCB3aGljaCBjYW4gbGVhZCB0byBkaXNlbmdhZ2VtZW50IGFuZCByZWR1Y2VkIGxlYXJuaW5nIGVmZmVjdGl2ZW5lc3MuIFRoZSBjdXJyZW50IHN0dWR5IGFkZHJlc3NlcyB0aGlzIHByb2JsZW0gYnkgZGV2ZWxvcGluZyBhIHJlZmluZWQgY29udm9sdXRpb25hbCBuZXVyYWwgbmV0d29yayAoQ05OKSBtb2RlbCBkZXNpZ25lZCB0byBkZXRlY3Qgc3R1ZGVudHPigJkgZW1vdGlvbnMgd2l0aCBoaWdoIGFjY3VyYWN5LCB1c2luZyB0aGUgRkVSMjAxMyBmYWNpYWwgZXhwcmVzc2lvbiByZWNvZ25pdGlvbiBkYXRhc2V0LiBUaGUgbWV0aG9kb2xvZ3kgaW52b2x2ZWQgcHJlcHJvY2Vzc2luZyB0aGUgZGF0YXNldCwgaW5jbHVkaW5nIG5vcm1hbGl6YXRpb24gYW5kIGF1Z21lbnRhdGlvbiB0ZWNobmlxdWVzLCB0byBlbnN1cmUgcm9idXN0bmVzcyBhbmQgZ2VuZXJhbGl6YWJpbGl0eSBvZiB0aGUgbW9kZWwuIFRoZSBDTk4gYXJjaGl0ZWN0dXJlIHdhcyBjYXJlZnVsbHkgZGVzaWduZWQgd2l0aCBtdWx0aXBsZSBjb252b2x1dGlvbmFsLCBiYXRjaCBub3JtYWxpemF0aW9uLCBhbmQgZHJvcG91dCBsYXllcnMgdG8gb3B0aW1pemUgaXRzIGFiaWxpdHkgdG8gY2xhc3NpZnkgc2V2ZW4gYmFzaWMgZW1vdGlvbnM6IGFuZ2VyLCBkaXNndXN0LCBmZWFyLCBoYXBwaW5lc3MsIHNhZG5lc3MsIHN1cnByaXNlLCBhbmQgbmV1dHJhbC4gVGhlIG1vZGVsIHdhcyB0cmFpbmVkIGFuZCB2YWxpZGF0ZWQgb24gYW4gODAtMjAgc3BsaXQgb2YgdGhlIGRhdGFzZXQsIHdpdGggYWRkaXRpb25hbCBtZWFzdXJlcyBzdWNoIGFzIGxlYXJuaW5nIHJhdGUgcmVkdWN0aW9uIGFuZCBlYXJseSBzdG9wcGluZyBpbXBsZW1lbnRlZCB0byBlbmhhbmNlIHBlcmZvcm1hbmNlIGFuZCBwcmV2ZW50IG92ZXJmaXR0aW5nLiBUaGUgcmVzdWx0cyBkZW1vbnN0cmF0ZWQgdGhhdCB0aGUgQ05OIG1vZGVsIGFjaGlldmVkIGEgdGVzdCBhY2N1cmFjeSBvZiA5NSUsIHdpdGggY29uc2lzdGVudGx5IGhpZ2ggcHJlY2lzaW9uIGFuZCByZWNhbGwgYWNyb3NzIGFsbCBlbW90aW9uIGNhdGVnb3JpZXMuIFRoaXMgaGlnaCBsZXZlbCBvZiBhY2N1cmFjeSBpbmRpY2F0ZXMgdGhhdCB0aGUgbW9kZWwgaXMgZWZmZWN0aXZlIGF0IHJlY29nbml6aW5nIHN1YnRsZSBkaWZmZXJlbmNlcyBpbiBmYWNpYWwgZXhwcmVzc2lvbnMsIG1ha2luZyBpdCBzdWl0YWJsZSBmb3IgcmVhbC10aW1lIGFwcGxpY2F0aW9uIGluIGVkdWNhdGlvbmFsIHNldHRpbmdzLiIsInB1Ymxpc2hlciI6IlNwcmluZ2VyIiwiaXNzdWUiOiIxIiwidm9sdW1lIjoiMTIiLCJjb250YWluZXItdGl0bGUtc2hvcnQiOiIifSwiaXNUZW1wb3JhcnkiOmZhbHNlfV19&quot;,&quot;citationItems&quot;:[{&quot;id&quot;:&quot;b317c639-2436-33dc-967f-ac7fba6e18fc&quot;,&quot;itemData&quot;:{&quot;type&quot;:&quot;article-journal&quot;,&quot;id&quot;:&quot;b317c639-2436-33dc-967f-ac7fba6e18fc&quot;,&quot;title&quot;:&quot;Emotion recognition for enhanced learning: using AI to detect students’ emotions and adjust teaching methods&quot;,&quot;author&quot;:[{&quot;family&quot;:&quot;Salloum&quot;,&quot;given&quot;:&quot;Said A.&quot;,&quot;parse-names&quot;:false,&quot;dropping-particle&quot;:&quot;&quot;,&quot;non-dropping-particle&quot;:&quot;&quot;},{&quot;family&quot;:&quot;Alomari&quot;,&quot;given&quot;:&quot;Khaled Mohammad&quot;,&quot;parse-names&quot;:false,&quot;dropping-particle&quot;:&quot;&quot;,&quot;non-dropping-particle&quot;:&quot;&quot;},{&quot;family&quot;:&quot;Alfaisal&quot;,&quot;given&quot;:&quot;Aseel M.&quot;,&quot;parse-names&quot;:false,&quot;dropping-particle&quot;:&quot;&quot;,&quot;non-dropping-particle&quot;:&quot;&quot;},{&quot;family&quot;:&quot;Aljanada&quot;,&quot;given&quot;:&quot;Rose A.&quot;,&quot;parse-names&quot;:false,&quot;dropping-particle&quot;:&quot;&quot;,&quot;non-dropping-particle&quot;:&quot;&quot;},{&quot;family&quot;:&quot;Basiouni&quot;,&quot;given&quot;:&quot;Azza&quot;,&quot;parse-names&quot;:false,&quot;dropping-particle&quot;:&quot;&quot;,&quot;non-dropping-particle&quot;:&quot;&quot;}],&quot;container-title&quot;:&quot;Smart Learning Environments&quot;,&quot;DOI&quot;:&quot;10.1186/s40561-025-00374-5&quot;,&quot;ISSN&quot;:&quot;21967091&quot;,&quot;issued&quot;:{&quot;date-parts&quot;:[[2025,12,1]]},&quot;abstract&quot;:&quot;The integration of artificial intelligence in educational environments has the potential to revolutionize teaching and learning by enabling real-time analysis of students’ emotions, which are crucial determinants of engagement, motivation, and learning outcomes. However, accurately detecting and responding to these emotions remains a significant challenge, particularly in online and remote learning settings where direct teacher-student interactions are limited. Traditional educational approaches often fail to account for the emotional states of students, which can lead to disengagement and reduced learning effectiveness. The current study addresses this problem by developing a refined convolutional neural network (CNN) model designed to detect students’ emotions with high accuracy, using the FER2013 facial expression recognition dataset. The methodology involved preprocessing the dataset, including normalization and augmentation techniques, to ensure robustness and generalizability of the model. The CNN architecture was carefully designed with multiple convolutional, batch normalization, and dropout layers to optimize its ability to classify seven basic emotions: anger, disgust, fear, happiness, sadness, surprise, and neutral. The model was trained and validated on an 80-20 split of the dataset, with additional measures such as learning rate reduction and early stopping implemented to enhance performance and prevent overfitting. The results demonstrated that the CNN model achieved a test accuracy of 95%, with consistently high precision and recall across all emotion categories. This high level of accuracy indicates that the model is effective at recognizing subtle differences in facial expressions, making it suitable for real-time application in educational settings.&quot;,&quot;publisher&quot;:&quot;Springer&quot;,&quot;issue&quot;:&quot;1&quot;,&quot;volume&quot;:&quot;12&quot;,&quot;container-title-short&quot;:&quot;&quot;},&quot;isTemporary&quot;:false}]},{&quot;citationID&quot;:&quot;MENDELEY_CITATION_8e4ac024-f2a5-4b62-8b33-7498a3c14351&quot;,&quot;properties&quot;:{&quot;noteIndex&quot;:0},&quot;isEdited&quot;:false,&quot;manualOverride&quot;:{&quot;isManuallyOverridden&quot;:false,&quot;citeprocText&quot;:&quot;[14, 15]&quot;,&quot;manualOverrideText&quot;:&quot;&quot;},&quot;citationTag&quot;:&quot;MENDELEY_CITATION_v3_eyJjaXRhdGlvbklEIjoiTUVOREVMRVlfQ0lUQVRJT05fOGU0YWMwMjQtZjJhNS00YjYyLThiMzMtNzQ5OGEzYzE0MzUxIiwicHJvcGVydGllcyI6eyJub3RlSW5kZXgiOjB9LCJpc0VkaXRlZCI6ZmFsc2UsIm1hbnVhbE92ZXJyaWRlIjp7ImlzTWFudWFsbHlPdmVycmlkZGVuIjpmYWxzZSwiY2l0ZXByb2NUZXh0IjoiWzE0LCAxNV0iLCJtYW51YWxPdmVycmlkZVRleHQiOiIifSwiY2l0YXRpb25JdGVtcyI6W3siaWQiOiIwOWZhYTkwMS0zYWQ3LTMyNWYtYmYyZi1jNWYxYmQxZGFjNDEiLCJpdGVtRGF0YSI6eyJ0eXBlIjoiYXJ0aWNsZS1qb3VybmFsIiwiaWQiOiIwOWZhYTkwMS0zYWQ3LTMyNWYtYmYyZi1jNWYxYmQxZGFjNDEiLCJ0aXRsZSI6IkRlZXAgbGVhcm5pbmctYmFzZWQgYXV0b21hdGljIGltYWdlIGNsYXNzaWZpY2F0aW9uIG9mIG9yYWwgY2FuY2VyIGNlbGxzIGFjcXVpcmluZyBjaGVtb3Jlc2lzdGFuY2UgaW4gdml0cm8iLCJhdXRob3IiOlt7ImZhbWlseSI6IkhzaWVoIiwiZ2l2ZW4iOiJIc2luZyBDaHVhbiIsInBhcnNlLW5hbWVzIjpmYWxzZSwiZHJvcHBpbmctcGFydGljbGUiOiIiLCJub24tZHJvcHBpbmctcGFydGljbGUiOiIifSx7ImZhbWlseSI6IkNoZW4iLCJnaXZlbiI6IkNobyBZaSIsInBhcnNlLW5hbWVzIjpmYWxzZSwiZHJvcHBpbmctcGFydGljbGUiOiIiLCJub24tZHJvcHBpbmctcGFydGljbGUiOiIifSx7ImZhbWlseSI6IkNob3UiLCJnaXZlbiI6IkNodW5nIEhzaWVuIiwicGFyc2UtbmFtZXMiOmZhbHNlLCJkcm9wcGluZy1wYXJ0aWNsZSI6IiIsIm5vbi1kcm9wcGluZy1wYXJ0aWNsZSI6IiJ9LHsiZmFtaWx5IjoiUGVuZyIsImdpdmVuIjoiQm91IFl1ZSIsInBhcnNlLW5hbWVzIjpmYWxzZSwiZHJvcHBpbmctcGFydGljbGUiOiIiLCJub24tZHJvcHBpbmctcGFydGljbGUiOiIifSx7ImZhbWlseSI6IlN1biIsImdpdmVuIjoiWWkgQ2hlbiIsInBhcnNlLW5hbWVzIjpmYWxzZSwiZHJvcHBpbmctcGFydGljbGUiOiIiLCJub24tZHJvcHBpbmctcGFydGljbGUiOiIifSx7ImZhbWlseSI6IkxpbiIsImdpdmVuIjoiVHp1IFdlaSIsInBhcnNlLW5hbWVzIjpmYWxzZSwiZHJvcHBpbmctcGFydGljbGUiOiIiLCJub24tZHJvcHBpbmctcGFydGljbGUiOiIifSx7ImZhbWlseSI6IkNoaWVuIiwiZ2l2ZW4iOiJZdWVoIiwicGFyc2UtbmFtZXMiOmZhbHNlLCJkcm9wcGluZy1wYXJ0aWNsZSI6IiIsIm5vbi1kcm9wcGluZy1wYXJ0aWNsZSI6IiJ9LHsiZmFtaWx5IjoiQ2hpb3UiLCJnaXZlbiI6IlNoaWggSHdhIiwicGFyc2UtbmFtZXMiOmZhbHNlLCJkcm9wcGluZy1wYXJ0aWNsZSI6IiIsIm5vbi1kcm9wcGluZy1wYXJ0aWNsZSI6IiJ9LHsiZmFtaWx5IjoiSHVuZyIsImdpdmVuIjoiS2FpIEZlbmciLCJwYXJzZS1uYW1lcyI6ZmFsc2UsImRyb3BwaW5nLXBhcnRpY2xlIjoiIiwibm9uLWRyb3BwaW5nLXBhcnRpY2xlIjoiIn0seyJmYW1pbHkiOiJMdSIsImdpdmVuIjoiSGVucnkgSG9ybmcgU2hpbmciLCJwYXJzZS1uYW1lcyI6ZmFsc2UsImRyb3BwaW5nLXBhcnRpY2xlIjoiIiwibm9uLWRyb3BwaW5nLXBhcnRpY2xlIjoiIn1dLCJjb250YWluZXItdGl0bGUiOiJQTG9TIE9ORSIsImNvbnRhaW5lci10aXRsZS1zaG9ydCI6IlBMb1MgT25lIiwiRE9JIjoiMTAuMTM3MS9qb3VybmFsLnBvbmUuMDMxMDMwNCIsIklTU04iOiIxOTMyNjIwMyIsIlBNSUQiOiIzOTQ4NTc0OSIsImlzc3VlZCI6eyJkYXRlLXBhcnRzIjpbWzIwMjQsMTEsMV1dfSwiYWJzdHJhY3QiOiJDZWxsIHNoYXBlIHJlZmxlY3RzIHRoZSBzcGF0aWFsIGNvbmZpZ3VyYXRpb24gcmVzdWx0aW5nIGZyb20gdGhlIGVxdWlsaWJyaXVtIG9mIGNlbGx1bGFyIGFuZCBlbnZpcm9ubWVudGFsIHNpZ25hbHMgYW5kIGlzIGNvbnNpZGVyZWQgYSBoaWdobHkgcmVsZXZhbnQgaW5kaWNhdG9yIG9mIGl0cyBmdW5jdGlvbiBhbmQgYmlvbG9naWNhbCBwcm9wZXJ0aWVzLiBGb3IgY2FuY2VyIGNlbGxzLCB2YXJpb3VzIHBoeXNpb2xvZ2ljYWwgYW5kIGVudmlyb25tZW50YWwgY2hhbGxlbmdlcywgaW5jbHVkaW5nIGNoZW1vdGhlcmFweSwgY2F1c2UgYSBjZWxsIHN0YXRlIHRyYW5zaXRpb24sIHdoaWNoIGlzIGFjY29tcGFuaWVkIGJ5IGEgY29udGludW91cyBtb3JwaG9sb2dpY2FsIGFsdGVyYXRpb24gdGhhdCBpcyBvZnRlbiBleHRyZW1lbHkgZGlmZmljdWx0IHRvIHJlY29nbml6ZSBldmVuIGJ5IGRpcmVjdCBtaWNyb3Njb3BpYyBpbnNwZWN0aW9uLiBUbyBkZXRlcm1pbmUgd2hldGhlciBkZWVwIGxlYXJuaW5nLWJhc2VkIGltYWdlIGFuYWx5c2lzIGVuYWJsZXMgdGhlIGRldGVjdGlvbiBvZiBjZWxsIHNoYXBlIHJlZmxlY3RpbmcgYSBjcnVjaWFsIGNlbGwgc3RhdGUgYWx0ZXJhdGlvbiwgd2UgdXNlZCB0aGUgb3JhbCBjYW5jZXIgY2VsbCBsaW5lIHJlc2lzdGFudCB0byBjaGVtb3RoZXJhcHkgYnV0IGhhdmluZyBjZWxsIG1vcnBob2xvZ3kgbmVhcmx5IGluZGlzY2VybmlibGUgZnJvbSBpdHMgbm9uLXJlc2lzdGFudCBwYXJlbnRhbCBjZWxscy4gV2UgdGhlbiBpbXBsZW1lbnRlZCB0aGUgYXV0b21hdGljIGFwcHJvYWNoIHZpYSBkZWVwIGxlYXJuaW5nIG1ldGhvZHMgYmFzZWQgb24gRWZmaWNpZW5OZXQtQjMgbW9kZWxzLCBhbG9uZyB3aXRoIG92ZXItIGFuZCBkb3duLXNhbXBsaW5nIHRlY2huaXF1ZXMgdG8gZGV0ZXJtaW5lIHdoZXRoZXIgaW1hZ2UgYW5hbHlzaXMgb2YgdGhlIENvbnZvbHV0aW9uYWwgTmV1cmFsIE5ldHdvcmsgKENOTikgY2FuIGFjY29tcGxpc2ggdGhyZWUtY2xhc3MgY2xhc3NpZmljYXRpb24gb2Ygbm9uLWNhbmNlciBjZWxscyB2cy4gY2FuY2VyIGNlbGxzIHdpdGggYW5kIHdpdGhvdXQgY2hlbW9yZXNpc3RhbmNlLiBXZSBhbHNvIGV4YW1pbmUgdGhlIGNhcGFiaWxpdHkgb2YgQ05OLWJhc2VkIGltYWdlIGFuYWx5c2lzIHRvIGFwcHJveGltYXRlIHRoZSBjb21wb3NpdGlvbiBvZiBjaGVtb3Jlc2lzdGFudCBjYW5jZXIgY2VsbHMgd2l0aGluIGEgcG9wdWxhdGlvbi4gV2Ugc2hvdyB0aGF0IHRoZSBjbGFzc2lmaWNhdGlvbiBtb2RlbCBhY2hpZXZlcyBhdCBsZWFzdCA5OC4zMyUgYWNjdXJhY3kgYnkgdGhlIENOTiBtb2RlbCB0cmFpbmVkIHdpdGggb3Zlci0gYW5kIGRvd24tc2FtcGxpbmcgdGVjaG5pcXVlcy4gRm9yIGhldGVyb2dlbmVvdXMgcG9wdWxhdGlvbnMsIHRoZSBiZXN0IG1vZGVsIGNhbiBhcHByb3hpbWF0ZSB0aGUgdHJ1ZSBwcm9wb3J0aW9ucyBvZiBub24tY2hlbW9yZXNpc3RhbnQgYW5kIGNoZW1vcmVzaXN0YW50IGNhbmNlciBjZWxscyB3aXRoIFJvb3QgTWVhbiBTcXVhcmUgRXJyb3IgKFJNU0UpIHJlZHVjZWQgdG8gMC4xNiBieSBFbnNlbWJsZSBMZWFybmluZyAoRUwpLiBJbiBjb25jbHVzaW9uLCBvdXIgc3R1ZHkgZGVtb25zdHJhdGVzIHRoZSBwb3RlbnRpYWwgb2YgQ05OIG1vZGVscyB0byBpZGVudGlmeSBhbHRlcmVkIGNlbGwgc2hhcGVzIHRoYXQgYXJlIHZpc3VhbGx5IGNoYWxsZW5naW5nIHRvIHJlY29nbml6ZSwgdGh1cyBzdXBwb3J0aW5nIGZ1dHVyZSBhcHBsaWNhdGlvbnMgd2l0aCB0aGlzIGF1dG9tYXRpYyBhcHByb2FjaCB0byBpbWFnZSBhbmFseXNpcy4iLCJwdWJsaXNoZXIiOiJQdWJsaWMgTGlicmFyeSBvZiBTY2llbmNlIiwiaXNzdWUiOiIxMSIsInZvbHVtZSI6IjE5In0sImlzVGVtcG9yYXJ5IjpmYWxzZX0seyJpZCI6IjdlOGNkMjFiLWVmMTktMzVjYy05ZDcwLThjMWJmN2VjYTA1ZiIsIml0ZW1EYXRhIjp7InR5cGUiOiJhcnRpY2xlIiwiaWQiOiI3ZThjZDIxYi1lZjE5LTM1Y2MtOWQ3MC04YzFiZjdlY2EwNWYiLCJ0aXRsZSI6IkRpYWdub3NpcyBhbmQgcHJvZ25vc2lzIG9mIG1lbGFub21hIGZyb20gZGVybW9zY29weSBpbWFnZXMgdXNpbmcgbWFjaGluZSBsZWFybmluZyBhbmQgZGVlcCBsZWFybmluZzrCoGEgc3lzdGVtYXRpYyBsaXRlcmF0dXJlIHJldmlldyIsImF1dGhvciI6W3siZmFtaWx5IjoiTmFzZXJpIiwiZ2l2ZW4iOiJIb2RhIiwicGFyc2UtbmFtZXMiOmZhbHNlLCJkcm9wcGluZy1wYXJ0aWNsZSI6IiIsIm5vbi1kcm9wcGluZy1wYXJ0aWNsZSI6IiJ9LHsiZmFtaWx5IjoiU2FmYWVpIiwiZ2l2ZW4iOiJBbGkgQS4iLCJwYXJzZS1uYW1lcyI6ZmFsc2UsImRyb3BwaW5nLXBhcnRpY2xlIjoiIiwibm9uLWRyb3BwaW5nLXBhcnRpY2xlIjoiIn1dLCJjb250YWluZXItdGl0bGUiOiJCTUMgQ2FuY2VyIiwiY29udGFpbmVyLXRpdGxlLXNob3J0IjoiQk1DIENhbmNlciIsIkRPSSI6IjEwLjExODYvczEyODg1LTAyNC0xMzQyMy15IiwiSVNTTiI6IjE0NzEyNDA3IiwiUE1JRCI6IjM5ODA2MjgyIiwiaXNzdWVkIjp7ImRhdGUtcGFydHMiOltbMjAyNSwxMiwxXV19LCJhYnN0cmFjdCI6IkJhY2tncm91bmQ6IE1lbGFub21hIGlzIGEgaGlnaGx5IGFnZ3Jlc3NpdmUgc2tpbiBjYW5jZXIsIHdoZXJlIGVhcmx5IGFuZCBhY2N1cmF0ZSBkaWFnbm9zaXMgaXMgY3J1Y2lhbCB0byBpbXByb3ZlIHBhdGllbnQgb3V0Y29tZXMuIERlcm1vc2NvcHksIGEgbm9uLWludmFzaXZlIGltYWdpbmcgdGVjaG5pcXVlLCBhaWRzIGluIG1lbGFub21hIGRldGVjdGlvbiBidXQgY2FuIGJlIGxpbWl0ZWQgYnkgc3ViamVjdGl2ZSBpbnRlcnByZXRhdGlvbi4gUmVjZW50bHksIG1hY2hpbmUgbGVhcm5pbmcgYW5kIGRlZXAgbGVhcm5pbmcgdGVjaG5pcXVlcyBoYXZlIHNob3duIHByb21pc2UgaW4gZW5oYW5jaW5nIGRpYWdub3N0aWMgcHJlY2lzaW9uIGJ5IGF1dG9tYXRpbmcgdGhlIGFuYWx5c2lzIG9mIGRlcm1vc2NvcHkgaW1hZ2VzLiBNZXRob2RzOiBUaGlzIHN5c3RlbWF0aWMgcmV2aWV3IGV4YW1pbmVzIHJlY2VudCBhZHZhbmNlbWVudHMgaW4gbWFjaGluZSBsZWFybmluZyAoTUwpIGFuZCBkZWVwIGxlYXJuaW5nIChETCkgYXBwbGljYXRpb25zIGZvciBtZWxhbm9tYSBkaWFnbm9zaXMgYW5kIHByb2dub3NpcyB1c2luZyBkZXJtb3Njb3B5IGltYWdlcy4gV2UgY29uZHVjdGVkIGEgdGhvcm91Z2ggc2VhcmNoIGFjcm9zcyBtdWx0aXBsZSBkYXRhYmFzZXMsIHVsdGltYXRlbHkgcmV2aWV3aW5nIDM0IHN0dWRpZXMgcHVibGlzaGVkIGJldHdlZW4gMjAxNiBhbmQgMjAyNC4gVGhlIHJldmlldyBjb3ZlcnMgYSByYW5nZSBvZiBtb2RlbCBhcmNoaXRlY3R1cmVzLCBpbmNsdWRpbmcgRGVuc2VOZXQgYW5kIFJlc05ldCwgYW5kIGRpc2N1c3NlcyBkYXRhc2V0cywgbWV0aG9kb2xvZ2llcywgYW5kIGV2YWx1YXRpb24gbWV0cmljcyB1c2VkIHRvIHZhbGlkYXRlIG1vZGVsIHBlcmZvcm1hbmNlLiBSZXN1bHRzOiBPdXIgcmVzdWx0cyBoaWdobGlnaHQgdGhhdCBjZXJ0YWluIGRlZXAgbGVhcm5pbmcgYXJjaGl0ZWN0dXJlcywgc3VjaCBhcyBEZW5zZU5ldCBhbmQgRENOTiBkZW1vbnN0cmF0ZWQgb3V0c3RhbmRpbmcgcGVyZm9ybWFuY2UsIGFjaGlldmluZyBvdmVyIDk1JSBhY2N1cmFjeSBvbiB0aGUgSEFNMTAwMDAsIElTSUMgYW5kIG90aGVyIGRhdGFzZXRzIGZvciBtZWxhbm9tYSBkZXRlY3Rpb24gZnJvbSBkZXJtb3Njb3B5IGltYWdlcy4gVGhlIHJldmlldyBwcm92aWRlcyBpbnNpZ2h0cyBpbnRvIHRoZSBzdHJlbmd0aHMsIGxpbWl0YXRpb25zLCBhbmQgZnV0dXJlIHJlc2VhcmNoIGRpcmVjdGlvbnMgb2YgbWFjaGluZSBsZWFybmluZyBhbmQgZGVlcCBsZWFybmluZyBtZXRob2RzIGluIG1lbGFub21hIGRpYWdub3NpcyBhbmQgcHJvZ25vc2lzLiBJdCBlbXBoYXNpemVzIHRoZSBjaGFsbGVuZ2VzIHJlbGF0ZWQgdG8gZGF0YSBkaXZlcnNpdHksIG1vZGVsIGludGVycHJldGFiaWxpdHksIGFuZCBjb21wdXRhdGlvbmFsIHJlc291cmNlIHJlcXVpcmVtZW50cy4gQ29uY2x1c2lvbjogVGhpcyByZXZpZXcgdW5kZXJzY29yZXMgdGhlIHBvdGVudGlhbCBvZiBtYWNoaW5lIGxlYXJuaW5nIGFuZCBkZWVwIGxlYXJuaW5nIG1ldGhvZHMgdG8gdHJhbnNmb3JtIG1lbGFub21hIGRpYWdub3NpcyB0aHJvdWdoIGltcHJvdmVkIGRpYWdub3N0aWMgYWNjdXJhY3kgYW5kIGVmZmljaWVuY3kuIEZ1dHVyZSByZXNlYXJjaCBzaG91bGQgZm9jdXMgb24gY3JlYXRpbmcgYWNjZXNzaWJsZSwgbGFyZ2UgZGF0YXNldHMgYW5kIGVuaGFuY2luZyBtb2RlbCBpbnRlcnByZXRhYmlsaXR5IHRvIGluY3JlYXNlIGNsaW5pY2FsIGFwcGxpY2FiaWxpdHkuIEJ5IGFkZHJlc3NpbmcgdGhlc2UgYXJlYXMsIG1hY2hpbmUgbGVhcm5pbmcgYW5kIGRlZXAgbGVhcm5pbmcgbW9kZWxzIGNvdWxkIHBsYXkgYSBjZW50cmFsIHJvbGUgaW4gYWR2YW5jaW5nIG1lbGFub21hIGRpYWdub3NpcyBhbmQgcGF0aWVudCBjYXJlLiIsInB1Ymxpc2hlciI6IkJpb01lZCBDZW50cmFsIEx0ZCIsImlzc3VlIjoiMSIsInZvbHVtZSI6IjI1In0sImlzVGVtcG9yYXJ5IjpmYWxzZX1dfQ==&quot;,&quot;citationItems&quot;:[{&quot;id&quot;:&quot;09faa901-3ad7-325f-bf2f-c5f1bd1dac41&quot;,&quot;itemData&quot;:{&quot;type&quot;:&quot;article-journal&quot;,&quot;id&quot;:&quot;09faa901-3ad7-325f-bf2f-c5f1bd1dac41&quot;,&quot;title&quot;:&quot;Deep learning-based automatic image classification of oral cancer cells acquiring chemoresistance in vitro&quot;,&quot;author&quot;:[{&quot;family&quot;:&quot;Hsieh&quot;,&quot;given&quot;:&quot;Hsing Chuan&quot;,&quot;parse-names&quot;:false,&quot;dropping-particle&quot;:&quot;&quot;,&quot;non-dropping-particle&quot;:&quot;&quot;},{&quot;family&quot;:&quot;Chen&quot;,&quot;given&quot;:&quot;Cho Yi&quot;,&quot;parse-names&quot;:false,&quot;dropping-particle&quot;:&quot;&quot;,&quot;non-dropping-particle&quot;:&quot;&quot;},{&quot;family&quot;:&quot;Chou&quot;,&quot;given&quot;:&quot;Chung Hsien&quot;,&quot;parse-names&quot;:false,&quot;dropping-particle&quot;:&quot;&quot;,&quot;non-dropping-particle&quot;:&quot;&quot;},{&quot;family&quot;:&quot;Peng&quot;,&quot;given&quot;:&quot;Bou Yue&quot;,&quot;parse-names&quot;:false,&quot;dropping-particle&quot;:&quot;&quot;,&quot;non-dropping-particle&quot;:&quot;&quot;},{&quot;family&quot;:&quot;Sun&quot;,&quot;given&quot;:&quot;Yi Chen&quot;,&quot;parse-names&quot;:false,&quot;dropping-particle&quot;:&quot;&quot;,&quot;non-dropping-particle&quot;:&quot;&quot;},{&quot;family&quot;:&quot;Lin&quot;,&quot;given&quot;:&quot;Tzu Wei&quot;,&quot;parse-names&quot;:false,&quot;dropping-particle&quot;:&quot;&quot;,&quot;non-dropping-particle&quot;:&quot;&quot;},{&quot;family&quot;:&quot;Chien&quot;,&quot;given&quot;:&quot;Yueh&quot;,&quot;parse-names&quot;:false,&quot;dropping-particle&quot;:&quot;&quot;,&quot;non-dropping-particle&quot;:&quot;&quot;},{&quot;family&quot;:&quot;Chiou&quot;,&quot;given&quot;:&quot;Shih Hwa&quot;,&quot;parse-names&quot;:false,&quot;dropping-particle&quot;:&quot;&quot;,&quot;non-dropping-particle&quot;:&quot;&quot;},{&quot;family&quot;:&quot;Hung&quot;,&quot;given&quot;:&quot;Kai Feng&quot;,&quot;parse-names&quot;:false,&quot;dropping-particle&quot;:&quot;&quot;,&quot;non-dropping-particle&quot;:&quot;&quot;},{&quot;family&quot;:&quot;Lu&quot;,&quot;given&quot;:&quot;Henry Horng Shing&quot;,&quot;parse-names&quot;:false,&quot;dropping-particle&quot;:&quot;&quot;,&quot;non-dropping-particle&quot;:&quot;&quot;}],&quot;container-title&quot;:&quot;PLoS ONE&quot;,&quot;container-title-short&quot;:&quot;PLoS One&quot;,&quot;DOI&quot;:&quot;10.1371/journal.pone.0310304&quot;,&quot;ISSN&quot;:&quot;19326203&quot;,&quot;PMID&quot;:&quot;39485749&quot;,&quot;issued&quot;:{&quot;date-parts&quot;:[[2024,11,1]]},&quot;abstract&quot;:&quot;Cell shape reflects the spatial configuration resulting from the equilibrium of cellular and environmental signals and is considered a highly relevant indicator of its function and biological properties. For cancer cells, various physiological and environmental challenges, including chemotherapy, cause a cell state transition, which is accompanied by a continuous morphological alteration that is often extremely difficult to recognize even by direct microscopic inspection. To determine whether deep learning-based image analysis enables the detection of cell shape reflecting a crucial cell state alteration, we used the oral cancer cell line resistant to chemotherapy but having cell morphology nearly indiscernible from its non-resistant parental cells. We then implemented the automatic approach via deep learning methods based on EfficienNet-B3 models, along with over- and down-sampling techniques to determine whether image analysis of the Convolutional Neural Network (CNN) can accomplish three-class classification of non-cancer cells vs. cancer cells with and without chemoresistance. We also examine the capability of CNN-based image analysis to approximate the composition of chemoresistant cancer cells within a population. We show that the classification model achieves at least 98.33% accuracy by the CNN model trained with over- and down-sampling techniques. For heterogeneous populations, the best model can approximate the true proportions of non-chemoresistant and chemoresistant cancer cells with Root Mean Square Error (RMSE) reduced to 0.16 by Ensemble Learning (EL). In conclusion, our study demonstrates the potential of CNN models to identify altered cell shapes that are visually challenging to recognize, thus supporting future applications with this automatic approach to image analysis.&quot;,&quot;publisher&quot;:&quot;Public Library of Science&quot;,&quot;issue&quot;:&quot;11&quot;,&quot;volume&quot;:&quot;19&quot;},&quot;isTemporary&quot;:false},{&quot;id&quot;:&quot;7e8cd21b-ef19-35cc-9d70-8c1bf7eca05f&quot;,&quot;itemData&quot;:{&quot;type&quot;:&quot;article&quot;,&quot;id&quot;:&quot;7e8cd21b-ef19-35cc-9d70-8c1bf7eca05f&quot;,&quot;title&quot;:&quot;Diagnosis and prognosis of melanoma from dermoscopy images using machine learning and deep learning: a systematic literature review&quot;,&quot;author&quot;:[{&quot;family&quot;:&quot;Naseri&quot;,&quot;given&quot;:&quot;Hoda&quot;,&quot;parse-names&quot;:false,&quot;dropping-particle&quot;:&quot;&quot;,&quot;non-dropping-particle&quot;:&quot;&quot;},{&quot;family&quot;:&quot;Safaei&quot;,&quot;given&quot;:&quot;Ali A.&quot;,&quot;parse-names&quot;:false,&quot;dropping-particle&quot;:&quot;&quot;,&quot;non-dropping-particle&quot;:&quot;&quot;}],&quot;container-title&quot;:&quot;BMC Cancer&quot;,&quot;container-title-short&quot;:&quot;BMC Cancer&quot;,&quot;DOI&quot;:&quot;10.1186/s12885-024-13423-y&quot;,&quot;ISSN&quot;:&quot;14712407&quot;,&quot;PMID&quot;:&quot;39806282&quot;,&quot;issued&quot;:{&quot;date-parts&quot;:[[2025,12,1]]},&quot;abstract&quot;:&quot;Background: Melanoma is a highly aggressive skin cancer, where early and accurate diagnosis is crucial to improve patient outcomes. Dermoscopy, a non-invasive imaging technique, aids in melanoma detection but can be limited by subjective interpretation. Recently, machine learning and deep learning techniques have shown promise in enhancing diagnostic precision by automating the analysis of dermoscopy images. Methods: This systematic review examines recent advancements in machine learning (ML) and deep learning (DL) applications for melanoma diagnosis and prognosis using dermoscopy images. We conducted a thorough search across multiple databases, ultimately reviewing 34 studies published between 2016 and 2024. The review covers a range of model architectures, including DenseNet and ResNet, and discusses datasets, methodologies, and evaluation metrics used to validate model performance. Results: Our results highlight that certain deep learning architectures, such as DenseNet and DCNN demonstrated outstanding performance, achieving over 95% accuracy on the HAM10000, ISIC and other datasets for melanoma detection from dermoscopy images. The review provides insights into the strengths, limitations, and future research directions of machine learning and deep learning methods in melanoma diagnosis and prognosis. It emphasizes the challenges related to data diversity, model interpretability, and computational resource requirements. Conclusion: This review underscores the potential of machine learning and deep learning methods to transform melanoma diagnosis through improved diagnostic accuracy and efficiency. Future research should focus on creating accessible, large datasets and enhancing model interpretability to increase clinical applicability. By addressing these areas, machine learning and deep learning models could play a central role in advancing melanoma diagnosis and patient care.&quot;,&quot;publisher&quot;:&quot;BioMed Central Ltd&quot;,&quot;issue&quot;:&quot;1&quot;,&quot;volume&quot;:&quot;25&quot;},&quot;isTemporary&quot;:false}]},{&quot;citationID&quot;:&quot;MENDELEY_CITATION_dba3291f-bc79-45fe-bd24-7821ab777c4c&quot;,&quot;properties&quot;:{&quot;noteIndex&quot;:0},&quot;isEdited&quot;:false,&quot;manualOverride&quot;:{&quot;isManuallyOverridden&quot;:false,&quot;citeprocText&quot;:&quot;[16, 17]&quot;,&quot;manualOverrideText&quot;:&quot;&quot;},&quot;citationTag&quot;:&quot;MENDELEY_CITATION_v3_eyJjaXRhdGlvbklEIjoiTUVOREVMRVlfQ0lUQVRJT05fZGJhMzI5MWYtYmM3OS00NWZlLWJkMjQtNzgyMWFiNzc3YzRjIiwicHJvcGVydGllcyI6eyJub3RlSW5kZXgiOjB9LCJpc0VkaXRlZCI6ZmFsc2UsIm1hbnVhbE92ZXJyaWRlIjp7ImlzTWFudWFsbHlPdmVycmlkZGVuIjpmYWxzZSwiY2l0ZXByb2NUZXh0IjoiWzE2LCAxN10iLCJtYW51YWxPdmVycmlkZVRleHQiOiIifSwiY2l0YXRpb25JdGVtcyI6W3siaWQiOiIxNGZiMWRjYS1iYmI2LTMzNTUtYWIwNC03YTRkNWJhYzRiMTciLCJpdGVtRGF0YSI6eyJ0eXBlIjoiYXJ0aWNsZS1qb3VybmFsIiwiaWQiOiIxNGZiMWRjYS1iYmI2LTMzNTUtYWIwNC03YTRkNWJhYzRiMTciLCJ0aXRsZSI6IkEgbXVsdGktZGlsYXRlZCBjb252b2x1dGlvbiBuZXR3b3JrIGZvciBzcGVlY2ggZW1vdGlvbiByZWNvZ25pdGlvbiIsImF1dGhvciI6W3siZmFtaWx5IjoiTWFkYW5pYW4iLCJnaXZlbiI6IlNhbWFuZWgiLCJwYXJzZS1uYW1lcyI6ZmFsc2UsImRyb3BwaW5nLXBhcnRpY2xlIjoiIiwibm9uLWRyb3BwaW5nLXBhcnRpY2xlIjoiIn0seyJmYW1pbHkiOiJBZGVsZXllIiwiZ2l2ZW4iOiJPbGF5aW5rYSIsInBhcnNlLW5hbWVzIjpmYWxzZSwiZHJvcHBpbmctcGFydGljbGUiOiIiLCJub24tZHJvcHBpbmctcGFydGljbGUiOiIifSx7ImZhbWlseSI6IlRlbXBsZXRvbiIsImdpdmVuIjoiSm9obiBNaWNoYWVsIiwicGFyc2UtbmFtZXMiOmZhbHNlLCJkcm9wcGluZy1wYXJ0aWNsZSI6IiIsIm5vbi1kcm9wcGluZy1wYXJ0aWNsZSI6IiJ9LHsiZmFtaWx5IjoiQ2hlbiIsImdpdmVuIjoiVGFsZW4iLCJwYXJzZS1uYW1lcyI6ZmFsc2UsImRyb3BwaW5nLXBhcnRpY2xlIjoiIiwibm9uLWRyb3BwaW5nLXBhcnRpY2xlIjoiIn0seyJmYW1pbHkiOiJQb2VsbGFiYXVlciIsImdpdmVuIjoiQ2hyaXN0aWFuIiwicGFyc2UtbmFtZXMiOmZhbHNlLCJkcm9wcGluZy1wYXJ0aWNsZSI6IiIsIm5vbi1kcm9wcGluZy1wYXJ0aWNsZSI6IiJ9LHsiZmFtaWx5IjoiWmhhbmciLCJnaXZlbiI6IkVuc2hpIiwicGFyc2UtbmFtZXMiOmZhbHNlLCJkcm9wcGluZy1wYXJ0aWNsZSI6IiIsIm5vbi1kcm9wcGluZy1wYXJ0aWNsZSI6IiJ9LHsiZmFtaWx5IjoiU2NobmVpZGVyIiwiZ2l2ZW4iOiJTYW5kcmEgTC4iLCJwYXJzZS1uYW1lcyI6ZmFsc2UsImRyb3BwaW5nLXBhcnRpY2xlIjoiIiwibm9uLWRyb3BwaW5nLXBhcnRpY2xlIjoiIn1dLCJjb250YWluZXItdGl0bGUiOiJTY2llbnRpZmljIFJlcG9ydHMiLCJjb250YWluZXItdGl0bGUtc2hvcnQiOiJTY2kgUmVwIiwiRE9JIjoiMTAuMTAzOC9zNDE1OTgtMDI1LTkyNjQwLTIiLCJJU1NOIjoiMjA0NTIzMjIiLCJQTUlEIjoiNDAwNjQ5NDIiLCJpc3N1ZWQiOnsiZGF0ZS1wYXJ0cyI6W1syMDI1LDEyLDFdXX0sImFic3RyYWN0IjoiU3BlZWNoIGVtb3Rpb24gcmVjb2duaXRpb24gKFNFUikgaXMgYW4gaW1wb3J0YW50IGFwcGxpY2F0aW9uIGluIEFmZmVjdGl2ZSBDb21wdXRpbmcgYW5kIEFydGlmaWNpYWwgSW50ZWxsaWdlbmNlLiBSZWNlbnRseSwgdGhlcmUgaGFzIGJlZW4gYSBzaWduaWZpY2FudCBpbnRlcmVzdCBpbiBEZWVwIE5ldXJhbCBOZXR3b3JrcyB1c2luZyBzcGVlY2ggc3BlY3Ryb2dyYW1zLiBBcyB0aGUgdHdvLWRpbWVuc2lvbmFsIHJlcHJlc2VudGF0aW9uIG9mIHRoZSBzcGVjdHJvZ3JhbSBpbmNsdWRlcyBtb3JlIHNwZWVjaCBjaGFyYWN0ZXJpc3RpY3MsIHJlc2VhcmNoIGludGVyZXN0IGluIGNvbnZvbHV0aW9uIG5ldXJhbCBuZXR3b3JrcyAoQ05Ocykgb3IgYWR2YW5jZWQgaW1hZ2UgcmVjb2duaXRpb24gbW9kZWxzIGlzIGxldmVyYWdlZCB0byBsZWFybiBkZWVwIHBhdHRlcm5zIGluIGEgc3BlY3Ryb2dyYW0gdG8gZWZmZWN0aXZlbHkgcGVyZm9ybSBTRVIuIEFjY29yZGluZ2x5LCBpbiB0aGlzIHN0dWR5LCB3ZSBwcm9wb3NlIGEgbm92ZWwgU0VSIG1vZGVsIGJhc2VkIG9uIHRoZSBsZWFybmluZyBvZiB0aGUgdXR0ZXJhbmNlLWxldmVsIHNwZWN0cm9ncmFtLiBGaXJzdCwgd2UgdXNlIHRoZSBTcGF0aWFsIFB5cmFtaWQgUG9vbGluZyAoU1BQKSBzdHJhdGVneSB0byByZW1vdmUgdGhlIHNpemUgY29uc3RyYWludCBhc3NvY2lhdGVkIHdpdGggdGhlIENOTi1iYXNlZCBpbWFnZSByZWNvZ25pdGlvbiB0YXNrLiBUaGVuLCB0aGUgU1BQIGxheWVyIGlzIGRlcGxveWVkIHRvIGV4dHJhY3QgYm90aCB0aGUgZ2xvYmFsLWxldmVsIHByb21pbmVudCBmZWF0dXJlIHZlY3RvciBhbmQgbXVsdGktbG9jYWwtbGV2ZWwgZmVhdHVyZSB2ZWN0b3IsIGZvbGxvd2VkIGJ5IGFuIGF0dGVudGlvbiBtb2RlbCB0byB3ZWlnaCB0aGUgZmVhdHVyZSB2ZWN0b3JzLiBGaW5hbGx5LCB3ZSBhcHBseSB0aGUgQXJjRmFjZSBsYXllciwgdHlwaWNhbGx5IHVzZWQgZm9yIGZhY2UgcmVjb2duaXRpb24sIHRvIHRoZSBTRVIgdGFzaywgdGhlcmVieSBvYnRhaW5pbmcgaW1wcm92ZWQgU0VSIHBlcmZvcm1hbmNlLiBPdXIgbW9kZWwgYWNoaWV2ZWQgYW4gdW53ZWlnaHRlZCBhY2N1cmFjeSBvZiA2Ny45JSBvbiBJRU1PQ0FQIGFuZCA3Ny42JSBvbiBFTU9EQiBkYXRhc2V0cy4iLCJwdWJsaXNoZXIiOiJOYXR1cmUgUmVzZWFyY2giLCJpc3N1ZSI6IjEiLCJ2b2x1bWUiOiIxNSJ9LCJpc1RlbXBvcmFyeSI6ZmFsc2V9LHsiaWQiOiI5MjNiYzY4NC0zYWE4LTM5MjctOTliOC1hYjU4NTAxM2NiOWIiLCJpdGVtRGF0YSI6eyJ0eXBlIjoiYXJ0aWNsZS1qb3VybmFsIiwiaWQiOiI5MjNiYzY4NC0zYWE4LTM5MjctOTliOC1hYjU4NTAxM2NiOWIiLCJ0aXRsZSI6IkVuaGFuY2VkIHJlc2lkdWFsIGF0dGVudGlvbi1iYXNlZCBzdWJqZWN0LXNwZWNpZmljIG5ldHdvcmsgKEVyQVMtTmV0KTogZmFjaWFsIGV4cHJlc3Npb24tYmFzZWQgcGFpbiBjbGFzc2lmaWNhdGlvbiB3aXRoIG11bHRpcGxlIGF0dGVudGlvbiBtZWNoYW5pc21zIiwiYXV0aG9yIjpbeyJmYW1pbHkiOiJNb3JzYWxpIiwiZ2l2ZW4iOiJNYWhkaSIsInBhcnNlLW5hbWVzIjpmYWxzZSwiZHJvcHBpbmctcGFydGljbGUiOiIiLCJub24tZHJvcHBpbmctcGFydGljbGUiOiIifSx7ImZhbWlseSI6IkdoYWZmYXJpIiwiZ2l2ZW4iOiJBYm9vemFyIiwicGFyc2UtbmFtZXMiOmZhbHNlLCJkcm9wcGluZy1wYXJ0aWNsZSI6IiIsIm5vbi1kcm9wcGluZy1wYXJ0aWNsZSI6IiJ9XSwiY29udGFpbmVyLXRpdGxlIjoiU2NpZW50aWZpYyBSZXBvcnRzIiwiY29udGFpbmVyLXRpdGxlLXNob3J0IjoiU2NpIFJlcCIsIkRPSSI6IjEwLjEwMzgvczQxNTk4LTAyNS0wNDU1Mi13IiwiSVNTTiI6IjIwNDUyMzIyIiwiUE1JRCI6IjQwNDYxNTY0IiwiaXNzdWVkIjp7ImRhdGUtcGFydHMiOltbMjAyNSwxMiwxXV19LCJhYnN0cmFjdCI6IlRoZSBhdXRvbWF0aWMgZGV0ZWN0aW9uIG9mIHBhaW4gdGhyb3VnaCB0aGUgYW5hbHlzaXMgb2YgZmFjaWFsIGV4cHJlc3Npb25zIGlzIGluZGVlZCBvbmUgb2YgdGhlIG1vc3QgY3JpdGljYWwgY2hhbGxlbmdlcyBpbiB0aGUgaGVhbHRoY2FyZSBzeXN0ZW0uIE9uZSBvZiB0aGUgc2lnbmlmaWNhbnQgY2hhbGxlbmdlcyBpbiBhdXRvbWF0aWMgcGFpbiBkZXRlY3Rpb24gZnJvbSBmYWNpYWwgZXhwcmVzc2lvbnMgaXMgdGhlIHZhcmlhYmlsaXR5IGluIGhvdyBpbmRpdmlkdWFscyBleHByZXNzIHBhaW4gYW5kIG90aGVyIGVtb3Rpb25zIHRocm91Z2ggdGhlaXIgZmFjaWFsIGRlZm9ybWF0aW9ucy4gVGhpcyByZXNlYXJjaCBhaW1zIHRvIHNvbHZlIHRoaXMgaXNzdWUgYnkgcHJlc2VudGluZyBFckFTLU5ldCwgYW4gRW5oYW5jZWQgUmVzaWR1YWwgQXR0ZW50aW9uLUJhc2VkIFN1YmplY3QtU3BlY2lmaWMgTmV0d29yayB0aGF0IGVtcGxveXMgdmFyaW91cyBhdHRlbnRpb24gbWVjaGFuaXNtcy4gVGhyb3VnaCB0cmFuc2ZlciBsZWFybmluZyBhbmQgbXVsdGlwbGUgYXR0ZW50aW9uIG1lY2hhbmlzbXMsIHRoZSBwcm9wb3NlZCBkZWVwIGxlYXJuaW5nIG1vZGVsIGlzIGRlc2lnbmVkIHRvIG1pbWljIGh1bWFuIHBlcmNlcHRpb24gb2YgZmFjaWFsIGV4cHJlc3Npb25zLCB0aGVyZWJ5IGVuaGFuY2luZyBpdHMgcGFpbiByZWNvZ25pdGlvbiBhYmlsaXR5IGFuZCBjYXB0dXJpbmcgdGhlIHVuaXF1ZSBmZWF0dXJlcyBvZiBlYWNoIGluZGl2aWR1YWzigJlzIGZhY2lhbCBleHByZXNzaW9ucyBiYXNlZCBvbiB0aGVpciBzcGVjaWZpYyBwYXR0ZXJucy4gVGhlIFVOQkMtTWNNYXN0ZXIgU2hvdWxkZXIgUGFpbiBkYXRhc2V0IGlzIHVzZWQgdG8gZGVtb25zdHJhdGUgdGhlIGVmZmVjdGl2ZW5lc3Mgb2YgdGhlIHByb3Bvc2VkIGRlZXAgbGVhcm5pbmcgYWxnb3JpdGhtLCB3aGljaCBhY2hpZXZlcyBpbXByZXNzaXZlIHZhbHVlcyBvZiA5OC43NyUgYWNjdXJhY3kgZm9yIGJpbmFyeSBjbGFzc2lmaWNhdGlvbiBhbmQgOTQuMjElIGZvciBmb3VyLWxldmVsIHBhaW4gaW50ZW5zaXR5IGNsYXNzaWZpY2F0aW9uIHVzaW5nIHRlbmZvbGQgY3Jvc3MtdmFsaWRhdGlvbi4gQWRkaXRpb25hbGx5LCB0aGUgbW9kZWwgYXR0YWluZWQgODkuODMlIGFjY3VyYWN5IGZvciBiaW5hcnkgY2xhc3NpZmljYXRpb24gd2l0aCB0aGUgTGVhdmUtT25lLVN1YmplY3QtT3V0IChMT1NPKSB2YWxpZGF0aW9uIG1ldGhvZC4gVG8gZnVydGhlciBldmFsdWF0ZSBnZW5lcmFsaXphYmlsaXR5LCBhIGNyb3NzLWRhdGFzZXQgZXhwZXJpbWVudCB3YXMgY29uZHVjdGVkIHVzaW5nIHRoZSBCaW9WaWQgSGVhdCBQYWluIERhdGFiYXNlLCB3aGVyZSBFckFTLU5ldCBhY2hpZXZlZCA3OC4xNCUgYWNjdXJhY3kgZm9yIGJpbmFyeSBwYWluIGRldGVjdGlvbiBvbiB1bnNlZW4gZGF0YSB3aXRob3V0IGZpbmUtdHVuaW5nLiBUaGUgZmFjdCB0aGF0IHRoaXMgZmluZGluZyBzdXBwb3J0cyB0aGUgYXR0ZW50aW9uIG1lY2hhbmlzbSBhbmQgaHVtYW4gcGVyY2VwdGlvbiBpcyB3aHkgdGhlIHByb3Bvc2VkIG1vZGVsIHByb3ZlcyB0byBiZSBhIHBvd2VyZnVsIGFuZCByZWxpYWJsZSB0b29sIGZvciBhdXRvbWF0aWMgcGFpbiBkZXRlY3Rpb24uIiwicHVibGlzaGVyIjoiTmF0dXJlIFJlc2VhcmNoIiwiaXNzdWUiOiIxIiwidm9sdW1lIjoiMTUifSwiaXNUZW1wb3JhcnkiOmZhbHNlfV19&quot;,&quot;citationItems&quot;:[{&quot;id&quot;:&quot;14fb1dca-bbb6-3355-ab04-7a4d5bac4b17&quot;,&quot;itemData&quot;:{&quot;type&quot;:&quot;article-journal&quot;,&quot;id&quot;:&quot;14fb1dca-bbb6-3355-ab04-7a4d5bac4b17&quot;,&quot;title&quot;:&quot;A multi-dilated convolution network for speech emotion recognition&quot;,&quot;author&quot;:[{&quot;family&quot;:&quot;Madanian&quot;,&quot;given&quot;:&quot;Samaneh&quot;,&quot;parse-names&quot;:false,&quot;dropping-particle&quot;:&quot;&quot;,&quot;non-dropping-particle&quot;:&quot;&quot;},{&quot;family&quot;:&quot;Adeleye&quot;,&quot;given&quot;:&quot;Olayinka&quot;,&quot;parse-names&quot;:false,&quot;dropping-particle&quot;:&quot;&quot;,&quot;non-dropping-particle&quot;:&quot;&quot;},{&quot;family&quot;:&quot;Templeton&quot;,&quot;given&quot;:&quot;John Michael&quot;,&quot;parse-names&quot;:false,&quot;dropping-particle&quot;:&quot;&quot;,&quot;non-dropping-particle&quot;:&quot;&quot;},{&quot;family&quot;:&quot;Chen&quot;,&quot;given&quot;:&quot;Talen&quot;,&quot;parse-names&quot;:false,&quot;dropping-particle&quot;:&quot;&quot;,&quot;non-dropping-particle&quot;:&quot;&quot;},{&quot;family&quot;:&quot;Poellabauer&quot;,&quot;given&quot;:&quot;Christian&quot;,&quot;parse-names&quot;:false,&quot;dropping-particle&quot;:&quot;&quot;,&quot;non-dropping-particle&quot;:&quot;&quot;},{&quot;family&quot;:&quot;Zhang&quot;,&quot;given&quot;:&quot;Enshi&quot;,&quot;parse-names&quot;:false,&quot;dropping-particle&quot;:&quot;&quot;,&quot;non-dropping-particle&quot;:&quot;&quot;},{&quot;family&quot;:&quot;Schneider&quot;,&quot;given&quot;:&quot;Sandra L.&quot;,&quot;parse-names&quot;:false,&quot;dropping-particle&quot;:&quot;&quot;,&quot;non-dropping-particle&quot;:&quot;&quot;}],&quot;container-title&quot;:&quot;Scientific Reports&quot;,&quot;container-title-short&quot;:&quot;Sci Rep&quot;,&quot;DOI&quot;:&quot;10.1038/s41598-025-92640-2&quot;,&quot;ISSN&quot;:&quot;20452322&quot;,&quot;PMID&quot;:&quot;40064942&quot;,&quot;issued&quot;:{&quot;date-parts&quot;:[[2025,12,1]]},&quot;abstract&quot;:&quot;Speech emotion recognition (SER) is an important application in Affective Computing and Artificial Intelligence. Recently, there has been a significant interest in Deep Neural Networks using speech spectrograms. As the two-dimensional representation of the spectrogram includes more speech characteristics, research interest in convolution neural networks (CNNs) or advanced image recognition models is leveraged to learn deep patterns in a spectrogram to effectively perform SER. Accordingly, in this study, we propose a novel SER model based on the learning of the utterance-level spectrogram. First, we use the Spatial Pyramid Pooling (SPP) strategy to remove the size constraint associated with the CNN-based image recognition task. Then, the SPP layer is deployed to extract both the global-level prominent feature vector and multi-local-level feature vector, followed by an attention model to weigh the feature vectors. Finally, we apply the ArcFace layer, typically used for face recognition, to the SER task, thereby obtaining improved SER performance. Our model achieved an unweighted accuracy of 67.9% on IEMOCAP and 77.6% on EMODB datasets.&quot;,&quot;publisher&quot;:&quot;Nature Research&quot;,&quot;issue&quot;:&quot;1&quot;,&quot;volume&quot;:&quot;15&quot;},&quot;isTemporary&quot;:false},{&quot;id&quot;:&quot;923bc684-3aa8-3927-99b8-ab585013cb9b&quot;,&quot;itemData&quot;:{&quot;type&quot;:&quot;article-journal&quot;,&quot;id&quot;:&quot;923bc684-3aa8-3927-99b8-ab585013cb9b&quot;,&quot;title&quot;:&quot;Enhanced residual attention-based subject-specific network (ErAS-Net): facial expression-based pain classification with multiple attention mechanisms&quot;,&quot;author&quot;:[{&quot;family&quot;:&quot;Morsali&quot;,&quot;given&quot;:&quot;Mahdi&quot;,&quot;parse-names&quot;:false,&quot;dropping-particle&quot;:&quot;&quot;,&quot;non-dropping-particle&quot;:&quot;&quot;},{&quot;family&quot;:&quot;Ghaffari&quot;,&quot;given&quot;:&quot;Aboozar&quot;,&quot;parse-names&quot;:false,&quot;dropping-particle&quot;:&quot;&quot;,&quot;non-dropping-particle&quot;:&quot;&quot;}],&quot;container-title&quot;:&quot;Scientific Reports&quot;,&quot;container-title-short&quot;:&quot;Sci Rep&quot;,&quot;DOI&quot;:&quot;10.1038/s41598-025-04552-w&quot;,&quot;ISSN&quot;:&quot;20452322&quot;,&quot;PMID&quot;:&quot;40461564&quot;,&quot;issued&quot;:{&quot;date-parts&quot;:[[2025,12,1]]},&quot;abstract&quot;:&quot;The automatic detection of pain through the analysis of facial expressions is indeed one of the most critical challenges in the healthcare system. One of the significant challenges in automatic pain detection from facial expressions is the variability in how individuals express pain and other emotions through their facial deformations. This research aims to solve this issue by presenting ErAS-Net, an Enhanced Residual Attention-Based Subject-Specific Network that employs various attention mechanisms. Through transfer learning and multiple attention mechanisms, the proposed deep learning model is designed to mimic human perception of facial expressions, thereby enhancing its pain recognition ability and capturing the unique features of each individual’s facial expressions based on their specific patterns. The UNBC-McMaster Shoulder Pain dataset is used to demonstrate the effectiveness of the proposed deep learning algorithm, which achieves impressive values of 98.77% accuracy for binary classification and 94.21% for four-level pain intensity classification using tenfold cross-validation. Additionally, the model attained 89.83% accuracy for binary classification with the Leave-One-Subject-Out (LOSO) validation method. To further evaluate generalizability, a cross-dataset experiment was conducted using the BioVid Heat Pain Database, where ErAS-Net achieved 78.14% accuracy for binary pain detection on unseen data without fine-tuning. The fact that this finding supports the attention mechanism and human perception is why the proposed model proves to be a powerful and reliable tool for automatic pain detection.&quot;,&quot;publisher&quot;:&quot;Nature Research&quot;,&quot;issue&quot;:&quot;1&quot;,&quot;volume&quot;:&quot;15&quot;},&quot;isTemporary&quot;:false}]},{&quot;citationID&quot;:&quot;MENDELEY_CITATION_f4278916-1d40-4b82-b777-3517c7ef8916&quot;,&quot;properties&quot;:{&quot;noteIndex&quot;:0},&quot;isEdited&quot;:false,&quot;manualOverride&quot;:{&quot;isManuallyOverridden&quot;:false,&quot;citeprocText&quot;:&quot;[14]&quot;,&quot;manualOverrideText&quot;:&quot;&quot;},&quot;citationTag&quot;:&quot;MENDELEY_CITATION_v3_eyJjaXRhdGlvbklEIjoiTUVOREVMRVlfQ0lUQVRJT05fZjQyNzg5MTYtMWQ0MC00YjgyLWI3NzctMzUxN2M3ZWY4OTE2IiwicHJvcGVydGllcyI6eyJub3RlSW5kZXgiOjB9LCJpc0VkaXRlZCI6ZmFsc2UsIm1hbnVhbE92ZXJyaWRlIjp7ImlzTWFudWFsbHlPdmVycmlkZGVuIjpmYWxzZSwiY2l0ZXByb2NUZXh0IjoiWzE0XSIsIm1hbnVhbE92ZXJyaWRlVGV4dCI6IiJ9LCJjaXRhdGlvbkl0ZW1zIjpbeyJpZCI6IjA5ZmFhOTAxLTNhZDctMzI1Zi1iZjJmLWM1ZjFiZDFkYWM0MSIsIml0ZW1EYXRhIjp7InR5cGUiOiJhcnRpY2xlLWpvdXJuYWwiLCJpZCI6IjA5ZmFhOTAxLTNhZDctMzI1Zi1iZjJmLWM1ZjFiZDFkYWM0MSIsInRpdGxlIjoiRGVlcCBsZWFybmluZy1iYXNlZCBhdXRvbWF0aWMgaW1hZ2UgY2xhc3NpZmljYXRpb24gb2Ygb3JhbCBjYW5jZXIgY2VsbHMgYWNxdWlyaW5nIGNoZW1vcmVzaXN0YW5jZSBpbiB2aXRybyIsImF1dGhvciI6W3siZmFtaWx5IjoiSHNpZWgiLCJnaXZlbiI6IkhzaW5nIENodWFuIiwicGFyc2UtbmFtZXMiOmZhbHNlLCJkcm9wcGluZy1wYXJ0aWNsZSI6IiIsIm5vbi1kcm9wcGluZy1wYXJ0aWNsZSI6IiJ9LHsiZmFtaWx5IjoiQ2hlbiIsImdpdmVuIjoiQ2hvIFlpIiwicGFyc2UtbmFtZXMiOmZhbHNlLCJkcm9wcGluZy1wYXJ0aWNsZSI6IiIsIm5vbi1kcm9wcGluZy1wYXJ0aWNsZSI6IiJ9LHsiZmFtaWx5IjoiQ2hvdSIsImdpdmVuIjoiQ2h1bmcgSHNpZW4iLCJwYXJzZS1uYW1lcyI6ZmFsc2UsImRyb3BwaW5nLXBhcnRpY2xlIjoiIiwibm9uLWRyb3BwaW5nLXBhcnRpY2xlIjoiIn0seyJmYW1pbHkiOiJQZW5nIiwiZ2l2ZW4iOiJCb3UgWXVlIiwicGFyc2UtbmFtZXMiOmZhbHNlLCJkcm9wcGluZy1wYXJ0aWNsZSI6IiIsIm5vbi1kcm9wcGluZy1wYXJ0aWNsZSI6IiJ9LHsiZmFtaWx5IjoiU3VuIiwiZ2l2ZW4iOiJZaSBDaGVuIiwicGFyc2UtbmFtZXMiOmZhbHNlLCJkcm9wcGluZy1wYXJ0aWNsZSI6IiIsIm5vbi1kcm9wcGluZy1wYXJ0aWNsZSI6IiJ9LHsiZmFtaWx5IjoiTGluIiwiZ2l2ZW4iOiJUenUgV2VpIiwicGFyc2UtbmFtZXMiOmZhbHNlLCJkcm9wcGluZy1wYXJ0aWNsZSI6IiIsIm5vbi1kcm9wcGluZy1wYXJ0aWNsZSI6IiJ9LHsiZmFtaWx5IjoiQ2hpZW4iLCJnaXZlbiI6Ill1ZWgiLCJwYXJzZS1uYW1lcyI6ZmFsc2UsImRyb3BwaW5nLXBhcnRpY2xlIjoiIiwibm9uLWRyb3BwaW5nLXBhcnRpY2xlIjoiIn0seyJmYW1pbHkiOiJDaGlvdSIsImdpdmVuIjoiU2hpaCBId2EiLCJwYXJzZS1uYW1lcyI6ZmFsc2UsImRyb3BwaW5nLXBhcnRpY2xlIjoiIiwibm9uLWRyb3BwaW5nLXBhcnRpY2xlIjoiIn0seyJmYW1pbHkiOiJIdW5nIiwiZ2l2ZW4iOiJLYWkgRmVuZyIsInBhcnNlLW5hbWVzIjpmYWxzZSwiZHJvcHBpbmctcGFydGljbGUiOiIiLCJub24tZHJvcHBpbmctcGFydGljbGUiOiIifSx7ImZhbWlseSI6Ikx1IiwiZ2l2ZW4iOiJIZW5yeSBIb3JuZyBTaGluZyIsInBhcnNlLW5hbWVzIjpmYWxzZSwiZHJvcHBpbmctcGFydGljbGUiOiIiLCJub24tZHJvcHBpbmctcGFydGljbGUiOiIifV0sImNvbnRhaW5lci10aXRsZSI6IlBMb1MgT05FIiwiY29udGFpbmVyLXRpdGxlLXNob3J0IjoiUExvUyBPbmUiLCJET0kiOiIxMC4xMzcxL2pvdXJuYWwucG9uZS4wMzEwMzA0IiwiSVNTTiI6IjE5MzI2MjAzIiwiUE1JRCI6IjM5NDg1NzQ5IiwiaXNzdWVkIjp7ImRhdGUtcGFydHMiOltbMjAyNCwxMSwxXV19LCJhYnN0cmFjdCI6IkNlbGwgc2hhcGUgcmVmbGVjdHMgdGhlIHNwYXRpYWwgY29uZmlndXJhdGlvbiByZXN1bHRpbmcgZnJvbSB0aGUgZXF1aWxpYnJpdW0gb2YgY2VsbHVsYXIgYW5kIGVudmlyb25tZW50YWwgc2lnbmFscyBhbmQgaXMgY29uc2lkZXJlZCBhIGhpZ2hseSByZWxldmFudCBpbmRpY2F0b3Igb2YgaXRzIGZ1bmN0aW9uIGFuZCBiaW9sb2dpY2FsIHByb3BlcnRpZXMuIEZvciBjYW5jZXIgY2VsbHMsIHZhcmlvdXMgcGh5c2lvbG9naWNhbCBhbmQgZW52aXJvbm1lbnRhbCBjaGFsbGVuZ2VzLCBpbmNsdWRpbmcgY2hlbW90aGVyYXB5LCBjYXVzZSBhIGNlbGwgc3RhdGUgdHJhbnNpdGlvbiwgd2hpY2ggaXMgYWNjb21wYW5pZWQgYnkgYSBjb250aW51b3VzIG1vcnBob2xvZ2ljYWwgYWx0ZXJhdGlvbiB0aGF0IGlzIG9mdGVuIGV4dHJlbWVseSBkaWZmaWN1bHQgdG8gcmVjb2duaXplIGV2ZW4gYnkgZGlyZWN0IG1pY3Jvc2NvcGljIGluc3BlY3Rpb24uIFRvIGRldGVybWluZSB3aGV0aGVyIGRlZXAgbGVhcm5pbmctYmFzZWQgaW1hZ2UgYW5hbHlzaXMgZW5hYmxlcyB0aGUgZGV0ZWN0aW9uIG9mIGNlbGwgc2hhcGUgcmVmbGVjdGluZyBhIGNydWNpYWwgY2VsbCBzdGF0ZSBhbHRlcmF0aW9uLCB3ZSB1c2VkIHRoZSBvcmFsIGNhbmNlciBjZWxsIGxpbmUgcmVzaXN0YW50IHRvIGNoZW1vdGhlcmFweSBidXQgaGF2aW5nIGNlbGwgbW9ycGhvbG9neSBuZWFybHkgaW5kaXNjZXJuaWJsZSBmcm9tIGl0cyBub24tcmVzaXN0YW50IHBhcmVudGFsIGNlbGxzLiBXZSB0aGVuIGltcGxlbWVudGVkIHRoZSBhdXRvbWF0aWMgYXBwcm9hY2ggdmlhIGRlZXAgbGVhcm5pbmcgbWV0aG9kcyBiYXNlZCBvbiBFZmZpY2llbk5ldC1CMyBtb2RlbHMsIGFsb25nIHdpdGggb3Zlci0gYW5kIGRvd24tc2FtcGxpbmcgdGVjaG5pcXVlcyB0byBkZXRlcm1pbmUgd2hldGhlciBpbWFnZSBhbmFseXNpcyBvZiB0aGUgQ29udm9sdXRpb25hbCBOZXVyYWwgTmV0d29yayAoQ05OKSBjYW4gYWNjb21wbGlzaCB0aHJlZS1jbGFzcyBjbGFzc2lmaWNhdGlvbiBvZiBub24tY2FuY2VyIGNlbGxzIHZzLiBjYW5jZXIgY2VsbHMgd2l0aCBhbmQgd2l0aG91dCBjaGVtb3Jlc2lzdGFuY2UuIFdlIGFsc28gZXhhbWluZSB0aGUgY2FwYWJpbGl0eSBvZiBDTk4tYmFzZWQgaW1hZ2UgYW5hbHlzaXMgdG8gYXBwcm94aW1hdGUgdGhlIGNvbXBvc2l0aW9uIG9mIGNoZW1vcmVzaXN0YW50IGNhbmNlciBjZWxscyB3aXRoaW4gYSBwb3B1bGF0aW9uLiBXZSBzaG93IHRoYXQgdGhlIGNsYXNzaWZpY2F0aW9uIG1vZGVsIGFjaGlldmVzIGF0IGxlYXN0IDk4LjMzJSBhY2N1cmFjeSBieSB0aGUgQ05OIG1vZGVsIHRyYWluZWQgd2l0aCBvdmVyLSBhbmQgZG93bi1zYW1wbGluZyB0ZWNobmlxdWVzLiBGb3IgaGV0ZXJvZ2VuZW91cyBwb3B1bGF0aW9ucywgdGhlIGJlc3QgbW9kZWwgY2FuIGFwcHJveGltYXRlIHRoZSB0cnVlIHByb3BvcnRpb25zIG9mIG5vbi1jaGVtb3Jlc2lzdGFudCBhbmQgY2hlbW9yZXNpc3RhbnQgY2FuY2VyIGNlbGxzIHdpdGggUm9vdCBNZWFuIFNxdWFyZSBFcnJvciAoUk1TRSkgcmVkdWNlZCB0byAwLjE2IGJ5IEVuc2VtYmxlIExlYXJuaW5nIChFTCkuIEluIGNvbmNsdXNpb24sIG91ciBzdHVkeSBkZW1vbnN0cmF0ZXMgdGhlIHBvdGVudGlhbCBvZiBDTk4gbW9kZWxzIHRvIGlkZW50aWZ5IGFsdGVyZWQgY2VsbCBzaGFwZXMgdGhhdCBhcmUgdmlzdWFsbHkgY2hhbGxlbmdpbmcgdG8gcmVjb2duaXplLCB0aHVzIHN1cHBvcnRpbmcgZnV0dXJlIGFwcGxpY2F0aW9ucyB3aXRoIHRoaXMgYXV0b21hdGljIGFwcHJvYWNoIHRvIGltYWdlIGFuYWx5c2lzLiIsInB1Ymxpc2hlciI6IlB1YmxpYyBMaWJyYXJ5IG9mIFNjaWVuY2UiLCJpc3N1ZSI6IjExIiwidm9sdW1lIjoiMTkifSwiaXNUZW1wb3JhcnkiOmZhbHNlfV19&quot;,&quot;citationItems&quot;:[{&quot;id&quot;:&quot;09faa901-3ad7-325f-bf2f-c5f1bd1dac41&quot;,&quot;itemData&quot;:{&quot;type&quot;:&quot;article-journal&quot;,&quot;id&quot;:&quot;09faa901-3ad7-325f-bf2f-c5f1bd1dac41&quot;,&quot;title&quot;:&quot;Deep learning-based automatic image classification of oral cancer cells acquiring chemoresistance in vitro&quot;,&quot;author&quot;:[{&quot;family&quot;:&quot;Hsieh&quot;,&quot;given&quot;:&quot;Hsing Chuan&quot;,&quot;parse-names&quot;:false,&quot;dropping-particle&quot;:&quot;&quot;,&quot;non-dropping-particle&quot;:&quot;&quot;},{&quot;family&quot;:&quot;Chen&quot;,&quot;given&quot;:&quot;Cho Yi&quot;,&quot;parse-names&quot;:false,&quot;dropping-particle&quot;:&quot;&quot;,&quot;non-dropping-particle&quot;:&quot;&quot;},{&quot;family&quot;:&quot;Chou&quot;,&quot;given&quot;:&quot;Chung Hsien&quot;,&quot;parse-names&quot;:false,&quot;dropping-particle&quot;:&quot;&quot;,&quot;non-dropping-particle&quot;:&quot;&quot;},{&quot;family&quot;:&quot;Peng&quot;,&quot;given&quot;:&quot;Bou Yue&quot;,&quot;parse-names&quot;:false,&quot;dropping-particle&quot;:&quot;&quot;,&quot;non-dropping-particle&quot;:&quot;&quot;},{&quot;family&quot;:&quot;Sun&quot;,&quot;given&quot;:&quot;Yi Chen&quot;,&quot;parse-names&quot;:false,&quot;dropping-particle&quot;:&quot;&quot;,&quot;non-dropping-particle&quot;:&quot;&quot;},{&quot;family&quot;:&quot;Lin&quot;,&quot;given&quot;:&quot;Tzu Wei&quot;,&quot;parse-names&quot;:false,&quot;dropping-particle&quot;:&quot;&quot;,&quot;non-dropping-particle&quot;:&quot;&quot;},{&quot;family&quot;:&quot;Chien&quot;,&quot;given&quot;:&quot;Yueh&quot;,&quot;parse-names&quot;:false,&quot;dropping-particle&quot;:&quot;&quot;,&quot;non-dropping-particle&quot;:&quot;&quot;},{&quot;family&quot;:&quot;Chiou&quot;,&quot;given&quot;:&quot;Shih Hwa&quot;,&quot;parse-names&quot;:false,&quot;dropping-particle&quot;:&quot;&quot;,&quot;non-dropping-particle&quot;:&quot;&quot;},{&quot;family&quot;:&quot;Hung&quot;,&quot;given&quot;:&quot;Kai Feng&quot;,&quot;parse-names&quot;:false,&quot;dropping-particle&quot;:&quot;&quot;,&quot;non-dropping-particle&quot;:&quot;&quot;},{&quot;family&quot;:&quot;Lu&quot;,&quot;given&quot;:&quot;Henry Horng Shing&quot;,&quot;parse-names&quot;:false,&quot;dropping-particle&quot;:&quot;&quot;,&quot;non-dropping-particle&quot;:&quot;&quot;}],&quot;container-title&quot;:&quot;PLoS ONE&quot;,&quot;container-title-short&quot;:&quot;PLoS One&quot;,&quot;DOI&quot;:&quot;10.1371/journal.pone.0310304&quot;,&quot;ISSN&quot;:&quot;19326203&quot;,&quot;PMID&quot;:&quot;39485749&quot;,&quot;issued&quot;:{&quot;date-parts&quot;:[[2024,11,1]]},&quot;abstract&quot;:&quot;Cell shape reflects the spatial configuration resulting from the equilibrium of cellular and environmental signals and is considered a highly relevant indicator of its function and biological properties. For cancer cells, various physiological and environmental challenges, including chemotherapy, cause a cell state transition, which is accompanied by a continuous morphological alteration that is often extremely difficult to recognize even by direct microscopic inspection. To determine whether deep learning-based image analysis enables the detection of cell shape reflecting a crucial cell state alteration, we used the oral cancer cell line resistant to chemotherapy but having cell morphology nearly indiscernible from its non-resistant parental cells. We then implemented the automatic approach via deep learning methods based on EfficienNet-B3 models, along with over- and down-sampling techniques to determine whether image analysis of the Convolutional Neural Network (CNN) can accomplish three-class classification of non-cancer cells vs. cancer cells with and without chemoresistance. We also examine the capability of CNN-based image analysis to approximate the composition of chemoresistant cancer cells within a population. We show that the classification model achieves at least 98.33% accuracy by the CNN model trained with over- and down-sampling techniques. For heterogeneous populations, the best model can approximate the true proportions of non-chemoresistant and chemoresistant cancer cells with Root Mean Square Error (RMSE) reduced to 0.16 by Ensemble Learning (EL). In conclusion, our study demonstrates the potential of CNN models to identify altered cell shapes that are visually challenging to recognize, thus supporting future applications with this automatic approach to image analysis.&quot;,&quot;publisher&quot;:&quot;Public Library of Science&quot;,&quot;issue&quot;:&quot;11&quot;,&quot;volume&quot;:&quot;19&quot;},&quot;isTemporary&quot;:false}]},{&quot;citationID&quot;:&quot;MENDELEY_CITATION_c31f3dd3-b831-4aa6-95a0-5acf7c455648&quot;,&quot;properties&quot;:{&quot;noteIndex&quot;:0},&quot;isEdited&quot;:false,&quot;manualOverride&quot;:{&quot;isManuallyOverridden&quot;:false,&quot;citeprocText&quot;:&quot;[18, 19]&quot;,&quot;manualOverrideText&quot;:&quot;&quot;},&quot;citationTag&quot;:&quot;MENDELEY_CITATION_v3_eyJjaXRhdGlvbklEIjoiTUVOREVMRVlfQ0lUQVRJT05fYzMxZjNkZDMtYjgzMS00YWE2LTk1YTAtNWFjZjdjNDU1NjQ4IiwicHJvcGVydGllcyI6eyJub3RlSW5kZXgiOjB9LCJpc0VkaXRlZCI6ZmFsc2UsIm1hbnVhbE92ZXJyaWRlIjp7ImlzTWFudWFsbHlPdmVycmlkZGVuIjpmYWxzZSwiY2l0ZXByb2NUZXh0IjoiWzE4LCAxOV0iLCJtYW51YWxPdmVycmlkZVRleHQiOiIifSwiY2l0YXRpb25JdGVtcyI6W3siaWQiOiJiY2RiMTA3Ni00YjdiLTNjNTAtOGFhOC01MjNkN2Q2N2FkMTMiLCJpdGVtRGF0YSI6eyJ0eXBlIjoiYXJ0aWNsZS1qb3VybmFsIiwiaWQiOiJiY2RiMTA3Ni00YjdiLTNjNTAtOGFhOC01MjNkN2Q2N2FkMTMiLCJ0aXRsZSI6IkZlYXNpYmlsaXR5IHN0dWR5IG9mIGVtb3Rpb24gbWltaWNyeSBhbmFseXNpcyBpbiBodW1hbuKAk21hY2hpbmUgaW50ZXJhY3Rpb24iLCJhdXRob3IiOlt7ImZhbWlseSI6IkFyYWJpYW4iLCJnaXZlbiI6IkhlcmFnIiwicGFyc2UtbmFtZXMiOmZhbHNlLCJkcm9wcGluZy1wYXJ0aWNsZSI6IiIsIm5vbi1kcm9wcGluZy1wYXJ0aWNsZSI6IiJ9LHsiZmFtaWx5IjoiQWxzaGlyYmFqaSIsImdpdmVuIjoiVGFtZXIgQWJkdWxiYWtpIiwicGFyc2UtbmFtZXMiOmZhbHNlLCJkcm9wcGluZy1wYXJ0aWNsZSI6IiIsIm5vbi1kcm9wcGluZy1wYXJ0aWNsZSI6IiJ9LHsiZmFtaWx5IjoiQmhhdmUiLCJnaXZlbiI6IkFzaGlzaCIsInBhcnNlLW5hbWVzIjpmYWxzZSwiZHJvcHBpbmctcGFydGljbGUiOiIiLCJub24tZHJvcHBpbmctcGFydGljbGUiOiIifSx7ImZhbWlseSI6IldhZ25lci1IYXJ0bCIsImdpdmVuIjoiVmVyZW5hIiwicGFyc2UtbmFtZXMiOmZhbHNlLCJkcm9wcGluZy1wYXJ0aWNsZSI6IiIsIm5vbi1kcm9wcGluZy1wYXJ0aWNsZSI6IiJ9LHsiZmFtaWx5IjoiSWdlbCIsImdpdmVuIjoiTWFyY2VsIiwicGFyc2UtbmFtZXMiOmZhbHNlLCJkcm9wcGluZy1wYXJ0aWNsZSI6IiIsIm5vbi1kcm9wcGluZy1wYXJ0aWNsZSI6IiJ9LHsiZmFtaWx5IjoiQ2hhc2UiLCJnaXZlbiI6IkouIEdlb2ZmcmV5IiwicGFyc2UtbmFtZXMiOmZhbHNlLCJkcm9wcGluZy1wYXJ0aWNsZSI6IiIsIm5vbi1kcm9wcGluZy1wYXJ0aWNsZSI6IiJ9LHsiZmFtaWx5IjoiTW9lbGxlciIsImdpdmVuIjoiS251dCIsInBhcnNlLW5hbWVzIjpmYWxzZSwiZHJvcHBpbmctcGFydGljbGUiOiIiLCJub24tZHJvcHBpbmctcGFydGljbGUiOiIifV0sImNvbnRhaW5lci10aXRsZSI6IlNjaWVudGlmaWMgUmVwb3J0cyIsImNvbnRhaW5lci10aXRsZS1zaG9ydCI6IlNjaSBSZXAiLCJET0kiOiIxMC4xMDM4L3M0MTU5OC0wMjUtODc2ODgteiIsIklTU04iOiIyMDQ1MjMyMiIsIlBNSUQiOiIzOTg5MDgzOCIsImlzc3VlZCI6eyJkYXRlLXBhcnRzIjpbWzIwMjUsMTIsMV1dfSwiYWJzdHJhY3QiOiJIZWFsdGggYXBwcyBoYXZlIGluY3JlYXNlZCBpbiBwb3B1bGFyaXR5IGFzIHBlb3BsZSBpbmNyZWFzaW5nbHkgZm9sbG93IHRoZSBhZHZpY2UgdGhlc2UgYXBwcyBwcm92aWRlIHRvIGVuaGFuY2UgcGh5c2ljYWwgYW5kIG1lbnRhbCB3ZWxsLWJlaW5nLiBPbmUga2V5IGFzcGVjdCBvZiBpbXByb3ZpbmcgbmV1cm9zZW5zb3J5IGhlYWx0aCBpcyBpZGVudGlmeWluZyBhbmQgZXhwcmVzc2luZyBlbW90aW9ucy4gRW1vdGlvbmFsIGludGVsbGlnZW5jZSBpcyBjcnVjaWFsIGZvciBtYWludGFpbmluZyBhbmQgZW5oYW5jaW5nIHNvY2lhbCBpbnRlcmFjdGlvbnMuIEluIHRoaXMgY29udGV4dCwgYSBwcmVsaW1pbmFyeSBjbG9zZWQtbG9vcCBmZWVkYmFjayBzeXN0ZW0gaGFzIGJlZW4gZGV2ZWxvcGVkIHRvIGhlbHAgcGVvcGxlIHByb2plY3Qgc3BlY2lmaWMgZW1vdGlvbnMgYnkgYWx0ZXJpbmcgdGhlaXIgZmFjaWFsIGV4cHJlc3Npb25zLiBUaGlzIHN5c3RlbSBpcyBwYXJ0IG9mIGEgcmVzZWFyY2ggaW50ZXJ2ZW50aW9uIGFpbWVkIGF0IHRoZXJhcGV1dGljIGFwcGxpY2F0aW9ucyBmb3IgaW5kaXZpZHVhbHMgd2l0aCBhdXRpc20gc3BlY3RydW0gZGlzb3JkZXIuIFRoZSBwcm9wb3NlZCBzeXN0ZW0gZnVuY3Rpb25zIGFzIGEgZGlnaXRhbCBtaXJyb3IsIGluaXRpYWxseSBkaXNwbGF5aW5nIGFuIGFuaW1hdGVkIGF2YXRhcuKAmXMgZmFjZSBleHByZXNzaW5nIGEgcHJlZGVmaW5lZCBlbW90aW9uLiBVc2VycyBhcmUgdGhlbiBhc2tlZCB0byBtaW1pYyB0aGUgYXZhdGFy4oCZcyBleHByZXNzaW9uLiBEdXJpbmcgdGhpcyBwcm9jZXNzLCBhIGN1c3RvbSBlbW90aW9uIHJlY29nbml0aW9uIG1vZGVsIGFuYWx5emVzIHRoZSB1c2Vy4oCZcyBmYWNpYWwgZXhwcmVzc2lvbnMgYW5kIHByb3ZpZGVzIGZlZWRiYWNrIG9uIHRoZSBhY2N1cmFjeSBvZiB0aGVpciBwcm9qZWN0aW9uLiBBIHNtYWxsIGV4cGVyaW1lbnRhbCBzdHVkeSBpbnZvbHZpbmcgOCBwYXJ0aWNpcGFudHMgdGVzdGVkIHRoZSBzeXN0ZW0gZm9yIGZlYXNpYmlsaXR5LCB3aXRoIGF2YXRhcnMgcHJvamVjdGluZyB0aGUgc2l4IGJhc2ljIGVtb3Rpb25zIGFuZCBhIG5ldXRyYWwgZXhwcmVzc2lvbi4gVGhlIHN0dWR5IHJlc3VsdHMgaW5kaWNhdGVkIGEgcG9zaXRpdmUgY29ycmVsYXRpb24gYmV0d2VlbiB0aGUgcHJvamVjdGVkIGZhY2lhbCBleHByZXNzaW9ucyBhbmQgdGhlIGVtb3Rpb25zIGlkZW50aWZpZWQgYnkgcGFydGljaXBhbnRzLiBQYXJ0aWNpcGFudHMgZWZmZWN0aXZlbHkgcmVjb2duaXplZCB0aGUgZW1vdGlvbnMsIHdpdGggODUuNDAlIGFjY3VyYWN5IGRlbW9uc3RyYXRpbmcgdGhlIHN5c3RlbeKAmXMgcG90ZW50aWFsIGluIGVuaGFuY2luZyB0aGUgd2VsbC1iZWluZyBvZiBpbmRpdmlkdWFscy4gVGhlIHBhcnRpY2lwYW50cyB3ZXJlIGFsc28gYWJsZSB0byBtaW1pYyB0aGUgZ2l2ZW4gZXhwcmVzc2lvbiBlZmZlY3RpdmVseSB3aXRoIGFuIGFjY3VyYWN5IG9mIDQ2LjY3JS4gSG93ZXZlciwgYSBkZWZpY2llbmN5IGluIHRoZSBwZXJmb3JtYW5jZSBvZiBvbmUgb2YgdGhlIGV4cHJlc3Npb25zLCBzdXJwcmlzZSwgd2FzIG5vdGljZWQuIEluIHRoZSBwb3N0IHByb2Nlc3NpbmcsIHRoaXMgaXNzdWUgd2FzIGFkZHJlc3NlZCBhbmQgbW9kZWwgZW5oYW5jZW1lbnRzIHdlcmUgdGFpbG9yZWQgdG8gYm9vc3QgdGhlIHBlcmZvcm1hbmNlIGJ5IH4gMzAlLiBUaGlzIGFwcHJvYWNoIHNob3dzIHByb21pc2UgZm9yIHRoZXJhcGV1dGljIHVzZSBhbmQgZW1vdGlvbmFsIHNraWxsIGRldmVsb3BtZW50LiBBIGZ1cnRoZXIgd2lkZXIgZXhwZXJpbWVudGFsIHN0dWR5IGlzIHN0aWxsIHJlcXVpcmVkIHRvIHZhbGlkYXRlIHRoZSBmaW5kaW5ncyBvZiB0aGlzIHN0dWR5IGFuZCBhbmFseXplIHRoZSBpbXBhY3Qgb2YgbW9kaWZpY2F0aW9ucyBtYWRlLiIsInB1Ymxpc2hlciI6Ik5hdHVyZSBSZXNlYXJjaCIsImlzc3VlIjoiMSIsInZvbHVtZSI6IjE1In0sImlzVGVtcG9yYXJ5IjpmYWxzZX0seyJpZCI6IjQyZmZhZTFmLTQ2MWQtM2QzMi04YTk4LTVkYzA0OWYxMmQ1ZiIsIml0ZW1EYXRhIjp7InR5cGUiOiJhcnRpY2xlLWpvdXJuYWwiLCJpZCI6IjQyZmZhZTFmLTQ2MWQtM2QzMi04YTk4LTVkYzA0OWYxMmQ1ZiIsInRpdGxlIjoiSW1wYWN0IG9mIG1hc2sgdXNlIG9uIGZhY2lhbCBlbW90aW9uIHJlY29nbml0aW9uIGluIGluZGl2aWR1YWxzIHdpdGggc3ViY2xpbmljYWwgc29jaWFsIGFueGlldHk6IGFuIGV5ZS10cmFja2luZyBzdHVkeSIsImF1dGhvciI6W3siZmFtaWx5IjoiV28iLCJnaXZlbiI6IkphY2tpZSBXYWkgWWkiLCJwYXJzZS1uYW1lcyI6ZmFsc2UsImRyb3BwaW5nLXBhcnRpY2xlIjoiIiwibm9uLWRyb3BwaW5nLXBhcnRpY2xlIjoiIn0seyJmYW1pbHkiOiJMaWFvIiwiZ2l2ZW4iOiJXZWl5YW4iLCJwYXJzZS1uYW1lcyI6ZmFsc2UsImRyb3BwaW5nLXBhcnRpY2xlIjoiIiwibm9uLWRyb3BwaW5nLXBhcnRpY2xlIjoiIn0seyJmYW1pbHkiOiJIc2lhbyIsImdpdmVuIjoiSmFuZXQgSHVpIHdlbiIsInBhcnNlLW5hbWVzIjpmYWxzZSwiZHJvcHBpbmctcGFydGljbGUiOiIiLCJub24tZHJvcHBpbmctcGFydGljbGUiOiIifV0sImNvbnRhaW5lci10aXRsZSI6IkNvZ25pdGl2ZSBSZXNlYXJjaDogUHJpbmNpcGxlcyBhbmQgSW1wbGljYXRpb25zIiwiY29udGFpbmVyLXRpdGxlLXNob3J0IjoiQ29nbiBSZXMgUHJpbmMgSW1wbGljIiwiRE9JIjoiMTAuMTE4Ni9zNDEyMzUtMDI1LTAwNjM1LTQiLCJJU1NOIjoiMjM2NTc0NjQiLCJQTUlEIjoiNDA0NTY5ODciLCJpc3N1ZWQiOnsiZGF0ZS1wYXJ0cyI6W1syMDI1LDEyLDFdXX0sImFic3RyYWN0IjoiUHJldmlvdXMgc3R1ZGllcyBzdWdnZXN0ZWQgdGhhdCBzb2NpYWwgYW54aWV0eSBpcyBhc3NvY2lhdGVkIHdpdGggaW50ZXJwcmV0YXRpb24gYmlhcywgdGhlb3J5IG9mIG1pbmQgZGVmaWNpdCwgYW5kIGV5ZSBnYXplIGF2b2lkYW5jZSB3aGVuIGlkZW50aWZ5aW5nIGZhY2lhbCBlbW90aW9ucy4gV2UgdGVzdGVkIHRoZSBoeXBvdGhlc2lzIHRoYXQgc29jaWFsbHkgYW54aW91cyBpbmRpdmlkdWFscyB3b3VsZCBiZSBtb3JlIGFmZmVjdGVkIGJ5IG1hc2sgdXNlIGR1cmluZyBmYWNpYWwgZW1vdGlvbiByZWNvZ25pdGlvbi4gODggaGVhbHRoeSB1bmRlcmdyYWR1YXRlcyB3aXRoIHZhcmlvdXMgbGV2ZWxzIG9mIHNvY2lhbCBhbnhpZXR5IHdlcmUgaW52aXRlZC4gUGFydGljaXBhbnRzIGp1ZGdlZCB0aGUgZW1vdGlvbnMgb2YgbWFza2VkIGFuZCB1bm1hc2tlZCBmYWNpYWwgZXhwcmVzc2lvbnMuIEV5ZSBNb3ZlbWVudCBBbmFseXNpcyB3aXRoIEhpZGRlbiBNYXJrb3YgTW9kZWxzIHdhcyB1c2VkIHRvIGFuYWx5emUgcGFydGljaXBhbnRz4oCZIGV5ZSBtb3ZlbWVudCBwYXR0ZXJucyBkdXJpbmcgdGhlIHRhc2suIFBvdGVudGlhbCBjb25mb3VuZGVycyBpbmNsdWRpbmcgZ2VuZGVyLCBkZXByZXNzaXZlIHN5bXB0b21zLCBzdHJlc3MsIGFuZCBleGVjdXRpdmUgcGxhbm5pbmcgYWJpbGl0eSB3ZXJlIGNvbnRyb2xsZWQgZm9yIGluIHRoZSBhbmFseXNlcy4gUmVzdWx0cyBmYWlsZWQgdG8gc3VwcG9ydCBvdXIgaHlwb3RoZXNpcy4gSW5zdGVhZCwgaGlnaGVyIHNvY2lhbCBhbnhpZXR5IHdhcyBhc3NvY2lhdGVkIHdpdGggaGlnaGVyIGFjY3VyYWN5IHJhdGVzIGZvciBhbmdyeSBhbmQgZmVhcmZ1bCBmYWNlcyBhbmQgbG93ZXIgZmFsc2UgYWxhcm0gcmF0ZXMgZm9yIHNhZCBmYWNlcy4gRXllIG1vdmVtZW50IHBhdHRlcm5zIHdlcmUgc2ltaWxhciBhY3Jvc3Mgc29jaWFsIGFueGlldHkgbGV2ZWxzLiBJbnRlcmVzdGluZ2x5LCBhbiBleHBsb3JhdG9yeSBtb2RlcmF0aW9uIGFuYWx5c2lzIHJldmVhbGVkIHRoYXQgYW4gaW5jcmVhc2UgaW4gdXNpbmcgYSBtb3JlIGV5ZS1jZW50ZXJlZCBzdHJhdGVneSBkdWUgdG8gbWFzayB1c2Ugd2FzIHNpZ25pZmljYW50bHkgYXNzb2NpYXRlZCB3aXRoIGEgbGFyZ2VyIGRyb3AgaW4gYWNjdXJhY3kgcmF0ZSBmb3IgZmVhcmZ1bCBmYWNlcyBhbW9uZyBpbmRpdmlkdWFscyB3aXRoIGhpZ2hlciBzb2NpYWwgYW54aWV0eSwgd2hpbGUgbm9uLXNpZ25pZmljYW50bHkgYXNzb2NpYXRlZCB3aXRoIGEgc21hbGxlciBkcm9wIGFtb25nIGluZGl2aWR1YWxzIHdpdGggbG93ZXIgc29jaWFsIGFueGlldHkuIFRodXMsIG91ciBzdHVkeSBpbmRpY2F0ZXMgc29jaWFsIGFueGlldHksIGF0IGxlYXN0IGF0IHN1YmNsaW5pY2FsIGxldmVscywgbWF5IGJlIGFzc29jaWF0ZWQgd2l0aCBhIGdlbmVyYWxseSBoZWlnaHRlbmVkIHNlbnNpdGl2aXR5IHRvIG5lZ2F0aXZlIGVtb3Rpb25zLiBIb3dldmVyLCBzdWNoIGhlaWdodGVuZWQgc2Vuc2l0aXZpdHkgZGltaW5pc2hlcyBpZiB0aGV5IHN3aXRjaCB0byBhIG1vcmUgZXllLWNlbnRlcmVkIHN0cmF0ZWd5IHdoZW4gdmlld2luZyBtYXNrZWQgZmFjaWFsIGVtb3Rpb25zLiBQb3RlbnRpYWwgbWVjaGFuaXNtcyBhbmQgaW1wbGljYXRpb25zIHdlcmUgZGlzY3Vzc2VkLiIsInB1Ymxpc2hlciI6IlNwcmluZ2VyIFNjaWVuY2UgYW5kIEJ1c2luZXNzIE1lZGlhIERldXRzY2hsYW5kIEdtYkgiLCJpc3N1ZSI6IjEiLCJ2b2x1bWUiOiIxMCJ9LCJpc1RlbXBvcmFyeSI6ZmFsc2V9XX0=&quot;,&quot;citationItems&quot;:[{&quot;id&quot;:&quot;bcdb1076-4b7b-3c50-8aa8-523d7d67ad13&quot;,&quot;itemData&quot;:{&quot;type&quot;:&quot;article-journal&quot;,&quot;id&quot;:&quot;bcdb1076-4b7b-3c50-8aa8-523d7d67ad13&quot;,&quot;title&quot;:&quot;Feasibility study of emotion mimicry analysis in human–machine interaction&quot;,&quot;author&quot;:[{&quot;family&quot;:&quot;Arabian&quot;,&quot;given&quot;:&quot;Herag&quot;,&quot;parse-names&quot;:false,&quot;dropping-particle&quot;:&quot;&quot;,&quot;non-dropping-particle&quot;:&quot;&quot;},{&quot;family&quot;:&quot;Alshirbaji&quot;,&quot;given&quot;:&quot;Tamer Abdulbaki&quot;,&quot;parse-names&quot;:false,&quot;dropping-particle&quot;:&quot;&quot;,&quot;non-dropping-particle&quot;:&quot;&quot;},{&quot;family&quot;:&quot;Bhave&quot;,&quot;given&quot;:&quot;Ashish&quot;,&quot;parse-names&quot;:false,&quot;dropping-particle&quot;:&quot;&quot;,&quot;non-dropping-particle&quot;:&quot;&quot;},{&quot;family&quot;:&quot;Wagner-Hartl&quot;,&quot;given&quot;:&quot;Verena&quot;,&quot;parse-names&quot;:false,&quot;dropping-particle&quot;:&quot;&quot;,&quot;non-dropping-particle&quot;:&quot;&quot;},{&quot;family&quot;:&quot;Igel&quot;,&quot;given&quot;:&quot;Marcel&quot;,&quot;parse-names&quot;:false,&quot;dropping-particle&quot;:&quot;&quot;,&quot;non-dropping-particle&quot;:&quot;&quot;},{&quot;family&quot;:&quot;Chase&quot;,&quot;given&quot;:&quot;J. Geoffrey&quot;,&quot;parse-names&quot;:false,&quot;dropping-particle&quot;:&quot;&quot;,&quot;non-dropping-particle&quot;:&quot;&quot;},{&quot;family&quot;:&quot;Moeller&quot;,&quot;given&quot;:&quot;Knut&quot;,&quot;parse-names&quot;:false,&quot;dropping-particle&quot;:&quot;&quot;,&quot;non-dropping-particle&quot;:&quot;&quot;}],&quot;container-title&quot;:&quot;Scientific Reports&quot;,&quot;container-title-short&quot;:&quot;Sci Rep&quot;,&quot;DOI&quot;:&quot;10.1038/s41598-025-87688-z&quot;,&quot;ISSN&quot;:&quot;20452322&quot;,&quot;PMID&quot;:&quot;39890838&quot;,&quot;issued&quot;:{&quot;date-parts&quot;:[[2025,12,1]]},&quot;abstract&quot;:&quot;Health apps have increased in popularity as people increasingly follow the advice these apps provide to enhance physical and mental well-being. One key aspect of improving neurosensory health is identifying and expressing emotions. Emotional intelligence is crucial for maintaining and enhancing social interactions. In this context, a preliminary closed-loop feedback system has been developed to help people project specific emotions by altering their facial expressions. This system is part of a research intervention aimed at therapeutic applications for individuals with autism spectrum disorder. The proposed system functions as a digital mirror, initially displaying an animated avatar’s face expressing a predefined emotion. Users are then asked to mimic the avatar’s expression. During this process, a custom emotion recognition model analyzes the user’s facial expressions and provides feedback on the accuracy of their projection. A small experimental study involving 8 participants tested the system for feasibility, with avatars projecting the six basic emotions and a neutral expression. The study results indicated a positive correlation between the projected facial expressions and the emotions identified by participants. Participants effectively recognized the emotions, with 85.40% accuracy demonstrating the system’s potential in enhancing the well-being of individuals. The participants were also able to mimic the given expression effectively with an accuracy of 46.67%. However, a deficiency in the performance of one of the expressions, surprise, was noticed. In the post processing, this issue was addressed and model enhancements were tailored to boost the performance by ~ 30%. This approach shows promise for therapeutic use and emotional skill development. A further wider experimental study is still required to validate the findings of this study and analyze the impact of modifications made.&quot;,&quot;publisher&quot;:&quot;Nature Research&quot;,&quot;issue&quot;:&quot;1&quot;,&quot;volume&quot;:&quot;15&quot;},&quot;isTemporary&quot;:false},{&quot;id&quot;:&quot;42ffae1f-461d-3d32-8a98-5dc049f12d5f&quot;,&quot;itemData&quot;:{&quot;type&quot;:&quot;article-journal&quot;,&quot;id&quot;:&quot;42ffae1f-461d-3d32-8a98-5dc049f12d5f&quot;,&quot;title&quot;:&quot;Impact of mask use on facial emotion recognition in individuals with subclinical social anxiety: an eye-tracking study&quot;,&quot;author&quot;:[{&quot;family&quot;:&quot;Wo&quot;,&quot;given&quot;:&quot;Jackie Wai Yi&quot;,&quot;parse-names&quot;:false,&quot;dropping-particle&quot;:&quot;&quot;,&quot;non-dropping-particle&quot;:&quot;&quot;},{&quot;family&quot;:&quot;Liao&quot;,&quot;given&quot;:&quot;Weiyan&quot;,&quot;parse-names&quot;:false,&quot;dropping-particle&quot;:&quot;&quot;,&quot;non-dropping-particle&quot;:&quot;&quot;},{&quot;family&quot;:&quot;Hsiao&quot;,&quot;given&quot;:&quot;Janet Hui wen&quot;,&quot;parse-names&quot;:false,&quot;dropping-particle&quot;:&quot;&quot;,&quot;non-dropping-particle&quot;:&quot;&quot;}],&quot;container-title&quot;:&quot;Cognitive Research: Principles and Implications&quot;,&quot;container-title-short&quot;:&quot;Cogn Res Princ Implic&quot;,&quot;DOI&quot;:&quot;10.1186/s41235-025-00635-4&quot;,&quot;ISSN&quot;:&quot;23657464&quot;,&quot;PMID&quot;:&quot;40456987&quot;,&quot;issued&quot;:{&quot;date-parts&quot;:[[2025,12,1]]},&quot;abstract&quot;:&quot;Previous studies suggested that social anxiety is associated with interpretation bias, theory of mind deficit, and eye gaze avoidance when identifying facial emotions. We tested the hypothesis that socially anxious individuals would be more affected by mask use during facial emotion recognition. 88 healthy undergraduates with various levels of social anxiety were invited. Participants judged the emotions of masked and unmasked facial expressions. Eye Movement Analysis with Hidden Markov Models was used to analyze participants’ eye movement patterns during the task. Potential confounders including gender, depressive symptoms, stress, and executive planning ability were controlled for in the analyses. Results failed to support our hypothesis. Instead, higher social anxiety was associated with higher accuracy rates for angry and fearful faces and lower false alarm rates for sad faces. Eye movement patterns were similar across social anxiety levels. Interestingly, an exploratory moderation analysis revealed that an increase in using a more eye-centered strategy due to mask use was significantly associated with a larger drop in accuracy rate for fearful faces among individuals with higher social anxiety, while non-significantly associated with a smaller drop among individuals with lower social anxiety. Thus, our study indicates social anxiety, at least at subclinical levels, may be associated with a generally heightened sensitivity to negative emotions. However, such heightened sensitivity diminishes if they switch to a more eye-centered strategy when viewing masked facial emotions. Potential mechanisms and implications were discussed.&quot;,&quot;publisher&quot;:&quot;Springer Science and Business Media Deutschland GmbH&quot;,&quot;issue&quot;:&quot;1&quot;,&quot;volume&quot;:&quot;10&quot;},&quot;isTemporary&quot;:false}]},{&quot;citationID&quot;:&quot;MENDELEY_CITATION_90599979-4cde-43c6-a14c-63b572a1c1c9&quot;,&quot;properties&quot;:{&quot;noteIndex&quot;:0},&quot;isEdited&quot;:false,&quot;manualOverride&quot;:{&quot;isManuallyOverridden&quot;:false,&quot;citeprocText&quot;:&quot;[16]&quot;,&quot;manualOverrideText&quot;:&quot;&quot;},&quot;citationTag&quot;:&quot;MENDELEY_CITATION_v3_eyJjaXRhdGlvbklEIjoiTUVOREVMRVlfQ0lUQVRJT05fOTA1OTk5NzktNGNkZS00M2M2LWExNGMtNjNiNTcyYTFjMWM5IiwicHJvcGVydGllcyI6eyJub3RlSW5kZXgiOjB9LCJpc0VkaXRlZCI6ZmFsc2UsIm1hbnVhbE92ZXJyaWRlIjp7ImlzTWFudWFsbHlPdmVycmlkZGVuIjpmYWxzZSwiY2l0ZXByb2NUZXh0IjoiWzE2XSIsIm1hbnVhbE92ZXJyaWRlVGV4dCI6IiJ9LCJjaXRhdGlvbkl0ZW1zIjpbeyJpZCI6IjE0ZmIxZGNhLWJiYjYtMzM1NS1hYjA0LTdhNGQ1YmFjNGIxNyIsIml0ZW1EYXRhIjp7InR5cGUiOiJhcnRpY2xlLWpvdXJuYWwiLCJpZCI6IjE0ZmIxZGNhLWJiYjYtMzM1NS1hYjA0LTdhNGQ1YmFjNGIxNyIsInRpdGxlIjoiQSBtdWx0aS1kaWxhdGVkIGNvbnZvbHV0aW9uIG5ldHdvcmsgZm9yIHNwZWVjaCBlbW90aW9uIHJlY29nbml0aW9uIiwiYXV0aG9yIjpbeyJmYW1pbHkiOiJNYWRhbmlhbiIsImdpdmVuIjoiU2FtYW5laCIsInBhcnNlLW5hbWVzIjpmYWxzZSwiZHJvcHBpbmctcGFydGljbGUiOiIiLCJub24tZHJvcHBpbmctcGFydGljbGUiOiIifSx7ImZhbWlseSI6IkFkZWxleWUiLCJnaXZlbiI6Ik9sYXlpbmthIiwicGFyc2UtbmFtZXMiOmZhbHNlLCJkcm9wcGluZy1wYXJ0aWNsZSI6IiIsIm5vbi1kcm9wcGluZy1wYXJ0aWNsZSI6IiJ9LHsiZmFtaWx5IjoiVGVtcGxldG9uIiwiZ2l2ZW4iOiJKb2huIE1pY2hhZWwiLCJwYXJzZS1uYW1lcyI6ZmFsc2UsImRyb3BwaW5nLXBhcnRpY2xlIjoiIiwibm9uLWRyb3BwaW5nLXBhcnRpY2xlIjoiIn0seyJmYW1pbHkiOiJDaGVuIiwiZ2l2ZW4iOiJUYWxlbiIsInBhcnNlLW5hbWVzIjpmYWxzZSwiZHJvcHBpbmctcGFydGljbGUiOiIiLCJub24tZHJvcHBpbmctcGFydGljbGUiOiIifSx7ImZhbWlseSI6IlBvZWxsYWJhdWVyIiwiZ2l2ZW4iOiJDaHJpc3RpYW4iLCJwYXJzZS1uYW1lcyI6ZmFsc2UsImRyb3BwaW5nLXBhcnRpY2xlIjoiIiwibm9uLWRyb3BwaW5nLXBhcnRpY2xlIjoiIn0seyJmYW1pbHkiOiJaaGFuZyIsImdpdmVuIjoiRW5zaGkiLCJwYXJzZS1uYW1lcyI6ZmFsc2UsImRyb3BwaW5nLXBhcnRpY2xlIjoiIiwibm9uLWRyb3BwaW5nLXBhcnRpY2xlIjoiIn0seyJmYW1pbHkiOiJTY2huZWlkZXIiLCJnaXZlbiI6IlNhbmRyYSBMLiIsInBhcnNlLW5hbWVzIjpmYWxzZSwiZHJvcHBpbmctcGFydGljbGUiOiIiLCJub24tZHJvcHBpbmctcGFydGljbGUiOiIifV0sImNvbnRhaW5lci10aXRsZSI6IlNjaWVudGlmaWMgUmVwb3J0cyIsImNvbnRhaW5lci10aXRsZS1zaG9ydCI6IlNjaSBSZXAiLCJET0kiOiIxMC4xMDM4L3M0MTU5OC0wMjUtOTI2NDAtMiIsIklTU04iOiIyMDQ1MjMyMiIsIlBNSUQiOiI0MDA2NDk0MiIsImlzc3VlZCI6eyJkYXRlLXBhcnRzIjpbWzIwMjUsMTIsMV1dfSwiYWJzdHJhY3QiOiJTcGVlY2ggZW1vdGlvbiByZWNvZ25pdGlvbiAoU0VSKSBpcyBhbiBpbXBvcnRhbnQgYXBwbGljYXRpb24gaW4gQWZmZWN0aXZlIENvbXB1dGluZyBhbmQgQXJ0aWZpY2lhbCBJbnRlbGxpZ2VuY2UuIFJlY2VudGx5LCB0aGVyZSBoYXMgYmVlbiBhIHNpZ25pZmljYW50IGludGVyZXN0IGluIERlZXAgTmV1cmFsIE5ldHdvcmtzIHVzaW5nIHNwZWVjaCBzcGVjdHJvZ3JhbXMuIEFzIHRoZSB0d28tZGltZW5zaW9uYWwgcmVwcmVzZW50YXRpb24gb2YgdGhlIHNwZWN0cm9ncmFtIGluY2x1ZGVzIG1vcmUgc3BlZWNoIGNoYXJhY3RlcmlzdGljcywgcmVzZWFyY2ggaW50ZXJlc3QgaW4gY29udm9sdXRpb24gbmV1cmFsIG5ldHdvcmtzIChDTk5zKSBvciBhZHZhbmNlZCBpbWFnZSByZWNvZ25pdGlvbiBtb2RlbHMgaXMgbGV2ZXJhZ2VkIHRvIGxlYXJuIGRlZXAgcGF0dGVybnMgaW4gYSBzcGVjdHJvZ3JhbSB0byBlZmZlY3RpdmVseSBwZXJmb3JtIFNFUi4gQWNjb3JkaW5nbHksIGluIHRoaXMgc3R1ZHksIHdlIHByb3Bvc2UgYSBub3ZlbCBTRVIgbW9kZWwgYmFzZWQgb24gdGhlIGxlYXJuaW5nIG9mIHRoZSB1dHRlcmFuY2UtbGV2ZWwgc3BlY3Ryb2dyYW0uIEZpcnN0LCB3ZSB1c2UgdGhlIFNwYXRpYWwgUHlyYW1pZCBQb29saW5nIChTUFApIHN0cmF0ZWd5IHRvIHJlbW92ZSB0aGUgc2l6ZSBjb25zdHJhaW50IGFzc29jaWF0ZWQgd2l0aCB0aGUgQ05OLWJhc2VkIGltYWdlIHJlY29nbml0aW9uIHRhc2suIFRoZW4sIHRoZSBTUFAgbGF5ZXIgaXMgZGVwbG95ZWQgdG8gZXh0cmFjdCBib3RoIHRoZSBnbG9iYWwtbGV2ZWwgcHJvbWluZW50IGZlYXR1cmUgdmVjdG9yIGFuZCBtdWx0aS1sb2NhbC1sZXZlbCBmZWF0dXJlIHZlY3RvciwgZm9sbG93ZWQgYnkgYW4gYXR0ZW50aW9uIG1vZGVsIHRvIHdlaWdoIHRoZSBmZWF0dXJlIHZlY3RvcnMuIEZpbmFsbHksIHdlIGFwcGx5IHRoZSBBcmNGYWNlIGxheWVyLCB0eXBpY2FsbHkgdXNlZCBmb3IgZmFjZSByZWNvZ25pdGlvbiwgdG8gdGhlIFNFUiB0YXNrLCB0aGVyZWJ5IG9idGFpbmluZyBpbXByb3ZlZCBTRVIgcGVyZm9ybWFuY2UuIE91ciBtb2RlbCBhY2hpZXZlZCBhbiB1bndlaWdodGVkIGFjY3VyYWN5IG9mIDY3LjklIG9uIElFTU9DQVAgYW5kIDc3LjYlIG9uIEVNT0RCIGRhdGFzZXRzLiIsInB1Ymxpc2hlciI6Ik5hdHVyZSBSZXNlYXJjaCIsImlzc3VlIjoiMSIsInZvbHVtZSI6IjE1In0sImlzVGVtcG9yYXJ5IjpmYWxzZX1dfQ==&quot;,&quot;citationItems&quot;:[{&quot;id&quot;:&quot;14fb1dca-bbb6-3355-ab04-7a4d5bac4b17&quot;,&quot;itemData&quot;:{&quot;type&quot;:&quot;article-journal&quot;,&quot;id&quot;:&quot;14fb1dca-bbb6-3355-ab04-7a4d5bac4b17&quot;,&quot;title&quot;:&quot;A multi-dilated convolution network for speech emotion recognition&quot;,&quot;author&quot;:[{&quot;family&quot;:&quot;Madanian&quot;,&quot;given&quot;:&quot;Samaneh&quot;,&quot;parse-names&quot;:false,&quot;dropping-particle&quot;:&quot;&quot;,&quot;non-dropping-particle&quot;:&quot;&quot;},{&quot;family&quot;:&quot;Adeleye&quot;,&quot;given&quot;:&quot;Olayinka&quot;,&quot;parse-names&quot;:false,&quot;dropping-particle&quot;:&quot;&quot;,&quot;non-dropping-particle&quot;:&quot;&quot;},{&quot;family&quot;:&quot;Templeton&quot;,&quot;given&quot;:&quot;John Michael&quot;,&quot;parse-names&quot;:false,&quot;dropping-particle&quot;:&quot;&quot;,&quot;non-dropping-particle&quot;:&quot;&quot;},{&quot;family&quot;:&quot;Chen&quot;,&quot;given&quot;:&quot;Talen&quot;,&quot;parse-names&quot;:false,&quot;dropping-particle&quot;:&quot;&quot;,&quot;non-dropping-particle&quot;:&quot;&quot;},{&quot;family&quot;:&quot;Poellabauer&quot;,&quot;given&quot;:&quot;Christian&quot;,&quot;parse-names&quot;:false,&quot;dropping-particle&quot;:&quot;&quot;,&quot;non-dropping-particle&quot;:&quot;&quot;},{&quot;family&quot;:&quot;Zhang&quot;,&quot;given&quot;:&quot;Enshi&quot;,&quot;parse-names&quot;:false,&quot;dropping-particle&quot;:&quot;&quot;,&quot;non-dropping-particle&quot;:&quot;&quot;},{&quot;family&quot;:&quot;Schneider&quot;,&quot;given&quot;:&quot;Sandra L.&quot;,&quot;parse-names&quot;:false,&quot;dropping-particle&quot;:&quot;&quot;,&quot;non-dropping-particle&quot;:&quot;&quot;}],&quot;container-title&quot;:&quot;Scientific Reports&quot;,&quot;container-title-short&quot;:&quot;Sci Rep&quot;,&quot;DOI&quot;:&quot;10.1038/s41598-025-92640-2&quot;,&quot;ISSN&quot;:&quot;20452322&quot;,&quot;PMID&quot;:&quot;40064942&quot;,&quot;issued&quot;:{&quot;date-parts&quot;:[[2025,12,1]]},&quot;abstract&quot;:&quot;Speech emotion recognition (SER) is an important application in Affective Computing and Artificial Intelligence. Recently, there has been a significant interest in Deep Neural Networks using speech spectrograms. As the two-dimensional representation of the spectrogram includes more speech characteristics, research interest in convolution neural networks (CNNs) or advanced image recognition models is leveraged to learn deep patterns in a spectrogram to effectively perform SER. Accordingly, in this study, we propose a novel SER model based on the learning of the utterance-level spectrogram. First, we use the Spatial Pyramid Pooling (SPP) strategy to remove the size constraint associated with the CNN-based image recognition task. Then, the SPP layer is deployed to extract both the global-level prominent feature vector and multi-local-level feature vector, followed by an attention model to weigh the feature vectors. Finally, we apply the ArcFace layer, typically used for face recognition, to the SER task, thereby obtaining improved SER performance. Our model achieved an unweighted accuracy of 67.9% on IEMOCAP and 77.6% on EMODB datasets.&quot;,&quot;publisher&quot;:&quot;Nature Research&quot;,&quot;issue&quot;:&quot;1&quot;,&quot;volume&quot;:&quot;15&quot;},&quot;isTemporary&quot;:false}]},{&quot;citationID&quot;:&quot;MENDELEY_CITATION_dfb420ae-34de-4981-b7b2-152f7795f545&quot;,&quot;properties&quot;:{&quot;noteIndex&quot;:0},&quot;isEdited&quot;:false,&quot;manualOverride&quot;:{&quot;isManuallyOverridden&quot;:false,&quot;citeprocText&quot;:&quot;[4, 7, 20]&quot;,&quot;manualOverrideText&quot;:&quot;&quot;},&quot;citationTag&quot;:&quot;MENDELEY_CITATION_v3_eyJjaXRhdGlvbklEIjoiTUVOREVMRVlfQ0lUQVRJT05fZGZiNDIwYWUtMzRkZS00OTgxLWI3YjItMTUyZjc3OTVmNTQ1IiwicHJvcGVydGllcyI6eyJub3RlSW5kZXgiOjB9LCJpc0VkaXRlZCI6ZmFsc2UsIm1hbnVhbE92ZXJyaWRlIjp7ImlzTWFudWFsbHlPdmVycmlkZGVuIjpmYWxzZSwiY2l0ZXByb2NUZXh0IjoiWzQsIDcsIDIwXSIsIm1hbnVhbE92ZXJyaWRlVGV4dCI6IiJ9LCJjaXRhdGlvbkl0ZW1zIjpbeyJpZCI6ImZlZmE1MjkzLTBjNjYtMzAwOC1iMTZhLTgwZTE3ZjI5ZmU0NyIsIml0ZW1EYXRhIjp7InR5cGUiOiJhcnRpY2xlLWpvdXJuYWwiLCJpZCI6ImZlZmE1MjkzLTBjNjYtMzAwOC1iMTZhLTgwZTE3ZjI5ZmU0NyIsInRpdGxlIjoiRGVlcCB0cmFuc2ZlciBsZWFybmluZyBmb3Igc2Vpc21pYyBjaGFyYWN0ZXJpemF0aW9uIG9mIHN0cmlrZS1zbGlwIGZhdWx0cyBpbiBrYXJzdGlmaWVkIGNhcmJvbmF0ZXMgZnJvbSB0aGUgbm9ydGhlcm4gVGFyaW0gYmFzaW4iLCJhdXRob3IiOlt7ImZhbWlseSI6IkxpdSIsImdpdmVuIjoiSmlhd2VpIiwicGFyc2UtbmFtZXMiOmZhbHNlLCJkcm9wcGluZy1wYXJ0aWNsZSI6IiIsIm5vbi1kcm9wcGluZy1wYXJ0aWNsZSI6IiJ9LHsiZmFtaWx5IjoiV3UiLCJnaXZlbiI6Ikd1YW5naHVpIiwicGFyc2UtbmFtZXMiOmZhbHNlLCJkcm9wcGluZy1wYXJ0aWNsZSI6IiIsIm5vbi1kcm9wcGluZy1wYXJ0aWNsZSI6IiJ9LHsiZmFtaWx5IjoiQ2hlbiIsImdpdmVuIjoiTGl4aW4iLCJwYXJzZS1uYW1lcyI6ZmFsc2UsImRyb3BwaW5nLXBhcnRpY2xlIjoiIiwibm9uLWRyb3BwaW5nLXBhcnRpY2xlIjoiIn0seyJmYW1pbHkiOiJXYW4iLCJnaXZlbiI6IlhpYW9ndW8iLCJwYXJzZS1uYW1lcyI6ZmFsc2UsImRyb3BwaW5nLXBhcnRpY2xlIjoiIiwibm9uLWRyb3BwaW5nLXBhcnRpY2xlIjoiIn0seyJmYW1pbHkiOiJNYSIsImdpdmVuIjoiQmluZ3NoYW4iLCJwYXJzZS1uYW1lcyI6ZmFsc2UsImRyb3BwaW5nLXBhcnRpY2xlIjoiIiwibm9uLWRyb3BwaW5nLXBhcnRpY2xlIjoiIn0seyJmYW1pbHkiOiJaaGFuZyIsImdpdmVuIjoiUmFuc29uZyIsInBhcnNlLW5hbWVzIjpmYWxzZSwiZHJvcHBpbmctcGFydGljbGUiOiIiLCJub24tZHJvcHBpbmctcGFydGljbGUiOiIifSx7ImZhbWlseSI6IlFpdSIsImdpdmVuIjoiQ2hlbiIsInBhcnNlLW5hbWVzIjpmYWxzZSwiZHJvcHBpbmctcGFydGljbGUiOiIiLCJub24tZHJvcHBpbmctcGFydGljbGUiOiIifSx7ImZhbWlseSI6IldhbmciLCJnaXZlbiI6Ilh1cGVuZyIsInBhcnNlLW5hbWVzIjpmYWxzZSwiZHJvcHBpbmctcGFydGljbGUiOiIiLCJub24tZHJvcHBpbmctcGFydGljbGUiOiIifV0sImNvbnRhaW5lci10aXRsZSI6IlNjaWVudGlmaWMgUmVwb3J0cyIsImNvbnRhaW5lci10aXRsZS1zaG9ydCI6IlNjaSBSZXAiLCJET0kiOiIxMC4xMDM4L3M0MTU5OC0wMjUtOTQxMzQtNyIsIklTU04iOiIyMDQ1MjMyMiIsIlBNSUQiOiI0MDEwMjU4MCIsImlzc3VlZCI6eyJkYXRlLXBhcnRzIjpbWzIwMjUsMTIsMV1dfSwiYWJzdHJhY3QiOiJUaGUgbGFyZ2VzdCBwcmUtTWVzb3pvaWMgdWx0cmEtZGVlcCAoPiA2MDAwwqBtKSBzdHJpa2Utc2xpcCBmYXVsdC1jb250cm9sbGVkIG9pbGZpZWxkIGhhcyBiZWVuIGRpc2NvdmVyZWQgaW4gdGhlIG5vcnRoZXJuIFRhcmltIEJhc2luIG9mIG5vcnRod2VzdGVybiBDaGluYSwgYW5kIGEgZGVlcGVyIGludGVycHJldGF0aW9uIG9mIHN0cmlrZS1zbGlwIGZhdWx0cyBpcyBjcnVjaWFsIGZvciBvcHRpbWl6aW5nIHdlbGwgdHJhamVjdG9yeSBhbmQgZGV2ZWxvcG1lbnQgcGxhbnMuIENvbnZlbnRpb25hbCBzZWlzbWljIG1ldGhvZHMgc3RydWdnbGUgdG8gaW1hZ2Ugc3RyaWtlLXNsaXAgZmF1bHRzIGluIGthcnN0aWZpZWQgYXJlYXMuIFdpdGggdGhlIGFkdmFuY2VtZW50cyBpbiBkZWVwIGxlYXJuaW5nLCByZXNlYXJjaGVycyBoYXZlIGJlZ3VuIHRvIHVzZSBpdCB0byBkZXRlY3Qgc2Vpc21pYyBmYXVsdHMuIEhvd2V2ZXIsIGNoYWxsZW5nZXMgcGVyc2lzdCBpbiBjb25zdHJ1Y3RpbmcgYWN0dWFsIGZhdWx0IGxhYmVscyBhbmQgb2J0YWluaW5nIGEgbGFyZ2UgYW1vdW50IG9mIGZhdWx0IGxhYmVscy4gRm9yIHRoaXMgY29udHJpYnV0aW9uLCB3ZSBwcm9wb3NlIGEgbWV0aG9kIGZvciBjb25zdHJ1Y3RpbmcgZmF1bHQgbGFiZWxzIGFuZCBpbnRyb2R1Y2UgYSBkZWVwIHRyYW5zZmVyIGxlYXJuaW5nIHdvcmtmbG93IHVzaW5nIFVuZXQgdG8gZGV0ZWN0IHN0cmlrZS1zbGlwIGZhdWx0cyBpbiB0aGUgbm9ydGhlcm4gVGFyaW0gQmFzaW4uIFRoZSByZXN1bHRzIGRlbW9uc3RyYXRlIHRoYXQgdGhpcyBtZXRob2QgZWZmZWN0aXZlbHkgc3VwcHJlc3NlcyBub24tZmF1bHQgZmVhdHVyZXMgc3VjaCBhcyBrYXJzdGlmaWNhdGlvbiBhbmQgcHJvdmlkZXMgY2xlYXIgaW1hZ2luZyBvZiBmYXVsdCBnZW9tZXRyeS4gTXVsdGlwbGUgTlctIGFuZCBORS1zdHJpa2luZyBzdHJpa2Utc2xpcCBmYXVsdHMgd2VyZSBpZGVudGlmaWVkIHdpdGhpbiB0aGUgc3R1ZHkgYXJlYSwgd2hpY2ggaXMgY29uc2lzdGVudCB3aXRoIHdlbGwgZGF0YSBhbmQgc2Vpc21pYyBpbnRlcnByZXRhdGlvbnMuIEFuYWx5c2lzIG9mIGRlZXAgdHJhbnNmZXIgbGVhcm5pbmcgYXR0cmlidXRlcyByZXZlYWxlZCBmb3VyIHN0eWxlcyBvZiBmYXVsdHMsIGFuZCB0aGUgZGVncmVlIG9mIGZhdWx0IGNvbm5lY3Rpdml0eSBwbGF5cyBhIHNpZ25pZmljYW50IHJvbGUgaW4gaHlkcm9jYXJib24gYWNjdW11bGF0aW9uLiBUaGUgcmVzdWx0cyBvZiB0aGlzIHdvcmsgaGlnaGxpZ2h0IHRoZSBlZmZlY3RpdmVuZXNzIG9mIGRlZXAgdHJhbnNmZXIgbGVhcm5pbmcgaW4gZmF1bHQgY2hhcmFjdGVyaXphdGlvbiBhbmQgc3VnZ2VzdCBpdHMgcG90ZW50aWFsIGFwcGxpY2FiaWxpdHkgaW4gb3RoZXIgcmVnaW9ucyB3aXRoIGNvbXBsZXggZ2VvbG9naWNhbCBjb25kaXRpb25zLiIsInB1Ymxpc2hlciI6Ik5hdHVyZSBSZXNlYXJjaCIsImlzc3VlIjoiMSIsInZvbHVtZSI6IjE1In0sImlzVGVtcG9yYXJ5IjpmYWxzZX0seyJpZCI6IjVmNWRlZTdlLTFkZjYtM2ExZS1iMzA0LWZiMGRkYTlhNGIwMiIsIml0ZW1EYXRhIjp7InR5cGUiOiJhcnRpY2xlLWpvdXJuYWwiLCJpZCI6IjVmNWRlZTdlLTFkZjYtM2ExZS1iMzA0LWZiMGRkYTlhNGIwMiIsInRpdGxlIjoiRGVlcCBMZWFybmluZyBPcHRpbWl6YXRpb24gb2YgdGhlIEVmZmljaWVuTmV0IEFyY2hpdGVjdHVyZSBmb3IgQ2xhc3NpZmljYXRpb24gb2YgVHViZXJjdWxvc2lzIEJhY3RlcmlhIiwiYXV0aG9yIjpbeyJmYW1pbHkiOiJSYWNobWFkIiwiZ2l2ZW4iOiJBZXJpIiwicGFyc2UtbmFtZXMiOmZhbHNlLCJkcm9wcGluZy1wYXJ0aWNsZSI6IiIsIm5vbi1kcm9wcGluZy1wYXJ0aWNsZSI6IiJ9LHsiZmFtaWx5IjoiSHVzbmkiLCJnaXZlbiI6IiIsInBhcnNlLW5hbWVzIjpmYWxzZSwiZHJvcHBpbmctcGFydGljbGUiOiIiLCJub24tZHJvcHBpbmctcGFydGljbGUiOiIifSx7ImZhbWlseSI6Ikh1dGFnYWx1bmciLCJnaXZlbiI6Ikp1bmlhciIsInBhcnNlLW5hbWVzIjpmYWxzZSwiZHJvcHBpbmctcGFydGljbGUiOiIiLCJub24tZHJvcHBpbmctcGFydGljbGUiOiIifSx7ImZhbWlseSI6IkhhcHNhcmkiLCJnaXZlbiI6IkRpYW4iLCJwYXJzZS1uYW1lcyI6ZmFsc2UsImRyb3BwaW5nLXBhcnRpY2xlIjoiIiwibm9uLWRyb3BwaW5nLXBhcnRpY2xlIjoiIn0seyJmYW1pbHkiOiJIZXJuYXdhdGkiLCJnaXZlbiI6IlN1Y2kiLCJwYXJzZS1uYW1lcyI6ZmFsc2UsImRyb3BwaW5nLXBhcnRpY2xlIjoiIiwibm9uLWRyb3BwaW5nLXBhcnRpY2xlIjoiIn0seyJmYW1pbHkiOiJTeWFyaWVmIiwiZ2l2ZW4iOiJNb2hhbW1hZCIsInBhcnNlLW5hbWVzIjpmYWxzZSwiZHJvcHBpbmctcGFydGljbGUiOiIiLCJub24tZHJvcHBpbmctcGFydGljbGUiOiIifSx7ImZhbWlseSI6IlJvY2htYW4iLCJnaXZlbiI6IkVrYSBNYWxhIFNhcmkiLCJwYXJzZS1uYW1lcyI6ZmFsc2UsImRyb3BwaW5nLXBhcnRpY2xlIjoiIiwibm9uLWRyb3BwaW5nLXBhcnRpY2xlIjoiIn0seyJmYW1pbHkiOiJBc21hcmEiLCJnaXZlbiI6Ill1bGkgUGFuY2EiLCJwYXJzZS1uYW1lcyI6ZmFsc2UsImRyb3BwaW5nLXBhcnRpY2xlIjoiIiwibm9uLWRyb3BwaW5nLXBhcnRpY2xlIjoiIn1dLCJjb250YWluZXItdGl0bGUiOiJNYXRoZW1hdGljYWwgTW9kZWxsaW5nIG9mIEVuZ2luZWVyaW5nIFByb2JsZW1zIiwiRE9JIjoiMTAuMTgyODAvbW1lcC4xMTEwMDgiLCJJU1NOIjoiMjM2OTA3NDciLCJpc3N1ZWQiOnsiZGF0ZS1wYXJ0cyI6W1syMDI0LDEwLDFdXX0sInBhZ2UiOiIyNjY0LTI2NzAiLCJhYnN0cmFjdCI6IlR1YmVyY3Vsb3NpcyAoVEIpIHJlbWFpbnMgYSBzaWduaWZpY2FudCBnbG9iYWwgaXNzdWUsIHBhcnRpY3VsYXJseSBpbiBjb3VudHJpZXMgd2l0aCBsb3cgZWNvbm9taWMgc3RhdHVzIGFuZCBsaW1pdGVkIGhlYWx0aGNhcmUgc3lzdGVtcy4gT25lIG9mIHRoZSBwcmltYXJ5IGNoYWxsZW5nZXMgaXMgYWNjdXJhdGUgZWFybHkgZGlhZ25vc2lzLCBlc3BlY2lhbGx5IHRocm91Z2ggbWljcm9zY29waWMgZXhhbWluYXRpb24gb2Ygc3B1dHVtIHNhbXBsZXMuIEhvd2V2ZXIsIHN1YmplY3RpdmUgaW50ZXJwcmV0YXRpb24gYW5kIHZhcmlhdGlvbnMgaW4gbWljcm9zY29waWMgaW1hZ2UgcXVhbGl0eSBvZnRlbiBoaW5kZXIgZGlhZ25vc3RpYyBhY2N1cmFjeS4gSW4gcmVjZW50IHllYXJzLCB0aGUgdXNlIG9mIENvbnZvbHV0aW9uYWwgTmV1cmFsIE5ldHdvcmtzIChDTk4pIGhhcyBpbmNyZWFzZWQgdG8gZW5oYW5jZSBUQiBkaWFnbm9zaXMgZWZmZWN0aXZlbmVzcy4gVGhpcyBzdHVkeSB1dGlsaXplcyB0aGUgRWZmaWNpZW50TmV0IGFyY2hpdGVjdHVyZSB0byB1bmRlcnN0YW5kIHRoZSBtb2RlbOKAmXMgZWZmZWN0aXZlbmVzcyBpbiBkZXRlY3RpbmcgVEIgaW4gbWVkaWNhbCBpbWFnZXMuIFRoZSBkYXRhc2V0IHVzZWQgY29uc2lzdHMgb2YgMTI2NiBpbWFnZXMsIGRpdmlkZWQgaW50byB0cmFpbmluZyBhbmQgdGVzdGluZyBkYXRhIHdpdGggYSByYXRpbyBvZiA3MDozMC4gQWRkaXRpb25hbGx5LCBhIG1lZGlhbiBmaWx0ZXIgdGVjaG5pcXVlIHdhcyBhcHBsaWVkIGZvciBpbWFnZSBwcmVwcm9jZXNzaW5nLiBTZXZlcmFsIG9wdGltaXphdGlvbiBhbGdvcml0aG1zIGFyZSB1c2VkIGluIHRoaXMgcmVzZWFyY2gsIG5hbWVseSBSTVNwcm9wLCBTdG9jaGFzdGljIEdyYWRpZW50IERlc2NlbnQgKFNHRCksIEFkYW0sIGFuZCBTdG9jaGFzdGljIEdyYWRpZW50IERlc2NlbnQgd2l0aCBNb21lbnR1bSAoU0dETSksIHRvIGZpbmQgdGhlIGJlc3Qgc2NlbmFyaW8uIFRoZSB0ZXN0IHJlc3VsdHMgc2hvdyB0aGF0IEFkYW0gb3B0aW1pemF0aW9uIHByb3ZpZGVzIHRoZSBiZXN0IHBlcmZvcm1hbmNlIGNvbXBhcmVkIHRvIHRoZSBvdGhlcnMuIFRoZSByZXN1bHRzIHNob3dlZCBleGNlbGxlbnQgcGVyZm9ybWFuY2UsIHdpdGggYSBsb3cgbG9zcyByYXRlICg5LjIwJSkgYW5kIGhpZ2ggYWNjdXJhY3kgKDk4LjAzJSkuIFRoZSByZWxhdGl2ZWx5IGZhc3QgbW9kZWwgdHJhaW5pbmcgdGltZSAoMTIyLjgxIHNlY29uZHMpIGFsc28gYWRkcyB0byB0aGUgbW9kZWzigJlzIGVmZmljaWVuY3kgdmFsdWUuIFRoaXMgY29uZmlybXMgdGhhdCBFZmZpY2llbnROZXQgQjAgaXMgYW4gYXR0cmFjdGl2ZSBjaG9pY2UgZm9yIFRCIGNsYXNzaWZpY2F0aW9uLCB3aXRoIHRoZSBob3BlIHRoYXQgZnVydGhlciBkZXZlbG9wbWVudCB3aWxsIGltcHJvdmUgYWNjdXJhY3kgYW5kIGVmZmljaWVuY3kgaW4gZGlhZ25vc2luZyB0aGlzIGRpc2Vhc2UuIiwicHVibGlzaGVyIjoiSW50ZXJuYXRpb25hbCBJbmZvcm1hdGlvbiBhbmQgRW5naW5lZXJpbmcgVGVjaG5vbG9neSBBc3NvY2lhdGlvbiIsImlzc3VlIjoiMTAiLCJ2b2x1bWUiOiIxMSIsImNvbnRhaW5lci10aXRsZS1zaG9ydCI6IiJ9LCJpc1RlbXBvcmFyeSI6ZmFsc2V9LHsiaWQiOiJiZmRhN2M3YS0zMmY5LTM0MGQtYTRiMi0yZWQ2NjE2ZTI1YmIiLCJpdGVtRGF0YSI6eyJ0eXBlIjoiYXJ0aWNsZS1qb3VybmFsIiwiaWQiOiJiZmRhN2M3YS0zMmY5LTM0MGQtYTRiMi0yZWQ2NjE2ZTI1YmIiLCJ0aXRsZSI6IkFkdmFuY2VkIE11bHRpLVRhc2sgTGVhcm5pbmcgd2l0aCBMaWdodHdlaWdodCBOZXR3b3JrcyBhbmQgTXVsdGktSGVhZCBBdHRlbnRpb24gZm9yIEVmZmljaWVudCBGYWNpYWwgQXR0cmlidXRlIEVzdGltYXRpb24iLCJhdXRob3IiOlt7ImZhbWlseSI6IlJvaGFuaSIsImdpdmVuIjoiTS4iLCJwYXJzZS1uYW1lcyI6ZmFsc2UsImRyb3BwaW5nLXBhcnRpY2xlIjoiIiwibm9uLWRyb3BwaW5nLXBhcnRpY2xlIjoiIn0seyJmYW1pbHkiOiJGYXJzaSIsImdpdmVuIjoiSC4iLCJwYXJzZS1uYW1lcyI6ZmFsc2UsImRyb3BwaW5nLXBhcnRpY2xlIjoiIiwibm9uLWRyb3BwaW5nLXBhcnRpY2xlIjoiIn0seyJmYW1pbHkiOiJNb2hhbWFkemFkZWgiLCJnaXZlbiI6IlMuIiwicGFyc2UtbmFtZXMiOmZhbHNlLCJkcm9wcGluZy1wYXJ0aWNsZSI6IiIsIm5vbi1kcm9wcGluZy1wYXJ0aWNsZSI6IiJ9XSwiY29udGFpbmVyLXRpdGxlIjoiSW50ZXJuYXRpb25hbCBKb3VybmFsIG9mIEVuZ2luZWVyaW5nLCBUcmFuc2FjdGlvbnMgQjogQXBwbGljYXRpb25zIiwiRE9JIjoiMTAuNTgyOS9pamUuMjAyNS4zOC4xMGEuMDUiLCJJU1NOIjoiMTcyODE0NFgiLCJpc3N1ZWQiOnsiZGF0ZS1wYXJ0cyI6W1syMDI1LDEwLDFdXX0sInBhZ2UiOiIyMjU5LTIyNzIiLCJhYnN0cmFjdCI6IlRoZSByYXBpZCBhZHZhbmNlbWVudCBvZiBjb21wdXRlciB2aXNpb24gYWxnb3JpdGhtcyBkZW1hbmRzIGVmZmljaWVudCBjb21wdXRhdGlvbmFsIHJlc291cmNlIHV0aWxpemF0aW9uIGZvciBwcmFjdGljYWwgYXBwbGljYXRpb25zLiBUaGlzIHN0dWR5IHByb3Bvc2VzIGEgbm92ZWwgZnJhbWV3b3JrIHRoYXQgaW50ZWdyYXRlcyBtdWx0aS10YXNrIGxlYXJuaW5nIChNVEwpIHdpdGggTW9iaWxlTmV0VjMtTGFyZ2UgbmV0d29ya3MgYW5kIG11bHRpLWhlYWQgYXR0ZW50aW9uIChNSEEpIG1lY2hhbmlzbXMgdG8gc2ltdWx0YW5lb3VzbHkgZXN0aW1hdGUgZmFjaWFsIGF0dHJpYnV0ZXMsIGluY2x1ZGluZyBhZ2UsIGdlbmRlciwgcmFjZSwgYW5kIGVtb3Rpb25zLiBCeSBlbXBsb3lpbmcgTUhBLCB0aGUgbW9kZWwgZW5oYW5jZXMgZmVhdHVyZSBleHRyYWN0aW9uIGFuZCByZXByZXNlbnRhdGlvbiBieSBmb2N1c2luZyBvbiBtdWx0aXBsZSByZWdpb25zIG9mIHRoZSBpbnB1dCBpbWFnZSwgdGhlcmVieSByZWR1Y2luZyBjb21wdXRhdGlvbmFsIGNvbXBsZXhpdHkgd2hpbGUgc2lnbmlmaWNhbnRseSBpbXByb3ZpbmcgYWNjdXJhY3kuIFRoZSBSZWNlcHRpdmUgRmllbGQgRW5oYW5jZWQgTXVsdGktVGFzayBDYXNjYWRlZCAoUkZFTVRDKSB0ZWNobmlxdWUgaXMgdXRpbGl6ZWQgZm9yIGVmZmVjdGl2ZSBwcmVwcm9jZXNzaW5nIG9mIHRoZSBpbnB1dCBkYXRhLiBPdXIgbWV0aG9kb2xvZ3kgaXMgcmlnb3JvdXNseSBldmFsdWF0ZWQgb24gdGhlIFVUS0ZhY2UsIEZhaXJGYWNlLCBhbmQgUkFGLURCIGRhdGFzZXRzLiBXZSBpbnRyb2R1Y2UgYSB3ZWlnaHRlZCBsb3NzIGZ1bmN0aW9uIHRvIGJhbGFuY2UgdGFzayBjb250cmlidXRpb25zLCBlbmhhbmNpbmcgb3ZlcmFsbCBwZXJmb3JtYW5jZS4gVGhyb3VnaCByZWZpbmVtZW50IG9mIHRoZSBuZXR3b3JrIGFyY2hpdGVjdHVyZSBieSBhbmFseXppbmcgYnJhbmNoaW5nIHBvaW50cyBhbmQgb3B0aW1pemluZyB0aGUgYmFsYW5jZSBiZXR3ZWVuIHNoYXJlZCBhbmQgdGFzay1zcGVjaWZpYyBsYXllcnMsIG91ciBleHBlcmltZW50YWwgcmVzdWx0cyBkZW1vbnN0cmF0ZSBzaWduaWZpY2FudCBpbXByb3ZlbWVudHM6IGEgNyUgcmVkdWN0aW9uIGluIHBhcmFtZXRlcnMsIGEgMyUgaW5jcmVhc2UgaW4gZ2VuZGVyIGRldGVjdGlvbiBhY2N1cmFjeSwgYSA1JSBpbXByb3ZlbWVudCBpbiByYWNlIGRldGVjdGlvbiBhY2N1cmFjeSwgYW5kIGEgNiUgZW5oYW5jZW1lbnQgaW4gZW1vdGlvbiBkZXRlY3Rpb24gYWNjdXJhY3kgY29tcGFyZWQgdG8gc2luZ2xlLXRhc2sgbWV0aG9kcy4gQWRkaXRpb25hbGx5LCBvdXIgcHJvcG9zZWQgYXJjaGl0ZWN0dXJlIHJlZHVjZXMgYWdlIGVzdGltYXRpb24gZXJyb3IgYnkgYXBwcm94aW1hdGVseSBvbmUgeWVhciBvbiB0aGUgVVRLRmFjZSBkYXRhc2V0IGFuZCBpbXByb3ZlcyBhZ2UgZXN0aW1hdGlvbiBhY2N1cmFjeSBvbiB0aGUgRmFpckZhY2UgZGF0YXNldCBieSA1JSBjb21wYXJlZCB0byBzdGF0ZS1vZi10aGUtYXJ0IGFwcHJvYWNoZXMuIiwicHVibGlzaGVyIjoiTWF0ZXJpYWxzIGFuZCBFbmVyZ3kgUmVzZWFyY2ggQ2VudGVyIiwiaXNzdWUiOiIxMCIsInZvbHVtZSI6IjM4IiwiY29udGFpbmVyLXRpdGxlLXNob3J0IjoiIn0sImlzVGVtcG9yYXJ5IjpmYWxzZX1dfQ==&quot;,&quot;citationItems&quot;:[{&quot;id&quot;:&quot;fefa5293-0c66-3008-b16a-80e17f29fe47&quot;,&quot;itemData&quot;:{&quot;type&quot;:&quot;article-journal&quot;,&quot;id&quot;:&quot;fefa5293-0c66-3008-b16a-80e17f29fe47&quot;,&quot;title&quot;:&quot;Deep transfer learning for seismic characterization of strike-slip faults in karstified carbonates from the northern Tarim basin&quot;,&quot;author&quot;:[{&quot;family&quot;:&quot;Liu&quot;,&quot;given&quot;:&quot;Jiawei&quot;,&quot;parse-names&quot;:false,&quot;dropping-particle&quot;:&quot;&quot;,&quot;non-dropping-particle&quot;:&quot;&quot;},{&quot;family&quot;:&quot;Wu&quot;,&quot;given&quot;:&quot;Guanghui&quot;,&quot;parse-names&quot;:false,&quot;dropping-particle&quot;:&quot;&quot;,&quot;non-dropping-particle&quot;:&quot;&quot;},{&quot;family&quot;:&quot;Chen&quot;,&quot;given&quot;:&quot;Lixin&quot;,&quot;parse-names&quot;:false,&quot;dropping-particle&quot;:&quot;&quot;,&quot;non-dropping-particle&quot;:&quot;&quot;},{&quot;family&quot;:&quot;Wan&quot;,&quot;given&quot;:&quot;Xiaoguo&quot;,&quot;parse-names&quot;:false,&quot;dropping-particle&quot;:&quot;&quot;,&quot;non-dropping-particle&quot;:&quot;&quot;},{&quot;family&quot;:&quot;Ma&quot;,&quot;given&quot;:&quot;Bingshan&quot;,&quot;parse-names&quot;:false,&quot;dropping-particle&quot;:&quot;&quot;,&quot;non-dropping-particle&quot;:&quot;&quot;},{&quot;family&quot;:&quot;Zhang&quot;,&quot;given&quot;:&quot;Ransong&quot;,&quot;parse-names&quot;:false,&quot;dropping-particle&quot;:&quot;&quot;,&quot;non-dropping-particle&quot;:&quot;&quot;},{&quot;family&quot;:&quot;Qiu&quot;,&quot;given&quot;:&quot;Chen&quot;,&quot;parse-names&quot;:false,&quot;dropping-particle&quot;:&quot;&quot;,&quot;non-dropping-particle&quot;:&quot;&quot;},{&quot;family&quot;:&quot;Wang&quot;,&quot;given&quot;:&quot;Xupeng&quot;,&quot;parse-names&quot;:false,&quot;dropping-particle&quot;:&quot;&quot;,&quot;non-dropping-particle&quot;:&quot;&quot;}],&quot;container-title&quot;:&quot;Scientific Reports&quot;,&quot;container-title-short&quot;:&quot;Sci Rep&quot;,&quot;DOI&quot;:&quot;10.1038/s41598-025-94134-7&quot;,&quot;ISSN&quot;:&quot;20452322&quot;,&quot;PMID&quot;:&quot;40102580&quot;,&quot;issued&quot;:{&quot;date-parts&quot;:[[2025,12,1]]},&quot;abstract&quot;:&quot;The largest pre-Mesozoic ultra-deep (&gt; 6000 m) strike-slip fault-controlled oilfield has been discovered in the northern Tarim Basin of northwestern China, and a deeper interpretation of strike-slip faults is crucial for optimizing well trajectory and development plans. Conventional seismic methods struggle to image strike-slip faults in karstified areas. With the advancements in deep learning, researchers have begun to use it to detect seismic faults. However, challenges persist in constructing actual fault labels and obtaining a large amount of fault labels. For this contribution, we propose a method for constructing fault labels and introduce a deep transfer learning workflow using Unet to detect strike-slip faults in the northern Tarim Basin. The results demonstrate that this method effectively suppresses non-fault features such as karstification and provides clear imaging of fault geometry. Multiple NW- and NE-striking strike-slip faults were identified within the study area, which is consistent with well data and seismic interpretations. Analysis of deep transfer learning attributes revealed four styles of faults, and the degree of fault connectivity plays a significant role in hydrocarbon accumulation. The results of this work highlight the effectiveness of deep transfer learning in fault characterization and suggest its potential applicability in other regions with complex geological conditions.&quot;,&quot;publisher&quot;:&quot;Nature Research&quot;,&quot;issue&quot;:&quot;1&quot;,&quot;volume&quot;:&quot;15&quot;},&quot;isTemporary&quot;:false},{&quot;id&quot;:&quot;5f5dee7e-1df6-3a1e-b304-fb0dda9a4b02&quot;,&quot;itemData&quot;:{&quot;type&quot;:&quot;article-journal&quot;,&quot;id&quot;:&quot;5f5dee7e-1df6-3a1e-b304-fb0dda9a4b02&quot;,&quot;title&quot;:&quot;Deep Learning Optimization of the EfficienNet Architecture for Classification of Tuberculosis Bacteria&quot;,&quot;author&quot;:[{&quot;family&quot;:&quot;Rachmad&quot;,&quot;given&quot;:&quot;Aeri&quot;,&quot;parse-names&quot;:false,&quot;dropping-particle&quot;:&quot;&quot;,&quot;non-dropping-particle&quot;:&quot;&quot;},{&quot;family&quot;:&quot;Husni&quot;,&quot;given&quot;:&quot;&quot;,&quot;parse-names&quot;:false,&quot;dropping-particle&quot;:&quot;&quot;,&quot;non-dropping-particle&quot;:&quot;&quot;},{&quot;family&quot;:&quot;Hutagalung&quot;,&quot;given&quot;:&quot;Juniar&quot;,&quot;parse-names&quot;:false,&quot;dropping-particle&quot;:&quot;&quot;,&quot;non-dropping-particle&quot;:&quot;&quot;},{&quot;family&quot;:&quot;Hapsari&quot;,&quot;given&quot;:&quot;Dian&quot;,&quot;parse-names&quot;:false,&quot;dropping-particle&quot;:&quot;&quot;,&quot;non-dropping-particle&quot;:&quot;&quot;},{&quot;family&quot;:&quot;Hernawati&quot;,&quot;given&quot;:&quot;Suci&quot;,&quot;parse-names&quot;:false,&quot;dropping-particle&quot;:&quot;&quot;,&quot;non-dropping-particle&quot;:&quot;&quot;},{&quot;family&quot;:&quot;Syarief&quot;,&quot;given&quot;:&quot;Mohammad&quot;,&quot;parse-names&quot;:false,&quot;dropping-particle&quot;:&quot;&quot;,&quot;non-dropping-particle&quot;:&quot;&quot;},{&quot;family&quot;:&quot;Rochman&quot;,&quot;given&quot;:&quot;Eka Mala Sari&quot;,&quot;parse-names&quot;:false,&quot;dropping-particle&quot;:&quot;&quot;,&quot;non-dropping-particle&quot;:&quot;&quot;},{&quot;family&quot;:&quot;Asmara&quot;,&quot;given&quot;:&quot;Yuli Panca&quot;,&quot;parse-names&quot;:false,&quot;dropping-particle&quot;:&quot;&quot;,&quot;non-dropping-particle&quot;:&quot;&quot;}],&quot;container-title&quot;:&quot;Mathematical Modelling of Engineering Problems&quot;,&quot;DOI&quot;:&quot;10.18280/mmep.111008&quot;,&quot;ISSN&quot;:&quot;23690747&quot;,&quot;issued&quot;:{&quot;date-parts&quot;:[[2024,10,1]]},&quot;page&quot;:&quot;2664-2670&quot;,&quot;abstract&quot;:&quot;Tuberculosis (TB) remains a significant global issue, particularly in countries with low economic status and limited healthcare systems. One of the primary challenges is accurate early diagnosis, especially through microscopic examination of sputum samples. However, subjective interpretation and variations in microscopic image quality often hinder diagnostic accuracy. In recent years, the use of Convolutional Neural Networks (CNN) has increased to enhance TB diagnosis effectiveness. This study utilizes the EfficientNet architecture to understand the model’s effectiveness in detecting TB in medical images. The dataset used consists of 1266 images, divided into training and testing data with a ratio of 70:30. Additionally, a median filter technique was applied for image preprocessing. Several optimization algorithms are used in this research, namely RMSprop, Stochastic Gradient Descent (SGD), Adam, and Stochastic Gradient Descent with Momentum (SGDM), to find the best scenario. The test results show that Adam optimization provides the best performance compared to the others. The results showed excellent performance, with a low loss rate (9.20%) and high accuracy (98.03%). The relatively fast model training time (122.81 seconds) also adds to the model’s efficiency value. This confirms that EfficientNet B0 is an attractive choice for TB classification, with the hope that further development will improve accuracy and efficiency in diagnosing this disease.&quot;,&quot;publisher&quot;:&quot;International Information and Engineering Technology Association&quot;,&quot;issue&quot;:&quot;10&quot;,&quot;volume&quot;:&quot;11&quot;,&quot;container-title-short&quot;:&quot;&quot;},&quot;isTemporary&quot;:false},{&quot;id&quot;:&quot;bfda7c7a-32f9-340d-a4b2-2ed6616e25bb&quot;,&quot;itemData&quot;:{&quot;type&quot;:&quot;article-journal&quot;,&quot;id&quot;:&quot;bfda7c7a-32f9-340d-a4b2-2ed6616e25bb&quot;,&quot;title&quot;:&quot;Advanced Multi-Task Learning with Lightweight Networks and Multi-Head Attention for Efficient Facial Attribute Estimation&quot;,&quot;author&quot;:[{&quot;family&quot;:&quot;Rohani&quot;,&quot;given&quot;:&quot;M.&quot;,&quot;parse-names&quot;:false,&quot;dropping-particle&quot;:&quot;&quot;,&quot;non-dropping-particle&quot;:&quot;&quot;},{&quot;family&quot;:&quot;Farsi&quot;,&quot;given&quot;:&quot;H.&quot;,&quot;parse-names&quot;:false,&quot;dropping-particle&quot;:&quot;&quot;,&quot;non-dropping-particle&quot;:&quot;&quot;},{&quot;family&quot;:&quot;Mohamadzadeh&quot;,&quot;given&quot;:&quot;S.&quot;,&quot;parse-names&quot;:false,&quot;dropping-particle&quot;:&quot;&quot;,&quot;non-dropping-particle&quot;:&quot;&quot;}],&quot;container-title&quot;:&quot;International Journal of Engineering, Transactions B: Applications&quot;,&quot;DOI&quot;:&quot;10.5829/ije.2025.38.10a.05&quot;,&quot;ISSN&quot;:&quot;1728144X&quot;,&quot;issued&quot;:{&quot;date-parts&quot;:[[2025,10,1]]},&quot;page&quot;:&quot;2259-2272&quot;,&quot;abstract&quot;:&quot;The rapid advancement of computer vision algorithms demands efficient computational resource utilization for practical applications. This study proposes a novel framework that integrates multi-task learning (MTL) with MobileNetV3-Large networks and multi-head attention (MHA) mechanisms to simultaneously estimate facial attributes, including age, gender, race, and emotions. By employing MHA, the model enhances feature extraction and representation by focusing on multiple regions of the input image, thereby reducing computational complexity while significantly improving accuracy. The Receptive Field Enhanced Multi-Task Cascaded (RFEMTC) technique is utilized for effective preprocessing of the input data. Our methodology is rigorously evaluated on the UTKFace, FairFace, and RAF-DB datasets. We introduce a weighted loss function to balance task contributions, enhancing overall performance. Through refinement of the network architecture by analyzing branching points and optimizing the balance between shared and task-specific layers, our experimental results demonstrate significant improvements: a 7% reduction in parameters, a 3% increase in gender detection accuracy, a 5% improvement in race detection accuracy, and a 6% enhancement in emotion detection accuracy compared to single-task methods. Additionally, our proposed architecture reduces age estimation error by approximately one year on the UTKFace dataset and improves age estimation accuracy on the FairFace dataset by 5% compared to state-of-the-art approaches.&quot;,&quot;publisher&quot;:&quot;Materials and Energy Research Center&quot;,&quot;issue&quot;:&quot;10&quot;,&quot;volume&quot;:&quot;38&quot;,&quot;container-title-short&quot;:&quot;&quot;},&quot;isTemporary&quot;:false}]},{&quot;citationID&quot;:&quot;MENDELEY_CITATION_b143def3-61f2-439f-a973-f5eb70dfd0b9&quot;,&quot;properties&quot;:{&quot;noteIndex&quot;:0},&quot;isEdited&quot;:false,&quot;manualOverride&quot;:{&quot;isManuallyOverridden&quot;:false,&quot;citeprocText&quot;:&quot;[5, 6]&quot;,&quot;manualOverrideText&quot;:&quot;&quot;},&quot;citationTag&quot;:&quot;MENDELEY_CITATION_v3_eyJjaXRhdGlvbklEIjoiTUVOREVMRVlfQ0lUQVRJT05fYjE0M2RlZjMtNjFmMi00MzlmLWE5NzMtZjVlYjcwZGZkMGI5IiwicHJvcGVydGllcyI6eyJub3RlSW5kZXgiOjB9LCJpc0VkaXRlZCI6ZmFsc2UsIm1hbnVhbE92ZXJyaWRlIjp7ImlzTWFudWFsbHlPdmVycmlkZGVuIjpmYWxzZSwiY2l0ZXByb2NUZXh0IjoiWzUsIDZdIiwibWFudWFsT3ZlcnJpZGVUZXh0IjoiIn0sImNpdGF0aW9uSXRlbXMiOlt7ImlkIjoiOGI4M2Q4MjYtOTA2Yi0zM2E4LTk5NjYtNDJiNDVkNjUzZDJmIiwiaXRlbURhdGEiOnsidHlwZSI6ImFydGljbGUtam91cm5hbCIsImlkIjoiOGI4M2Q4MjYtOTA2Yi0zM2E4LTk5NjYtNDJiNDVkNjUzZDJmIiwidGl0bGUiOiJBIE5vdmVsIEFwcHJvYWNoIGZvciBBY2N1cmF0ZSBXaW5kIFNwZWVkIFRpbWUgU2VyaWVzIEZvcmVjYXN0aW5nIFVzaW5nIElDRUVNREFOIERlY29tcG9zaXRpb24gYW5kIFNhbXBsZSBFbnRyb3B5IHRocm91Z2ggSW50ZWdyYXRpb24gb2YgRGVlcCBMZWFybmluZyBNb2RlbHMiLCJhdXRob3IiOlt7ImZhbWlseSI6Ik1lemFhY2hlIiwiZ2l2ZW4iOiJILiIsInBhcnNlLW5hbWVzIjpmYWxzZSwiZHJvcHBpbmctcGFydGljbGUiOiIiLCJub24tZHJvcHBpbmctcGFydGljbGUiOiIifSx7ImZhbWlseSI6IkJvdXpnb3UiLCJnaXZlbiI6IkguIiwicGFyc2UtbmFtZXMiOmZhbHNlLCJkcm9wcGluZy1wYXJ0aWNsZSI6IiIsIm5vbi1kcm9wcGluZy1wYXJ0aWNsZSI6IiJ9LHsiZmFtaWx5IjoiUmF5bW9uZCIsImdpdmVuIjoiQy4iLCJwYXJzZS1uYW1lcyI6ZmFsc2UsImRyb3BwaW5nLXBhcnRpY2xlIjoiIiwibm9uLWRyb3BwaW5nLXBhcnRpY2xlIjoiIn0seyJmYW1pbHkiOiJaZW1vdXJpIiwiZ2l2ZW4iOiJOLiIsInBhcnNlLW5hbWVzIjpmYWxzZSwiZHJvcHBpbmctcGFydGljbGUiOiIiLCJub24tZHJvcHBpbmctcGFydGljbGUiOiIifV0sImNvbnRhaW5lci10aXRsZSI6IkludGVybmF0aW9uYWwgSm91cm5hbCBvZiBFbmdpbmVlcmluZywgVHJhbnNhY3Rpb25zIEI6IEFwcGxpY2F0aW9ucyIsIkRPSSI6IjEwLjU4MjkvaWplLjIwMjYuMzkuMDJiLjAzIiwiSVNTTiI6IjE3MjgxNDRYIiwiaXNzdWVkIjp7ImRhdGUtcGFydHMiOltbMjAyNiwyLDFdXX0sInBhZ2UiOiIzMDktMzIwIiwiYWJzdHJhY3QiOiJUaGlzIHN0dWR5IHByb3Bvc2VzIGEgbm92ZWwgaHlicmlkIG1vZGVsIGZvciB3aW5kIHNwZWVkIGZvcmVjYXN0aW5nIChXU0YpIGJhc2VkIG9uIGEgdGhyZWUtc3RhZ2UgZnJhbWV3b3JrIGNvbXByaXNpbmcgZGVjb21wb3NpdGlvbiwgZmVhdHVyZSBzZWxlY3Rpb24sIGFuZCBmb3JlY2FzdGluZy4gVGhlIHByb3Bvc2VkIGFwcHJvYWNoIGVtcGxveXMgSW1wcm92ZWQgQ29tcGxldGUgRW5zZW1ibGUgRW1waXJpY2FsIE1vZGUgRGVjb21wb3NpdGlvbiB3aXRoIEFkYXB0aXZlIE5vaXNlIChJQ0VFTURBTikgdG8gZGVjb21wb3NlIHdpbmQgc3BlZWQgdGltZSBzZXJpZXMgaW50byBJbnRyaW5zaWMgTW9kZSBGdW5jdGlvbnMgKElNRnMpLiBBIGRpc3RpbmN0aXZlIGNvbnRyaWJ1dGlvbiBvZiB0aGlzIHN0dWR5IGlzIHRoZSB1c2Ugb2Ygc2FtcGxlIGVudHJvcHkgYXMgYSBmZWF0dXJlIHNlbGVjdGlvbiBtZWNoYW5pc20gdG8gaWRlbnRpZnkgdGhlIG1vc3QgcmVsZXZhbnQgSW50cmluc2ljIE1vZGUgRnVuY3Rpb25zIChJTUZzKS4gVGhlIHNlbGVjdGVkIElNRnMgYXJlIHRoZW4gaW50ZWdyYXRlZCB0aHJvdWdoIGEgY2xhc3NpZmljYXRpb24tYmFzZWQgZnVzaW9uIHRlY2huaXF1ZSwgc2lnbmlmaWNhbnRseSBlbmhhbmNpbmcgZm9yZWNhc3RpbmcgYWNjdXJhY3kgYW5kIGRpc3Rpbmd1aXNoaW5nIHRoaXMgYXBwcm9hY2ggZnJvbSBjb252ZW50aW9uYWwgbWV0aG9kcy4gVHdvIGRpc3RpbmN0IGZvcmVjYXN0aW5nIGFwcHJvYWNoZXMgYXJlIGV2YWx1YXRlZCB1c2luZyBtdWx0aXBsZSBwZXJmb3JtYW5jZSBtZXRyaWNzLCBpbmNsdWRpbmcgUk1TRSwgTUFFLCBNQVBFLCBhbmQgUjIuIFRoZSBmaXJzdCBhcHByb2FjaCBhcHBsaWVzIHRoZSBmdXNpb24gdGVjaG5pcXVlIGRpcmVjdGx5IHRvIHRoZSBvcmlnaW5hbCB3aW5kIHNwZWVkIHRpbWUgc2VyaWVzLCB3aGlsZSB0aGUgc2Vjb25kIGluY29ycG9yYXRlcyBJQ0VFTURBTiB0byBkZWNvbXBvc2UgdGhlIHRpbWUgc2VyaWVzLiBFeHBlcmltZW50YWwgdmFsaWRhdGlvbiB1c2luZyB0d28gcmVhbC13b3JsZCBkYXRhc2V0cyBmcm9tIEFsZ2VyaWEgZGVtb25zdHJhdGVzIHRoZSBzdXBlcmlvcml0eSBvZiB0aGUgcHJvcG9zZWQgaHlicmlkIG1vZGVsIG92ZXIgaW5kaXZpZHVhbCBmb3JlY2FzdGluZyBtb2RlbHMsIHlpZWxkaW5nIHNpZ25pZmljYW50IGltcHJvdmVtZW50cyBpbiBwcmVkaWN0aW9uIGFjY3VyYWN5LCByb2J1c3RuZXNzLCBhbmQgc3RhYmlsaXR5LiBUaGVzZSBmaW5kaW5ncyB1bmRlcnNjb3JlIHRoZSBlZmZlY3RpdmVuZXNzIG9mIHRoZSB0aHJlZS1zdGFnZSBmcmFtZXdvcmssIG9mZmVyaW5nIGEgcmVsaWFibGUgYW5kIGVmZmljaWVudCBzb2x1dGlvbiBmb3Igc2hvcnQtdGVybSB3aW5kIHNwZWVkIGZvcmVjYXN0aW5nLCB3aXRoIHBvdGVudGlhbCBhcHBsaWNhdGlvbnMgaW4gcmVuZXdhYmxlIGVuZXJneSBtYW5hZ2VtZW50IGFuZCBncmlkIG9wdGltaXphdGlvbi4iLCJwdWJsaXNoZXIiOiJNYXRlcmlhbHMgYW5kIEVuZXJneSBSZXNlYXJjaCBDZW50ZXIiLCJpc3N1ZSI6IjIiLCJ2b2x1bWUiOiIzOSIsImNvbnRhaW5lci10aXRsZS1zaG9ydCI6IiJ9LCJpc1RlbXBvcmFyeSI6ZmFsc2V9LHsiaWQiOiJlNmVhNmVkMS1mOGE3LTNmNjAtODY1Mi1mZTAzMDYwZTY2NTciLCJpdGVtRGF0YSI6eyJ0eXBlIjoiYXJ0aWNsZS1qb3VybmFsIiwiaWQiOiJlNmVhNmVkMS1mOGE3LTNmNjAtODY1Mi1mZTAzMDYwZTY2NTciLCJ0aXRsZSI6Ik1hY2hpbmUgbGVhcm5pbmcgcmV2ZWFscyBzZXggZGlmZmVyZW5jZXMgaW4gZGlzdGluZ3Vpc2hpbmcgYmV0d2VlbiBjb25kdWN0LWRpc29yZGVyZWQgYW5kIG5ldXJvdHlwaWNhbCB5b3V0aCBiYXNlZCBvbiBlbW90aW9uIHByb2Nlc3NpbmcgZHlzZnVuY3Rpb24iLCJhdXRob3IiOlt7ImZhbWlseSI6IktvaGxzIiwiZ2l2ZW4iOiJHcmVnb3IiLCJwYXJzZS1uYW1lcyI6ZmFsc2UsImRyb3BwaW5nLXBhcnRpY2xlIjoiIiwibm9uLWRyb3BwaW5nLXBhcnRpY2xlIjoiIn0seyJmYW1pbHkiOiJFbHN0ZXIiLCJnaXZlbiI6IkVyaWsgTS4iLCJwYXJzZS1uYW1lcyI6ZmFsc2UsImRyb3BwaW5nLXBhcnRpY2xlIjoiIiwibm9uLWRyb3BwaW5nLXBhcnRpY2xlIjoiIn0seyJmYW1pbHkiOiJUaW5vIiwiZ2l2ZW4iOiJQZXRlciIsInBhcnNlLW5hbWVzIjpmYWxzZSwiZHJvcHBpbmctcGFydGljbGUiOiIiLCJub24tZHJvcHBpbmctcGFydGljbGUiOiIifSx7ImZhbWlseSI6IkZhaXJjaGlsZCIsImdpdmVuIjoiR3JhZW1lIiwicGFyc2UtbmFtZXMiOmZhbHNlLCJkcm9wcGluZy1wYXJ0aWNsZSI6IiIsIm5vbi1kcm9wcGluZy1wYXJ0aWNsZSI6IiJ9LHsiZmFtaWx5IjoiU3RhZGxlciIsImdpdmVuIjoiQ2hyaXN0aW5hIiwicGFyc2UtbmFtZXMiOmZhbHNlLCJkcm9wcGluZy1wYXJ0aWNsZSI6IiIsIm5vbi1kcm9wcGluZy1wYXJ0aWNsZSI6IiJ9LHsiZmFtaWx5IjoiUG9wbWEiLCJnaXZlbiI6IkFybmUiLCJwYXJzZS1uYW1lcyI6ZmFsc2UsImRyb3BwaW5nLXBhcnRpY2xlIjoiIiwibm9uLWRyb3BwaW5nLXBhcnRpY2xlIjoiIn0seyJmYW1pbHkiOiJGcmVpdGFnIiwiZ2l2ZW4iOiJDaHJpc3RpbmUgTS4iLCJwYXJzZS1uYW1lcyI6ZmFsc2UsImRyb3BwaW5nLXBhcnRpY2xlIjoiIiwibm9uLWRyb3BwaW5nLXBhcnRpY2xlIjoiIn0seyJmYW1pbHkiOiJCcml0byIsImdpdmVuIjoiU3RlcGhhbmUgQS4iLCJwYXJzZS1uYW1lcyI6ZmFsc2UsImRyb3BwaW5nLXBhcnRpY2xlIjoiIiwibm9uLWRyb3BwaW5nLXBhcnRpY2xlIjoiRGUifSx7ImZhbWlseSI6IktvbnJhZCIsImdpdmVuIjoiS2Vyc3RpbiIsInBhcnNlLW5hbWVzIjpmYWxzZSwiZHJvcHBpbmctcGFydGljbGUiOiIiLCJub24tZHJvcHBpbmctcGFydGljbGUiOiIifSx7ImZhbWlseSI6IlBhdWxpIiwiZ2l2ZW4iOiJSdXRoIiwicGFyc2UtbmFtZXMiOmZhbHNlLCJkcm9wcGluZy1wYXJ0aWNsZSI6IiIsIm5vbi1kcm9wcGluZy1wYXJ0aWNsZSI6IiJ9XSwiY29udGFpbmVyLXRpdGxlIjoiQk1DIFBzeWNoaWF0cnkiLCJjb250YWluZXItdGl0bGUtc2hvcnQiOiJCTUMgUHN5Y2hpYXRyeSIsIkRPSSI6IjEwLjExODYvczEyODg4LTAyNS0wNjUzNi02IiwiSVNTTiI6IjE0NzEyNDRYIiwiUE1JRCI6IjM5OTE1NzUwIiwiaXNzdWVkIjp7ImRhdGUtcGFydHMiOltbMjAyNSwxMiwxXV19LCJhYnN0cmFjdCI6IkJhY2tncm91bmQ6IFRoZW9yZXRpY2FsIG1vZGVscyBvZiBjb25kdWN0IGRpc29yZGVyIChDRCkgaGlnaGxpZ2h0IHRoYXQgZGVmaWNpdHMgaW4gZW1vdGlvbiByZWNvZ25pdGlvbiwgbGVhcm5pbmcsIGFuZCByZWd1bGF0aW9uIHBsYXkgYSBwaXZvdGFsIHJvbGUgaW4gQ0QgZXRpb2xvZ3kuIFdpdGggQ0QgYmVpbmcgbW9yZSBwcmV2YWxlbnQgaW4gYm95cyB0aGFuIGdpcmxzLCB2YXJpb3VzIHRoZW9yaWVzIGFpbSB0byBleHBsYWluIHRoaXMgc2V4IGRpZmZlcmVuY2UuIFRoZSDigJxkaWZmZXJlbnRpYWwgdGhyZXNob2xk4oCdIGh5cG90aGVzaXMgc3VnZ2VzdHMgZ3JlYXRlciBlbW90aW9uIGR5c2Z1bmN0aW9uIGluIGNvbmR1Y3QtZGlzb3JkZXJlZCBnaXJscyB0aGFuIGJveXMsIGJ1dCBwcmV2aW91cyByZXNlYXJjaCB1c2luZyBjb252ZW50aW9uYWwgc3RhdGlzdGljYWwgYW5hbHlzZXMgaGFzIGZhaWxlZCB0byBzdXBwb3J0IHRoaXMgaHlwb3RoZXNpcy4gSGVyZSwgd2UgdXNlZCBub3ZlbCBhbmFseXRpYyB0ZWNobmlxdWVzIHN1Y2ggYXMgbWFjaGluZSBsZWFybmluZyAoTUwpIHRvIHVuY292ZXIgcG90ZW50aWFsbHkgc2V4LXNwZWNpZmljIGRpZmZlcmVuY2VzIGluIGVtb3Rpb24gZHlzZnVuY3Rpb24gYW1vbmcgZ2lybHMgYW5kIGJveXMgd2l0aCBDRCBjb21wYXJlZCB0byB0aGVpciBuZXVyb3R5cGljYWwgcGVlcnMuIE1ldGhvZHM6IE11bHRpLXNpdGUgZGF0YSBmcm9tIDU0MiB5b3V0aCB3aXRoIENEIGFuZCA3MTAgbmV1cm90eXBpY2FsIGNvbnRyb2xzICg2NCUgZ2lybHMsIDnigJMxOCB5ZWFycykgd2hvIGNvbXBsZXRlZCBlbW90aW9uIHJlY29nbml0aW9uLCBsZWFybmluZywgYW5kIHJlZ3VsYXRpb24gdGFza3Mgd2VyZSBhbmFseXplZCB1c2luZyBhIG11bHRpdmFyaWF0ZSBNTCBjbGFzc2lmaWVyIHRvIGRpc3Rpbmd1aXNoIGJldHdlZW4geW91dGggd2l0aCBDRCBhbmQgY29udHJvbHMgc2VwYXJhdGVseSBieSBzZXguIFJlc3VsdHM6IEJvdGggZmVtYWxlIGFuZCBtYWxlIE1MIGNsYXNzaWZpZXJzIGFjY3VyYXRlbHkgcHJlZGljdGVkIChhYm92ZSBjaGFuY2UgbGV2ZWwpIGluZGl2aWR1YWwgQ0Qgc3RhdHVzIGJhc2VkIHNvbGVseSBvbiB0aGUgbmV1cm9jb2duaXRpdmUgZmVhdHVyZXMgb2YgZW1vdGlvbiBkeXNmdW5jdGlvbi4gTm90YWJseSwgdGhlIGZlbWFsZSBjbGFzc2lmaWVyIG91dHBlcmZvcm1lZCB0aGUgbWFsZSBjbGFzc2lmaWVyIGluIGlkZW50aWZ5aW5nIGluZGl2aWR1YWxzIHdpdGggQ0QuIEhvd2V2ZXIsIHRoZSBjbGFzc2lmaWNhdGlvbiBhbmQgaWRlbnRpZmljYXRpb24gcGVyZm9ybWFuY2Ugb2YgYm90aCBjbGFzc2lmaWVycyB3YXMgYmVsb3cgdGhlIGNsaW5pY2FsbHkgcmVsZXZhbnQgODAlIGFjY3VyYWN5IHRocmVzaG9sZCAoYWx0aG91Z2ggdGhleSBzdGlsbCBwcm92aWRlZCByZWxhdGl2ZWx5IGZhaXIgYW5kIHJlYWxpc3RpYyBlc3RpbWF0ZXMgb2YgfiA2MCUgY2xhc3NpZmljYXRpb24gcGVyZm9ybWFuY2UpLCBwcm9iYWJseSBkdWUgdG8gdGhlIHN1YnN0YW50aWFsIG5ldXJvY29nbml0aXZlIGhldGVyb2dlbmVpdHkgd2l0aGluIHN1Y2ggYSBsYXJnZSBhbmQgZGl2ZXJzZSwgbXVsdGktc2l0ZSBzYW1wbGUgb2YgeW91dGggd2l0aCBDRCAoYW5kIG5ldXJvdHlwaWNhbCBjb250cm9scykuIENvbmNsdXNpb25zOiBUaGVzZSBmaW5kaW5ncyBjb25maXJtIHRoZSBjbG9zZSBhc3NvY2lhdGlvbiBiZXR3ZWVuIGVtb3Rpb24gZHlzZnVuY3Rpb24gYW5kIENEIGluIGJvdGggc2V4ZXMsIHdpdGggYSBzdHJvbmdlciBhc3NvY2lhdGlvbiBvYnNlcnZlZCBpbiBhZmZlY3RlZCBnaXJscywgd2hpY2ggYWxpZ25zIHdpdGggdGhlIOKAnGRpZmZlcmVudGlhbCB0aHJlc2hvbGTigJ0gaHlwb3RoZXNpcy4gSG93ZXZlciwgdGhlIGRhdGEgYWxzbyB1bmRlcnNjb3JlIHRoZSBoZXRlcm9nZW5laXR5IG9mIENELCBuYW1lbHkgdGhhdCBvbmx5IGEgc3Vic2V0IG9mIHRob3NlIGFmZmVjdGVkIGFyZSBsaWtlbHkgdG8gaGF2ZSBlbW90aW9uIGR5c2Z1bmN0aW9uIGFuZCB0aGF0IG90aGVyIG5ldXJvY29nbml0aXZlIGRvbWFpbnMgKG5vdCB0ZXN0ZWQgaGVyZSkgcHJvYmFibHkgYWxzbyBjb250cmlidXRlIHRvIENEIGV0aW9sb2d5LiBDbGluaWNhbCB0cmlhbCBudW1iZXI6IE5vdCBhcHBsaWNhYmxlLiIsInB1Ymxpc2hlciI6IkJpb01lZCBDZW50cmFsIEx0ZCIsImlzc3VlIjoiMSIsInZvbHVtZSI6IjI1In0sImlzVGVtcG9yYXJ5IjpmYWxzZX1dfQ==&quot;,&quot;citationItems&quot;:[{&quot;id&quot;:&quot;8b83d826-906b-33a8-9966-42b45d653d2f&quot;,&quot;itemData&quot;:{&quot;type&quot;:&quot;article-journal&quot;,&quot;id&quot;:&quot;8b83d826-906b-33a8-9966-42b45d653d2f&quot;,&quot;title&quot;:&quot;A Novel Approach for Accurate Wind Speed Time Series Forecasting Using ICEEMDAN Decomposition and Sample Entropy through Integration of Deep Learning Models&quot;,&quot;author&quot;:[{&quot;family&quot;:&quot;Mezaache&quot;,&quot;given&quot;:&quot;H.&quot;,&quot;parse-names&quot;:false,&quot;dropping-particle&quot;:&quot;&quot;,&quot;non-dropping-particle&quot;:&quot;&quot;},{&quot;family&quot;:&quot;Bouzgou&quot;,&quot;given&quot;:&quot;H.&quot;,&quot;parse-names&quot;:false,&quot;dropping-particle&quot;:&quot;&quot;,&quot;non-dropping-particle&quot;:&quot;&quot;},{&quot;family&quot;:&quot;Raymond&quot;,&quot;given&quot;:&quot;C.&quot;,&quot;parse-names&quot;:false,&quot;dropping-particle&quot;:&quot;&quot;,&quot;non-dropping-particle&quot;:&quot;&quot;},{&quot;family&quot;:&quot;Zemouri&quot;,&quot;given&quot;:&quot;N.&quot;,&quot;parse-names&quot;:false,&quot;dropping-particle&quot;:&quot;&quot;,&quot;non-dropping-particle&quot;:&quot;&quot;}],&quot;container-title&quot;:&quot;International Journal of Engineering, Transactions B: Applications&quot;,&quot;DOI&quot;:&quot;10.5829/ije.2026.39.02b.03&quot;,&quot;ISSN&quot;:&quot;1728144X&quot;,&quot;issued&quot;:{&quot;date-parts&quot;:[[2026,2,1]]},&quot;page&quot;:&quot;309-320&quot;,&quot;abstract&quot;:&quot;This study proposes a novel hybrid model for wind speed forecasting (WSF) based on a three-stage framework comprising decomposition, feature selection, and forecasting. The proposed approach employs Improved Complete Ensemble Empirical Mode Decomposition with Adaptive Noise (ICEEMDAN) to decompose wind speed time series into Intrinsic Mode Functions (IMFs). A distinctive contribution of this study is the use of sample entropy as a feature selection mechanism to identify the most relevant Intrinsic Mode Functions (IMFs). The selected IMFs are then integrated through a classification-based fusion technique, significantly enhancing forecasting accuracy and distinguishing this approach from conventional methods. Two distinct forecasting approaches are evaluated using multiple performance metrics, including RMSE, MAE, MAPE, and R2. The first approach applies the fusion technique directly to the original wind speed time series, while the second incorporates ICEEMDAN to decompose the time series. Experimental validation using two real-world datasets from Algeria demonstrates the superiority of the proposed hybrid model over individual forecasting models, yielding significant improvements in prediction accuracy, robustness, and stability. These findings underscore the effectiveness of the three-stage framework, offering a reliable and efficient solution for short-term wind speed forecasting, with potential applications in renewable energy management and grid optimization.&quot;,&quot;publisher&quot;:&quot;Materials and Energy Research Center&quot;,&quot;issue&quot;:&quot;2&quot;,&quot;volume&quot;:&quot;39&quot;,&quot;container-title-short&quot;:&quot;&quot;},&quot;isTemporary&quot;:false},{&quot;id&quot;:&quot;e6ea6ed1-f8a7-3f60-8652-fe03060e6657&quot;,&quot;itemData&quot;:{&quot;type&quot;:&quot;article-journal&quot;,&quot;id&quot;:&quot;e6ea6ed1-f8a7-3f60-8652-fe03060e6657&quot;,&quot;title&quot;:&quot;Machine learning reveals sex differences in distinguishing between conduct-disordered and neurotypical youth based on emotion processing dysfunction&quot;,&quot;author&quot;:[{&quot;family&quot;:&quot;Kohls&quot;,&quot;given&quot;:&quot;Gregor&quot;,&quot;parse-names&quot;:false,&quot;dropping-particle&quot;:&quot;&quot;,&quot;non-dropping-particle&quot;:&quot;&quot;},{&quot;family&quot;:&quot;Elster&quot;,&quot;given&quot;:&quot;Erik M.&quot;,&quot;parse-names&quot;:false,&quot;dropping-particle&quot;:&quot;&quot;,&quot;non-dropping-particle&quot;:&quot;&quot;},{&quot;family&quot;:&quot;Tino&quot;,&quot;given&quot;:&quot;Peter&quot;,&quot;parse-names&quot;:false,&quot;dropping-particle&quot;:&quot;&quot;,&quot;non-dropping-particle&quot;:&quot;&quot;},{&quot;family&quot;:&quot;Fairchild&quot;,&quot;given&quot;:&quot;Graeme&quot;,&quot;parse-names&quot;:false,&quot;dropping-particle&quot;:&quot;&quot;,&quot;non-dropping-particle&quot;:&quot;&quot;},{&quot;family&quot;:&quot;Stadler&quot;,&quot;given&quot;:&quot;Christina&quot;,&quot;parse-names&quot;:false,&quot;dropping-particle&quot;:&quot;&quot;,&quot;non-dropping-particle&quot;:&quot;&quot;},{&quot;family&quot;:&quot;Popma&quot;,&quot;given&quot;:&quot;Arne&quot;,&quot;parse-names&quot;:false,&quot;dropping-particle&quot;:&quot;&quot;,&quot;non-dropping-particle&quot;:&quot;&quot;},{&quot;family&quot;:&quot;Freitag&quot;,&quot;given&quot;:&quot;Christine M.&quot;,&quot;parse-names&quot;:false,&quot;dropping-particle&quot;:&quot;&quot;,&quot;non-dropping-particle&quot;:&quot;&quot;},{&quot;family&quot;:&quot;Brito&quot;,&quot;given&quot;:&quot;Stephane A.&quot;,&quot;parse-names&quot;:false,&quot;dropping-particle&quot;:&quot;&quot;,&quot;non-dropping-particle&quot;:&quot;De&quot;},{&quot;family&quot;:&quot;Konrad&quot;,&quot;given&quot;:&quot;Kerstin&quot;,&quot;parse-names&quot;:false,&quot;dropping-particle&quot;:&quot;&quot;,&quot;non-dropping-particle&quot;:&quot;&quot;},{&quot;family&quot;:&quot;Pauli&quot;,&quot;given&quot;:&quot;Ruth&quot;,&quot;parse-names&quot;:false,&quot;dropping-particle&quot;:&quot;&quot;,&quot;non-dropping-particle&quot;:&quot;&quot;}],&quot;container-title&quot;:&quot;BMC Psychiatry&quot;,&quot;container-title-short&quot;:&quot;BMC Psychiatry&quot;,&quot;DOI&quot;:&quot;10.1186/s12888-025-06536-6&quot;,&quot;ISSN&quot;:&quot;1471244X&quot;,&quot;PMID&quot;:&quot;39915750&quot;,&quot;issued&quot;:{&quot;date-parts&quot;:[[2025,12,1]]},&quot;abstract&quot;:&quot;Background: Theoretical models of conduct disorder (CD) highlight that deficits in emotion recognition, learning, and regulation play a pivotal role in CD etiology. With CD being more prevalent in boys than girls, various theories aim to explain this sex difference. The “differential threshold” hypothesis suggests greater emotion dysfunction in conduct-disordered girls than boys, but previous research using conventional statistical analyses has failed to support this hypothesis. Here, we used novel analytic techniques such as machine learning (ML) to uncover potentially sex-specific differences in emotion dysfunction among girls and boys with CD compared to their neurotypical peers. Methods: Multi-site data from 542 youth with CD and 710 neurotypical controls (64% girls, 9–18 years) who completed emotion recognition, learning, and regulation tasks were analyzed using a multivariate ML classifier to distinguish between youth with CD and controls separately by sex. Results: Both female and male ML classifiers accurately predicted (above chance level) individual CD status based solely on the neurocognitive features of emotion dysfunction. Notably, the female classifier outperformed the male classifier in identifying individuals with CD. However, the classification and identification performance of both classifiers was below the clinically relevant 80% accuracy threshold (although they still provided relatively fair and realistic estimates of ~ 60% classification performance), probably due to the substantial neurocognitive heterogeneity within such a large and diverse, multi-site sample of youth with CD (and neurotypical controls). Conclusions: These findings confirm the close association between emotion dysfunction and CD in both sexes, with a stronger association observed in affected girls, which aligns with the “differential threshold” hypothesis. However, the data also underscore the heterogeneity of CD, namely that only a subset of those affected are likely to have emotion dysfunction and that other neurocognitive domains (not tested here) probably also contribute to CD etiology. Clinical trial number: Not applicable.&quot;,&quot;publisher&quot;:&quot;BioMed Central Ltd&quot;,&quot;issue&quot;:&quot;1&quot;,&quot;volume&quot;:&quot;25&quot;},&quot;isTemporary&quot;:false}]}]"/>
    <we:property name="MENDELEY_CITATIONS_LOCALE_CODE" value="&quot;en-US&quot;"/>
    <we:property name="MENDELEY_CITATIONS_STYLE" value="{&quot;id&quot;:&quot;https://www.zotero.org/styles/springer-basic-brackets&quot;,&quot;title&quot;:&quot;Springer - Basic (numeric, brackets)&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627</TotalTime>
  <Pages>10</Pages>
  <Words>4524</Words>
  <Characters>25789</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30253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12</cp:revision>
  <cp:lastPrinted>2011-03-03T08:29:00Z</cp:lastPrinted>
  <dcterms:created xsi:type="dcterms:W3CDTF">2025-08-11T15:01:00Z</dcterms:created>
  <dcterms:modified xsi:type="dcterms:W3CDTF">2025-12-16T08:41:00Z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eb779ea4-aeb0-476b-8e4a-a438b2f96076</vt:lpwstr>
  </property>
</Properties>
</file>