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2A43F1" w14:textId="77777777" w:rsidR="00283CD4" w:rsidRDefault="00283CD4" w:rsidP="00283CD4">
      <w:pPr>
        <w:pStyle w:val="AuthorName"/>
        <w:jc w:val="left"/>
        <w:rPr>
          <w:b/>
          <w:sz w:val="36"/>
        </w:rPr>
      </w:pPr>
    </w:p>
    <w:p w14:paraId="4D1767C8" w14:textId="6B8338E3" w:rsidR="0099078C" w:rsidRPr="006D0E0A" w:rsidRDefault="0099078C" w:rsidP="00283CD4">
      <w:pPr>
        <w:pStyle w:val="AuthorName"/>
        <w:rPr>
          <w:b/>
          <w:sz w:val="36"/>
        </w:rPr>
      </w:pPr>
      <w:r w:rsidRPr="006D0E0A">
        <w:rPr>
          <w:b/>
          <w:sz w:val="36"/>
        </w:rPr>
        <w:t xml:space="preserve">Performance Comparison of </w:t>
      </w:r>
      <w:proofErr w:type="spellStart"/>
      <w:r w:rsidRPr="006D0E0A">
        <w:rPr>
          <w:b/>
          <w:sz w:val="36"/>
        </w:rPr>
        <w:t>SQLmap</w:t>
      </w:r>
      <w:proofErr w:type="spellEnd"/>
      <w:r w:rsidRPr="006D0E0A">
        <w:rPr>
          <w:b/>
          <w:sz w:val="36"/>
        </w:rPr>
        <w:t xml:space="preserve"> and Burp Suite in Exploiting SQL Injection on DVWA</w:t>
      </w:r>
    </w:p>
    <w:p w14:paraId="548D96A3" w14:textId="0D9366F0" w:rsidR="00C14B14" w:rsidRPr="006D0E0A" w:rsidRDefault="00883204" w:rsidP="006D0E0A">
      <w:pPr>
        <w:pStyle w:val="AuthorName"/>
        <w:rPr>
          <w:sz w:val="20"/>
          <w:lang w:eastAsia="en-GB"/>
        </w:rPr>
      </w:pPr>
      <w:r w:rsidRPr="006D0E0A">
        <w:t>Muhammad Izzat Farahidi</w:t>
      </w:r>
      <w:r w:rsidR="006D0E0A" w:rsidRPr="006D0E0A">
        <w:t>¹,</w:t>
      </w:r>
      <w:r w:rsidR="00055218">
        <w:t xml:space="preserve"> </w:t>
      </w:r>
      <w:proofErr w:type="spellStart"/>
      <w:r w:rsidRPr="006D0E0A">
        <w:t>Afrizal</w:t>
      </w:r>
      <w:proofErr w:type="spellEnd"/>
      <w:r w:rsidRPr="006D0E0A">
        <w:t xml:space="preserve"> </w:t>
      </w:r>
      <w:proofErr w:type="spellStart"/>
      <w:r w:rsidRPr="006D0E0A">
        <w:t>Dzikri</w:t>
      </w:r>
      <w:proofErr w:type="spellEnd"/>
      <w:r w:rsidRPr="006D0E0A">
        <w:t xml:space="preserve"> Arifah</w:t>
      </w:r>
      <w:r w:rsidR="006D0E0A" w:rsidRPr="006D0E0A">
        <w:t>²</w:t>
      </w:r>
      <w:r w:rsidR="00FC2A0D" w:rsidRPr="006D0E0A">
        <w:t xml:space="preserve">, </w:t>
      </w:r>
      <w:proofErr w:type="spellStart"/>
      <w:r w:rsidRPr="006D0E0A">
        <w:t>Fazza</w:t>
      </w:r>
      <w:proofErr w:type="spellEnd"/>
      <w:r w:rsidRPr="006D0E0A">
        <w:t xml:space="preserve"> Zevana Maheswara</w:t>
      </w:r>
      <w:r w:rsidR="006D0E0A" w:rsidRPr="006D0E0A">
        <w:t>³</w:t>
      </w:r>
      <w:r w:rsidR="00FC2A0D" w:rsidRPr="006D0E0A">
        <w:t xml:space="preserve">, </w:t>
      </w:r>
      <w:r w:rsidRPr="006D0E0A">
        <w:t>Aji Sultan Jagadnata</w:t>
      </w:r>
      <w:r w:rsidR="006D0E0A" w:rsidRPr="006D0E0A">
        <w:t>⁴</w:t>
      </w:r>
      <w:r w:rsidR="00FC2A0D" w:rsidRPr="006D0E0A">
        <w:t xml:space="preserve">, and </w:t>
      </w:r>
      <w:r w:rsidRPr="006D0E0A">
        <w:t xml:space="preserve">Luqman Hakim </w:t>
      </w:r>
      <w:r w:rsidR="006D0E0A" w:rsidRPr="006D0E0A">
        <w:t>⁵</w:t>
      </w:r>
    </w:p>
    <w:p w14:paraId="38DA8B07" w14:textId="028162B0" w:rsidR="00FC2A0D" w:rsidRPr="00055218" w:rsidRDefault="00FC2A0D" w:rsidP="00C14B14">
      <w:pPr>
        <w:pStyle w:val="AuthorAffiliation"/>
        <w:rPr>
          <w:iCs/>
          <w:lang w:eastAsia="en-GB"/>
        </w:rPr>
      </w:pPr>
      <w:r w:rsidRPr="00055218">
        <w:rPr>
          <w:iCs/>
          <w:lang w:eastAsia="en-GB"/>
        </w:rPr>
        <w:t>¹Informatics Engineering, Universitas Muhammadiyah Malang, Malang, Indonesia 65145</w:t>
      </w:r>
    </w:p>
    <w:p w14:paraId="380ED7A1" w14:textId="183DD46D" w:rsidR="00B82C9E" w:rsidRPr="00055218" w:rsidRDefault="00C14B14" w:rsidP="00B82C9E">
      <w:pPr>
        <w:pStyle w:val="AuthorAffiliation"/>
        <w:rPr>
          <w:iCs/>
        </w:rPr>
      </w:pPr>
      <w:r w:rsidRPr="00055218">
        <w:rPr>
          <w:iCs/>
        </w:rPr>
        <w:br/>
      </w:r>
      <w:r w:rsidR="006D0E0A" w:rsidRPr="00055218">
        <w:rPr>
          <w:iCs/>
          <w:szCs w:val="28"/>
          <w:vertAlign w:val="superscript"/>
        </w:rPr>
        <w:t>a)</w:t>
      </w:r>
      <w:r w:rsidR="00055218">
        <w:rPr>
          <w:iCs/>
          <w:szCs w:val="28"/>
          <w:vertAlign w:val="superscript"/>
        </w:rPr>
        <w:t xml:space="preserve"> </w:t>
      </w:r>
      <w:r w:rsidR="00FC2A0D" w:rsidRPr="00055218">
        <w:rPr>
          <w:iCs/>
        </w:rPr>
        <w:t>Corresponding author:</w:t>
      </w:r>
      <w:r w:rsidR="00B82C9E" w:rsidRPr="00055218">
        <w:rPr>
          <w:iCs/>
        </w:rPr>
        <w:t xml:space="preserve"> luqman.hakim@umm.ac.id</w:t>
      </w:r>
    </w:p>
    <w:p w14:paraId="59DF7397" w14:textId="170B12B2" w:rsidR="00FC2A0D" w:rsidRPr="00055218" w:rsidRDefault="006D0E0A" w:rsidP="00FC2A0D">
      <w:pPr>
        <w:pStyle w:val="AuthorAffiliation"/>
        <w:rPr>
          <w:iCs/>
        </w:rPr>
      </w:pPr>
      <w:r w:rsidRPr="00055218">
        <w:rPr>
          <w:iCs/>
          <w:szCs w:val="28"/>
          <w:vertAlign w:val="superscript"/>
        </w:rPr>
        <w:t>b)</w:t>
      </w:r>
      <w:r w:rsidR="00055218">
        <w:rPr>
          <w:iCs/>
          <w:szCs w:val="28"/>
          <w:vertAlign w:val="superscript"/>
        </w:rPr>
        <w:t xml:space="preserve"> </w:t>
      </w:r>
      <w:r w:rsidR="00FC2A0D" w:rsidRPr="00055218">
        <w:rPr>
          <w:iCs/>
        </w:rPr>
        <w:t>izzatfarahidi@webmail.umm.ac.id</w:t>
      </w:r>
    </w:p>
    <w:p w14:paraId="6C62601D" w14:textId="1ED8F9E1" w:rsidR="00FC2A0D" w:rsidRPr="00055218" w:rsidRDefault="006D0E0A" w:rsidP="00FC2A0D">
      <w:pPr>
        <w:pStyle w:val="AuthorAffiliation"/>
        <w:rPr>
          <w:iCs/>
        </w:rPr>
      </w:pPr>
      <w:r w:rsidRPr="00055218">
        <w:rPr>
          <w:iCs/>
          <w:szCs w:val="28"/>
          <w:vertAlign w:val="superscript"/>
        </w:rPr>
        <w:t>c)</w:t>
      </w:r>
      <w:r w:rsidR="00055218">
        <w:rPr>
          <w:iCs/>
          <w:szCs w:val="28"/>
          <w:vertAlign w:val="superscript"/>
        </w:rPr>
        <w:t xml:space="preserve"> </w:t>
      </w:r>
      <w:r w:rsidR="00FC2A0D" w:rsidRPr="00055218">
        <w:rPr>
          <w:iCs/>
        </w:rPr>
        <w:t>afrizaldzikri@webmail.umm.ac.id</w:t>
      </w:r>
    </w:p>
    <w:p w14:paraId="150E26D5" w14:textId="04F6DD98" w:rsidR="00FC2A0D" w:rsidRPr="00055218" w:rsidRDefault="006D0E0A" w:rsidP="00FC2A0D">
      <w:pPr>
        <w:pStyle w:val="AuthorAffiliation"/>
        <w:rPr>
          <w:iCs/>
        </w:rPr>
      </w:pPr>
      <w:r w:rsidRPr="00055218">
        <w:rPr>
          <w:iCs/>
          <w:szCs w:val="28"/>
          <w:vertAlign w:val="superscript"/>
        </w:rPr>
        <w:t>d)</w:t>
      </w:r>
      <w:r w:rsidR="00055218">
        <w:rPr>
          <w:iCs/>
          <w:szCs w:val="28"/>
          <w:vertAlign w:val="superscript"/>
        </w:rPr>
        <w:t xml:space="preserve"> </w:t>
      </w:r>
      <w:r w:rsidR="00FC2A0D" w:rsidRPr="00055218">
        <w:rPr>
          <w:iCs/>
        </w:rPr>
        <w:t>fazzazevana87@webmail.umm.ac.id</w:t>
      </w:r>
    </w:p>
    <w:p w14:paraId="5E05E235" w14:textId="0D9FD42F" w:rsidR="003A5C85" w:rsidRPr="00055218" w:rsidRDefault="006D0E0A" w:rsidP="0099078C">
      <w:pPr>
        <w:pStyle w:val="AuthorAffiliation"/>
        <w:rPr>
          <w:iCs/>
        </w:rPr>
      </w:pPr>
      <w:r w:rsidRPr="00055218">
        <w:rPr>
          <w:iCs/>
          <w:szCs w:val="28"/>
          <w:vertAlign w:val="superscript"/>
        </w:rPr>
        <w:t>e)</w:t>
      </w:r>
      <w:r w:rsidR="00055218">
        <w:rPr>
          <w:iCs/>
          <w:szCs w:val="28"/>
          <w:vertAlign w:val="superscript"/>
        </w:rPr>
        <w:t xml:space="preserve"> </w:t>
      </w:r>
      <w:r w:rsidR="00FC2A0D" w:rsidRPr="00055218">
        <w:rPr>
          <w:iCs/>
        </w:rPr>
        <w:t>ajisltan31@webmail.umm.ac.id</w:t>
      </w:r>
    </w:p>
    <w:p w14:paraId="20568CDE" w14:textId="0E59F978" w:rsidR="0099078C" w:rsidRPr="006D0E0A" w:rsidRDefault="0016385D" w:rsidP="0099078C">
      <w:pPr>
        <w:pStyle w:val="Abstract"/>
      </w:pPr>
      <w:r w:rsidRPr="006D0E0A">
        <w:rPr>
          <w:b/>
          <w:bCs/>
        </w:rPr>
        <w:t>Abstract.</w:t>
      </w:r>
      <w:r w:rsidRPr="006D0E0A">
        <w:t xml:space="preserve"> </w:t>
      </w:r>
      <w:r w:rsidR="0099078C" w:rsidRPr="006D0E0A">
        <w:t xml:space="preserve">This study compares the performance of </w:t>
      </w:r>
      <w:proofErr w:type="spellStart"/>
      <w:r w:rsidR="0099078C" w:rsidRPr="006D0E0A">
        <w:t>SQLmap</w:t>
      </w:r>
      <w:proofErr w:type="spellEnd"/>
      <w:r w:rsidR="0099078C" w:rsidRPr="006D0E0A">
        <w:t xml:space="preserve"> and Burp Suite in exploiting SQL Injection vulnerabilities on DVWA (Damn Vulnerable Web Application) configured at low, medium, and high security levels. Using a comparative experimental approach, the measured parameters include exploitation success rate, execution time, and adaptability in detecting hidden vulnerabilities. The findings show that at low and medium levels, both tools successfully perform exploitation, with </w:t>
      </w:r>
      <w:proofErr w:type="spellStart"/>
      <w:r w:rsidR="0099078C" w:rsidRPr="006D0E0A">
        <w:t>SQLmap</w:t>
      </w:r>
      <w:proofErr w:type="spellEnd"/>
      <w:r w:rsidR="0099078C" w:rsidRPr="006D0E0A">
        <w:t xml:space="preserve"> clearly outperforming in terms of speed (1.66 seconds vs. Burp Suite's manual process which takes around 3 minutes at the low level). However, at the high security level, </w:t>
      </w:r>
      <w:proofErr w:type="spellStart"/>
      <w:r w:rsidR="0099078C" w:rsidRPr="006D0E0A">
        <w:t>SQLmap</w:t>
      </w:r>
      <w:proofErr w:type="spellEnd"/>
      <w:r w:rsidR="0099078C" w:rsidRPr="006D0E0A">
        <w:t xml:space="preserve"> fails to exploit hidden parameters, while Burp Suite succeeds through session variable manipulation. The study concludes that </w:t>
      </w:r>
      <w:proofErr w:type="spellStart"/>
      <w:r w:rsidR="0099078C" w:rsidRPr="006D0E0A">
        <w:t>SQLmap</w:t>
      </w:r>
      <w:proofErr w:type="spellEnd"/>
      <w:r w:rsidR="0099078C" w:rsidRPr="006D0E0A">
        <w:t xml:space="preserve"> is more effective for automation in low to medium security contexts, whereas Burp Suite offers greater flexibility in multifaceted scenarios involving hidden parameters. These results provide practical insights for security practitioners in selecting the appropriate penetration testing tools based on target complexity.</w:t>
      </w:r>
    </w:p>
    <w:p w14:paraId="22C3F2A8" w14:textId="3366EB34" w:rsidR="0016385D" w:rsidRPr="006D0E0A" w:rsidRDefault="0099078C" w:rsidP="0099078C">
      <w:pPr>
        <w:pStyle w:val="Abstract"/>
      </w:pPr>
      <w:r w:rsidRPr="006D0E0A">
        <w:rPr>
          <w:b/>
          <w:bCs/>
        </w:rPr>
        <w:t>Keywords</w:t>
      </w:r>
      <w:r w:rsidRPr="006D0E0A">
        <w:t xml:space="preserve">: SQL injection, </w:t>
      </w:r>
      <w:proofErr w:type="spellStart"/>
      <w:r w:rsidRPr="006D0E0A">
        <w:t>SQLmap</w:t>
      </w:r>
      <w:proofErr w:type="spellEnd"/>
      <w:r w:rsidRPr="006D0E0A">
        <w:t>, Burp Suite, DVWA, penetration testing.</w:t>
      </w:r>
    </w:p>
    <w:p w14:paraId="5240E3FB" w14:textId="39597977" w:rsidR="003A287B" w:rsidRPr="006D0E0A" w:rsidRDefault="0099078C" w:rsidP="00003D7C">
      <w:pPr>
        <w:pStyle w:val="Heading1"/>
        <w:rPr>
          <w:b w:val="0"/>
          <w:caps w:val="0"/>
          <w:sz w:val="20"/>
        </w:rPr>
      </w:pPr>
      <w:r w:rsidRPr="006D0E0A">
        <w:t>INTRODUCTION</w:t>
      </w:r>
    </w:p>
    <w:p w14:paraId="47DA7F6F" w14:textId="77777777" w:rsidR="000D1F48" w:rsidRPr="006D0E0A" w:rsidRDefault="000D1F48" w:rsidP="000D1F48">
      <w:pPr>
        <w:pStyle w:val="Paragraph"/>
      </w:pPr>
      <w:r w:rsidRPr="006D0E0A">
        <w:t>The current development of information technology has significantly driven the adoption of web-based applications in various fields, from public services to large-scale businesses. Unfortunately, this increased use of web applications is not matched by a strengthening of security aspects. One security gap that still frequently occurs is SQL Injection. SQL Injection is an attack technique that exploits weaknesses in input validation within SQL queries to gain illegal access to databases. In previous studies [1], it was confirmed that SQL Injection is included in the list of the most dangerous vulnerabilities according to the OWASP Top Ten. Furthermore, [2] showed that this attack could open access to sensitive data, such as names, email addresses, and population identification numbers (NIK), on web-based service systems developed without the application of input validation and adequate security mechanisms.</w:t>
      </w:r>
    </w:p>
    <w:p w14:paraId="2457B3B2" w14:textId="77777777" w:rsidR="000D1F48" w:rsidRPr="006D0E0A" w:rsidRDefault="000D1F48" w:rsidP="000D1F48">
      <w:pPr>
        <w:pStyle w:val="Paragraph"/>
      </w:pPr>
    </w:p>
    <w:p w14:paraId="53957C7E" w14:textId="77777777" w:rsidR="000D1F48" w:rsidRPr="006D0E0A" w:rsidRDefault="000D1F48" w:rsidP="000D1F48">
      <w:pPr>
        <w:pStyle w:val="Paragraph"/>
      </w:pPr>
      <w:r w:rsidRPr="006D0E0A">
        <w:t xml:space="preserve">In line with this, various penetration testing methods have been developed to identify and measure the level of vulnerability of web applications. Tools such as </w:t>
      </w:r>
      <w:proofErr w:type="spellStart"/>
      <w:r w:rsidRPr="006D0E0A">
        <w:t>SQLmap</w:t>
      </w:r>
      <w:proofErr w:type="spellEnd"/>
      <w:r w:rsidRPr="006D0E0A">
        <w:t xml:space="preserve"> can be considered effective due to their ability to perform SQL Injection exploitation automatically with high accuracy and relatively fast speed [3]. Meanwhile, Burp Suite is known as a powerful web vulnerability scanner and proxy tool because it provides interactive features such as intercept, intruder, and repeater [4]. This is in line with the findings in a study by [5] which stated that SQL Injection is one of the most critical vulnerabilities requiring in-depth testing approaches, both automatically and manually through VAPT tools such as Burp Suite and </w:t>
      </w:r>
      <w:proofErr w:type="spellStart"/>
      <w:r w:rsidRPr="006D0E0A">
        <w:t>SQLmap</w:t>
      </w:r>
      <w:proofErr w:type="spellEnd"/>
      <w:r w:rsidRPr="006D0E0A">
        <w:t>.</w:t>
      </w:r>
    </w:p>
    <w:p w14:paraId="28D5DCE5" w14:textId="77777777" w:rsidR="000D1F48" w:rsidRPr="006D0E0A" w:rsidRDefault="000D1F48" w:rsidP="000D1F48">
      <w:pPr>
        <w:pStyle w:val="Paragraph"/>
      </w:pPr>
    </w:p>
    <w:p w14:paraId="2F87FEFB" w14:textId="77777777" w:rsidR="000D1F48" w:rsidRPr="006D0E0A" w:rsidRDefault="000D1F48" w:rsidP="000D1F48">
      <w:pPr>
        <w:pStyle w:val="Paragraph"/>
      </w:pPr>
      <w:r w:rsidRPr="006D0E0A">
        <w:lastRenderedPageBreak/>
        <w:t xml:space="preserve">Previous research using the Damn Vulnerable Web Application (DVWA) platform showed that testing real attack scenarios can provide more accurate information regarding the difficulty level, time required, and impact of exploiting SQL Injection vulnerabilities with or without Web Application Firewall (WAF) protection [3]. Therefore, comparing the performance of </w:t>
      </w:r>
      <w:proofErr w:type="spellStart"/>
      <w:r w:rsidRPr="006D0E0A">
        <w:t>SQLmap</w:t>
      </w:r>
      <w:proofErr w:type="spellEnd"/>
      <w:r w:rsidRPr="006D0E0A">
        <w:t xml:space="preserve"> and Burp Suite in the same scenario will be an important step to determine their effectiveness in the context of penetration testing.</w:t>
      </w:r>
    </w:p>
    <w:p w14:paraId="0F4DA918" w14:textId="77777777" w:rsidR="000D1F48" w:rsidRPr="006D0E0A" w:rsidRDefault="000D1F48" w:rsidP="000D1F48">
      <w:pPr>
        <w:pStyle w:val="Paragraph"/>
      </w:pPr>
    </w:p>
    <w:p w14:paraId="1DCC8354" w14:textId="4EBB5DAB" w:rsidR="002941DA" w:rsidRPr="006D0E0A" w:rsidRDefault="000D1F48" w:rsidP="000D1F48">
      <w:pPr>
        <w:pStyle w:val="Paragraph"/>
      </w:pPr>
      <w:r w:rsidRPr="006D0E0A">
        <w:t xml:space="preserve">Based on this background, this research was conducted to analyze and compare the performance of </w:t>
      </w:r>
      <w:proofErr w:type="spellStart"/>
      <w:r w:rsidRPr="006D0E0A">
        <w:t>SQLmap</w:t>
      </w:r>
      <w:proofErr w:type="spellEnd"/>
      <w:r w:rsidRPr="006D0E0A">
        <w:t xml:space="preserve"> and Burp Suite in performing SQL Injection exploitation on DVWA (Damn Vulnerable Web Application). Through testing based on time metrics, the level of expertise required, and the success rate of the attack, the results of this study are expected to provide practical contributions for developers, security practitioners, and other related parties in improving the resilience of web applications against SQL Injection attacks.</w:t>
      </w:r>
      <w:r w:rsidR="00946C27" w:rsidRPr="006D0E0A">
        <w:t xml:space="preserve"> </w:t>
      </w:r>
    </w:p>
    <w:p w14:paraId="216A80D4" w14:textId="77777777" w:rsidR="008A78C9" w:rsidRPr="006D0E0A" w:rsidRDefault="008A78C9" w:rsidP="00274622">
      <w:pPr>
        <w:pStyle w:val="Heading2"/>
      </w:pPr>
      <w:r w:rsidRPr="006D0E0A">
        <w:t>RESEARCH METHODOLOGY</w:t>
      </w:r>
    </w:p>
    <w:p w14:paraId="7ECF09A2" w14:textId="2FF6BAE0" w:rsidR="00543A2C" w:rsidRPr="006D0E0A" w:rsidRDefault="008A78C9" w:rsidP="00543A2C">
      <w:pPr>
        <w:pStyle w:val="Heading2"/>
        <w:rPr>
          <w:b w:val="0"/>
          <w:sz w:val="20"/>
        </w:rPr>
      </w:pPr>
      <w:r w:rsidRPr="008A78C9">
        <w:t>Research Method</w:t>
      </w:r>
    </w:p>
    <w:p w14:paraId="0E608799" w14:textId="21DB8D78" w:rsidR="008A78C9" w:rsidRPr="006D0E0A" w:rsidRDefault="00543A2C" w:rsidP="00064323">
      <w:pPr>
        <w:pStyle w:val="NoSpacing"/>
        <w:ind w:firstLine="720"/>
        <w:rPr>
          <w:b/>
          <w:sz w:val="20"/>
        </w:rPr>
      </w:pPr>
      <w:r w:rsidRPr="006D0E0A">
        <w:rPr>
          <w:sz w:val="20"/>
        </w:rPr>
        <w:t>This research uses a comparative experimental approach by conducting direct testing on the DVWA (</w:t>
      </w:r>
      <w:r w:rsidRPr="006D0E0A">
        <w:rPr>
          <w:i/>
          <w:iCs/>
          <w:sz w:val="20"/>
        </w:rPr>
        <w:t>Damn Vulnerable Web Application</w:t>
      </w:r>
      <w:r w:rsidRPr="006D0E0A">
        <w:rPr>
          <w:sz w:val="20"/>
        </w:rPr>
        <w:t xml:space="preserve">) using two popular penetration testing tools, namely </w:t>
      </w:r>
      <w:proofErr w:type="spellStart"/>
      <w:r w:rsidRPr="006D0E0A">
        <w:rPr>
          <w:sz w:val="20"/>
        </w:rPr>
        <w:t>SQLmap</w:t>
      </w:r>
      <w:proofErr w:type="spellEnd"/>
      <w:r w:rsidRPr="006D0E0A">
        <w:rPr>
          <w:sz w:val="20"/>
        </w:rPr>
        <w:t xml:space="preserve"> and Burp Suite. The main objective of this experiment is to measure and compare the effectiveness of these two tools in executing SQL Injection attacks at three levels of application security settings: low, medium, and high.</w:t>
      </w:r>
    </w:p>
    <w:p w14:paraId="7BC5BE53" w14:textId="77777777" w:rsidR="00543A2C" w:rsidRPr="006D0E0A" w:rsidRDefault="00543A2C" w:rsidP="00543A2C">
      <w:pPr>
        <w:pStyle w:val="Heading2"/>
      </w:pPr>
      <w:r w:rsidRPr="006D0E0A">
        <w:t>Test Environment</w:t>
      </w:r>
    </w:p>
    <w:p w14:paraId="6123CB23" w14:textId="77777777" w:rsidR="00D31CC2" w:rsidRPr="00064323" w:rsidRDefault="00D31CC2" w:rsidP="00064323">
      <w:pPr>
        <w:pStyle w:val="Paragraph"/>
        <w:jc w:val="center"/>
        <w:rPr>
          <w:sz w:val="18"/>
          <w:szCs w:val="18"/>
        </w:rPr>
      </w:pPr>
      <w:r w:rsidRPr="00064323">
        <w:rPr>
          <w:b/>
          <w:bCs/>
          <w:sz w:val="18"/>
          <w:szCs w:val="18"/>
        </w:rPr>
        <w:t>TABLE I.</w:t>
      </w:r>
      <w:r w:rsidRPr="00064323">
        <w:rPr>
          <w:sz w:val="18"/>
          <w:szCs w:val="18"/>
        </w:rPr>
        <w:t> Virtual Environment Configuration</w:t>
      </w:r>
    </w:p>
    <w:p w14:paraId="2612E402" w14:textId="77777777" w:rsidR="00D31CC2" w:rsidRPr="00D31CC2" w:rsidRDefault="00D31CC2" w:rsidP="00D31CC2">
      <w:pPr>
        <w:pStyle w:val="Paragraph"/>
      </w:pPr>
    </w:p>
    <w:tbl>
      <w:tblPr>
        <w:tblStyle w:val="PlainTable2"/>
        <w:tblW w:w="0" w:type="auto"/>
        <w:jc w:val="center"/>
        <w:tblLook w:val="04A0" w:firstRow="1" w:lastRow="0" w:firstColumn="1" w:lastColumn="0" w:noHBand="0" w:noVBand="1"/>
      </w:tblPr>
      <w:tblGrid>
        <w:gridCol w:w="2461"/>
        <w:gridCol w:w="4667"/>
      </w:tblGrid>
      <w:tr w:rsidR="00D31CC2" w:rsidRPr="00D31CC2" w14:paraId="2E87D5BA" w14:textId="77777777" w:rsidTr="0006432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tcBorders>
            <w:hideMark/>
          </w:tcPr>
          <w:p w14:paraId="3534D8AE" w14:textId="77777777" w:rsidR="00D31CC2" w:rsidRPr="00D31CC2" w:rsidRDefault="00D31CC2" w:rsidP="00884295">
            <w:pPr>
              <w:pStyle w:val="Paragraph"/>
              <w:jc w:val="center"/>
            </w:pPr>
            <w:r w:rsidRPr="00D31CC2">
              <w:t>Component</w:t>
            </w:r>
          </w:p>
        </w:tc>
        <w:tc>
          <w:tcPr>
            <w:tcW w:w="0" w:type="auto"/>
            <w:tcBorders>
              <w:top w:val="single" w:sz="4" w:space="0" w:color="auto"/>
            </w:tcBorders>
            <w:hideMark/>
          </w:tcPr>
          <w:p w14:paraId="47695251" w14:textId="77777777" w:rsidR="00D31CC2" w:rsidRPr="00D31CC2" w:rsidRDefault="00D31CC2" w:rsidP="00884295">
            <w:pPr>
              <w:pStyle w:val="Paragraph"/>
              <w:jc w:val="center"/>
              <w:cnfStyle w:val="100000000000" w:firstRow="1" w:lastRow="0" w:firstColumn="0" w:lastColumn="0" w:oddVBand="0" w:evenVBand="0" w:oddHBand="0" w:evenHBand="0" w:firstRowFirstColumn="0" w:firstRowLastColumn="0" w:lastRowFirstColumn="0" w:lastRowLastColumn="0"/>
            </w:pPr>
            <w:r w:rsidRPr="00D31CC2">
              <w:t>Description</w:t>
            </w:r>
          </w:p>
        </w:tc>
      </w:tr>
      <w:tr w:rsidR="00D31CC2" w:rsidRPr="00D31CC2" w14:paraId="3C15B710" w14:textId="77777777" w:rsidTr="000643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bottom w:val="nil"/>
            </w:tcBorders>
            <w:hideMark/>
          </w:tcPr>
          <w:p w14:paraId="2C1F146B" w14:textId="77777777" w:rsidR="00D31CC2" w:rsidRPr="00D31CC2" w:rsidRDefault="00D31CC2" w:rsidP="00884295">
            <w:pPr>
              <w:pStyle w:val="Paragraph"/>
              <w:jc w:val="left"/>
            </w:pPr>
            <w:r w:rsidRPr="00D31CC2">
              <w:t>Target Platform</w:t>
            </w:r>
          </w:p>
        </w:tc>
        <w:tc>
          <w:tcPr>
            <w:tcW w:w="0" w:type="auto"/>
            <w:tcBorders>
              <w:bottom w:val="nil"/>
            </w:tcBorders>
            <w:hideMark/>
          </w:tcPr>
          <w:p w14:paraId="3F5F0A2A" w14:textId="77777777" w:rsidR="00D31CC2" w:rsidRPr="00D31CC2" w:rsidRDefault="00D31CC2" w:rsidP="00884295">
            <w:pPr>
              <w:pStyle w:val="Paragraph"/>
              <w:jc w:val="left"/>
              <w:cnfStyle w:val="000000100000" w:firstRow="0" w:lastRow="0" w:firstColumn="0" w:lastColumn="0" w:oddVBand="0" w:evenVBand="0" w:oddHBand="1" w:evenHBand="0" w:firstRowFirstColumn="0" w:firstRowLastColumn="0" w:lastRowFirstColumn="0" w:lastRowLastColumn="0"/>
            </w:pPr>
            <w:r w:rsidRPr="00D31CC2">
              <w:t>DVWA v1.10-dev</w:t>
            </w:r>
          </w:p>
        </w:tc>
      </w:tr>
      <w:tr w:rsidR="00D31CC2" w:rsidRPr="00D31CC2" w14:paraId="09F59BB3" w14:textId="77777777" w:rsidTr="00064323">
        <w:trPr>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hideMark/>
          </w:tcPr>
          <w:p w14:paraId="281CB76E" w14:textId="77777777" w:rsidR="00D31CC2" w:rsidRPr="00D31CC2" w:rsidRDefault="00D31CC2" w:rsidP="00884295">
            <w:pPr>
              <w:pStyle w:val="Paragraph"/>
              <w:jc w:val="left"/>
            </w:pPr>
            <w:r w:rsidRPr="00D31CC2">
              <w:t>Operating System</w:t>
            </w:r>
          </w:p>
        </w:tc>
        <w:tc>
          <w:tcPr>
            <w:tcW w:w="0" w:type="auto"/>
            <w:tcBorders>
              <w:top w:val="nil"/>
              <w:bottom w:val="nil"/>
            </w:tcBorders>
            <w:hideMark/>
          </w:tcPr>
          <w:p w14:paraId="70B5CFE6" w14:textId="77777777" w:rsidR="00D31CC2" w:rsidRPr="00D31CC2" w:rsidRDefault="00D31CC2" w:rsidP="00884295">
            <w:pPr>
              <w:pStyle w:val="Paragraph"/>
              <w:jc w:val="left"/>
              <w:cnfStyle w:val="000000000000" w:firstRow="0" w:lastRow="0" w:firstColumn="0" w:lastColumn="0" w:oddVBand="0" w:evenVBand="0" w:oddHBand="0" w:evenHBand="0" w:firstRowFirstColumn="0" w:firstRowLastColumn="0" w:lastRowFirstColumn="0" w:lastRowLastColumn="0"/>
            </w:pPr>
            <w:r w:rsidRPr="00D31CC2">
              <w:t>Kali Linux</w:t>
            </w:r>
          </w:p>
        </w:tc>
      </w:tr>
      <w:tr w:rsidR="00D31CC2" w:rsidRPr="00D31CC2" w14:paraId="10E8FC6B" w14:textId="77777777" w:rsidTr="000643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hideMark/>
          </w:tcPr>
          <w:p w14:paraId="2E62E04B" w14:textId="77777777" w:rsidR="00D31CC2" w:rsidRPr="00D31CC2" w:rsidRDefault="00D31CC2" w:rsidP="00884295">
            <w:pPr>
              <w:pStyle w:val="Paragraph"/>
              <w:jc w:val="left"/>
            </w:pPr>
            <w:r w:rsidRPr="00D31CC2">
              <w:t>Web Server</w:t>
            </w:r>
          </w:p>
        </w:tc>
        <w:tc>
          <w:tcPr>
            <w:tcW w:w="0" w:type="auto"/>
            <w:tcBorders>
              <w:top w:val="nil"/>
              <w:bottom w:val="nil"/>
            </w:tcBorders>
            <w:hideMark/>
          </w:tcPr>
          <w:p w14:paraId="224374EA" w14:textId="77777777" w:rsidR="00D31CC2" w:rsidRPr="00D31CC2" w:rsidRDefault="00D31CC2" w:rsidP="00884295">
            <w:pPr>
              <w:pStyle w:val="Paragraph"/>
              <w:jc w:val="left"/>
              <w:cnfStyle w:val="000000100000" w:firstRow="0" w:lastRow="0" w:firstColumn="0" w:lastColumn="0" w:oddVBand="0" w:evenVBand="0" w:oddHBand="1" w:evenHBand="0" w:firstRowFirstColumn="0" w:firstRowLastColumn="0" w:lastRowFirstColumn="0" w:lastRowLastColumn="0"/>
            </w:pPr>
            <w:r w:rsidRPr="00D31CC2">
              <w:t>Apache 2.4.25 (Debian 9)</w:t>
            </w:r>
          </w:p>
        </w:tc>
      </w:tr>
      <w:tr w:rsidR="00D31CC2" w:rsidRPr="00D31CC2" w14:paraId="7BD9FBF4" w14:textId="77777777" w:rsidTr="00064323">
        <w:trPr>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hideMark/>
          </w:tcPr>
          <w:p w14:paraId="55284C51" w14:textId="77777777" w:rsidR="00D31CC2" w:rsidRPr="00D31CC2" w:rsidRDefault="00D31CC2" w:rsidP="00884295">
            <w:pPr>
              <w:pStyle w:val="Paragraph"/>
              <w:jc w:val="left"/>
            </w:pPr>
            <w:r w:rsidRPr="00D31CC2">
              <w:t>Database Management</w:t>
            </w:r>
          </w:p>
        </w:tc>
        <w:tc>
          <w:tcPr>
            <w:tcW w:w="0" w:type="auto"/>
            <w:tcBorders>
              <w:top w:val="nil"/>
              <w:bottom w:val="nil"/>
            </w:tcBorders>
            <w:hideMark/>
          </w:tcPr>
          <w:p w14:paraId="0604A927" w14:textId="77777777" w:rsidR="00D31CC2" w:rsidRPr="00D31CC2" w:rsidRDefault="00D31CC2" w:rsidP="00884295">
            <w:pPr>
              <w:pStyle w:val="Paragraph"/>
              <w:jc w:val="left"/>
              <w:cnfStyle w:val="000000000000" w:firstRow="0" w:lastRow="0" w:firstColumn="0" w:lastColumn="0" w:oddVBand="0" w:evenVBand="0" w:oddHBand="0" w:evenHBand="0" w:firstRowFirstColumn="0" w:firstRowLastColumn="0" w:lastRowFirstColumn="0" w:lastRowLastColumn="0"/>
            </w:pPr>
            <w:r w:rsidRPr="00D31CC2">
              <w:t>MySQL (MariaDB fork)</w:t>
            </w:r>
          </w:p>
        </w:tc>
      </w:tr>
      <w:tr w:rsidR="00D31CC2" w:rsidRPr="00D31CC2" w14:paraId="0B750564" w14:textId="77777777" w:rsidTr="000643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hideMark/>
          </w:tcPr>
          <w:p w14:paraId="74A3C815" w14:textId="77777777" w:rsidR="00D31CC2" w:rsidRPr="00D31CC2" w:rsidRDefault="00D31CC2" w:rsidP="00884295">
            <w:pPr>
              <w:pStyle w:val="Paragraph"/>
              <w:jc w:val="left"/>
            </w:pPr>
            <w:r w:rsidRPr="00D31CC2">
              <w:t>Browser</w:t>
            </w:r>
          </w:p>
        </w:tc>
        <w:tc>
          <w:tcPr>
            <w:tcW w:w="0" w:type="auto"/>
            <w:tcBorders>
              <w:top w:val="nil"/>
              <w:bottom w:val="nil"/>
            </w:tcBorders>
            <w:hideMark/>
          </w:tcPr>
          <w:p w14:paraId="4A3FC4FD" w14:textId="77777777" w:rsidR="00D31CC2" w:rsidRPr="00D31CC2" w:rsidRDefault="00D31CC2" w:rsidP="00884295">
            <w:pPr>
              <w:pStyle w:val="Paragraph"/>
              <w:jc w:val="left"/>
              <w:cnfStyle w:val="000000100000" w:firstRow="0" w:lastRow="0" w:firstColumn="0" w:lastColumn="0" w:oddVBand="0" w:evenVBand="0" w:oddHBand="1" w:evenHBand="0" w:firstRowFirstColumn="0" w:firstRowLastColumn="0" w:lastRowFirstColumn="0" w:lastRowLastColumn="0"/>
            </w:pPr>
            <w:r w:rsidRPr="00D31CC2">
              <w:t>Chromium (via Burp Suite proxy)</w:t>
            </w:r>
          </w:p>
        </w:tc>
      </w:tr>
      <w:tr w:rsidR="00D31CC2" w:rsidRPr="00D31CC2" w14:paraId="7C851740" w14:textId="77777777" w:rsidTr="00064323">
        <w:trPr>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hideMark/>
          </w:tcPr>
          <w:p w14:paraId="235C7AE3" w14:textId="77777777" w:rsidR="00D31CC2" w:rsidRPr="00D31CC2" w:rsidRDefault="00D31CC2" w:rsidP="00884295">
            <w:pPr>
              <w:pStyle w:val="Paragraph"/>
              <w:jc w:val="left"/>
            </w:pPr>
            <w:r w:rsidRPr="00D31CC2">
              <w:t>Tools</w:t>
            </w:r>
          </w:p>
        </w:tc>
        <w:tc>
          <w:tcPr>
            <w:tcW w:w="0" w:type="auto"/>
            <w:tcBorders>
              <w:top w:val="nil"/>
              <w:bottom w:val="nil"/>
            </w:tcBorders>
            <w:hideMark/>
          </w:tcPr>
          <w:p w14:paraId="2DE31ABA" w14:textId="77777777" w:rsidR="00D31CC2" w:rsidRPr="00D31CC2" w:rsidRDefault="00D31CC2" w:rsidP="00884295">
            <w:pPr>
              <w:pStyle w:val="Paragraph"/>
              <w:jc w:val="left"/>
              <w:cnfStyle w:val="000000000000" w:firstRow="0" w:lastRow="0" w:firstColumn="0" w:lastColumn="0" w:oddVBand="0" w:evenVBand="0" w:oddHBand="0" w:evenHBand="0" w:firstRowFirstColumn="0" w:firstRowLastColumn="0" w:lastRowFirstColumn="0" w:lastRowLastColumn="0"/>
            </w:pPr>
            <w:proofErr w:type="spellStart"/>
            <w:r w:rsidRPr="00D31CC2">
              <w:t>SQLmap</w:t>
            </w:r>
            <w:proofErr w:type="spellEnd"/>
            <w:r w:rsidRPr="00D31CC2">
              <w:t xml:space="preserve"> v1.9.2 and Burp Suite Community Edition</w:t>
            </w:r>
          </w:p>
        </w:tc>
      </w:tr>
      <w:tr w:rsidR="00D31CC2" w:rsidRPr="00D31CC2" w14:paraId="0B0EB5FB" w14:textId="77777777" w:rsidTr="000643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bottom w:val="single" w:sz="4" w:space="0" w:color="auto"/>
            </w:tcBorders>
            <w:hideMark/>
          </w:tcPr>
          <w:p w14:paraId="18D9EF9C" w14:textId="77777777" w:rsidR="00D31CC2" w:rsidRPr="00D31CC2" w:rsidRDefault="00D31CC2" w:rsidP="00884295">
            <w:pPr>
              <w:pStyle w:val="Paragraph"/>
              <w:jc w:val="left"/>
            </w:pPr>
            <w:r w:rsidRPr="00D31CC2">
              <w:t>Test Time</w:t>
            </w:r>
          </w:p>
        </w:tc>
        <w:tc>
          <w:tcPr>
            <w:tcW w:w="0" w:type="auto"/>
            <w:tcBorders>
              <w:top w:val="nil"/>
              <w:bottom w:val="single" w:sz="4" w:space="0" w:color="auto"/>
            </w:tcBorders>
            <w:hideMark/>
          </w:tcPr>
          <w:p w14:paraId="7BC9E2CC" w14:textId="4B353B10" w:rsidR="00D31CC2" w:rsidRPr="00D31CC2" w:rsidRDefault="00D31CC2" w:rsidP="00884295">
            <w:pPr>
              <w:pStyle w:val="Paragraph"/>
              <w:jc w:val="left"/>
              <w:cnfStyle w:val="000000100000" w:firstRow="0" w:lastRow="0" w:firstColumn="0" w:lastColumn="0" w:oddVBand="0" w:evenVBand="0" w:oddHBand="1" w:evenHBand="0" w:firstRowFirstColumn="0" w:firstRowLastColumn="0" w:lastRowFirstColumn="0" w:lastRowLastColumn="0"/>
            </w:pPr>
            <w:r w:rsidRPr="006D0E0A">
              <w:t>Juni</w:t>
            </w:r>
            <w:r w:rsidRPr="00D31CC2">
              <w:t xml:space="preserve"> 29, 2025</w:t>
            </w:r>
          </w:p>
        </w:tc>
      </w:tr>
    </w:tbl>
    <w:p w14:paraId="30C6BB5B" w14:textId="5D46DD2A" w:rsidR="00A646B3" w:rsidRPr="006D0E0A" w:rsidRDefault="00A646B3" w:rsidP="00D31CC2">
      <w:pPr>
        <w:pStyle w:val="Paragraph"/>
        <w:ind w:firstLine="0"/>
      </w:pPr>
    </w:p>
    <w:p w14:paraId="530E6BD2" w14:textId="08781EA9" w:rsidR="00BA3B3D" w:rsidRPr="006D0E0A" w:rsidRDefault="00884295" w:rsidP="00A646B3">
      <w:pPr>
        <w:pStyle w:val="Heading2"/>
      </w:pPr>
      <w:r w:rsidRPr="006D0E0A">
        <w:t>Techniques and Testing Tools</w:t>
      </w:r>
    </w:p>
    <w:p w14:paraId="69C660E3" w14:textId="46BDFAF9" w:rsidR="00884295" w:rsidRPr="006D0E0A" w:rsidRDefault="00884295" w:rsidP="00064323">
      <w:pPr>
        <w:pStyle w:val="Heading3"/>
        <w:ind w:left="720"/>
        <w:rPr>
          <w:lang w:val="en-US"/>
        </w:rPr>
      </w:pPr>
      <w:proofErr w:type="spellStart"/>
      <w:r w:rsidRPr="006D0E0A">
        <w:rPr>
          <w:lang w:val="en-US"/>
        </w:rPr>
        <w:t>SQLmap</w:t>
      </w:r>
      <w:proofErr w:type="spellEnd"/>
    </w:p>
    <w:p w14:paraId="7B1B022E" w14:textId="77777777" w:rsidR="00884295" w:rsidRPr="00884295" w:rsidRDefault="00884295" w:rsidP="00064323">
      <w:pPr>
        <w:ind w:firstLine="360"/>
        <w:jc w:val="both"/>
        <w:rPr>
          <w:sz w:val="20"/>
          <w:lang w:eastAsia="en-GB"/>
        </w:rPr>
      </w:pPr>
      <w:proofErr w:type="spellStart"/>
      <w:r w:rsidRPr="00884295">
        <w:rPr>
          <w:sz w:val="20"/>
          <w:lang w:eastAsia="en-GB"/>
        </w:rPr>
        <w:t>SQLmap</w:t>
      </w:r>
      <w:proofErr w:type="spellEnd"/>
      <w:r w:rsidRPr="00884295">
        <w:rPr>
          <w:sz w:val="20"/>
          <w:lang w:eastAsia="en-GB"/>
        </w:rPr>
        <w:t xml:space="preserve"> is an automated penetration tool for exploiting SQL Injection vulnerabilities, highly popular among security practitioners. In this study, </w:t>
      </w:r>
      <w:proofErr w:type="spellStart"/>
      <w:r w:rsidRPr="00884295">
        <w:rPr>
          <w:sz w:val="20"/>
          <w:lang w:eastAsia="en-GB"/>
        </w:rPr>
        <w:t>SQLmap</w:t>
      </w:r>
      <w:proofErr w:type="spellEnd"/>
      <w:r w:rsidRPr="00884295">
        <w:rPr>
          <w:sz w:val="20"/>
          <w:lang w:eastAsia="en-GB"/>
        </w:rPr>
        <w:t xml:space="preserve"> was used to detect and execute various injection techniques automatically. Previous studies have compared several SQL Injection tools and concluded that </w:t>
      </w:r>
      <w:proofErr w:type="spellStart"/>
      <w:r w:rsidRPr="00884295">
        <w:rPr>
          <w:sz w:val="20"/>
          <w:lang w:eastAsia="en-GB"/>
        </w:rPr>
        <w:t>SQLmap</w:t>
      </w:r>
      <w:proofErr w:type="spellEnd"/>
      <w:r w:rsidRPr="00884295">
        <w:rPr>
          <w:sz w:val="20"/>
          <w:lang w:eastAsia="en-GB"/>
        </w:rPr>
        <w:t xml:space="preserve"> excels in functionality and automatic extraction speed [6]. Clarke &amp; Furnell (2022) in their research emphasized that </w:t>
      </w:r>
      <w:proofErr w:type="spellStart"/>
      <w:r w:rsidRPr="00884295">
        <w:rPr>
          <w:sz w:val="20"/>
          <w:lang w:eastAsia="en-GB"/>
        </w:rPr>
        <w:t>SQLmap</w:t>
      </w:r>
      <w:proofErr w:type="spellEnd"/>
      <w:r w:rsidRPr="00884295">
        <w:rPr>
          <w:sz w:val="20"/>
          <w:lang w:eastAsia="en-GB"/>
        </w:rPr>
        <w:t xml:space="preserve"> has a powerful detection engine and various special features that make it the ultimate penetration testing tool with a broad range of switches and options [7]. This tool can exploit databases and obtain sensitive data quickly, even used in simulations of server takeover via SQL Injection [8]. The options and parameters applied include:</w:t>
      </w:r>
    </w:p>
    <w:p w14:paraId="562FA548" w14:textId="77777777" w:rsidR="00884295" w:rsidRPr="00884295" w:rsidRDefault="00884295" w:rsidP="00036D09">
      <w:pPr>
        <w:numPr>
          <w:ilvl w:val="0"/>
          <w:numId w:val="4"/>
        </w:numPr>
        <w:jc w:val="both"/>
        <w:rPr>
          <w:sz w:val="20"/>
          <w:lang w:eastAsia="en-GB"/>
        </w:rPr>
      </w:pPr>
      <w:r w:rsidRPr="00884295">
        <w:rPr>
          <w:sz w:val="20"/>
          <w:lang w:eastAsia="en-GB"/>
        </w:rPr>
        <w:t>--batch: Used to skip all interactive prompts so the exploitation process can run automatically without manual intervention.</w:t>
      </w:r>
    </w:p>
    <w:p w14:paraId="7CE49DAF" w14:textId="77777777" w:rsidR="00884295" w:rsidRPr="00884295" w:rsidRDefault="00884295" w:rsidP="00036D09">
      <w:pPr>
        <w:numPr>
          <w:ilvl w:val="0"/>
          <w:numId w:val="4"/>
        </w:numPr>
        <w:jc w:val="both"/>
        <w:rPr>
          <w:sz w:val="20"/>
          <w:lang w:eastAsia="en-GB"/>
        </w:rPr>
      </w:pPr>
      <w:r w:rsidRPr="00884295">
        <w:rPr>
          <w:sz w:val="20"/>
          <w:lang w:eastAsia="en-GB"/>
        </w:rPr>
        <w:t>--</w:t>
      </w:r>
      <w:proofErr w:type="spellStart"/>
      <w:r w:rsidRPr="00884295">
        <w:rPr>
          <w:sz w:val="20"/>
          <w:lang w:eastAsia="en-GB"/>
        </w:rPr>
        <w:t>dbs</w:t>
      </w:r>
      <w:proofErr w:type="spellEnd"/>
      <w:r w:rsidRPr="00884295">
        <w:rPr>
          <w:sz w:val="20"/>
          <w:lang w:eastAsia="en-GB"/>
        </w:rPr>
        <w:t> and --dump: Function to display a list of databases connected to the target application and extract the contents of related tables as proof of a successful attack.</w:t>
      </w:r>
    </w:p>
    <w:p w14:paraId="69823D4E" w14:textId="77777777" w:rsidR="00884295" w:rsidRPr="00884295" w:rsidRDefault="00884295" w:rsidP="00036D09">
      <w:pPr>
        <w:numPr>
          <w:ilvl w:val="0"/>
          <w:numId w:val="4"/>
        </w:numPr>
        <w:jc w:val="both"/>
        <w:rPr>
          <w:sz w:val="20"/>
          <w:lang w:eastAsia="en-GB"/>
        </w:rPr>
      </w:pPr>
      <w:r w:rsidRPr="00884295">
        <w:rPr>
          <w:i/>
          <w:iCs/>
          <w:sz w:val="20"/>
          <w:lang w:eastAsia="en-GB"/>
        </w:rPr>
        <w:t>Tamper script</w:t>
      </w:r>
      <w:r w:rsidRPr="00884295">
        <w:rPr>
          <w:sz w:val="20"/>
          <w:lang w:eastAsia="en-GB"/>
        </w:rPr>
        <w:t> usage: Used if the target has certain input filter or protection mechanisms. Tamper scripts can also help modify payloads to bypass filters.</w:t>
      </w:r>
    </w:p>
    <w:p w14:paraId="4476C78E" w14:textId="77777777" w:rsidR="00884295" w:rsidRPr="00884295" w:rsidRDefault="00884295" w:rsidP="00036D09">
      <w:pPr>
        <w:numPr>
          <w:ilvl w:val="0"/>
          <w:numId w:val="4"/>
        </w:numPr>
        <w:jc w:val="both"/>
        <w:rPr>
          <w:sz w:val="20"/>
          <w:lang w:eastAsia="en-GB"/>
        </w:rPr>
      </w:pPr>
      <w:r w:rsidRPr="00884295">
        <w:rPr>
          <w:i/>
          <w:iCs/>
          <w:sz w:val="20"/>
          <w:lang w:eastAsia="en-GB"/>
        </w:rPr>
        <w:lastRenderedPageBreak/>
        <w:t>Exploitation mode</w:t>
      </w:r>
      <w:r w:rsidRPr="00884295">
        <w:rPr>
          <w:sz w:val="20"/>
          <w:lang w:eastAsia="en-GB"/>
        </w:rPr>
        <w:t xml:space="preserve">: </w:t>
      </w:r>
      <w:proofErr w:type="spellStart"/>
      <w:r w:rsidRPr="00884295">
        <w:rPr>
          <w:sz w:val="20"/>
          <w:lang w:eastAsia="en-GB"/>
        </w:rPr>
        <w:t>SQLmap</w:t>
      </w:r>
      <w:proofErr w:type="spellEnd"/>
      <w:r w:rsidRPr="00884295">
        <w:rPr>
          <w:sz w:val="20"/>
          <w:lang w:eastAsia="en-GB"/>
        </w:rPr>
        <w:t xml:space="preserve"> will automatically try various injection techniques, such as error-based, Boolean, time-based, and UNION. These techniques allow </w:t>
      </w:r>
      <w:proofErr w:type="spellStart"/>
      <w:r w:rsidRPr="00884295">
        <w:rPr>
          <w:sz w:val="20"/>
          <w:lang w:eastAsia="en-GB"/>
        </w:rPr>
        <w:t>SQLmap</w:t>
      </w:r>
      <w:proofErr w:type="spellEnd"/>
      <w:r w:rsidRPr="00884295">
        <w:rPr>
          <w:sz w:val="20"/>
          <w:lang w:eastAsia="en-GB"/>
        </w:rPr>
        <w:t xml:space="preserve"> to detect and exploit SQL injection gaps according to the target input conditions.</w:t>
      </w:r>
    </w:p>
    <w:p w14:paraId="1BD273D8" w14:textId="77777777" w:rsidR="00884295" w:rsidRPr="00884295" w:rsidRDefault="00884295" w:rsidP="00A53241">
      <w:pPr>
        <w:jc w:val="both"/>
        <w:rPr>
          <w:sz w:val="20"/>
          <w:lang w:eastAsia="en-GB"/>
        </w:rPr>
      </w:pPr>
      <w:r w:rsidRPr="00884295">
        <w:rPr>
          <w:sz w:val="20"/>
          <w:lang w:eastAsia="en-GB"/>
        </w:rPr>
        <w:t xml:space="preserve">With this configuration, </w:t>
      </w:r>
      <w:proofErr w:type="spellStart"/>
      <w:r w:rsidRPr="00884295">
        <w:rPr>
          <w:sz w:val="20"/>
          <w:lang w:eastAsia="en-GB"/>
        </w:rPr>
        <w:t>SQLmap</w:t>
      </w:r>
      <w:proofErr w:type="spellEnd"/>
      <w:r w:rsidRPr="00884295">
        <w:rPr>
          <w:sz w:val="20"/>
          <w:lang w:eastAsia="en-GB"/>
        </w:rPr>
        <w:t xml:space="preserve"> was used to measure automatic exploitation capabilities, including how quickly it can detect and extract sensitive data from DVWA at different security levels [8, 6].</w:t>
      </w:r>
    </w:p>
    <w:p w14:paraId="5B55714B" w14:textId="00A665D4" w:rsidR="00BA3B3D" w:rsidRPr="006D0E0A" w:rsidRDefault="00BA3B3D" w:rsidP="00064323">
      <w:pPr>
        <w:pStyle w:val="Paragraph"/>
        <w:ind w:firstLine="0"/>
      </w:pPr>
    </w:p>
    <w:p w14:paraId="694DD348" w14:textId="08201304" w:rsidR="00884295" w:rsidRPr="006D0E0A" w:rsidRDefault="00884295" w:rsidP="00064323">
      <w:pPr>
        <w:pStyle w:val="Heading3"/>
        <w:ind w:left="720"/>
        <w:rPr>
          <w:lang w:val="en-US"/>
        </w:rPr>
      </w:pPr>
      <w:r w:rsidRPr="006D0E0A">
        <w:rPr>
          <w:lang w:val="en-US"/>
        </w:rPr>
        <w:t>Burp Suite</w:t>
      </w:r>
    </w:p>
    <w:p w14:paraId="16084B0F" w14:textId="77777777" w:rsidR="00884295" w:rsidRPr="00884295" w:rsidRDefault="00884295" w:rsidP="00884295">
      <w:pPr>
        <w:pStyle w:val="Paragraph"/>
        <w:ind w:left="360"/>
      </w:pPr>
      <w:r w:rsidRPr="00884295">
        <w:t xml:space="preserve">Unlike the automatic </w:t>
      </w:r>
      <w:proofErr w:type="spellStart"/>
      <w:r w:rsidRPr="00884295">
        <w:t>SQLmap</w:t>
      </w:r>
      <w:proofErr w:type="spellEnd"/>
      <w:r w:rsidRPr="00884295">
        <w:t>, Burp Suite was used manually to perform SQL Injection exploitation. Burp Suite is a proxy web vulnerability scanner tool with various features for analyzing HTTP/HTTPS traffic. Malik et al. (2022) explain that Burp Suite can be integrated with machine learning algorithms to improve vulnerability detection capabilities, including SQL injection, Cross-Site Request Forgery, and XML External Entity vulnerabilities [9]. The features used in this study include:</w:t>
      </w:r>
    </w:p>
    <w:p w14:paraId="5734470E" w14:textId="77777777" w:rsidR="00884295" w:rsidRPr="00884295" w:rsidRDefault="00884295" w:rsidP="00036D09">
      <w:pPr>
        <w:pStyle w:val="Paragraph"/>
        <w:numPr>
          <w:ilvl w:val="0"/>
          <w:numId w:val="5"/>
        </w:numPr>
      </w:pPr>
      <w:r w:rsidRPr="00884295">
        <w:rPr>
          <w:i/>
          <w:iCs/>
        </w:rPr>
        <w:t>Repeater</w:t>
      </w:r>
      <w:r w:rsidRPr="00884295">
        <w:t>: Functions to test payloads directly, where researchers can repeatedly modify HTTP requests with different parameters and then send them to the server to see the response.</w:t>
      </w:r>
    </w:p>
    <w:p w14:paraId="0B96BE4E" w14:textId="77777777" w:rsidR="00884295" w:rsidRPr="00884295" w:rsidRDefault="00884295" w:rsidP="00036D09">
      <w:pPr>
        <w:pStyle w:val="Paragraph"/>
        <w:numPr>
          <w:ilvl w:val="0"/>
          <w:numId w:val="5"/>
        </w:numPr>
      </w:pPr>
      <w:r w:rsidRPr="00884295">
        <w:rPr>
          <w:i/>
          <w:iCs/>
        </w:rPr>
        <w:t>Intruder</w:t>
      </w:r>
      <w:r w:rsidRPr="00884295">
        <w:t>: Used to automate the sending of payload variations, thus helping to find combinations of parameters that are vulnerable to exploitation.</w:t>
      </w:r>
    </w:p>
    <w:p w14:paraId="310F5E20" w14:textId="77777777" w:rsidR="00884295" w:rsidRPr="00884295" w:rsidRDefault="00884295" w:rsidP="00036D09">
      <w:pPr>
        <w:pStyle w:val="Paragraph"/>
        <w:numPr>
          <w:ilvl w:val="0"/>
          <w:numId w:val="5"/>
        </w:numPr>
      </w:pPr>
      <w:r w:rsidRPr="00884295">
        <w:rPr>
          <w:i/>
          <w:iCs/>
        </w:rPr>
        <w:t>Manual injection techniques</w:t>
      </w:r>
      <w:r w:rsidRPr="00884295">
        <w:t>: Exploitation is done by manually inputting payloads into GET or POST parameters. The UNION SELECT technique was used to combine the results of injection queries with original data, while session variable analysis was used to identify hidden parameters that could be exploited at the high-security level.</w:t>
      </w:r>
    </w:p>
    <w:p w14:paraId="20586AAF" w14:textId="0C2E4FD8" w:rsidR="00BA3B3D" w:rsidRPr="006D0E0A" w:rsidRDefault="00884295" w:rsidP="00A53241">
      <w:pPr>
        <w:pStyle w:val="Paragraph"/>
        <w:ind w:left="360"/>
      </w:pPr>
      <w:r w:rsidRPr="00884295">
        <w:t>The use of Burp Suite focuses on human ability to analyze request and response patterns, making it more flexible for detecting gaps that may not be read by automated tools [10]. Recent research also shows that Burp Suite is very effective for detecting security gaps such as SQL Injection and XSS in modern web-based applications.</w:t>
      </w:r>
    </w:p>
    <w:p w14:paraId="2C51295B" w14:textId="7A92F591" w:rsidR="001146DC" w:rsidRPr="006D0E0A" w:rsidRDefault="00884295" w:rsidP="00A53241">
      <w:pPr>
        <w:pStyle w:val="Heading2"/>
      </w:pPr>
      <w:r w:rsidRPr="006D0E0A">
        <w:t>Testing Procedure</w:t>
      </w:r>
    </w:p>
    <w:p w14:paraId="50213F9A" w14:textId="77777777" w:rsidR="00A53241" w:rsidRPr="00A53241" w:rsidRDefault="00A53241" w:rsidP="00A53241">
      <w:pPr>
        <w:pStyle w:val="Paragraph"/>
      </w:pPr>
      <w:r w:rsidRPr="00A53241">
        <w:t>The stages of the testing procedure in this study were carried out systematically as follows:</w:t>
      </w:r>
    </w:p>
    <w:p w14:paraId="2691DCDA" w14:textId="77777777" w:rsidR="00A53241" w:rsidRPr="00A53241" w:rsidRDefault="00A53241" w:rsidP="00036D09">
      <w:pPr>
        <w:pStyle w:val="Paragraph"/>
        <w:numPr>
          <w:ilvl w:val="0"/>
          <w:numId w:val="6"/>
        </w:numPr>
      </w:pPr>
      <w:r w:rsidRPr="00A53241">
        <w:t>Adjusting the DVWA security level: DVWA was set at three security levels to represent variations in input protection levels commonly found in real web applications.</w:t>
      </w:r>
    </w:p>
    <w:p w14:paraId="44D24BDF" w14:textId="77777777" w:rsidR="00A53241" w:rsidRPr="00A53241" w:rsidRDefault="00A53241" w:rsidP="00036D09">
      <w:pPr>
        <w:pStyle w:val="Paragraph"/>
        <w:numPr>
          <w:ilvl w:val="0"/>
          <w:numId w:val="6"/>
        </w:numPr>
      </w:pPr>
      <w:r w:rsidRPr="00A53241">
        <w:t>Performing SQL Injection exploitation tests at each level:</w:t>
      </w:r>
    </w:p>
    <w:p w14:paraId="52B57816" w14:textId="77777777" w:rsidR="00A53241" w:rsidRPr="00A53241" w:rsidRDefault="00A53241" w:rsidP="00036D09">
      <w:pPr>
        <w:pStyle w:val="Paragraph"/>
        <w:numPr>
          <w:ilvl w:val="1"/>
          <w:numId w:val="6"/>
        </w:numPr>
      </w:pPr>
      <w:proofErr w:type="spellStart"/>
      <w:r w:rsidRPr="00A53241">
        <w:t>SQLmap</w:t>
      </w:r>
      <w:proofErr w:type="spellEnd"/>
      <w:r w:rsidRPr="00A53241">
        <w:t xml:space="preserve"> was used to perform exploitation automatically with parameters adjusted to the target, including the use of POST or GET methods.</w:t>
      </w:r>
    </w:p>
    <w:p w14:paraId="16CCC82D" w14:textId="77777777" w:rsidR="00A53241" w:rsidRPr="00A53241" w:rsidRDefault="00A53241" w:rsidP="00036D09">
      <w:pPr>
        <w:pStyle w:val="Paragraph"/>
        <w:numPr>
          <w:ilvl w:val="1"/>
          <w:numId w:val="6"/>
        </w:numPr>
      </w:pPr>
      <w:r w:rsidRPr="00A53241">
        <w:t>Burp Suite was used manually through the Repeater and Intruder features with payload variations sent iteratively.</w:t>
      </w:r>
    </w:p>
    <w:p w14:paraId="49281434" w14:textId="77777777" w:rsidR="00A53241" w:rsidRPr="00A53241" w:rsidRDefault="00A53241" w:rsidP="00036D09">
      <w:pPr>
        <w:pStyle w:val="Paragraph"/>
        <w:numPr>
          <w:ilvl w:val="0"/>
          <w:numId w:val="6"/>
        </w:numPr>
      </w:pPr>
      <w:r w:rsidRPr="00A53241">
        <w:t>Recording test results in the form of:</w:t>
      </w:r>
    </w:p>
    <w:p w14:paraId="219BEF07" w14:textId="77777777" w:rsidR="00A53241" w:rsidRPr="00A53241" w:rsidRDefault="00A53241" w:rsidP="00036D09">
      <w:pPr>
        <w:pStyle w:val="Paragraph"/>
        <w:numPr>
          <w:ilvl w:val="1"/>
          <w:numId w:val="7"/>
        </w:numPr>
      </w:pPr>
      <w:r w:rsidRPr="00A53241">
        <w:t>Attack success status (successful/unsuccessful)</w:t>
      </w:r>
    </w:p>
    <w:p w14:paraId="762D94BD" w14:textId="77777777" w:rsidR="00A53241" w:rsidRPr="00A53241" w:rsidRDefault="00A53241" w:rsidP="00036D09">
      <w:pPr>
        <w:pStyle w:val="Paragraph"/>
        <w:numPr>
          <w:ilvl w:val="1"/>
          <w:numId w:val="7"/>
        </w:numPr>
      </w:pPr>
      <w:r w:rsidRPr="00A53241">
        <w:t>Automatic execution time (</w:t>
      </w:r>
      <w:proofErr w:type="spellStart"/>
      <w:r w:rsidRPr="00A53241">
        <w:t>SQLmap</w:t>
      </w:r>
      <w:proofErr w:type="spellEnd"/>
      <w:r w:rsidRPr="00A53241">
        <w:t>) and manual process time (Burp Suite)</w:t>
      </w:r>
    </w:p>
    <w:p w14:paraId="4DB01583" w14:textId="77777777" w:rsidR="00A53241" w:rsidRPr="00A53241" w:rsidRDefault="00A53241" w:rsidP="00036D09">
      <w:pPr>
        <w:pStyle w:val="Paragraph"/>
        <w:numPr>
          <w:ilvl w:val="1"/>
          <w:numId w:val="7"/>
        </w:numPr>
      </w:pPr>
      <w:r w:rsidRPr="00A53241">
        <w:t>Exploitation techniques used (error-based, time-based, UNION, etc.)</w:t>
      </w:r>
    </w:p>
    <w:p w14:paraId="7736305B" w14:textId="77777777" w:rsidR="00A53241" w:rsidRPr="00A53241" w:rsidRDefault="00A53241" w:rsidP="00036D09">
      <w:pPr>
        <w:pStyle w:val="Paragraph"/>
        <w:numPr>
          <w:ilvl w:val="1"/>
          <w:numId w:val="7"/>
        </w:numPr>
      </w:pPr>
      <w:r w:rsidRPr="00A53241">
        <w:t>Payload or query used</w:t>
      </w:r>
    </w:p>
    <w:p w14:paraId="74EA173B" w14:textId="77777777" w:rsidR="00A53241" w:rsidRPr="00A53241" w:rsidRDefault="00A53241" w:rsidP="00036D09">
      <w:pPr>
        <w:pStyle w:val="Paragraph"/>
        <w:numPr>
          <w:ilvl w:val="0"/>
          <w:numId w:val="6"/>
        </w:numPr>
      </w:pPr>
      <w:r w:rsidRPr="00A53241">
        <w:t>Analyzing the performance comparison of the two tools in terms of effectiveness (success/failure), efficiency (speed of time), and flexibility in complex conditions (hidden parameters, session variables, etc.). This analysis was conducted by comparing the two tools in terms of:</w:t>
      </w:r>
    </w:p>
    <w:p w14:paraId="538A1C28" w14:textId="77777777" w:rsidR="00A53241" w:rsidRPr="00A53241" w:rsidRDefault="00A53241" w:rsidP="00036D09">
      <w:pPr>
        <w:pStyle w:val="Paragraph"/>
        <w:numPr>
          <w:ilvl w:val="1"/>
          <w:numId w:val="6"/>
        </w:numPr>
      </w:pPr>
      <w:r w:rsidRPr="00A53241">
        <w:t>Effectiveness: The extent to which the tool can exploit vulnerabilities at each security level.</w:t>
      </w:r>
    </w:p>
    <w:p w14:paraId="74670FC2" w14:textId="77777777" w:rsidR="00A53241" w:rsidRPr="00A53241" w:rsidRDefault="00A53241" w:rsidP="00036D09">
      <w:pPr>
        <w:pStyle w:val="Paragraph"/>
        <w:numPr>
          <w:ilvl w:val="1"/>
          <w:numId w:val="6"/>
        </w:numPr>
      </w:pPr>
      <w:r w:rsidRPr="00A53241">
        <w:t>Time Efficiency: Execution speed and the need for manual intervention.</w:t>
      </w:r>
    </w:p>
    <w:p w14:paraId="30D46E87" w14:textId="0B68C464" w:rsidR="00A53241" w:rsidRPr="00A53241" w:rsidRDefault="00A53241" w:rsidP="00036D09">
      <w:pPr>
        <w:pStyle w:val="Paragraph"/>
        <w:numPr>
          <w:ilvl w:val="1"/>
          <w:numId w:val="6"/>
        </w:numPr>
      </w:pPr>
      <w:r w:rsidRPr="00A53241">
        <w:t>Flexibility: The ability to detect hidden gaps, such as hidden parameters or session variables</w:t>
      </w:r>
      <w:r w:rsidRPr="006D0E0A">
        <w:t>.</w:t>
      </w:r>
    </w:p>
    <w:p w14:paraId="230DB6B2" w14:textId="77777777" w:rsidR="00A53241" w:rsidRPr="006D0E0A" w:rsidRDefault="00A53241" w:rsidP="00A53241">
      <w:pPr>
        <w:pStyle w:val="Paragraph"/>
      </w:pPr>
    </w:p>
    <w:p w14:paraId="2C6C87A7" w14:textId="1487878C" w:rsidR="009E5BA1" w:rsidRPr="006D0E0A" w:rsidRDefault="00E56760" w:rsidP="009E5BA1">
      <w:pPr>
        <w:pStyle w:val="Heading2"/>
      </w:pPr>
      <w:r w:rsidRPr="006D0E0A">
        <w:t>Measurement Parameters</w:t>
      </w:r>
    </w:p>
    <w:p w14:paraId="0C990D98" w14:textId="77777777" w:rsidR="00E56760" w:rsidRPr="00E56760" w:rsidRDefault="00E56760" w:rsidP="00E56760">
      <w:pPr>
        <w:pStyle w:val="Paragraph"/>
      </w:pPr>
      <w:r w:rsidRPr="00E56760">
        <w:t>To compare the performance of the two tools, several parameters were used as follows:</w:t>
      </w:r>
    </w:p>
    <w:p w14:paraId="66AB4AB2" w14:textId="77777777" w:rsidR="00E56760" w:rsidRPr="00E56760" w:rsidRDefault="00E56760" w:rsidP="00036D09">
      <w:pPr>
        <w:pStyle w:val="Paragraph"/>
        <w:numPr>
          <w:ilvl w:val="0"/>
          <w:numId w:val="8"/>
        </w:numPr>
      </w:pPr>
      <w:r w:rsidRPr="00E56760">
        <w:t>Exploitation success: Measured by the tool's ability to display or extract (dump) sensitive data from the database.</w:t>
      </w:r>
    </w:p>
    <w:p w14:paraId="545D7DA2" w14:textId="77777777" w:rsidR="00E56760" w:rsidRPr="00E56760" w:rsidRDefault="00E56760" w:rsidP="00036D09">
      <w:pPr>
        <w:pStyle w:val="Paragraph"/>
        <w:numPr>
          <w:ilvl w:val="0"/>
          <w:numId w:val="8"/>
        </w:numPr>
      </w:pPr>
      <w:r w:rsidRPr="00E56760">
        <w:lastRenderedPageBreak/>
        <w:t>Automatic/Manual execution time: Measured from the time required from payload delivery until the final result is obtained.</w:t>
      </w:r>
    </w:p>
    <w:p w14:paraId="21A98A11" w14:textId="77777777" w:rsidR="00E56760" w:rsidRPr="00E56760" w:rsidRDefault="00E56760" w:rsidP="00036D09">
      <w:pPr>
        <w:pStyle w:val="Paragraph"/>
        <w:numPr>
          <w:ilvl w:val="0"/>
          <w:numId w:val="8"/>
        </w:numPr>
      </w:pPr>
      <w:r w:rsidRPr="00E56760">
        <w:t>Ability to read hidden/session parameters: Measured by the extent to which the tool can exploit hidden variables or sessions that are not directly accessible.</w:t>
      </w:r>
    </w:p>
    <w:p w14:paraId="5A9CE97C" w14:textId="6B9415EE" w:rsidR="004E3C57" w:rsidRPr="006D0E0A" w:rsidRDefault="00E56760" w:rsidP="00036D09">
      <w:pPr>
        <w:pStyle w:val="Paragraph"/>
        <w:numPr>
          <w:ilvl w:val="0"/>
          <w:numId w:val="8"/>
        </w:numPr>
      </w:pPr>
      <w:r w:rsidRPr="00E56760">
        <w:t>Flexibility level: Assesses the tool's ability to adapt the attack approach to different input protection conditions</w:t>
      </w:r>
      <w:r w:rsidRPr="006D0E0A">
        <w:t>.</w:t>
      </w:r>
    </w:p>
    <w:p w14:paraId="069653D3" w14:textId="77777777" w:rsidR="00522723" w:rsidRPr="006D0E0A" w:rsidRDefault="00522723" w:rsidP="00522723">
      <w:pPr>
        <w:pStyle w:val="Paragraph"/>
        <w:ind w:firstLine="0"/>
      </w:pPr>
    </w:p>
    <w:p w14:paraId="6087C4C8" w14:textId="1A3FF30C" w:rsidR="00522723" w:rsidRPr="006D0E0A" w:rsidRDefault="00522723" w:rsidP="00522723">
      <w:pPr>
        <w:pStyle w:val="Paragraph"/>
        <w:ind w:firstLine="0"/>
        <w:rPr>
          <w:b/>
          <w:bCs/>
        </w:rPr>
      </w:pPr>
      <w:r w:rsidRPr="006D0E0A">
        <w:rPr>
          <w:noProof/>
        </w:rPr>
        <w:drawing>
          <wp:inline distT="0" distB="0" distL="0" distR="0" wp14:anchorId="225BC9C2" wp14:editId="0C011977">
            <wp:extent cx="5756533" cy="4191000"/>
            <wp:effectExtent l="0" t="0" r="0" b="0"/>
            <wp:docPr id="1543041891" name="image1.jpg"/>
            <wp:cNvGraphicFramePr/>
            <a:graphic xmlns:a="http://schemas.openxmlformats.org/drawingml/2006/main">
              <a:graphicData uri="http://schemas.openxmlformats.org/drawingml/2006/picture">
                <pic:pic xmlns:pic="http://schemas.openxmlformats.org/drawingml/2006/picture">
                  <pic:nvPicPr>
                    <pic:cNvPr id="1543041891" name="image1.jpg"/>
                    <pic:cNvPicPr/>
                  </pic:nvPicPr>
                  <pic:blipFill>
                    <a:blip r:embed="rId11">
                      <a:extLst>
                        <a:ext uri="{28A0092B-C50C-407E-A947-70E740481C1C}">
                          <a14:useLocalDpi xmlns:a14="http://schemas.microsoft.com/office/drawing/2010/main" val="0"/>
                        </a:ext>
                      </a:extLst>
                    </a:blip>
                    <a:stretch>
                      <a:fillRect/>
                    </a:stretch>
                  </pic:blipFill>
                  <pic:spPr>
                    <a:xfrm>
                      <a:off x="0" y="0"/>
                      <a:ext cx="5756533" cy="4191000"/>
                    </a:xfrm>
                    <a:prstGeom prst="rect">
                      <a:avLst/>
                    </a:prstGeom>
                    <a:ln/>
                  </pic:spPr>
                </pic:pic>
              </a:graphicData>
            </a:graphic>
          </wp:inline>
        </w:drawing>
      </w:r>
    </w:p>
    <w:p w14:paraId="3A3BABC2" w14:textId="6D37892C" w:rsidR="00E56760" w:rsidRPr="00064323" w:rsidRDefault="00E56760" w:rsidP="00064323">
      <w:pPr>
        <w:pStyle w:val="Paragraph"/>
        <w:ind w:left="720" w:firstLine="0"/>
        <w:jc w:val="center"/>
        <w:rPr>
          <w:sz w:val="18"/>
          <w:szCs w:val="18"/>
        </w:rPr>
      </w:pPr>
      <w:r w:rsidRPr="00064323">
        <w:rPr>
          <w:b/>
          <w:bCs/>
          <w:sz w:val="18"/>
          <w:szCs w:val="18"/>
        </w:rPr>
        <w:t>FIGURE 1.</w:t>
      </w:r>
      <w:r w:rsidRPr="00064323">
        <w:rPr>
          <w:sz w:val="18"/>
          <w:szCs w:val="18"/>
        </w:rPr>
        <w:t> Research flowchart.</w:t>
      </w:r>
    </w:p>
    <w:p w14:paraId="50B60F64" w14:textId="77777777" w:rsidR="004E3C57" w:rsidRPr="006D0E0A" w:rsidRDefault="004E3C57" w:rsidP="004E3C57">
      <w:pPr>
        <w:pStyle w:val="Paragraph"/>
      </w:pPr>
    </w:p>
    <w:p w14:paraId="738F9EAB" w14:textId="12888653" w:rsidR="005F7475" w:rsidRPr="006D0E0A" w:rsidRDefault="00E56760" w:rsidP="00E56760">
      <w:pPr>
        <w:pStyle w:val="Heading1"/>
      </w:pPr>
      <w:r w:rsidRPr="006D0E0A">
        <w:t>RESULTS AND DISCUSSION</w:t>
      </w:r>
    </w:p>
    <w:p w14:paraId="172AEF68" w14:textId="77777777" w:rsidR="00E56760" w:rsidRPr="006D0E0A" w:rsidRDefault="00E56760" w:rsidP="00B1000D">
      <w:pPr>
        <w:pStyle w:val="Heading2"/>
      </w:pPr>
      <w:r w:rsidRPr="006D0E0A">
        <w:t xml:space="preserve">Test Results </w:t>
      </w:r>
    </w:p>
    <w:p w14:paraId="6882B76D" w14:textId="77777777" w:rsidR="00E56760" w:rsidRPr="006D0E0A" w:rsidRDefault="00E56760" w:rsidP="003E7C74">
      <w:pPr>
        <w:pStyle w:val="Paragraph"/>
      </w:pPr>
      <w:r w:rsidRPr="006D0E0A">
        <w:t xml:space="preserve">Testing was conducted on three security levels on DVWA, namely Low, Medium, and High, using two tools: </w:t>
      </w:r>
      <w:proofErr w:type="spellStart"/>
      <w:r w:rsidRPr="006D0E0A">
        <w:t>SQLmap</w:t>
      </w:r>
      <w:proofErr w:type="spellEnd"/>
      <w:r w:rsidRPr="006D0E0A">
        <w:t xml:space="preserve"> (automatic) and Burp Suite (manual). The test results focused on three main parameters: exploitation success, execution time, and flexibility in detecting hidden vulnerabilities</w:t>
      </w:r>
      <w:r w:rsidR="003E7C74" w:rsidRPr="006D0E0A">
        <w:t>.</w:t>
      </w:r>
    </w:p>
    <w:p w14:paraId="0482A709" w14:textId="77777777" w:rsidR="00D25BDD" w:rsidRPr="006D0E0A" w:rsidRDefault="00D25BDD" w:rsidP="00522723">
      <w:pPr>
        <w:pStyle w:val="Paragraph"/>
        <w:ind w:firstLine="0"/>
      </w:pPr>
    </w:p>
    <w:p w14:paraId="58101838" w14:textId="77777777" w:rsidR="00E56760" w:rsidRPr="006D0E0A" w:rsidRDefault="00E56760" w:rsidP="003E7C74">
      <w:pPr>
        <w:pStyle w:val="Paragraph"/>
      </w:pPr>
    </w:p>
    <w:p w14:paraId="17F2EBC9" w14:textId="518647A2" w:rsidR="00E56760" w:rsidRPr="00064323" w:rsidRDefault="00E56760" w:rsidP="00064323">
      <w:pPr>
        <w:pStyle w:val="Paragraph"/>
        <w:jc w:val="center"/>
        <w:rPr>
          <w:sz w:val="18"/>
          <w:szCs w:val="18"/>
        </w:rPr>
      </w:pPr>
      <w:r w:rsidRPr="00064323">
        <w:rPr>
          <w:b/>
          <w:bCs/>
          <w:sz w:val="18"/>
          <w:szCs w:val="18"/>
        </w:rPr>
        <w:t>TABLE II.</w:t>
      </w:r>
      <w:r w:rsidRPr="00064323">
        <w:rPr>
          <w:sz w:val="18"/>
          <w:szCs w:val="18"/>
        </w:rPr>
        <w:t> Security Level: Low</w:t>
      </w:r>
    </w:p>
    <w:p w14:paraId="1E7DC823" w14:textId="77777777" w:rsidR="00AE7500" w:rsidRPr="006D0E0A" w:rsidRDefault="00AE7500" w:rsidP="00AE7500">
      <w:pPr>
        <w:pStyle w:val="Paragraphbulleted"/>
        <w:numPr>
          <w:ilvl w:val="0"/>
          <w:numId w:val="0"/>
        </w:numPr>
        <w:ind w:left="1004"/>
      </w:pPr>
    </w:p>
    <w:tbl>
      <w:tblPr>
        <w:tblStyle w:val="PlainTable2"/>
        <w:tblW w:w="0" w:type="auto"/>
        <w:tblBorders>
          <w:bottom w:val="single" w:sz="4" w:space="0" w:color="auto"/>
          <w:insideH w:val="single" w:sz="4" w:space="0" w:color="7F7F7F" w:themeColor="text1" w:themeTint="80"/>
        </w:tblBorders>
        <w:tblLook w:val="04A0" w:firstRow="1" w:lastRow="0" w:firstColumn="1" w:lastColumn="0" w:noHBand="0" w:noVBand="1"/>
      </w:tblPr>
      <w:tblGrid>
        <w:gridCol w:w="1076"/>
        <w:gridCol w:w="1145"/>
        <w:gridCol w:w="1072"/>
        <w:gridCol w:w="1061"/>
        <w:gridCol w:w="1336"/>
        <w:gridCol w:w="3670"/>
      </w:tblGrid>
      <w:tr w:rsidR="00D25BDD" w:rsidRPr="006D0E0A" w14:paraId="39D05CC5" w14:textId="77777777" w:rsidTr="00D25B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DDBB7EA" w14:textId="77777777" w:rsidR="00E56760" w:rsidRPr="00E56760" w:rsidRDefault="00E56760" w:rsidP="00D25BDD">
            <w:pPr>
              <w:pStyle w:val="Paragraph"/>
              <w:jc w:val="center"/>
            </w:pPr>
            <w:r w:rsidRPr="00E56760">
              <w:t>Tool</w:t>
            </w:r>
          </w:p>
        </w:tc>
        <w:tc>
          <w:tcPr>
            <w:tcW w:w="0" w:type="auto"/>
            <w:hideMark/>
          </w:tcPr>
          <w:p w14:paraId="012B6148" w14:textId="77777777" w:rsidR="00E56760" w:rsidRPr="00E56760" w:rsidRDefault="00E56760" w:rsidP="00D25BDD">
            <w:pPr>
              <w:pStyle w:val="Paragraph"/>
              <w:jc w:val="center"/>
              <w:cnfStyle w:val="100000000000" w:firstRow="1" w:lastRow="0" w:firstColumn="0" w:lastColumn="0" w:oddVBand="0" w:evenVBand="0" w:oddHBand="0" w:evenHBand="0" w:firstRowFirstColumn="0" w:firstRowLastColumn="0" w:lastRowFirstColumn="0" w:lastRowLastColumn="0"/>
            </w:pPr>
            <w:r w:rsidRPr="00E56760">
              <w:t>Success</w:t>
            </w:r>
          </w:p>
        </w:tc>
        <w:tc>
          <w:tcPr>
            <w:tcW w:w="0" w:type="auto"/>
            <w:hideMark/>
          </w:tcPr>
          <w:p w14:paraId="783FAF64" w14:textId="0C3A51A1" w:rsidR="00E56760" w:rsidRPr="00E56760" w:rsidRDefault="00E56760" w:rsidP="00D25BDD">
            <w:pPr>
              <w:pStyle w:val="Paragraph"/>
              <w:ind w:firstLine="0"/>
              <w:jc w:val="center"/>
              <w:cnfStyle w:val="100000000000" w:firstRow="1" w:lastRow="0" w:firstColumn="0" w:lastColumn="0" w:oddVBand="0" w:evenVBand="0" w:oddHBand="0" w:evenHBand="0" w:firstRowFirstColumn="0" w:firstRowLastColumn="0" w:lastRowFirstColumn="0" w:lastRowLastColumn="0"/>
            </w:pPr>
            <w:proofErr w:type="spellStart"/>
            <w:r w:rsidRPr="00E56760">
              <w:t>ExecTime</w:t>
            </w:r>
            <w:proofErr w:type="spellEnd"/>
          </w:p>
        </w:tc>
        <w:tc>
          <w:tcPr>
            <w:tcW w:w="0" w:type="auto"/>
            <w:hideMark/>
          </w:tcPr>
          <w:p w14:paraId="3E387DED" w14:textId="56171F56" w:rsidR="00E56760" w:rsidRPr="00E56760" w:rsidRDefault="00E56760" w:rsidP="00D25BDD">
            <w:pPr>
              <w:pStyle w:val="Paragraph"/>
              <w:ind w:firstLine="0"/>
              <w:jc w:val="center"/>
              <w:cnfStyle w:val="100000000000" w:firstRow="1" w:lastRow="0" w:firstColumn="0" w:lastColumn="0" w:oddVBand="0" w:evenVBand="0" w:oddHBand="0" w:evenHBand="0" w:firstRowFirstColumn="0" w:firstRowLastColumn="0" w:lastRowFirstColumn="0" w:lastRowLastColumn="0"/>
            </w:pPr>
            <w:proofErr w:type="spellStart"/>
            <w:r w:rsidRPr="00E56760">
              <w:t>ProcTime</w:t>
            </w:r>
            <w:proofErr w:type="spellEnd"/>
          </w:p>
        </w:tc>
        <w:tc>
          <w:tcPr>
            <w:tcW w:w="0" w:type="auto"/>
            <w:hideMark/>
          </w:tcPr>
          <w:p w14:paraId="1843B003" w14:textId="77777777" w:rsidR="00E56760" w:rsidRPr="00E56760" w:rsidRDefault="00E56760" w:rsidP="00D25BDD">
            <w:pPr>
              <w:pStyle w:val="Paragraph"/>
              <w:ind w:firstLine="0"/>
              <w:jc w:val="center"/>
              <w:cnfStyle w:val="100000000000" w:firstRow="1" w:lastRow="0" w:firstColumn="0" w:lastColumn="0" w:oddVBand="0" w:evenVBand="0" w:oddHBand="0" w:evenHBand="0" w:firstRowFirstColumn="0" w:firstRowLastColumn="0" w:lastRowFirstColumn="0" w:lastRowLastColumn="0"/>
            </w:pPr>
            <w:r w:rsidRPr="00E56760">
              <w:t>Technique</w:t>
            </w:r>
          </w:p>
        </w:tc>
        <w:tc>
          <w:tcPr>
            <w:tcW w:w="0" w:type="auto"/>
            <w:hideMark/>
          </w:tcPr>
          <w:p w14:paraId="77C41E6E" w14:textId="77777777" w:rsidR="00E56760" w:rsidRPr="00E56760" w:rsidRDefault="00E56760" w:rsidP="00D25BDD">
            <w:pPr>
              <w:pStyle w:val="Paragraph"/>
              <w:ind w:firstLine="0"/>
              <w:jc w:val="center"/>
              <w:cnfStyle w:val="100000000000" w:firstRow="1" w:lastRow="0" w:firstColumn="0" w:lastColumn="0" w:oddVBand="0" w:evenVBand="0" w:oddHBand="0" w:evenHBand="0" w:firstRowFirstColumn="0" w:firstRowLastColumn="0" w:lastRowFirstColumn="0" w:lastRowLastColumn="0"/>
            </w:pPr>
            <w:r w:rsidRPr="00E56760">
              <w:t>Payload / Brief Output</w:t>
            </w:r>
          </w:p>
        </w:tc>
      </w:tr>
      <w:tr w:rsidR="00D25BDD" w:rsidRPr="006D0E0A" w14:paraId="13FF4EB2" w14:textId="77777777" w:rsidTr="00D25B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bottom w:val="nil"/>
            </w:tcBorders>
            <w:hideMark/>
          </w:tcPr>
          <w:p w14:paraId="0983C052" w14:textId="77777777" w:rsidR="00E56760" w:rsidRPr="00E56760" w:rsidRDefault="00E56760" w:rsidP="00D25BDD">
            <w:pPr>
              <w:pStyle w:val="Paragraph"/>
              <w:ind w:firstLine="0"/>
            </w:pPr>
            <w:proofErr w:type="spellStart"/>
            <w:r w:rsidRPr="00E56760">
              <w:t>SQLmap</w:t>
            </w:r>
            <w:proofErr w:type="spellEnd"/>
          </w:p>
        </w:tc>
        <w:tc>
          <w:tcPr>
            <w:tcW w:w="0" w:type="auto"/>
            <w:tcBorders>
              <w:bottom w:val="nil"/>
            </w:tcBorders>
            <w:hideMark/>
          </w:tcPr>
          <w:p w14:paraId="1E75B998" w14:textId="77777777" w:rsidR="00E56760" w:rsidRPr="00E56760" w:rsidRDefault="00E56760" w:rsidP="00D25BDD">
            <w:pPr>
              <w:pStyle w:val="Paragraph"/>
              <w:cnfStyle w:val="000000100000" w:firstRow="0" w:lastRow="0" w:firstColumn="0" w:lastColumn="0" w:oddVBand="0" w:evenVBand="0" w:oddHBand="1" w:evenHBand="0" w:firstRowFirstColumn="0" w:firstRowLastColumn="0" w:lastRowFirstColumn="0" w:lastRowLastColumn="0"/>
            </w:pPr>
            <w:r w:rsidRPr="00E56760">
              <w:rPr>
                <w:rFonts w:ascii="Segoe UI Emoji" w:hAnsi="Segoe UI Emoji" w:cs="Segoe UI Emoji"/>
              </w:rPr>
              <w:t>✅</w:t>
            </w:r>
            <w:r w:rsidRPr="00E56760">
              <w:t xml:space="preserve"> Yes</w:t>
            </w:r>
          </w:p>
        </w:tc>
        <w:tc>
          <w:tcPr>
            <w:tcW w:w="0" w:type="auto"/>
            <w:tcBorders>
              <w:bottom w:val="nil"/>
            </w:tcBorders>
            <w:hideMark/>
          </w:tcPr>
          <w:p w14:paraId="255DD1B7" w14:textId="77777777" w:rsidR="00E56760" w:rsidRPr="00E56760" w:rsidRDefault="00E56760" w:rsidP="00D25BDD">
            <w:pPr>
              <w:pStyle w:val="Paragraph"/>
              <w:cnfStyle w:val="000000100000" w:firstRow="0" w:lastRow="0" w:firstColumn="0" w:lastColumn="0" w:oddVBand="0" w:evenVBand="0" w:oddHBand="1" w:evenHBand="0" w:firstRowFirstColumn="0" w:firstRowLastColumn="0" w:lastRowFirstColumn="0" w:lastRowLastColumn="0"/>
            </w:pPr>
            <w:r w:rsidRPr="00E56760">
              <w:rPr>
                <w:b/>
                <w:bCs/>
              </w:rPr>
              <w:t>1.66s</w:t>
            </w:r>
          </w:p>
        </w:tc>
        <w:tc>
          <w:tcPr>
            <w:tcW w:w="0" w:type="auto"/>
            <w:tcBorders>
              <w:bottom w:val="nil"/>
            </w:tcBorders>
            <w:hideMark/>
          </w:tcPr>
          <w:p w14:paraId="1B4316A0" w14:textId="77777777" w:rsidR="00E56760" w:rsidRPr="00E56760" w:rsidRDefault="00E56760" w:rsidP="00D25BDD">
            <w:pPr>
              <w:pStyle w:val="Paragraph"/>
              <w:ind w:firstLine="0"/>
              <w:cnfStyle w:val="000000100000" w:firstRow="0" w:lastRow="0" w:firstColumn="0" w:lastColumn="0" w:oddVBand="0" w:evenVBand="0" w:oddHBand="1" w:evenHBand="0" w:firstRowFirstColumn="0" w:firstRowLastColumn="0" w:lastRowFirstColumn="0" w:lastRowLastColumn="0"/>
            </w:pPr>
            <w:r w:rsidRPr="00E56760">
              <w:t>Automatic</w:t>
            </w:r>
          </w:p>
        </w:tc>
        <w:tc>
          <w:tcPr>
            <w:tcW w:w="0" w:type="auto"/>
            <w:tcBorders>
              <w:bottom w:val="nil"/>
            </w:tcBorders>
            <w:hideMark/>
          </w:tcPr>
          <w:p w14:paraId="77C7B3FD" w14:textId="77777777" w:rsidR="00E56760" w:rsidRPr="00E56760" w:rsidRDefault="00E56760" w:rsidP="00D25BDD">
            <w:pPr>
              <w:pStyle w:val="Paragraph"/>
              <w:ind w:firstLine="0"/>
              <w:cnfStyle w:val="000000100000" w:firstRow="0" w:lastRow="0" w:firstColumn="0" w:lastColumn="0" w:oddVBand="0" w:evenVBand="0" w:oddHBand="1" w:evenHBand="0" w:firstRowFirstColumn="0" w:firstRowLastColumn="0" w:lastRowFirstColumn="0" w:lastRowLastColumn="0"/>
            </w:pPr>
            <w:r w:rsidRPr="00E56760">
              <w:t>Full Auto</w:t>
            </w:r>
          </w:p>
        </w:tc>
        <w:tc>
          <w:tcPr>
            <w:tcW w:w="0" w:type="auto"/>
            <w:tcBorders>
              <w:bottom w:val="nil"/>
            </w:tcBorders>
            <w:hideMark/>
          </w:tcPr>
          <w:p w14:paraId="4350F622" w14:textId="77777777" w:rsidR="00E56760" w:rsidRPr="00E56760" w:rsidRDefault="00E56760" w:rsidP="00D25BDD">
            <w:pPr>
              <w:pStyle w:val="Paragraph"/>
              <w:ind w:firstLine="0"/>
              <w:cnfStyle w:val="000000100000" w:firstRow="0" w:lastRow="0" w:firstColumn="0" w:lastColumn="0" w:oddVBand="0" w:evenVBand="0" w:oddHBand="1" w:evenHBand="0" w:firstRowFirstColumn="0" w:firstRowLastColumn="0" w:lastRowFirstColumn="0" w:lastRowLastColumn="0"/>
            </w:pPr>
            <w:r w:rsidRPr="00E56760">
              <w:t xml:space="preserve">Detected 4 techniques: </w:t>
            </w:r>
            <w:proofErr w:type="spellStart"/>
            <w:r w:rsidRPr="00E56760">
              <w:t>boolean</w:t>
            </w:r>
            <w:proofErr w:type="spellEnd"/>
            <w:r w:rsidRPr="00E56760">
              <w:t xml:space="preserve">, error, time, UNION; dump </w:t>
            </w:r>
            <w:proofErr w:type="spellStart"/>
            <w:r w:rsidRPr="00E56760">
              <w:t>dvwa</w:t>
            </w:r>
            <w:proofErr w:type="spellEnd"/>
            <w:r w:rsidRPr="00E56760">
              <w:t xml:space="preserve"> DB</w:t>
            </w:r>
          </w:p>
        </w:tc>
      </w:tr>
      <w:tr w:rsidR="00D25BDD" w:rsidRPr="006D0E0A" w14:paraId="5BE75DF6" w14:textId="77777777" w:rsidTr="00D25BDD">
        <w:tc>
          <w:tcPr>
            <w:cnfStyle w:val="001000000000" w:firstRow="0" w:lastRow="0" w:firstColumn="1" w:lastColumn="0" w:oddVBand="0" w:evenVBand="0" w:oddHBand="0" w:evenHBand="0" w:firstRowFirstColumn="0" w:firstRowLastColumn="0" w:lastRowFirstColumn="0" w:lastRowLastColumn="0"/>
            <w:tcW w:w="0" w:type="auto"/>
            <w:tcBorders>
              <w:top w:val="nil"/>
            </w:tcBorders>
            <w:hideMark/>
          </w:tcPr>
          <w:p w14:paraId="447ABC0F" w14:textId="015361CF" w:rsidR="00E56760" w:rsidRPr="00E56760" w:rsidRDefault="00E56760" w:rsidP="00D25BDD">
            <w:pPr>
              <w:pStyle w:val="Paragraph"/>
              <w:ind w:firstLine="0"/>
            </w:pPr>
            <w:r w:rsidRPr="00E56760">
              <w:t>Burp</w:t>
            </w:r>
            <w:r w:rsidR="00D25BDD" w:rsidRPr="006D0E0A">
              <w:t xml:space="preserve"> </w:t>
            </w:r>
            <w:r w:rsidRPr="00E56760">
              <w:t>Suite</w:t>
            </w:r>
          </w:p>
        </w:tc>
        <w:tc>
          <w:tcPr>
            <w:tcW w:w="0" w:type="auto"/>
            <w:tcBorders>
              <w:top w:val="nil"/>
            </w:tcBorders>
            <w:hideMark/>
          </w:tcPr>
          <w:p w14:paraId="338D6A89" w14:textId="77777777" w:rsidR="00E56760" w:rsidRPr="00E56760" w:rsidRDefault="00E56760" w:rsidP="00D25BDD">
            <w:pPr>
              <w:pStyle w:val="Paragraph"/>
              <w:cnfStyle w:val="000000000000" w:firstRow="0" w:lastRow="0" w:firstColumn="0" w:lastColumn="0" w:oddVBand="0" w:evenVBand="0" w:oddHBand="0" w:evenHBand="0" w:firstRowFirstColumn="0" w:firstRowLastColumn="0" w:lastRowFirstColumn="0" w:lastRowLastColumn="0"/>
            </w:pPr>
            <w:r w:rsidRPr="00E56760">
              <w:rPr>
                <w:rFonts w:ascii="Segoe UI Emoji" w:hAnsi="Segoe UI Emoji" w:cs="Segoe UI Emoji"/>
              </w:rPr>
              <w:t>✅</w:t>
            </w:r>
            <w:r w:rsidRPr="00E56760">
              <w:t xml:space="preserve"> Yes</w:t>
            </w:r>
          </w:p>
        </w:tc>
        <w:tc>
          <w:tcPr>
            <w:tcW w:w="0" w:type="auto"/>
            <w:tcBorders>
              <w:top w:val="nil"/>
            </w:tcBorders>
            <w:hideMark/>
          </w:tcPr>
          <w:p w14:paraId="533CD080" w14:textId="77777777" w:rsidR="00E56760" w:rsidRPr="00E56760" w:rsidRDefault="00E56760" w:rsidP="00D25BDD">
            <w:pPr>
              <w:pStyle w:val="Paragraph"/>
              <w:cnfStyle w:val="000000000000" w:firstRow="0" w:lastRow="0" w:firstColumn="0" w:lastColumn="0" w:oddVBand="0" w:evenVBand="0" w:oddHBand="0" w:evenHBand="0" w:firstRowFirstColumn="0" w:firstRowLastColumn="0" w:lastRowFirstColumn="0" w:lastRowLastColumn="0"/>
            </w:pPr>
            <w:r w:rsidRPr="00E56760">
              <w:rPr>
                <w:b/>
                <w:bCs/>
              </w:rPr>
              <w:t>1.34s</w:t>
            </w:r>
          </w:p>
        </w:tc>
        <w:tc>
          <w:tcPr>
            <w:tcW w:w="0" w:type="auto"/>
            <w:tcBorders>
              <w:top w:val="nil"/>
            </w:tcBorders>
            <w:hideMark/>
          </w:tcPr>
          <w:p w14:paraId="5F17AA52" w14:textId="77777777" w:rsidR="00E56760" w:rsidRPr="00E56760" w:rsidRDefault="00E56760" w:rsidP="00D25BDD">
            <w:pPr>
              <w:pStyle w:val="Paragraph"/>
              <w:ind w:firstLine="0"/>
              <w:cnfStyle w:val="000000000000" w:firstRow="0" w:lastRow="0" w:firstColumn="0" w:lastColumn="0" w:oddVBand="0" w:evenVBand="0" w:oddHBand="0" w:evenHBand="0" w:firstRowFirstColumn="0" w:firstRowLastColumn="0" w:lastRowFirstColumn="0" w:lastRowLastColumn="0"/>
            </w:pPr>
            <w:r w:rsidRPr="00E56760">
              <w:t>± 3 min</w:t>
            </w:r>
          </w:p>
        </w:tc>
        <w:tc>
          <w:tcPr>
            <w:tcW w:w="0" w:type="auto"/>
            <w:tcBorders>
              <w:top w:val="nil"/>
            </w:tcBorders>
            <w:hideMark/>
          </w:tcPr>
          <w:p w14:paraId="29EDF43E" w14:textId="02C4472D" w:rsidR="00E56760" w:rsidRPr="00E56760" w:rsidRDefault="00E56760" w:rsidP="00D25BDD">
            <w:pPr>
              <w:pStyle w:val="Paragraph"/>
              <w:ind w:firstLine="0"/>
              <w:cnfStyle w:val="000000000000" w:firstRow="0" w:lastRow="0" w:firstColumn="0" w:lastColumn="0" w:oddVBand="0" w:evenVBand="0" w:oddHBand="0" w:evenHBand="0" w:firstRowFirstColumn="0" w:firstRowLastColumn="0" w:lastRowFirstColumn="0" w:lastRowLastColumn="0"/>
            </w:pPr>
            <w:r w:rsidRPr="00E56760">
              <w:t>Manual</w:t>
            </w:r>
            <w:r w:rsidR="00D25BDD" w:rsidRPr="006D0E0A">
              <w:t xml:space="preserve"> </w:t>
            </w:r>
            <w:r w:rsidRPr="00E56760">
              <w:t>UNION</w:t>
            </w:r>
          </w:p>
        </w:tc>
        <w:tc>
          <w:tcPr>
            <w:tcW w:w="0" w:type="auto"/>
            <w:tcBorders>
              <w:top w:val="nil"/>
            </w:tcBorders>
            <w:hideMark/>
          </w:tcPr>
          <w:p w14:paraId="28BFA9F1" w14:textId="77777777" w:rsidR="00E56760" w:rsidRPr="00E56760" w:rsidRDefault="00E56760" w:rsidP="00D25BDD">
            <w:pPr>
              <w:pStyle w:val="Paragraph"/>
              <w:ind w:firstLine="0"/>
              <w:cnfStyle w:val="000000000000" w:firstRow="0" w:lastRow="0" w:firstColumn="0" w:lastColumn="0" w:oddVBand="0" w:evenVBand="0" w:oddHBand="0" w:evenHBand="0" w:firstRowFirstColumn="0" w:firstRowLastColumn="0" w:lastRowFirstColumn="0" w:lastRowLastColumn="0"/>
            </w:pPr>
            <w:r w:rsidRPr="00E56760">
              <w:t>1' OR '1'='1 → successfully displayed all user data</w:t>
            </w:r>
          </w:p>
        </w:tc>
      </w:tr>
    </w:tbl>
    <w:p w14:paraId="64322212" w14:textId="77777777" w:rsidR="00E56760" w:rsidRPr="006D0E0A" w:rsidRDefault="00E56760" w:rsidP="00E56760">
      <w:pPr>
        <w:pStyle w:val="Paragraph"/>
      </w:pPr>
    </w:p>
    <w:p w14:paraId="5A73B264" w14:textId="11682A79" w:rsidR="003E7C74" w:rsidRPr="006D0E0A" w:rsidRDefault="00E56760" w:rsidP="00E56760">
      <w:pPr>
        <w:pStyle w:val="Paragraph"/>
      </w:pPr>
      <w:r w:rsidRPr="00E56760">
        <w:lastRenderedPageBreak/>
        <w:t xml:space="preserve">At this level, input validation is very weak. </w:t>
      </w:r>
      <w:proofErr w:type="spellStart"/>
      <w:r w:rsidRPr="00E56760">
        <w:t>SQLmap</w:t>
      </w:r>
      <w:proofErr w:type="spellEnd"/>
      <w:r w:rsidRPr="00E56760">
        <w:t xml:space="preserve"> can automatically detect and execute SQL Injection attacks in 1.66 seconds. Four techniques were successfully detected: </w:t>
      </w:r>
      <w:proofErr w:type="spellStart"/>
      <w:r w:rsidRPr="00E56760">
        <w:t>boolean</w:t>
      </w:r>
      <w:proofErr w:type="spellEnd"/>
      <w:r w:rsidRPr="00E56760">
        <w:t>-based, error-based, time-based, and UNION-based. Burp Suite also successfully exploited the vulnerability with a simple payload (1' OR '1'='1) via the </w:t>
      </w:r>
      <w:r w:rsidRPr="00E56760">
        <w:rPr>
          <w:i/>
          <w:iCs/>
        </w:rPr>
        <w:t>Repeater</w:t>
      </w:r>
      <w:r w:rsidRPr="00E56760">
        <w:t> feature. The response time was only 1.34 seconds, but the overall manual process took approximately ±3 minutes.</w:t>
      </w:r>
    </w:p>
    <w:p w14:paraId="22791310" w14:textId="77777777" w:rsidR="00D25BDD" w:rsidRPr="006D0E0A" w:rsidRDefault="00D25BDD" w:rsidP="00D25BDD">
      <w:pPr>
        <w:pStyle w:val="Paragraph"/>
        <w:ind w:firstLine="0"/>
      </w:pPr>
    </w:p>
    <w:p w14:paraId="516905A3" w14:textId="77777777" w:rsidR="00D25BDD" w:rsidRPr="006D0E0A" w:rsidRDefault="00D25BDD" w:rsidP="00D25BDD">
      <w:pPr>
        <w:pStyle w:val="Paragraph"/>
        <w:ind w:firstLine="0"/>
      </w:pPr>
    </w:p>
    <w:p w14:paraId="534F20AF" w14:textId="77777777" w:rsidR="00D25BDD" w:rsidRPr="00064323" w:rsidRDefault="00D25BDD" w:rsidP="00064323">
      <w:pPr>
        <w:pStyle w:val="Paragraph"/>
        <w:jc w:val="center"/>
        <w:rPr>
          <w:sz w:val="18"/>
          <w:szCs w:val="18"/>
        </w:rPr>
      </w:pPr>
      <w:r w:rsidRPr="00064323">
        <w:rPr>
          <w:b/>
          <w:bCs/>
          <w:sz w:val="18"/>
          <w:szCs w:val="18"/>
        </w:rPr>
        <w:t>TABLE III.</w:t>
      </w:r>
      <w:r w:rsidRPr="00064323">
        <w:rPr>
          <w:sz w:val="18"/>
          <w:szCs w:val="18"/>
        </w:rPr>
        <w:t> Security Level: Medium</w:t>
      </w:r>
    </w:p>
    <w:tbl>
      <w:tblPr>
        <w:tblStyle w:val="PlainTable2"/>
        <w:tblW w:w="0" w:type="auto"/>
        <w:tblLook w:val="04A0" w:firstRow="1" w:lastRow="0" w:firstColumn="1" w:lastColumn="0" w:noHBand="0" w:noVBand="1"/>
      </w:tblPr>
      <w:tblGrid>
        <w:gridCol w:w="1073"/>
        <w:gridCol w:w="861"/>
        <w:gridCol w:w="1160"/>
        <w:gridCol w:w="1061"/>
        <w:gridCol w:w="1863"/>
        <w:gridCol w:w="3342"/>
      </w:tblGrid>
      <w:tr w:rsidR="00D25BDD" w:rsidRPr="00064323" w14:paraId="326BEB57" w14:textId="77777777" w:rsidTr="00D25B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DA5AA6D" w14:textId="77777777" w:rsidR="00D25BDD" w:rsidRPr="00064323" w:rsidRDefault="00D25BDD" w:rsidP="00D25BDD">
            <w:pPr>
              <w:pStyle w:val="Paragraph"/>
              <w:ind w:firstLine="0"/>
              <w:jc w:val="center"/>
            </w:pPr>
            <w:r w:rsidRPr="00064323">
              <w:t>Tool</w:t>
            </w:r>
          </w:p>
        </w:tc>
        <w:tc>
          <w:tcPr>
            <w:tcW w:w="0" w:type="auto"/>
            <w:hideMark/>
          </w:tcPr>
          <w:p w14:paraId="7787CAB2" w14:textId="77777777" w:rsidR="00D25BDD" w:rsidRPr="00064323" w:rsidRDefault="00D25BDD" w:rsidP="00D25BDD">
            <w:pPr>
              <w:pStyle w:val="Paragraph"/>
              <w:ind w:firstLine="0"/>
              <w:jc w:val="center"/>
              <w:cnfStyle w:val="100000000000" w:firstRow="1" w:lastRow="0" w:firstColumn="0" w:lastColumn="0" w:oddVBand="0" w:evenVBand="0" w:oddHBand="0" w:evenHBand="0" w:firstRowFirstColumn="0" w:firstRowLastColumn="0" w:lastRowFirstColumn="0" w:lastRowLastColumn="0"/>
            </w:pPr>
            <w:r w:rsidRPr="00064323">
              <w:t>Success</w:t>
            </w:r>
          </w:p>
        </w:tc>
        <w:tc>
          <w:tcPr>
            <w:tcW w:w="0" w:type="auto"/>
            <w:hideMark/>
          </w:tcPr>
          <w:p w14:paraId="2F780A39" w14:textId="552838DC" w:rsidR="00D25BDD" w:rsidRPr="00064323" w:rsidRDefault="00D25BDD" w:rsidP="00D25BDD">
            <w:pPr>
              <w:pStyle w:val="Paragraph"/>
              <w:ind w:firstLine="0"/>
              <w:jc w:val="center"/>
              <w:cnfStyle w:val="100000000000" w:firstRow="1" w:lastRow="0" w:firstColumn="0" w:lastColumn="0" w:oddVBand="0" w:evenVBand="0" w:oddHBand="0" w:evenHBand="0" w:firstRowFirstColumn="0" w:firstRowLastColumn="0" w:lastRowFirstColumn="0" w:lastRowLastColumn="0"/>
            </w:pPr>
            <w:proofErr w:type="spellStart"/>
            <w:r w:rsidRPr="00064323">
              <w:t>ExecTime</w:t>
            </w:r>
            <w:proofErr w:type="spellEnd"/>
          </w:p>
        </w:tc>
        <w:tc>
          <w:tcPr>
            <w:tcW w:w="0" w:type="auto"/>
            <w:hideMark/>
          </w:tcPr>
          <w:p w14:paraId="2B2CF46A" w14:textId="031A262B" w:rsidR="00D25BDD" w:rsidRPr="00064323" w:rsidRDefault="00D25BDD" w:rsidP="00D25BDD">
            <w:pPr>
              <w:pStyle w:val="Paragraph"/>
              <w:ind w:firstLine="0"/>
              <w:jc w:val="center"/>
              <w:cnfStyle w:val="100000000000" w:firstRow="1" w:lastRow="0" w:firstColumn="0" w:lastColumn="0" w:oddVBand="0" w:evenVBand="0" w:oddHBand="0" w:evenHBand="0" w:firstRowFirstColumn="0" w:firstRowLastColumn="0" w:lastRowFirstColumn="0" w:lastRowLastColumn="0"/>
            </w:pPr>
            <w:proofErr w:type="spellStart"/>
            <w:r w:rsidRPr="00064323">
              <w:t>ProcTime</w:t>
            </w:r>
            <w:proofErr w:type="spellEnd"/>
          </w:p>
        </w:tc>
        <w:tc>
          <w:tcPr>
            <w:tcW w:w="0" w:type="auto"/>
            <w:hideMark/>
          </w:tcPr>
          <w:p w14:paraId="76A959D3" w14:textId="77777777" w:rsidR="00D25BDD" w:rsidRPr="00064323" w:rsidRDefault="00D25BDD" w:rsidP="00D25BDD">
            <w:pPr>
              <w:pStyle w:val="Paragraph"/>
              <w:ind w:firstLine="0"/>
              <w:jc w:val="center"/>
              <w:cnfStyle w:val="100000000000" w:firstRow="1" w:lastRow="0" w:firstColumn="0" w:lastColumn="0" w:oddVBand="0" w:evenVBand="0" w:oddHBand="0" w:evenHBand="0" w:firstRowFirstColumn="0" w:firstRowLastColumn="0" w:lastRowFirstColumn="0" w:lastRowLastColumn="0"/>
            </w:pPr>
            <w:r w:rsidRPr="00064323">
              <w:t>Technique</w:t>
            </w:r>
          </w:p>
        </w:tc>
        <w:tc>
          <w:tcPr>
            <w:tcW w:w="0" w:type="auto"/>
            <w:hideMark/>
          </w:tcPr>
          <w:p w14:paraId="59E7F341" w14:textId="77777777" w:rsidR="00D25BDD" w:rsidRPr="00064323" w:rsidRDefault="00D25BDD" w:rsidP="00D25BDD">
            <w:pPr>
              <w:pStyle w:val="Paragraph"/>
              <w:ind w:firstLine="0"/>
              <w:jc w:val="center"/>
              <w:cnfStyle w:val="100000000000" w:firstRow="1" w:lastRow="0" w:firstColumn="0" w:lastColumn="0" w:oddVBand="0" w:evenVBand="0" w:oddHBand="0" w:evenHBand="0" w:firstRowFirstColumn="0" w:firstRowLastColumn="0" w:lastRowFirstColumn="0" w:lastRowLastColumn="0"/>
            </w:pPr>
            <w:r w:rsidRPr="00064323">
              <w:t>Brief Output</w:t>
            </w:r>
          </w:p>
        </w:tc>
      </w:tr>
      <w:tr w:rsidR="00D25BDD" w:rsidRPr="00064323" w14:paraId="09983F38" w14:textId="77777777" w:rsidTr="00D25B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bottom w:val="nil"/>
            </w:tcBorders>
            <w:hideMark/>
          </w:tcPr>
          <w:p w14:paraId="71304391" w14:textId="77777777" w:rsidR="00D25BDD" w:rsidRPr="00064323" w:rsidRDefault="00D25BDD" w:rsidP="00D25BDD">
            <w:pPr>
              <w:pStyle w:val="Paragraph"/>
              <w:ind w:firstLine="0"/>
            </w:pPr>
            <w:proofErr w:type="spellStart"/>
            <w:r w:rsidRPr="00064323">
              <w:t>SQLmap</w:t>
            </w:r>
            <w:proofErr w:type="spellEnd"/>
          </w:p>
        </w:tc>
        <w:tc>
          <w:tcPr>
            <w:tcW w:w="0" w:type="auto"/>
            <w:tcBorders>
              <w:bottom w:val="nil"/>
            </w:tcBorders>
            <w:hideMark/>
          </w:tcPr>
          <w:p w14:paraId="639CFF25" w14:textId="409CA9BB" w:rsidR="00D25BDD" w:rsidRPr="00064323" w:rsidRDefault="00D25BDD" w:rsidP="00D25BDD">
            <w:pPr>
              <w:pStyle w:val="Paragraph"/>
              <w:ind w:firstLine="0"/>
              <w:cnfStyle w:val="000000100000" w:firstRow="0" w:lastRow="0" w:firstColumn="0" w:lastColumn="0" w:oddVBand="0" w:evenVBand="0" w:oddHBand="1" w:evenHBand="0" w:firstRowFirstColumn="0" w:firstRowLastColumn="0" w:lastRowFirstColumn="0" w:lastRowLastColumn="0"/>
            </w:pPr>
            <w:r w:rsidRPr="00064323">
              <w:rPr>
                <w:rFonts w:ascii="Segoe UI Emoji" w:hAnsi="Segoe UI Emoji" w:cs="Segoe UI Emoji"/>
              </w:rPr>
              <w:t>✅</w:t>
            </w:r>
            <w:r w:rsidRPr="00064323">
              <w:t>Yes</w:t>
            </w:r>
          </w:p>
        </w:tc>
        <w:tc>
          <w:tcPr>
            <w:tcW w:w="0" w:type="auto"/>
            <w:tcBorders>
              <w:bottom w:val="nil"/>
            </w:tcBorders>
            <w:hideMark/>
          </w:tcPr>
          <w:p w14:paraId="18F516D2" w14:textId="5E4CBA87" w:rsidR="00D25BDD" w:rsidRPr="00064323" w:rsidRDefault="00D25BDD" w:rsidP="00D25BDD">
            <w:pPr>
              <w:pStyle w:val="Paragraph"/>
              <w:ind w:firstLine="0"/>
              <w:cnfStyle w:val="000000100000" w:firstRow="0" w:lastRow="0" w:firstColumn="0" w:lastColumn="0" w:oddVBand="0" w:evenVBand="0" w:oddHBand="1" w:evenHBand="0" w:firstRowFirstColumn="0" w:firstRowLastColumn="0" w:lastRowFirstColumn="0" w:lastRowLastColumn="0"/>
            </w:pPr>
            <w:r w:rsidRPr="00064323">
              <w:t>± 2 min total</w:t>
            </w:r>
          </w:p>
        </w:tc>
        <w:tc>
          <w:tcPr>
            <w:tcW w:w="0" w:type="auto"/>
            <w:tcBorders>
              <w:bottom w:val="nil"/>
            </w:tcBorders>
            <w:hideMark/>
          </w:tcPr>
          <w:p w14:paraId="0D792ABE" w14:textId="77777777" w:rsidR="00D25BDD" w:rsidRPr="00064323" w:rsidRDefault="00D25BDD" w:rsidP="00D25BDD">
            <w:pPr>
              <w:pStyle w:val="Paragraph"/>
              <w:ind w:firstLine="0"/>
              <w:cnfStyle w:val="000000100000" w:firstRow="0" w:lastRow="0" w:firstColumn="0" w:lastColumn="0" w:oddVBand="0" w:evenVBand="0" w:oddHBand="1" w:evenHBand="0" w:firstRowFirstColumn="0" w:firstRowLastColumn="0" w:lastRowFirstColumn="0" w:lastRowLastColumn="0"/>
            </w:pPr>
            <w:r w:rsidRPr="00064323">
              <w:t>Automatic</w:t>
            </w:r>
          </w:p>
        </w:tc>
        <w:tc>
          <w:tcPr>
            <w:tcW w:w="0" w:type="auto"/>
            <w:tcBorders>
              <w:bottom w:val="nil"/>
            </w:tcBorders>
            <w:hideMark/>
          </w:tcPr>
          <w:p w14:paraId="7C697431" w14:textId="77777777" w:rsidR="00D25BDD" w:rsidRPr="00064323" w:rsidRDefault="00D25BDD" w:rsidP="00D25BDD">
            <w:pPr>
              <w:pStyle w:val="Paragraph"/>
              <w:ind w:firstLine="0"/>
              <w:cnfStyle w:val="000000100000" w:firstRow="0" w:lastRow="0" w:firstColumn="0" w:lastColumn="0" w:oddVBand="0" w:evenVBand="0" w:oddHBand="1" w:evenHBand="0" w:firstRowFirstColumn="0" w:firstRowLastColumn="0" w:lastRowFirstColumn="0" w:lastRowLastColumn="0"/>
            </w:pPr>
            <w:r w:rsidRPr="00064323">
              <w:t>Error, Time, UNION-based</w:t>
            </w:r>
          </w:p>
        </w:tc>
        <w:tc>
          <w:tcPr>
            <w:tcW w:w="0" w:type="auto"/>
            <w:tcBorders>
              <w:bottom w:val="nil"/>
            </w:tcBorders>
            <w:hideMark/>
          </w:tcPr>
          <w:p w14:paraId="749B6C57" w14:textId="77777777" w:rsidR="00D25BDD" w:rsidRPr="00064323" w:rsidRDefault="00D25BDD" w:rsidP="00D25BDD">
            <w:pPr>
              <w:pStyle w:val="Paragraph"/>
              <w:cnfStyle w:val="000000100000" w:firstRow="0" w:lastRow="0" w:firstColumn="0" w:lastColumn="0" w:oddVBand="0" w:evenVBand="0" w:oddHBand="1" w:evenHBand="0" w:firstRowFirstColumn="0" w:firstRowLastColumn="0" w:lastRowFirstColumn="0" w:lastRowLastColumn="0"/>
            </w:pPr>
            <w:r w:rsidRPr="00064323">
              <w:t xml:space="preserve">Successfully dump </w:t>
            </w:r>
            <w:proofErr w:type="spellStart"/>
            <w:proofErr w:type="gramStart"/>
            <w:r w:rsidRPr="00064323">
              <w:t>dvwa.users</w:t>
            </w:r>
            <w:proofErr w:type="spellEnd"/>
            <w:proofErr w:type="gramEnd"/>
            <w:r w:rsidRPr="00064323">
              <w:t xml:space="preserve"> table contents, crack hash</w:t>
            </w:r>
          </w:p>
        </w:tc>
      </w:tr>
      <w:tr w:rsidR="00D25BDD" w:rsidRPr="00064323" w14:paraId="0DD6F24C" w14:textId="77777777" w:rsidTr="00D25BDD">
        <w:tc>
          <w:tcPr>
            <w:cnfStyle w:val="001000000000" w:firstRow="0" w:lastRow="0" w:firstColumn="1" w:lastColumn="0" w:oddVBand="0" w:evenVBand="0" w:oddHBand="0" w:evenHBand="0" w:firstRowFirstColumn="0" w:firstRowLastColumn="0" w:lastRowFirstColumn="0" w:lastRowLastColumn="0"/>
            <w:tcW w:w="0" w:type="auto"/>
            <w:tcBorders>
              <w:top w:val="nil"/>
            </w:tcBorders>
            <w:hideMark/>
          </w:tcPr>
          <w:p w14:paraId="30BDF354" w14:textId="77777777" w:rsidR="00D25BDD" w:rsidRPr="00064323" w:rsidRDefault="00D25BDD" w:rsidP="00D25BDD">
            <w:pPr>
              <w:pStyle w:val="Paragraph"/>
              <w:ind w:firstLine="0"/>
            </w:pPr>
            <w:r w:rsidRPr="00064323">
              <w:t>Burp Suite</w:t>
            </w:r>
          </w:p>
        </w:tc>
        <w:tc>
          <w:tcPr>
            <w:tcW w:w="0" w:type="auto"/>
            <w:tcBorders>
              <w:top w:val="nil"/>
            </w:tcBorders>
            <w:hideMark/>
          </w:tcPr>
          <w:p w14:paraId="022CA8E6" w14:textId="77777777" w:rsidR="00D25BDD" w:rsidRPr="00064323" w:rsidRDefault="00D25BDD" w:rsidP="00D25BDD">
            <w:pPr>
              <w:pStyle w:val="Paragraph"/>
              <w:ind w:firstLine="0"/>
              <w:cnfStyle w:val="000000000000" w:firstRow="0" w:lastRow="0" w:firstColumn="0" w:lastColumn="0" w:oddVBand="0" w:evenVBand="0" w:oddHBand="0" w:evenHBand="0" w:firstRowFirstColumn="0" w:firstRowLastColumn="0" w:lastRowFirstColumn="0" w:lastRowLastColumn="0"/>
            </w:pPr>
            <w:r w:rsidRPr="00064323">
              <w:rPr>
                <w:rFonts w:ascii="Segoe UI Emoji" w:hAnsi="Segoe UI Emoji" w:cs="Segoe UI Emoji"/>
              </w:rPr>
              <w:t>✅</w:t>
            </w:r>
            <w:r w:rsidRPr="00064323">
              <w:t xml:space="preserve"> Yes</w:t>
            </w:r>
          </w:p>
        </w:tc>
        <w:tc>
          <w:tcPr>
            <w:tcW w:w="0" w:type="auto"/>
            <w:tcBorders>
              <w:top w:val="nil"/>
            </w:tcBorders>
            <w:hideMark/>
          </w:tcPr>
          <w:p w14:paraId="065828B2" w14:textId="77777777" w:rsidR="00D25BDD" w:rsidRPr="00064323" w:rsidRDefault="00D25BDD" w:rsidP="00D25BDD">
            <w:pPr>
              <w:pStyle w:val="Paragraph"/>
              <w:ind w:firstLine="0"/>
              <w:cnfStyle w:val="000000000000" w:firstRow="0" w:lastRow="0" w:firstColumn="0" w:lastColumn="0" w:oddVBand="0" w:evenVBand="0" w:oddHBand="0" w:evenHBand="0" w:firstRowFirstColumn="0" w:firstRowLastColumn="0" w:lastRowFirstColumn="0" w:lastRowLastColumn="0"/>
            </w:pPr>
            <w:r w:rsidRPr="00064323">
              <w:t>1.28s</w:t>
            </w:r>
          </w:p>
        </w:tc>
        <w:tc>
          <w:tcPr>
            <w:tcW w:w="0" w:type="auto"/>
            <w:tcBorders>
              <w:top w:val="nil"/>
            </w:tcBorders>
            <w:hideMark/>
          </w:tcPr>
          <w:p w14:paraId="7F1DDD6D" w14:textId="21E72E13" w:rsidR="00D25BDD" w:rsidRPr="00064323" w:rsidRDefault="00D25BDD" w:rsidP="00D25BDD">
            <w:pPr>
              <w:pStyle w:val="Paragraph"/>
              <w:ind w:firstLine="0"/>
              <w:cnfStyle w:val="000000000000" w:firstRow="0" w:lastRow="0" w:firstColumn="0" w:lastColumn="0" w:oddVBand="0" w:evenVBand="0" w:oddHBand="0" w:evenHBand="0" w:firstRowFirstColumn="0" w:firstRowLastColumn="0" w:lastRowFirstColumn="0" w:lastRowLastColumn="0"/>
            </w:pPr>
            <w:r w:rsidRPr="00064323">
              <w:t>± min</w:t>
            </w:r>
          </w:p>
        </w:tc>
        <w:tc>
          <w:tcPr>
            <w:tcW w:w="0" w:type="auto"/>
            <w:tcBorders>
              <w:top w:val="nil"/>
            </w:tcBorders>
            <w:hideMark/>
          </w:tcPr>
          <w:p w14:paraId="37C4883D" w14:textId="77777777" w:rsidR="00D25BDD" w:rsidRPr="00064323" w:rsidRDefault="00D25BDD" w:rsidP="00D25BDD">
            <w:pPr>
              <w:pStyle w:val="Paragraph"/>
              <w:ind w:firstLine="0"/>
              <w:cnfStyle w:val="000000000000" w:firstRow="0" w:lastRow="0" w:firstColumn="0" w:lastColumn="0" w:oddVBand="0" w:evenVBand="0" w:oddHBand="0" w:evenHBand="0" w:firstRowFirstColumn="0" w:firstRowLastColumn="0" w:lastRowFirstColumn="0" w:lastRowLastColumn="0"/>
            </w:pPr>
            <w:r w:rsidRPr="00064323">
              <w:t>Manual payload via Repeater</w:t>
            </w:r>
          </w:p>
        </w:tc>
        <w:tc>
          <w:tcPr>
            <w:tcW w:w="0" w:type="auto"/>
            <w:tcBorders>
              <w:top w:val="nil"/>
            </w:tcBorders>
            <w:hideMark/>
          </w:tcPr>
          <w:p w14:paraId="09AB5B37" w14:textId="77777777" w:rsidR="00D25BDD" w:rsidRPr="00064323" w:rsidRDefault="00D25BDD" w:rsidP="00D25BDD">
            <w:pPr>
              <w:pStyle w:val="Paragraph"/>
              <w:cnfStyle w:val="000000000000" w:firstRow="0" w:lastRow="0" w:firstColumn="0" w:lastColumn="0" w:oddVBand="0" w:evenVBand="0" w:oddHBand="0" w:evenHBand="0" w:firstRowFirstColumn="0" w:firstRowLastColumn="0" w:lastRowFirstColumn="0" w:lastRowLastColumn="0"/>
            </w:pPr>
            <w:r w:rsidRPr="00064323">
              <w:t xml:space="preserve">UNION query successfully displayed </w:t>
            </w:r>
            <w:proofErr w:type="spellStart"/>
            <w:r w:rsidRPr="00064323">
              <w:t>user+hash</w:t>
            </w:r>
            <w:proofErr w:type="spellEnd"/>
          </w:p>
        </w:tc>
      </w:tr>
    </w:tbl>
    <w:p w14:paraId="607D733A" w14:textId="77777777" w:rsidR="00D25BDD" w:rsidRPr="006D0E0A" w:rsidRDefault="00D25BDD" w:rsidP="00D25BDD">
      <w:pPr>
        <w:pStyle w:val="Paragraph"/>
      </w:pPr>
    </w:p>
    <w:p w14:paraId="0A1A129F" w14:textId="1D36F5B9" w:rsidR="00D25BDD" w:rsidRPr="006D0E0A" w:rsidRDefault="00D25BDD" w:rsidP="00D25BDD">
      <w:pPr>
        <w:pStyle w:val="Paragraph"/>
      </w:pPr>
      <w:r w:rsidRPr="00D25BDD">
        <w:t xml:space="preserve">At this level, inputs begin to be filtered using the POST method. </w:t>
      </w:r>
      <w:proofErr w:type="spellStart"/>
      <w:r w:rsidRPr="00D25BDD">
        <w:t>SQLmap</w:t>
      </w:r>
      <w:proofErr w:type="spellEnd"/>
      <w:r w:rsidRPr="00D25BDD">
        <w:t xml:space="preserve"> still managed to exploit the vulnerability by including the parameters --data="id=1&amp;Submit=Submit" and --flush-session. The process took approximately ±2 minutes due to the number of techniques tested (error-based, time-based, UNION-based). </w:t>
      </w:r>
      <w:proofErr w:type="spellStart"/>
      <w:r w:rsidRPr="00D25BDD">
        <w:t>SQLmap</w:t>
      </w:r>
      <w:proofErr w:type="spellEnd"/>
      <w:r w:rsidRPr="00D25BDD">
        <w:t xml:space="preserve"> also successfully extracted data and cracked some password hashes using dictionary attacks. Meanwhile, Burp Suite required a manual approach using </w:t>
      </w:r>
      <w:r w:rsidRPr="00D25BDD">
        <w:rPr>
          <w:i/>
          <w:iCs/>
        </w:rPr>
        <w:t>Repeater</w:t>
      </w:r>
      <w:r w:rsidRPr="00D25BDD">
        <w:t> and encoded payloads. The initial response time was only 1.28 seconds, but the identification and injection process took ±5 minutes. The UNION payload successfully displayed a combination of usernames and password hashes.</w:t>
      </w:r>
    </w:p>
    <w:p w14:paraId="7066012B" w14:textId="77777777" w:rsidR="00D25BDD" w:rsidRPr="00D25BDD" w:rsidRDefault="00D25BDD" w:rsidP="00D25BDD">
      <w:pPr>
        <w:pStyle w:val="Paragraph"/>
      </w:pPr>
    </w:p>
    <w:p w14:paraId="25491C67" w14:textId="77777777" w:rsidR="00D25BDD" w:rsidRPr="00064323" w:rsidRDefault="00D25BDD" w:rsidP="00064323">
      <w:pPr>
        <w:pStyle w:val="Paragraph"/>
        <w:jc w:val="center"/>
        <w:rPr>
          <w:sz w:val="18"/>
          <w:szCs w:val="18"/>
        </w:rPr>
      </w:pPr>
      <w:r w:rsidRPr="00064323">
        <w:rPr>
          <w:b/>
          <w:bCs/>
          <w:sz w:val="18"/>
          <w:szCs w:val="18"/>
        </w:rPr>
        <w:t>TABLE IV.</w:t>
      </w:r>
      <w:r w:rsidRPr="00064323">
        <w:rPr>
          <w:sz w:val="18"/>
          <w:szCs w:val="18"/>
        </w:rPr>
        <w:t> Security Level: High</w:t>
      </w:r>
    </w:p>
    <w:tbl>
      <w:tblPr>
        <w:tblStyle w:val="PlainTable2"/>
        <w:tblW w:w="0" w:type="auto"/>
        <w:tblLook w:val="04A0" w:firstRow="1" w:lastRow="0" w:firstColumn="1" w:lastColumn="0" w:noHBand="0" w:noVBand="1"/>
      </w:tblPr>
      <w:tblGrid>
        <w:gridCol w:w="1122"/>
        <w:gridCol w:w="861"/>
        <w:gridCol w:w="1072"/>
        <w:gridCol w:w="1061"/>
        <w:gridCol w:w="2095"/>
        <w:gridCol w:w="3149"/>
      </w:tblGrid>
      <w:tr w:rsidR="00D25BDD" w:rsidRPr="006D0E0A" w14:paraId="017BFEFB" w14:textId="77777777" w:rsidTr="00441A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0D36F91" w14:textId="77777777" w:rsidR="00D25BDD" w:rsidRPr="00D25BDD" w:rsidRDefault="00D25BDD" w:rsidP="00441ACF">
            <w:pPr>
              <w:pStyle w:val="Paragraph"/>
              <w:ind w:firstLine="0"/>
              <w:jc w:val="center"/>
            </w:pPr>
            <w:r w:rsidRPr="00D25BDD">
              <w:t>Tool</w:t>
            </w:r>
          </w:p>
        </w:tc>
        <w:tc>
          <w:tcPr>
            <w:tcW w:w="0" w:type="auto"/>
            <w:hideMark/>
          </w:tcPr>
          <w:p w14:paraId="4A6BC07A" w14:textId="77777777" w:rsidR="00D25BDD" w:rsidRPr="00D25BDD" w:rsidRDefault="00D25BDD" w:rsidP="00441ACF">
            <w:pPr>
              <w:pStyle w:val="Paragraph"/>
              <w:ind w:firstLine="0"/>
              <w:jc w:val="center"/>
              <w:cnfStyle w:val="100000000000" w:firstRow="1" w:lastRow="0" w:firstColumn="0" w:lastColumn="0" w:oddVBand="0" w:evenVBand="0" w:oddHBand="0" w:evenHBand="0" w:firstRowFirstColumn="0" w:firstRowLastColumn="0" w:lastRowFirstColumn="0" w:lastRowLastColumn="0"/>
            </w:pPr>
            <w:r w:rsidRPr="00D25BDD">
              <w:t>Success</w:t>
            </w:r>
          </w:p>
        </w:tc>
        <w:tc>
          <w:tcPr>
            <w:tcW w:w="0" w:type="auto"/>
            <w:hideMark/>
          </w:tcPr>
          <w:p w14:paraId="22C3E802" w14:textId="5D0485FD" w:rsidR="00D25BDD" w:rsidRPr="00D25BDD" w:rsidRDefault="00D25BDD" w:rsidP="00441ACF">
            <w:pPr>
              <w:pStyle w:val="Paragraph"/>
              <w:ind w:firstLine="0"/>
              <w:jc w:val="center"/>
              <w:cnfStyle w:val="100000000000" w:firstRow="1" w:lastRow="0" w:firstColumn="0" w:lastColumn="0" w:oddVBand="0" w:evenVBand="0" w:oddHBand="0" w:evenHBand="0" w:firstRowFirstColumn="0" w:firstRowLastColumn="0" w:lastRowFirstColumn="0" w:lastRowLastColumn="0"/>
            </w:pPr>
            <w:proofErr w:type="spellStart"/>
            <w:r w:rsidRPr="00D25BDD">
              <w:t>ExecTime</w:t>
            </w:r>
            <w:proofErr w:type="spellEnd"/>
          </w:p>
        </w:tc>
        <w:tc>
          <w:tcPr>
            <w:tcW w:w="0" w:type="auto"/>
            <w:hideMark/>
          </w:tcPr>
          <w:p w14:paraId="50A851F1" w14:textId="1195179A" w:rsidR="00D25BDD" w:rsidRPr="00D25BDD" w:rsidRDefault="00D25BDD" w:rsidP="00441ACF">
            <w:pPr>
              <w:pStyle w:val="Paragraph"/>
              <w:ind w:firstLine="0"/>
              <w:jc w:val="center"/>
              <w:cnfStyle w:val="100000000000" w:firstRow="1" w:lastRow="0" w:firstColumn="0" w:lastColumn="0" w:oddVBand="0" w:evenVBand="0" w:oddHBand="0" w:evenHBand="0" w:firstRowFirstColumn="0" w:firstRowLastColumn="0" w:lastRowFirstColumn="0" w:lastRowLastColumn="0"/>
            </w:pPr>
            <w:proofErr w:type="spellStart"/>
            <w:r w:rsidRPr="00D25BDD">
              <w:t>ProcTime</w:t>
            </w:r>
            <w:proofErr w:type="spellEnd"/>
          </w:p>
        </w:tc>
        <w:tc>
          <w:tcPr>
            <w:tcW w:w="0" w:type="auto"/>
            <w:hideMark/>
          </w:tcPr>
          <w:p w14:paraId="645C73C0" w14:textId="77777777" w:rsidR="00D25BDD" w:rsidRPr="00D25BDD" w:rsidRDefault="00D25BDD" w:rsidP="00441ACF">
            <w:pPr>
              <w:pStyle w:val="Paragraph"/>
              <w:ind w:firstLine="0"/>
              <w:jc w:val="center"/>
              <w:cnfStyle w:val="100000000000" w:firstRow="1" w:lastRow="0" w:firstColumn="0" w:lastColumn="0" w:oddVBand="0" w:evenVBand="0" w:oddHBand="0" w:evenHBand="0" w:firstRowFirstColumn="0" w:firstRowLastColumn="0" w:lastRowFirstColumn="0" w:lastRowLastColumn="0"/>
            </w:pPr>
            <w:r w:rsidRPr="00D25BDD">
              <w:t>Technique</w:t>
            </w:r>
          </w:p>
        </w:tc>
        <w:tc>
          <w:tcPr>
            <w:tcW w:w="0" w:type="auto"/>
            <w:hideMark/>
          </w:tcPr>
          <w:p w14:paraId="49D1677D" w14:textId="77777777" w:rsidR="00D25BDD" w:rsidRPr="00D25BDD" w:rsidRDefault="00D25BDD" w:rsidP="00441ACF">
            <w:pPr>
              <w:pStyle w:val="Paragraph"/>
              <w:ind w:firstLine="0"/>
              <w:jc w:val="center"/>
              <w:cnfStyle w:val="100000000000" w:firstRow="1" w:lastRow="0" w:firstColumn="0" w:lastColumn="0" w:oddVBand="0" w:evenVBand="0" w:oddHBand="0" w:evenHBand="0" w:firstRowFirstColumn="0" w:firstRowLastColumn="0" w:lastRowFirstColumn="0" w:lastRowLastColumn="0"/>
            </w:pPr>
            <w:r w:rsidRPr="00D25BDD">
              <w:t>Notes</w:t>
            </w:r>
          </w:p>
        </w:tc>
      </w:tr>
      <w:tr w:rsidR="00D25BDD" w:rsidRPr="006D0E0A" w14:paraId="637924E6" w14:textId="77777777" w:rsidTr="00441A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bottom w:val="nil"/>
            </w:tcBorders>
            <w:hideMark/>
          </w:tcPr>
          <w:p w14:paraId="0CF18B20" w14:textId="286A50EF" w:rsidR="00D25BDD" w:rsidRPr="00D25BDD" w:rsidRDefault="00D25BDD" w:rsidP="00D25BDD">
            <w:pPr>
              <w:pStyle w:val="Paragraph"/>
              <w:ind w:firstLine="0"/>
              <w:jc w:val="left"/>
            </w:pPr>
            <w:proofErr w:type="spellStart"/>
            <w:r w:rsidRPr="00D25BDD">
              <w:t>SQLmap</w:t>
            </w:r>
            <w:proofErr w:type="spellEnd"/>
          </w:p>
        </w:tc>
        <w:tc>
          <w:tcPr>
            <w:tcW w:w="0" w:type="auto"/>
            <w:tcBorders>
              <w:bottom w:val="nil"/>
            </w:tcBorders>
            <w:hideMark/>
          </w:tcPr>
          <w:p w14:paraId="2972F6FC" w14:textId="77777777" w:rsidR="00D25BDD" w:rsidRPr="00D25BDD" w:rsidRDefault="00D25BDD" w:rsidP="00D25BDD">
            <w:pPr>
              <w:pStyle w:val="Paragraph"/>
              <w:ind w:firstLine="0"/>
              <w:cnfStyle w:val="000000100000" w:firstRow="0" w:lastRow="0" w:firstColumn="0" w:lastColumn="0" w:oddVBand="0" w:evenVBand="0" w:oddHBand="1" w:evenHBand="0" w:firstRowFirstColumn="0" w:firstRowLastColumn="0" w:lastRowFirstColumn="0" w:lastRowLastColumn="0"/>
            </w:pPr>
            <w:r w:rsidRPr="00D25BDD">
              <w:rPr>
                <w:rFonts w:ascii="Segoe UI Emoji" w:hAnsi="Segoe UI Emoji" w:cs="Segoe UI Emoji"/>
              </w:rPr>
              <w:t>❌</w:t>
            </w:r>
            <w:r w:rsidRPr="00D25BDD">
              <w:t xml:space="preserve"> No</w:t>
            </w:r>
          </w:p>
        </w:tc>
        <w:tc>
          <w:tcPr>
            <w:tcW w:w="0" w:type="auto"/>
            <w:tcBorders>
              <w:bottom w:val="nil"/>
            </w:tcBorders>
            <w:hideMark/>
          </w:tcPr>
          <w:p w14:paraId="3A79F4E8" w14:textId="77777777" w:rsidR="00D25BDD" w:rsidRPr="00D25BDD" w:rsidRDefault="00D25BDD" w:rsidP="00D25BDD">
            <w:pPr>
              <w:pStyle w:val="Paragraph"/>
              <w:ind w:firstLine="0"/>
              <w:cnfStyle w:val="000000100000" w:firstRow="0" w:lastRow="0" w:firstColumn="0" w:lastColumn="0" w:oddVBand="0" w:evenVBand="0" w:oddHBand="1" w:evenHBand="0" w:firstRowFirstColumn="0" w:firstRowLastColumn="0" w:lastRowFirstColumn="0" w:lastRowLastColumn="0"/>
            </w:pPr>
            <w:r w:rsidRPr="00D25BDD">
              <w:t>-</w:t>
            </w:r>
          </w:p>
        </w:tc>
        <w:tc>
          <w:tcPr>
            <w:tcW w:w="0" w:type="auto"/>
            <w:tcBorders>
              <w:bottom w:val="nil"/>
            </w:tcBorders>
            <w:hideMark/>
          </w:tcPr>
          <w:p w14:paraId="73B531D2" w14:textId="77777777" w:rsidR="00D25BDD" w:rsidRPr="00D25BDD" w:rsidRDefault="00D25BDD" w:rsidP="00D25BDD">
            <w:pPr>
              <w:pStyle w:val="Paragraph"/>
              <w:ind w:firstLine="0"/>
              <w:cnfStyle w:val="000000100000" w:firstRow="0" w:lastRow="0" w:firstColumn="0" w:lastColumn="0" w:oddVBand="0" w:evenVBand="0" w:oddHBand="1" w:evenHBand="0" w:firstRowFirstColumn="0" w:firstRowLastColumn="0" w:lastRowFirstColumn="0" w:lastRowLastColumn="0"/>
            </w:pPr>
            <w:r w:rsidRPr="00D25BDD">
              <w:t>-</w:t>
            </w:r>
          </w:p>
        </w:tc>
        <w:tc>
          <w:tcPr>
            <w:tcW w:w="0" w:type="auto"/>
            <w:tcBorders>
              <w:bottom w:val="nil"/>
            </w:tcBorders>
            <w:hideMark/>
          </w:tcPr>
          <w:p w14:paraId="09453D07" w14:textId="77777777" w:rsidR="00D25BDD" w:rsidRPr="00D25BDD" w:rsidRDefault="00D25BDD" w:rsidP="00D25BDD">
            <w:pPr>
              <w:pStyle w:val="Paragraph"/>
              <w:ind w:firstLine="0"/>
              <w:cnfStyle w:val="000000100000" w:firstRow="0" w:lastRow="0" w:firstColumn="0" w:lastColumn="0" w:oddVBand="0" w:evenVBand="0" w:oddHBand="1" w:evenHBand="0" w:firstRowFirstColumn="0" w:firstRowLastColumn="0" w:lastRowFirstColumn="0" w:lastRowLastColumn="0"/>
            </w:pPr>
            <w:r w:rsidRPr="00D25BDD">
              <w:t>No param detected</w:t>
            </w:r>
          </w:p>
        </w:tc>
        <w:tc>
          <w:tcPr>
            <w:tcW w:w="0" w:type="auto"/>
            <w:tcBorders>
              <w:bottom w:val="nil"/>
            </w:tcBorders>
            <w:hideMark/>
          </w:tcPr>
          <w:p w14:paraId="4042F336" w14:textId="77777777" w:rsidR="00D25BDD" w:rsidRPr="00D25BDD" w:rsidRDefault="00D25BDD" w:rsidP="00D25BDD">
            <w:pPr>
              <w:pStyle w:val="Paragraph"/>
              <w:ind w:firstLine="0"/>
              <w:cnfStyle w:val="000000100000" w:firstRow="0" w:lastRow="0" w:firstColumn="0" w:lastColumn="0" w:oddVBand="0" w:evenVBand="0" w:oddHBand="1" w:evenHBand="0" w:firstRowFirstColumn="0" w:firstRowLastColumn="0" w:lastRowFirstColumn="0" w:lastRowLastColumn="0"/>
            </w:pPr>
            <w:r w:rsidRPr="00D25BDD">
              <w:t>Parameter id not available in GET/POST</w:t>
            </w:r>
          </w:p>
        </w:tc>
      </w:tr>
      <w:tr w:rsidR="00D25BDD" w:rsidRPr="006D0E0A" w14:paraId="5BD29D12" w14:textId="77777777" w:rsidTr="00441ACF">
        <w:tc>
          <w:tcPr>
            <w:cnfStyle w:val="001000000000" w:firstRow="0" w:lastRow="0" w:firstColumn="1" w:lastColumn="0" w:oddVBand="0" w:evenVBand="0" w:oddHBand="0" w:evenHBand="0" w:firstRowFirstColumn="0" w:firstRowLastColumn="0" w:lastRowFirstColumn="0" w:lastRowLastColumn="0"/>
            <w:tcW w:w="0" w:type="auto"/>
            <w:tcBorders>
              <w:top w:val="nil"/>
            </w:tcBorders>
            <w:hideMark/>
          </w:tcPr>
          <w:p w14:paraId="398973EE" w14:textId="77777777" w:rsidR="00D25BDD" w:rsidRPr="00D25BDD" w:rsidRDefault="00D25BDD" w:rsidP="00D25BDD">
            <w:pPr>
              <w:pStyle w:val="Paragraph"/>
              <w:ind w:firstLine="0"/>
              <w:jc w:val="left"/>
            </w:pPr>
            <w:r w:rsidRPr="00D25BDD">
              <w:t>Burp Suite</w:t>
            </w:r>
          </w:p>
        </w:tc>
        <w:tc>
          <w:tcPr>
            <w:tcW w:w="0" w:type="auto"/>
            <w:tcBorders>
              <w:top w:val="nil"/>
            </w:tcBorders>
            <w:hideMark/>
          </w:tcPr>
          <w:p w14:paraId="69314C46" w14:textId="77777777" w:rsidR="00D25BDD" w:rsidRPr="00D25BDD" w:rsidRDefault="00D25BDD" w:rsidP="00D25BDD">
            <w:pPr>
              <w:pStyle w:val="Paragraph"/>
              <w:ind w:firstLine="0"/>
              <w:cnfStyle w:val="000000000000" w:firstRow="0" w:lastRow="0" w:firstColumn="0" w:lastColumn="0" w:oddVBand="0" w:evenVBand="0" w:oddHBand="0" w:evenHBand="0" w:firstRowFirstColumn="0" w:firstRowLastColumn="0" w:lastRowFirstColumn="0" w:lastRowLastColumn="0"/>
            </w:pPr>
            <w:r w:rsidRPr="00D25BDD">
              <w:rPr>
                <w:rFonts w:ascii="Segoe UI Emoji" w:hAnsi="Segoe UI Emoji" w:cs="Segoe UI Emoji"/>
              </w:rPr>
              <w:t>✅</w:t>
            </w:r>
            <w:r w:rsidRPr="00D25BDD">
              <w:t xml:space="preserve"> Yes</w:t>
            </w:r>
          </w:p>
        </w:tc>
        <w:tc>
          <w:tcPr>
            <w:tcW w:w="0" w:type="auto"/>
            <w:tcBorders>
              <w:top w:val="nil"/>
            </w:tcBorders>
            <w:hideMark/>
          </w:tcPr>
          <w:p w14:paraId="2347F8F7" w14:textId="77777777" w:rsidR="00D25BDD" w:rsidRPr="00D25BDD" w:rsidRDefault="00D25BDD" w:rsidP="00D25BDD">
            <w:pPr>
              <w:pStyle w:val="Paragraph"/>
              <w:ind w:firstLine="0"/>
              <w:cnfStyle w:val="000000000000" w:firstRow="0" w:lastRow="0" w:firstColumn="0" w:lastColumn="0" w:oddVBand="0" w:evenVBand="0" w:oddHBand="0" w:evenHBand="0" w:firstRowFirstColumn="0" w:firstRowLastColumn="0" w:lastRowFirstColumn="0" w:lastRowLastColumn="0"/>
            </w:pPr>
            <w:r w:rsidRPr="00D25BDD">
              <w:t>1.30s</w:t>
            </w:r>
          </w:p>
        </w:tc>
        <w:tc>
          <w:tcPr>
            <w:tcW w:w="0" w:type="auto"/>
            <w:tcBorders>
              <w:top w:val="nil"/>
            </w:tcBorders>
            <w:hideMark/>
          </w:tcPr>
          <w:p w14:paraId="1B26E5E9" w14:textId="77777777" w:rsidR="00D25BDD" w:rsidRPr="00D25BDD" w:rsidRDefault="00D25BDD" w:rsidP="00D25BDD">
            <w:pPr>
              <w:pStyle w:val="Paragraph"/>
              <w:ind w:firstLine="0"/>
              <w:cnfStyle w:val="000000000000" w:firstRow="0" w:lastRow="0" w:firstColumn="0" w:lastColumn="0" w:oddVBand="0" w:evenVBand="0" w:oddHBand="0" w:evenHBand="0" w:firstRowFirstColumn="0" w:firstRowLastColumn="0" w:lastRowFirstColumn="0" w:lastRowLastColumn="0"/>
            </w:pPr>
            <w:r w:rsidRPr="00D25BDD">
              <w:t>± 10 min</w:t>
            </w:r>
          </w:p>
        </w:tc>
        <w:tc>
          <w:tcPr>
            <w:tcW w:w="0" w:type="auto"/>
            <w:tcBorders>
              <w:top w:val="nil"/>
            </w:tcBorders>
            <w:hideMark/>
          </w:tcPr>
          <w:p w14:paraId="3E4EEEBE" w14:textId="77777777" w:rsidR="00D25BDD" w:rsidRPr="00D25BDD" w:rsidRDefault="00D25BDD" w:rsidP="00D25BDD">
            <w:pPr>
              <w:pStyle w:val="Paragraph"/>
              <w:ind w:firstLine="0"/>
              <w:cnfStyle w:val="000000000000" w:firstRow="0" w:lastRow="0" w:firstColumn="0" w:lastColumn="0" w:oddVBand="0" w:evenVBand="0" w:oddHBand="0" w:evenHBand="0" w:firstRowFirstColumn="0" w:firstRowLastColumn="0" w:lastRowFirstColumn="0" w:lastRowLastColumn="0"/>
            </w:pPr>
            <w:r w:rsidRPr="00D25BDD">
              <w:t>Manual UNION in POST</w:t>
            </w:r>
          </w:p>
        </w:tc>
        <w:tc>
          <w:tcPr>
            <w:tcW w:w="0" w:type="auto"/>
            <w:tcBorders>
              <w:top w:val="nil"/>
            </w:tcBorders>
            <w:hideMark/>
          </w:tcPr>
          <w:p w14:paraId="7529B35B" w14:textId="77777777" w:rsidR="00D25BDD" w:rsidRPr="00D25BDD" w:rsidRDefault="00D25BDD" w:rsidP="00D25BDD">
            <w:pPr>
              <w:pStyle w:val="Paragraph"/>
              <w:ind w:firstLine="0"/>
              <w:cnfStyle w:val="000000000000" w:firstRow="0" w:lastRow="0" w:firstColumn="0" w:lastColumn="0" w:oddVBand="0" w:evenVBand="0" w:oddHBand="0" w:evenHBand="0" w:firstRowFirstColumn="0" w:firstRowLastColumn="0" w:lastRowFirstColumn="0" w:lastRowLastColumn="0"/>
            </w:pPr>
            <w:r w:rsidRPr="00D25BDD">
              <w:t>Can inject via session-</w:t>
            </w:r>
            <w:proofErr w:type="spellStart"/>
            <w:r w:rsidRPr="00D25BDD">
              <w:t>input.php</w:t>
            </w:r>
            <w:proofErr w:type="spellEnd"/>
          </w:p>
        </w:tc>
      </w:tr>
    </w:tbl>
    <w:p w14:paraId="5026E9D7" w14:textId="77777777" w:rsidR="008B1EE1" w:rsidRPr="006D0E0A" w:rsidRDefault="008B1EE1" w:rsidP="00D25BDD">
      <w:pPr>
        <w:pStyle w:val="Paragraph"/>
      </w:pPr>
    </w:p>
    <w:p w14:paraId="39E0B4D9" w14:textId="648EAA44" w:rsidR="00D25BDD" w:rsidRPr="006D0E0A" w:rsidRDefault="00D25BDD" w:rsidP="00D25BDD">
      <w:pPr>
        <w:pStyle w:val="Paragraph"/>
      </w:pPr>
      <w:r w:rsidRPr="00D25BDD">
        <w:t xml:space="preserve">At this level, the parameters used for SQL queries are not directly available in GET or POST. </w:t>
      </w:r>
      <w:proofErr w:type="spellStart"/>
      <w:r w:rsidRPr="00D25BDD">
        <w:t>SQLmap</w:t>
      </w:r>
      <w:proofErr w:type="spellEnd"/>
      <w:r w:rsidRPr="00D25BDD">
        <w:t xml:space="preserve"> failed to perform exploitation because the id parameter is only set via the $_SESSION['id'] variable on the server side and cannot be detected by automated tools. Conversely, Burp Suite successfully performed injection by modifying hidden parameters on the session-</w:t>
      </w:r>
      <w:proofErr w:type="spellStart"/>
      <w:r w:rsidRPr="00D25BDD">
        <w:t>input.php</w:t>
      </w:r>
      <w:proofErr w:type="spellEnd"/>
      <w:r w:rsidRPr="00D25BDD">
        <w:t> page. The UNION query technique was used and successfully extracted usernames and password hashes through manipulated POST data. The total process took approximately ±10 minutes</w:t>
      </w:r>
      <w:r w:rsidR="00441ACF" w:rsidRPr="006D0E0A">
        <w:t>.</w:t>
      </w:r>
    </w:p>
    <w:p w14:paraId="7C13EC14" w14:textId="77777777" w:rsidR="00441ACF" w:rsidRPr="006D0E0A" w:rsidRDefault="00441ACF" w:rsidP="00D25BDD">
      <w:pPr>
        <w:pStyle w:val="Paragraph"/>
      </w:pPr>
    </w:p>
    <w:p w14:paraId="323EB320" w14:textId="77777777" w:rsidR="00D25BDD" w:rsidRPr="00D25BDD" w:rsidRDefault="00D25BDD" w:rsidP="00D25BDD">
      <w:pPr>
        <w:pStyle w:val="Paragraph"/>
      </w:pPr>
    </w:p>
    <w:p w14:paraId="7C86C597" w14:textId="77777777" w:rsidR="00D25BDD" w:rsidRPr="00064323" w:rsidRDefault="00D25BDD" w:rsidP="00064323">
      <w:pPr>
        <w:pStyle w:val="Paragraph"/>
        <w:jc w:val="center"/>
        <w:rPr>
          <w:sz w:val="18"/>
          <w:szCs w:val="18"/>
        </w:rPr>
      </w:pPr>
      <w:r w:rsidRPr="00064323">
        <w:rPr>
          <w:b/>
          <w:bCs/>
          <w:sz w:val="18"/>
          <w:szCs w:val="18"/>
        </w:rPr>
        <w:t>TABLE V.</w:t>
      </w:r>
      <w:r w:rsidRPr="00064323">
        <w:rPr>
          <w:sz w:val="18"/>
          <w:szCs w:val="18"/>
        </w:rPr>
        <w:t> Comparative Summary</w:t>
      </w:r>
    </w:p>
    <w:tbl>
      <w:tblPr>
        <w:tblStyle w:val="PlainTable2"/>
        <w:tblW w:w="0" w:type="auto"/>
        <w:jc w:val="center"/>
        <w:tblLook w:val="04A0" w:firstRow="1" w:lastRow="0" w:firstColumn="1" w:lastColumn="0" w:noHBand="0" w:noVBand="1"/>
      </w:tblPr>
      <w:tblGrid>
        <w:gridCol w:w="939"/>
        <w:gridCol w:w="2964"/>
        <w:gridCol w:w="2696"/>
      </w:tblGrid>
      <w:tr w:rsidR="00D25BDD" w:rsidRPr="00D25BDD" w14:paraId="3EF3AA67" w14:textId="77777777" w:rsidTr="0006432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9572D1C" w14:textId="77777777" w:rsidR="00D25BDD" w:rsidRPr="00D25BDD" w:rsidRDefault="00D25BDD" w:rsidP="00441ACF">
            <w:pPr>
              <w:pStyle w:val="Paragraph"/>
              <w:ind w:firstLine="0"/>
              <w:jc w:val="center"/>
            </w:pPr>
            <w:r w:rsidRPr="00D25BDD">
              <w:t>Level</w:t>
            </w:r>
          </w:p>
        </w:tc>
        <w:tc>
          <w:tcPr>
            <w:tcW w:w="0" w:type="auto"/>
            <w:hideMark/>
          </w:tcPr>
          <w:p w14:paraId="006A83BC" w14:textId="77777777" w:rsidR="00D25BDD" w:rsidRPr="00D25BDD" w:rsidRDefault="00D25BDD" w:rsidP="00441ACF">
            <w:pPr>
              <w:pStyle w:val="Paragraph"/>
              <w:ind w:firstLine="0"/>
              <w:jc w:val="center"/>
              <w:cnfStyle w:val="100000000000" w:firstRow="1" w:lastRow="0" w:firstColumn="0" w:lastColumn="0" w:oddVBand="0" w:evenVBand="0" w:oddHBand="0" w:evenHBand="0" w:firstRowFirstColumn="0" w:firstRowLastColumn="0" w:lastRowFirstColumn="0" w:lastRowLastColumn="0"/>
            </w:pPr>
            <w:proofErr w:type="spellStart"/>
            <w:r w:rsidRPr="00D25BDD">
              <w:t>SQLmap</w:t>
            </w:r>
            <w:proofErr w:type="spellEnd"/>
            <w:r w:rsidRPr="00D25BDD">
              <w:t xml:space="preserve"> (Automatic)</w:t>
            </w:r>
          </w:p>
        </w:tc>
        <w:tc>
          <w:tcPr>
            <w:tcW w:w="0" w:type="auto"/>
            <w:hideMark/>
          </w:tcPr>
          <w:p w14:paraId="114C80BE" w14:textId="77777777" w:rsidR="00D25BDD" w:rsidRPr="00D25BDD" w:rsidRDefault="00D25BDD" w:rsidP="00441ACF">
            <w:pPr>
              <w:pStyle w:val="Paragraph"/>
              <w:ind w:firstLine="0"/>
              <w:jc w:val="center"/>
              <w:cnfStyle w:val="100000000000" w:firstRow="1" w:lastRow="0" w:firstColumn="0" w:lastColumn="0" w:oddVBand="0" w:evenVBand="0" w:oddHBand="0" w:evenHBand="0" w:firstRowFirstColumn="0" w:firstRowLastColumn="0" w:lastRowFirstColumn="0" w:lastRowLastColumn="0"/>
            </w:pPr>
            <w:r w:rsidRPr="00D25BDD">
              <w:t>Burp Suite (Manual)</w:t>
            </w:r>
          </w:p>
        </w:tc>
      </w:tr>
      <w:tr w:rsidR="00D25BDD" w:rsidRPr="00D25BDD" w14:paraId="2932F70C" w14:textId="77777777" w:rsidTr="000643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bottom w:val="nil"/>
            </w:tcBorders>
            <w:hideMark/>
          </w:tcPr>
          <w:p w14:paraId="24DD0B4C" w14:textId="77777777" w:rsidR="00D25BDD" w:rsidRPr="00D25BDD" w:rsidRDefault="00D25BDD" w:rsidP="00441ACF">
            <w:pPr>
              <w:pStyle w:val="Paragraph"/>
              <w:ind w:firstLine="0"/>
            </w:pPr>
            <w:r w:rsidRPr="00D25BDD">
              <w:t>Low</w:t>
            </w:r>
          </w:p>
        </w:tc>
        <w:tc>
          <w:tcPr>
            <w:tcW w:w="0" w:type="auto"/>
            <w:tcBorders>
              <w:bottom w:val="nil"/>
            </w:tcBorders>
            <w:hideMark/>
          </w:tcPr>
          <w:p w14:paraId="4F07248C" w14:textId="77777777" w:rsidR="00D25BDD" w:rsidRPr="00D25BDD" w:rsidRDefault="00D25BDD" w:rsidP="00441ACF">
            <w:pPr>
              <w:pStyle w:val="Paragraph"/>
              <w:ind w:firstLine="0"/>
              <w:cnfStyle w:val="000000100000" w:firstRow="0" w:lastRow="0" w:firstColumn="0" w:lastColumn="0" w:oddVBand="0" w:evenVBand="0" w:oddHBand="1" w:evenHBand="0" w:firstRowFirstColumn="0" w:firstRowLastColumn="0" w:lastRowFirstColumn="0" w:lastRowLastColumn="0"/>
            </w:pPr>
            <w:r w:rsidRPr="00D25BDD">
              <w:rPr>
                <w:rFonts w:ascii="Segoe UI Emoji" w:hAnsi="Segoe UI Emoji" w:cs="Segoe UI Emoji"/>
              </w:rPr>
              <w:t>✅</w:t>
            </w:r>
            <w:r w:rsidRPr="00D25BDD">
              <w:t xml:space="preserve"> Very Effective (1.66s)</w:t>
            </w:r>
          </w:p>
        </w:tc>
        <w:tc>
          <w:tcPr>
            <w:tcW w:w="0" w:type="auto"/>
            <w:tcBorders>
              <w:bottom w:val="nil"/>
            </w:tcBorders>
            <w:hideMark/>
          </w:tcPr>
          <w:p w14:paraId="6011E2B4" w14:textId="77777777" w:rsidR="00D25BDD" w:rsidRPr="00D25BDD" w:rsidRDefault="00D25BDD" w:rsidP="00441ACF">
            <w:pPr>
              <w:pStyle w:val="Paragraph"/>
              <w:ind w:firstLine="0"/>
              <w:cnfStyle w:val="000000100000" w:firstRow="0" w:lastRow="0" w:firstColumn="0" w:lastColumn="0" w:oddVBand="0" w:evenVBand="0" w:oddHBand="1" w:evenHBand="0" w:firstRowFirstColumn="0" w:firstRowLastColumn="0" w:lastRowFirstColumn="0" w:lastRowLastColumn="0"/>
            </w:pPr>
            <w:r w:rsidRPr="00D25BDD">
              <w:rPr>
                <w:rFonts w:ascii="Segoe UI Emoji" w:hAnsi="Segoe UI Emoji" w:cs="Segoe UI Emoji"/>
              </w:rPr>
              <w:t>✅</w:t>
            </w:r>
            <w:r w:rsidRPr="00D25BDD">
              <w:t xml:space="preserve"> Very Effective (1.34s)</w:t>
            </w:r>
          </w:p>
        </w:tc>
      </w:tr>
      <w:tr w:rsidR="00D25BDD" w:rsidRPr="00D25BDD" w14:paraId="7188EE34" w14:textId="77777777" w:rsidTr="00064323">
        <w:trPr>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hideMark/>
          </w:tcPr>
          <w:p w14:paraId="233C512A" w14:textId="77777777" w:rsidR="00D25BDD" w:rsidRPr="00D25BDD" w:rsidRDefault="00D25BDD" w:rsidP="00441ACF">
            <w:pPr>
              <w:pStyle w:val="Paragraph"/>
              <w:ind w:firstLine="0"/>
            </w:pPr>
            <w:r w:rsidRPr="00D25BDD">
              <w:t>Medium</w:t>
            </w:r>
          </w:p>
        </w:tc>
        <w:tc>
          <w:tcPr>
            <w:tcW w:w="0" w:type="auto"/>
            <w:tcBorders>
              <w:top w:val="nil"/>
              <w:bottom w:val="nil"/>
            </w:tcBorders>
            <w:hideMark/>
          </w:tcPr>
          <w:p w14:paraId="5C028EE0" w14:textId="77777777" w:rsidR="00D25BDD" w:rsidRPr="00D25BDD" w:rsidRDefault="00D25BDD" w:rsidP="00441ACF">
            <w:pPr>
              <w:pStyle w:val="Paragraph"/>
              <w:ind w:firstLine="0"/>
              <w:cnfStyle w:val="000000000000" w:firstRow="0" w:lastRow="0" w:firstColumn="0" w:lastColumn="0" w:oddVBand="0" w:evenVBand="0" w:oddHBand="0" w:evenHBand="0" w:firstRowFirstColumn="0" w:firstRowLastColumn="0" w:lastRowFirstColumn="0" w:lastRowLastColumn="0"/>
            </w:pPr>
            <w:r w:rsidRPr="00D25BDD">
              <w:rPr>
                <w:rFonts w:ascii="Segoe UI Emoji" w:hAnsi="Segoe UI Emoji" w:cs="Segoe UI Emoji"/>
              </w:rPr>
              <w:t>✅</w:t>
            </w:r>
            <w:r w:rsidRPr="00D25BDD">
              <w:t xml:space="preserve"> Effective (needs </w:t>
            </w:r>
            <w:proofErr w:type="spellStart"/>
            <w:r w:rsidRPr="00D25BDD">
              <w:t>POST+flush</w:t>
            </w:r>
            <w:proofErr w:type="spellEnd"/>
            <w:r w:rsidRPr="00D25BDD">
              <w:t>)</w:t>
            </w:r>
          </w:p>
        </w:tc>
        <w:tc>
          <w:tcPr>
            <w:tcW w:w="0" w:type="auto"/>
            <w:tcBorders>
              <w:top w:val="nil"/>
              <w:bottom w:val="nil"/>
            </w:tcBorders>
            <w:hideMark/>
          </w:tcPr>
          <w:p w14:paraId="69300050" w14:textId="77777777" w:rsidR="00D25BDD" w:rsidRPr="00D25BDD" w:rsidRDefault="00D25BDD" w:rsidP="00441ACF">
            <w:pPr>
              <w:pStyle w:val="Paragraph"/>
              <w:ind w:firstLine="0"/>
              <w:cnfStyle w:val="000000000000" w:firstRow="0" w:lastRow="0" w:firstColumn="0" w:lastColumn="0" w:oddVBand="0" w:evenVBand="0" w:oddHBand="0" w:evenHBand="0" w:firstRowFirstColumn="0" w:firstRowLastColumn="0" w:lastRowFirstColumn="0" w:lastRowLastColumn="0"/>
            </w:pPr>
            <w:r w:rsidRPr="00D25BDD">
              <w:rPr>
                <w:rFonts w:ascii="Segoe UI Emoji" w:hAnsi="Segoe UI Emoji" w:cs="Segoe UI Emoji"/>
              </w:rPr>
              <w:t>✅</w:t>
            </w:r>
            <w:r w:rsidRPr="00D25BDD">
              <w:t xml:space="preserve"> Effective (needs encoding)</w:t>
            </w:r>
          </w:p>
        </w:tc>
      </w:tr>
      <w:tr w:rsidR="00D25BDD" w:rsidRPr="00D25BDD" w14:paraId="538EBFEF" w14:textId="77777777" w:rsidTr="0006432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tcBorders>
            <w:hideMark/>
          </w:tcPr>
          <w:p w14:paraId="2D27255F" w14:textId="77777777" w:rsidR="00D25BDD" w:rsidRPr="00D25BDD" w:rsidRDefault="00D25BDD" w:rsidP="00441ACF">
            <w:pPr>
              <w:pStyle w:val="Paragraph"/>
              <w:ind w:firstLine="0"/>
            </w:pPr>
            <w:r w:rsidRPr="00D25BDD">
              <w:t>High</w:t>
            </w:r>
          </w:p>
        </w:tc>
        <w:tc>
          <w:tcPr>
            <w:tcW w:w="0" w:type="auto"/>
            <w:tcBorders>
              <w:top w:val="nil"/>
            </w:tcBorders>
            <w:hideMark/>
          </w:tcPr>
          <w:p w14:paraId="51D17751" w14:textId="77777777" w:rsidR="00D25BDD" w:rsidRPr="00D25BDD" w:rsidRDefault="00D25BDD" w:rsidP="00441ACF">
            <w:pPr>
              <w:pStyle w:val="Paragraph"/>
              <w:ind w:firstLine="0"/>
              <w:cnfStyle w:val="000000100000" w:firstRow="0" w:lastRow="0" w:firstColumn="0" w:lastColumn="0" w:oddVBand="0" w:evenVBand="0" w:oddHBand="1" w:evenHBand="0" w:firstRowFirstColumn="0" w:firstRowLastColumn="0" w:lastRowFirstColumn="0" w:lastRowLastColumn="0"/>
            </w:pPr>
            <w:r w:rsidRPr="00D25BDD">
              <w:rPr>
                <w:rFonts w:ascii="Segoe UI Emoji" w:hAnsi="Segoe UI Emoji" w:cs="Segoe UI Emoji"/>
              </w:rPr>
              <w:t>❌</w:t>
            </w:r>
            <w:r w:rsidRPr="00D25BDD">
              <w:t xml:space="preserve"> Cannot</w:t>
            </w:r>
          </w:p>
        </w:tc>
        <w:tc>
          <w:tcPr>
            <w:tcW w:w="0" w:type="auto"/>
            <w:tcBorders>
              <w:top w:val="nil"/>
            </w:tcBorders>
            <w:hideMark/>
          </w:tcPr>
          <w:p w14:paraId="6BDB350A" w14:textId="77777777" w:rsidR="00D25BDD" w:rsidRPr="00D25BDD" w:rsidRDefault="00D25BDD" w:rsidP="00441ACF">
            <w:pPr>
              <w:pStyle w:val="Paragraph"/>
              <w:ind w:firstLine="0"/>
              <w:cnfStyle w:val="000000100000" w:firstRow="0" w:lastRow="0" w:firstColumn="0" w:lastColumn="0" w:oddVBand="0" w:evenVBand="0" w:oddHBand="1" w:evenHBand="0" w:firstRowFirstColumn="0" w:firstRowLastColumn="0" w:lastRowFirstColumn="0" w:lastRowLastColumn="0"/>
            </w:pPr>
            <w:r w:rsidRPr="00D25BDD">
              <w:rPr>
                <w:rFonts w:ascii="Segoe UI Emoji" w:hAnsi="Segoe UI Emoji" w:cs="Segoe UI Emoji"/>
              </w:rPr>
              <w:t>✅</w:t>
            </w:r>
            <w:r w:rsidRPr="00D25BDD">
              <w:t xml:space="preserve"> Can exploit SESSION</w:t>
            </w:r>
          </w:p>
        </w:tc>
      </w:tr>
    </w:tbl>
    <w:p w14:paraId="56A7F27B" w14:textId="30E99D72" w:rsidR="00D25BDD" w:rsidRPr="00D25BDD" w:rsidRDefault="00522723" w:rsidP="00522723">
      <w:pPr>
        <w:pStyle w:val="Paragraph"/>
        <w:ind w:firstLine="0"/>
      </w:pPr>
      <w:r w:rsidRPr="006D0E0A">
        <w:rPr>
          <w:noProof/>
        </w:rPr>
        <w:lastRenderedPageBreak/>
        <w:drawing>
          <wp:inline distT="0" distB="0" distL="0" distR="0" wp14:anchorId="2D697AFB" wp14:editId="0D49FB2E">
            <wp:extent cx="5760933" cy="3432175"/>
            <wp:effectExtent l="0" t="0" r="0" b="0"/>
            <wp:docPr id="1852804118" name="Gamba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804118" name="Gambar 4"/>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5760933" cy="3432175"/>
                    </a:xfrm>
                    <a:prstGeom prst="rect">
                      <a:avLst/>
                    </a:prstGeom>
                    <a:noFill/>
                  </pic:spPr>
                </pic:pic>
              </a:graphicData>
            </a:graphic>
          </wp:inline>
        </w:drawing>
      </w:r>
      <w:r w:rsidRPr="006D0E0A">
        <w:t xml:space="preserve"> </w:t>
      </w:r>
    </w:p>
    <w:p w14:paraId="2F32A3CB" w14:textId="6A35CDBE" w:rsidR="00D25BDD" w:rsidRPr="006D0E0A" w:rsidRDefault="00D25BDD" w:rsidP="00064323">
      <w:pPr>
        <w:pStyle w:val="Paragraph"/>
        <w:jc w:val="center"/>
      </w:pPr>
      <w:r w:rsidRPr="00D25BDD">
        <w:rPr>
          <w:b/>
          <w:bCs/>
        </w:rPr>
        <w:t>FIGURE 2.</w:t>
      </w:r>
      <w:r w:rsidRPr="00D25BDD">
        <w:t> Security level comparison graph.</w:t>
      </w:r>
    </w:p>
    <w:p w14:paraId="36650DC2" w14:textId="77777777" w:rsidR="004C68EF" w:rsidRPr="006D0E0A" w:rsidRDefault="004C68EF" w:rsidP="00522723">
      <w:pPr>
        <w:pStyle w:val="Heading2"/>
      </w:pPr>
      <w:r w:rsidRPr="006D0E0A">
        <w:t>Discussion</w:t>
      </w:r>
    </w:p>
    <w:p w14:paraId="5DCD9534" w14:textId="77777777" w:rsidR="004C68EF" w:rsidRPr="00C729DE" w:rsidRDefault="004C68EF" w:rsidP="00064323">
      <w:pPr>
        <w:pStyle w:val="Paragraph"/>
        <w:jc w:val="center"/>
        <w:rPr>
          <w:i/>
          <w:iCs/>
        </w:rPr>
      </w:pPr>
      <w:r w:rsidRPr="00C729DE">
        <w:rPr>
          <w:i/>
          <w:iCs/>
        </w:rPr>
        <w:t>Effectiveness of Tools</w:t>
      </w:r>
    </w:p>
    <w:p w14:paraId="32E1E1E7" w14:textId="77777777" w:rsidR="004C68EF" w:rsidRPr="006D0E0A" w:rsidRDefault="004C68EF" w:rsidP="004C68EF">
      <w:pPr>
        <w:pStyle w:val="Paragraph"/>
      </w:pPr>
      <w:r w:rsidRPr="006D0E0A">
        <w:t xml:space="preserve">In general, both tools were able to exploit SQL Injection well at Low and Medium levels. However, at the High level, only Burp Suite succeeded, due to its flexibility in manually tracing and modifying HTTP requests. </w:t>
      </w:r>
      <w:proofErr w:type="spellStart"/>
      <w:r w:rsidRPr="006D0E0A">
        <w:t>SQLmap</w:t>
      </w:r>
      <w:proofErr w:type="spellEnd"/>
      <w:r w:rsidRPr="006D0E0A">
        <w:t xml:space="preserve"> relies on explicit parameters and is unable to handle hidden server-side variables like $_SESSION.</w:t>
      </w:r>
    </w:p>
    <w:p w14:paraId="1EA437FB" w14:textId="77777777" w:rsidR="004C68EF" w:rsidRPr="006D0E0A" w:rsidRDefault="004C68EF" w:rsidP="004C68EF">
      <w:pPr>
        <w:pStyle w:val="Paragraph"/>
      </w:pPr>
    </w:p>
    <w:p w14:paraId="1D046297" w14:textId="77777777" w:rsidR="004C68EF" w:rsidRPr="00C729DE" w:rsidRDefault="004C68EF" w:rsidP="00064323">
      <w:pPr>
        <w:pStyle w:val="Paragraph"/>
        <w:jc w:val="center"/>
        <w:rPr>
          <w:i/>
          <w:iCs/>
        </w:rPr>
      </w:pPr>
      <w:r w:rsidRPr="00C729DE">
        <w:rPr>
          <w:i/>
          <w:iCs/>
        </w:rPr>
        <w:t>Time Efficiency</w:t>
      </w:r>
    </w:p>
    <w:p w14:paraId="4C46FC7E" w14:textId="77777777" w:rsidR="004C68EF" w:rsidRPr="006D0E0A" w:rsidRDefault="004C68EF" w:rsidP="004C68EF">
      <w:pPr>
        <w:pStyle w:val="Paragraph"/>
      </w:pPr>
      <w:proofErr w:type="spellStart"/>
      <w:r w:rsidRPr="006D0E0A">
        <w:t>SQLmap</w:t>
      </w:r>
      <w:proofErr w:type="spellEnd"/>
      <w:r w:rsidRPr="006D0E0A">
        <w:t xml:space="preserve"> showed superiority in time efficiency, especially in Low and Medium level scenarios. By running just one command, this tool is capable of automatic detection, exploitation, and data extraction. Conversely, Burp Suite requires more intensive manual involvement, even though its HTTP response time is very fast.</w:t>
      </w:r>
    </w:p>
    <w:p w14:paraId="5A514C1B" w14:textId="77777777" w:rsidR="004C68EF" w:rsidRPr="006D0E0A" w:rsidRDefault="004C68EF" w:rsidP="004C68EF">
      <w:pPr>
        <w:pStyle w:val="Paragraph"/>
      </w:pPr>
    </w:p>
    <w:p w14:paraId="7BE19BF2" w14:textId="77777777" w:rsidR="004C68EF" w:rsidRPr="00C729DE" w:rsidRDefault="004C68EF" w:rsidP="00064323">
      <w:pPr>
        <w:pStyle w:val="Paragraph"/>
        <w:jc w:val="center"/>
        <w:rPr>
          <w:i/>
          <w:iCs/>
        </w:rPr>
      </w:pPr>
      <w:r w:rsidRPr="00C729DE">
        <w:rPr>
          <w:i/>
          <w:iCs/>
        </w:rPr>
        <w:t>Exploitation Flexibility</w:t>
      </w:r>
    </w:p>
    <w:p w14:paraId="7A3E48FE" w14:textId="19288196" w:rsidR="004C68EF" w:rsidRPr="006D0E0A" w:rsidRDefault="004C68EF" w:rsidP="004C68EF">
      <w:pPr>
        <w:pStyle w:val="Paragraph"/>
        <w:ind w:firstLine="0"/>
      </w:pPr>
      <w:r w:rsidRPr="006D0E0A">
        <w:t xml:space="preserve">Burp Suite showed high flexibility especially at the high-security level. The Repeater and Intruder features allow granular testing of each parameter, including hidden ones. This is very useful in cases where </w:t>
      </w:r>
      <w:proofErr w:type="spellStart"/>
      <w:r w:rsidRPr="006D0E0A">
        <w:t>SQLmap</w:t>
      </w:r>
      <w:proofErr w:type="spellEnd"/>
      <w:r w:rsidRPr="006D0E0A">
        <w:t xml:space="preserve"> cannot identify the injection point due to the absence of explicit parameters in the URL or form.</w:t>
      </w:r>
    </w:p>
    <w:p w14:paraId="238F91B4" w14:textId="595FAD30" w:rsidR="00D87E2A" w:rsidRPr="006D0E0A" w:rsidRDefault="00D87E2A" w:rsidP="00D87E2A">
      <w:pPr>
        <w:pStyle w:val="Heading1"/>
        <w:rPr>
          <w:b w:val="0"/>
          <w:caps w:val="0"/>
          <w:sz w:val="20"/>
        </w:rPr>
      </w:pPr>
      <w:r w:rsidRPr="006D0E0A">
        <w:rPr>
          <w:rFonts w:asciiTheme="majorBidi" w:hAnsiTheme="majorBidi" w:cstheme="majorBidi"/>
        </w:rPr>
        <w:t>CONCLUSION</w:t>
      </w:r>
    </w:p>
    <w:p w14:paraId="55D56508" w14:textId="2055A350" w:rsidR="00D87E2A" w:rsidRPr="006D0E0A" w:rsidRDefault="00D31CC2" w:rsidP="003B0050">
      <w:pPr>
        <w:pStyle w:val="Paragraph"/>
      </w:pPr>
      <w:r w:rsidRPr="006D0E0A">
        <w:rPr>
          <w:rFonts w:asciiTheme="majorBidi" w:hAnsiTheme="majorBidi" w:cstheme="majorBidi"/>
        </w:rPr>
        <w:t xml:space="preserve">In testing SQL Injection exploitation against DVWA with </w:t>
      </w:r>
      <w:proofErr w:type="spellStart"/>
      <w:r w:rsidRPr="006D0E0A">
        <w:rPr>
          <w:rFonts w:asciiTheme="majorBidi" w:hAnsiTheme="majorBidi" w:cstheme="majorBidi"/>
        </w:rPr>
        <w:t>SQLmap</w:t>
      </w:r>
      <w:proofErr w:type="spellEnd"/>
      <w:r w:rsidRPr="006D0E0A">
        <w:rPr>
          <w:rFonts w:asciiTheme="majorBidi" w:hAnsiTheme="majorBidi" w:cstheme="majorBidi"/>
        </w:rPr>
        <w:t xml:space="preserve"> and Burp Suite, these two tools have their respective characteristics and advantages. At low and medium security levels, both tools achieved 100% exploitation success. </w:t>
      </w:r>
      <w:proofErr w:type="spellStart"/>
      <w:r w:rsidRPr="006D0E0A">
        <w:rPr>
          <w:rFonts w:asciiTheme="majorBidi" w:hAnsiTheme="majorBidi" w:cstheme="majorBidi"/>
        </w:rPr>
        <w:t>SQLmap</w:t>
      </w:r>
      <w:proofErr w:type="spellEnd"/>
      <w:r w:rsidRPr="006D0E0A">
        <w:rPr>
          <w:rFonts w:asciiTheme="majorBidi" w:hAnsiTheme="majorBidi" w:cstheme="majorBidi"/>
        </w:rPr>
        <w:t xml:space="preserve"> began to show a clear advantage over Burp Suite due to its efficiency in automation. Although Burp Suite's response time was a consistent 1.3 seconds, it required a longer manual time between 3-10 minutes. A significant further difference was observed at the high level where </w:t>
      </w:r>
      <w:proofErr w:type="spellStart"/>
      <w:r w:rsidRPr="006D0E0A">
        <w:rPr>
          <w:rFonts w:asciiTheme="majorBidi" w:hAnsiTheme="majorBidi" w:cstheme="majorBidi"/>
        </w:rPr>
        <w:t>SQLmap</w:t>
      </w:r>
      <w:proofErr w:type="spellEnd"/>
      <w:r w:rsidRPr="006D0E0A">
        <w:rPr>
          <w:rFonts w:asciiTheme="majorBidi" w:hAnsiTheme="majorBidi" w:cstheme="majorBidi"/>
        </w:rPr>
        <w:t xml:space="preserve"> failed in exploitation due to undetected session variables. While advanced techniques could not be bypassed by </w:t>
      </w:r>
      <w:proofErr w:type="spellStart"/>
      <w:r w:rsidRPr="006D0E0A">
        <w:rPr>
          <w:rFonts w:asciiTheme="majorBidi" w:hAnsiTheme="majorBidi" w:cstheme="majorBidi"/>
        </w:rPr>
        <w:t>SQLmap</w:t>
      </w:r>
      <w:proofErr w:type="spellEnd"/>
      <w:r w:rsidRPr="006D0E0A">
        <w:rPr>
          <w:rFonts w:asciiTheme="majorBidi" w:hAnsiTheme="majorBidi" w:cstheme="majorBidi"/>
        </w:rPr>
        <w:t>, Burp succeeded in exploiting through session variables on session-</w:t>
      </w:r>
      <w:proofErr w:type="spellStart"/>
      <w:r w:rsidRPr="006D0E0A">
        <w:rPr>
          <w:rFonts w:asciiTheme="majorBidi" w:hAnsiTheme="majorBidi" w:cstheme="majorBidi"/>
        </w:rPr>
        <w:t>input.php</w:t>
      </w:r>
      <w:proofErr w:type="spellEnd"/>
      <w:r w:rsidRPr="006D0E0A">
        <w:rPr>
          <w:rFonts w:asciiTheme="majorBidi" w:hAnsiTheme="majorBidi" w:cstheme="majorBidi"/>
        </w:rPr>
        <w:t xml:space="preserve">. This shows that Burp is superior in complex hidden parameter scenarios, whereas for explicit automation parameters, </w:t>
      </w:r>
      <w:proofErr w:type="spellStart"/>
      <w:r w:rsidRPr="006D0E0A">
        <w:rPr>
          <w:rFonts w:asciiTheme="majorBidi" w:hAnsiTheme="majorBidi" w:cstheme="majorBidi"/>
        </w:rPr>
        <w:t>SQLmap</w:t>
      </w:r>
      <w:proofErr w:type="spellEnd"/>
      <w:r w:rsidRPr="006D0E0A">
        <w:rPr>
          <w:rFonts w:asciiTheme="majorBidi" w:hAnsiTheme="majorBidi" w:cstheme="majorBidi"/>
        </w:rPr>
        <w:t xml:space="preserve"> proves better. These findings suggest that for lower security levels, </w:t>
      </w:r>
      <w:proofErr w:type="spellStart"/>
      <w:r w:rsidRPr="006D0E0A">
        <w:rPr>
          <w:rFonts w:asciiTheme="majorBidi" w:hAnsiTheme="majorBidi" w:cstheme="majorBidi"/>
        </w:rPr>
        <w:t>SQLmap</w:t>
      </w:r>
      <w:proofErr w:type="spellEnd"/>
      <w:r w:rsidRPr="006D0E0A">
        <w:rPr>
          <w:rFonts w:asciiTheme="majorBidi" w:hAnsiTheme="majorBidi" w:cstheme="majorBidi"/>
        </w:rPr>
        <w:t xml:space="preserve"> excels in routine testing and automation, while at higher levels it requires thorough analysis using session mechanisms with deep automation by Burp</w:t>
      </w:r>
      <w:r w:rsidR="00D87E2A" w:rsidRPr="006D0E0A">
        <w:rPr>
          <w:rFonts w:asciiTheme="majorBidi" w:hAnsiTheme="majorBidi" w:cstheme="majorBidi"/>
        </w:rPr>
        <w:t>.</w:t>
      </w:r>
    </w:p>
    <w:p w14:paraId="7691B80C" w14:textId="75BE00CF" w:rsidR="00613B4D" w:rsidRPr="006D0E0A" w:rsidRDefault="0016385D" w:rsidP="00613B4D">
      <w:pPr>
        <w:pStyle w:val="Heading1"/>
      </w:pPr>
      <w:r w:rsidRPr="006D0E0A">
        <w:rPr>
          <w:rFonts w:asciiTheme="majorBidi" w:hAnsiTheme="majorBidi" w:cstheme="majorBidi"/>
        </w:rPr>
        <w:lastRenderedPageBreak/>
        <w:t>Acknowledgments</w:t>
      </w:r>
    </w:p>
    <w:p w14:paraId="360BA935" w14:textId="786715F1" w:rsidR="00522723" w:rsidRPr="006D0E0A" w:rsidRDefault="00D31CC2" w:rsidP="00522723">
      <w:pPr>
        <w:pStyle w:val="Paragraph"/>
        <w:rPr>
          <w:rFonts w:asciiTheme="majorBidi" w:hAnsiTheme="majorBidi" w:cstheme="majorBidi"/>
        </w:rPr>
      </w:pPr>
      <w:r w:rsidRPr="00592E18">
        <w:t>The authors would like to thank Universitas Muhammadiyah Malang for supporting this research</w:t>
      </w:r>
      <w:r w:rsidR="005E71ED" w:rsidRPr="006D0E0A">
        <w:rPr>
          <w:rFonts w:asciiTheme="majorBidi" w:hAnsiTheme="majorBidi" w:cstheme="majorBidi"/>
        </w:rPr>
        <w:t>.</w:t>
      </w:r>
    </w:p>
    <w:p w14:paraId="74D4F45E" w14:textId="7A07AAB4" w:rsidR="00613B4D" w:rsidRPr="006D0E0A" w:rsidRDefault="0016385D" w:rsidP="00522723">
      <w:pPr>
        <w:pStyle w:val="Heading1"/>
        <w:rPr>
          <w:rFonts w:asciiTheme="majorBidi" w:hAnsiTheme="majorBidi" w:cstheme="majorBidi"/>
        </w:rPr>
      </w:pPr>
      <w:r w:rsidRPr="006D0E0A">
        <w:rPr>
          <w:rFonts w:asciiTheme="majorBidi" w:hAnsiTheme="majorBidi" w:cstheme="majorBidi"/>
        </w:rPr>
        <w:t>References</w:t>
      </w:r>
    </w:p>
    <w:p w14:paraId="1E7F0340" w14:textId="77777777" w:rsidR="00522723" w:rsidRPr="006D0E0A" w:rsidRDefault="00522723" w:rsidP="00522723">
      <w:pPr>
        <w:pStyle w:val="Reference"/>
      </w:pPr>
      <w:r w:rsidRPr="006D0E0A">
        <w:t xml:space="preserve">A. </w:t>
      </w:r>
      <w:proofErr w:type="spellStart"/>
      <w:r w:rsidRPr="006D0E0A">
        <w:t>Djajadi</w:t>
      </w:r>
      <w:proofErr w:type="spellEnd"/>
      <w:r w:rsidRPr="006D0E0A">
        <w:t xml:space="preserve"> and N. </w:t>
      </w:r>
      <w:proofErr w:type="spellStart"/>
      <w:r w:rsidRPr="006D0E0A">
        <w:t>Sutisna</w:t>
      </w:r>
      <w:proofErr w:type="spellEnd"/>
      <w:r w:rsidRPr="006D0E0A">
        <w:t>, Internetworking Indonesia Journal 13, 3–9 (2021).</w:t>
      </w:r>
    </w:p>
    <w:p w14:paraId="09AC5EA8" w14:textId="77777777" w:rsidR="00522723" w:rsidRPr="006D0E0A" w:rsidRDefault="00522723" w:rsidP="00522723">
      <w:pPr>
        <w:pStyle w:val="Reference"/>
      </w:pPr>
      <w:r w:rsidRPr="006D0E0A">
        <w:t xml:space="preserve">Khairul, A. Abdullah, and S. </w:t>
      </w:r>
      <w:proofErr w:type="spellStart"/>
      <w:r w:rsidRPr="006D0E0A">
        <w:t>Sucipto</w:t>
      </w:r>
      <w:proofErr w:type="spellEnd"/>
      <w:r w:rsidRPr="006D0E0A">
        <w:t xml:space="preserve">, </w:t>
      </w:r>
      <w:proofErr w:type="spellStart"/>
      <w:r w:rsidRPr="006D0E0A">
        <w:t>Jurnal</w:t>
      </w:r>
      <w:proofErr w:type="spellEnd"/>
      <w:r w:rsidRPr="006D0E0A">
        <w:t xml:space="preserve"> Nasional </w:t>
      </w:r>
      <w:proofErr w:type="spellStart"/>
      <w:r w:rsidRPr="006D0E0A">
        <w:t>Teknologi</w:t>
      </w:r>
      <w:proofErr w:type="spellEnd"/>
      <w:r w:rsidRPr="006D0E0A">
        <w:t xml:space="preserve"> Dan </w:t>
      </w:r>
      <w:proofErr w:type="spellStart"/>
      <w:r w:rsidRPr="006D0E0A">
        <w:t>Sistem</w:t>
      </w:r>
      <w:proofErr w:type="spellEnd"/>
      <w:r w:rsidRPr="006D0E0A">
        <w:t xml:space="preserve"> </w:t>
      </w:r>
      <w:proofErr w:type="spellStart"/>
      <w:r w:rsidRPr="006D0E0A">
        <w:t>Informasi</w:t>
      </w:r>
      <w:proofErr w:type="spellEnd"/>
      <w:r w:rsidRPr="006D0E0A">
        <w:t xml:space="preserve"> 11, 78–86 (2025).</w:t>
      </w:r>
    </w:p>
    <w:p w14:paraId="34B8138C" w14:textId="77777777" w:rsidR="00522723" w:rsidRPr="006D0E0A" w:rsidRDefault="00522723" w:rsidP="00522723">
      <w:pPr>
        <w:pStyle w:val="Reference"/>
      </w:pPr>
      <w:r w:rsidRPr="006D0E0A">
        <w:t xml:space="preserve">A. W. </w:t>
      </w:r>
      <w:proofErr w:type="spellStart"/>
      <w:r w:rsidRPr="006D0E0A">
        <w:t>Pranowo</w:t>
      </w:r>
      <w:proofErr w:type="spellEnd"/>
      <w:r w:rsidRPr="006D0E0A">
        <w:t xml:space="preserve">, A. </w:t>
      </w:r>
      <w:proofErr w:type="spellStart"/>
      <w:r w:rsidRPr="006D0E0A">
        <w:t>Widjajarto</w:t>
      </w:r>
      <w:proofErr w:type="spellEnd"/>
      <w:r w:rsidRPr="006D0E0A">
        <w:t xml:space="preserve">, and M. </w:t>
      </w:r>
      <w:proofErr w:type="spellStart"/>
      <w:r w:rsidRPr="006D0E0A">
        <w:t>Fathinuddin</w:t>
      </w:r>
      <w:proofErr w:type="spellEnd"/>
      <w:r w:rsidRPr="006D0E0A">
        <w:t xml:space="preserve">, </w:t>
      </w:r>
      <w:proofErr w:type="spellStart"/>
      <w:proofErr w:type="gramStart"/>
      <w:r w:rsidRPr="006D0E0A">
        <w:t>Kesatria</w:t>
      </w:r>
      <w:proofErr w:type="spellEnd"/>
      <w:r w:rsidRPr="006D0E0A">
        <w:t xml:space="preserve"> :</w:t>
      </w:r>
      <w:proofErr w:type="gramEnd"/>
      <w:r w:rsidRPr="006D0E0A">
        <w:t xml:space="preserve"> </w:t>
      </w:r>
      <w:proofErr w:type="spellStart"/>
      <w:r w:rsidRPr="006D0E0A">
        <w:t>Jurnal</w:t>
      </w:r>
      <w:proofErr w:type="spellEnd"/>
      <w:r w:rsidRPr="006D0E0A">
        <w:t xml:space="preserve"> </w:t>
      </w:r>
      <w:proofErr w:type="spellStart"/>
      <w:r w:rsidRPr="006D0E0A">
        <w:t>Penerapan</w:t>
      </w:r>
      <w:proofErr w:type="spellEnd"/>
      <w:r w:rsidRPr="006D0E0A">
        <w:t xml:space="preserve"> </w:t>
      </w:r>
      <w:proofErr w:type="spellStart"/>
      <w:r w:rsidRPr="006D0E0A">
        <w:t>Sistem</w:t>
      </w:r>
      <w:proofErr w:type="spellEnd"/>
      <w:r w:rsidRPr="006D0E0A">
        <w:t xml:space="preserve"> </w:t>
      </w:r>
      <w:proofErr w:type="spellStart"/>
      <w:r w:rsidRPr="006D0E0A">
        <w:t>Informasi</w:t>
      </w:r>
      <w:proofErr w:type="spellEnd"/>
      <w:r w:rsidRPr="006D0E0A">
        <w:t xml:space="preserve"> (</w:t>
      </w:r>
      <w:proofErr w:type="spellStart"/>
      <w:r w:rsidRPr="006D0E0A">
        <w:t>Komputer</w:t>
      </w:r>
      <w:proofErr w:type="spellEnd"/>
      <w:r w:rsidRPr="006D0E0A">
        <w:t xml:space="preserve"> Dan Manajemen) 4, 841–851 (2023).</w:t>
      </w:r>
    </w:p>
    <w:p w14:paraId="14D2A466" w14:textId="77777777" w:rsidR="00522723" w:rsidRPr="006D0E0A" w:rsidRDefault="00522723" w:rsidP="00522723">
      <w:pPr>
        <w:pStyle w:val="Reference"/>
      </w:pPr>
      <w:r w:rsidRPr="006D0E0A">
        <w:t xml:space="preserve">P. Ranjan et al., in </w:t>
      </w:r>
      <w:proofErr w:type="spellStart"/>
      <w:r w:rsidRPr="006D0E0A">
        <w:t>SpringerBriefs</w:t>
      </w:r>
      <w:proofErr w:type="spellEnd"/>
      <w:r w:rsidRPr="006D0E0A">
        <w:t xml:space="preserve"> in Applied Sciences and Technology (Springer International Publishing, Cham, 2025), pp. 125–133.</w:t>
      </w:r>
    </w:p>
    <w:p w14:paraId="6FF99BEB" w14:textId="77777777" w:rsidR="00522723" w:rsidRPr="006D0E0A" w:rsidRDefault="00522723" w:rsidP="00522723">
      <w:pPr>
        <w:pStyle w:val="Reference"/>
      </w:pPr>
      <w:r w:rsidRPr="006D0E0A">
        <w:t xml:space="preserve">U. Ravindran and R. V. </w:t>
      </w:r>
      <w:proofErr w:type="spellStart"/>
      <w:r w:rsidRPr="006D0E0A">
        <w:t>Potukuchi</w:t>
      </w:r>
      <w:proofErr w:type="spellEnd"/>
      <w:r w:rsidRPr="006D0E0A">
        <w:t>, Review of Computer Engineering Studies 9, 1–22 (2022).</w:t>
      </w:r>
    </w:p>
    <w:p w14:paraId="55DF6F6B" w14:textId="77777777" w:rsidR="00522723" w:rsidRPr="006D0E0A" w:rsidRDefault="00522723" w:rsidP="00522723">
      <w:pPr>
        <w:pStyle w:val="Reference"/>
      </w:pPr>
      <w:r w:rsidRPr="006D0E0A">
        <w:t>P. Gio et al., in Proceedings of the 4221st Conference (2022), pp. 286–292.</w:t>
      </w:r>
    </w:p>
    <w:p w14:paraId="77C24F2F" w14:textId="77777777" w:rsidR="00522723" w:rsidRPr="006D0E0A" w:rsidRDefault="00522723" w:rsidP="00522723">
      <w:pPr>
        <w:pStyle w:val="Reference"/>
      </w:pPr>
      <w:r w:rsidRPr="006D0E0A">
        <w:t>J. Clarke and S. Furnell, Computers &amp; Security 114, 102298 (2022).</w:t>
      </w:r>
    </w:p>
    <w:p w14:paraId="7464ACD1" w14:textId="77777777" w:rsidR="00522723" w:rsidRPr="006D0E0A" w:rsidRDefault="00522723" w:rsidP="00522723">
      <w:pPr>
        <w:pStyle w:val="Reference"/>
      </w:pPr>
      <w:r w:rsidRPr="006D0E0A">
        <w:t xml:space="preserve">R. </w:t>
      </w:r>
      <w:proofErr w:type="spellStart"/>
      <w:r w:rsidRPr="006D0E0A">
        <w:t>Hermawan</w:t>
      </w:r>
      <w:proofErr w:type="spellEnd"/>
      <w:r w:rsidRPr="006D0E0A">
        <w:t xml:space="preserve">, </w:t>
      </w:r>
      <w:proofErr w:type="spellStart"/>
      <w:r w:rsidRPr="006D0E0A">
        <w:t>Jurnal</w:t>
      </w:r>
      <w:proofErr w:type="spellEnd"/>
      <w:r w:rsidRPr="006D0E0A">
        <w:t xml:space="preserve"> Teknik </w:t>
      </w:r>
      <w:proofErr w:type="spellStart"/>
      <w:r w:rsidRPr="006D0E0A">
        <w:t>Informatika</w:t>
      </w:r>
      <w:proofErr w:type="spellEnd"/>
      <w:r w:rsidRPr="006D0E0A">
        <w:t xml:space="preserve"> dan </w:t>
      </w:r>
      <w:proofErr w:type="spellStart"/>
      <w:r w:rsidRPr="006D0E0A">
        <w:t>Sistem</w:t>
      </w:r>
      <w:proofErr w:type="spellEnd"/>
      <w:r w:rsidRPr="006D0E0A">
        <w:t xml:space="preserve"> </w:t>
      </w:r>
      <w:proofErr w:type="spellStart"/>
      <w:r w:rsidRPr="006D0E0A">
        <w:t>Informasi</w:t>
      </w:r>
      <w:proofErr w:type="spellEnd"/>
      <w:r w:rsidRPr="006D0E0A">
        <w:t xml:space="preserve"> 6, (2021).</w:t>
      </w:r>
    </w:p>
    <w:p w14:paraId="5546B9BF" w14:textId="77777777" w:rsidR="00522723" w:rsidRPr="006D0E0A" w:rsidRDefault="00522723" w:rsidP="00522723">
      <w:pPr>
        <w:pStyle w:val="Reference"/>
      </w:pPr>
      <w:r w:rsidRPr="006D0E0A">
        <w:t>A. Malik, S. Kumar, and R. Singh, International Journal of Advanced Computer Science and Applications 13, (2022).</w:t>
      </w:r>
    </w:p>
    <w:p w14:paraId="1550BCEA" w14:textId="77777777" w:rsidR="00522723" w:rsidRPr="006D0E0A" w:rsidRDefault="00522723" w:rsidP="00522723">
      <w:pPr>
        <w:pStyle w:val="Reference"/>
      </w:pPr>
      <w:r w:rsidRPr="006D0E0A">
        <w:t>L. Agustina et al., Journal of Information Security Research 4, 16–21 (2025).</w:t>
      </w:r>
    </w:p>
    <w:p w14:paraId="556C1F65" w14:textId="77777777" w:rsidR="00522723" w:rsidRPr="006D0E0A" w:rsidRDefault="00522723" w:rsidP="00522723">
      <w:pPr>
        <w:pStyle w:val="Reference"/>
      </w:pPr>
      <w:r w:rsidRPr="006D0E0A">
        <w:t xml:space="preserve">M. </w:t>
      </w:r>
      <w:proofErr w:type="spellStart"/>
      <w:r w:rsidRPr="006D0E0A">
        <w:t>Baklizi</w:t>
      </w:r>
      <w:proofErr w:type="spellEnd"/>
      <w:r w:rsidRPr="006D0E0A">
        <w:t xml:space="preserve"> et al., International Journal of Intelligent Systems and Applications in Engineering 10, 75–85 (2022).</w:t>
      </w:r>
    </w:p>
    <w:p w14:paraId="2FFD3CFC" w14:textId="77777777" w:rsidR="00522723" w:rsidRPr="006D0E0A" w:rsidRDefault="00522723" w:rsidP="00522723">
      <w:pPr>
        <w:pStyle w:val="Reference"/>
      </w:pPr>
      <w:r w:rsidRPr="006D0E0A">
        <w:t xml:space="preserve">R. Thaqi, K. </w:t>
      </w:r>
      <w:proofErr w:type="spellStart"/>
      <w:r w:rsidRPr="006D0E0A">
        <w:t>Vishi</w:t>
      </w:r>
      <w:proofErr w:type="spellEnd"/>
      <w:r w:rsidRPr="006D0E0A">
        <w:t>, and B. Rexha, Journal of Applied Security Research 18, 789–807 (2023).</w:t>
      </w:r>
    </w:p>
    <w:p w14:paraId="4DE91CCB" w14:textId="15462255" w:rsidR="00326AE0" w:rsidRPr="00114AB1" w:rsidRDefault="00326AE0" w:rsidP="00A87643">
      <w:pPr>
        <w:pStyle w:val="Reference"/>
        <w:numPr>
          <w:ilvl w:val="0"/>
          <w:numId w:val="0"/>
        </w:numPr>
      </w:pPr>
    </w:p>
    <w:sectPr w:rsidR="00326AE0" w:rsidRPr="00114AB1"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06AAC3" w14:textId="77777777" w:rsidR="00FB2B86" w:rsidRDefault="00FB2B86" w:rsidP="00283CD4">
      <w:r>
        <w:separator/>
      </w:r>
    </w:p>
  </w:endnote>
  <w:endnote w:type="continuationSeparator" w:id="0">
    <w:p w14:paraId="27D891F1" w14:textId="77777777" w:rsidR="00FB2B86" w:rsidRDefault="00FB2B86" w:rsidP="0028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021688" w14:textId="77777777" w:rsidR="00FB2B86" w:rsidRDefault="00FB2B86" w:rsidP="00283CD4">
      <w:r>
        <w:separator/>
      </w:r>
    </w:p>
  </w:footnote>
  <w:footnote w:type="continuationSeparator" w:id="0">
    <w:p w14:paraId="3B66D9A1" w14:textId="77777777" w:rsidR="00FB2B86" w:rsidRDefault="00FB2B86" w:rsidP="00283C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3C907D0"/>
    <w:multiLevelType w:val="multilevel"/>
    <w:tmpl w:val="F8349372"/>
    <w:lvl w:ilvl="0">
      <w:start w:val="1"/>
      <w:numFmt w:val="decimal"/>
      <w:lvlText w:val="%1."/>
      <w:lvlJc w:val="left"/>
      <w:pPr>
        <w:tabs>
          <w:tab w:val="num" w:pos="720"/>
        </w:tabs>
        <w:ind w:left="720" w:hanging="360"/>
      </w:pPr>
    </w:lvl>
    <w:lvl w:ilvl="1">
      <w:start w:val="1"/>
      <w:numFmt w:val="bullet"/>
      <w:lvlText w:val="o"/>
      <w:lvlJc w:val="left"/>
      <w:pPr>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461239D"/>
    <w:multiLevelType w:val="multilevel"/>
    <w:tmpl w:val="E39204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B0878EE"/>
    <w:multiLevelType w:val="multilevel"/>
    <w:tmpl w:val="1BAAA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7" w15:restartNumberingAfterBreak="0">
    <w:nsid w:val="75B45B65"/>
    <w:multiLevelType w:val="multilevel"/>
    <w:tmpl w:val="EFCA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9" w15:restartNumberingAfterBreak="0">
    <w:nsid w:val="7E9274C4"/>
    <w:multiLevelType w:val="multilevel"/>
    <w:tmpl w:val="AAA2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6"/>
  </w:num>
  <w:num w:numId="4">
    <w:abstractNumId w:val="5"/>
  </w:num>
  <w:num w:numId="5">
    <w:abstractNumId w:val="9"/>
  </w:num>
  <w:num w:numId="6">
    <w:abstractNumId w:val="3"/>
  </w:num>
  <w:num w:numId="7">
    <w:abstractNumId w:val="1"/>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36D09"/>
    <w:rsid w:val="00055218"/>
    <w:rsid w:val="00064323"/>
    <w:rsid w:val="00066FED"/>
    <w:rsid w:val="00075EA6"/>
    <w:rsid w:val="0007709F"/>
    <w:rsid w:val="00086F62"/>
    <w:rsid w:val="00090674"/>
    <w:rsid w:val="0009320B"/>
    <w:rsid w:val="00096AE0"/>
    <w:rsid w:val="000B1B74"/>
    <w:rsid w:val="000B3A2D"/>
    <w:rsid w:val="000B49C0"/>
    <w:rsid w:val="000D1F48"/>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A32D0"/>
    <w:rsid w:val="001B263B"/>
    <w:rsid w:val="001B476A"/>
    <w:rsid w:val="001C764F"/>
    <w:rsid w:val="001C7BB3"/>
    <w:rsid w:val="001D469C"/>
    <w:rsid w:val="0021619E"/>
    <w:rsid w:val="0023171B"/>
    <w:rsid w:val="00236BFC"/>
    <w:rsid w:val="00237437"/>
    <w:rsid w:val="002502FD"/>
    <w:rsid w:val="00274622"/>
    <w:rsid w:val="00283CD4"/>
    <w:rsid w:val="00285D24"/>
    <w:rsid w:val="00290390"/>
    <w:rsid w:val="002915D3"/>
    <w:rsid w:val="002924DB"/>
    <w:rsid w:val="002941DA"/>
    <w:rsid w:val="002B5648"/>
    <w:rsid w:val="002E3C35"/>
    <w:rsid w:val="002F5298"/>
    <w:rsid w:val="002F52A7"/>
    <w:rsid w:val="00326AE0"/>
    <w:rsid w:val="00337E4F"/>
    <w:rsid w:val="00340C36"/>
    <w:rsid w:val="00346A9D"/>
    <w:rsid w:val="0039376F"/>
    <w:rsid w:val="003A287B"/>
    <w:rsid w:val="003A5C85"/>
    <w:rsid w:val="003A61B1"/>
    <w:rsid w:val="003B0050"/>
    <w:rsid w:val="003B23A3"/>
    <w:rsid w:val="003D6312"/>
    <w:rsid w:val="003E7C74"/>
    <w:rsid w:val="003F31C6"/>
    <w:rsid w:val="0040225B"/>
    <w:rsid w:val="00402DA2"/>
    <w:rsid w:val="00425AC2"/>
    <w:rsid w:val="00441ACF"/>
    <w:rsid w:val="0044771F"/>
    <w:rsid w:val="004B151D"/>
    <w:rsid w:val="004C68EF"/>
    <w:rsid w:val="004C7243"/>
    <w:rsid w:val="004E21DE"/>
    <w:rsid w:val="004E3C57"/>
    <w:rsid w:val="004E3CB2"/>
    <w:rsid w:val="00522723"/>
    <w:rsid w:val="00525813"/>
    <w:rsid w:val="0053513F"/>
    <w:rsid w:val="00543A2C"/>
    <w:rsid w:val="00574405"/>
    <w:rsid w:val="005854B0"/>
    <w:rsid w:val="005A0E21"/>
    <w:rsid w:val="005B3A34"/>
    <w:rsid w:val="005D49AF"/>
    <w:rsid w:val="005E415C"/>
    <w:rsid w:val="005E71ED"/>
    <w:rsid w:val="005E7946"/>
    <w:rsid w:val="005F7475"/>
    <w:rsid w:val="00603A9D"/>
    <w:rsid w:val="00611299"/>
    <w:rsid w:val="00613B4D"/>
    <w:rsid w:val="00616365"/>
    <w:rsid w:val="00616F3B"/>
    <w:rsid w:val="006249A7"/>
    <w:rsid w:val="0064225B"/>
    <w:rsid w:val="006763F9"/>
    <w:rsid w:val="006949BC"/>
    <w:rsid w:val="006D0E0A"/>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83204"/>
    <w:rsid w:val="00884295"/>
    <w:rsid w:val="008930E4"/>
    <w:rsid w:val="00893821"/>
    <w:rsid w:val="008A78C9"/>
    <w:rsid w:val="008A7B9C"/>
    <w:rsid w:val="008B1EE1"/>
    <w:rsid w:val="008B39FA"/>
    <w:rsid w:val="008B4754"/>
    <w:rsid w:val="008E6A7A"/>
    <w:rsid w:val="008F1038"/>
    <w:rsid w:val="008F7046"/>
    <w:rsid w:val="009005FC"/>
    <w:rsid w:val="00922E5A"/>
    <w:rsid w:val="00943315"/>
    <w:rsid w:val="00946C27"/>
    <w:rsid w:val="0099078C"/>
    <w:rsid w:val="009A4F3D"/>
    <w:rsid w:val="009B696B"/>
    <w:rsid w:val="009B7671"/>
    <w:rsid w:val="009E5BA1"/>
    <w:rsid w:val="009F056E"/>
    <w:rsid w:val="00A24F3D"/>
    <w:rsid w:val="00A26DCD"/>
    <w:rsid w:val="00A314BB"/>
    <w:rsid w:val="00A32B7D"/>
    <w:rsid w:val="00A53241"/>
    <w:rsid w:val="00A5596B"/>
    <w:rsid w:val="00A646B3"/>
    <w:rsid w:val="00A6739B"/>
    <w:rsid w:val="00A87643"/>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82C9E"/>
    <w:rsid w:val="00BA39BB"/>
    <w:rsid w:val="00BA3B3D"/>
    <w:rsid w:val="00BB7EEA"/>
    <w:rsid w:val="00BD1909"/>
    <w:rsid w:val="00BE5E16"/>
    <w:rsid w:val="00BE5FD1"/>
    <w:rsid w:val="00C06E05"/>
    <w:rsid w:val="00C14B14"/>
    <w:rsid w:val="00C17370"/>
    <w:rsid w:val="00C2054D"/>
    <w:rsid w:val="00C252EB"/>
    <w:rsid w:val="00C26EC0"/>
    <w:rsid w:val="00C56C77"/>
    <w:rsid w:val="00C729DE"/>
    <w:rsid w:val="00C84923"/>
    <w:rsid w:val="00CB7B3E"/>
    <w:rsid w:val="00CC739D"/>
    <w:rsid w:val="00D04468"/>
    <w:rsid w:val="00D25BDD"/>
    <w:rsid w:val="00D30640"/>
    <w:rsid w:val="00D31CC2"/>
    <w:rsid w:val="00D36257"/>
    <w:rsid w:val="00D4687E"/>
    <w:rsid w:val="00D53A12"/>
    <w:rsid w:val="00D87E2A"/>
    <w:rsid w:val="00DB0C43"/>
    <w:rsid w:val="00DC2B55"/>
    <w:rsid w:val="00DE3354"/>
    <w:rsid w:val="00DF7DCD"/>
    <w:rsid w:val="00E50B7D"/>
    <w:rsid w:val="00E56760"/>
    <w:rsid w:val="00E904A1"/>
    <w:rsid w:val="00EB7D28"/>
    <w:rsid w:val="00EC0D0C"/>
    <w:rsid w:val="00ED4A2C"/>
    <w:rsid w:val="00EF6940"/>
    <w:rsid w:val="00F2044A"/>
    <w:rsid w:val="00F20BFC"/>
    <w:rsid w:val="00F24D5F"/>
    <w:rsid w:val="00F726C3"/>
    <w:rsid w:val="00F820CA"/>
    <w:rsid w:val="00F8554C"/>
    <w:rsid w:val="00F95F82"/>
    <w:rsid w:val="00F97A90"/>
    <w:rsid w:val="00FB2B86"/>
    <w:rsid w:val="00FC2A0D"/>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88429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NoSpacing">
    <w:name w:val="No Spacing"/>
    <w:uiPriority w:val="1"/>
    <w:qFormat/>
    <w:rsid w:val="00543A2C"/>
    <w:rPr>
      <w:sz w:val="24"/>
      <w:lang w:val="en-US" w:eastAsia="en-US"/>
    </w:rPr>
  </w:style>
  <w:style w:type="table" w:styleId="PlainTable2">
    <w:name w:val="Plain Table 2"/>
    <w:basedOn w:val="TableNormal"/>
    <w:uiPriority w:val="42"/>
    <w:rsid w:val="00D31CC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semiHidden/>
    <w:rsid w:val="00884295"/>
    <w:rPr>
      <w:rFonts w:asciiTheme="majorHAnsi" w:eastAsiaTheme="majorEastAsia" w:hAnsiTheme="majorHAnsi" w:cstheme="majorBidi"/>
      <w:i/>
      <w:iCs/>
      <w:color w:val="365F91" w:themeColor="accent1" w:themeShade="BF"/>
      <w:sz w:val="24"/>
      <w:lang w:val="en-US" w:eastAsia="en-US"/>
    </w:rPr>
  </w:style>
  <w:style w:type="paragraph" w:styleId="Header">
    <w:name w:val="header"/>
    <w:basedOn w:val="Normal"/>
    <w:link w:val="HeaderChar"/>
    <w:unhideWhenUsed/>
    <w:rsid w:val="00283CD4"/>
    <w:pPr>
      <w:tabs>
        <w:tab w:val="center" w:pos="4513"/>
        <w:tab w:val="right" w:pos="9026"/>
      </w:tabs>
    </w:pPr>
  </w:style>
  <w:style w:type="character" w:customStyle="1" w:styleId="HeaderChar">
    <w:name w:val="Header Char"/>
    <w:basedOn w:val="DefaultParagraphFont"/>
    <w:link w:val="Header"/>
    <w:rsid w:val="00283CD4"/>
    <w:rPr>
      <w:sz w:val="24"/>
      <w:lang w:val="en-US" w:eastAsia="en-US"/>
    </w:rPr>
  </w:style>
  <w:style w:type="paragraph" w:styleId="Footer">
    <w:name w:val="footer"/>
    <w:basedOn w:val="Normal"/>
    <w:link w:val="FooterChar"/>
    <w:unhideWhenUsed/>
    <w:rsid w:val="00283CD4"/>
    <w:pPr>
      <w:tabs>
        <w:tab w:val="center" w:pos="4513"/>
        <w:tab w:val="right" w:pos="9026"/>
      </w:tabs>
    </w:pPr>
  </w:style>
  <w:style w:type="character" w:customStyle="1" w:styleId="FooterChar">
    <w:name w:val="Footer Char"/>
    <w:basedOn w:val="DefaultParagraphFont"/>
    <w:link w:val="Footer"/>
    <w:rsid w:val="00283CD4"/>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1190</TotalTime>
  <Pages>7</Pages>
  <Words>2531</Words>
  <Characters>14427</Characters>
  <Application>Microsoft Office Word</Application>
  <DocSecurity>0</DocSecurity>
  <Lines>120</Lines>
  <Paragraphs>33</Paragraphs>
  <ScaleCrop>false</ScaleCrop>
  <Company>PPI</Company>
  <LinksUpToDate>false</LinksUpToDate>
  <CharactersWithSpaces>16925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8</cp:revision>
  <cp:lastPrinted>2011-03-03T08:29:00Z</cp:lastPrinted>
  <dcterms:created xsi:type="dcterms:W3CDTF">2025-08-24T11:34:00Z</dcterms:created>
  <dcterms:modified xsi:type="dcterms:W3CDTF">2025-12-16T11:24:00Z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