
<file path=[Content_Types].xml><?xml version="1.0" encoding="utf-8"?>
<Types xmlns="http://schemas.openxmlformats.org/package/2006/content-types">
  <Default Extension="jpe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EE681D" w14:textId="77777777" w:rsidR="00B81577" w:rsidRDefault="00B81577" w:rsidP="00D30640">
      <w:pPr>
        <w:pStyle w:val="PaperTitle"/>
        <w:spacing w:before="0"/>
      </w:pPr>
    </w:p>
    <w:p w14:paraId="173CAC5F" w14:textId="77777777" w:rsidR="00B81577" w:rsidRDefault="00B81577" w:rsidP="00D30640">
      <w:pPr>
        <w:pStyle w:val="PaperTitle"/>
        <w:spacing w:before="0"/>
      </w:pPr>
    </w:p>
    <w:p w14:paraId="500F065A" w14:textId="77777777" w:rsidR="00B81577" w:rsidRDefault="00B81577" w:rsidP="00D30640">
      <w:pPr>
        <w:pStyle w:val="PaperTitle"/>
        <w:spacing w:before="0"/>
      </w:pPr>
    </w:p>
    <w:p w14:paraId="3B9815EA" w14:textId="0DAD652C" w:rsidR="0016385D" w:rsidRPr="00075EA6" w:rsidRDefault="004D365F" w:rsidP="00D30640">
      <w:pPr>
        <w:pStyle w:val="PaperTitle"/>
        <w:spacing w:before="0"/>
        <w:rPr>
          <w:b w:val="0"/>
          <w:bCs/>
          <w:sz w:val="24"/>
          <w:szCs w:val="24"/>
        </w:rPr>
      </w:pPr>
      <w:r w:rsidRPr="004D365F">
        <w:t>Systematic Review of Secure Programming Approaches in Autonomous Vehicle Software Engineering</w:t>
      </w:r>
      <w:r w:rsidR="00BE5FD1" w:rsidRPr="002B5648">
        <w:t xml:space="preserve"> </w:t>
      </w:r>
    </w:p>
    <w:p w14:paraId="548D96A3" w14:textId="0253BBCC" w:rsidR="00C14B14" w:rsidRDefault="004D365F" w:rsidP="2F830975">
      <w:pPr>
        <w:pStyle w:val="AuthorName"/>
        <w:rPr>
          <w:sz w:val="20"/>
          <w:lang w:val="en-GB" w:eastAsia="en-GB"/>
        </w:rPr>
      </w:pPr>
      <w:r>
        <w:t>Candra Nur Ihsan</w:t>
      </w:r>
      <w:r w:rsidR="00EF6940" w:rsidRPr="2F830975">
        <w:rPr>
          <w:vertAlign w:val="superscript"/>
        </w:rPr>
        <w:t>1,</w:t>
      </w:r>
      <w:r w:rsidR="003A5C85" w:rsidRPr="2F830975">
        <w:rPr>
          <w:vertAlign w:val="superscript"/>
        </w:rPr>
        <w:t xml:space="preserve"> </w:t>
      </w:r>
      <w:r w:rsidR="00EF6940" w:rsidRPr="2F830975">
        <w:rPr>
          <w:vertAlign w:val="superscript"/>
        </w:rPr>
        <w:t>a)</w:t>
      </w:r>
      <w:r>
        <w:t>,</w:t>
      </w:r>
      <w:r w:rsidRPr="004D365F">
        <w:t xml:space="preserve"> </w:t>
      </w:r>
      <w:r w:rsidR="00C62E2F">
        <w:t>Luqman Hakim</w:t>
      </w:r>
      <w:r w:rsidRPr="2F830975">
        <w:rPr>
          <w:vertAlign w:val="superscript"/>
        </w:rPr>
        <w:t>2, b)</w:t>
      </w:r>
      <w:r w:rsidR="00C62E2F">
        <w:t>,</w:t>
      </w:r>
      <w:r w:rsidR="0016385D">
        <w:t xml:space="preserve"> </w:t>
      </w:r>
      <w:r>
        <w:t>Nova Agustina</w:t>
      </w:r>
      <w:r w:rsidR="00EF6940" w:rsidRPr="2F830975">
        <w:rPr>
          <w:vertAlign w:val="superscript"/>
        </w:rPr>
        <w:t>3</w:t>
      </w:r>
      <w:r w:rsidR="003A5C85" w:rsidRPr="2F830975">
        <w:rPr>
          <w:vertAlign w:val="superscript"/>
        </w:rPr>
        <w:t xml:space="preserve">, </w:t>
      </w:r>
      <w:r>
        <w:rPr>
          <w:vertAlign w:val="superscript"/>
        </w:rPr>
        <w:t>c</w:t>
      </w:r>
      <w:r w:rsidR="003A5C85" w:rsidRPr="2F830975">
        <w:rPr>
          <w:vertAlign w:val="superscript"/>
        </w:rPr>
        <w:t>)</w:t>
      </w:r>
      <w:r w:rsidR="0016385D">
        <w:br/>
      </w:r>
    </w:p>
    <w:p w14:paraId="56D8C2E1" w14:textId="77777777" w:rsidR="00C14B14" w:rsidRPr="003B0050" w:rsidRDefault="00C14B14" w:rsidP="003B0050">
      <w:pPr>
        <w:pStyle w:val="AuthorName"/>
        <w:spacing w:before="0" w:after="0"/>
        <w:rPr>
          <w:sz w:val="20"/>
          <w:lang w:val="en-GB" w:eastAsia="en-GB"/>
        </w:rPr>
      </w:pPr>
      <w:r>
        <w:rPr>
          <w:sz w:val="20"/>
          <w:lang w:val="en-GB" w:eastAsia="en-GB"/>
        </w:rPr>
        <w:t xml:space="preserve">Author Affiliations </w:t>
      </w:r>
    </w:p>
    <w:p w14:paraId="52B506B6" w14:textId="50AF7239" w:rsidR="004D365F" w:rsidRDefault="00027428" w:rsidP="004D365F">
      <w:pPr>
        <w:pStyle w:val="AuthorAffiliation"/>
      </w:pPr>
      <w:r w:rsidRPr="2F830975">
        <w:rPr>
          <w:i w:val="0"/>
          <w:vertAlign w:val="superscript"/>
        </w:rPr>
        <w:t xml:space="preserve"> </w:t>
      </w:r>
      <w:r w:rsidRPr="00075EA6">
        <w:rPr>
          <w:i w:val="0"/>
          <w:iCs/>
          <w:vertAlign w:val="superscript"/>
        </w:rPr>
        <w:t>1</w:t>
      </w:r>
      <w:r w:rsidR="00C62E2F">
        <w:rPr>
          <w:i w:val="0"/>
          <w:iCs/>
          <w:vertAlign w:val="superscript"/>
        </w:rPr>
        <w:t xml:space="preserve"> </w:t>
      </w:r>
      <w:r w:rsidR="004D365F">
        <w:t>Research Center for Electronics</w:t>
      </w:r>
    </w:p>
    <w:p w14:paraId="5CFA9C09" w14:textId="67B8E4F3" w:rsidR="00C14B14" w:rsidRDefault="004D365F" w:rsidP="004D365F">
      <w:pPr>
        <w:pStyle w:val="AuthorAffiliation"/>
      </w:pPr>
      <w:r>
        <w:t>National Research and Innovation Agency</w:t>
      </w:r>
      <w:r w:rsidR="00390C06">
        <w:t>, Jakarta, Indonesia</w:t>
      </w:r>
      <w:r w:rsidR="0016385D" w:rsidRPr="00075EA6">
        <w:t xml:space="preserve"> </w:t>
      </w:r>
    </w:p>
    <w:p w14:paraId="1540EEFF" w14:textId="75BDDAAE" w:rsidR="00C14B14" w:rsidRPr="00075EA6" w:rsidRDefault="0016782F" w:rsidP="00C14B14">
      <w:pPr>
        <w:pStyle w:val="AuthorAffiliation"/>
      </w:pPr>
      <w:r w:rsidRPr="00075EA6">
        <w:t xml:space="preserve"> </w:t>
      </w:r>
      <w:r w:rsidR="00C14B14" w:rsidRPr="00075EA6">
        <w:rPr>
          <w:i w:val="0"/>
          <w:iCs/>
          <w:vertAlign w:val="superscript"/>
        </w:rPr>
        <w:t>2</w:t>
      </w:r>
      <w:r w:rsidR="00C62E2F">
        <w:rPr>
          <w:i w:val="0"/>
          <w:iCs/>
          <w:vertAlign w:val="superscript"/>
        </w:rPr>
        <w:t xml:space="preserve"> </w:t>
      </w:r>
      <w:r w:rsidR="00C62E2F">
        <w:t>Universitas Muhammadiyah Malang, Malang, Indonesia</w:t>
      </w:r>
      <w:r w:rsidR="00C14B14">
        <w:t>.</w:t>
      </w:r>
    </w:p>
    <w:p w14:paraId="771D6B6C" w14:textId="0F7B4D95" w:rsidR="00C14B14" w:rsidRPr="00075EA6" w:rsidRDefault="00C14B14" w:rsidP="00C14B14">
      <w:pPr>
        <w:pStyle w:val="AuthorAffiliation"/>
      </w:pPr>
      <w:r w:rsidRPr="00075EA6">
        <w:rPr>
          <w:i w:val="0"/>
          <w:iCs/>
          <w:vertAlign w:val="superscript"/>
        </w:rPr>
        <w:t>3</w:t>
      </w:r>
      <w:r w:rsidR="00C62E2F">
        <w:rPr>
          <w:i w:val="0"/>
          <w:iCs/>
          <w:vertAlign w:val="superscript"/>
        </w:rPr>
        <w:t xml:space="preserve"> </w:t>
      </w:r>
      <w:proofErr w:type="spellStart"/>
      <w:r w:rsidR="004D365F">
        <w:t>Universitas</w:t>
      </w:r>
      <w:proofErr w:type="spellEnd"/>
      <w:r w:rsidR="004D365F">
        <w:t xml:space="preserve"> </w:t>
      </w:r>
      <w:proofErr w:type="spellStart"/>
      <w:r w:rsidR="004D365F">
        <w:t>Teknologi</w:t>
      </w:r>
      <w:proofErr w:type="spellEnd"/>
      <w:r w:rsidR="004D365F">
        <w:t xml:space="preserve"> Bandung</w:t>
      </w:r>
      <w:r w:rsidR="00390C06">
        <w:t>, Bandung, Indonesia</w:t>
      </w:r>
    </w:p>
    <w:p w14:paraId="3EAF16AE" w14:textId="77777777" w:rsidR="00C14B14" w:rsidRDefault="00C14B14" w:rsidP="00C14B14">
      <w:pPr>
        <w:pStyle w:val="AuthorAffiliation"/>
      </w:pPr>
      <w:r w:rsidRPr="00075EA6">
        <w:br/>
      </w:r>
      <w:r>
        <w:t>Author Emails</w:t>
      </w:r>
    </w:p>
    <w:p w14:paraId="28DA41E8" w14:textId="0C4068F8" w:rsidR="004D365F" w:rsidRDefault="004D365F">
      <w:pPr>
        <w:pStyle w:val="AuthorEmail"/>
      </w:pPr>
      <w:r>
        <w:rPr>
          <w:szCs w:val="28"/>
          <w:vertAlign w:val="superscript"/>
        </w:rPr>
        <w:t>b</w:t>
      </w:r>
      <w:r w:rsidR="00003D7C" w:rsidRPr="00075EA6">
        <w:rPr>
          <w:szCs w:val="28"/>
          <w:vertAlign w:val="superscript"/>
        </w:rPr>
        <w:t>)</w:t>
      </w:r>
      <w:r w:rsidR="00003D7C" w:rsidRPr="00075EA6">
        <w:t xml:space="preserve"> Corresponding</w:t>
      </w:r>
      <w:r w:rsidR="004E3CB2" w:rsidRPr="00075EA6">
        <w:t xml:space="preserve"> author: </w:t>
      </w:r>
      <w:r w:rsidR="00C62E2F">
        <w:t>luqman.hakim</w:t>
      </w:r>
      <w:r w:rsidR="001D469C" w:rsidRPr="00075EA6">
        <w:t>@</w:t>
      </w:r>
      <w:r w:rsidR="00C62E2F">
        <w:t>umm.ac.id</w:t>
      </w:r>
      <w:r w:rsidR="001D469C" w:rsidRPr="00075EA6">
        <w:rPr>
          <w:i/>
        </w:rPr>
        <w:br/>
      </w:r>
      <w:r>
        <w:rPr>
          <w:szCs w:val="28"/>
          <w:vertAlign w:val="superscript"/>
        </w:rPr>
        <w:t>a</w:t>
      </w:r>
      <w:r w:rsidR="003A5C85" w:rsidRPr="00075EA6">
        <w:rPr>
          <w:szCs w:val="28"/>
          <w:vertAlign w:val="superscript"/>
        </w:rPr>
        <w:t>)</w:t>
      </w:r>
      <w:r w:rsidRPr="004D365F">
        <w:t xml:space="preserve"> candra.nur.ihsan@brin.go.id</w:t>
      </w:r>
    </w:p>
    <w:p w14:paraId="5E05E235" w14:textId="085C1716" w:rsidR="003A5C85" w:rsidRPr="00075EA6" w:rsidRDefault="004D365F">
      <w:pPr>
        <w:pStyle w:val="AuthorEmail"/>
      </w:pPr>
      <w:r>
        <w:rPr>
          <w:szCs w:val="28"/>
          <w:vertAlign w:val="superscript"/>
        </w:rPr>
        <w:t>c</w:t>
      </w:r>
      <w:r w:rsidRPr="00075EA6">
        <w:rPr>
          <w:szCs w:val="28"/>
          <w:vertAlign w:val="superscript"/>
        </w:rPr>
        <w:t>)</w:t>
      </w:r>
      <w:r w:rsidR="00C62E2F">
        <w:rPr>
          <w:szCs w:val="28"/>
          <w:vertAlign w:val="superscript"/>
        </w:rPr>
        <w:t xml:space="preserve"> </w:t>
      </w:r>
      <w:r>
        <w:t>nova@utb-univ.ac.id</w:t>
      </w:r>
    </w:p>
    <w:p w14:paraId="22C3F2A8" w14:textId="4A68100E" w:rsidR="0016385D" w:rsidRPr="00075EA6" w:rsidRDefault="0016385D" w:rsidP="00C14B14">
      <w:pPr>
        <w:pStyle w:val="Abstract"/>
      </w:pPr>
      <w:r w:rsidRPr="00075EA6">
        <w:rPr>
          <w:b/>
          <w:bCs/>
        </w:rPr>
        <w:t>Abstract.</w:t>
      </w:r>
      <w:r w:rsidRPr="00075EA6">
        <w:t xml:space="preserve"> </w:t>
      </w:r>
      <w:r w:rsidR="00EB7E3C" w:rsidRPr="00EB7E3C">
        <w:t>Autonomous vehicles are complex systems that integrate various technologies, including sensors, artificial intelligence, communication, and software, to operate independently. In these systems, software functions as the core control component, making its security critically important. Software vulnerabilities serve as potential entry points for cyberattacks that endanger user safety. This study aims to examine secure software development approaches through a systematic literature review of secure programming methods applied in the context of autonomous vehicles. The review employs a Population, Intervention, Comparison, Outcome, and Context (PICOC)-based approach to evaluate the effectiveness of each method used throughout the software development lifecycle. A review of 31 selected articles reveals that the software development process for autonomous vehicles generally includes security requirement identification, system design based on security principles, secure coding practices, security testing, and continuous maintenance. The most effective methods for ensuring security include the implementation of formal verification and model checking to mathematically guarantee compliance with security specifications. Furthermore, five optimization approaches were identified as essential for strengthening secure programming practices: mitigation of return-oriented programming exploits, implementation of lightweight cryptography, use of intrusion detection systems, adoption of secure boot mechanisms and trusted execution environments, and utilization of memory-safe programming languages. This study provides a solid foundation for building robust autonomous vehicle software that is resilient to security threats.</w:t>
      </w:r>
    </w:p>
    <w:p w14:paraId="5240E3FB" w14:textId="135E2A02" w:rsidR="003A287B" w:rsidRPr="00075EA6" w:rsidRDefault="00EB7E3C" w:rsidP="00003D7C">
      <w:pPr>
        <w:pStyle w:val="Heading1"/>
        <w:rPr>
          <w:b w:val="0"/>
          <w:caps w:val="0"/>
          <w:sz w:val="20"/>
        </w:rPr>
      </w:pPr>
      <w:r>
        <w:t>Introduction</w:t>
      </w:r>
    </w:p>
    <w:p w14:paraId="1E7702EE" w14:textId="77777777" w:rsidR="00B1000D" w:rsidRPr="004B44D2" w:rsidRDefault="003E7C74" w:rsidP="00827050">
      <w:pPr>
        <w:pStyle w:val="Paragraph"/>
        <w:rPr>
          <w:color w:val="000000"/>
        </w:rPr>
      </w:pPr>
      <w:r w:rsidRPr="004B44D2">
        <w:rPr>
          <w:color w:val="000000"/>
        </w:rPr>
        <w:t xml:space="preserve">This document was prepared using the </w:t>
      </w:r>
      <w:r w:rsidR="00003D7C" w:rsidRPr="004B44D2">
        <w:rPr>
          <w:color w:val="000000"/>
        </w:rPr>
        <w:t>AIP Conference Proceedings</w:t>
      </w:r>
      <w:r w:rsidRPr="004B44D2">
        <w:rPr>
          <w:color w:val="000000"/>
        </w:rPr>
        <w:t xml:space="preserve"> template for Microsoft Word. It provides a simple example of a paper and offer</w:t>
      </w:r>
      <w:r w:rsidR="00155B67" w:rsidRPr="004B44D2">
        <w:rPr>
          <w:color w:val="000000"/>
        </w:rPr>
        <w:t>s</w:t>
      </w:r>
      <w:r w:rsidRPr="004B44D2">
        <w:rPr>
          <w:color w:val="000000"/>
        </w:rPr>
        <w:t xml:space="preserve"> guidelines for preparing your article. </w:t>
      </w:r>
      <w:r w:rsidR="00155B67" w:rsidRPr="004B44D2">
        <w:rPr>
          <w:color w:val="000000"/>
        </w:rPr>
        <w:t>Here we introduce the paragraph styles for Level 1, Level 2</w:t>
      </w:r>
      <w:r w:rsidR="00EC0D0C" w:rsidRPr="004B44D2">
        <w:rPr>
          <w:color w:val="000000"/>
        </w:rPr>
        <w:t>,</w:t>
      </w:r>
      <w:r w:rsidR="00155B67" w:rsidRPr="004B44D2">
        <w:rPr>
          <w:color w:val="000000"/>
        </w:rPr>
        <w:t xml:space="preserve"> and Level 3 headings. </w:t>
      </w:r>
      <w:r w:rsidR="00B1000D" w:rsidRPr="004B44D2">
        <w:rPr>
          <w:color w:val="000000"/>
        </w:rPr>
        <w:t>Please note the following:</w:t>
      </w:r>
    </w:p>
    <w:p w14:paraId="626A7FA3" w14:textId="156C459E" w:rsidR="00B400A4" w:rsidRPr="004B44D2" w:rsidRDefault="00B400A4" w:rsidP="00B400A4">
      <w:pPr>
        <w:pStyle w:val="Paragraph"/>
        <w:rPr>
          <w:color w:val="000000"/>
        </w:rPr>
      </w:pPr>
      <w:r w:rsidRPr="004B44D2">
        <w:rPr>
          <w:color w:val="000000"/>
        </w:rPr>
        <w:t xml:space="preserve">Autonomous vehicles represent a major innovation in the transportation sector, operating independently by leveraging sensors </w:t>
      </w:r>
      <w:sdt>
        <w:sdtPr>
          <w:rPr>
            <w:color w:val="000000"/>
            <w:vertAlign w:val="superscript"/>
          </w:rPr>
          <w:tag w:val="MENDELEY_CITATION_v3_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"/>
          <w:id w:val="301654688"/>
          <w:placeholder>
            <w:docPart w:val="935C3DF3DED447FBA85DD6134C2AE77C"/>
          </w:placeholder>
        </w:sdtPr>
        <w:sdtEndPr/>
        <w:sdtContent>
          <w:r w:rsidR="00757DB2" w:rsidRPr="00757DB2">
            <w:rPr>
              <w:color w:val="000000"/>
              <w:vertAlign w:val="superscript"/>
            </w:rPr>
            <w:t>1</w:t>
          </w:r>
        </w:sdtContent>
      </w:sdt>
      <w:r w:rsidRPr="004B44D2">
        <w:rPr>
          <w:color w:val="000000"/>
        </w:rPr>
        <w:t xml:space="preserve">, Artificial Intelligence (AI) </w:t>
      </w:r>
      <w:sdt>
        <w:sdtPr>
          <w:rPr>
            <w:color w:val="000000"/>
            <w:vertAlign w:val="superscript"/>
          </w:rPr>
          <w:tag w:val="MENDELEY_CITATION_v3_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"/>
          <w:id w:val="-808089084"/>
          <w:placeholder>
            <w:docPart w:val="0CB77A45E7AF4F95824CC31EFC87C1AD"/>
          </w:placeholder>
        </w:sdtPr>
        <w:sdtEndPr/>
        <w:sdtContent>
          <w:r w:rsidR="00757DB2" w:rsidRPr="00757DB2">
            <w:rPr>
              <w:color w:val="000000"/>
              <w:vertAlign w:val="superscript"/>
            </w:rPr>
            <w:t>2,3</w:t>
          </w:r>
        </w:sdtContent>
      </w:sdt>
      <w:r w:rsidRPr="004B44D2">
        <w:rPr>
          <w:color w:val="000000"/>
        </w:rPr>
        <w:t xml:space="preserve">, software </w:t>
      </w:r>
      <w:sdt>
        <w:sdtPr>
          <w:rPr>
            <w:color w:val="000000"/>
            <w:vertAlign w:val="superscript"/>
          </w:rPr>
          <w:tag w:val="MENDELEY_CITATION_v3_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"/>
          <w:id w:val="1991063243"/>
          <w:placeholder>
            <w:docPart w:val="E843D592DCD947CE82F10736BA1DC5EA"/>
          </w:placeholder>
        </w:sdtPr>
        <w:sdtEndPr/>
        <w:sdtContent>
          <w:r w:rsidR="00757DB2" w:rsidRPr="00757DB2">
            <w:rPr>
              <w:color w:val="000000"/>
              <w:vertAlign w:val="superscript"/>
            </w:rPr>
            <w:t>4</w:t>
          </w:r>
        </w:sdtContent>
      </w:sdt>
      <w:r w:rsidRPr="004B44D2">
        <w:rPr>
          <w:color w:val="000000"/>
        </w:rPr>
        <w:t xml:space="preserve">, and advanced communication systems </w:t>
      </w:r>
      <w:sdt>
        <w:sdtPr>
          <w:rPr>
            <w:color w:val="000000"/>
            <w:vertAlign w:val="superscript"/>
          </w:rPr>
          <w:tag w:val="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"/>
          <w:id w:val="-480310153"/>
          <w:placeholder>
            <w:docPart w:val="BCEF5903C84F46DDB89737E3944665D7"/>
          </w:placeholder>
        </w:sdtPr>
        <w:sdtEndPr/>
        <w:sdtContent>
          <w:r w:rsidR="00757DB2" w:rsidRPr="00757DB2">
            <w:rPr>
              <w:color w:val="000000"/>
              <w:vertAlign w:val="superscript"/>
            </w:rPr>
            <w:t>5–7</w:t>
          </w:r>
        </w:sdtContent>
      </w:sdt>
      <w:r w:rsidRPr="004B44D2">
        <w:rPr>
          <w:color w:val="000000"/>
        </w:rPr>
        <w:t xml:space="preserve">. The integration of these diverse technologies in autonomous vehicles necessitates strict standards in the development process to avoid functional failures that could endanger passengers. One of the most vulnerable components is the software, which governs the entire autonomous system </w:t>
      </w:r>
      <w:sdt>
        <w:sdtPr>
          <w:rPr>
            <w:color w:val="000000"/>
            <w:vertAlign w:val="superscript"/>
          </w:rPr>
          <w:tag w:val="MENDELEY_CITATION_v3_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"/>
          <w:id w:val="1246611478"/>
          <w:placeholder>
            <w:docPart w:val="12657A8DE7E544D39A870C20769C189D"/>
          </w:placeholder>
        </w:sdtPr>
        <w:sdtEndPr/>
        <w:sdtContent>
          <w:r w:rsidR="00757DB2" w:rsidRPr="00757DB2">
            <w:rPr>
              <w:color w:val="000000"/>
              <w:vertAlign w:val="superscript"/>
            </w:rPr>
            <w:t>4</w:t>
          </w:r>
        </w:sdtContent>
      </w:sdt>
      <w:r w:rsidRPr="004B44D2">
        <w:rPr>
          <w:color w:val="000000"/>
        </w:rPr>
        <w:t xml:space="preserve">. The risk of cyberattacks targeting the software in autonomous vehicles can be significantly reduced from the early development stages through the implementation of secure programming technologies designed to ensure software security </w:t>
      </w:r>
      <w:sdt>
        <w:sdtPr>
          <w:rPr>
            <w:color w:val="000000"/>
            <w:vertAlign w:val="superscript"/>
          </w:rPr>
          <w:tag w:val="MENDELEY_CITATION_v3_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"/>
          <w:id w:val="308300003"/>
          <w:placeholder>
            <w:docPart w:val="3C90B2CC1CE84E18895EE08C46E3C2A9"/>
          </w:placeholder>
        </w:sdtPr>
        <w:sdtEndPr/>
        <w:sdtContent>
          <w:r w:rsidR="00757DB2" w:rsidRPr="00757DB2">
            <w:rPr>
              <w:color w:val="000000"/>
              <w:vertAlign w:val="superscript"/>
            </w:rPr>
            <w:t>8</w:t>
          </w:r>
        </w:sdtContent>
      </w:sdt>
      <w:r w:rsidRPr="004B44D2">
        <w:rPr>
          <w:color w:val="000000"/>
        </w:rPr>
        <w:t xml:space="preserve">. An established approach to address the challenges of secure programming is the Secure Software Development Life Cycle (SDLC) </w:t>
      </w:r>
      <w:sdt>
        <w:sdtPr>
          <w:rPr>
            <w:color w:val="000000"/>
            <w:vertAlign w:val="superscript"/>
          </w:rPr>
          <w:tag w:val="MENDELEY_CITATION_v3_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"/>
          <w:id w:val="-1857873511"/>
          <w:placeholder>
            <w:docPart w:val="6461A0398D2F47148B1D7C6CCD06740C"/>
          </w:placeholder>
        </w:sdtPr>
        <w:sdtEndPr/>
        <w:sdtContent>
          <w:r w:rsidR="00757DB2" w:rsidRPr="00757DB2">
            <w:rPr>
              <w:color w:val="000000"/>
              <w:vertAlign w:val="superscript"/>
            </w:rPr>
            <w:t>9</w:t>
          </w:r>
        </w:sdtContent>
      </w:sdt>
      <w:r w:rsidRPr="004B44D2">
        <w:rPr>
          <w:color w:val="000000"/>
        </w:rPr>
        <w:t xml:space="preserve">. The secure SDLC </w:t>
      </w:r>
      <w:r w:rsidRPr="004B44D2">
        <w:rPr>
          <w:color w:val="000000"/>
        </w:rPr>
        <w:lastRenderedPageBreak/>
        <w:t xml:space="preserve">consists of five key phases: planning, requirements analysis, design, implementation, and maintenance. Each SDLC phase in the context of autonomous vehicles demands specific methods, which have been identified in prior studies. Selecting the appropriate method for each stage of the SDLC provides a solid foundation for implementing secure programming </w:t>
      </w:r>
      <w:sdt>
        <w:sdtPr>
          <w:rPr>
            <w:color w:val="000000"/>
            <w:vertAlign w:val="superscript"/>
          </w:rPr>
          <w:tag w:val="MENDELEY_CITATION_v3_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"/>
          <w:id w:val="1708368812"/>
          <w:placeholder>
            <w:docPart w:val="0AAE9CDFC9B048C19057936BE2FADEC6"/>
          </w:placeholder>
        </w:sdtPr>
        <w:sdtEndPr/>
        <w:sdtContent>
          <w:r w:rsidR="00757DB2" w:rsidRPr="00757DB2">
            <w:rPr>
              <w:color w:val="000000"/>
              <w:vertAlign w:val="superscript"/>
            </w:rPr>
            <w:t>10</w:t>
          </w:r>
        </w:sdtContent>
      </w:sdt>
      <w:r w:rsidRPr="004B44D2">
        <w:rPr>
          <w:color w:val="000000"/>
        </w:rPr>
        <w:t xml:space="preserve">, aiming to ensure the security and reliability of autonomous vehicle software against potential cyber threats </w:t>
      </w:r>
      <w:sdt>
        <w:sdtPr>
          <w:rPr>
            <w:color w:val="000000"/>
            <w:vertAlign w:val="superscript"/>
          </w:rPr>
          <w:tag w:val="MENDELEY_CITATION_v3_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"/>
          <w:id w:val="-849325469"/>
          <w:placeholder>
            <w:docPart w:val="AF00E630BFA6442AB186B2F0E78B2316"/>
          </w:placeholder>
        </w:sdtPr>
        <w:sdtEndPr/>
        <w:sdtContent>
          <w:r w:rsidR="00757DB2" w:rsidRPr="00757DB2">
            <w:rPr>
              <w:color w:val="000000"/>
              <w:vertAlign w:val="superscript"/>
            </w:rPr>
            <w:t>11,12</w:t>
          </w:r>
        </w:sdtContent>
      </w:sdt>
      <w:r w:rsidRPr="004B44D2">
        <w:rPr>
          <w:color w:val="000000"/>
        </w:rPr>
        <w:t>.</w:t>
      </w:r>
    </w:p>
    <w:p w14:paraId="56B829C5" w14:textId="180CB790" w:rsidR="003F31C6" w:rsidRPr="004B44D2" w:rsidRDefault="00B400A4" w:rsidP="00B400A4">
      <w:pPr>
        <w:pStyle w:val="Paragraph"/>
        <w:rPr>
          <w:color w:val="000000"/>
        </w:rPr>
      </w:pPr>
      <w:r w:rsidRPr="004B44D2">
        <w:rPr>
          <w:color w:val="000000"/>
        </w:rPr>
        <w:t xml:space="preserve">This study aims to conduct a Systematic Literature Review (SLR) on the application of secure programming in autonomous vehicle software development using the Secure SDLC approach. The review adopts the Population, Intervention, Comparison, Outcome, and Context (PICOC) method </w:t>
      </w:r>
      <w:sdt>
        <w:sdtPr>
          <w:rPr>
            <w:color w:val="000000"/>
            <w:vertAlign w:val="superscript"/>
          </w:rPr>
          <w:tag w:val="MENDELEY_CITATION_v3_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"/>
          <w:id w:val="937185448"/>
          <w:placeholder>
            <w:docPart w:val="3C90B2CC1CE84E18895EE08C46E3C2A9"/>
          </w:placeholder>
        </w:sdtPr>
        <w:sdtEndPr/>
        <w:sdtContent>
          <w:r w:rsidR="00757DB2" w:rsidRPr="00757DB2">
            <w:rPr>
              <w:color w:val="000000"/>
              <w:vertAlign w:val="superscript"/>
            </w:rPr>
            <w:t>13</w:t>
          </w:r>
        </w:sdtContent>
      </w:sdt>
      <w:r w:rsidRPr="004B44D2">
        <w:rPr>
          <w:color w:val="000000"/>
        </w:rPr>
        <w:t xml:space="preserve"> to identify and analyze the methods applied in each SDLC phase within the context of autonomous vehicles. In summary, the objective of this research is:</w:t>
      </w:r>
    </w:p>
    <w:p w14:paraId="70B3E60E" w14:textId="77777777" w:rsidR="00B400A4" w:rsidRDefault="00B400A4" w:rsidP="00B400A4">
      <w:pPr>
        <w:pStyle w:val="Paragraphbulleted"/>
      </w:pPr>
      <w:r>
        <w:t>To identify the processes that can be implemented in autonomous vehicle software development systems based on the Secure Software Development Life Cycle (SDLC).</w:t>
      </w:r>
    </w:p>
    <w:p w14:paraId="408DA14B" w14:textId="77777777" w:rsidR="00B400A4" w:rsidRDefault="00B400A4" w:rsidP="00B400A4">
      <w:pPr>
        <w:pStyle w:val="Paragraphbulleted"/>
      </w:pPr>
      <w:r>
        <w:t>To identify secure programming methods applied in the development of autonomous vehicle software.</w:t>
      </w:r>
    </w:p>
    <w:p w14:paraId="6233C2BC" w14:textId="41FF7CD8" w:rsidR="00B400A4" w:rsidRDefault="00B400A4" w:rsidP="00B400A4">
      <w:pPr>
        <w:pStyle w:val="Paragraphbulleted"/>
        <w:ind w:left="641" w:hanging="357"/>
      </w:pPr>
      <w:r>
        <w:t>To identify secure programming optimization techniques that enhance software security for implementation in autonomous vehicles.</w:t>
      </w:r>
    </w:p>
    <w:p w14:paraId="663BC39E" w14:textId="77777777" w:rsidR="003F31C6" w:rsidRPr="00AE7500" w:rsidRDefault="003F31C6" w:rsidP="003F31C6">
      <w:pPr>
        <w:pStyle w:val="Paragraphbulleted"/>
        <w:numPr>
          <w:ilvl w:val="0"/>
          <w:numId w:val="0"/>
        </w:numPr>
        <w:ind w:left="1004"/>
      </w:pPr>
    </w:p>
    <w:p w14:paraId="7A48328A" w14:textId="0A2BC8E6" w:rsidR="00335702" w:rsidRDefault="00335702" w:rsidP="00003D7C">
      <w:pPr>
        <w:pStyle w:val="Paragraph"/>
      </w:pPr>
      <w:r w:rsidRPr="00335702">
        <w:t xml:space="preserve">To provide a structured discussion, this article is organized as follows. </w:t>
      </w:r>
      <w:r w:rsidR="00D242B2">
        <w:t>First section</w:t>
      </w:r>
      <w:r w:rsidRPr="00335702">
        <w:t xml:space="preserve"> presents related surveys on secure software development in autonomous vehicles and connected systems. </w:t>
      </w:r>
      <w:r w:rsidR="00D242B2">
        <w:t>Second section</w:t>
      </w:r>
      <w:r w:rsidRPr="00335702">
        <w:t xml:space="preserve"> describes the research methodology, including the formulation of research questions, search strategies, and selection criteria based on the PICOC framework. </w:t>
      </w:r>
      <w:r w:rsidR="00D242B2">
        <w:t>Furthermore, next section</w:t>
      </w:r>
      <w:r w:rsidRPr="00335702">
        <w:t xml:space="preserve"> discusses the results of the systematic literature review, which are divided into three parts: the processes implemented in the Secure SDLC, the secure programming methods applied, and the optimization techniques that support software security. Finally, Section V concludes the study by summarizing key findings and highlighting directions for future research.</w:t>
      </w:r>
    </w:p>
    <w:p w14:paraId="4BFDA15F" w14:textId="42EEF79E" w:rsidR="00EB7E3C" w:rsidRPr="00075EA6" w:rsidRDefault="008F4176" w:rsidP="00EB7E3C">
      <w:pPr>
        <w:pStyle w:val="Heading1"/>
        <w:rPr>
          <w:b w:val="0"/>
          <w:caps w:val="0"/>
          <w:sz w:val="20"/>
        </w:rPr>
      </w:pPr>
      <w:r>
        <w:t>literature review</w:t>
      </w:r>
    </w:p>
    <w:p w14:paraId="693EB408" w14:textId="5ED23E74" w:rsidR="0022478D" w:rsidRDefault="0022478D" w:rsidP="00EB7E3C">
      <w:pPr>
        <w:pStyle w:val="Paragraph"/>
      </w:pPr>
      <w:r w:rsidRPr="0022478D">
        <w:t xml:space="preserve">To strengthen the foundation of this study, several previous surveys and related works were reviewed to provide insights into secure software development and cybersecurity in autonomous systems. These surveys not only highlight the current state of research but also present challenges and gaps that align with the objectives of this paper. The following subsections summarize three key studies that are closely related to our research focus, </w:t>
      </w:r>
      <w:r>
        <w:t>i.e.,</w:t>
      </w:r>
      <w:r w:rsidRPr="0022478D">
        <w:t xml:space="preserve"> secure software lifecycle approaches for autonomous vehicles, cybersecurity issues in unmanned aerial vehicles, and security attacks and defense techniques in connected and autonomous vehicles.</w:t>
      </w:r>
    </w:p>
    <w:p w14:paraId="575AE26A" w14:textId="2B12D90D" w:rsidR="00B400A4" w:rsidRDefault="00B400A4" w:rsidP="00B400A4">
      <w:pPr>
        <w:pStyle w:val="Heading2"/>
      </w:pPr>
      <w:r w:rsidRPr="00645275">
        <w:t xml:space="preserve">Towards a Secure Software Lifecycle for Autonomous Vehicles </w:t>
      </w:r>
      <w:sdt>
        <w:sdtPr>
          <w:rPr>
            <w:b w:val="0"/>
            <w:color w:val="000000"/>
            <w:vertAlign w:val="superscript"/>
          </w:rPr>
          <w:tag w:val="MENDELEY_CITATION_v3_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"/>
          <w:id w:val="-1685123047"/>
          <w:placeholder>
            <w:docPart w:val="FB94BC39B48942448932BA859B621168"/>
          </w:placeholder>
        </w:sdtPr>
        <w:sdtEndPr/>
        <w:sdtContent>
          <w:r w:rsidR="00757DB2" w:rsidRPr="00757DB2">
            <w:rPr>
              <w:b w:val="0"/>
              <w:color w:val="000000"/>
              <w:vertAlign w:val="superscript"/>
            </w:rPr>
            <w:t>4</w:t>
          </w:r>
        </w:sdtContent>
      </w:sdt>
    </w:p>
    <w:p w14:paraId="46F6050D" w14:textId="131DDEC2" w:rsidR="00B400A4" w:rsidRPr="004B44D2" w:rsidRDefault="00B400A4" w:rsidP="00B400A4">
      <w:pPr>
        <w:pStyle w:val="Paragraph"/>
        <w:rPr>
          <w:color w:val="000000"/>
        </w:rPr>
      </w:pPr>
      <w:r w:rsidRPr="004B44D2">
        <w:rPr>
          <w:color w:val="000000"/>
        </w:rPr>
        <w:t xml:space="preserve">Article </w:t>
      </w:r>
      <w:sdt>
        <w:sdtPr>
          <w:rPr>
            <w:color w:val="000000"/>
            <w:vertAlign w:val="superscript"/>
          </w:rPr>
          <w:tag w:val="MENDELEY_CITATION_v3_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"/>
          <w:id w:val="-1516830610"/>
          <w:placeholder>
            <w:docPart w:val="577167B99A4C480AB7D346BCB83BF129"/>
          </w:placeholder>
        </w:sdtPr>
        <w:sdtEndPr/>
        <w:sdtContent>
          <w:r w:rsidR="00757DB2" w:rsidRPr="00757DB2">
            <w:rPr>
              <w:color w:val="000000"/>
              <w:vertAlign w:val="superscript"/>
            </w:rPr>
            <w:t>4</w:t>
          </w:r>
        </w:sdtContent>
      </w:sdt>
      <w:r w:rsidRPr="004B44D2">
        <w:rPr>
          <w:color w:val="000000"/>
        </w:rPr>
        <w:t xml:space="preserve"> introduces Secure Vehicle Software Engineering (SVSE) as a secure software lifecycle model for autonomous vehicles. This model ensures security from the early stages of development to the operational phase by integrating security measures into every stage of the development process. SVSE also complies with international standards such as ISO/SAE 21434 and WP.29, ensuring that autonomous vehicles remain resilient against evolving cyber threats throughout their operational lifespan. Article </w:t>
      </w:r>
      <w:sdt>
        <w:sdtPr>
          <w:rPr>
            <w:color w:val="000000"/>
            <w:vertAlign w:val="superscript"/>
          </w:rPr>
          <w:tag w:val="MENDELEY_CITATION_v3_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"/>
          <w:id w:val="181872315"/>
          <w:placeholder>
            <w:docPart w:val="A48F1B69C2E441D99BB7782F4C2F0EFF"/>
          </w:placeholder>
        </w:sdtPr>
        <w:sdtEndPr/>
        <w:sdtContent>
          <w:r w:rsidR="00757DB2" w:rsidRPr="00757DB2">
            <w:rPr>
              <w:color w:val="000000"/>
              <w:vertAlign w:val="superscript"/>
            </w:rPr>
            <w:t>4</w:t>
          </w:r>
        </w:sdtContent>
      </w:sdt>
      <w:r w:rsidRPr="004B44D2">
        <w:rPr>
          <w:color w:val="000000"/>
        </w:rPr>
        <w:t xml:space="preserve"> aligns with our research in its focus on the secure software development lifecycle for autonomous vehicles. However, while it emphasizes the application of security standards across the entire SDLC, our study aims to conduct a systematic review of various secure programming approaches implemented in each phase of the SDLC. This enables a deeper evaluation of specific secure coding methods that can be applied to strengthen software security in autonomous vehicle systems.</w:t>
      </w:r>
    </w:p>
    <w:p w14:paraId="205504F9" w14:textId="600BB503" w:rsidR="00B400A4" w:rsidRDefault="00B400A4" w:rsidP="00B400A4">
      <w:pPr>
        <w:pStyle w:val="Heading2"/>
        <w:tabs>
          <w:tab w:val="num" w:pos="288"/>
        </w:tabs>
      </w:pPr>
      <w:r w:rsidRPr="00645275">
        <w:t xml:space="preserve">Cybersecurity of Unmanned Aerial Vehicles: A Survey </w:t>
      </w:r>
      <w:sdt>
        <w:sdtPr>
          <w:rPr>
            <w:b w:val="0"/>
            <w:color w:val="000000"/>
            <w:vertAlign w:val="superscript"/>
          </w:rPr>
          <w:tag w:val="MENDELEY_CITATION_v3_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"/>
          <w:id w:val="1072233071"/>
          <w:placeholder>
            <w:docPart w:val="9285580D6D47474087871D1E029607B2"/>
          </w:placeholder>
        </w:sdtPr>
        <w:sdtEndPr/>
        <w:sdtContent>
          <w:r w:rsidR="00757DB2" w:rsidRPr="00757DB2">
            <w:rPr>
              <w:b w:val="0"/>
              <w:color w:val="000000"/>
              <w:vertAlign w:val="superscript"/>
            </w:rPr>
            <w:t>11</w:t>
          </w:r>
        </w:sdtContent>
      </w:sdt>
    </w:p>
    <w:p w14:paraId="2E6AB310" w14:textId="2CB246A0" w:rsidR="00B400A4" w:rsidRPr="004B44D2" w:rsidRDefault="00B400A4" w:rsidP="00B400A4">
      <w:pPr>
        <w:pStyle w:val="Paragraph"/>
        <w:rPr>
          <w:color w:val="000000"/>
        </w:rPr>
      </w:pPr>
      <w:r w:rsidRPr="004B44D2">
        <w:rPr>
          <w:color w:val="000000"/>
        </w:rPr>
        <w:t xml:space="preserve">Article </w:t>
      </w:r>
      <w:sdt>
        <w:sdtPr>
          <w:rPr>
            <w:color w:val="000000"/>
            <w:vertAlign w:val="superscript"/>
          </w:rPr>
          <w:tag w:val="MENDELEY_CITATION_v3_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"/>
          <w:id w:val="189881579"/>
          <w:placeholder>
            <w:docPart w:val="6BD09FF14C5242048551394F7CFF46E9"/>
          </w:placeholder>
        </w:sdtPr>
        <w:sdtEndPr/>
        <w:sdtContent>
          <w:r w:rsidR="00757DB2" w:rsidRPr="00757DB2">
            <w:rPr>
              <w:color w:val="000000"/>
              <w:vertAlign w:val="superscript"/>
            </w:rPr>
            <w:t>11</w:t>
          </w:r>
        </w:sdtContent>
      </w:sdt>
      <w:r w:rsidRPr="004B44D2">
        <w:rPr>
          <w:color w:val="000000"/>
        </w:rPr>
        <w:t xml:space="preserve"> reviews cybersecurity issues in Unmanned Aerial Vehicles (UAVs), which are increasingly used across various sectors. UAVs face security challenges similar to those of autonomous vehicles, including attacks targeting communication systems and software. The article discusses potential threats and mitigation techniques such as software vulnerability analysis and GPS spoofing attacks, which can also be applied to other autonomous systems, including autonomous vehicles. Although Article </w:t>
      </w:r>
      <w:sdt>
        <w:sdtPr>
          <w:rPr>
            <w:color w:val="000000"/>
            <w:vertAlign w:val="superscript"/>
          </w:rPr>
          <w:tag w:val="MENDELEY_CITATION_v3_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"/>
          <w:id w:val="-2071718701"/>
          <w:placeholder>
            <w:docPart w:val="329CC08BC20D4F67AAB719F7BBDE92BE"/>
          </w:placeholder>
        </w:sdtPr>
        <w:sdtEndPr/>
        <w:sdtContent>
          <w:r w:rsidR="00757DB2" w:rsidRPr="00757DB2">
            <w:rPr>
              <w:color w:val="000000"/>
              <w:vertAlign w:val="superscript"/>
            </w:rPr>
            <w:t>11</w:t>
          </w:r>
        </w:sdtContent>
      </w:sdt>
      <w:r w:rsidRPr="004B44D2">
        <w:rPr>
          <w:color w:val="000000"/>
        </w:rPr>
        <w:t xml:space="preserve"> focuses on UAVs, many of the security challenges are similar to those encountered by autonomous vehicles, particularly regarding communication and control systems that are vulnerable to attacks. Our research, however, is specifically focused on autonomous ground vehicles and the application of secure programming methods in software development. While our study systematically investigates </w:t>
      </w:r>
      <w:r w:rsidRPr="004B44D2">
        <w:rPr>
          <w:color w:val="000000"/>
        </w:rPr>
        <w:lastRenderedPageBreak/>
        <w:t>secure coding techniques within the Secure SDLC framework to address cybersecurity threats, this article places greater emphasis on cybersecurity in the context of hardware and communication systems.</w:t>
      </w:r>
    </w:p>
    <w:p w14:paraId="1E02C48F" w14:textId="28980A24" w:rsidR="0072286E" w:rsidRDefault="0072286E" w:rsidP="0072286E">
      <w:pPr>
        <w:pStyle w:val="Heading2"/>
        <w:tabs>
          <w:tab w:val="num" w:pos="288"/>
        </w:tabs>
      </w:pPr>
      <w:r w:rsidRPr="00645275">
        <w:t xml:space="preserve">A Survey on Security Attacks and Defense Techniques for Connected and Autonomous Vehicles </w:t>
      </w:r>
      <w:sdt>
        <w:sdtPr>
          <w:rPr>
            <w:b w:val="0"/>
            <w:color w:val="000000"/>
            <w:vertAlign w:val="superscript"/>
          </w:rPr>
          <w:tag w:val="MENDELEY_CITATION_v3_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"/>
          <w:id w:val="-2078506302"/>
          <w:placeholder>
            <w:docPart w:val="16AC32DA588D44FA95DFF1055DF412F7"/>
          </w:placeholder>
        </w:sdtPr>
        <w:sdtEndPr/>
        <w:sdtContent>
          <w:r w:rsidR="00757DB2" w:rsidRPr="00757DB2">
            <w:rPr>
              <w:b w:val="0"/>
              <w:color w:val="000000"/>
              <w:vertAlign w:val="superscript"/>
            </w:rPr>
            <w:t>14</w:t>
          </w:r>
        </w:sdtContent>
      </w:sdt>
    </w:p>
    <w:p w14:paraId="7172E7D6" w14:textId="489BF4B1" w:rsidR="0072286E" w:rsidRPr="004B44D2" w:rsidRDefault="0072286E" w:rsidP="0072286E">
      <w:pPr>
        <w:pStyle w:val="Paragraph"/>
        <w:rPr>
          <w:color w:val="000000"/>
        </w:rPr>
      </w:pPr>
      <w:r w:rsidRPr="004B44D2">
        <w:rPr>
          <w:color w:val="000000"/>
        </w:rPr>
        <w:t xml:space="preserve">Article </w:t>
      </w:r>
      <w:sdt>
        <w:sdtPr>
          <w:rPr>
            <w:color w:val="000000"/>
            <w:vertAlign w:val="superscript"/>
          </w:rPr>
          <w:tag w:val="MENDELEY_CITATION_v3_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"/>
          <w:id w:val="-110905807"/>
          <w:placeholder>
            <w:docPart w:val="CD58E51388744E39AFE96D9253C73C34"/>
          </w:placeholder>
        </w:sdtPr>
        <w:sdtEndPr/>
        <w:sdtContent>
          <w:r w:rsidR="00757DB2" w:rsidRPr="00757DB2">
            <w:rPr>
              <w:color w:val="000000"/>
              <w:vertAlign w:val="superscript"/>
            </w:rPr>
            <w:t>14</w:t>
          </w:r>
        </w:sdtContent>
      </w:sdt>
      <w:r w:rsidRPr="004B44D2">
        <w:rPr>
          <w:color w:val="000000"/>
        </w:rPr>
        <w:t xml:space="preserve"> provides a comprehensive review of security attacks and defense techniques in autonomous and connected vehicles (CAVs). The study classifies attack models based on the targeted vehicle components and discusses defense strategies such as encryption and anomaly detection to enhance CAV system security. The article highlights emerging security challenges, including attacks on sensors and communication networks, which must be addressed by autonomous vehicle developers. While both Article </w:t>
      </w:r>
      <w:sdt>
        <w:sdtPr>
          <w:rPr>
            <w:color w:val="000000"/>
            <w:vertAlign w:val="superscript"/>
          </w:rPr>
          <w:tag w:val="MENDELEY_CITATION_v3_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"/>
          <w:id w:val="1671821256"/>
          <w:placeholder>
            <w:docPart w:val="CE1BDA2E77444F089CEFA70D6FBE022B"/>
          </w:placeholder>
        </w:sdtPr>
        <w:sdtEndPr/>
        <w:sdtContent>
          <w:r w:rsidR="00757DB2" w:rsidRPr="00757DB2">
            <w:rPr>
              <w:color w:val="000000"/>
              <w:vertAlign w:val="superscript"/>
            </w:rPr>
            <w:t>14</w:t>
          </w:r>
        </w:sdtContent>
      </w:sdt>
      <w:r w:rsidRPr="004B44D2">
        <w:rPr>
          <w:color w:val="000000"/>
        </w:rPr>
        <w:t xml:space="preserve"> and our study focus on autonomous vehicles, they adopt different approaches. Article [9] primarily discusses general defense tactics and physical vulnerabilities in components such as Electronic Control Units (ECUs) and communication networks. In contrast, our research concentrates on a systematic review of secure coding methods implemented throughout the Secure SDLC to ensure software security. We examine the specific techniques applicable to each phase of software development, whereas Article [9] provides a broader overview of attacks and countermeasures.</w:t>
      </w:r>
    </w:p>
    <w:p w14:paraId="44C7E07C" w14:textId="77777777" w:rsidR="00B400A4" w:rsidRPr="00B400A4" w:rsidRDefault="00B400A4" w:rsidP="004B44D2">
      <w:pPr>
        <w:pStyle w:val="Paragraph"/>
        <w:ind w:firstLine="0"/>
      </w:pPr>
    </w:p>
    <w:p w14:paraId="3F2D3677" w14:textId="01A8C51E" w:rsidR="00EB7E3C" w:rsidRPr="00075EA6" w:rsidRDefault="00EB7E3C" w:rsidP="00EB7E3C">
      <w:pPr>
        <w:pStyle w:val="Heading1"/>
        <w:rPr>
          <w:b w:val="0"/>
          <w:caps w:val="0"/>
          <w:sz w:val="20"/>
        </w:rPr>
      </w:pPr>
      <w:r>
        <w:t>Methods</w:t>
      </w:r>
    </w:p>
    <w:p w14:paraId="563291D5" w14:textId="77777777" w:rsidR="0072286E" w:rsidRDefault="0072286E" w:rsidP="0072286E">
      <w:pPr>
        <w:pStyle w:val="Paragraph"/>
      </w:pPr>
      <w:r w:rsidRPr="00645275">
        <w:t>The methodology for this systematic literature review on secure programming approaches in autonomous vehicle software engineering adopts the Population, Intervention, Comparison, Outcome, and Context (PICOC) framework to ensure a comprehensive and unbiased assessment of existing research. This chapter outlines the systematic search strategy employed, including the selection criteria for relevant studies and the keywords used. It also describes the data extraction process, the techniques applied to evaluate the quality and relevance of each study, and the methods used to synthesize the extracted findings. The results of the literature search are summarized in Figure 1.</w:t>
      </w:r>
    </w:p>
    <w:p w14:paraId="209E196C" w14:textId="6C420306" w:rsidR="005B4FC1" w:rsidRDefault="005B4FC1" w:rsidP="005B4FC1">
      <w:pPr>
        <w:pStyle w:val="Paragraph"/>
        <w:ind w:firstLine="0"/>
        <w:jc w:val="center"/>
      </w:pPr>
      <w:r w:rsidRPr="00645275">
        <w:rPr>
          <w:noProof/>
        </w:rPr>
        <w:drawing>
          <wp:inline distT="0" distB="0" distL="0" distR="0" wp14:anchorId="3B7ADF43" wp14:editId="73D3DE56">
            <wp:extent cx="2689761" cy="3374638"/>
            <wp:effectExtent l="0" t="0" r="0" b="0"/>
            <wp:docPr id="2083473744" name="Gambar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16990" cy="3408801"/>
                    </a:xfrm>
                    <a:prstGeom prst="rect">
                      <a:avLst/>
                    </a:prstGeom>
                    <a:noFill/>
                    <a:ln>
                      <a:noFill/>
                    </a:ln>
                  </pic:spPr>
                </pic:pic>
              </a:graphicData>
            </a:graphic>
          </wp:inline>
        </w:drawing>
      </w:r>
    </w:p>
    <w:p w14:paraId="450A92C4" w14:textId="6EB4EDE8" w:rsidR="005B4FC1" w:rsidRPr="00B81577" w:rsidRDefault="005B4FC1" w:rsidP="005B4FC1">
      <w:pPr>
        <w:pStyle w:val="Paragraph"/>
        <w:ind w:firstLine="0"/>
        <w:jc w:val="center"/>
        <w:rPr>
          <w:sz w:val="18"/>
          <w:szCs w:val="18"/>
        </w:rPr>
      </w:pPr>
      <w:r w:rsidRPr="00B81577">
        <w:rPr>
          <w:b/>
          <w:caps/>
          <w:sz w:val="18"/>
          <w:szCs w:val="18"/>
        </w:rPr>
        <w:t>Figure 1.</w:t>
      </w:r>
      <w:r w:rsidRPr="00B81577">
        <w:rPr>
          <w:sz w:val="18"/>
          <w:szCs w:val="18"/>
        </w:rPr>
        <w:t xml:space="preserve"> PICOC Flow for Study Selection in the Systematic Literature Review on Secure Programming in Autonomous Vehicles</w:t>
      </w:r>
    </w:p>
    <w:p w14:paraId="5370EA7B" w14:textId="0A8FAD1B" w:rsidR="005B4FC1" w:rsidRDefault="005B4FC1" w:rsidP="005B4FC1">
      <w:pPr>
        <w:pStyle w:val="Heading2"/>
        <w:tabs>
          <w:tab w:val="num" w:pos="288"/>
        </w:tabs>
      </w:pPr>
      <w:r w:rsidRPr="005B4FC1">
        <w:lastRenderedPageBreak/>
        <w:t>Research Question</w:t>
      </w:r>
    </w:p>
    <w:p w14:paraId="12154DFC" w14:textId="21BC28A6" w:rsidR="005B4FC1" w:rsidRDefault="005B4FC1" w:rsidP="005B4FC1">
      <w:pPr>
        <w:pStyle w:val="Paragraph"/>
      </w:pPr>
      <w:r w:rsidRPr="005B4FC1">
        <w:t xml:space="preserve">In this study, research questions were formulated to guide the systematic literature review process and to support the identification, analysis, and synthesis of findings related to secure programming approaches in autonomous vehicle software engineering. The Population, Intervention, Comparison, Outcome, and Context (PICOC) framework was applied to ensure that every aspect of the research is analyzed in a systematic and structured manner. Table </w:t>
      </w:r>
      <w:r w:rsidR="00AE29B3">
        <w:t>1</w:t>
      </w:r>
      <w:r w:rsidRPr="005B4FC1">
        <w:t xml:space="preserve"> presents the formulation of the research questions developed using the PICOC framework.</w:t>
      </w:r>
    </w:p>
    <w:tbl>
      <w:tblPr>
        <w:tblW w:w="0" w:type="auto"/>
        <w:jc w:val="center"/>
        <w:tblBorders>
          <w:bottom w:val="single" w:sz="4" w:space="0" w:color="auto"/>
        </w:tblBorders>
        <w:tblLayout w:type="fixed"/>
        <w:tblLook w:val="0000" w:firstRow="0" w:lastRow="0" w:firstColumn="0" w:lastColumn="0" w:noHBand="0" w:noVBand="0"/>
      </w:tblPr>
      <w:tblGrid>
        <w:gridCol w:w="1701"/>
        <w:gridCol w:w="5322"/>
      </w:tblGrid>
      <w:tr w:rsidR="005B4FC1" w:rsidRPr="00075EA6" w14:paraId="3765434C" w14:textId="77777777" w:rsidTr="005B4FC1">
        <w:trPr>
          <w:cantSplit/>
          <w:trHeight w:val="404"/>
          <w:jc w:val="center"/>
        </w:trPr>
        <w:tc>
          <w:tcPr>
            <w:tcW w:w="7023" w:type="dxa"/>
            <w:gridSpan w:val="2"/>
            <w:tcBorders>
              <w:bottom w:val="nil"/>
            </w:tcBorders>
          </w:tcPr>
          <w:p w14:paraId="5936318B" w14:textId="6952E499" w:rsidR="005B4FC1" w:rsidRPr="00075EA6" w:rsidRDefault="005B4FC1" w:rsidP="00DF200D">
            <w:pPr>
              <w:pStyle w:val="TableCaption"/>
            </w:pPr>
            <w:r w:rsidRPr="00075EA6">
              <w:rPr>
                <w:b/>
              </w:rPr>
              <w:t xml:space="preserve">TABLE 1. </w:t>
            </w:r>
            <w:r w:rsidRPr="005B4FC1">
              <w:t xml:space="preserve">Research Question Formulation Using </w:t>
            </w:r>
            <w:proofErr w:type="gramStart"/>
            <w:r w:rsidRPr="005B4FC1">
              <w:t>The</w:t>
            </w:r>
            <w:proofErr w:type="gramEnd"/>
            <w:r w:rsidRPr="005B4FC1">
              <w:t xml:space="preserve"> </w:t>
            </w:r>
            <w:proofErr w:type="spellStart"/>
            <w:r w:rsidRPr="005B4FC1">
              <w:t>Picoc</w:t>
            </w:r>
            <w:proofErr w:type="spellEnd"/>
            <w:r w:rsidRPr="005B4FC1">
              <w:t xml:space="preserve"> Framework</w:t>
            </w:r>
          </w:p>
        </w:tc>
      </w:tr>
      <w:tr w:rsidR="005B4FC1" w:rsidRPr="00075EA6" w14:paraId="73DF8EDB" w14:textId="77777777" w:rsidTr="005B4FC1">
        <w:trPr>
          <w:cantSplit/>
          <w:trHeight w:val="272"/>
          <w:jc w:val="center"/>
        </w:trPr>
        <w:tc>
          <w:tcPr>
            <w:tcW w:w="1701" w:type="dxa"/>
            <w:tcBorders>
              <w:top w:val="single" w:sz="4" w:space="0" w:color="auto"/>
              <w:bottom w:val="single" w:sz="4" w:space="0" w:color="auto"/>
            </w:tcBorders>
            <w:vAlign w:val="center"/>
          </w:tcPr>
          <w:p w14:paraId="42D38490" w14:textId="1027C34D" w:rsidR="005B4FC1" w:rsidRPr="00075EA6" w:rsidRDefault="005B4FC1" w:rsidP="00DF200D">
            <w:pPr>
              <w:jc w:val="center"/>
            </w:pPr>
            <w:r>
              <w:rPr>
                <w:b/>
                <w:sz w:val="18"/>
                <w:szCs w:val="18"/>
              </w:rPr>
              <w:t xml:space="preserve">PICOC </w:t>
            </w:r>
            <w:r w:rsidR="0008337C">
              <w:rPr>
                <w:b/>
                <w:sz w:val="18"/>
                <w:szCs w:val="18"/>
              </w:rPr>
              <w:t>Attributes</w:t>
            </w:r>
          </w:p>
        </w:tc>
        <w:tc>
          <w:tcPr>
            <w:tcW w:w="5322" w:type="dxa"/>
            <w:tcBorders>
              <w:top w:val="single" w:sz="4" w:space="0" w:color="auto"/>
              <w:bottom w:val="single" w:sz="4" w:space="0" w:color="auto"/>
            </w:tcBorders>
            <w:vAlign w:val="center"/>
          </w:tcPr>
          <w:p w14:paraId="47916CDE" w14:textId="3B37EB4E" w:rsidR="005B4FC1" w:rsidRPr="00075EA6" w:rsidRDefault="005B4FC1" w:rsidP="00DF200D">
            <w:pPr>
              <w:jc w:val="center"/>
              <w:rPr>
                <w:b/>
                <w:sz w:val="18"/>
                <w:szCs w:val="18"/>
              </w:rPr>
            </w:pPr>
            <w:r>
              <w:rPr>
                <w:b/>
                <w:sz w:val="18"/>
                <w:szCs w:val="18"/>
              </w:rPr>
              <w:t>Description</w:t>
            </w:r>
          </w:p>
        </w:tc>
      </w:tr>
      <w:tr w:rsidR="005B4FC1" w:rsidRPr="005A0E21" w14:paraId="09E60E09" w14:textId="77777777" w:rsidTr="005B4FC1">
        <w:trPr>
          <w:cantSplit/>
          <w:trHeight w:val="462"/>
          <w:jc w:val="center"/>
        </w:trPr>
        <w:tc>
          <w:tcPr>
            <w:tcW w:w="1701" w:type="dxa"/>
            <w:tcBorders>
              <w:top w:val="nil"/>
            </w:tcBorders>
            <w:vAlign w:val="center"/>
          </w:tcPr>
          <w:p w14:paraId="62786B5B" w14:textId="18B31810" w:rsidR="005B4FC1" w:rsidRPr="005A0E21" w:rsidRDefault="005B4FC1" w:rsidP="005B4FC1">
            <w:pPr>
              <w:pStyle w:val="Paragraph"/>
            </w:pPr>
            <w:r w:rsidRPr="00645275">
              <w:t>Population</w:t>
            </w:r>
          </w:p>
        </w:tc>
        <w:tc>
          <w:tcPr>
            <w:tcW w:w="5322" w:type="dxa"/>
            <w:tcBorders>
              <w:top w:val="nil"/>
            </w:tcBorders>
            <w:vAlign w:val="center"/>
          </w:tcPr>
          <w:p w14:paraId="40BB6F61" w14:textId="3543572A" w:rsidR="005B4FC1" w:rsidRPr="005A0E21" w:rsidRDefault="005B4FC1" w:rsidP="001A5444">
            <w:pPr>
              <w:jc w:val="both"/>
              <w:rPr>
                <w:sz w:val="20"/>
              </w:rPr>
            </w:pPr>
            <w:r w:rsidRPr="005B4FC1">
              <w:rPr>
                <w:sz w:val="20"/>
              </w:rPr>
              <w:t>Autonomous vehicle software development</w:t>
            </w:r>
          </w:p>
        </w:tc>
      </w:tr>
      <w:tr w:rsidR="005B4FC1" w:rsidRPr="005A0E21" w14:paraId="43A75A11" w14:textId="77777777" w:rsidTr="005B4FC1">
        <w:trPr>
          <w:cantSplit/>
          <w:trHeight w:val="451"/>
          <w:jc w:val="center"/>
        </w:trPr>
        <w:tc>
          <w:tcPr>
            <w:tcW w:w="1701" w:type="dxa"/>
            <w:vAlign w:val="center"/>
          </w:tcPr>
          <w:p w14:paraId="59B52BE3" w14:textId="3924C1B2" w:rsidR="005B4FC1" w:rsidRPr="005A0E21" w:rsidRDefault="005B4FC1" w:rsidP="005B4FC1">
            <w:pPr>
              <w:pStyle w:val="Paragraph"/>
            </w:pPr>
            <w:r w:rsidRPr="00645275">
              <w:t>Intervention</w:t>
            </w:r>
          </w:p>
        </w:tc>
        <w:tc>
          <w:tcPr>
            <w:tcW w:w="5322" w:type="dxa"/>
            <w:vAlign w:val="center"/>
          </w:tcPr>
          <w:p w14:paraId="16617B49" w14:textId="56145965" w:rsidR="005B4FC1" w:rsidRPr="005A0E21" w:rsidRDefault="005B4FC1" w:rsidP="001A5444">
            <w:pPr>
              <w:jc w:val="both"/>
              <w:rPr>
                <w:sz w:val="20"/>
              </w:rPr>
            </w:pPr>
            <w:r w:rsidRPr="005B4FC1">
              <w:rPr>
                <w:sz w:val="20"/>
              </w:rPr>
              <w:t>Implementation of secure programming in the SDLC</w:t>
            </w:r>
          </w:p>
        </w:tc>
      </w:tr>
      <w:tr w:rsidR="005B4FC1" w:rsidRPr="005A0E21" w14:paraId="577D60B1" w14:textId="77777777" w:rsidTr="005B4FC1">
        <w:trPr>
          <w:cantSplit/>
          <w:trHeight w:val="237"/>
          <w:jc w:val="center"/>
        </w:trPr>
        <w:tc>
          <w:tcPr>
            <w:tcW w:w="1701" w:type="dxa"/>
            <w:vAlign w:val="center"/>
          </w:tcPr>
          <w:p w14:paraId="063728A7" w14:textId="218D3B9C" w:rsidR="005B4FC1" w:rsidRPr="005A0E21" w:rsidRDefault="005B4FC1" w:rsidP="005B4FC1">
            <w:pPr>
              <w:pStyle w:val="Paragraph"/>
            </w:pPr>
            <w:r w:rsidRPr="00645275">
              <w:t>Comparison</w:t>
            </w:r>
          </w:p>
        </w:tc>
        <w:tc>
          <w:tcPr>
            <w:tcW w:w="5322" w:type="dxa"/>
            <w:vAlign w:val="center"/>
          </w:tcPr>
          <w:p w14:paraId="0D1F466B" w14:textId="77976C6F" w:rsidR="005B4FC1" w:rsidRPr="005A0E21" w:rsidRDefault="005B4FC1" w:rsidP="001A5444">
            <w:pPr>
              <w:jc w:val="both"/>
              <w:rPr>
                <w:sz w:val="20"/>
              </w:rPr>
            </w:pPr>
            <w:r w:rsidRPr="005B4FC1">
              <w:rPr>
                <w:sz w:val="20"/>
              </w:rPr>
              <w:t>Comparison of secure programming methods</w:t>
            </w:r>
          </w:p>
        </w:tc>
      </w:tr>
      <w:tr w:rsidR="005B4FC1" w:rsidRPr="005A0E21" w14:paraId="3B852242" w14:textId="77777777" w:rsidTr="005B4FC1">
        <w:trPr>
          <w:cantSplit/>
          <w:trHeight w:val="237"/>
          <w:jc w:val="center"/>
        </w:trPr>
        <w:tc>
          <w:tcPr>
            <w:tcW w:w="1701" w:type="dxa"/>
            <w:vAlign w:val="center"/>
          </w:tcPr>
          <w:p w14:paraId="1E98BBC5" w14:textId="7D8007A1" w:rsidR="005B4FC1" w:rsidRPr="00645275" w:rsidRDefault="005B4FC1" w:rsidP="005B4FC1">
            <w:pPr>
              <w:pStyle w:val="Paragraph"/>
            </w:pPr>
            <w:r w:rsidRPr="00645275">
              <w:t>Outcomes</w:t>
            </w:r>
          </w:p>
        </w:tc>
        <w:tc>
          <w:tcPr>
            <w:tcW w:w="5322" w:type="dxa"/>
            <w:vAlign w:val="center"/>
          </w:tcPr>
          <w:p w14:paraId="64683E25" w14:textId="33B19A88" w:rsidR="005B4FC1" w:rsidRPr="005B4FC1" w:rsidRDefault="005B4FC1" w:rsidP="001A5444">
            <w:pPr>
              <w:jc w:val="both"/>
              <w:rPr>
                <w:sz w:val="20"/>
              </w:rPr>
            </w:pPr>
            <w:r w:rsidRPr="005B4FC1">
              <w:rPr>
                <w:sz w:val="20"/>
              </w:rPr>
              <w:t>Effectiveness in reducing software vulnerabilities</w:t>
            </w:r>
          </w:p>
        </w:tc>
      </w:tr>
      <w:tr w:rsidR="005B4FC1" w:rsidRPr="005A0E21" w14:paraId="5637FC1D" w14:textId="77777777" w:rsidTr="005B4FC1">
        <w:trPr>
          <w:cantSplit/>
          <w:trHeight w:val="237"/>
          <w:jc w:val="center"/>
        </w:trPr>
        <w:tc>
          <w:tcPr>
            <w:tcW w:w="1701" w:type="dxa"/>
            <w:vAlign w:val="center"/>
          </w:tcPr>
          <w:p w14:paraId="4FCDAA1C" w14:textId="3CCFCFE8" w:rsidR="005B4FC1" w:rsidRPr="00645275" w:rsidRDefault="005B4FC1" w:rsidP="005B4FC1">
            <w:pPr>
              <w:pStyle w:val="Paragraph"/>
            </w:pPr>
            <w:r w:rsidRPr="00645275">
              <w:t>Context</w:t>
            </w:r>
          </w:p>
        </w:tc>
        <w:tc>
          <w:tcPr>
            <w:tcW w:w="5322" w:type="dxa"/>
            <w:vAlign w:val="center"/>
          </w:tcPr>
          <w:p w14:paraId="2003C47F" w14:textId="0B67DC4A" w:rsidR="005B4FC1" w:rsidRPr="005B4FC1" w:rsidRDefault="005B4FC1" w:rsidP="001A5444">
            <w:pPr>
              <w:jc w:val="both"/>
              <w:rPr>
                <w:sz w:val="20"/>
              </w:rPr>
            </w:pPr>
            <w:r w:rsidRPr="005B4FC1">
              <w:rPr>
                <w:sz w:val="20"/>
              </w:rPr>
              <w:t>Autonomous vehicles and security standards</w:t>
            </w:r>
          </w:p>
        </w:tc>
      </w:tr>
    </w:tbl>
    <w:p w14:paraId="125F49B9" w14:textId="77777777" w:rsidR="005B4FC1" w:rsidRDefault="005B4FC1" w:rsidP="005B4FC1">
      <w:pPr>
        <w:pStyle w:val="Paragraph"/>
      </w:pPr>
    </w:p>
    <w:p w14:paraId="7C629814" w14:textId="77777777" w:rsidR="0008337C" w:rsidRPr="00645275" w:rsidRDefault="0008337C" w:rsidP="0008337C">
      <w:pPr>
        <w:pStyle w:val="Paragraph"/>
      </w:pPr>
      <w:r w:rsidRPr="00645275">
        <w:t>Subsequently, the research questions were formulated with a focus on critical aspects of secure software development, particularly in the context of cybersecurity and the challenges faced by developers in ensuring the security of autonomous vehicle software. The formulated research questions are as follows:</w:t>
      </w:r>
    </w:p>
    <w:p w14:paraId="6D71252F" w14:textId="77777777" w:rsidR="0008337C" w:rsidRPr="00645275" w:rsidRDefault="0008337C" w:rsidP="0008337C">
      <w:pPr>
        <w:pStyle w:val="Paragraphbulleted"/>
        <w:ind w:left="641" w:hanging="357"/>
      </w:pPr>
      <w:bookmarkStart w:id="0" w:name="_Hlk197526472"/>
      <w:r w:rsidRPr="00645275">
        <w:t>What processes are implemented in autonomous vehicle software development systems based on the Secure Software Development Life Cycle (SDLC)?</w:t>
      </w:r>
    </w:p>
    <w:p w14:paraId="28AC67E6" w14:textId="77777777" w:rsidR="0008337C" w:rsidRPr="00645275" w:rsidRDefault="0008337C" w:rsidP="0008337C">
      <w:pPr>
        <w:pStyle w:val="Paragraphbulleted"/>
        <w:ind w:left="641" w:hanging="357"/>
      </w:pPr>
      <w:bookmarkStart w:id="1" w:name="_Hlk197526592"/>
      <w:bookmarkEnd w:id="0"/>
      <w:r w:rsidRPr="00645275">
        <w:t>What secure programming methods are applied in the development of autonomous vehicle software?</w:t>
      </w:r>
    </w:p>
    <w:p w14:paraId="791AA4B7" w14:textId="77777777" w:rsidR="0008337C" w:rsidRPr="00645275" w:rsidRDefault="0008337C" w:rsidP="0008337C">
      <w:pPr>
        <w:pStyle w:val="Paragraphbulleted"/>
        <w:ind w:left="641" w:hanging="357"/>
      </w:pPr>
      <w:bookmarkStart w:id="2" w:name="_Hlk197526679"/>
      <w:bookmarkEnd w:id="1"/>
      <w:r w:rsidRPr="00645275">
        <w:t>What secure programming optimizations can help enhance software security?</w:t>
      </w:r>
    </w:p>
    <w:bookmarkEnd w:id="2"/>
    <w:p w14:paraId="753EE5AA" w14:textId="5EB46886" w:rsidR="0008337C" w:rsidRDefault="0008337C" w:rsidP="0008337C">
      <w:pPr>
        <w:pStyle w:val="Heading2"/>
        <w:tabs>
          <w:tab w:val="num" w:pos="288"/>
        </w:tabs>
      </w:pPr>
      <w:r>
        <w:t>Search Strategies</w:t>
      </w:r>
    </w:p>
    <w:p w14:paraId="7766CB0F" w14:textId="77777777" w:rsidR="0008337C" w:rsidRDefault="0008337C" w:rsidP="0008337C">
      <w:pPr>
        <w:pStyle w:val="Paragraph"/>
      </w:pPr>
      <w:r w:rsidRPr="00645275">
        <w:t>The literature search was conducted across several major scientific databases, including IEEE Xplore and IEEE Access, ScienceDirect, Springer, and JEECS. This study involved data extraction, quality assessment of articles based on their relevance and contribution to the topic of secure programming, and data synthesis using a descriptive qualitative approach to identify trends, research gaps, and opportunities for further investigation in this field.</w:t>
      </w:r>
    </w:p>
    <w:p w14:paraId="45F6A7C0" w14:textId="25DD874D" w:rsidR="0008337C" w:rsidRDefault="0008337C" w:rsidP="0008337C">
      <w:pPr>
        <w:pStyle w:val="Heading2"/>
        <w:tabs>
          <w:tab w:val="num" w:pos="288"/>
        </w:tabs>
      </w:pPr>
      <w:r>
        <w:t>Selection Criteria and Process</w:t>
      </w:r>
    </w:p>
    <w:p w14:paraId="00CD074C" w14:textId="77777777" w:rsidR="0008337C" w:rsidRPr="00645275" w:rsidRDefault="0008337C" w:rsidP="0008337C">
      <w:pPr>
        <w:pStyle w:val="Paragraph"/>
      </w:pPr>
      <w:r w:rsidRPr="00645275">
        <w:t>The selection process in this study followed a systematic approach to ensure that only the most relevant and high-quality studies were included in the review. The selection criteria were defined based on the PICOC (Population, Intervention, Comparison, Outcome, and Context) framework, aiming to filter the literature objectively and in a structured manner. Studies were included in the review if they met the criteria summarized in Table 2.</w:t>
      </w:r>
    </w:p>
    <w:tbl>
      <w:tblPr>
        <w:tblW w:w="0" w:type="auto"/>
        <w:jc w:val="center"/>
        <w:tblBorders>
          <w:bottom w:val="single" w:sz="4" w:space="0" w:color="auto"/>
        </w:tblBorders>
        <w:tblLayout w:type="fixed"/>
        <w:tblLook w:val="0000" w:firstRow="0" w:lastRow="0" w:firstColumn="0" w:lastColumn="0" w:noHBand="0" w:noVBand="0"/>
      </w:tblPr>
      <w:tblGrid>
        <w:gridCol w:w="2041"/>
        <w:gridCol w:w="4139"/>
        <w:gridCol w:w="3092"/>
      </w:tblGrid>
      <w:tr w:rsidR="001A5444" w:rsidRPr="00075EA6" w14:paraId="32411498" w14:textId="77777777" w:rsidTr="001A5444">
        <w:trPr>
          <w:cantSplit/>
          <w:trHeight w:val="471"/>
          <w:jc w:val="center"/>
        </w:trPr>
        <w:tc>
          <w:tcPr>
            <w:tcW w:w="9272" w:type="dxa"/>
            <w:gridSpan w:val="3"/>
            <w:tcBorders>
              <w:bottom w:val="nil"/>
            </w:tcBorders>
          </w:tcPr>
          <w:p w14:paraId="094B8BDB" w14:textId="06A9E8F5" w:rsidR="001A5444" w:rsidRPr="00075EA6" w:rsidRDefault="001A5444" w:rsidP="00DF200D">
            <w:pPr>
              <w:pStyle w:val="TableCaption"/>
            </w:pPr>
            <w:r w:rsidRPr="00075EA6">
              <w:rPr>
                <w:b/>
              </w:rPr>
              <w:t xml:space="preserve">TABLE </w:t>
            </w:r>
            <w:r>
              <w:rPr>
                <w:b/>
              </w:rPr>
              <w:t>2</w:t>
            </w:r>
            <w:r w:rsidRPr="00075EA6">
              <w:rPr>
                <w:b/>
              </w:rPr>
              <w:t xml:space="preserve">. </w:t>
            </w:r>
            <w:r w:rsidRPr="001A5444">
              <w:t>Inclusion And Exclusion Criteria for Study Selection</w:t>
            </w:r>
          </w:p>
        </w:tc>
      </w:tr>
      <w:tr w:rsidR="001A5444" w:rsidRPr="00075EA6" w14:paraId="66822597" w14:textId="77777777" w:rsidTr="001A5444">
        <w:trPr>
          <w:cantSplit/>
          <w:trHeight w:val="289"/>
          <w:jc w:val="center"/>
        </w:trPr>
        <w:tc>
          <w:tcPr>
            <w:tcW w:w="2041" w:type="dxa"/>
            <w:tcBorders>
              <w:top w:val="single" w:sz="4" w:space="0" w:color="auto"/>
              <w:bottom w:val="single" w:sz="4" w:space="0" w:color="auto"/>
            </w:tcBorders>
            <w:vAlign w:val="center"/>
          </w:tcPr>
          <w:p w14:paraId="05BFE25D" w14:textId="723B557D" w:rsidR="001A5444" w:rsidRPr="001A5444" w:rsidRDefault="001A5444" w:rsidP="001A5444">
            <w:pPr>
              <w:jc w:val="center"/>
              <w:rPr>
                <w:b/>
                <w:sz w:val="18"/>
                <w:szCs w:val="18"/>
              </w:rPr>
            </w:pPr>
            <w:r w:rsidRPr="001A5444">
              <w:rPr>
                <w:b/>
                <w:sz w:val="18"/>
                <w:szCs w:val="18"/>
              </w:rPr>
              <w:t>Category</w:t>
            </w:r>
          </w:p>
        </w:tc>
        <w:tc>
          <w:tcPr>
            <w:tcW w:w="4139" w:type="dxa"/>
            <w:tcBorders>
              <w:top w:val="single" w:sz="4" w:space="0" w:color="auto"/>
              <w:bottom w:val="single" w:sz="4" w:space="0" w:color="auto"/>
            </w:tcBorders>
            <w:vAlign w:val="center"/>
          </w:tcPr>
          <w:p w14:paraId="2D5BC6C7" w14:textId="14B8854D" w:rsidR="001A5444" w:rsidRPr="00075EA6" w:rsidRDefault="001A5444" w:rsidP="001A5444">
            <w:pPr>
              <w:jc w:val="center"/>
              <w:rPr>
                <w:b/>
                <w:sz w:val="18"/>
                <w:szCs w:val="18"/>
              </w:rPr>
            </w:pPr>
            <w:r w:rsidRPr="001A5444">
              <w:rPr>
                <w:b/>
                <w:sz w:val="18"/>
                <w:szCs w:val="18"/>
              </w:rPr>
              <w:t>Inclusion Criteria</w:t>
            </w:r>
          </w:p>
        </w:tc>
        <w:tc>
          <w:tcPr>
            <w:tcW w:w="3091" w:type="dxa"/>
            <w:tcBorders>
              <w:top w:val="single" w:sz="4" w:space="0" w:color="auto"/>
              <w:bottom w:val="single" w:sz="4" w:space="0" w:color="auto"/>
            </w:tcBorders>
            <w:vAlign w:val="center"/>
          </w:tcPr>
          <w:p w14:paraId="34E59497" w14:textId="497E1BBF" w:rsidR="001A5444" w:rsidRPr="00075EA6" w:rsidRDefault="001A5444" w:rsidP="001A5444">
            <w:pPr>
              <w:jc w:val="center"/>
              <w:rPr>
                <w:b/>
                <w:sz w:val="18"/>
                <w:szCs w:val="18"/>
              </w:rPr>
            </w:pPr>
            <w:r w:rsidRPr="001A5444">
              <w:rPr>
                <w:b/>
                <w:sz w:val="18"/>
                <w:szCs w:val="18"/>
              </w:rPr>
              <w:t>Exclusion Criteria</w:t>
            </w:r>
          </w:p>
        </w:tc>
      </w:tr>
      <w:tr w:rsidR="001A5444" w:rsidRPr="005A0E21" w14:paraId="6AA9477A" w14:textId="77777777" w:rsidTr="001A5444">
        <w:trPr>
          <w:cantSplit/>
          <w:trHeight w:val="744"/>
          <w:jc w:val="center"/>
        </w:trPr>
        <w:tc>
          <w:tcPr>
            <w:tcW w:w="2041" w:type="dxa"/>
            <w:tcBorders>
              <w:top w:val="nil"/>
            </w:tcBorders>
            <w:vAlign w:val="center"/>
          </w:tcPr>
          <w:p w14:paraId="29E90FA9" w14:textId="6EC20B46" w:rsidR="001A5444" w:rsidRPr="005A0E21" w:rsidRDefault="001A5444" w:rsidP="001A5444">
            <w:pPr>
              <w:pStyle w:val="Paragraph"/>
            </w:pPr>
            <w:r w:rsidRPr="00645275">
              <w:t>Topic</w:t>
            </w:r>
          </w:p>
        </w:tc>
        <w:tc>
          <w:tcPr>
            <w:tcW w:w="4139" w:type="dxa"/>
            <w:tcBorders>
              <w:top w:val="nil"/>
            </w:tcBorders>
            <w:vAlign w:val="center"/>
          </w:tcPr>
          <w:p w14:paraId="6D0A9F42" w14:textId="581D7991" w:rsidR="001A5444" w:rsidRPr="005A0E21" w:rsidRDefault="001A5444" w:rsidP="001A5444">
            <w:pPr>
              <w:pStyle w:val="Paragraph"/>
              <w:ind w:firstLine="30"/>
            </w:pPr>
            <w:r w:rsidRPr="001A5444">
              <w:t>Studies discussing software for autonomous vehicles or related cyber-physical systems</w:t>
            </w:r>
          </w:p>
        </w:tc>
        <w:tc>
          <w:tcPr>
            <w:tcW w:w="3091" w:type="dxa"/>
            <w:tcBorders>
              <w:top w:val="nil"/>
            </w:tcBorders>
            <w:vAlign w:val="center"/>
          </w:tcPr>
          <w:p w14:paraId="4B8C9126" w14:textId="52C7EB9D" w:rsidR="001A5444" w:rsidRPr="005A0E21" w:rsidRDefault="001A5444" w:rsidP="001A5444">
            <w:pPr>
              <w:pStyle w:val="Paragraph"/>
              <w:ind w:firstLine="30"/>
            </w:pPr>
            <w:r w:rsidRPr="001A5444">
              <w:t>Studies focusing solely on hardware without any software-related aspects</w:t>
            </w:r>
          </w:p>
        </w:tc>
      </w:tr>
      <w:tr w:rsidR="001A5444" w:rsidRPr="005A0E21" w14:paraId="49CF6356" w14:textId="77777777" w:rsidTr="001A5444">
        <w:trPr>
          <w:cantSplit/>
          <w:trHeight w:val="479"/>
          <w:jc w:val="center"/>
        </w:trPr>
        <w:tc>
          <w:tcPr>
            <w:tcW w:w="2041" w:type="dxa"/>
            <w:vAlign w:val="center"/>
          </w:tcPr>
          <w:p w14:paraId="7B280A01" w14:textId="4B40F8DB" w:rsidR="001A5444" w:rsidRPr="005A0E21" w:rsidRDefault="001A5444" w:rsidP="001A5444">
            <w:pPr>
              <w:pStyle w:val="Paragraph"/>
            </w:pPr>
            <w:r w:rsidRPr="00645275">
              <w:t>Accessibility</w:t>
            </w:r>
          </w:p>
        </w:tc>
        <w:tc>
          <w:tcPr>
            <w:tcW w:w="4139" w:type="dxa"/>
            <w:vAlign w:val="center"/>
          </w:tcPr>
          <w:p w14:paraId="4A14BDC7" w14:textId="575DEFA8" w:rsidR="001A5444" w:rsidRPr="005A0E21" w:rsidRDefault="001A5444" w:rsidP="001A5444">
            <w:pPr>
              <w:pStyle w:val="Paragraph"/>
              <w:ind w:firstLine="30"/>
            </w:pPr>
            <w:r w:rsidRPr="001A5444">
              <w:t>Articles available through open access</w:t>
            </w:r>
          </w:p>
        </w:tc>
        <w:tc>
          <w:tcPr>
            <w:tcW w:w="3091" w:type="dxa"/>
            <w:vAlign w:val="center"/>
          </w:tcPr>
          <w:p w14:paraId="18C1470C" w14:textId="61A2BFD6" w:rsidR="001A5444" w:rsidRPr="005A0E21" w:rsidRDefault="001A5444" w:rsidP="001A5444">
            <w:pPr>
              <w:pStyle w:val="Paragraph"/>
              <w:ind w:firstLine="30"/>
            </w:pPr>
            <w:r w:rsidRPr="001A5444">
              <w:t>Articles not openly accessible (restricted or paid access)</w:t>
            </w:r>
          </w:p>
        </w:tc>
      </w:tr>
      <w:tr w:rsidR="001A5444" w:rsidRPr="005A0E21" w14:paraId="16DF9B13" w14:textId="77777777" w:rsidTr="001A5444">
        <w:trPr>
          <w:cantSplit/>
          <w:trHeight w:val="251"/>
          <w:jc w:val="center"/>
        </w:trPr>
        <w:tc>
          <w:tcPr>
            <w:tcW w:w="2041" w:type="dxa"/>
            <w:vAlign w:val="center"/>
          </w:tcPr>
          <w:p w14:paraId="3422BB20" w14:textId="7712F0EF" w:rsidR="001A5444" w:rsidRPr="005A0E21" w:rsidRDefault="001A5444" w:rsidP="001A5444">
            <w:pPr>
              <w:pStyle w:val="Paragraph"/>
            </w:pPr>
            <w:r w:rsidRPr="00645275">
              <w:t>Publication Date</w:t>
            </w:r>
          </w:p>
        </w:tc>
        <w:tc>
          <w:tcPr>
            <w:tcW w:w="4139" w:type="dxa"/>
            <w:vAlign w:val="center"/>
          </w:tcPr>
          <w:p w14:paraId="33718F25" w14:textId="43AA7D9E" w:rsidR="001A5444" w:rsidRPr="005A0E21" w:rsidRDefault="001A5444" w:rsidP="001A5444">
            <w:pPr>
              <w:pStyle w:val="Paragraph"/>
              <w:ind w:firstLine="30"/>
            </w:pPr>
            <w:r w:rsidRPr="001A5444">
              <w:t>Published within the last five years</w:t>
            </w:r>
          </w:p>
        </w:tc>
        <w:tc>
          <w:tcPr>
            <w:tcW w:w="3091" w:type="dxa"/>
            <w:vAlign w:val="center"/>
          </w:tcPr>
          <w:p w14:paraId="268D5416" w14:textId="26227EFB" w:rsidR="001A5444" w:rsidRPr="005A0E21" w:rsidRDefault="001A5444" w:rsidP="001A5444">
            <w:pPr>
              <w:pStyle w:val="Paragraph"/>
              <w:ind w:firstLine="30"/>
            </w:pPr>
            <w:r w:rsidRPr="001A5444">
              <w:t>Published more than five years ago</w:t>
            </w:r>
          </w:p>
        </w:tc>
      </w:tr>
      <w:tr w:rsidR="001A5444" w:rsidRPr="005A0E21" w14:paraId="231BA63B" w14:textId="77777777" w:rsidTr="001A5444">
        <w:trPr>
          <w:cantSplit/>
          <w:trHeight w:val="251"/>
          <w:jc w:val="center"/>
        </w:trPr>
        <w:tc>
          <w:tcPr>
            <w:tcW w:w="2041" w:type="dxa"/>
            <w:vAlign w:val="center"/>
          </w:tcPr>
          <w:p w14:paraId="4CA253B9" w14:textId="76C4DCA7" w:rsidR="001A5444" w:rsidRPr="00645275" w:rsidRDefault="001A5444" w:rsidP="001A5444">
            <w:pPr>
              <w:pStyle w:val="Paragraph"/>
            </w:pPr>
            <w:r w:rsidRPr="00645275">
              <w:t>Language</w:t>
            </w:r>
          </w:p>
        </w:tc>
        <w:tc>
          <w:tcPr>
            <w:tcW w:w="4139" w:type="dxa"/>
            <w:vAlign w:val="center"/>
          </w:tcPr>
          <w:p w14:paraId="0A72ADC3" w14:textId="7951EDD9" w:rsidR="001A5444" w:rsidRPr="001A5444" w:rsidRDefault="001A5444" w:rsidP="001A5444">
            <w:pPr>
              <w:pStyle w:val="Paragraph"/>
              <w:ind w:firstLine="30"/>
            </w:pPr>
            <w:r w:rsidRPr="001A5444">
              <w:t>Articles written in English</w:t>
            </w:r>
          </w:p>
        </w:tc>
        <w:tc>
          <w:tcPr>
            <w:tcW w:w="3091" w:type="dxa"/>
            <w:vAlign w:val="center"/>
          </w:tcPr>
          <w:p w14:paraId="6C80C53D" w14:textId="571E8F59" w:rsidR="001A5444" w:rsidRPr="001A5444" w:rsidRDefault="001A5444" w:rsidP="001A5444">
            <w:pPr>
              <w:pStyle w:val="Paragraph"/>
              <w:ind w:firstLine="30"/>
            </w:pPr>
            <w:r w:rsidRPr="001A5444">
              <w:t>Articles written in languages other than English</w:t>
            </w:r>
          </w:p>
        </w:tc>
      </w:tr>
    </w:tbl>
    <w:p w14:paraId="0564A2FA" w14:textId="77777777" w:rsidR="0008337C" w:rsidRPr="00645275" w:rsidRDefault="0008337C" w:rsidP="0008337C">
      <w:pPr>
        <w:pStyle w:val="Paragraph"/>
      </w:pPr>
    </w:p>
    <w:p w14:paraId="27CE96CD" w14:textId="6B737B77" w:rsidR="001A5444" w:rsidRDefault="001A5444" w:rsidP="00B81577">
      <w:pPr>
        <w:pStyle w:val="Paragraph"/>
      </w:pPr>
      <w:r w:rsidRPr="00645275">
        <w:t xml:space="preserve">The literature search was conducted across several major scientific databases, yielding 8,150 articles from IEEE Xplore and IEEE Access, 25 from ScienceDirect, 10 from Springer, and 2 from JEECS, resulting in a total of 8,187 </w:t>
      </w:r>
      <w:r w:rsidRPr="00645275">
        <w:lastRenderedPageBreak/>
        <w:t>initial articles. After the removal of duplicates (n = 2,119), a screening process was performed based on titles and abstracts. Articles that were not relevant to the topic, such as those unrelated to software, security, or published more than five years ago, were excluded (n = 2,119). The next selection stage involved accessibility, considering only open access articles. A total of 1,895 articles were excluded due to restricted access. Of the 76 articles that advanced to full-text evaluation, 52 were eliminated for not explicitly addressing safety aspects in the context of autonomous vehicles. As a result, 31 articles were selected for in-depth review.</w:t>
      </w:r>
    </w:p>
    <w:p w14:paraId="641DD448" w14:textId="58F94596" w:rsidR="00EB7E3C" w:rsidRPr="00075EA6" w:rsidRDefault="00EB7E3C" w:rsidP="00EB7E3C">
      <w:pPr>
        <w:pStyle w:val="Heading1"/>
        <w:rPr>
          <w:b w:val="0"/>
          <w:caps w:val="0"/>
          <w:sz w:val="20"/>
        </w:rPr>
      </w:pPr>
      <w:r>
        <w:t>Result and Discussion</w:t>
      </w:r>
    </w:p>
    <w:p w14:paraId="653A86F2" w14:textId="77777777" w:rsidR="001A5444" w:rsidRPr="00645275" w:rsidRDefault="001A5444" w:rsidP="001A5444">
      <w:pPr>
        <w:pStyle w:val="Paragraph"/>
      </w:pPr>
      <w:r w:rsidRPr="00645275">
        <w:t>This section presents the discussion of 31 articles relevant to the development of autonomous vehicle software based on secure programming. The analysis was conducted to address the three established research questions (RQs), namely the processes involved in the Secure SDLC, the most effective methods applied, and the optimization techniques that support software security.</w:t>
      </w:r>
    </w:p>
    <w:p w14:paraId="05C6079B" w14:textId="297D7F32" w:rsidR="001A5444" w:rsidRDefault="001A5444" w:rsidP="001A5444">
      <w:pPr>
        <w:pStyle w:val="Heading2"/>
        <w:tabs>
          <w:tab w:val="num" w:pos="288"/>
        </w:tabs>
      </w:pPr>
      <w:r w:rsidRPr="001A5444">
        <w:t>What processes are implemented in autonomous vehicle software development systems based on the Secure Software Development Life Cycle (SDLC)?</w:t>
      </w:r>
    </w:p>
    <w:p w14:paraId="514D175A" w14:textId="21042E15" w:rsidR="001A5444" w:rsidRPr="00645275" w:rsidRDefault="001A5444" w:rsidP="001A5444">
      <w:pPr>
        <w:pStyle w:val="Paragraph"/>
      </w:pPr>
      <w:r w:rsidRPr="00645275">
        <w:t xml:space="preserve">Based on the literature review, most studies adopt the Secure Software Development Life Cycle (Secure SDLC) approach, which consists of several phases summarized in Table </w:t>
      </w:r>
      <w:r w:rsidR="00AE29B3">
        <w:t>3</w:t>
      </w:r>
      <w:r w:rsidRPr="00645275">
        <w:t>.</w:t>
      </w:r>
    </w:p>
    <w:tbl>
      <w:tblPr>
        <w:tblW w:w="0" w:type="auto"/>
        <w:jc w:val="center"/>
        <w:tblBorders>
          <w:bottom w:val="single" w:sz="4" w:space="0" w:color="auto"/>
        </w:tblBorders>
        <w:tblLayout w:type="fixed"/>
        <w:tblLook w:val="0000" w:firstRow="0" w:lastRow="0" w:firstColumn="0" w:lastColumn="0" w:noHBand="0" w:noVBand="0"/>
      </w:tblPr>
      <w:tblGrid>
        <w:gridCol w:w="1560"/>
        <w:gridCol w:w="5811"/>
        <w:gridCol w:w="999"/>
      </w:tblGrid>
      <w:tr w:rsidR="00AE29B3" w:rsidRPr="00075EA6" w14:paraId="38852326" w14:textId="77777777" w:rsidTr="00DF200D">
        <w:trPr>
          <w:cantSplit/>
          <w:trHeight w:val="443"/>
          <w:jc w:val="center"/>
        </w:trPr>
        <w:tc>
          <w:tcPr>
            <w:tcW w:w="8370" w:type="dxa"/>
            <w:gridSpan w:val="3"/>
            <w:tcBorders>
              <w:bottom w:val="nil"/>
            </w:tcBorders>
          </w:tcPr>
          <w:p w14:paraId="51C61E4C" w14:textId="3221F537" w:rsidR="00AE29B3" w:rsidRPr="00075EA6" w:rsidRDefault="00AE29B3" w:rsidP="00DF200D">
            <w:pPr>
              <w:pStyle w:val="TableCaption"/>
            </w:pPr>
            <w:r w:rsidRPr="00075EA6">
              <w:rPr>
                <w:b/>
              </w:rPr>
              <w:t xml:space="preserve">TABLE </w:t>
            </w:r>
            <w:r>
              <w:rPr>
                <w:b/>
              </w:rPr>
              <w:t>3</w:t>
            </w:r>
            <w:r w:rsidRPr="00075EA6">
              <w:rPr>
                <w:b/>
              </w:rPr>
              <w:t xml:space="preserve">. </w:t>
            </w:r>
            <w:r w:rsidRPr="00AE29B3">
              <w:t>Secure SDLC Processes</w:t>
            </w:r>
          </w:p>
        </w:tc>
      </w:tr>
      <w:tr w:rsidR="00AE29B3" w:rsidRPr="00075EA6" w14:paraId="2BA6271C" w14:textId="77777777" w:rsidTr="00AE29B3">
        <w:trPr>
          <w:cantSplit/>
          <w:trHeight w:val="272"/>
          <w:jc w:val="center"/>
        </w:trPr>
        <w:tc>
          <w:tcPr>
            <w:tcW w:w="1560" w:type="dxa"/>
            <w:tcBorders>
              <w:top w:val="single" w:sz="4" w:space="0" w:color="auto"/>
              <w:bottom w:val="single" w:sz="4" w:space="0" w:color="auto"/>
            </w:tcBorders>
            <w:vAlign w:val="center"/>
          </w:tcPr>
          <w:p w14:paraId="66A244F7" w14:textId="61875D63" w:rsidR="00AE29B3" w:rsidRPr="00AE29B3" w:rsidRDefault="00AE29B3" w:rsidP="00AE29B3">
            <w:pPr>
              <w:jc w:val="center"/>
              <w:rPr>
                <w:b/>
                <w:sz w:val="18"/>
                <w:szCs w:val="18"/>
              </w:rPr>
            </w:pPr>
            <w:r w:rsidRPr="00AE29B3">
              <w:rPr>
                <w:b/>
                <w:sz w:val="18"/>
                <w:szCs w:val="18"/>
              </w:rPr>
              <w:t>Category</w:t>
            </w:r>
          </w:p>
        </w:tc>
        <w:tc>
          <w:tcPr>
            <w:tcW w:w="5811" w:type="dxa"/>
            <w:tcBorders>
              <w:top w:val="single" w:sz="4" w:space="0" w:color="auto"/>
              <w:bottom w:val="single" w:sz="4" w:space="0" w:color="auto"/>
            </w:tcBorders>
            <w:vAlign w:val="center"/>
          </w:tcPr>
          <w:p w14:paraId="7A3CA19A" w14:textId="77E5B454" w:rsidR="00AE29B3" w:rsidRPr="00075EA6" w:rsidRDefault="00AE29B3" w:rsidP="00AE29B3">
            <w:pPr>
              <w:jc w:val="center"/>
              <w:rPr>
                <w:b/>
                <w:sz w:val="18"/>
                <w:szCs w:val="18"/>
              </w:rPr>
            </w:pPr>
            <w:r w:rsidRPr="00AE29B3">
              <w:rPr>
                <w:b/>
                <w:sz w:val="18"/>
                <w:szCs w:val="18"/>
              </w:rPr>
              <w:t>Description</w:t>
            </w:r>
          </w:p>
        </w:tc>
        <w:tc>
          <w:tcPr>
            <w:tcW w:w="999" w:type="dxa"/>
            <w:tcBorders>
              <w:top w:val="single" w:sz="4" w:space="0" w:color="auto"/>
              <w:bottom w:val="single" w:sz="4" w:space="0" w:color="auto"/>
            </w:tcBorders>
            <w:vAlign w:val="center"/>
          </w:tcPr>
          <w:p w14:paraId="0310840A" w14:textId="46496754" w:rsidR="00AE29B3" w:rsidRPr="00075EA6" w:rsidRDefault="00AE29B3" w:rsidP="00AE29B3">
            <w:pPr>
              <w:jc w:val="center"/>
              <w:rPr>
                <w:b/>
                <w:sz w:val="18"/>
                <w:szCs w:val="18"/>
              </w:rPr>
            </w:pPr>
            <w:r w:rsidRPr="00AE29B3">
              <w:rPr>
                <w:b/>
                <w:sz w:val="18"/>
                <w:szCs w:val="18"/>
              </w:rPr>
              <w:t>Reference</w:t>
            </w:r>
          </w:p>
        </w:tc>
      </w:tr>
      <w:tr w:rsidR="00AE29B3" w:rsidRPr="005A0E21" w14:paraId="6CA77CFD" w14:textId="77777777" w:rsidTr="00AE29B3">
        <w:trPr>
          <w:cantSplit/>
          <w:jc w:val="center"/>
        </w:trPr>
        <w:tc>
          <w:tcPr>
            <w:tcW w:w="1560" w:type="dxa"/>
            <w:tcBorders>
              <w:top w:val="nil"/>
            </w:tcBorders>
            <w:vAlign w:val="center"/>
          </w:tcPr>
          <w:p w14:paraId="20372ED9" w14:textId="2B933347" w:rsidR="00AE29B3" w:rsidRPr="005A0E21" w:rsidRDefault="00AE29B3" w:rsidP="00AE29B3">
            <w:pPr>
              <w:pStyle w:val="Paragraph"/>
              <w:ind w:firstLine="0"/>
            </w:pPr>
            <w:r w:rsidRPr="00645275">
              <w:t>Requirement &amp; Threat Modeling</w:t>
            </w:r>
          </w:p>
        </w:tc>
        <w:tc>
          <w:tcPr>
            <w:tcW w:w="5811" w:type="dxa"/>
            <w:tcBorders>
              <w:top w:val="nil"/>
            </w:tcBorders>
            <w:vAlign w:val="center"/>
          </w:tcPr>
          <w:p w14:paraId="000D04DE" w14:textId="5D05C896" w:rsidR="00AE29B3" w:rsidRPr="005A0E21" w:rsidRDefault="00AE29B3" w:rsidP="00AE29B3">
            <w:pPr>
              <w:jc w:val="both"/>
              <w:rPr>
                <w:sz w:val="20"/>
              </w:rPr>
            </w:pPr>
            <w:r w:rsidRPr="00AE29B3">
              <w:rPr>
                <w:sz w:val="20"/>
              </w:rPr>
              <w:t>Identification of security requirements and threat modeling.</w:t>
            </w:r>
          </w:p>
        </w:tc>
        <w:sdt>
          <w:sdtPr>
            <w:rPr>
              <w:color w:val="000000"/>
              <w:sz w:val="20"/>
              <w:vertAlign w:val="superscript"/>
            </w:rPr>
            <w:tag w:val="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"/>
            <w:id w:val="-1708019468"/>
            <w:placeholder>
              <w:docPart w:val="D045E5F93BDD498EB5954923C3DB378D"/>
            </w:placeholder>
          </w:sdtPr>
          <w:sdtEndPr/>
          <w:sdtContent>
            <w:tc>
              <w:tcPr>
                <w:tcW w:w="999" w:type="dxa"/>
                <w:tcBorders>
                  <w:top w:val="nil"/>
                </w:tcBorders>
                <w:vAlign w:val="center"/>
              </w:tcPr>
              <w:p w14:paraId="0E805773" w14:textId="2ABD244D" w:rsidR="00AE29B3" w:rsidRPr="005A0E21" w:rsidRDefault="00757DB2" w:rsidP="00AE29B3">
                <w:pPr>
                  <w:jc w:val="center"/>
                  <w:rPr>
                    <w:sz w:val="20"/>
                  </w:rPr>
                </w:pPr>
                <w:r w:rsidRPr="00757DB2">
                  <w:rPr>
                    <w:color w:val="000000"/>
                    <w:sz w:val="20"/>
                    <w:vertAlign w:val="superscript"/>
                  </w:rPr>
                  <w:t>15–18</w:t>
                </w:r>
              </w:p>
            </w:tc>
          </w:sdtContent>
        </w:sdt>
      </w:tr>
      <w:tr w:rsidR="00AE29B3" w:rsidRPr="005A0E21" w14:paraId="63399E95" w14:textId="77777777" w:rsidTr="00AE29B3">
        <w:trPr>
          <w:cantSplit/>
          <w:jc w:val="center"/>
        </w:trPr>
        <w:tc>
          <w:tcPr>
            <w:tcW w:w="1560" w:type="dxa"/>
            <w:vAlign w:val="center"/>
          </w:tcPr>
          <w:p w14:paraId="7072F5D4" w14:textId="2E5D73FA" w:rsidR="00AE29B3" w:rsidRPr="005A0E21" w:rsidRDefault="00AE29B3" w:rsidP="00AE29B3">
            <w:pPr>
              <w:pStyle w:val="Paragraph"/>
              <w:ind w:firstLine="0"/>
            </w:pPr>
            <w:r w:rsidRPr="00645275">
              <w:t>Secure Design</w:t>
            </w:r>
          </w:p>
        </w:tc>
        <w:tc>
          <w:tcPr>
            <w:tcW w:w="5811" w:type="dxa"/>
            <w:vAlign w:val="center"/>
          </w:tcPr>
          <w:p w14:paraId="054DC0D4" w14:textId="22B0ECD1" w:rsidR="00AE29B3" w:rsidRPr="005A0E21" w:rsidRDefault="00AE29B3" w:rsidP="00AE29B3">
            <w:pPr>
              <w:jc w:val="both"/>
              <w:rPr>
                <w:sz w:val="20"/>
              </w:rPr>
            </w:pPr>
            <w:r w:rsidRPr="00AE29B3">
              <w:rPr>
                <w:sz w:val="20"/>
              </w:rPr>
              <w:t>System design incorporates the principles of least privilege, defense in depth, and fail-safe defaults.</w:t>
            </w:r>
          </w:p>
        </w:tc>
        <w:sdt>
          <w:sdtPr>
            <w:rPr>
              <w:color w:val="000000"/>
              <w:sz w:val="20"/>
              <w:vertAlign w:val="superscript"/>
            </w:rPr>
            <w:tag w:val="MENDELEY_CITATION_v3_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"/>
            <w:id w:val="-603653476"/>
            <w:placeholder>
              <w:docPart w:val="94658F1D39BC47329E0340FB63F7F1E2"/>
            </w:placeholder>
          </w:sdtPr>
          <w:sdtEndPr/>
          <w:sdtContent>
            <w:tc>
              <w:tcPr>
                <w:tcW w:w="999" w:type="dxa"/>
                <w:vAlign w:val="center"/>
              </w:tcPr>
              <w:p w14:paraId="12EB2D68" w14:textId="3DD0E796" w:rsidR="00AE29B3" w:rsidRPr="005A0E21" w:rsidRDefault="00757DB2" w:rsidP="00AE29B3">
                <w:pPr>
                  <w:jc w:val="center"/>
                  <w:rPr>
                    <w:sz w:val="20"/>
                  </w:rPr>
                </w:pPr>
                <w:r w:rsidRPr="00757DB2">
                  <w:rPr>
                    <w:color w:val="000000"/>
                    <w:sz w:val="20"/>
                    <w:vertAlign w:val="superscript"/>
                  </w:rPr>
                  <w:t>19</w:t>
                </w:r>
              </w:p>
            </w:tc>
          </w:sdtContent>
        </w:sdt>
      </w:tr>
      <w:tr w:rsidR="00AE29B3" w:rsidRPr="005A0E21" w14:paraId="27211B80" w14:textId="77777777" w:rsidTr="00AE29B3">
        <w:trPr>
          <w:cantSplit/>
          <w:trHeight w:val="237"/>
          <w:jc w:val="center"/>
        </w:trPr>
        <w:tc>
          <w:tcPr>
            <w:tcW w:w="1560" w:type="dxa"/>
            <w:vAlign w:val="center"/>
          </w:tcPr>
          <w:p w14:paraId="3485B5FD" w14:textId="0E2CA1A5" w:rsidR="00AE29B3" w:rsidRPr="005A0E21" w:rsidRDefault="00AE29B3" w:rsidP="00AE29B3">
            <w:pPr>
              <w:pStyle w:val="Paragraph"/>
              <w:ind w:firstLine="0"/>
            </w:pPr>
            <w:r w:rsidRPr="00645275">
              <w:t>Secure Coding</w:t>
            </w:r>
          </w:p>
        </w:tc>
        <w:tc>
          <w:tcPr>
            <w:tcW w:w="5811" w:type="dxa"/>
            <w:vAlign w:val="center"/>
          </w:tcPr>
          <w:p w14:paraId="08A3680E" w14:textId="36C853B1" w:rsidR="00AE29B3" w:rsidRPr="005A0E21" w:rsidRDefault="00AE29B3" w:rsidP="00AE29B3">
            <w:pPr>
              <w:jc w:val="both"/>
              <w:rPr>
                <w:sz w:val="20"/>
              </w:rPr>
            </w:pPr>
            <w:r w:rsidRPr="00AE29B3">
              <w:rPr>
                <w:sz w:val="20"/>
              </w:rPr>
              <w:t>Coding techniques, formal verification, model checking, and static code analysis help reduce exploit risks.</w:t>
            </w:r>
          </w:p>
        </w:tc>
        <w:sdt>
          <w:sdtPr>
            <w:rPr>
              <w:color w:val="000000"/>
              <w:sz w:val="20"/>
              <w:vertAlign w:val="superscript"/>
            </w:rPr>
            <w:tag w:val="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"/>
            <w:id w:val="1537466870"/>
            <w:placeholder>
              <w:docPart w:val="692455C75F1B46C6BE361C2FA4276F83"/>
            </w:placeholder>
          </w:sdtPr>
          <w:sdtEndPr/>
          <w:sdtContent>
            <w:tc>
              <w:tcPr>
                <w:tcW w:w="999" w:type="dxa"/>
                <w:vAlign w:val="center"/>
              </w:tcPr>
              <w:p w14:paraId="7FDB9CF3" w14:textId="4839364B" w:rsidR="00AE29B3" w:rsidRPr="005A0E21" w:rsidRDefault="00757DB2" w:rsidP="00AE29B3">
                <w:pPr>
                  <w:jc w:val="center"/>
                  <w:rPr>
                    <w:sz w:val="20"/>
                  </w:rPr>
                </w:pPr>
                <w:r w:rsidRPr="00757DB2">
                  <w:rPr>
                    <w:color w:val="000000"/>
                    <w:sz w:val="20"/>
                    <w:vertAlign w:val="superscript"/>
                  </w:rPr>
                  <w:t>20–23</w:t>
                </w:r>
              </w:p>
            </w:tc>
          </w:sdtContent>
        </w:sdt>
      </w:tr>
      <w:tr w:rsidR="00AE29B3" w:rsidRPr="005A0E21" w14:paraId="33293A10" w14:textId="77777777" w:rsidTr="00AE29B3">
        <w:trPr>
          <w:cantSplit/>
          <w:trHeight w:val="237"/>
          <w:jc w:val="center"/>
        </w:trPr>
        <w:tc>
          <w:tcPr>
            <w:tcW w:w="1560" w:type="dxa"/>
            <w:vAlign w:val="center"/>
          </w:tcPr>
          <w:p w14:paraId="12BA453F" w14:textId="4FA554A6" w:rsidR="00AE29B3" w:rsidRPr="00645275" w:rsidRDefault="00AE29B3" w:rsidP="00AE29B3">
            <w:pPr>
              <w:pStyle w:val="Paragraph"/>
              <w:ind w:firstLine="0"/>
            </w:pPr>
            <w:r w:rsidRPr="00645275">
              <w:t>Security Testing</w:t>
            </w:r>
          </w:p>
        </w:tc>
        <w:tc>
          <w:tcPr>
            <w:tcW w:w="5811" w:type="dxa"/>
            <w:vAlign w:val="center"/>
          </w:tcPr>
          <w:p w14:paraId="0EFF4F4A" w14:textId="14AD402B" w:rsidR="00AE29B3" w:rsidRPr="00AE29B3" w:rsidRDefault="00AE29B3" w:rsidP="00AE29B3">
            <w:pPr>
              <w:jc w:val="both"/>
              <w:rPr>
                <w:sz w:val="20"/>
              </w:rPr>
            </w:pPr>
            <w:r w:rsidRPr="00AE29B3">
              <w:rPr>
                <w:sz w:val="20"/>
              </w:rPr>
              <w:t>The testing phase involves approaches such as penetration testing, fuzz testing, and dynamic analysis.</w:t>
            </w:r>
          </w:p>
        </w:tc>
        <w:sdt>
          <w:sdtPr>
            <w:rPr>
              <w:color w:val="000000"/>
              <w:sz w:val="20"/>
              <w:vertAlign w:val="superscript"/>
            </w:rPr>
            <w:tag w:val="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"/>
            <w:id w:val="2053573326"/>
            <w:placeholder>
              <w:docPart w:val="C09E08CCC567444592915E03999284A8"/>
            </w:placeholder>
          </w:sdtPr>
          <w:sdtEndPr/>
          <w:sdtContent>
            <w:tc>
              <w:tcPr>
                <w:tcW w:w="999" w:type="dxa"/>
                <w:vAlign w:val="center"/>
              </w:tcPr>
              <w:p w14:paraId="739195B5" w14:textId="494E0483" w:rsidR="00AE29B3" w:rsidRPr="00AE29B3" w:rsidRDefault="00757DB2" w:rsidP="00AE29B3">
                <w:pPr>
                  <w:jc w:val="center"/>
                  <w:rPr>
                    <w:sz w:val="20"/>
                  </w:rPr>
                </w:pPr>
                <w:r w:rsidRPr="00757DB2">
                  <w:rPr>
                    <w:color w:val="000000"/>
                    <w:sz w:val="20"/>
                    <w:vertAlign w:val="superscript"/>
                  </w:rPr>
                  <w:t>9,24,25</w:t>
                </w:r>
              </w:p>
            </w:tc>
          </w:sdtContent>
        </w:sdt>
      </w:tr>
      <w:tr w:rsidR="00AE29B3" w:rsidRPr="005A0E21" w14:paraId="76AF10AB" w14:textId="77777777" w:rsidTr="00AE29B3">
        <w:trPr>
          <w:cantSplit/>
          <w:trHeight w:val="237"/>
          <w:jc w:val="center"/>
        </w:trPr>
        <w:tc>
          <w:tcPr>
            <w:tcW w:w="1560" w:type="dxa"/>
            <w:vAlign w:val="center"/>
          </w:tcPr>
          <w:p w14:paraId="40F44AC1" w14:textId="351F63A9" w:rsidR="00AE29B3" w:rsidRPr="00645275" w:rsidRDefault="00AE29B3" w:rsidP="00AE29B3">
            <w:pPr>
              <w:pStyle w:val="Paragraph"/>
              <w:ind w:firstLine="0"/>
            </w:pPr>
            <w:r w:rsidRPr="00645275">
              <w:t>Maintenance &amp; Monitoring</w:t>
            </w:r>
          </w:p>
        </w:tc>
        <w:tc>
          <w:tcPr>
            <w:tcW w:w="5811" w:type="dxa"/>
            <w:vAlign w:val="center"/>
          </w:tcPr>
          <w:p w14:paraId="76E4AE05" w14:textId="103F27D5" w:rsidR="00AE29B3" w:rsidRPr="00AE29B3" w:rsidRDefault="00AE29B3" w:rsidP="00AE29B3">
            <w:pPr>
              <w:jc w:val="both"/>
              <w:rPr>
                <w:sz w:val="20"/>
              </w:rPr>
            </w:pPr>
            <w:r w:rsidRPr="00AE29B3">
              <w:rPr>
                <w:sz w:val="20"/>
              </w:rPr>
              <w:t>Security maintenance and post-deployment monitoring after the software is implemented.</w:t>
            </w:r>
          </w:p>
        </w:tc>
        <w:sdt>
          <w:sdtPr>
            <w:rPr>
              <w:color w:val="000000"/>
              <w:sz w:val="20"/>
              <w:vertAlign w:val="superscript"/>
            </w:rPr>
            <w:tag w:val="MENDELEY_CITATION_v3_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"/>
            <w:id w:val="-1785647272"/>
            <w:placeholder>
              <w:docPart w:val="A764BD6B7E7A4BD9851509741F7293A1"/>
            </w:placeholder>
          </w:sdtPr>
          <w:sdtEndPr/>
          <w:sdtContent>
            <w:tc>
              <w:tcPr>
                <w:tcW w:w="999" w:type="dxa"/>
                <w:vAlign w:val="center"/>
              </w:tcPr>
              <w:p w14:paraId="3DF4E2D6" w14:textId="3D8A478B" w:rsidR="00AE29B3" w:rsidRPr="00AE29B3" w:rsidRDefault="00757DB2" w:rsidP="00AE29B3">
                <w:pPr>
                  <w:jc w:val="center"/>
                  <w:rPr>
                    <w:sz w:val="20"/>
                  </w:rPr>
                </w:pPr>
                <w:r w:rsidRPr="00757DB2">
                  <w:rPr>
                    <w:color w:val="000000"/>
                    <w:sz w:val="20"/>
                    <w:vertAlign w:val="superscript"/>
                  </w:rPr>
                  <w:t>26</w:t>
                </w:r>
              </w:p>
            </w:tc>
          </w:sdtContent>
        </w:sdt>
      </w:tr>
    </w:tbl>
    <w:p w14:paraId="6AB588C7" w14:textId="77777777" w:rsidR="001A5444" w:rsidRDefault="001A5444" w:rsidP="001A5444">
      <w:pPr>
        <w:pStyle w:val="Paragraph"/>
      </w:pPr>
    </w:p>
    <w:p w14:paraId="19FC6DCC" w14:textId="452A24F1" w:rsidR="00AE29B3" w:rsidRPr="00645275" w:rsidRDefault="00AE29B3" w:rsidP="00AE29B3">
      <w:pPr>
        <w:pStyle w:val="Paragraph"/>
        <w:rPr>
          <w:color w:val="000000"/>
        </w:rPr>
      </w:pPr>
      <w:r w:rsidRPr="00645275">
        <w:rPr>
          <w:color w:val="000000"/>
        </w:rPr>
        <w:t xml:space="preserve">The review findings indicate that the Secure SDLC approach in autonomous vehicle software development is not only based on standard </w:t>
      </w:r>
      <w:r w:rsidRPr="00AE29B3">
        <w:t>frameworks</w:t>
      </w:r>
      <w:r w:rsidRPr="00645275">
        <w:rPr>
          <w:color w:val="000000"/>
        </w:rPr>
        <w:t xml:space="preserve"> such as NIST or OWASP, but also tailored to the specific needs of autonomous systems, which are real-time and safety-critical in nature. A fully implemented Secure SDLC can reduce system vulnerabilities by up to 60%, according to experimental results in study </w:t>
      </w:r>
      <w:sdt>
        <w:sdtPr>
          <w:rPr>
            <w:color w:val="000000"/>
            <w:vertAlign w:val="superscript"/>
          </w:rPr>
          <w:tag w:val="MENDELEY_CITATION_v3_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"/>
          <w:id w:val="-655917781"/>
          <w:placeholder>
            <w:docPart w:val="0B336EA937D94CA289CCC4C7DCE8A532"/>
          </w:placeholder>
        </w:sdtPr>
        <w:sdtEndPr/>
        <w:sdtContent>
          <w:r w:rsidR="00757DB2" w:rsidRPr="00757DB2">
            <w:rPr>
              <w:color w:val="000000"/>
              <w:vertAlign w:val="superscript"/>
            </w:rPr>
            <w:t>27</w:t>
          </w:r>
        </w:sdtContent>
      </w:sdt>
      <w:r w:rsidRPr="00645275">
        <w:rPr>
          <w:color w:val="000000"/>
        </w:rPr>
        <w:t>. Another key finding is that post-deployment security monitoring remains largely overlooked in the automotive industry, making it a critical area for further research.</w:t>
      </w:r>
    </w:p>
    <w:p w14:paraId="7CDBDEBA" w14:textId="77777777" w:rsidR="00AE29B3" w:rsidRDefault="00AE29B3" w:rsidP="001A5444">
      <w:pPr>
        <w:pStyle w:val="Paragraph"/>
      </w:pPr>
    </w:p>
    <w:p w14:paraId="1D4DE773" w14:textId="02F8A0DF" w:rsidR="001A5444" w:rsidRDefault="001A5444" w:rsidP="001A5444">
      <w:pPr>
        <w:pStyle w:val="Heading2"/>
        <w:tabs>
          <w:tab w:val="num" w:pos="288"/>
        </w:tabs>
      </w:pPr>
      <w:r w:rsidRPr="001A5444">
        <w:t>What secure programming methods are applied in the development of autonomous vehicle software?</w:t>
      </w:r>
    </w:p>
    <w:p w14:paraId="6461F441" w14:textId="739829FB" w:rsidR="00BE341A" w:rsidRPr="00645275" w:rsidRDefault="00BE341A" w:rsidP="00BE341A">
      <w:pPr>
        <w:pStyle w:val="Paragraph"/>
      </w:pPr>
      <w:r w:rsidRPr="00645275">
        <w:t xml:space="preserve">The methods identified were assessed based on their ability to detect vulnerabilities at early development stages </w:t>
      </w:r>
      <w:sdt>
        <w:sdtPr>
          <w:rPr>
            <w:color w:val="000000"/>
            <w:vertAlign w:val="superscript"/>
          </w:rPr>
          <w:tag w:val="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"/>
          <w:id w:val="-150293611"/>
          <w:placeholder>
            <w:docPart w:val="7DF999238F2B48C2815E52DBF8FCA290"/>
          </w:placeholder>
        </w:sdtPr>
        <w:sdtEndPr/>
        <w:sdtContent>
          <w:r w:rsidR="00757DB2" w:rsidRPr="00757DB2">
            <w:rPr>
              <w:color w:val="000000"/>
              <w:vertAlign w:val="superscript"/>
            </w:rPr>
            <w:t>27–32</w:t>
          </w:r>
        </w:sdtContent>
      </w:sdt>
      <w:r w:rsidRPr="00645275">
        <w:t xml:space="preserve">,or through vulnerability detection in source code </w:t>
      </w:r>
      <w:sdt>
        <w:sdtPr>
          <w:rPr>
            <w:color w:val="000000"/>
            <w:vertAlign w:val="superscript"/>
          </w:rPr>
          <w:tag w:val="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"/>
          <w:id w:val="-1998263952"/>
          <w:placeholder>
            <w:docPart w:val="ACDD0108AFC64FBE84F499F33105CA3A"/>
          </w:placeholder>
        </w:sdtPr>
        <w:sdtEndPr/>
        <w:sdtContent>
          <w:r w:rsidR="00757DB2" w:rsidRPr="00757DB2">
            <w:rPr>
              <w:color w:val="000000"/>
              <w:vertAlign w:val="superscript"/>
            </w:rPr>
            <w:t>33–35</w:t>
          </w:r>
        </w:sdtContent>
      </w:sdt>
      <w:r w:rsidRPr="00BE341A">
        <w:t xml:space="preserve">. </w:t>
      </w:r>
      <w:r w:rsidRPr="00645275">
        <w:t xml:space="preserve">To ensure the functional safety of complex and critical systems such as autonomous vehicles, formal verification is a commonly adopted method </w:t>
      </w:r>
      <w:sdt>
        <w:sdtPr>
          <w:rPr>
            <w:color w:val="000000"/>
            <w:vertAlign w:val="superscript"/>
          </w:rPr>
          <w:tag w:val="MENDELEY_CITATION_v3_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"/>
          <w:id w:val="-287588288"/>
          <w:placeholder>
            <w:docPart w:val="0A5F6C6363D34DECBB3DA4A0CBD07086"/>
          </w:placeholder>
        </w:sdtPr>
        <w:sdtEndPr/>
        <w:sdtContent>
          <w:r w:rsidR="00757DB2" w:rsidRPr="00757DB2">
            <w:rPr>
              <w:color w:val="000000"/>
              <w:vertAlign w:val="superscript"/>
            </w:rPr>
            <w:t>36,37</w:t>
          </w:r>
        </w:sdtContent>
      </w:sdt>
      <w:r w:rsidRPr="00645275">
        <w:t xml:space="preserve">. Formal verification applies mathematical techniques such as model checking to validate that the system meets strict security specifications, including aspects of real-time control and interactions among subsystems. Recent studies show that Bounded Model Checking (BMC) applied to hierarchical Synchronous-Reactive (SR) models like Ptolemy II provides efficient verification results </w:t>
      </w:r>
      <w:sdt>
        <w:sdtPr>
          <w:rPr>
            <w:color w:val="000000"/>
            <w:vertAlign w:val="superscript"/>
          </w:rPr>
          <w:tag w:val="MENDELEY_CITATION_v3_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"/>
          <w:id w:val="-1294365890"/>
          <w:placeholder>
            <w:docPart w:val="76CA7DFF71F74DA4BD1B6B74F115E888"/>
          </w:placeholder>
        </w:sdtPr>
        <w:sdtEndPr/>
        <w:sdtContent>
          <w:r w:rsidR="00757DB2" w:rsidRPr="00757DB2">
            <w:rPr>
              <w:color w:val="000000"/>
              <w:vertAlign w:val="superscript"/>
            </w:rPr>
            <w:t>38</w:t>
          </w:r>
        </w:sdtContent>
      </w:sdt>
      <w:r w:rsidRPr="00645275">
        <w:t xml:space="preserve">, capable of detecting bugs or logic failures before the system is deployed in real-world environments. Furthermore, formal specification methods such as </w:t>
      </w:r>
      <w:proofErr w:type="spellStart"/>
      <w:r w:rsidRPr="00645275">
        <w:t>CafeOBJ</w:t>
      </w:r>
      <w:proofErr w:type="spellEnd"/>
      <w:r w:rsidRPr="00645275">
        <w:t xml:space="preserve"> and Maude support specification translation, enabling the combined use of theorem proving and model checking </w:t>
      </w:r>
      <w:sdt>
        <w:sdtPr>
          <w:rPr>
            <w:color w:val="000000"/>
            <w:vertAlign w:val="superscript"/>
          </w:rPr>
          <w:tag w:val="MENDELEY_CITATION_v3_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"/>
          <w:id w:val="-1595241038"/>
          <w:placeholder>
            <w:docPart w:val="F278D930F54144DFB5338C9C9433484F"/>
          </w:placeholder>
        </w:sdtPr>
        <w:sdtEndPr/>
        <w:sdtContent>
          <w:r w:rsidR="00757DB2" w:rsidRPr="00757DB2">
            <w:rPr>
              <w:color w:val="000000"/>
              <w:vertAlign w:val="superscript"/>
            </w:rPr>
            <w:t>37</w:t>
          </w:r>
        </w:sdtContent>
      </w:sdt>
      <w:r w:rsidRPr="00645275">
        <w:t xml:space="preserve">. These findings offer both flexibility </w:t>
      </w:r>
      <w:r w:rsidRPr="00645275">
        <w:lastRenderedPageBreak/>
        <w:t>and strong verification capabilities in developing autonomous systems that exhibit a combination of discrete and continuous behaviors. Through the integration of these methods, autonomous vehicle systems can be built with higher levels of security assurance, accuracy, and reliability.</w:t>
      </w:r>
    </w:p>
    <w:p w14:paraId="1EC0C568" w14:textId="77777777" w:rsidR="00BE341A" w:rsidRDefault="00BE341A" w:rsidP="001A5444">
      <w:pPr>
        <w:pStyle w:val="Paragraph"/>
      </w:pPr>
    </w:p>
    <w:p w14:paraId="5C2B96EF" w14:textId="60A7F482" w:rsidR="001A5444" w:rsidRDefault="001A5444" w:rsidP="001A5444">
      <w:pPr>
        <w:pStyle w:val="Heading2"/>
        <w:tabs>
          <w:tab w:val="num" w:pos="288"/>
        </w:tabs>
      </w:pPr>
      <w:r w:rsidRPr="001A5444">
        <w:t>What secure programming optimizations can help enhance software security?</w:t>
      </w:r>
    </w:p>
    <w:p w14:paraId="5D3F19F4" w14:textId="77777777" w:rsidR="004B44D2" w:rsidRDefault="004B44D2" w:rsidP="004B44D2">
      <w:pPr>
        <w:pStyle w:val="Paragraph"/>
      </w:pPr>
      <w:r w:rsidRPr="00645275">
        <w:t>The results of this literature review identified five optimization methods that can be effectively applied in secure programming practices, particularly in the development of autonomous vehicle software. The distribution of these methods is illustrated in Figure 2.</w:t>
      </w:r>
    </w:p>
    <w:p w14:paraId="24BBAC98" w14:textId="4ED8FEF0" w:rsidR="00F554DD" w:rsidRDefault="00F554DD" w:rsidP="00F554DD">
      <w:pPr>
        <w:pStyle w:val="Paragraph"/>
        <w:jc w:val="center"/>
      </w:pPr>
      <w:r w:rsidRPr="00645275">
        <w:rPr>
          <w:noProof/>
        </w:rPr>
        <w:drawing>
          <wp:inline distT="0" distB="0" distL="0" distR="0" wp14:anchorId="75B90E1B" wp14:editId="575F289A">
            <wp:extent cx="3098800" cy="2025650"/>
            <wp:effectExtent l="0" t="0" r="6350" b="12700"/>
            <wp:docPr id="99924165" name="Bagan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50853646" w14:textId="6511967B" w:rsidR="00F554DD" w:rsidRPr="00B81577" w:rsidRDefault="00F554DD" w:rsidP="00F554DD">
      <w:pPr>
        <w:pStyle w:val="Paragraph"/>
        <w:ind w:firstLine="0"/>
        <w:jc w:val="center"/>
        <w:rPr>
          <w:sz w:val="18"/>
          <w:szCs w:val="18"/>
        </w:rPr>
      </w:pPr>
      <w:r w:rsidRPr="00B81577">
        <w:rPr>
          <w:b/>
          <w:caps/>
          <w:sz w:val="18"/>
          <w:szCs w:val="18"/>
        </w:rPr>
        <w:t>Figure 2.</w:t>
      </w:r>
      <w:r w:rsidRPr="00B81577">
        <w:rPr>
          <w:sz w:val="18"/>
          <w:szCs w:val="18"/>
        </w:rPr>
        <w:t xml:space="preserve"> Distribution of Security Approaches in Automotive Cyber-Physical Systems</w:t>
      </w:r>
    </w:p>
    <w:p w14:paraId="662264E3" w14:textId="77777777" w:rsidR="00F554DD" w:rsidRPr="00645275" w:rsidRDefault="00F554DD" w:rsidP="00F554DD">
      <w:pPr>
        <w:pStyle w:val="Paragraph"/>
        <w:jc w:val="center"/>
      </w:pPr>
    </w:p>
    <w:p w14:paraId="5A75499D" w14:textId="61442BD7" w:rsidR="00757DB2" w:rsidRPr="00645275" w:rsidRDefault="00757DB2" w:rsidP="00757DB2">
      <w:pPr>
        <w:pStyle w:val="Paragraph"/>
      </w:pPr>
      <w:r w:rsidRPr="00645275">
        <w:t xml:space="preserve">In Figure 2, Return-Oriented Programming (ROP) </w:t>
      </w:r>
      <w:sdt>
        <w:sdtPr>
          <w:tag w:val="MENDELEY_CITATION_v3_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"/>
          <w:id w:val="1364723060"/>
          <w:placeholder>
            <w:docPart w:val="6A4F659523E14E8A80990FBC7AB263CB"/>
          </w:placeholder>
        </w:sdtPr>
        <w:sdtEndPr/>
        <w:sdtContent>
          <w:r w:rsidRPr="00757DB2">
            <w:t>15</w:t>
          </w:r>
        </w:sdtContent>
      </w:sdt>
      <w:r w:rsidRPr="00645275">
        <w:t xml:space="preserve"> mitigation is used to prevent exploit attacks that reuse memory instructions, through techniques such as Address Space Layout Randomization (ASLR) and runtime execution validation </w:t>
      </w:r>
      <w:sdt>
        <w:sdtPr>
          <w:tag w:val="MENDELEY_CITATION_v3_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"/>
          <w:id w:val="2940757"/>
          <w:placeholder>
            <w:docPart w:val="ECFF60B175B14EC19A6448B90E2C1551"/>
          </w:placeholder>
        </w:sdtPr>
        <w:sdtEndPr/>
        <w:sdtContent>
          <w:r w:rsidRPr="00757DB2">
            <w:t>29</w:t>
          </w:r>
        </w:sdtContent>
      </w:sdt>
      <w:r w:rsidRPr="00645275">
        <w:t xml:space="preserve">. Next, Lightweight Cryptography offers efficient and resource-saving encryption solutions </w:t>
      </w:r>
      <w:sdt>
        <w:sdtPr>
          <w:tag w:val="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"/>
          <w:id w:val="2068995527"/>
          <w:placeholder>
            <w:docPart w:val="E14A186689BC41A09E0AA32F88D71F28"/>
          </w:placeholder>
        </w:sdtPr>
        <w:sdtEndPr/>
        <w:sdtContent>
          <w:r w:rsidRPr="00757DB2">
            <w:t>25,31,39,40</w:t>
          </w:r>
        </w:sdtContent>
      </w:sdt>
      <w:r w:rsidRPr="00645275">
        <w:t xml:space="preserve">,  making it highly suitable for embedded devices and real-time systems such as Electronic Control Units (ECUs) in vehicles. Another method involves the implementation of Artificial Intelligence-based Intrusion Detection Systems (IDS), which provide early detection of suspicious activities and anomaly attacks </w:t>
      </w:r>
      <w:sdt>
        <w:sdtPr>
          <w:tag w:val="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"/>
          <w:id w:val="-885638358"/>
          <w:placeholder>
            <w:docPart w:val="D279C1CAC2894D0DB7E695F30F9396BF"/>
          </w:placeholder>
        </w:sdtPr>
        <w:sdtEndPr/>
        <w:sdtContent>
          <w:r w:rsidRPr="00757DB2">
            <w:t>41–43</w:t>
          </w:r>
        </w:sdtContent>
      </w:sdt>
      <w:r w:rsidRPr="00645275">
        <w:t xml:space="preserve"> that could compromise the system, including vehicle-to-everything (V2X) communication </w:t>
      </w:r>
      <w:sdt>
        <w:sdtPr>
          <w:tag w:val="MENDELEY_CITATION_v3_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"/>
          <w:id w:val="-1406534258"/>
          <w:placeholder>
            <w:docPart w:val="FFD3727E9C79434FA7D0977E9E6EEB67"/>
          </w:placeholder>
        </w:sdtPr>
        <w:sdtEndPr/>
        <w:sdtContent>
          <w:r w:rsidRPr="00757DB2">
            <w:t>17</w:t>
          </w:r>
        </w:sdtContent>
      </w:sdt>
      <w:r w:rsidRPr="00645275">
        <w:t xml:space="preserve">. Additionally, Secure Boot and Trusted Execution Environments (TEE) ensure software integrity from the initial boot process and provide an isolated execution environment for running critical functions securely </w:t>
      </w:r>
      <w:sdt>
        <w:sdtPr>
          <w:tag w:val="MENDELEY_CITATION_v3_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"/>
          <w:id w:val="1969244477"/>
          <w:placeholder>
            <w:docPart w:val="8B822B0433F14869898AAE1F6DBD73BA"/>
          </w:placeholder>
        </w:sdtPr>
        <w:sdtEndPr/>
        <w:sdtContent>
          <w:r w:rsidRPr="00757DB2">
            <w:t>44,45</w:t>
          </w:r>
        </w:sdtContent>
      </w:sdt>
      <w:r w:rsidRPr="00645275">
        <w:t>. Lastly, the use of Memory-Safe Programming Languages, such as Rust, replaces languages prone to memory errors, thereby reducing the likelihood of security vulnerabilities caused by buffer overflows and invalid pointers.</w:t>
      </w:r>
    </w:p>
    <w:p w14:paraId="44F745D7" w14:textId="77777777" w:rsidR="004B44D2" w:rsidRDefault="004B44D2" w:rsidP="001A5444">
      <w:pPr>
        <w:pStyle w:val="Paragraph"/>
      </w:pPr>
    </w:p>
    <w:p w14:paraId="6AA1F9A4" w14:textId="2EED16E9" w:rsidR="00EB7E3C" w:rsidRPr="00075EA6" w:rsidRDefault="00EB7E3C" w:rsidP="00EB7E3C">
      <w:pPr>
        <w:pStyle w:val="Heading1"/>
        <w:rPr>
          <w:b w:val="0"/>
          <w:caps w:val="0"/>
          <w:sz w:val="20"/>
        </w:rPr>
      </w:pPr>
      <w:r>
        <w:t>Conclusion</w:t>
      </w:r>
    </w:p>
    <w:p w14:paraId="7D9DD9F0" w14:textId="77777777" w:rsidR="00757DB2" w:rsidRPr="00645275" w:rsidRDefault="00757DB2" w:rsidP="00757DB2">
      <w:pPr>
        <w:pStyle w:val="Paragraph"/>
      </w:pPr>
      <w:r w:rsidRPr="00645275">
        <w:t>This literature review reveals that secure software development in autonomous vehicle systems heavily relies on the implementation of systematic and structured processes. These processes include security requirements and threat analysis, system design based on the principles of caution and redundancy, security-aware coding practices, as well as continuous testing and monitoring. In the safety-critical context of autonomous vehicles, mathematical approaches such as formal verification and model checking have proven to be effective in ensuring that software meets stringent security specifications. Additionally, five secure programming optimization techniques were identified as significantly contributing to enhanced software security: mitigation of return-oriented programming (ROP) exploits, implementation of lightweight and efficient cryptography, deployment of artificial intelligence-based intrusion detection systems, application of secure boot mechanisms and trusted execution environments, and the use of memory-safe programming languages designed to prevent memory management errors. These findings underscore the importance of a comprehensive and layered approach to designing and implementing autonomous vehicle software capable of addressing complex and evolving security challenges.</w:t>
      </w:r>
    </w:p>
    <w:p w14:paraId="2BBEB95C" w14:textId="77777777" w:rsidR="00757DB2" w:rsidRPr="00645275" w:rsidRDefault="00757DB2" w:rsidP="00757DB2">
      <w:pPr>
        <w:pStyle w:val="Paragraph"/>
      </w:pPr>
      <w:r w:rsidRPr="00645275">
        <w:lastRenderedPageBreak/>
        <w:t>Future research is recommended to explore the practical implementation and empirical evaluation of the identified secure programming methods, particularly within simulation environments or prototype autonomous vehicle systems. Furthermore, the development of frameworks that automatically integrate formal verification into the software development pipeline of autonomous vehicles presents a promising research opportunity. Subsequent studies may also expand the scope by considering security integration in vehicle-to-vehicle communication components and examining the impact of interoperability on overall system vulnerabilities.</w:t>
      </w:r>
    </w:p>
    <w:p w14:paraId="78CA2296" w14:textId="77777777" w:rsidR="00757DB2" w:rsidRDefault="00757DB2" w:rsidP="00EB7E3C">
      <w:pPr>
        <w:pStyle w:val="Paragraph"/>
      </w:pPr>
    </w:p>
    <w:p w14:paraId="7691B80C" w14:textId="77777777" w:rsidR="00613B4D" w:rsidRPr="00075EA6" w:rsidRDefault="0016385D" w:rsidP="00613B4D">
      <w:pPr>
        <w:pStyle w:val="Heading1"/>
      </w:pPr>
      <w:r w:rsidRPr="00075EA6">
        <w:rPr>
          <w:rFonts w:asciiTheme="majorBidi" w:hAnsiTheme="majorBidi" w:cstheme="majorBidi"/>
        </w:rPr>
        <w:t>Acknowledgments</w:t>
      </w:r>
      <w:r w:rsidR="00B1000D">
        <w:rPr>
          <w:rFonts w:asciiTheme="majorBidi" w:hAnsiTheme="majorBidi" w:cstheme="majorBidi"/>
        </w:rPr>
        <w:br/>
      </w:r>
      <w:r w:rsidR="00B1000D" w:rsidRPr="00075EA6">
        <w:rPr>
          <w:b w:val="0"/>
          <w:caps w:val="0"/>
          <w:sz w:val="20"/>
        </w:rPr>
        <w:t xml:space="preserve">(Use the Microsoft Word template style: </w:t>
      </w:r>
      <w:r w:rsidR="00B1000D" w:rsidRPr="00075EA6">
        <w:rPr>
          <w:b w:val="0"/>
          <w:i/>
          <w:iCs/>
          <w:caps w:val="0"/>
          <w:sz w:val="20"/>
        </w:rPr>
        <w:t>Heading 1</w:t>
      </w:r>
      <w:r w:rsidR="00B1000D" w:rsidRPr="00075EA6">
        <w:rPr>
          <w:b w:val="0"/>
          <w:caps w:val="0"/>
          <w:sz w:val="20"/>
        </w:rPr>
        <w:t>)</w:t>
      </w:r>
      <w:r w:rsidR="00613B4D">
        <w:rPr>
          <w:b w:val="0"/>
          <w:caps w:val="0"/>
          <w:sz w:val="20"/>
        </w:rPr>
        <w:t xml:space="preserve"> or (Use Times New Roman </w:t>
      </w:r>
      <w:r w:rsidR="00613B4D" w:rsidRPr="00003D7C">
        <w:rPr>
          <w:b w:val="0"/>
          <w:caps w:val="0"/>
          <w:sz w:val="20"/>
        </w:rPr>
        <w:t xml:space="preserve">Font: </w:t>
      </w:r>
      <w:r w:rsidR="00613B4D">
        <w:rPr>
          <w:b w:val="0"/>
          <w:caps w:val="0"/>
          <w:sz w:val="20"/>
        </w:rPr>
        <w:t xml:space="preserve">12 pt, </w:t>
      </w:r>
      <w:r w:rsidR="00613B4D" w:rsidRPr="00003D7C">
        <w:rPr>
          <w:b w:val="0"/>
          <w:caps w:val="0"/>
          <w:sz w:val="20"/>
        </w:rPr>
        <w:t xml:space="preserve">Bold, </w:t>
      </w:r>
      <w:r w:rsidR="00613B4D">
        <w:rPr>
          <w:b w:val="0"/>
          <w:caps w:val="0"/>
          <w:sz w:val="20"/>
        </w:rPr>
        <w:t>ALL</w:t>
      </w:r>
      <w:r w:rsidR="00613B4D" w:rsidRPr="00003D7C">
        <w:rPr>
          <w:b w:val="0"/>
          <w:caps w:val="0"/>
          <w:sz w:val="20"/>
        </w:rPr>
        <w:t xml:space="preserve"> </w:t>
      </w:r>
      <w:r w:rsidR="00613B4D">
        <w:rPr>
          <w:b w:val="0"/>
          <w:caps w:val="0"/>
          <w:sz w:val="20"/>
        </w:rPr>
        <w:t>CAPS</w:t>
      </w:r>
      <w:r w:rsidR="00613B4D" w:rsidRPr="00003D7C">
        <w:rPr>
          <w:b w:val="0"/>
          <w:caps w:val="0"/>
          <w:sz w:val="20"/>
        </w:rPr>
        <w:t>, Centered</w:t>
      </w:r>
      <w:r w:rsidR="00613B4D">
        <w:rPr>
          <w:b w:val="0"/>
          <w:caps w:val="0"/>
          <w:sz w:val="20"/>
        </w:rPr>
        <w:t>)</w:t>
      </w:r>
    </w:p>
    <w:p w14:paraId="4F4EA3E3" w14:textId="77777777" w:rsidR="000B3A2D" w:rsidRPr="00075EA6" w:rsidRDefault="00D87E2A" w:rsidP="000B3A2D">
      <w:pPr>
        <w:pStyle w:val="Paragraph"/>
        <w:rPr>
          <w:rFonts w:asciiTheme="majorBidi" w:hAnsiTheme="majorBidi" w:cstheme="majorBidi"/>
        </w:rPr>
      </w:pPr>
      <w:r>
        <w:rPr>
          <w:rFonts w:asciiTheme="majorBidi" w:hAnsiTheme="majorBidi" w:cstheme="majorBidi"/>
        </w:rPr>
        <w:t xml:space="preserve">If desired, in this section we welcome you to include thank </w:t>
      </w:r>
      <w:r w:rsidR="005E71ED">
        <w:rPr>
          <w:rFonts w:asciiTheme="majorBidi" w:hAnsiTheme="majorBidi" w:cstheme="majorBidi"/>
        </w:rPr>
        <w:t>your</w:t>
      </w:r>
      <w:r>
        <w:rPr>
          <w:rFonts w:asciiTheme="majorBidi" w:hAnsiTheme="majorBidi" w:cstheme="majorBidi"/>
        </w:rPr>
        <w:t xml:space="preserve"> comments for those who have supported your research.  Font should be Times New Roman, 10 </w:t>
      </w:r>
      <w:r w:rsidR="005E71ED">
        <w:rPr>
          <w:rFonts w:asciiTheme="majorBidi" w:hAnsiTheme="majorBidi" w:cstheme="majorBidi"/>
        </w:rPr>
        <w:t>pt.</w:t>
      </w:r>
    </w:p>
    <w:p w14:paraId="610E18A9" w14:textId="53CFAA31" w:rsidR="00613B4D" w:rsidRPr="00075EA6" w:rsidRDefault="0016385D" w:rsidP="00757DB2">
      <w:pPr>
        <w:pStyle w:val="Heading1"/>
        <w:rPr>
          <w:rFonts w:asciiTheme="majorBidi" w:hAnsiTheme="majorBidi" w:cstheme="majorBidi"/>
        </w:rPr>
      </w:pPr>
      <w:r w:rsidRPr="00075EA6">
        <w:rPr>
          <w:rFonts w:asciiTheme="majorBidi" w:hAnsiTheme="majorBidi" w:cstheme="majorBidi"/>
        </w:rPr>
        <w:t>References</w:t>
      </w:r>
    </w:p>
    <w:sdt>
      <w:sdtPr>
        <w:tag w:val="MENDELEY_BIBLIOGRAPHY"/>
        <w:id w:val="819620093"/>
        <w:placeholder>
          <w:docPart w:val="DefaultPlaceholder_-1854013440"/>
        </w:placeholder>
      </w:sdtPr>
      <w:sdtEndPr>
        <w:rPr>
          <w:color w:val="000000"/>
          <w:sz w:val="16"/>
          <w:szCs w:val="16"/>
        </w:rPr>
      </w:sdtEndPr>
      <w:sdtContent>
        <w:p w14:paraId="7544B9CF" w14:textId="77777777" w:rsidR="00757DB2" w:rsidRPr="00757DB2" w:rsidRDefault="00757DB2" w:rsidP="00757DB2">
          <w:pPr>
            <w:pStyle w:val="Reference"/>
            <w:ind w:left="714" w:hanging="357"/>
            <w:divId w:val="954140393"/>
          </w:pPr>
          <w:r w:rsidRPr="00757DB2">
            <w:t>1 Y. Cao, Y. Zhou, Q.A. Chen, C. Xiao, W. Park, K. Fu, B. Cyr, S. Rampazzi, and Z. Morley Mao, “Adversarial sensor attack on LiDAR-based perception in autonomous driving,” in Proceedings of the ACM Conference on Computer and Communications Security, (Association for Computing Machinery, 2019), pp. 2267–2281.</w:t>
          </w:r>
        </w:p>
        <w:p w14:paraId="68992532" w14:textId="77777777" w:rsidR="00757DB2" w:rsidRPr="00757DB2" w:rsidRDefault="00757DB2" w:rsidP="00757DB2">
          <w:pPr>
            <w:pStyle w:val="Reference"/>
            <w:ind w:left="714" w:hanging="357"/>
            <w:divId w:val="1892037675"/>
          </w:pPr>
          <w:r w:rsidRPr="00757DB2">
            <w:t xml:space="preserve">2 D. Jivani, H. Gajjar, R. Gupta, N.K. Jadav, S. Tanwar, J. Bhatia, and H. Trivedi, “Machine Learning-based Secure Communication Framework for Connected Autonomous Vehicles,” in 2023 IEEE </w:t>
          </w:r>
          <w:proofErr w:type="spellStart"/>
          <w:r w:rsidRPr="00757DB2">
            <w:t>Globecom</w:t>
          </w:r>
          <w:proofErr w:type="spellEnd"/>
          <w:r w:rsidRPr="00757DB2">
            <w:t xml:space="preserve"> Workshops, GC </w:t>
          </w:r>
          <w:proofErr w:type="spellStart"/>
          <w:r w:rsidRPr="00757DB2">
            <w:t>Wkshps</w:t>
          </w:r>
          <w:proofErr w:type="spellEnd"/>
          <w:r w:rsidRPr="00757DB2">
            <w:t xml:space="preserve"> 2023, (Institute of Electrical and Electronics Engineers Inc., 2023), pp. 359–364.</w:t>
          </w:r>
        </w:p>
        <w:p w14:paraId="5634D7B0" w14:textId="77777777" w:rsidR="00757DB2" w:rsidRPr="00757DB2" w:rsidRDefault="00757DB2" w:rsidP="00757DB2">
          <w:pPr>
            <w:pStyle w:val="Reference"/>
            <w:ind w:left="714" w:hanging="357"/>
            <w:divId w:val="620187023"/>
          </w:pPr>
          <w:r w:rsidRPr="00757DB2">
            <w:t>3 R. Gundu, and M. Maleki, “Securing CAN Bus in Connected and Autonomous Vehicles Using Supervised Machine Learning Approaches,” in IEEE International Conference on Electro Information Technology, (IEEE Computer Society, 2022), pp. 42–46.</w:t>
          </w:r>
        </w:p>
        <w:p w14:paraId="444363B0" w14:textId="77777777" w:rsidR="00757DB2" w:rsidRPr="00757DB2" w:rsidRDefault="00757DB2" w:rsidP="00757DB2">
          <w:pPr>
            <w:pStyle w:val="Reference"/>
            <w:ind w:left="714" w:hanging="357"/>
            <w:divId w:val="1326125033"/>
          </w:pPr>
          <w:r w:rsidRPr="00757DB2">
            <w:t xml:space="preserve">4 L.J. </w:t>
          </w:r>
          <w:proofErr w:type="spellStart"/>
          <w:r w:rsidRPr="00757DB2">
            <w:t>Moukahal</w:t>
          </w:r>
          <w:proofErr w:type="spellEnd"/>
          <w:r w:rsidRPr="00757DB2">
            <w:t xml:space="preserve">, M. </w:t>
          </w:r>
          <w:proofErr w:type="spellStart"/>
          <w:r w:rsidRPr="00757DB2">
            <w:t>Zulkernine</w:t>
          </w:r>
          <w:proofErr w:type="spellEnd"/>
          <w:r w:rsidRPr="00757DB2">
            <w:t>, and M. Soukup, “Towards a Secure Software Lifecycle for Autonomous Vehicles,” in Proceedings - 2021 IEEE International Symposium on Software Reliability Engineering Workshops, ISSREW 2021, (Institute of Electrical and Electronics Engineers Inc., 2021), pp. 371–377.</w:t>
          </w:r>
        </w:p>
        <w:p w14:paraId="68542E3A" w14:textId="77777777" w:rsidR="00757DB2" w:rsidRPr="00757DB2" w:rsidRDefault="00757DB2" w:rsidP="00757DB2">
          <w:pPr>
            <w:pStyle w:val="Reference"/>
            <w:ind w:left="714" w:hanging="357"/>
            <w:divId w:val="135877761"/>
          </w:pPr>
          <w:r w:rsidRPr="00757DB2">
            <w:t xml:space="preserve">5 A. </w:t>
          </w:r>
          <w:proofErr w:type="spellStart"/>
          <w:r w:rsidRPr="00757DB2">
            <w:t>Sersemis</w:t>
          </w:r>
          <w:proofErr w:type="spellEnd"/>
          <w:r w:rsidRPr="00757DB2">
            <w:t xml:space="preserve">, A. Papadopoulos, G. Spanos, A. Lalas, K. </w:t>
          </w:r>
          <w:proofErr w:type="spellStart"/>
          <w:r w:rsidRPr="00757DB2">
            <w:t>Votis</w:t>
          </w:r>
          <w:proofErr w:type="spellEnd"/>
          <w:r w:rsidRPr="00757DB2">
            <w:t xml:space="preserve">, and D. </w:t>
          </w:r>
          <w:proofErr w:type="spellStart"/>
          <w:r w:rsidRPr="00757DB2">
            <w:t>Tzovaras</w:t>
          </w:r>
          <w:proofErr w:type="spellEnd"/>
          <w:r w:rsidRPr="00757DB2">
            <w:t>, “Cybersecurity Oriented Architecture to Ensure the Autonomous Vehicles Communication,” in 2023 31st Mediterranean Conference on Control and Automation, MED 2023, (Institute of Electrical and Electronics Engineers Inc., 2023), pp. 119–124.</w:t>
          </w:r>
        </w:p>
        <w:p w14:paraId="007E585E" w14:textId="77777777" w:rsidR="00757DB2" w:rsidRPr="00757DB2" w:rsidRDefault="00757DB2" w:rsidP="00757DB2">
          <w:pPr>
            <w:pStyle w:val="Reference"/>
            <w:ind w:left="714" w:hanging="357"/>
            <w:divId w:val="1379160049"/>
          </w:pPr>
          <w:r w:rsidRPr="00757DB2">
            <w:t xml:space="preserve">6 J.F. </w:t>
          </w:r>
          <w:proofErr w:type="spellStart"/>
          <w:r w:rsidRPr="00757DB2">
            <w:t>Rusdi</w:t>
          </w:r>
          <w:proofErr w:type="spellEnd"/>
          <w:r w:rsidRPr="00757DB2">
            <w:t xml:space="preserve">, M. Naseer, B. </w:t>
          </w:r>
          <w:proofErr w:type="spellStart"/>
          <w:r w:rsidRPr="00757DB2">
            <w:t>Pudjoatmodjo</w:t>
          </w:r>
          <w:proofErr w:type="spellEnd"/>
          <w:r w:rsidRPr="00757DB2">
            <w:t xml:space="preserve">, S.A. </w:t>
          </w:r>
          <w:proofErr w:type="spellStart"/>
          <w:r w:rsidRPr="00757DB2">
            <w:t>Sidik</w:t>
          </w:r>
          <w:proofErr w:type="spellEnd"/>
          <w:r w:rsidRPr="00757DB2">
            <w:t xml:space="preserve">, I.N. Aziz, and R. </w:t>
          </w:r>
          <w:proofErr w:type="spellStart"/>
          <w:r w:rsidRPr="00757DB2">
            <w:t>Hardi</w:t>
          </w:r>
          <w:proofErr w:type="spellEnd"/>
          <w:r w:rsidRPr="00757DB2">
            <w:t xml:space="preserve">, “Motor Cycle </w:t>
          </w:r>
          <w:proofErr w:type="spellStart"/>
          <w:r w:rsidRPr="00757DB2">
            <w:t>SmartKey</w:t>
          </w:r>
          <w:proofErr w:type="spellEnd"/>
          <w:r w:rsidRPr="00757DB2">
            <w:t xml:space="preserve"> System,” in 2021 3rd International Conference on Cybernetics and Intelligent System (ICORIS), (IEEE, 2021), pp. 1–5.</w:t>
          </w:r>
        </w:p>
        <w:p w14:paraId="0A10B3D7" w14:textId="77777777" w:rsidR="00757DB2" w:rsidRPr="00757DB2" w:rsidRDefault="00757DB2" w:rsidP="00757DB2">
          <w:pPr>
            <w:pStyle w:val="Reference"/>
            <w:ind w:left="714" w:hanging="357"/>
            <w:divId w:val="2069500151"/>
          </w:pPr>
          <w:r w:rsidRPr="00757DB2">
            <w:t xml:space="preserve">7 R. Hardi, N. </w:t>
          </w:r>
          <w:proofErr w:type="spellStart"/>
          <w:r w:rsidRPr="00757DB2">
            <w:t>Suryana</w:t>
          </w:r>
          <w:proofErr w:type="spellEnd"/>
          <w:r w:rsidRPr="00757DB2">
            <w:t xml:space="preserve">, N.C. Pee, A.S. </w:t>
          </w:r>
          <w:proofErr w:type="spellStart"/>
          <w:r w:rsidRPr="00757DB2">
            <w:t>Pribadi</w:t>
          </w:r>
          <w:proofErr w:type="spellEnd"/>
          <w:r w:rsidRPr="00757DB2">
            <w:t xml:space="preserve">, J.F. </w:t>
          </w:r>
          <w:proofErr w:type="spellStart"/>
          <w:r w:rsidRPr="00757DB2">
            <w:t>Rusdi</w:t>
          </w:r>
          <w:proofErr w:type="spellEnd"/>
          <w:r w:rsidRPr="00757DB2">
            <w:t>, and A. Junaidi, “The Object Tracking System at the Service Delivery Center of the Traveling Salesperson Problem Method,” in J Phys Conf Ser, (IOP Publishing Ltd, 2021).</w:t>
          </w:r>
        </w:p>
        <w:p w14:paraId="3DD00098" w14:textId="77777777" w:rsidR="00757DB2" w:rsidRPr="00757DB2" w:rsidRDefault="00757DB2" w:rsidP="00757DB2">
          <w:pPr>
            <w:pStyle w:val="Reference"/>
            <w:ind w:left="714" w:hanging="357"/>
            <w:divId w:val="885750445"/>
          </w:pPr>
          <w:r w:rsidRPr="00757DB2">
            <w:t>8 M. Naseer, J.F. Rusdi, N.M. Shanono, S. Salam, Z. Bin Muslim, N.A. Abu, and I. Abadi, “Malware Detection: Issues and Challenges,” in J Phys Conf Ser, (IOP Publishing Ltd, 2021).</w:t>
          </w:r>
        </w:p>
        <w:p w14:paraId="6FB3A31E" w14:textId="77777777" w:rsidR="00757DB2" w:rsidRPr="00757DB2" w:rsidRDefault="00757DB2" w:rsidP="00757DB2">
          <w:pPr>
            <w:pStyle w:val="Reference"/>
            <w:ind w:left="714" w:hanging="357"/>
            <w:divId w:val="1441073909"/>
          </w:pPr>
          <w:r w:rsidRPr="00757DB2">
            <w:t>9 A.M. Fernandes, A. Pai, and L.M.M. Colaco, “Secure SDLC for IoT Based Health Monitor,” in 2018 Second International Conference on Electronics, Communication and Aerospace Technology (ICECA), (IEEE, 2018), pp. 1236–1241.</w:t>
          </w:r>
        </w:p>
        <w:p w14:paraId="59859A9A" w14:textId="77777777" w:rsidR="00757DB2" w:rsidRPr="00757DB2" w:rsidRDefault="00757DB2" w:rsidP="00757DB2">
          <w:pPr>
            <w:pStyle w:val="Reference"/>
            <w:ind w:left="714" w:hanging="357"/>
            <w:divId w:val="1183394271"/>
          </w:pPr>
          <w:r w:rsidRPr="00757DB2">
            <w:t>10 A. Ramirez, A. Aiello, and S.J. Lincke, “A survey and comparison of secure software development standards,” in 13th CMI Conference on Cybersecurity and Privacy - Digital Transformation - Potentials and Challenges, CMI 2020, (Institute of Electrical and Electronics Engineers Inc., 2020).</w:t>
          </w:r>
        </w:p>
        <w:p w14:paraId="7588E494" w14:textId="77777777" w:rsidR="00757DB2" w:rsidRPr="00757DB2" w:rsidRDefault="00757DB2" w:rsidP="00757DB2">
          <w:pPr>
            <w:pStyle w:val="Reference"/>
            <w:ind w:left="714" w:hanging="357"/>
            <w:divId w:val="1802765842"/>
          </w:pPr>
          <w:r w:rsidRPr="00757DB2">
            <w:t>11 R. Guo, M. Huang, J. Li, and J. Wang, “Cybersecurity of Unmanned Aerial Vehicles: A Survey,” in Proceedings - 2021 14th International Conference on Advanced Computer Theory and Engineering, ICACTE 2021, (Institute of Electrical and Electronics Engineers Inc., 2021), pp. 57–64.</w:t>
          </w:r>
        </w:p>
        <w:p w14:paraId="1FB5EB6B" w14:textId="77777777" w:rsidR="00757DB2" w:rsidRPr="00757DB2" w:rsidRDefault="00757DB2" w:rsidP="00757DB2">
          <w:pPr>
            <w:pStyle w:val="Reference"/>
            <w:ind w:left="714" w:hanging="357"/>
            <w:divId w:val="2064866388"/>
          </w:pPr>
          <w:r w:rsidRPr="00757DB2">
            <w:t xml:space="preserve">12 J.F. </w:t>
          </w:r>
          <w:proofErr w:type="spellStart"/>
          <w:r w:rsidRPr="00757DB2">
            <w:t>Rusdi</w:t>
          </w:r>
          <w:proofErr w:type="spellEnd"/>
          <w:r w:rsidRPr="00757DB2">
            <w:t xml:space="preserve">, S. Salam, N.A. Abu, T.G. Baktina, R. </w:t>
          </w:r>
          <w:proofErr w:type="spellStart"/>
          <w:r w:rsidRPr="00757DB2">
            <w:t>Gumilar</w:t>
          </w:r>
          <w:proofErr w:type="spellEnd"/>
          <w:r w:rsidRPr="00757DB2">
            <w:t xml:space="preserve"> </w:t>
          </w:r>
          <w:proofErr w:type="spellStart"/>
          <w:r w:rsidRPr="00757DB2">
            <w:t>Hadiningrat</w:t>
          </w:r>
          <w:proofErr w:type="spellEnd"/>
          <w:r w:rsidRPr="00757DB2">
            <w:t xml:space="preserve">, B. Sunaryo, A. </w:t>
          </w:r>
          <w:proofErr w:type="spellStart"/>
          <w:r w:rsidRPr="00757DB2">
            <w:t>Rusmartiana</w:t>
          </w:r>
          <w:proofErr w:type="spellEnd"/>
          <w:r w:rsidRPr="00757DB2">
            <w:t xml:space="preserve">, W. </w:t>
          </w:r>
          <w:proofErr w:type="spellStart"/>
          <w:r w:rsidRPr="00757DB2">
            <w:t>Nashihuddin</w:t>
          </w:r>
          <w:proofErr w:type="spellEnd"/>
          <w:r w:rsidRPr="00757DB2">
            <w:t xml:space="preserve">, P. </w:t>
          </w:r>
          <w:proofErr w:type="spellStart"/>
          <w:r w:rsidRPr="00757DB2">
            <w:t>Fannya</w:t>
          </w:r>
          <w:proofErr w:type="spellEnd"/>
          <w:r w:rsidRPr="00757DB2">
            <w:t xml:space="preserve">, F. Laurenty, N.M. Shanono, R. Hardi, S. </w:t>
          </w:r>
          <w:proofErr w:type="spellStart"/>
          <w:r w:rsidRPr="00757DB2">
            <w:t>Kuswayati</w:t>
          </w:r>
          <w:proofErr w:type="spellEnd"/>
          <w:r w:rsidRPr="00757DB2">
            <w:t>, S.E. Damayanti, and S. Rahmawati, “Collaborative of ICT Research in Indonesia,” in J Phys Conf Ser, (IOP Publishing Ltd, 2021).</w:t>
          </w:r>
        </w:p>
        <w:p w14:paraId="21151FD8" w14:textId="77777777" w:rsidR="00757DB2" w:rsidRPr="00757DB2" w:rsidRDefault="00757DB2" w:rsidP="00757DB2">
          <w:pPr>
            <w:pStyle w:val="Reference"/>
            <w:ind w:left="714" w:hanging="357"/>
            <w:divId w:val="2100829442"/>
          </w:pPr>
          <w:r w:rsidRPr="00757DB2">
            <w:lastRenderedPageBreak/>
            <w:t xml:space="preserve">13 N. Agustina, </w:t>
          </w:r>
          <w:proofErr w:type="spellStart"/>
          <w:r w:rsidRPr="00757DB2">
            <w:t>Kusrini</w:t>
          </w:r>
          <w:proofErr w:type="spellEnd"/>
          <w:r w:rsidRPr="00757DB2">
            <w:t>, E. Utami, and T. Hidayat, “Systematic Literature Review in the Development of Datasets and Fact Verification Models for Indonesian Language,” in 2024 7th International Conference of Computer and Informatics Engineering (IC2IE), (IEEE, 2024), pp. 1–9.</w:t>
          </w:r>
        </w:p>
        <w:p w14:paraId="42736F3F" w14:textId="77777777" w:rsidR="00757DB2" w:rsidRPr="00757DB2" w:rsidRDefault="00757DB2" w:rsidP="00757DB2">
          <w:pPr>
            <w:pStyle w:val="Reference"/>
            <w:ind w:left="714" w:hanging="357"/>
            <w:divId w:val="2033918977"/>
          </w:pPr>
          <w:r w:rsidRPr="00757DB2">
            <w:t>14 M. Pham, and K. Xiong, “A Survey on Security Attacks and Defense Techniques for Connected and Autonomous Vehicles,” (2020).</w:t>
          </w:r>
        </w:p>
        <w:p w14:paraId="617F8C31" w14:textId="77777777" w:rsidR="00757DB2" w:rsidRPr="00757DB2" w:rsidRDefault="00757DB2" w:rsidP="00757DB2">
          <w:pPr>
            <w:pStyle w:val="Reference"/>
            <w:ind w:left="714" w:hanging="357"/>
            <w:divId w:val="835926347"/>
          </w:pPr>
          <w:r w:rsidRPr="00757DB2">
            <w:t xml:space="preserve">15 R.K. Shrivastava, S.P. Singh, M.K. Hasan, Gagandeep, S. Islam, S. Abdullah, and A.H.M. Aman, “Securing Internet of Things devices against code tampering attacks using Return Oriented Programming,” </w:t>
          </w:r>
          <w:proofErr w:type="spellStart"/>
          <w:r w:rsidRPr="00757DB2">
            <w:t>Comput</w:t>
          </w:r>
          <w:proofErr w:type="spellEnd"/>
          <w:r w:rsidRPr="00757DB2">
            <w:t xml:space="preserve"> </w:t>
          </w:r>
          <w:proofErr w:type="spellStart"/>
          <w:r w:rsidRPr="00757DB2">
            <w:t>Commun</w:t>
          </w:r>
          <w:proofErr w:type="spellEnd"/>
          <w:r w:rsidRPr="00757DB2">
            <w:t xml:space="preserve"> 193, 38–46 (2022).</w:t>
          </w:r>
        </w:p>
        <w:p w14:paraId="75321880" w14:textId="77777777" w:rsidR="00757DB2" w:rsidRPr="00757DB2" w:rsidRDefault="00757DB2" w:rsidP="00757DB2">
          <w:pPr>
            <w:pStyle w:val="Reference"/>
            <w:ind w:left="714" w:hanging="357"/>
            <w:divId w:val="724987817"/>
          </w:pPr>
          <w:r w:rsidRPr="00757DB2">
            <w:t>16 A.K. Talukder, V.K. Maurya, B.G. Santhosh, E. Jangam, S. V. Muni, K.P. Jevitha, S. Saurabh, and A.R. Pais, “Security-aware Software Development Life Cycle (</w:t>
          </w:r>
          <w:proofErr w:type="spellStart"/>
          <w:r w:rsidRPr="00757DB2">
            <w:t>SaSDLC</w:t>
          </w:r>
          <w:proofErr w:type="spellEnd"/>
          <w:r w:rsidRPr="00757DB2">
            <w:t>) - Processes and tools,” in 2009 IFIP International Conference on Wireless and Optical Communications Networks, (IEEE, 2009), pp. 1–5.</w:t>
          </w:r>
        </w:p>
        <w:p w14:paraId="1DE2EB80" w14:textId="77777777" w:rsidR="00757DB2" w:rsidRPr="00757DB2" w:rsidRDefault="00757DB2" w:rsidP="00757DB2">
          <w:pPr>
            <w:pStyle w:val="Reference"/>
            <w:ind w:left="714" w:hanging="357"/>
            <w:divId w:val="2054690138"/>
          </w:pPr>
          <w:r w:rsidRPr="00757DB2">
            <w:t xml:space="preserve">17 S. Jain, N.J. Ahuja, P. Srikanth, K.V. </w:t>
          </w:r>
          <w:proofErr w:type="spellStart"/>
          <w:r w:rsidRPr="00757DB2">
            <w:t>Bhadane</w:t>
          </w:r>
          <w:proofErr w:type="spellEnd"/>
          <w:r w:rsidRPr="00757DB2">
            <w:t>, B. Nagaiah, A. Kumar, and C. Konstantinou, “Blockchain and Autonomous Vehicles: Recent Advances and Future Directions,” IEEE Access 9, 130264–130328 (2021).</w:t>
          </w:r>
        </w:p>
        <w:p w14:paraId="257150DD" w14:textId="77777777" w:rsidR="00757DB2" w:rsidRPr="00757DB2" w:rsidRDefault="00757DB2" w:rsidP="00757DB2">
          <w:pPr>
            <w:pStyle w:val="Reference"/>
            <w:ind w:left="714" w:hanging="357"/>
            <w:divId w:val="1931233572"/>
          </w:pPr>
          <w:r w:rsidRPr="00757DB2">
            <w:t>18 R.A. Khan, S.U. Khan, H.U. Khan, and M. Ilyas, “Systematic Mapping Study on Security Approaches in Secure Software Engineering,” IEEE Access 9, 19139–19160 (2021).</w:t>
          </w:r>
        </w:p>
        <w:p w14:paraId="0737ED14" w14:textId="77777777" w:rsidR="00757DB2" w:rsidRPr="00757DB2" w:rsidRDefault="00757DB2" w:rsidP="00757DB2">
          <w:pPr>
            <w:pStyle w:val="Reference"/>
            <w:ind w:left="714" w:hanging="357"/>
            <w:divId w:val="1838571695"/>
          </w:pPr>
          <w:r w:rsidRPr="00757DB2">
            <w:t xml:space="preserve">19 O.O. Olusanya, R.G. Jimoh, S. Misra, and J.B. Awotunde, “A neuro-fuzzy security risk assessment system for software development life cycle,” </w:t>
          </w:r>
          <w:proofErr w:type="spellStart"/>
          <w:r w:rsidRPr="00757DB2">
            <w:t>Heliyon</w:t>
          </w:r>
          <w:proofErr w:type="spellEnd"/>
          <w:r w:rsidRPr="00757DB2">
            <w:t xml:space="preserve"> 10(13), (2024).</w:t>
          </w:r>
        </w:p>
        <w:p w14:paraId="078ED3FD" w14:textId="77777777" w:rsidR="00757DB2" w:rsidRPr="00757DB2" w:rsidRDefault="00757DB2" w:rsidP="00757DB2">
          <w:pPr>
            <w:pStyle w:val="Reference"/>
            <w:ind w:left="714" w:hanging="357"/>
            <w:divId w:val="1360279805"/>
          </w:pPr>
          <w:r w:rsidRPr="00757DB2">
            <w:t xml:space="preserve">20 K. Grosse, and A. </w:t>
          </w:r>
          <w:proofErr w:type="spellStart"/>
          <w:r w:rsidRPr="00757DB2">
            <w:t>Alahi</w:t>
          </w:r>
          <w:proofErr w:type="spellEnd"/>
          <w:r w:rsidRPr="00757DB2">
            <w:t xml:space="preserve">, “A qualitative AI security risk assessment of autonomous vehicles,” </w:t>
          </w:r>
          <w:proofErr w:type="spellStart"/>
          <w:r w:rsidRPr="00757DB2">
            <w:t>Transp</w:t>
          </w:r>
          <w:proofErr w:type="spellEnd"/>
          <w:r w:rsidRPr="00757DB2">
            <w:t xml:space="preserve"> Res Part C Emerg Technol 169, (2024).</w:t>
          </w:r>
        </w:p>
        <w:p w14:paraId="0D673B79" w14:textId="77777777" w:rsidR="00757DB2" w:rsidRPr="00757DB2" w:rsidRDefault="00757DB2" w:rsidP="00757DB2">
          <w:pPr>
            <w:pStyle w:val="Reference"/>
            <w:ind w:left="714" w:hanging="357"/>
            <w:divId w:val="60520421"/>
          </w:pPr>
          <w:r w:rsidRPr="00757DB2">
            <w:t>21 R. Kwon, and G. Kwon, “Formal Verification of STPA with Model Checking,” Scientific Journal of Gdynia Maritime University (125), 7–24 (2023).</w:t>
          </w:r>
        </w:p>
        <w:p w14:paraId="4C614B07" w14:textId="77777777" w:rsidR="00757DB2" w:rsidRPr="00757DB2" w:rsidRDefault="00757DB2" w:rsidP="00757DB2">
          <w:pPr>
            <w:pStyle w:val="Reference"/>
            <w:ind w:left="714" w:hanging="357"/>
            <w:divId w:val="747534394"/>
          </w:pPr>
          <w:r w:rsidRPr="00757DB2">
            <w:t>22 X. Yang, X. Chen, and J. Wang, “A Model Checking Based Software Requirements Specification Approach for Embedded Systems,” in Proceedings - 31st IEEE International Requirements Engineering Conference Workshops, REW 2023, (Institute of Electrical and Electronics Engineers Inc., 2023), pp. 184–191.</w:t>
          </w:r>
        </w:p>
        <w:p w14:paraId="4B881C9D" w14:textId="77777777" w:rsidR="00757DB2" w:rsidRPr="00757DB2" w:rsidRDefault="00757DB2" w:rsidP="00757DB2">
          <w:pPr>
            <w:pStyle w:val="Reference"/>
            <w:ind w:left="714" w:hanging="357"/>
            <w:divId w:val="91976645"/>
          </w:pPr>
          <w:r w:rsidRPr="00757DB2">
            <w:t>23 S. Wang, M. Yang, S. Jiang, F. Chen, Y. Zhang, and X. Fu, “BBS: A secure and autonomous blockchain-based big-data sharing system,” Journal of Systems Architecture 150, (2024).</w:t>
          </w:r>
        </w:p>
        <w:p w14:paraId="3FBEA168" w14:textId="77777777" w:rsidR="00757DB2" w:rsidRPr="00757DB2" w:rsidRDefault="00757DB2" w:rsidP="00757DB2">
          <w:pPr>
            <w:pStyle w:val="Reference"/>
            <w:ind w:left="714" w:hanging="357"/>
            <w:divId w:val="56822605"/>
          </w:pPr>
          <w:r w:rsidRPr="00757DB2">
            <w:t>24 K. Ren, Q. Wang, C. Wang, Z. Qin, and X. Lin, “The Security of Autonomous Driving: Threats, Defenses, and Future Directions,” Proceedings of the IEEE 108(2), 357–372 (2020).</w:t>
          </w:r>
        </w:p>
        <w:p w14:paraId="0F42DB9D" w14:textId="77777777" w:rsidR="00757DB2" w:rsidRPr="00757DB2" w:rsidRDefault="00757DB2" w:rsidP="00757DB2">
          <w:pPr>
            <w:pStyle w:val="Reference"/>
            <w:ind w:left="714" w:hanging="357"/>
            <w:divId w:val="1543709397"/>
          </w:pPr>
          <w:r w:rsidRPr="00757DB2">
            <w:t>25 D.K.P. Newar, R. Zhao, H. Siy, L.K. Soh, and M. Song, “</w:t>
          </w:r>
          <w:proofErr w:type="spellStart"/>
          <w:r w:rsidRPr="00757DB2">
            <w:t>SSDTutor</w:t>
          </w:r>
          <w:proofErr w:type="spellEnd"/>
          <w:r w:rsidRPr="00757DB2">
            <w:t xml:space="preserve">: A feedback-driven intelligent tutoring system for secure software development,” Sci </w:t>
          </w:r>
          <w:proofErr w:type="spellStart"/>
          <w:r w:rsidRPr="00757DB2">
            <w:t>Comput</w:t>
          </w:r>
          <w:proofErr w:type="spellEnd"/>
          <w:r w:rsidRPr="00757DB2">
            <w:t xml:space="preserve"> Program 227, (2023).</w:t>
          </w:r>
        </w:p>
        <w:p w14:paraId="12EFDECB" w14:textId="77777777" w:rsidR="00757DB2" w:rsidRPr="00757DB2" w:rsidRDefault="00757DB2" w:rsidP="00757DB2">
          <w:pPr>
            <w:pStyle w:val="Reference"/>
            <w:ind w:left="714" w:hanging="357"/>
            <w:divId w:val="1176460754"/>
          </w:pPr>
          <w:r w:rsidRPr="00757DB2">
            <w:t xml:space="preserve">26 A. </w:t>
          </w:r>
          <w:proofErr w:type="spellStart"/>
          <w:r w:rsidRPr="00757DB2">
            <w:t>Kooshari</w:t>
          </w:r>
          <w:proofErr w:type="spellEnd"/>
          <w:r w:rsidRPr="00757DB2">
            <w:t xml:space="preserve">, and M. Fartash, “A Distributed and Secure Software Architecture Based on Blockchain Technology for Application Software,” </w:t>
          </w:r>
          <w:proofErr w:type="spellStart"/>
          <w:r w:rsidRPr="00757DB2">
            <w:t>Wirel</w:t>
          </w:r>
          <w:proofErr w:type="spellEnd"/>
          <w:r w:rsidRPr="00757DB2">
            <w:t xml:space="preserve"> Pers </w:t>
          </w:r>
          <w:proofErr w:type="spellStart"/>
          <w:r w:rsidRPr="00757DB2">
            <w:t>Commun</w:t>
          </w:r>
          <w:proofErr w:type="spellEnd"/>
          <w:r w:rsidRPr="00757DB2">
            <w:t xml:space="preserve"> 130(1), 219–240 (2023).</w:t>
          </w:r>
        </w:p>
        <w:p w14:paraId="1742D389" w14:textId="77777777" w:rsidR="00757DB2" w:rsidRPr="00757DB2" w:rsidRDefault="00757DB2" w:rsidP="00757DB2">
          <w:pPr>
            <w:pStyle w:val="Reference"/>
            <w:ind w:left="714" w:hanging="357"/>
            <w:divId w:val="1782912138"/>
          </w:pPr>
          <w:r w:rsidRPr="00757DB2">
            <w:t xml:space="preserve">27 W. </w:t>
          </w:r>
          <w:proofErr w:type="spellStart"/>
          <w:r w:rsidRPr="00757DB2">
            <w:t>Charoenwet</w:t>
          </w:r>
          <w:proofErr w:type="spellEnd"/>
          <w:r w:rsidRPr="00757DB2">
            <w:t xml:space="preserve">, P. </w:t>
          </w:r>
          <w:proofErr w:type="spellStart"/>
          <w:r w:rsidRPr="00757DB2">
            <w:t>Thongtanunam</w:t>
          </w:r>
          <w:proofErr w:type="spellEnd"/>
          <w:r w:rsidRPr="00757DB2">
            <w:t xml:space="preserve">, V.T. Pham, and C. </w:t>
          </w:r>
          <w:proofErr w:type="spellStart"/>
          <w:r w:rsidRPr="00757DB2">
            <w:t>Treude</w:t>
          </w:r>
          <w:proofErr w:type="spellEnd"/>
          <w:r w:rsidRPr="00757DB2">
            <w:t xml:space="preserve">, “Toward effective secure code reviews: an empirical study of security-related coding weaknesses,” </w:t>
          </w:r>
          <w:proofErr w:type="spellStart"/>
          <w:r w:rsidRPr="00757DB2">
            <w:t>Empir</w:t>
          </w:r>
          <w:proofErr w:type="spellEnd"/>
          <w:r w:rsidRPr="00757DB2">
            <w:t xml:space="preserve"> </w:t>
          </w:r>
          <w:proofErr w:type="spellStart"/>
          <w:r w:rsidRPr="00757DB2">
            <w:t>Softw</w:t>
          </w:r>
          <w:proofErr w:type="spellEnd"/>
          <w:r w:rsidRPr="00757DB2">
            <w:t xml:space="preserve"> </w:t>
          </w:r>
          <w:proofErr w:type="spellStart"/>
          <w:r w:rsidRPr="00757DB2">
            <w:t>Eng</w:t>
          </w:r>
          <w:proofErr w:type="spellEnd"/>
          <w:r w:rsidRPr="00757DB2">
            <w:t xml:space="preserve"> 29(4), (2024).</w:t>
          </w:r>
        </w:p>
        <w:p w14:paraId="79B9F4AD" w14:textId="77777777" w:rsidR="00757DB2" w:rsidRPr="00757DB2" w:rsidRDefault="00757DB2" w:rsidP="00757DB2">
          <w:pPr>
            <w:pStyle w:val="Reference"/>
            <w:ind w:left="714" w:hanging="357"/>
            <w:divId w:val="384767084"/>
          </w:pPr>
          <w:r w:rsidRPr="00757DB2">
            <w:t xml:space="preserve">28 R.A. Bakar, F. Paolucci, F. Cugini, P. Castoldi, and J. Jose Vegas Olmos, “DPUAUT: Secure Authentication Protocol with </w:t>
          </w:r>
          <w:proofErr w:type="spellStart"/>
          <w:r w:rsidRPr="00757DB2">
            <w:t>SmartNiC</w:t>
          </w:r>
          <w:proofErr w:type="spellEnd"/>
          <w:r w:rsidRPr="00757DB2">
            <w:t xml:space="preserve"> Integration for Trustworthy Communications in Intelligent Swarm Systems,” IEEE Access 12, 89986–90004 (2024).</w:t>
          </w:r>
        </w:p>
        <w:p w14:paraId="6DEC7CBE" w14:textId="77777777" w:rsidR="00757DB2" w:rsidRPr="00757DB2" w:rsidRDefault="00757DB2" w:rsidP="00757DB2">
          <w:pPr>
            <w:pStyle w:val="Reference"/>
            <w:ind w:left="714" w:hanging="357"/>
            <w:divId w:val="111167682"/>
          </w:pPr>
          <w:r w:rsidRPr="00757DB2">
            <w:t>29 S.-J. Chen, Y.-C. Pan, Y.-W. Ma, and C.-M. Chiang, “The Impact of the Practical Security Test during the Software Development Lifecycle,” in 2022 24th International Conference on Advanced Communication Technology (ICACT), (IEEE, 2022), pp. 313–316.</w:t>
          </w:r>
        </w:p>
        <w:p w14:paraId="247A7472" w14:textId="77777777" w:rsidR="00757DB2" w:rsidRPr="00757DB2" w:rsidRDefault="00757DB2" w:rsidP="00757DB2">
          <w:pPr>
            <w:pStyle w:val="Reference"/>
            <w:ind w:left="714" w:hanging="357"/>
            <w:divId w:val="805856298"/>
          </w:pPr>
          <w:r w:rsidRPr="00757DB2">
            <w:t>30 Q. Rouland, B. Hamid, and J. Jaskolka, “A model-driven formal methods approach to software architectural security vulnerabilities specification and verification,” Journal of Systems and Software 219, (2025).</w:t>
          </w:r>
        </w:p>
        <w:p w14:paraId="08D1F0CA" w14:textId="77777777" w:rsidR="00757DB2" w:rsidRPr="00757DB2" w:rsidRDefault="00757DB2" w:rsidP="00757DB2">
          <w:pPr>
            <w:pStyle w:val="Reference"/>
            <w:ind w:left="714" w:hanging="357"/>
            <w:divId w:val="66615363"/>
          </w:pPr>
          <w:r w:rsidRPr="00757DB2">
            <w:t>31 J. Cheng, D. Xu, G. Srivastava, and K. Yu, “Packet Encoding Based on Encrypted Raptor Code for Secure Internet of Vehicles Communication,” in IEEE Vehicular Technology Conference, (Institute of Electrical and Electronics Engineers Inc., 2023).</w:t>
          </w:r>
        </w:p>
        <w:p w14:paraId="790F31C6" w14:textId="77777777" w:rsidR="00757DB2" w:rsidRPr="00757DB2" w:rsidRDefault="00757DB2" w:rsidP="00757DB2">
          <w:pPr>
            <w:pStyle w:val="Reference"/>
            <w:ind w:left="714" w:hanging="357"/>
            <w:divId w:val="502205638"/>
          </w:pPr>
          <w:r w:rsidRPr="00757DB2">
            <w:t>32 D.K. Davis, and F. Zhu, “Eye tracking technologies to visualize secure coding behavior,” Array 15, (2022).</w:t>
          </w:r>
        </w:p>
        <w:p w14:paraId="56F56234" w14:textId="77777777" w:rsidR="00757DB2" w:rsidRPr="00757DB2" w:rsidRDefault="00757DB2" w:rsidP="00757DB2">
          <w:pPr>
            <w:pStyle w:val="Reference"/>
            <w:ind w:left="714" w:hanging="357"/>
            <w:divId w:val="2081637776"/>
          </w:pPr>
          <w:r w:rsidRPr="00757DB2">
            <w:t xml:space="preserve">33 S.A. </w:t>
          </w:r>
          <w:proofErr w:type="spellStart"/>
          <w:r w:rsidRPr="00757DB2">
            <w:t>Ebad</w:t>
          </w:r>
          <w:proofErr w:type="spellEnd"/>
          <w:r w:rsidRPr="00757DB2">
            <w:t>, “Exploring How to Apply Secure Software Design Principles,” IEEE Access 10, 128983–128993 (2022).</w:t>
          </w:r>
        </w:p>
        <w:p w14:paraId="1EC546AD" w14:textId="77777777" w:rsidR="00757DB2" w:rsidRPr="00757DB2" w:rsidRDefault="00757DB2" w:rsidP="00757DB2">
          <w:pPr>
            <w:pStyle w:val="Reference"/>
            <w:ind w:left="714" w:hanging="357"/>
            <w:divId w:val="624774102"/>
          </w:pPr>
          <w:r w:rsidRPr="00757DB2">
            <w:t>34 Z. Fang, H. Fu, T. Gu, Z. Qian, T. Jaeger, P. Hu, and P. Mohapatra, “A model checking-based security analysis framework for IoT systems,” High-Confidence Computing 1(1), (2021).</w:t>
          </w:r>
        </w:p>
        <w:p w14:paraId="11350FE6" w14:textId="77777777" w:rsidR="00757DB2" w:rsidRPr="00757DB2" w:rsidRDefault="00757DB2" w:rsidP="00757DB2">
          <w:pPr>
            <w:pStyle w:val="Reference"/>
            <w:ind w:left="714" w:hanging="357"/>
            <w:divId w:val="1172186058"/>
          </w:pPr>
          <w:r w:rsidRPr="00757DB2">
            <w:lastRenderedPageBreak/>
            <w:t xml:space="preserve">35 X. Fang, R. Calinescu, S. </w:t>
          </w:r>
          <w:proofErr w:type="spellStart"/>
          <w:r w:rsidRPr="00757DB2">
            <w:t>Gerasimou</w:t>
          </w:r>
          <w:proofErr w:type="spellEnd"/>
          <w:r w:rsidRPr="00757DB2">
            <w:t xml:space="preserve">, and F. </w:t>
          </w:r>
          <w:proofErr w:type="spellStart"/>
          <w:r w:rsidRPr="00757DB2">
            <w:t>Alhwikem</w:t>
          </w:r>
          <w:proofErr w:type="spellEnd"/>
          <w:r w:rsidRPr="00757DB2">
            <w:t>, “Fast Parametric Model Checking with Applications to Software Performability Analysis,” IEEE Transactions on Software Engineering 49(10), 4707–4730 (2023).</w:t>
          </w:r>
        </w:p>
        <w:p w14:paraId="3BAFB51C" w14:textId="77777777" w:rsidR="00757DB2" w:rsidRPr="00757DB2" w:rsidRDefault="00757DB2" w:rsidP="00757DB2">
          <w:pPr>
            <w:pStyle w:val="Reference"/>
            <w:ind w:left="714" w:hanging="357"/>
            <w:divId w:val="1154104694"/>
          </w:pPr>
          <w:r w:rsidRPr="00757DB2">
            <w:t>36 M.S. Saeed, and S. Bezzateev, “A Formal Verification-Based Risk Assessment Framework for the Authentication of Self-driving Vehicles,” in Proceedings of the 2024 8th International Conference on Information, Control, and Communication Technologies, ICCT 2024, (Institute of Electrical and Electronics Engineers Inc., 2024).</w:t>
          </w:r>
        </w:p>
        <w:p w14:paraId="5EC3C2BF" w14:textId="77777777" w:rsidR="00757DB2" w:rsidRPr="00757DB2" w:rsidRDefault="00757DB2" w:rsidP="00757DB2">
          <w:pPr>
            <w:pStyle w:val="Reference"/>
            <w:ind w:left="714" w:hanging="357"/>
            <w:divId w:val="662009762"/>
          </w:pPr>
          <w:r w:rsidRPr="00757DB2">
            <w:t>37 Y. Wang, M. Nakamura, and K. Sakakibara, “Investigation of Formal Verification of the Autonomous Vehicle Control System by Specification Translation,” in 2023 International Technical Conference on Circuits/Systems, Computers, and Communications, ITC-CSCC 2023, (Institute of Electrical and Electronics Engineers Inc., 2023).</w:t>
          </w:r>
        </w:p>
        <w:p w14:paraId="1712EF7B" w14:textId="77777777" w:rsidR="00757DB2" w:rsidRPr="00757DB2" w:rsidRDefault="00757DB2" w:rsidP="00757DB2">
          <w:pPr>
            <w:pStyle w:val="Reference"/>
            <w:ind w:left="714" w:hanging="357"/>
            <w:divId w:val="463281239"/>
          </w:pPr>
          <w:r w:rsidRPr="00757DB2">
            <w:t>38 X. Zhang, Z. Yang, H. Kong, and W. Kong, “Formal Verification of Hierarchical Ptolemy II Synchronous-Reactive Models with Bounded Model Checking,” in IEEE International Conference on Software Quality, Reliability and Security, QRS, (Institute of Electrical and Electronics Engineers Inc., 2022), pp. 410–421.</w:t>
          </w:r>
        </w:p>
        <w:p w14:paraId="4C7A1035" w14:textId="77777777" w:rsidR="00757DB2" w:rsidRPr="00757DB2" w:rsidRDefault="00757DB2" w:rsidP="00757DB2">
          <w:pPr>
            <w:pStyle w:val="Reference"/>
            <w:ind w:left="714" w:hanging="357"/>
            <w:divId w:val="1804422963"/>
          </w:pPr>
          <w:r w:rsidRPr="00757DB2">
            <w:t xml:space="preserve">39 S. </w:t>
          </w:r>
          <w:proofErr w:type="spellStart"/>
          <w:r w:rsidRPr="00757DB2">
            <w:t>Prokić</w:t>
          </w:r>
          <w:proofErr w:type="spellEnd"/>
          <w:r w:rsidRPr="00757DB2">
            <w:t xml:space="preserve">, N. </w:t>
          </w:r>
          <w:proofErr w:type="spellStart"/>
          <w:r w:rsidRPr="00757DB2">
            <w:t>Luburić</w:t>
          </w:r>
          <w:proofErr w:type="spellEnd"/>
          <w:r w:rsidRPr="00757DB2">
            <w:t xml:space="preserve">, J. Slivka, and A. Kovačević, “Prescriptive procedure for manual code smell annotation,” Sci </w:t>
          </w:r>
          <w:proofErr w:type="spellStart"/>
          <w:r w:rsidRPr="00757DB2">
            <w:t>Comput</w:t>
          </w:r>
          <w:proofErr w:type="spellEnd"/>
          <w:r w:rsidRPr="00757DB2">
            <w:t xml:space="preserve"> Program 238, (2024).</w:t>
          </w:r>
        </w:p>
        <w:p w14:paraId="01CCA8E2" w14:textId="77777777" w:rsidR="00757DB2" w:rsidRPr="00757DB2" w:rsidRDefault="00757DB2" w:rsidP="00757DB2">
          <w:pPr>
            <w:pStyle w:val="Reference"/>
            <w:ind w:left="714" w:hanging="357"/>
            <w:divId w:val="1073772794"/>
          </w:pPr>
          <w:r w:rsidRPr="00757DB2">
            <w:t xml:space="preserve">40 T. Islam, </w:t>
          </w:r>
          <w:proofErr w:type="spellStart"/>
          <w:r w:rsidRPr="00757DB2">
            <w:t>Md.A</w:t>
          </w:r>
          <w:proofErr w:type="spellEnd"/>
          <w:r w:rsidRPr="00757DB2">
            <w:t xml:space="preserve">. </w:t>
          </w:r>
          <w:proofErr w:type="spellStart"/>
          <w:r w:rsidRPr="00757DB2">
            <w:t>Sheakh</w:t>
          </w:r>
          <w:proofErr w:type="spellEnd"/>
          <w:r w:rsidRPr="00757DB2">
            <w:t xml:space="preserve">, A.N. </w:t>
          </w:r>
          <w:proofErr w:type="spellStart"/>
          <w:r w:rsidRPr="00757DB2">
            <w:t>Jui</w:t>
          </w:r>
          <w:proofErr w:type="spellEnd"/>
          <w:r w:rsidRPr="00757DB2">
            <w:t xml:space="preserve">, O. Sharif, and M.Z. Hasan, “A review of </w:t>
          </w:r>
          <w:proofErr w:type="spellStart"/>
          <w:r w:rsidRPr="00757DB2">
            <w:t>cyber attacks</w:t>
          </w:r>
          <w:proofErr w:type="spellEnd"/>
          <w:r w:rsidRPr="00757DB2">
            <w:t xml:space="preserve"> on sensors and perception systems in autonomous vehicle,” Journal of Economy and Technology 1, 242–258 (2023).</w:t>
          </w:r>
        </w:p>
        <w:p w14:paraId="2377A199" w14:textId="77777777" w:rsidR="00757DB2" w:rsidRPr="00757DB2" w:rsidRDefault="00757DB2" w:rsidP="00757DB2">
          <w:pPr>
            <w:pStyle w:val="Reference"/>
            <w:ind w:left="714" w:hanging="357"/>
            <w:divId w:val="1386678152"/>
          </w:pPr>
          <w:r w:rsidRPr="00757DB2">
            <w:t xml:space="preserve">41 L. </w:t>
          </w:r>
          <w:proofErr w:type="spellStart"/>
          <w:r w:rsidRPr="00757DB2">
            <w:t>Babun</w:t>
          </w:r>
          <w:proofErr w:type="spellEnd"/>
          <w:r w:rsidRPr="00757DB2">
            <w:t xml:space="preserve">, K. Denney, Z.B. Celik, P. McDaniel, and A.S. </w:t>
          </w:r>
          <w:proofErr w:type="spellStart"/>
          <w:r w:rsidRPr="00757DB2">
            <w:t>Uluagac</w:t>
          </w:r>
          <w:proofErr w:type="spellEnd"/>
          <w:r w:rsidRPr="00757DB2">
            <w:t>, “A survey on IoT platforms: Communication, security, and privacy perspectives,” Computer Networks 192, (2021).</w:t>
          </w:r>
        </w:p>
        <w:p w14:paraId="3F7F269A" w14:textId="77777777" w:rsidR="00757DB2" w:rsidRPr="00757DB2" w:rsidRDefault="00757DB2" w:rsidP="00757DB2">
          <w:pPr>
            <w:pStyle w:val="Reference"/>
            <w:ind w:left="714" w:hanging="357"/>
            <w:divId w:val="1634558950"/>
          </w:pPr>
          <w:r w:rsidRPr="00757DB2">
            <w:t>42 P. Nath, J.R. Mushahary, U. Roy, M. Brahma, and P.K. Singh, “AI and Blockchain-based source code vulnerability detection and prevention system for multiparty software development,” Computers and Electrical Engineering 106, (2023).</w:t>
          </w:r>
        </w:p>
        <w:p w14:paraId="0BF8BF62" w14:textId="77777777" w:rsidR="00757DB2" w:rsidRPr="00757DB2" w:rsidRDefault="00757DB2" w:rsidP="00757DB2">
          <w:pPr>
            <w:pStyle w:val="Reference"/>
            <w:ind w:left="714" w:hanging="357"/>
            <w:divId w:val="939946289"/>
          </w:pPr>
          <w:r w:rsidRPr="00757DB2">
            <w:t xml:space="preserve">43 Y. Valdés-Rodríguez, J. Hochstetter-Diez, M. </w:t>
          </w:r>
          <w:proofErr w:type="spellStart"/>
          <w:r w:rsidRPr="00757DB2">
            <w:t>Diéguez-Rebolledo</w:t>
          </w:r>
          <w:proofErr w:type="spellEnd"/>
          <w:r w:rsidRPr="00757DB2">
            <w:t>, A. Bustamante-Mora, and R. Cadena-Martínez, “Analysis of Strategies for the Integration of Security Practices in Agile Software Development: A Sustainable SME Approach,” IEEE Access 12, 35204–35230 (2024).</w:t>
          </w:r>
        </w:p>
        <w:p w14:paraId="60D2D97B" w14:textId="77777777" w:rsidR="00757DB2" w:rsidRPr="00757DB2" w:rsidRDefault="00757DB2" w:rsidP="00757DB2">
          <w:pPr>
            <w:pStyle w:val="Reference"/>
            <w:ind w:left="714" w:hanging="357"/>
            <w:divId w:val="1882353722"/>
          </w:pPr>
          <w:r w:rsidRPr="00757DB2">
            <w:t xml:space="preserve">44 V. Casola, A. De Benedictis, C. Mazzocca, and V. </w:t>
          </w:r>
          <w:proofErr w:type="spellStart"/>
          <w:r w:rsidRPr="00757DB2">
            <w:t>Orbinato</w:t>
          </w:r>
          <w:proofErr w:type="spellEnd"/>
          <w:r w:rsidRPr="00757DB2">
            <w:t xml:space="preserve">, “Secure software development and testing: A model-based methodology,” </w:t>
          </w:r>
          <w:proofErr w:type="spellStart"/>
          <w:r w:rsidRPr="00757DB2">
            <w:t>Comput</w:t>
          </w:r>
          <w:proofErr w:type="spellEnd"/>
          <w:r w:rsidRPr="00757DB2">
            <w:t xml:space="preserve"> </w:t>
          </w:r>
          <w:proofErr w:type="spellStart"/>
          <w:r w:rsidRPr="00757DB2">
            <w:t>Secur</w:t>
          </w:r>
          <w:proofErr w:type="spellEnd"/>
          <w:r w:rsidRPr="00757DB2">
            <w:t xml:space="preserve"> 137, (2024).</w:t>
          </w:r>
        </w:p>
        <w:p w14:paraId="13EE3D72" w14:textId="77777777" w:rsidR="00757DB2" w:rsidRPr="00757DB2" w:rsidRDefault="00757DB2" w:rsidP="00757DB2">
          <w:pPr>
            <w:pStyle w:val="Reference"/>
            <w:ind w:left="714" w:hanging="357"/>
            <w:divId w:val="744454176"/>
          </w:pPr>
          <w:r w:rsidRPr="00757DB2">
            <w:t>45 H. Nina, J.A. Pow-Sang, and M. Villavicencio, “Systematic Mapping of the Literature on Secure Software Development,” IEEE Access 9, 36852–36867 (2021).</w:t>
          </w:r>
        </w:p>
        <w:p w14:paraId="725DD03F" w14:textId="35B7F842" w:rsidR="005B4FC1" w:rsidRPr="00757DB2" w:rsidRDefault="00757DB2" w:rsidP="00757DB2">
          <w:pPr>
            <w:pStyle w:val="Reference"/>
            <w:numPr>
              <w:ilvl w:val="0"/>
              <w:numId w:val="0"/>
            </w:numPr>
            <w:rPr>
              <w:sz w:val="16"/>
              <w:szCs w:val="16"/>
            </w:rPr>
          </w:pPr>
          <w:r w:rsidRPr="00757DB2">
            <w:rPr>
              <w:sz w:val="16"/>
              <w:szCs w:val="16"/>
            </w:rPr>
            <w:t> </w:t>
          </w:r>
        </w:p>
      </w:sdtContent>
    </w:sdt>
    <w:p w14:paraId="4DE91CCB" w14:textId="068F895A" w:rsidR="00326AE0" w:rsidRPr="00114AB1" w:rsidRDefault="00326AE0" w:rsidP="00757DB2">
      <w:pPr>
        <w:pStyle w:val="Reference"/>
        <w:numPr>
          <w:ilvl w:val="0"/>
          <w:numId w:val="0"/>
        </w:numPr>
      </w:pPr>
    </w:p>
    <w:sectPr w:rsidR="00326AE0" w:rsidRPr="00114AB1" w:rsidSect="002B7C33">
      <w:pgSz w:w="12240" w:h="15840"/>
      <w:pgMar w:top="1440" w:right="1440" w:bottom="1695"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1"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 w15:restartNumberingAfterBreak="0">
    <w:nsid w:val="37660336"/>
    <w:multiLevelType w:val="hybridMultilevel"/>
    <w:tmpl w:val="754EAC84"/>
    <w:lvl w:ilvl="0" w:tplc="C46877EA">
      <w:start w:val="1"/>
      <w:numFmt w:val="bullet"/>
      <w:pStyle w:val="bulletlist"/>
      <w:lvlText w:val=""/>
      <w:lvlJc w:val="left"/>
      <w:pPr>
        <w:tabs>
          <w:tab w:val="num" w:pos="648"/>
        </w:tabs>
        <w:ind w:left="648"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3"/>
  </w:num>
  <w:num w:numId="2">
    <w:abstractNumId w:val="1"/>
  </w:num>
  <w:num w:numId="3">
    <w:abstractNumId w:val="4"/>
  </w:num>
  <w:num w:numId="4">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3D7C"/>
    <w:rsid w:val="00014140"/>
    <w:rsid w:val="00027428"/>
    <w:rsid w:val="00031EC9"/>
    <w:rsid w:val="00066FED"/>
    <w:rsid w:val="00075EA6"/>
    <w:rsid w:val="0007709F"/>
    <w:rsid w:val="0008337C"/>
    <w:rsid w:val="00086F62"/>
    <w:rsid w:val="00090674"/>
    <w:rsid w:val="0009320B"/>
    <w:rsid w:val="00096AE0"/>
    <w:rsid w:val="000B1B74"/>
    <w:rsid w:val="000B3A2D"/>
    <w:rsid w:val="000B49C0"/>
    <w:rsid w:val="000E382F"/>
    <w:rsid w:val="000E75CD"/>
    <w:rsid w:val="001036BA"/>
    <w:rsid w:val="001146DC"/>
    <w:rsid w:val="00114AB1"/>
    <w:rsid w:val="001230FF"/>
    <w:rsid w:val="00130BD7"/>
    <w:rsid w:val="00147C89"/>
    <w:rsid w:val="00155B67"/>
    <w:rsid w:val="001562AF"/>
    <w:rsid w:val="00161A5B"/>
    <w:rsid w:val="0016385D"/>
    <w:rsid w:val="0016782F"/>
    <w:rsid w:val="001937E9"/>
    <w:rsid w:val="001964E5"/>
    <w:rsid w:val="001A5444"/>
    <w:rsid w:val="001B263B"/>
    <w:rsid w:val="001B476A"/>
    <w:rsid w:val="001C764F"/>
    <w:rsid w:val="001C7BB3"/>
    <w:rsid w:val="001D469C"/>
    <w:rsid w:val="0021619E"/>
    <w:rsid w:val="0022478D"/>
    <w:rsid w:val="0023171B"/>
    <w:rsid w:val="00236BFC"/>
    <w:rsid w:val="00237437"/>
    <w:rsid w:val="002502FD"/>
    <w:rsid w:val="00274622"/>
    <w:rsid w:val="00285D24"/>
    <w:rsid w:val="00290390"/>
    <w:rsid w:val="002915D3"/>
    <w:rsid w:val="002924DB"/>
    <w:rsid w:val="002941DA"/>
    <w:rsid w:val="002B5648"/>
    <w:rsid w:val="002B7C33"/>
    <w:rsid w:val="002C53FF"/>
    <w:rsid w:val="002E3C35"/>
    <w:rsid w:val="002F5298"/>
    <w:rsid w:val="00326AE0"/>
    <w:rsid w:val="00335702"/>
    <w:rsid w:val="00337E4F"/>
    <w:rsid w:val="00340C36"/>
    <w:rsid w:val="00346A9D"/>
    <w:rsid w:val="00390C06"/>
    <w:rsid w:val="0039376F"/>
    <w:rsid w:val="003A287B"/>
    <w:rsid w:val="003A5C85"/>
    <w:rsid w:val="003A61B1"/>
    <w:rsid w:val="003B0050"/>
    <w:rsid w:val="003D6312"/>
    <w:rsid w:val="003E7C74"/>
    <w:rsid w:val="003F31C6"/>
    <w:rsid w:val="0040225B"/>
    <w:rsid w:val="00402DA2"/>
    <w:rsid w:val="00425AC2"/>
    <w:rsid w:val="0044771F"/>
    <w:rsid w:val="004B151D"/>
    <w:rsid w:val="004B44D2"/>
    <w:rsid w:val="004C7243"/>
    <w:rsid w:val="004D365F"/>
    <w:rsid w:val="004E21DE"/>
    <w:rsid w:val="004E3C57"/>
    <w:rsid w:val="004E3CB2"/>
    <w:rsid w:val="00525813"/>
    <w:rsid w:val="0053513F"/>
    <w:rsid w:val="00574405"/>
    <w:rsid w:val="005854B0"/>
    <w:rsid w:val="005A0E21"/>
    <w:rsid w:val="005B3A34"/>
    <w:rsid w:val="005B4FC1"/>
    <w:rsid w:val="005D49AF"/>
    <w:rsid w:val="005E415C"/>
    <w:rsid w:val="005E71ED"/>
    <w:rsid w:val="005E7946"/>
    <w:rsid w:val="005F7475"/>
    <w:rsid w:val="00611299"/>
    <w:rsid w:val="00613B4D"/>
    <w:rsid w:val="00616365"/>
    <w:rsid w:val="00616F3B"/>
    <w:rsid w:val="006249A7"/>
    <w:rsid w:val="0064225B"/>
    <w:rsid w:val="006763F9"/>
    <w:rsid w:val="006949BC"/>
    <w:rsid w:val="006D1229"/>
    <w:rsid w:val="006D372F"/>
    <w:rsid w:val="006D7A18"/>
    <w:rsid w:val="006E4474"/>
    <w:rsid w:val="00701388"/>
    <w:rsid w:val="0072286E"/>
    <w:rsid w:val="00723B7F"/>
    <w:rsid w:val="00725861"/>
    <w:rsid w:val="0073393A"/>
    <w:rsid w:val="0073539D"/>
    <w:rsid w:val="00757DB2"/>
    <w:rsid w:val="00767B8A"/>
    <w:rsid w:val="00775481"/>
    <w:rsid w:val="007A233B"/>
    <w:rsid w:val="007B4863"/>
    <w:rsid w:val="007C65E6"/>
    <w:rsid w:val="007D406B"/>
    <w:rsid w:val="007D4407"/>
    <w:rsid w:val="007E1CA3"/>
    <w:rsid w:val="00812D62"/>
    <w:rsid w:val="00812F29"/>
    <w:rsid w:val="00821713"/>
    <w:rsid w:val="00827050"/>
    <w:rsid w:val="0083278B"/>
    <w:rsid w:val="00834538"/>
    <w:rsid w:val="00850E89"/>
    <w:rsid w:val="008930E4"/>
    <w:rsid w:val="00893821"/>
    <w:rsid w:val="008A7B9C"/>
    <w:rsid w:val="008B39FA"/>
    <w:rsid w:val="008B4754"/>
    <w:rsid w:val="008E6A7A"/>
    <w:rsid w:val="008F1038"/>
    <w:rsid w:val="008F4176"/>
    <w:rsid w:val="008F7046"/>
    <w:rsid w:val="009005FC"/>
    <w:rsid w:val="00922E5A"/>
    <w:rsid w:val="00943315"/>
    <w:rsid w:val="00946C27"/>
    <w:rsid w:val="009A4F3D"/>
    <w:rsid w:val="009B696B"/>
    <w:rsid w:val="009B7671"/>
    <w:rsid w:val="009E5BA1"/>
    <w:rsid w:val="009F056E"/>
    <w:rsid w:val="00A24F3D"/>
    <w:rsid w:val="00A26DCD"/>
    <w:rsid w:val="00A314BB"/>
    <w:rsid w:val="00A32B7D"/>
    <w:rsid w:val="00A52056"/>
    <w:rsid w:val="00A5596B"/>
    <w:rsid w:val="00A646B3"/>
    <w:rsid w:val="00A6739B"/>
    <w:rsid w:val="00A90413"/>
    <w:rsid w:val="00AA728C"/>
    <w:rsid w:val="00AB0A9C"/>
    <w:rsid w:val="00AB7119"/>
    <w:rsid w:val="00AD5855"/>
    <w:rsid w:val="00AE29B3"/>
    <w:rsid w:val="00AE7500"/>
    <w:rsid w:val="00AE7F87"/>
    <w:rsid w:val="00AF3542"/>
    <w:rsid w:val="00AF5ABE"/>
    <w:rsid w:val="00B00415"/>
    <w:rsid w:val="00B03C2A"/>
    <w:rsid w:val="00B1000D"/>
    <w:rsid w:val="00B10134"/>
    <w:rsid w:val="00B16BFE"/>
    <w:rsid w:val="00B400A4"/>
    <w:rsid w:val="00B500E5"/>
    <w:rsid w:val="00B81577"/>
    <w:rsid w:val="00BA39BB"/>
    <w:rsid w:val="00BA3B3D"/>
    <w:rsid w:val="00BB7EEA"/>
    <w:rsid w:val="00BD1909"/>
    <w:rsid w:val="00BE341A"/>
    <w:rsid w:val="00BE5E16"/>
    <w:rsid w:val="00BE5FD1"/>
    <w:rsid w:val="00C06E05"/>
    <w:rsid w:val="00C14B14"/>
    <w:rsid w:val="00C17370"/>
    <w:rsid w:val="00C2054D"/>
    <w:rsid w:val="00C252EB"/>
    <w:rsid w:val="00C26EC0"/>
    <w:rsid w:val="00C47A20"/>
    <w:rsid w:val="00C56C77"/>
    <w:rsid w:val="00C57B0F"/>
    <w:rsid w:val="00C62E2F"/>
    <w:rsid w:val="00C84923"/>
    <w:rsid w:val="00CB7B3E"/>
    <w:rsid w:val="00CC739D"/>
    <w:rsid w:val="00D04468"/>
    <w:rsid w:val="00D242B2"/>
    <w:rsid w:val="00D30640"/>
    <w:rsid w:val="00D36257"/>
    <w:rsid w:val="00D4687E"/>
    <w:rsid w:val="00D53A12"/>
    <w:rsid w:val="00D87E2A"/>
    <w:rsid w:val="00DB0C43"/>
    <w:rsid w:val="00DE3354"/>
    <w:rsid w:val="00DF7DCD"/>
    <w:rsid w:val="00E50B7D"/>
    <w:rsid w:val="00E904A1"/>
    <w:rsid w:val="00EB7D28"/>
    <w:rsid w:val="00EB7E3C"/>
    <w:rsid w:val="00EC0D0C"/>
    <w:rsid w:val="00ED4A2C"/>
    <w:rsid w:val="00EF6940"/>
    <w:rsid w:val="00F2044A"/>
    <w:rsid w:val="00F20BFC"/>
    <w:rsid w:val="00F24D5F"/>
    <w:rsid w:val="00F554DD"/>
    <w:rsid w:val="00F726C3"/>
    <w:rsid w:val="00F820CA"/>
    <w:rsid w:val="00F8554C"/>
    <w:rsid w:val="00F95F82"/>
    <w:rsid w:val="00F97A90"/>
    <w:rsid w:val="00FC2F35"/>
    <w:rsid w:val="00FC3FD7"/>
    <w:rsid w:val="00FD1FC6"/>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
      </w:numPr>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paragraph" w:styleId="BodyText">
    <w:name w:val="Body Text"/>
    <w:basedOn w:val="Normal"/>
    <w:link w:val="BodyTextChar"/>
    <w:rsid w:val="00B400A4"/>
    <w:pPr>
      <w:tabs>
        <w:tab w:val="left" w:pos="288"/>
      </w:tabs>
      <w:spacing w:after="120" w:line="228" w:lineRule="auto"/>
      <w:ind w:firstLine="288"/>
      <w:jc w:val="both"/>
    </w:pPr>
    <w:rPr>
      <w:rFonts w:eastAsia="SimSun"/>
      <w:spacing w:val="-1"/>
      <w:sz w:val="20"/>
      <w:lang w:val="x-none" w:eastAsia="x-none"/>
    </w:rPr>
  </w:style>
  <w:style w:type="character" w:customStyle="1" w:styleId="BodyTextChar">
    <w:name w:val="Body Text Char"/>
    <w:basedOn w:val="DefaultParagraphFont"/>
    <w:link w:val="BodyText"/>
    <w:rsid w:val="00B400A4"/>
    <w:rPr>
      <w:rFonts w:eastAsia="SimSun"/>
      <w:spacing w:val="-1"/>
      <w:lang w:val="x-none" w:eastAsia="x-none"/>
    </w:rPr>
  </w:style>
  <w:style w:type="character" w:styleId="PlaceholderText">
    <w:name w:val="Placeholder Text"/>
    <w:basedOn w:val="DefaultParagraphFont"/>
    <w:uiPriority w:val="99"/>
    <w:semiHidden/>
    <w:rsid w:val="005B4FC1"/>
    <w:rPr>
      <w:color w:val="666666"/>
    </w:rPr>
  </w:style>
  <w:style w:type="paragraph" w:customStyle="1" w:styleId="bulletlist">
    <w:name w:val="bullet list"/>
    <w:basedOn w:val="BodyText"/>
    <w:rsid w:val="0008337C"/>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686807">
      <w:marLeft w:val="0"/>
      <w:marRight w:val="0"/>
      <w:marTop w:val="0"/>
      <w:marBottom w:val="0"/>
      <w:divBdr>
        <w:top w:val="none" w:sz="0" w:space="0" w:color="auto"/>
        <w:left w:val="none" w:sz="0" w:space="0" w:color="auto"/>
        <w:bottom w:val="none" w:sz="0" w:space="0" w:color="auto"/>
        <w:right w:val="none" w:sz="0" w:space="0" w:color="auto"/>
      </w:divBdr>
    </w:div>
    <w:div w:id="33123559">
      <w:marLeft w:val="0"/>
      <w:marRight w:val="0"/>
      <w:marTop w:val="0"/>
      <w:marBottom w:val="0"/>
      <w:divBdr>
        <w:top w:val="none" w:sz="0" w:space="0" w:color="auto"/>
        <w:left w:val="none" w:sz="0" w:space="0" w:color="auto"/>
        <w:bottom w:val="none" w:sz="0" w:space="0" w:color="auto"/>
        <w:right w:val="none" w:sz="0" w:space="0" w:color="auto"/>
      </w:divBdr>
    </w:div>
    <w:div w:id="52583162">
      <w:marLeft w:val="0"/>
      <w:marRight w:val="0"/>
      <w:marTop w:val="0"/>
      <w:marBottom w:val="0"/>
      <w:divBdr>
        <w:top w:val="none" w:sz="0" w:space="0" w:color="auto"/>
        <w:left w:val="none" w:sz="0" w:space="0" w:color="auto"/>
        <w:bottom w:val="none" w:sz="0" w:space="0" w:color="auto"/>
        <w:right w:val="none" w:sz="0" w:space="0" w:color="auto"/>
      </w:divBdr>
    </w:div>
    <w:div w:id="56822605">
      <w:marLeft w:val="0"/>
      <w:marRight w:val="0"/>
      <w:marTop w:val="0"/>
      <w:marBottom w:val="0"/>
      <w:divBdr>
        <w:top w:val="none" w:sz="0" w:space="0" w:color="auto"/>
        <w:left w:val="none" w:sz="0" w:space="0" w:color="auto"/>
        <w:bottom w:val="none" w:sz="0" w:space="0" w:color="auto"/>
        <w:right w:val="none" w:sz="0" w:space="0" w:color="auto"/>
      </w:divBdr>
    </w:div>
    <w:div w:id="60520421">
      <w:marLeft w:val="0"/>
      <w:marRight w:val="0"/>
      <w:marTop w:val="0"/>
      <w:marBottom w:val="0"/>
      <w:divBdr>
        <w:top w:val="none" w:sz="0" w:space="0" w:color="auto"/>
        <w:left w:val="none" w:sz="0" w:space="0" w:color="auto"/>
        <w:bottom w:val="none" w:sz="0" w:space="0" w:color="auto"/>
        <w:right w:val="none" w:sz="0" w:space="0" w:color="auto"/>
      </w:divBdr>
    </w:div>
    <w:div w:id="66615363">
      <w:marLeft w:val="0"/>
      <w:marRight w:val="0"/>
      <w:marTop w:val="0"/>
      <w:marBottom w:val="0"/>
      <w:divBdr>
        <w:top w:val="none" w:sz="0" w:space="0" w:color="auto"/>
        <w:left w:val="none" w:sz="0" w:space="0" w:color="auto"/>
        <w:bottom w:val="none" w:sz="0" w:space="0" w:color="auto"/>
        <w:right w:val="none" w:sz="0" w:space="0" w:color="auto"/>
      </w:divBdr>
    </w:div>
    <w:div w:id="78066693">
      <w:marLeft w:val="0"/>
      <w:marRight w:val="0"/>
      <w:marTop w:val="0"/>
      <w:marBottom w:val="0"/>
      <w:divBdr>
        <w:top w:val="none" w:sz="0" w:space="0" w:color="auto"/>
        <w:left w:val="none" w:sz="0" w:space="0" w:color="auto"/>
        <w:bottom w:val="none" w:sz="0" w:space="0" w:color="auto"/>
        <w:right w:val="none" w:sz="0" w:space="0" w:color="auto"/>
      </w:divBdr>
    </w:div>
    <w:div w:id="79328131">
      <w:marLeft w:val="0"/>
      <w:marRight w:val="0"/>
      <w:marTop w:val="0"/>
      <w:marBottom w:val="0"/>
      <w:divBdr>
        <w:top w:val="none" w:sz="0" w:space="0" w:color="auto"/>
        <w:left w:val="none" w:sz="0" w:space="0" w:color="auto"/>
        <w:bottom w:val="none" w:sz="0" w:space="0" w:color="auto"/>
        <w:right w:val="none" w:sz="0" w:space="0" w:color="auto"/>
      </w:divBdr>
    </w:div>
    <w:div w:id="91976645">
      <w:marLeft w:val="0"/>
      <w:marRight w:val="0"/>
      <w:marTop w:val="0"/>
      <w:marBottom w:val="0"/>
      <w:divBdr>
        <w:top w:val="none" w:sz="0" w:space="0" w:color="auto"/>
        <w:left w:val="none" w:sz="0" w:space="0" w:color="auto"/>
        <w:bottom w:val="none" w:sz="0" w:space="0" w:color="auto"/>
        <w:right w:val="none" w:sz="0" w:space="0" w:color="auto"/>
      </w:divBdr>
    </w:div>
    <w:div w:id="111167682">
      <w:marLeft w:val="0"/>
      <w:marRight w:val="0"/>
      <w:marTop w:val="0"/>
      <w:marBottom w:val="0"/>
      <w:divBdr>
        <w:top w:val="none" w:sz="0" w:space="0" w:color="auto"/>
        <w:left w:val="none" w:sz="0" w:space="0" w:color="auto"/>
        <w:bottom w:val="none" w:sz="0" w:space="0" w:color="auto"/>
        <w:right w:val="none" w:sz="0" w:space="0" w:color="auto"/>
      </w:divBdr>
    </w:div>
    <w:div w:id="111943879">
      <w:marLeft w:val="0"/>
      <w:marRight w:val="0"/>
      <w:marTop w:val="0"/>
      <w:marBottom w:val="0"/>
      <w:divBdr>
        <w:top w:val="none" w:sz="0" w:space="0" w:color="auto"/>
        <w:left w:val="none" w:sz="0" w:space="0" w:color="auto"/>
        <w:bottom w:val="none" w:sz="0" w:space="0" w:color="auto"/>
        <w:right w:val="none" w:sz="0" w:space="0" w:color="auto"/>
      </w:divBdr>
    </w:div>
    <w:div w:id="119883368">
      <w:marLeft w:val="0"/>
      <w:marRight w:val="0"/>
      <w:marTop w:val="0"/>
      <w:marBottom w:val="0"/>
      <w:divBdr>
        <w:top w:val="none" w:sz="0" w:space="0" w:color="auto"/>
        <w:left w:val="none" w:sz="0" w:space="0" w:color="auto"/>
        <w:bottom w:val="none" w:sz="0" w:space="0" w:color="auto"/>
        <w:right w:val="none" w:sz="0" w:space="0" w:color="auto"/>
      </w:divBdr>
    </w:div>
    <w:div w:id="124934511">
      <w:marLeft w:val="0"/>
      <w:marRight w:val="0"/>
      <w:marTop w:val="0"/>
      <w:marBottom w:val="0"/>
      <w:divBdr>
        <w:top w:val="none" w:sz="0" w:space="0" w:color="auto"/>
        <w:left w:val="none" w:sz="0" w:space="0" w:color="auto"/>
        <w:bottom w:val="none" w:sz="0" w:space="0" w:color="auto"/>
        <w:right w:val="none" w:sz="0" w:space="0" w:color="auto"/>
      </w:divBdr>
    </w:div>
    <w:div w:id="130177724">
      <w:marLeft w:val="0"/>
      <w:marRight w:val="0"/>
      <w:marTop w:val="0"/>
      <w:marBottom w:val="0"/>
      <w:divBdr>
        <w:top w:val="none" w:sz="0" w:space="0" w:color="auto"/>
        <w:left w:val="none" w:sz="0" w:space="0" w:color="auto"/>
        <w:bottom w:val="none" w:sz="0" w:space="0" w:color="auto"/>
        <w:right w:val="none" w:sz="0" w:space="0" w:color="auto"/>
      </w:divBdr>
    </w:div>
    <w:div w:id="135877761">
      <w:marLeft w:val="0"/>
      <w:marRight w:val="0"/>
      <w:marTop w:val="0"/>
      <w:marBottom w:val="0"/>
      <w:divBdr>
        <w:top w:val="none" w:sz="0" w:space="0" w:color="auto"/>
        <w:left w:val="none" w:sz="0" w:space="0" w:color="auto"/>
        <w:bottom w:val="none" w:sz="0" w:space="0" w:color="auto"/>
        <w:right w:val="none" w:sz="0" w:space="0" w:color="auto"/>
      </w:divBdr>
    </w:div>
    <w:div w:id="177354252">
      <w:marLeft w:val="0"/>
      <w:marRight w:val="0"/>
      <w:marTop w:val="0"/>
      <w:marBottom w:val="0"/>
      <w:divBdr>
        <w:top w:val="none" w:sz="0" w:space="0" w:color="auto"/>
        <w:left w:val="none" w:sz="0" w:space="0" w:color="auto"/>
        <w:bottom w:val="none" w:sz="0" w:space="0" w:color="auto"/>
        <w:right w:val="none" w:sz="0" w:space="0" w:color="auto"/>
      </w:divBdr>
    </w:div>
    <w:div w:id="224877705">
      <w:marLeft w:val="0"/>
      <w:marRight w:val="0"/>
      <w:marTop w:val="0"/>
      <w:marBottom w:val="0"/>
      <w:divBdr>
        <w:top w:val="none" w:sz="0" w:space="0" w:color="auto"/>
        <w:left w:val="none" w:sz="0" w:space="0" w:color="auto"/>
        <w:bottom w:val="none" w:sz="0" w:space="0" w:color="auto"/>
        <w:right w:val="none" w:sz="0" w:space="0" w:color="auto"/>
      </w:divBdr>
    </w:div>
    <w:div w:id="237985760">
      <w:marLeft w:val="0"/>
      <w:marRight w:val="0"/>
      <w:marTop w:val="0"/>
      <w:marBottom w:val="0"/>
      <w:divBdr>
        <w:top w:val="none" w:sz="0" w:space="0" w:color="auto"/>
        <w:left w:val="none" w:sz="0" w:space="0" w:color="auto"/>
        <w:bottom w:val="none" w:sz="0" w:space="0" w:color="auto"/>
        <w:right w:val="none" w:sz="0" w:space="0" w:color="auto"/>
      </w:divBdr>
    </w:div>
    <w:div w:id="274412572">
      <w:marLeft w:val="0"/>
      <w:marRight w:val="0"/>
      <w:marTop w:val="0"/>
      <w:marBottom w:val="0"/>
      <w:divBdr>
        <w:top w:val="none" w:sz="0" w:space="0" w:color="auto"/>
        <w:left w:val="none" w:sz="0" w:space="0" w:color="auto"/>
        <w:bottom w:val="none" w:sz="0" w:space="0" w:color="auto"/>
        <w:right w:val="none" w:sz="0" w:space="0" w:color="auto"/>
      </w:divBdr>
    </w:div>
    <w:div w:id="274867436">
      <w:marLeft w:val="0"/>
      <w:marRight w:val="0"/>
      <w:marTop w:val="0"/>
      <w:marBottom w:val="0"/>
      <w:divBdr>
        <w:top w:val="none" w:sz="0" w:space="0" w:color="auto"/>
        <w:left w:val="none" w:sz="0" w:space="0" w:color="auto"/>
        <w:bottom w:val="none" w:sz="0" w:space="0" w:color="auto"/>
        <w:right w:val="none" w:sz="0" w:space="0" w:color="auto"/>
      </w:divBdr>
    </w:div>
    <w:div w:id="306328783">
      <w:marLeft w:val="0"/>
      <w:marRight w:val="0"/>
      <w:marTop w:val="0"/>
      <w:marBottom w:val="0"/>
      <w:divBdr>
        <w:top w:val="none" w:sz="0" w:space="0" w:color="auto"/>
        <w:left w:val="none" w:sz="0" w:space="0" w:color="auto"/>
        <w:bottom w:val="none" w:sz="0" w:space="0" w:color="auto"/>
        <w:right w:val="none" w:sz="0" w:space="0" w:color="auto"/>
      </w:divBdr>
    </w:div>
    <w:div w:id="384062641">
      <w:marLeft w:val="0"/>
      <w:marRight w:val="0"/>
      <w:marTop w:val="0"/>
      <w:marBottom w:val="0"/>
      <w:divBdr>
        <w:top w:val="none" w:sz="0" w:space="0" w:color="auto"/>
        <w:left w:val="none" w:sz="0" w:space="0" w:color="auto"/>
        <w:bottom w:val="none" w:sz="0" w:space="0" w:color="auto"/>
        <w:right w:val="none" w:sz="0" w:space="0" w:color="auto"/>
      </w:divBdr>
    </w:div>
    <w:div w:id="384767084">
      <w:marLeft w:val="0"/>
      <w:marRight w:val="0"/>
      <w:marTop w:val="0"/>
      <w:marBottom w:val="0"/>
      <w:divBdr>
        <w:top w:val="none" w:sz="0" w:space="0" w:color="auto"/>
        <w:left w:val="none" w:sz="0" w:space="0" w:color="auto"/>
        <w:bottom w:val="none" w:sz="0" w:space="0" w:color="auto"/>
        <w:right w:val="none" w:sz="0" w:space="0" w:color="auto"/>
      </w:divBdr>
    </w:div>
    <w:div w:id="422335436">
      <w:marLeft w:val="0"/>
      <w:marRight w:val="0"/>
      <w:marTop w:val="0"/>
      <w:marBottom w:val="0"/>
      <w:divBdr>
        <w:top w:val="none" w:sz="0" w:space="0" w:color="auto"/>
        <w:left w:val="none" w:sz="0" w:space="0" w:color="auto"/>
        <w:bottom w:val="none" w:sz="0" w:space="0" w:color="auto"/>
        <w:right w:val="none" w:sz="0" w:space="0" w:color="auto"/>
      </w:divBdr>
    </w:div>
    <w:div w:id="433482017">
      <w:marLeft w:val="0"/>
      <w:marRight w:val="0"/>
      <w:marTop w:val="0"/>
      <w:marBottom w:val="0"/>
      <w:divBdr>
        <w:top w:val="none" w:sz="0" w:space="0" w:color="auto"/>
        <w:left w:val="none" w:sz="0" w:space="0" w:color="auto"/>
        <w:bottom w:val="none" w:sz="0" w:space="0" w:color="auto"/>
        <w:right w:val="none" w:sz="0" w:space="0" w:color="auto"/>
      </w:divBdr>
    </w:div>
    <w:div w:id="447621240">
      <w:marLeft w:val="0"/>
      <w:marRight w:val="0"/>
      <w:marTop w:val="0"/>
      <w:marBottom w:val="0"/>
      <w:divBdr>
        <w:top w:val="none" w:sz="0" w:space="0" w:color="auto"/>
        <w:left w:val="none" w:sz="0" w:space="0" w:color="auto"/>
        <w:bottom w:val="none" w:sz="0" w:space="0" w:color="auto"/>
        <w:right w:val="none" w:sz="0" w:space="0" w:color="auto"/>
      </w:divBdr>
    </w:div>
    <w:div w:id="462188165">
      <w:marLeft w:val="0"/>
      <w:marRight w:val="0"/>
      <w:marTop w:val="0"/>
      <w:marBottom w:val="0"/>
      <w:divBdr>
        <w:top w:val="none" w:sz="0" w:space="0" w:color="auto"/>
        <w:left w:val="none" w:sz="0" w:space="0" w:color="auto"/>
        <w:bottom w:val="none" w:sz="0" w:space="0" w:color="auto"/>
        <w:right w:val="none" w:sz="0" w:space="0" w:color="auto"/>
      </w:divBdr>
    </w:div>
    <w:div w:id="463281239">
      <w:marLeft w:val="0"/>
      <w:marRight w:val="0"/>
      <w:marTop w:val="0"/>
      <w:marBottom w:val="0"/>
      <w:divBdr>
        <w:top w:val="none" w:sz="0" w:space="0" w:color="auto"/>
        <w:left w:val="none" w:sz="0" w:space="0" w:color="auto"/>
        <w:bottom w:val="none" w:sz="0" w:space="0" w:color="auto"/>
        <w:right w:val="none" w:sz="0" w:space="0" w:color="auto"/>
      </w:divBdr>
    </w:div>
    <w:div w:id="466779977">
      <w:marLeft w:val="0"/>
      <w:marRight w:val="0"/>
      <w:marTop w:val="0"/>
      <w:marBottom w:val="0"/>
      <w:divBdr>
        <w:top w:val="none" w:sz="0" w:space="0" w:color="auto"/>
        <w:left w:val="none" w:sz="0" w:space="0" w:color="auto"/>
        <w:bottom w:val="none" w:sz="0" w:space="0" w:color="auto"/>
        <w:right w:val="none" w:sz="0" w:space="0" w:color="auto"/>
      </w:divBdr>
    </w:div>
    <w:div w:id="467403437">
      <w:marLeft w:val="0"/>
      <w:marRight w:val="0"/>
      <w:marTop w:val="0"/>
      <w:marBottom w:val="0"/>
      <w:divBdr>
        <w:top w:val="none" w:sz="0" w:space="0" w:color="auto"/>
        <w:left w:val="none" w:sz="0" w:space="0" w:color="auto"/>
        <w:bottom w:val="none" w:sz="0" w:space="0" w:color="auto"/>
        <w:right w:val="none" w:sz="0" w:space="0" w:color="auto"/>
      </w:divBdr>
    </w:div>
    <w:div w:id="502092873">
      <w:marLeft w:val="0"/>
      <w:marRight w:val="0"/>
      <w:marTop w:val="0"/>
      <w:marBottom w:val="0"/>
      <w:divBdr>
        <w:top w:val="none" w:sz="0" w:space="0" w:color="auto"/>
        <w:left w:val="none" w:sz="0" w:space="0" w:color="auto"/>
        <w:bottom w:val="none" w:sz="0" w:space="0" w:color="auto"/>
        <w:right w:val="none" w:sz="0" w:space="0" w:color="auto"/>
      </w:divBdr>
    </w:div>
    <w:div w:id="502205638">
      <w:marLeft w:val="0"/>
      <w:marRight w:val="0"/>
      <w:marTop w:val="0"/>
      <w:marBottom w:val="0"/>
      <w:divBdr>
        <w:top w:val="none" w:sz="0" w:space="0" w:color="auto"/>
        <w:left w:val="none" w:sz="0" w:space="0" w:color="auto"/>
        <w:bottom w:val="none" w:sz="0" w:space="0" w:color="auto"/>
        <w:right w:val="none" w:sz="0" w:space="0" w:color="auto"/>
      </w:divBdr>
    </w:div>
    <w:div w:id="502744898">
      <w:marLeft w:val="0"/>
      <w:marRight w:val="0"/>
      <w:marTop w:val="0"/>
      <w:marBottom w:val="0"/>
      <w:divBdr>
        <w:top w:val="none" w:sz="0" w:space="0" w:color="auto"/>
        <w:left w:val="none" w:sz="0" w:space="0" w:color="auto"/>
        <w:bottom w:val="none" w:sz="0" w:space="0" w:color="auto"/>
        <w:right w:val="none" w:sz="0" w:space="0" w:color="auto"/>
      </w:divBdr>
    </w:div>
    <w:div w:id="531309266">
      <w:marLeft w:val="0"/>
      <w:marRight w:val="0"/>
      <w:marTop w:val="0"/>
      <w:marBottom w:val="0"/>
      <w:divBdr>
        <w:top w:val="none" w:sz="0" w:space="0" w:color="auto"/>
        <w:left w:val="none" w:sz="0" w:space="0" w:color="auto"/>
        <w:bottom w:val="none" w:sz="0" w:space="0" w:color="auto"/>
        <w:right w:val="none" w:sz="0" w:space="0" w:color="auto"/>
      </w:divBdr>
    </w:div>
    <w:div w:id="535120218">
      <w:marLeft w:val="0"/>
      <w:marRight w:val="0"/>
      <w:marTop w:val="0"/>
      <w:marBottom w:val="0"/>
      <w:divBdr>
        <w:top w:val="none" w:sz="0" w:space="0" w:color="auto"/>
        <w:left w:val="none" w:sz="0" w:space="0" w:color="auto"/>
        <w:bottom w:val="none" w:sz="0" w:space="0" w:color="auto"/>
        <w:right w:val="none" w:sz="0" w:space="0" w:color="auto"/>
      </w:divBdr>
    </w:div>
    <w:div w:id="539825623">
      <w:marLeft w:val="0"/>
      <w:marRight w:val="0"/>
      <w:marTop w:val="0"/>
      <w:marBottom w:val="0"/>
      <w:divBdr>
        <w:top w:val="none" w:sz="0" w:space="0" w:color="auto"/>
        <w:left w:val="none" w:sz="0" w:space="0" w:color="auto"/>
        <w:bottom w:val="none" w:sz="0" w:space="0" w:color="auto"/>
        <w:right w:val="none" w:sz="0" w:space="0" w:color="auto"/>
      </w:divBdr>
    </w:div>
    <w:div w:id="544097839">
      <w:marLeft w:val="0"/>
      <w:marRight w:val="0"/>
      <w:marTop w:val="0"/>
      <w:marBottom w:val="0"/>
      <w:divBdr>
        <w:top w:val="none" w:sz="0" w:space="0" w:color="auto"/>
        <w:left w:val="none" w:sz="0" w:space="0" w:color="auto"/>
        <w:bottom w:val="none" w:sz="0" w:space="0" w:color="auto"/>
        <w:right w:val="none" w:sz="0" w:space="0" w:color="auto"/>
      </w:divBdr>
    </w:div>
    <w:div w:id="555698440">
      <w:marLeft w:val="0"/>
      <w:marRight w:val="0"/>
      <w:marTop w:val="0"/>
      <w:marBottom w:val="0"/>
      <w:divBdr>
        <w:top w:val="none" w:sz="0" w:space="0" w:color="auto"/>
        <w:left w:val="none" w:sz="0" w:space="0" w:color="auto"/>
        <w:bottom w:val="none" w:sz="0" w:space="0" w:color="auto"/>
        <w:right w:val="none" w:sz="0" w:space="0" w:color="auto"/>
      </w:divBdr>
    </w:div>
    <w:div w:id="556401453">
      <w:marLeft w:val="0"/>
      <w:marRight w:val="0"/>
      <w:marTop w:val="0"/>
      <w:marBottom w:val="0"/>
      <w:divBdr>
        <w:top w:val="none" w:sz="0" w:space="0" w:color="auto"/>
        <w:left w:val="none" w:sz="0" w:space="0" w:color="auto"/>
        <w:bottom w:val="none" w:sz="0" w:space="0" w:color="auto"/>
        <w:right w:val="none" w:sz="0" w:space="0" w:color="auto"/>
      </w:divBdr>
    </w:div>
    <w:div w:id="584077433">
      <w:marLeft w:val="0"/>
      <w:marRight w:val="0"/>
      <w:marTop w:val="0"/>
      <w:marBottom w:val="0"/>
      <w:divBdr>
        <w:top w:val="none" w:sz="0" w:space="0" w:color="auto"/>
        <w:left w:val="none" w:sz="0" w:space="0" w:color="auto"/>
        <w:bottom w:val="none" w:sz="0" w:space="0" w:color="auto"/>
        <w:right w:val="none" w:sz="0" w:space="0" w:color="auto"/>
      </w:divBdr>
    </w:div>
    <w:div w:id="599065747">
      <w:marLeft w:val="0"/>
      <w:marRight w:val="0"/>
      <w:marTop w:val="0"/>
      <w:marBottom w:val="0"/>
      <w:divBdr>
        <w:top w:val="none" w:sz="0" w:space="0" w:color="auto"/>
        <w:left w:val="none" w:sz="0" w:space="0" w:color="auto"/>
        <w:bottom w:val="none" w:sz="0" w:space="0" w:color="auto"/>
        <w:right w:val="none" w:sz="0" w:space="0" w:color="auto"/>
      </w:divBdr>
    </w:div>
    <w:div w:id="599410893">
      <w:marLeft w:val="0"/>
      <w:marRight w:val="0"/>
      <w:marTop w:val="0"/>
      <w:marBottom w:val="0"/>
      <w:divBdr>
        <w:top w:val="none" w:sz="0" w:space="0" w:color="auto"/>
        <w:left w:val="none" w:sz="0" w:space="0" w:color="auto"/>
        <w:bottom w:val="none" w:sz="0" w:space="0" w:color="auto"/>
        <w:right w:val="none" w:sz="0" w:space="0" w:color="auto"/>
      </w:divBdr>
    </w:div>
    <w:div w:id="601035954">
      <w:marLeft w:val="0"/>
      <w:marRight w:val="0"/>
      <w:marTop w:val="0"/>
      <w:marBottom w:val="0"/>
      <w:divBdr>
        <w:top w:val="none" w:sz="0" w:space="0" w:color="auto"/>
        <w:left w:val="none" w:sz="0" w:space="0" w:color="auto"/>
        <w:bottom w:val="none" w:sz="0" w:space="0" w:color="auto"/>
        <w:right w:val="none" w:sz="0" w:space="0" w:color="auto"/>
      </w:divBdr>
    </w:div>
    <w:div w:id="619991086">
      <w:marLeft w:val="0"/>
      <w:marRight w:val="0"/>
      <w:marTop w:val="0"/>
      <w:marBottom w:val="0"/>
      <w:divBdr>
        <w:top w:val="none" w:sz="0" w:space="0" w:color="auto"/>
        <w:left w:val="none" w:sz="0" w:space="0" w:color="auto"/>
        <w:bottom w:val="none" w:sz="0" w:space="0" w:color="auto"/>
        <w:right w:val="none" w:sz="0" w:space="0" w:color="auto"/>
      </w:divBdr>
    </w:div>
    <w:div w:id="620187023">
      <w:marLeft w:val="0"/>
      <w:marRight w:val="0"/>
      <w:marTop w:val="0"/>
      <w:marBottom w:val="0"/>
      <w:divBdr>
        <w:top w:val="none" w:sz="0" w:space="0" w:color="auto"/>
        <w:left w:val="none" w:sz="0" w:space="0" w:color="auto"/>
        <w:bottom w:val="none" w:sz="0" w:space="0" w:color="auto"/>
        <w:right w:val="none" w:sz="0" w:space="0" w:color="auto"/>
      </w:divBdr>
    </w:div>
    <w:div w:id="620957767">
      <w:marLeft w:val="0"/>
      <w:marRight w:val="0"/>
      <w:marTop w:val="0"/>
      <w:marBottom w:val="0"/>
      <w:divBdr>
        <w:top w:val="none" w:sz="0" w:space="0" w:color="auto"/>
        <w:left w:val="none" w:sz="0" w:space="0" w:color="auto"/>
        <w:bottom w:val="none" w:sz="0" w:space="0" w:color="auto"/>
        <w:right w:val="none" w:sz="0" w:space="0" w:color="auto"/>
      </w:divBdr>
    </w:div>
    <w:div w:id="624774102">
      <w:marLeft w:val="0"/>
      <w:marRight w:val="0"/>
      <w:marTop w:val="0"/>
      <w:marBottom w:val="0"/>
      <w:divBdr>
        <w:top w:val="none" w:sz="0" w:space="0" w:color="auto"/>
        <w:left w:val="none" w:sz="0" w:space="0" w:color="auto"/>
        <w:bottom w:val="none" w:sz="0" w:space="0" w:color="auto"/>
        <w:right w:val="none" w:sz="0" w:space="0" w:color="auto"/>
      </w:divBdr>
    </w:div>
    <w:div w:id="635186113">
      <w:marLeft w:val="0"/>
      <w:marRight w:val="0"/>
      <w:marTop w:val="0"/>
      <w:marBottom w:val="0"/>
      <w:divBdr>
        <w:top w:val="none" w:sz="0" w:space="0" w:color="auto"/>
        <w:left w:val="none" w:sz="0" w:space="0" w:color="auto"/>
        <w:bottom w:val="none" w:sz="0" w:space="0" w:color="auto"/>
        <w:right w:val="none" w:sz="0" w:space="0" w:color="auto"/>
      </w:divBdr>
    </w:div>
    <w:div w:id="654801852">
      <w:marLeft w:val="0"/>
      <w:marRight w:val="0"/>
      <w:marTop w:val="0"/>
      <w:marBottom w:val="0"/>
      <w:divBdr>
        <w:top w:val="none" w:sz="0" w:space="0" w:color="auto"/>
        <w:left w:val="none" w:sz="0" w:space="0" w:color="auto"/>
        <w:bottom w:val="none" w:sz="0" w:space="0" w:color="auto"/>
        <w:right w:val="none" w:sz="0" w:space="0" w:color="auto"/>
      </w:divBdr>
    </w:div>
    <w:div w:id="662009762">
      <w:marLeft w:val="0"/>
      <w:marRight w:val="0"/>
      <w:marTop w:val="0"/>
      <w:marBottom w:val="0"/>
      <w:divBdr>
        <w:top w:val="none" w:sz="0" w:space="0" w:color="auto"/>
        <w:left w:val="none" w:sz="0" w:space="0" w:color="auto"/>
        <w:bottom w:val="none" w:sz="0" w:space="0" w:color="auto"/>
        <w:right w:val="none" w:sz="0" w:space="0" w:color="auto"/>
      </w:divBdr>
    </w:div>
    <w:div w:id="693653641">
      <w:marLeft w:val="0"/>
      <w:marRight w:val="0"/>
      <w:marTop w:val="0"/>
      <w:marBottom w:val="0"/>
      <w:divBdr>
        <w:top w:val="none" w:sz="0" w:space="0" w:color="auto"/>
        <w:left w:val="none" w:sz="0" w:space="0" w:color="auto"/>
        <w:bottom w:val="none" w:sz="0" w:space="0" w:color="auto"/>
        <w:right w:val="none" w:sz="0" w:space="0" w:color="auto"/>
      </w:divBdr>
    </w:div>
    <w:div w:id="703792267">
      <w:marLeft w:val="0"/>
      <w:marRight w:val="0"/>
      <w:marTop w:val="0"/>
      <w:marBottom w:val="0"/>
      <w:divBdr>
        <w:top w:val="none" w:sz="0" w:space="0" w:color="auto"/>
        <w:left w:val="none" w:sz="0" w:space="0" w:color="auto"/>
        <w:bottom w:val="none" w:sz="0" w:space="0" w:color="auto"/>
        <w:right w:val="none" w:sz="0" w:space="0" w:color="auto"/>
      </w:divBdr>
    </w:div>
    <w:div w:id="724987817">
      <w:marLeft w:val="0"/>
      <w:marRight w:val="0"/>
      <w:marTop w:val="0"/>
      <w:marBottom w:val="0"/>
      <w:divBdr>
        <w:top w:val="none" w:sz="0" w:space="0" w:color="auto"/>
        <w:left w:val="none" w:sz="0" w:space="0" w:color="auto"/>
        <w:bottom w:val="none" w:sz="0" w:space="0" w:color="auto"/>
        <w:right w:val="none" w:sz="0" w:space="0" w:color="auto"/>
      </w:divBdr>
    </w:div>
    <w:div w:id="735860396">
      <w:marLeft w:val="0"/>
      <w:marRight w:val="0"/>
      <w:marTop w:val="0"/>
      <w:marBottom w:val="0"/>
      <w:divBdr>
        <w:top w:val="none" w:sz="0" w:space="0" w:color="auto"/>
        <w:left w:val="none" w:sz="0" w:space="0" w:color="auto"/>
        <w:bottom w:val="none" w:sz="0" w:space="0" w:color="auto"/>
        <w:right w:val="none" w:sz="0" w:space="0" w:color="auto"/>
      </w:divBdr>
    </w:div>
    <w:div w:id="744454176">
      <w:marLeft w:val="0"/>
      <w:marRight w:val="0"/>
      <w:marTop w:val="0"/>
      <w:marBottom w:val="0"/>
      <w:divBdr>
        <w:top w:val="none" w:sz="0" w:space="0" w:color="auto"/>
        <w:left w:val="none" w:sz="0" w:space="0" w:color="auto"/>
        <w:bottom w:val="none" w:sz="0" w:space="0" w:color="auto"/>
        <w:right w:val="none" w:sz="0" w:space="0" w:color="auto"/>
      </w:divBdr>
    </w:div>
    <w:div w:id="747534394">
      <w:marLeft w:val="0"/>
      <w:marRight w:val="0"/>
      <w:marTop w:val="0"/>
      <w:marBottom w:val="0"/>
      <w:divBdr>
        <w:top w:val="none" w:sz="0" w:space="0" w:color="auto"/>
        <w:left w:val="none" w:sz="0" w:space="0" w:color="auto"/>
        <w:bottom w:val="none" w:sz="0" w:space="0" w:color="auto"/>
        <w:right w:val="none" w:sz="0" w:space="0" w:color="auto"/>
      </w:divBdr>
    </w:div>
    <w:div w:id="749814747">
      <w:marLeft w:val="0"/>
      <w:marRight w:val="0"/>
      <w:marTop w:val="0"/>
      <w:marBottom w:val="0"/>
      <w:divBdr>
        <w:top w:val="none" w:sz="0" w:space="0" w:color="auto"/>
        <w:left w:val="none" w:sz="0" w:space="0" w:color="auto"/>
        <w:bottom w:val="none" w:sz="0" w:space="0" w:color="auto"/>
        <w:right w:val="none" w:sz="0" w:space="0" w:color="auto"/>
      </w:divBdr>
    </w:div>
    <w:div w:id="763916913">
      <w:marLeft w:val="0"/>
      <w:marRight w:val="0"/>
      <w:marTop w:val="0"/>
      <w:marBottom w:val="0"/>
      <w:divBdr>
        <w:top w:val="none" w:sz="0" w:space="0" w:color="auto"/>
        <w:left w:val="none" w:sz="0" w:space="0" w:color="auto"/>
        <w:bottom w:val="none" w:sz="0" w:space="0" w:color="auto"/>
        <w:right w:val="none" w:sz="0" w:space="0" w:color="auto"/>
      </w:divBdr>
    </w:div>
    <w:div w:id="779496449">
      <w:marLeft w:val="0"/>
      <w:marRight w:val="0"/>
      <w:marTop w:val="0"/>
      <w:marBottom w:val="0"/>
      <w:divBdr>
        <w:top w:val="none" w:sz="0" w:space="0" w:color="auto"/>
        <w:left w:val="none" w:sz="0" w:space="0" w:color="auto"/>
        <w:bottom w:val="none" w:sz="0" w:space="0" w:color="auto"/>
        <w:right w:val="none" w:sz="0" w:space="0" w:color="auto"/>
      </w:divBdr>
    </w:div>
    <w:div w:id="805856298">
      <w:marLeft w:val="0"/>
      <w:marRight w:val="0"/>
      <w:marTop w:val="0"/>
      <w:marBottom w:val="0"/>
      <w:divBdr>
        <w:top w:val="none" w:sz="0" w:space="0" w:color="auto"/>
        <w:left w:val="none" w:sz="0" w:space="0" w:color="auto"/>
        <w:bottom w:val="none" w:sz="0" w:space="0" w:color="auto"/>
        <w:right w:val="none" w:sz="0" w:space="0" w:color="auto"/>
      </w:divBdr>
    </w:div>
    <w:div w:id="835926347">
      <w:marLeft w:val="0"/>
      <w:marRight w:val="0"/>
      <w:marTop w:val="0"/>
      <w:marBottom w:val="0"/>
      <w:divBdr>
        <w:top w:val="none" w:sz="0" w:space="0" w:color="auto"/>
        <w:left w:val="none" w:sz="0" w:space="0" w:color="auto"/>
        <w:bottom w:val="none" w:sz="0" w:space="0" w:color="auto"/>
        <w:right w:val="none" w:sz="0" w:space="0" w:color="auto"/>
      </w:divBdr>
    </w:div>
    <w:div w:id="847789576">
      <w:marLeft w:val="0"/>
      <w:marRight w:val="0"/>
      <w:marTop w:val="0"/>
      <w:marBottom w:val="0"/>
      <w:divBdr>
        <w:top w:val="none" w:sz="0" w:space="0" w:color="auto"/>
        <w:left w:val="none" w:sz="0" w:space="0" w:color="auto"/>
        <w:bottom w:val="none" w:sz="0" w:space="0" w:color="auto"/>
        <w:right w:val="none" w:sz="0" w:space="0" w:color="auto"/>
      </w:divBdr>
    </w:div>
    <w:div w:id="848065612">
      <w:marLeft w:val="0"/>
      <w:marRight w:val="0"/>
      <w:marTop w:val="0"/>
      <w:marBottom w:val="0"/>
      <w:divBdr>
        <w:top w:val="none" w:sz="0" w:space="0" w:color="auto"/>
        <w:left w:val="none" w:sz="0" w:space="0" w:color="auto"/>
        <w:bottom w:val="none" w:sz="0" w:space="0" w:color="auto"/>
        <w:right w:val="none" w:sz="0" w:space="0" w:color="auto"/>
      </w:divBdr>
    </w:div>
    <w:div w:id="853617912">
      <w:marLeft w:val="0"/>
      <w:marRight w:val="0"/>
      <w:marTop w:val="0"/>
      <w:marBottom w:val="0"/>
      <w:divBdr>
        <w:top w:val="none" w:sz="0" w:space="0" w:color="auto"/>
        <w:left w:val="none" w:sz="0" w:space="0" w:color="auto"/>
        <w:bottom w:val="none" w:sz="0" w:space="0" w:color="auto"/>
        <w:right w:val="none" w:sz="0" w:space="0" w:color="auto"/>
      </w:divBdr>
    </w:div>
    <w:div w:id="885750445">
      <w:marLeft w:val="0"/>
      <w:marRight w:val="0"/>
      <w:marTop w:val="0"/>
      <w:marBottom w:val="0"/>
      <w:divBdr>
        <w:top w:val="none" w:sz="0" w:space="0" w:color="auto"/>
        <w:left w:val="none" w:sz="0" w:space="0" w:color="auto"/>
        <w:bottom w:val="none" w:sz="0" w:space="0" w:color="auto"/>
        <w:right w:val="none" w:sz="0" w:space="0" w:color="auto"/>
      </w:divBdr>
    </w:div>
    <w:div w:id="894704849">
      <w:marLeft w:val="0"/>
      <w:marRight w:val="0"/>
      <w:marTop w:val="0"/>
      <w:marBottom w:val="0"/>
      <w:divBdr>
        <w:top w:val="none" w:sz="0" w:space="0" w:color="auto"/>
        <w:left w:val="none" w:sz="0" w:space="0" w:color="auto"/>
        <w:bottom w:val="none" w:sz="0" w:space="0" w:color="auto"/>
        <w:right w:val="none" w:sz="0" w:space="0" w:color="auto"/>
      </w:divBdr>
    </w:div>
    <w:div w:id="935094116">
      <w:marLeft w:val="0"/>
      <w:marRight w:val="0"/>
      <w:marTop w:val="0"/>
      <w:marBottom w:val="0"/>
      <w:divBdr>
        <w:top w:val="none" w:sz="0" w:space="0" w:color="auto"/>
        <w:left w:val="none" w:sz="0" w:space="0" w:color="auto"/>
        <w:bottom w:val="none" w:sz="0" w:space="0" w:color="auto"/>
        <w:right w:val="none" w:sz="0" w:space="0" w:color="auto"/>
      </w:divBdr>
    </w:div>
    <w:div w:id="939946289">
      <w:marLeft w:val="0"/>
      <w:marRight w:val="0"/>
      <w:marTop w:val="0"/>
      <w:marBottom w:val="0"/>
      <w:divBdr>
        <w:top w:val="none" w:sz="0" w:space="0" w:color="auto"/>
        <w:left w:val="none" w:sz="0" w:space="0" w:color="auto"/>
        <w:bottom w:val="none" w:sz="0" w:space="0" w:color="auto"/>
        <w:right w:val="none" w:sz="0" w:space="0" w:color="auto"/>
      </w:divBdr>
    </w:div>
    <w:div w:id="954140393">
      <w:marLeft w:val="0"/>
      <w:marRight w:val="0"/>
      <w:marTop w:val="0"/>
      <w:marBottom w:val="0"/>
      <w:divBdr>
        <w:top w:val="none" w:sz="0" w:space="0" w:color="auto"/>
        <w:left w:val="none" w:sz="0" w:space="0" w:color="auto"/>
        <w:bottom w:val="none" w:sz="0" w:space="0" w:color="auto"/>
        <w:right w:val="none" w:sz="0" w:space="0" w:color="auto"/>
      </w:divBdr>
    </w:div>
    <w:div w:id="977295884">
      <w:marLeft w:val="0"/>
      <w:marRight w:val="0"/>
      <w:marTop w:val="0"/>
      <w:marBottom w:val="0"/>
      <w:divBdr>
        <w:top w:val="none" w:sz="0" w:space="0" w:color="auto"/>
        <w:left w:val="none" w:sz="0" w:space="0" w:color="auto"/>
        <w:bottom w:val="none" w:sz="0" w:space="0" w:color="auto"/>
        <w:right w:val="none" w:sz="0" w:space="0" w:color="auto"/>
      </w:divBdr>
    </w:div>
    <w:div w:id="1073772794">
      <w:marLeft w:val="0"/>
      <w:marRight w:val="0"/>
      <w:marTop w:val="0"/>
      <w:marBottom w:val="0"/>
      <w:divBdr>
        <w:top w:val="none" w:sz="0" w:space="0" w:color="auto"/>
        <w:left w:val="none" w:sz="0" w:space="0" w:color="auto"/>
        <w:bottom w:val="none" w:sz="0" w:space="0" w:color="auto"/>
        <w:right w:val="none" w:sz="0" w:space="0" w:color="auto"/>
      </w:divBdr>
    </w:div>
    <w:div w:id="1082070244">
      <w:marLeft w:val="0"/>
      <w:marRight w:val="0"/>
      <w:marTop w:val="0"/>
      <w:marBottom w:val="0"/>
      <w:divBdr>
        <w:top w:val="none" w:sz="0" w:space="0" w:color="auto"/>
        <w:left w:val="none" w:sz="0" w:space="0" w:color="auto"/>
        <w:bottom w:val="none" w:sz="0" w:space="0" w:color="auto"/>
        <w:right w:val="none" w:sz="0" w:space="0" w:color="auto"/>
      </w:divBdr>
    </w:div>
    <w:div w:id="1098408931">
      <w:marLeft w:val="0"/>
      <w:marRight w:val="0"/>
      <w:marTop w:val="0"/>
      <w:marBottom w:val="0"/>
      <w:divBdr>
        <w:top w:val="none" w:sz="0" w:space="0" w:color="auto"/>
        <w:left w:val="none" w:sz="0" w:space="0" w:color="auto"/>
        <w:bottom w:val="none" w:sz="0" w:space="0" w:color="auto"/>
        <w:right w:val="none" w:sz="0" w:space="0" w:color="auto"/>
      </w:divBdr>
    </w:div>
    <w:div w:id="1112163334">
      <w:marLeft w:val="0"/>
      <w:marRight w:val="0"/>
      <w:marTop w:val="0"/>
      <w:marBottom w:val="0"/>
      <w:divBdr>
        <w:top w:val="none" w:sz="0" w:space="0" w:color="auto"/>
        <w:left w:val="none" w:sz="0" w:space="0" w:color="auto"/>
        <w:bottom w:val="none" w:sz="0" w:space="0" w:color="auto"/>
        <w:right w:val="none" w:sz="0" w:space="0" w:color="auto"/>
      </w:divBdr>
    </w:div>
    <w:div w:id="1133060342">
      <w:marLeft w:val="0"/>
      <w:marRight w:val="0"/>
      <w:marTop w:val="0"/>
      <w:marBottom w:val="0"/>
      <w:divBdr>
        <w:top w:val="none" w:sz="0" w:space="0" w:color="auto"/>
        <w:left w:val="none" w:sz="0" w:space="0" w:color="auto"/>
        <w:bottom w:val="none" w:sz="0" w:space="0" w:color="auto"/>
        <w:right w:val="none" w:sz="0" w:space="0" w:color="auto"/>
      </w:divBdr>
    </w:div>
    <w:div w:id="1142648777">
      <w:marLeft w:val="0"/>
      <w:marRight w:val="0"/>
      <w:marTop w:val="0"/>
      <w:marBottom w:val="0"/>
      <w:divBdr>
        <w:top w:val="none" w:sz="0" w:space="0" w:color="auto"/>
        <w:left w:val="none" w:sz="0" w:space="0" w:color="auto"/>
        <w:bottom w:val="none" w:sz="0" w:space="0" w:color="auto"/>
        <w:right w:val="none" w:sz="0" w:space="0" w:color="auto"/>
      </w:divBdr>
    </w:div>
    <w:div w:id="1154104694">
      <w:marLeft w:val="0"/>
      <w:marRight w:val="0"/>
      <w:marTop w:val="0"/>
      <w:marBottom w:val="0"/>
      <w:divBdr>
        <w:top w:val="none" w:sz="0" w:space="0" w:color="auto"/>
        <w:left w:val="none" w:sz="0" w:space="0" w:color="auto"/>
        <w:bottom w:val="none" w:sz="0" w:space="0" w:color="auto"/>
        <w:right w:val="none" w:sz="0" w:space="0" w:color="auto"/>
      </w:divBdr>
    </w:div>
    <w:div w:id="1156263620">
      <w:marLeft w:val="0"/>
      <w:marRight w:val="0"/>
      <w:marTop w:val="0"/>
      <w:marBottom w:val="0"/>
      <w:divBdr>
        <w:top w:val="none" w:sz="0" w:space="0" w:color="auto"/>
        <w:left w:val="none" w:sz="0" w:space="0" w:color="auto"/>
        <w:bottom w:val="none" w:sz="0" w:space="0" w:color="auto"/>
        <w:right w:val="none" w:sz="0" w:space="0" w:color="auto"/>
      </w:divBdr>
    </w:div>
    <w:div w:id="1162895236">
      <w:marLeft w:val="0"/>
      <w:marRight w:val="0"/>
      <w:marTop w:val="0"/>
      <w:marBottom w:val="0"/>
      <w:divBdr>
        <w:top w:val="none" w:sz="0" w:space="0" w:color="auto"/>
        <w:left w:val="none" w:sz="0" w:space="0" w:color="auto"/>
        <w:bottom w:val="none" w:sz="0" w:space="0" w:color="auto"/>
        <w:right w:val="none" w:sz="0" w:space="0" w:color="auto"/>
      </w:divBdr>
    </w:div>
    <w:div w:id="1164398484">
      <w:marLeft w:val="0"/>
      <w:marRight w:val="0"/>
      <w:marTop w:val="0"/>
      <w:marBottom w:val="0"/>
      <w:divBdr>
        <w:top w:val="none" w:sz="0" w:space="0" w:color="auto"/>
        <w:left w:val="none" w:sz="0" w:space="0" w:color="auto"/>
        <w:bottom w:val="none" w:sz="0" w:space="0" w:color="auto"/>
        <w:right w:val="none" w:sz="0" w:space="0" w:color="auto"/>
      </w:divBdr>
    </w:div>
    <w:div w:id="1172186058">
      <w:marLeft w:val="0"/>
      <w:marRight w:val="0"/>
      <w:marTop w:val="0"/>
      <w:marBottom w:val="0"/>
      <w:divBdr>
        <w:top w:val="none" w:sz="0" w:space="0" w:color="auto"/>
        <w:left w:val="none" w:sz="0" w:space="0" w:color="auto"/>
        <w:bottom w:val="none" w:sz="0" w:space="0" w:color="auto"/>
        <w:right w:val="none" w:sz="0" w:space="0" w:color="auto"/>
      </w:divBdr>
    </w:div>
    <w:div w:id="1176460754">
      <w:marLeft w:val="0"/>
      <w:marRight w:val="0"/>
      <w:marTop w:val="0"/>
      <w:marBottom w:val="0"/>
      <w:divBdr>
        <w:top w:val="none" w:sz="0" w:space="0" w:color="auto"/>
        <w:left w:val="none" w:sz="0" w:space="0" w:color="auto"/>
        <w:bottom w:val="none" w:sz="0" w:space="0" w:color="auto"/>
        <w:right w:val="none" w:sz="0" w:space="0" w:color="auto"/>
      </w:divBdr>
    </w:div>
    <w:div w:id="1183394271">
      <w:marLeft w:val="0"/>
      <w:marRight w:val="0"/>
      <w:marTop w:val="0"/>
      <w:marBottom w:val="0"/>
      <w:divBdr>
        <w:top w:val="none" w:sz="0" w:space="0" w:color="auto"/>
        <w:left w:val="none" w:sz="0" w:space="0" w:color="auto"/>
        <w:bottom w:val="none" w:sz="0" w:space="0" w:color="auto"/>
        <w:right w:val="none" w:sz="0" w:space="0" w:color="auto"/>
      </w:divBdr>
    </w:div>
    <w:div w:id="1201472962">
      <w:marLeft w:val="0"/>
      <w:marRight w:val="0"/>
      <w:marTop w:val="0"/>
      <w:marBottom w:val="0"/>
      <w:divBdr>
        <w:top w:val="none" w:sz="0" w:space="0" w:color="auto"/>
        <w:left w:val="none" w:sz="0" w:space="0" w:color="auto"/>
        <w:bottom w:val="none" w:sz="0" w:space="0" w:color="auto"/>
        <w:right w:val="none" w:sz="0" w:space="0" w:color="auto"/>
      </w:divBdr>
    </w:div>
    <w:div w:id="1212810868">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64194213">
      <w:marLeft w:val="0"/>
      <w:marRight w:val="0"/>
      <w:marTop w:val="0"/>
      <w:marBottom w:val="0"/>
      <w:divBdr>
        <w:top w:val="none" w:sz="0" w:space="0" w:color="auto"/>
        <w:left w:val="none" w:sz="0" w:space="0" w:color="auto"/>
        <w:bottom w:val="none" w:sz="0" w:space="0" w:color="auto"/>
        <w:right w:val="none" w:sz="0" w:space="0" w:color="auto"/>
      </w:divBdr>
    </w:div>
    <w:div w:id="1266308371">
      <w:marLeft w:val="0"/>
      <w:marRight w:val="0"/>
      <w:marTop w:val="0"/>
      <w:marBottom w:val="0"/>
      <w:divBdr>
        <w:top w:val="none" w:sz="0" w:space="0" w:color="auto"/>
        <w:left w:val="none" w:sz="0" w:space="0" w:color="auto"/>
        <w:bottom w:val="none" w:sz="0" w:space="0" w:color="auto"/>
        <w:right w:val="none" w:sz="0" w:space="0" w:color="auto"/>
      </w:divBdr>
    </w:div>
    <w:div w:id="1282542004">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290208916">
      <w:marLeft w:val="0"/>
      <w:marRight w:val="0"/>
      <w:marTop w:val="0"/>
      <w:marBottom w:val="0"/>
      <w:divBdr>
        <w:top w:val="none" w:sz="0" w:space="0" w:color="auto"/>
        <w:left w:val="none" w:sz="0" w:space="0" w:color="auto"/>
        <w:bottom w:val="none" w:sz="0" w:space="0" w:color="auto"/>
        <w:right w:val="none" w:sz="0" w:space="0" w:color="auto"/>
      </w:divBdr>
    </w:div>
    <w:div w:id="1294749291">
      <w:marLeft w:val="0"/>
      <w:marRight w:val="0"/>
      <w:marTop w:val="0"/>
      <w:marBottom w:val="0"/>
      <w:divBdr>
        <w:top w:val="none" w:sz="0" w:space="0" w:color="auto"/>
        <w:left w:val="none" w:sz="0" w:space="0" w:color="auto"/>
        <w:bottom w:val="none" w:sz="0" w:space="0" w:color="auto"/>
        <w:right w:val="none" w:sz="0" w:space="0" w:color="auto"/>
      </w:divBdr>
    </w:div>
    <w:div w:id="1326125033">
      <w:marLeft w:val="0"/>
      <w:marRight w:val="0"/>
      <w:marTop w:val="0"/>
      <w:marBottom w:val="0"/>
      <w:divBdr>
        <w:top w:val="none" w:sz="0" w:space="0" w:color="auto"/>
        <w:left w:val="none" w:sz="0" w:space="0" w:color="auto"/>
        <w:bottom w:val="none" w:sz="0" w:space="0" w:color="auto"/>
        <w:right w:val="none" w:sz="0" w:space="0" w:color="auto"/>
      </w:divBdr>
    </w:div>
    <w:div w:id="1355231321">
      <w:marLeft w:val="0"/>
      <w:marRight w:val="0"/>
      <w:marTop w:val="0"/>
      <w:marBottom w:val="0"/>
      <w:divBdr>
        <w:top w:val="none" w:sz="0" w:space="0" w:color="auto"/>
        <w:left w:val="none" w:sz="0" w:space="0" w:color="auto"/>
        <w:bottom w:val="none" w:sz="0" w:space="0" w:color="auto"/>
        <w:right w:val="none" w:sz="0" w:space="0" w:color="auto"/>
      </w:divBdr>
    </w:div>
    <w:div w:id="1360279805">
      <w:marLeft w:val="0"/>
      <w:marRight w:val="0"/>
      <w:marTop w:val="0"/>
      <w:marBottom w:val="0"/>
      <w:divBdr>
        <w:top w:val="none" w:sz="0" w:space="0" w:color="auto"/>
        <w:left w:val="none" w:sz="0" w:space="0" w:color="auto"/>
        <w:bottom w:val="none" w:sz="0" w:space="0" w:color="auto"/>
        <w:right w:val="none" w:sz="0" w:space="0" w:color="auto"/>
      </w:divBdr>
    </w:div>
    <w:div w:id="1375421296">
      <w:marLeft w:val="0"/>
      <w:marRight w:val="0"/>
      <w:marTop w:val="0"/>
      <w:marBottom w:val="0"/>
      <w:divBdr>
        <w:top w:val="none" w:sz="0" w:space="0" w:color="auto"/>
        <w:left w:val="none" w:sz="0" w:space="0" w:color="auto"/>
        <w:bottom w:val="none" w:sz="0" w:space="0" w:color="auto"/>
        <w:right w:val="none" w:sz="0" w:space="0" w:color="auto"/>
      </w:divBdr>
    </w:div>
    <w:div w:id="1379160049">
      <w:marLeft w:val="0"/>
      <w:marRight w:val="0"/>
      <w:marTop w:val="0"/>
      <w:marBottom w:val="0"/>
      <w:divBdr>
        <w:top w:val="none" w:sz="0" w:space="0" w:color="auto"/>
        <w:left w:val="none" w:sz="0" w:space="0" w:color="auto"/>
        <w:bottom w:val="none" w:sz="0" w:space="0" w:color="auto"/>
        <w:right w:val="none" w:sz="0" w:space="0" w:color="auto"/>
      </w:divBdr>
    </w:div>
    <w:div w:id="1386678152">
      <w:marLeft w:val="0"/>
      <w:marRight w:val="0"/>
      <w:marTop w:val="0"/>
      <w:marBottom w:val="0"/>
      <w:divBdr>
        <w:top w:val="none" w:sz="0" w:space="0" w:color="auto"/>
        <w:left w:val="none" w:sz="0" w:space="0" w:color="auto"/>
        <w:bottom w:val="none" w:sz="0" w:space="0" w:color="auto"/>
        <w:right w:val="none" w:sz="0" w:space="0" w:color="auto"/>
      </w:divBdr>
    </w:div>
    <w:div w:id="1424103678">
      <w:marLeft w:val="0"/>
      <w:marRight w:val="0"/>
      <w:marTop w:val="0"/>
      <w:marBottom w:val="0"/>
      <w:divBdr>
        <w:top w:val="none" w:sz="0" w:space="0" w:color="auto"/>
        <w:left w:val="none" w:sz="0" w:space="0" w:color="auto"/>
        <w:bottom w:val="none" w:sz="0" w:space="0" w:color="auto"/>
        <w:right w:val="none" w:sz="0" w:space="0" w:color="auto"/>
      </w:divBdr>
    </w:div>
    <w:div w:id="1425764105">
      <w:marLeft w:val="0"/>
      <w:marRight w:val="0"/>
      <w:marTop w:val="0"/>
      <w:marBottom w:val="0"/>
      <w:divBdr>
        <w:top w:val="none" w:sz="0" w:space="0" w:color="auto"/>
        <w:left w:val="none" w:sz="0" w:space="0" w:color="auto"/>
        <w:bottom w:val="none" w:sz="0" w:space="0" w:color="auto"/>
        <w:right w:val="none" w:sz="0" w:space="0" w:color="auto"/>
      </w:divBdr>
    </w:div>
    <w:div w:id="1441073909">
      <w:marLeft w:val="0"/>
      <w:marRight w:val="0"/>
      <w:marTop w:val="0"/>
      <w:marBottom w:val="0"/>
      <w:divBdr>
        <w:top w:val="none" w:sz="0" w:space="0" w:color="auto"/>
        <w:left w:val="none" w:sz="0" w:space="0" w:color="auto"/>
        <w:bottom w:val="none" w:sz="0" w:space="0" w:color="auto"/>
        <w:right w:val="none" w:sz="0" w:space="0" w:color="auto"/>
      </w:divBdr>
    </w:div>
    <w:div w:id="1457528090">
      <w:marLeft w:val="0"/>
      <w:marRight w:val="0"/>
      <w:marTop w:val="0"/>
      <w:marBottom w:val="0"/>
      <w:divBdr>
        <w:top w:val="none" w:sz="0" w:space="0" w:color="auto"/>
        <w:left w:val="none" w:sz="0" w:space="0" w:color="auto"/>
        <w:bottom w:val="none" w:sz="0" w:space="0" w:color="auto"/>
        <w:right w:val="none" w:sz="0" w:space="0" w:color="auto"/>
      </w:divBdr>
    </w:div>
    <w:div w:id="1457718801">
      <w:marLeft w:val="0"/>
      <w:marRight w:val="0"/>
      <w:marTop w:val="0"/>
      <w:marBottom w:val="0"/>
      <w:divBdr>
        <w:top w:val="none" w:sz="0" w:space="0" w:color="auto"/>
        <w:left w:val="none" w:sz="0" w:space="0" w:color="auto"/>
        <w:bottom w:val="none" w:sz="0" w:space="0" w:color="auto"/>
        <w:right w:val="none" w:sz="0" w:space="0" w:color="auto"/>
      </w:divBdr>
    </w:div>
    <w:div w:id="1487823842">
      <w:marLeft w:val="0"/>
      <w:marRight w:val="0"/>
      <w:marTop w:val="0"/>
      <w:marBottom w:val="0"/>
      <w:divBdr>
        <w:top w:val="none" w:sz="0" w:space="0" w:color="auto"/>
        <w:left w:val="none" w:sz="0" w:space="0" w:color="auto"/>
        <w:bottom w:val="none" w:sz="0" w:space="0" w:color="auto"/>
        <w:right w:val="none" w:sz="0" w:space="0" w:color="auto"/>
      </w:divBdr>
    </w:div>
    <w:div w:id="1514567751">
      <w:marLeft w:val="0"/>
      <w:marRight w:val="0"/>
      <w:marTop w:val="0"/>
      <w:marBottom w:val="0"/>
      <w:divBdr>
        <w:top w:val="none" w:sz="0" w:space="0" w:color="auto"/>
        <w:left w:val="none" w:sz="0" w:space="0" w:color="auto"/>
        <w:bottom w:val="none" w:sz="0" w:space="0" w:color="auto"/>
        <w:right w:val="none" w:sz="0" w:space="0" w:color="auto"/>
      </w:divBdr>
    </w:div>
    <w:div w:id="1528325959">
      <w:marLeft w:val="0"/>
      <w:marRight w:val="0"/>
      <w:marTop w:val="0"/>
      <w:marBottom w:val="0"/>
      <w:divBdr>
        <w:top w:val="none" w:sz="0" w:space="0" w:color="auto"/>
        <w:left w:val="none" w:sz="0" w:space="0" w:color="auto"/>
        <w:bottom w:val="none" w:sz="0" w:space="0" w:color="auto"/>
        <w:right w:val="none" w:sz="0" w:space="0" w:color="auto"/>
      </w:divBdr>
    </w:div>
    <w:div w:id="1537698162">
      <w:marLeft w:val="0"/>
      <w:marRight w:val="0"/>
      <w:marTop w:val="0"/>
      <w:marBottom w:val="0"/>
      <w:divBdr>
        <w:top w:val="none" w:sz="0" w:space="0" w:color="auto"/>
        <w:left w:val="none" w:sz="0" w:space="0" w:color="auto"/>
        <w:bottom w:val="none" w:sz="0" w:space="0" w:color="auto"/>
        <w:right w:val="none" w:sz="0" w:space="0" w:color="auto"/>
      </w:divBdr>
    </w:div>
    <w:div w:id="1543709397">
      <w:marLeft w:val="0"/>
      <w:marRight w:val="0"/>
      <w:marTop w:val="0"/>
      <w:marBottom w:val="0"/>
      <w:divBdr>
        <w:top w:val="none" w:sz="0" w:space="0" w:color="auto"/>
        <w:left w:val="none" w:sz="0" w:space="0" w:color="auto"/>
        <w:bottom w:val="none" w:sz="0" w:space="0" w:color="auto"/>
        <w:right w:val="none" w:sz="0" w:space="0" w:color="auto"/>
      </w:divBdr>
    </w:div>
    <w:div w:id="1548682246">
      <w:marLeft w:val="0"/>
      <w:marRight w:val="0"/>
      <w:marTop w:val="0"/>
      <w:marBottom w:val="0"/>
      <w:divBdr>
        <w:top w:val="none" w:sz="0" w:space="0" w:color="auto"/>
        <w:left w:val="none" w:sz="0" w:space="0" w:color="auto"/>
        <w:bottom w:val="none" w:sz="0" w:space="0" w:color="auto"/>
        <w:right w:val="none" w:sz="0" w:space="0" w:color="auto"/>
      </w:divBdr>
    </w:div>
    <w:div w:id="1560702916">
      <w:marLeft w:val="0"/>
      <w:marRight w:val="0"/>
      <w:marTop w:val="0"/>
      <w:marBottom w:val="0"/>
      <w:divBdr>
        <w:top w:val="none" w:sz="0" w:space="0" w:color="auto"/>
        <w:left w:val="none" w:sz="0" w:space="0" w:color="auto"/>
        <w:bottom w:val="none" w:sz="0" w:space="0" w:color="auto"/>
        <w:right w:val="none" w:sz="0" w:space="0" w:color="auto"/>
      </w:divBdr>
    </w:div>
    <w:div w:id="1561398322">
      <w:marLeft w:val="0"/>
      <w:marRight w:val="0"/>
      <w:marTop w:val="0"/>
      <w:marBottom w:val="0"/>
      <w:divBdr>
        <w:top w:val="none" w:sz="0" w:space="0" w:color="auto"/>
        <w:left w:val="none" w:sz="0" w:space="0" w:color="auto"/>
        <w:bottom w:val="none" w:sz="0" w:space="0" w:color="auto"/>
        <w:right w:val="none" w:sz="0" w:space="0" w:color="auto"/>
      </w:divBdr>
    </w:div>
    <w:div w:id="1563759932">
      <w:marLeft w:val="0"/>
      <w:marRight w:val="0"/>
      <w:marTop w:val="0"/>
      <w:marBottom w:val="0"/>
      <w:divBdr>
        <w:top w:val="none" w:sz="0" w:space="0" w:color="auto"/>
        <w:left w:val="none" w:sz="0" w:space="0" w:color="auto"/>
        <w:bottom w:val="none" w:sz="0" w:space="0" w:color="auto"/>
        <w:right w:val="none" w:sz="0" w:space="0" w:color="auto"/>
      </w:divBdr>
    </w:div>
    <w:div w:id="1564414822">
      <w:marLeft w:val="0"/>
      <w:marRight w:val="0"/>
      <w:marTop w:val="0"/>
      <w:marBottom w:val="0"/>
      <w:divBdr>
        <w:top w:val="none" w:sz="0" w:space="0" w:color="auto"/>
        <w:left w:val="none" w:sz="0" w:space="0" w:color="auto"/>
        <w:bottom w:val="none" w:sz="0" w:space="0" w:color="auto"/>
        <w:right w:val="none" w:sz="0" w:space="0" w:color="auto"/>
      </w:divBdr>
    </w:div>
    <w:div w:id="1575238677">
      <w:marLeft w:val="0"/>
      <w:marRight w:val="0"/>
      <w:marTop w:val="0"/>
      <w:marBottom w:val="0"/>
      <w:divBdr>
        <w:top w:val="none" w:sz="0" w:space="0" w:color="auto"/>
        <w:left w:val="none" w:sz="0" w:space="0" w:color="auto"/>
        <w:bottom w:val="none" w:sz="0" w:space="0" w:color="auto"/>
        <w:right w:val="none" w:sz="0" w:space="0" w:color="auto"/>
      </w:divBdr>
    </w:div>
    <w:div w:id="1592663515">
      <w:marLeft w:val="0"/>
      <w:marRight w:val="0"/>
      <w:marTop w:val="0"/>
      <w:marBottom w:val="0"/>
      <w:divBdr>
        <w:top w:val="none" w:sz="0" w:space="0" w:color="auto"/>
        <w:left w:val="none" w:sz="0" w:space="0" w:color="auto"/>
        <w:bottom w:val="none" w:sz="0" w:space="0" w:color="auto"/>
        <w:right w:val="none" w:sz="0" w:space="0" w:color="auto"/>
      </w:divBdr>
    </w:div>
    <w:div w:id="1599480383">
      <w:marLeft w:val="0"/>
      <w:marRight w:val="0"/>
      <w:marTop w:val="0"/>
      <w:marBottom w:val="0"/>
      <w:divBdr>
        <w:top w:val="none" w:sz="0" w:space="0" w:color="auto"/>
        <w:left w:val="none" w:sz="0" w:space="0" w:color="auto"/>
        <w:bottom w:val="none" w:sz="0" w:space="0" w:color="auto"/>
        <w:right w:val="none" w:sz="0" w:space="0" w:color="auto"/>
      </w:divBdr>
    </w:div>
    <w:div w:id="1608541200">
      <w:marLeft w:val="0"/>
      <w:marRight w:val="0"/>
      <w:marTop w:val="0"/>
      <w:marBottom w:val="0"/>
      <w:divBdr>
        <w:top w:val="none" w:sz="0" w:space="0" w:color="auto"/>
        <w:left w:val="none" w:sz="0" w:space="0" w:color="auto"/>
        <w:bottom w:val="none" w:sz="0" w:space="0" w:color="auto"/>
        <w:right w:val="none" w:sz="0" w:space="0" w:color="auto"/>
      </w:divBdr>
    </w:div>
    <w:div w:id="1610162420">
      <w:marLeft w:val="0"/>
      <w:marRight w:val="0"/>
      <w:marTop w:val="0"/>
      <w:marBottom w:val="0"/>
      <w:divBdr>
        <w:top w:val="none" w:sz="0" w:space="0" w:color="auto"/>
        <w:left w:val="none" w:sz="0" w:space="0" w:color="auto"/>
        <w:bottom w:val="none" w:sz="0" w:space="0" w:color="auto"/>
        <w:right w:val="none" w:sz="0" w:space="0" w:color="auto"/>
      </w:divBdr>
    </w:div>
    <w:div w:id="1611621711">
      <w:marLeft w:val="0"/>
      <w:marRight w:val="0"/>
      <w:marTop w:val="0"/>
      <w:marBottom w:val="0"/>
      <w:divBdr>
        <w:top w:val="none" w:sz="0" w:space="0" w:color="auto"/>
        <w:left w:val="none" w:sz="0" w:space="0" w:color="auto"/>
        <w:bottom w:val="none" w:sz="0" w:space="0" w:color="auto"/>
        <w:right w:val="none" w:sz="0" w:space="0" w:color="auto"/>
      </w:divBdr>
    </w:div>
    <w:div w:id="1622957269">
      <w:marLeft w:val="0"/>
      <w:marRight w:val="0"/>
      <w:marTop w:val="0"/>
      <w:marBottom w:val="0"/>
      <w:divBdr>
        <w:top w:val="none" w:sz="0" w:space="0" w:color="auto"/>
        <w:left w:val="none" w:sz="0" w:space="0" w:color="auto"/>
        <w:bottom w:val="none" w:sz="0" w:space="0" w:color="auto"/>
        <w:right w:val="none" w:sz="0" w:space="0" w:color="auto"/>
      </w:divBdr>
    </w:div>
    <w:div w:id="1633443963">
      <w:marLeft w:val="0"/>
      <w:marRight w:val="0"/>
      <w:marTop w:val="0"/>
      <w:marBottom w:val="0"/>
      <w:divBdr>
        <w:top w:val="none" w:sz="0" w:space="0" w:color="auto"/>
        <w:left w:val="none" w:sz="0" w:space="0" w:color="auto"/>
        <w:bottom w:val="none" w:sz="0" w:space="0" w:color="auto"/>
        <w:right w:val="none" w:sz="0" w:space="0" w:color="auto"/>
      </w:divBdr>
    </w:div>
    <w:div w:id="1634558950">
      <w:marLeft w:val="0"/>
      <w:marRight w:val="0"/>
      <w:marTop w:val="0"/>
      <w:marBottom w:val="0"/>
      <w:divBdr>
        <w:top w:val="none" w:sz="0" w:space="0" w:color="auto"/>
        <w:left w:val="none" w:sz="0" w:space="0" w:color="auto"/>
        <w:bottom w:val="none" w:sz="0" w:space="0" w:color="auto"/>
        <w:right w:val="none" w:sz="0" w:space="0" w:color="auto"/>
      </w:divBdr>
    </w:div>
    <w:div w:id="1637418574">
      <w:marLeft w:val="0"/>
      <w:marRight w:val="0"/>
      <w:marTop w:val="0"/>
      <w:marBottom w:val="0"/>
      <w:divBdr>
        <w:top w:val="none" w:sz="0" w:space="0" w:color="auto"/>
        <w:left w:val="none" w:sz="0" w:space="0" w:color="auto"/>
        <w:bottom w:val="none" w:sz="0" w:space="0" w:color="auto"/>
        <w:right w:val="none" w:sz="0" w:space="0" w:color="auto"/>
      </w:divBdr>
    </w:div>
    <w:div w:id="1702053937">
      <w:marLeft w:val="0"/>
      <w:marRight w:val="0"/>
      <w:marTop w:val="0"/>
      <w:marBottom w:val="0"/>
      <w:divBdr>
        <w:top w:val="none" w:sz="0" w:space="0" w:color="auto"/>
        <w:left w:val="none" w:sz="0" w:space="0" w:color="auto"/>
        <w:bottom w:val="none" w:sz="0" w:space="0" w:color="auto"/>
        <w:right w:val="none" w:sz="0" w:space="0" w:color="auto"/>
      </w:divBdr>
    </w:div>
    <w:div w:id="1705137098">
      <w:marLeft w:val="0"/>
      <w:marRight w:val="0"/>
      <w:marTop w:val="0"/>
      <w:marBottom w:val="0"/>
      <w:divBdr>
        <w:top w:val="none" w:sz="0" w:space="0" w:color="auto"/>
        <w:left w:val="none" w:sz="0" w:space="0" w:color="auto"/>
        <w:bottom w:val="none" w:sz="0" w:space="0" w:color="auto"/>
        <w:right w:val="none" w:sz="0" w:space="0" w:color="auto"/>
      </w:divBdr>
    </w:div>
    <w:div w:id="1720933632">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35348711">
      <w:marLeft w:val="0"/>
      <w:marRight w:val="0"/>
      <w:marTop w:val="0"/>
      <w:marBottom w:val="0"/>
      <w:divBdr>
        <w:top w:val="none" w:sz="0" w:space="0" w:color="auto"/>
        <w:left w:val="none" w:sz="0" w:space="0" w:color="auto"/>
        <w:bottom w:val="none" w:sz="0" w:space="0" w:color="auto"/>
        <w:right w:val="none" w:sz="0" w:space="0" w:color="auto"/>
      </w:divBdr>
    </w:div>
    <w:div w:id="1782912138">
      <w:marLeft w:val="0"/>
      <w:marRight w:val="0"/>
      <w:marTop w:val="0"/>
      <w:marBottom w:val="0"/>
      <w:divBdr>
        <w:top w:val="none" w:sz="0" w:space="0" w:color="auto"/>
        <w:left w:val="none" w:sz="0" w:space="0" w:color="auto"/>
        <w:bottom w:val="none" w:sz="0" w:space="0" w:color="auto"/>
        <w:right w:val="none" w:sz="0" w:space="0" w:color="auto"/>
      </w:divBdr>
    </w:div>
    <w:div w:id="1802765842">
      <w:marLeft w:val="0"/>
      <w:marRight w:val="0"/>
      <w:marTop w:val="0"/>
      <w:marBottom w:val="0"/>
      <w:divBdr>
        <w:top w:val="none" w:sz="0" w:space="0" w:color="auto"/>
        <w:left w:val="none" w:sz="0" w:space="0" w:color="auto"/>
        <w:bottom w:val="none" w:sz="0" w:space="0" w:color="auto"/>
        <w:right w:val="none" w:sz="0" w:space="0" w:color="auto"/>
      </w:divBdr>
    </w:div>
    <w:div w:id="1804422963">
      <w:marLeft w:val="0"/>
      <w:marRight w:val="0"/>
      <w:marTop w:val="0"/>
      <w:marBottom w:val="0"/>
      <w:divBdr>
        <w:top w:val="none" w:sz="0" w:space="0" w:color="auto"/>
        <w:left w:val="none" w:sz="0" w:space="0" w:color="auto"/>
        <w:bottom w:val="none" w:sz="0" w:space="0" w:color="auto"/>
        <w:right w:val="none" w:sz="0" w:space="0" w:color="auto"/>
      </w:divBdr>
    </w:div>
    <w:div w:id="1824394575">
      <w:marLeft w:val="0"/>
      <w:marRight w:val="0"/>
      <w:marTop w:val="0"/>
      <w:marBottom w:val="0"/>
      <w:divBdr>
        <w:top w:val="none" w:sz="0" w:space="0" w:color="auto"/>
        <w:left w:val="none" w:sz="0" w:space="0" w:color="auto"/>
        <w:bottom w:val="none" w:sz="0" w:space="0" w:color="auto"/>
        <w:right w:val="none" w:sz="0" w:space="0" w:color="auto"/>
      </w:divBdr>
    </w:div>
    <w:div w:id="1838571695">
      <w:marLeft w:val="0"/>
      <w:marRight w:val="0"/>
      <w:marTop w:val="0"/>
      <w:marBottom w:val="0"/>
      <w:divBdr>
        <w:top w:val="none" w:sz="0" w:space="0" w:color="auto"/>
        <w:left w:val="none" w:sz="0" w:space="0" w:color="auto"/>
        <w:bottom w:val="none" w:sz="0" w:space="0" w:color="auto"/>
        <w:right w:val="none" w:sz="0" w:space="0" w:color="auto"/>
      </w:divBdr>
    </w:div>
    <w:div w:id="1867058769">
      <w:marLeft w:val="0"/>
      <w:marRight w:val="0"/>
      <w:marTop w:val="0"/>
      <w:marBottom w:val="0"/>
      <w:divBdr>
        <w:top w:val="none" w:sz="0" w:space="0" w:color="auto"/>
        <w:left w:val="none" w:sz="0" w:space="0" w:color="auto"/>
        <w:bottom w:val="none" w:sz="0" w:space="0" w:color="auto"/>
        <w:right w:val="none" w:sz="0" w:space="0" w:color="auto"/>
      </w:divBdr>
    </w:div>
    <w:div w:id="1882353722">
      <w:marLeft w:val="0"/>
      <w:marRight w:val="0"/>
      <w:marTop w:val="0"/>
      <w:marBottom w:val="0"/>
      <w:divBdr>
        <w:top w:val="none" w:sz="0" w:space="0" w:color="auto"/>
        <w:left w:val="none" w:sz="0" w:space="0" w:color="auto"/>
        <w:bottom w:val="none" w:sz="0" w:space="0" w:color="auto"/>
        <w:right w:val="none" w:sz="0" w:space="0" w:color="auto"/>
      </w:divBdr>
    </w:div>
    <w:div w:id="1889105393">
      <w:marLeft w:val="0"/>
      <w:marRight w:val="0"/>
      <w:marTop w:val="0"/>
      <w:marBottom w:val="0"/>
      <w:divBdr>
        <w:top w:val="none" w:sz="0" w:space="0" w:color="auto"/>
        <w:left w:val="none" w:sz="0" w:space="0" w:color="auto"/>
        <w:bottom w:val="none" w:sz="0" w:space="0" w:color="auto"/>
        <w:right w:val="none" w:sz="0" w:space="0" w:color="auto"/>
      </w:divBdr>
    </w:div>
    <w:div w:id="1892037675">
      <w:marLeft w:val="0"/>
      <w:marRight w:val="0"/>
      <w:marTop w:val="0"/>
      <w:marBottom w:val="0"/>
      <w:divBdr>
        <w:top w:val="none" w:sz="0" w:space="0" w:color="auto"/>
        <w:left w:val="none" w:sz="0" w:space="0" w:color="auto"/>
        <w:bottom w:val="none" w:sz="0" w:space="0" w:color="auto"/>
        <w:right w:val="none" w:sz="0" w:space="0" w:color="auto"/>
      </w:divBdr>
    </w:div>
    <w:div w:id="1931233572">
      <w:marLeft w:val="0"/>
      <w:marRight w:val="0"/>
      <w:marTop w:val="0"/>
      <w:marBottom w:val="0"/>
      <w:divBdr>
        <w:top w:val="none" w:sz="0" w:space="0" w:color="auto"/>
        <w:left w:val="none" w:sz="0" w:space="0" w:color="auto"/>
        <w:bottom w:val="none" w:sz="0" w:space="0" w:color="auto"/>
        <w:right w:val="none" w:sz="0" w:space="0" w:color="auto"/>
      </w:divBdr>
    </w:div>
    <w:div w:id="1931884250">
      <w:marLeft w:val="0"/>
      <w:marRight w:val="0"/>
      <w:marTop w:val="0"/>
      <w:marBottom w:val="0"/>
      <w:divBdr>
        <w:top w:val="none" w:sz="0" w:space="0" w:color="auto"/>
        <w:left w:val="none" w:sz="0" w:space="0" w:color="auto"/>
        <w:bottom w:val="none" w:sz="0" w:space="0" w:color="auto"/>
        <w:right w:val="none" w:sz="0" w:space="0" w:color="auto"/>
      </w:divBdr>
    </w:div>
    <w:div w:id="1940021792">
      <w:marLeft w:val="0"/>
      <w:marRight w:val="0"/>
      <w:marTop w:val="0"/>
      <w:marBottom w:val="0"/>
      <w:divBdr>
        <w:top w:val="none" w:sz="0" w:space="0" w:color="auto"/>
        <w:left w:val="none" w:sz="0" w:space="0" w:color="auto"/>
        <w:bottom w:val="none" w:sz="0" w:space="0" w:color="auto"/>
        <w:right w:val="none" w:sz="0" w:space="0" w:color="auto"/>
      </w:divBdr>
    </w:div>
    <w:div w:id="1981301790">
      <w:marLeft w:val="0"/>
      <w:marRight w:val="0"/>
      <w:marTop w:val="0"/>
      <w:marBottom w:val="0"/>
      <w:divBdr>
        <w:top w:val="none" w:sz="0" w:space="0" w:color="auto"/>
        <w:left w:val="none" w:sz="0" w:space="0" w:color="auto"/>
        <w:bottom w:val="none" w:sz="0" w:space="0" w:color="auto"/>
        <w:right w:val="none" w:sz="0" w:space="0" w:color="auto"/>
      </w:divBdr>
    </w:div>
    <w:div w:id="1992556824">
      <w:marLeft w:val="0"/>
      <w:marRight w:val="0"/>
      <w:marTop w:val="0"/>
      <w:marBottom w:val="0"/>
      <w:divBdr>
        <w:top w:val="none" w:sz="0" w:space="0" w:color="auto"/>
        <w:left w:val="none" w:sz="0" w:space="0" w:color="auto"/>
        <w:bottom w:val="none" w:sz="0" w:space="0" w:color="auto"/>
        <w:right w:val="none" w:sz="0" w:space="0" w:color="auto"/>
      </w:divBdr>
    </w:div>
    <w:div w:id="2000229877">
      <w:marLeft w:val="0"/>
      <w:marRight w:val="0"/>
      <w:marTop w:val="0"/>
      <w:marBottom w:val="0"/>
      <w:divBdr>
        <w:top w:val="none" w:sz="0" w:space="0" w:color="auto"/>
        <w:left w:val="none" w:sz="0" w:space="0" w:color="auto"/>
        <w:bottom w:val="none" w:sz="0" w:space="0" w:color="auto"/>
        <w:right w:val="none" w:sz="0" w:space="0" w:color="auto"/>
      </w:divBdr>
    </w:div>
    <w:div w:id="2002082152">
      <w:marLeft w:val="0"/>
      <w:marRight w:val="0"/>
      <w:marTop w:val="0"/>
      <w:marBottom w:val="0"/>
      <w:divBdr>
        <w:top w:val="none" w:sz="0" w:space="0" w:color="auto"/>
        <w:left w:val="none" w:sz="0" w:space="0" w:color="auto"/>
        <w:bottom w:val="none" w:sz="0" w:space="0" w:color="auto"/>
        <w:right w:val="none" w:sz="0" w:space="0" w:color="auto"/>
      </w:divBdr>
    </w:div>
    <w:div w:id="2019036069">
      <w:marLeft w:val="0"/>
      <w:marRight w:val="0"/>
      <w:marTop w:val="0"/>
      <w:marBottom w:val="0"/>
      <w:divBdr>
        <w:top w:val="none" w:sz="0" w:space="0" w:color="auto"/>
        <w:left w:val="none" w:sz="0" w:space="0" w:color="auto"/>
        <w:bottom w:val="none" w:sz="0" w:space="0" w:color="auto"/>
        <w:right w:val="none" w:sz="0" w:space="0" w:color="auto"/>
      </w:divBdr>
    </w:div>
    <w:div w:id="2032299856">
      <w:marLeft w:val="0"/>
      <w:marRight w:val="0"/>
      <w:marTop w:val="0"/>
      <w:marBottom w:val="0"/>
      <w:divBdr>
        <w:top w:val="none" w:sz="0" w:space="0" w:color="auto"/>
        <w:left w:val="none" w:sz="0" w:space="0" w:color="auto"/>
        <w:bottom w:val="none" w:sz="0" w:space="0" w:color="auto"/>
        <w:right w:val="none" w:sz="0" w:space="0" w:color="auto"/>
      </w:divBdr>
    </w:div>
    <w:div w:id="2033918977">
      <w:marLeft w:val="0"/>
      <w:marRight w:val="0"/>
      <w:marTop w:val="0"/>
      <w:marBottom w:val="0"/>
      <w:divBdr>
        <w:top w:val="none" w:sz="0" w:space="0" w:color="auto"/>
        <w:left w:val="none" w:sz="0" w:space="0" w:color="auto"/>
        <w:bottom w:val="none" w:sz="0" w:space="0" w:color="auto"/>
        <w:right w:val="none" w:sz="0" w:space="0" w:color="auto"/>
      </w:divBdr>
    </w:div>
    <w:div w:id="2053380138">
      <w:marLeft w:val="0"/>
      <w:marRight w:val="0"/>
      <w:marTop w:val="0"/>
      <w:marBottom w:val="0"/>
      <w:divBdr>
        <w:top w:val="none" w:sz="0" w:space="0" w:color="auto"/>
        <w:left w:val="none" w:sz="0" w:space="0" w:color="auto"/>
        <w:bottom w:val="none" w:sz="0" w:space="0" w:color="auto"/>
        <w:right w:val="none" w:sz="0" w:space="0" w:color="auto"/>
      </w:divBdr>
    </w:div>
    <w:div w:id="2054690138">
      <w:marLeft w:val="0"/>
      <w:marRight w:val="0"/>
      <w:marTop w:val="0"/>
      <w:marBottom w:val="0"/>
      <w:divBdr>
        <w:top w:val="none" w:sz="0" w:space="0" w:color="auto"/>
        <w:left w:val="none" w:sz="0" w:space="0" w:color="auto"/>
        <w:bottom w:val="none" w:sz="0" w:space="0" w:color="auto"/>
        <w:right w:val="none" w:sz="0" w:space="0" w:color="auto"/>
      </w:divBdr>
    </w:div>
    <w:div w:id="2064866388">
      <w:marLeft w:val="0"/>
      <w:marRight w:val="0"/>
      <w:marTop w:val="0"/>
      <w:marBottom w:val="0"/>
      <w:divBdr>
        <w:top w:val="none" w:sz="0" w:space="0" w:color="auto"/>
        <w:left w:val="none" w:sz="0" w:space="0" w:color="auto"/>
        <w:bottom w:val="none" w:sz="0" w:space="0" w:color="auto"/>
        <w:right w:val="none" w:sz="0" w:space="0" w:color="auto"/>
      </w:divBdr>
    </w:div>
    <w:div w:id="2069500151">
      <w:marLeft w:val="0"/>
      <w:marRight w:val="0"/>
      <w:marTop w:val="0"/>
      <w:marBottom w:val="0"/>
      <w:divBdr>
        <w:top w:val="none" w:sz="0" w:space="0" w:color="auto"/>
        <w:left w:val="none" w:sz="0" w:space="0" w:color="auto"/>
        <w:bottom w:val="none" w:sz="0" w:space="0" w:color="auto"/>
        <w:right w:val="none" w:sz="0" w:space="0" w:color="auto"/>
      </w:divBdr>
    </w:div>
    <w:div w:id="2081637776">
      <w:marLeft w:val="0"/>
      <w:marRight w:val="0"/>
      <w:marTop w:val="0"/>
      <w:marBottom w:val="0"/>
      <w:divBdr>
        <w:top w:val="none" w:sz="0" w:space="0" w:color="auto"/>
        <w:left w:val="none" w:sz="0" w:space="0" w:color="auto"/>
        <w:bottom w:val="none" w:sz="0" w:space="0" w:color="auto"/>
        <w:right w:val="none" w:sz="0" w:space="0" w:color="auto"/>
      </w:divBdr>
    </w:div>
    <w:div w:id="210082944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chart" Target="charts/chart1.xml"/><Relationship Id="rId4" Type="http://schemas.openxmlformats.org/officeDocument/2006/relationships/customXml" Target="../customXml/item4.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Lembar1!$B$1</c:f>
              <c:strCache>
                <c:ptCount val="1"/>
                <c:pt idx="0">
                  <c:v>Sum of Method</c:v>
                </c:pt>
              </c:strCache>
            </c:strRef>
          </c:tx>
          <c:dPt>
            <c:idx val="0"/>
            <c:bubble3D val="0"/>
            <c:spPr>
              <a:solidFill>
                <a:srgbClr val="0070C0"/>
              </a:solidFill>
              <a:ln w="19050">
                <a:solidFill>
                  <a:schemeClr val="lt1"/>
                </a:solidFill>
              </a:ln>
              <a:effectLst/>
            </c:spPr>
            <c:extLst>
              <c:ext xmlns:c16="http://schemas.microsoft.com/office/drawing/2014/chart" uri="{C3380CC4-5D6E-409C-BE32-E72D297353CC}">
                <c16:uniqueId val="{00000001-14AB-446A-BB35-AF2F9BB58F77}"/>
              </c:ext>
            </c:extLst>
          </c:dPt>
          <c:dPt>
            <c:idx val="1"/>
            <c:bubble3D val="0"/>
            <c:spPr>
              <a:solidFill>
                <a:srgbClr val="FFFF00"/>
              </a:solidFill>
              <a:ln w="19050">
                <a:solidFill>
                  <a:schemeClr val="lt1"/>
                </a:solidFill>
              </a:ln>
              <a:effectLst/>
            </c:spPr>
            <c:extLst>
              <c:ext xmlns:c16="http://schemas.microsoft.com/office/drawing/2014/chart" uri="{C3380CC4-5D6E-409C-BE32-E72D297353CC}">
                <c16:uniqueId val="{00000003-14AB-446A-BB35-AF2F9BB58F77}"/>
              </c:ext>
            </c:extLst>
          </c:dPt>
          <c:dPt>
            <c:idx val="2"/>
            <c:bubble3D val="0"/>
            <c:spPr>
              <a:solidFill>
                <a:srgbClr val="FF0000"/>
              </a:solidFill>
              <a:ln w="19050">
                <a:solidFill>
                  <a:schemeClr val="lt1"/>
                </a:solidFill>
              </a:ln>
              <a:effectLst/>
            </c:spPr>
            <c:extLst>
              <c:ext xmlns:c16="http://schemas.microsoft.com/office/drawing/2014/chart" uri="{C3380CC4-5D6E-409C-BE32-E72D297353CC}">
                <c16:uniqueId val="{00000005-14AB-446A-BB35-AF2F9BB58F77}"/>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14AB-446A-BB35-AF2F9BB58F77}"/>
              </c:ext>
            </c:extLst>
          </c:dPt>
          <c:dPt>
            <c:idx val="4"/>
            <c:bubble3D val="0"/>
            <c:spPr>
              <a:solidFill>
                <a:srgbClr val="00B050"/>
              </a:solidFill>
              <a:ln w="19050">
                <a:solidFill>
                  <a:schemeClr val="lt1"/>
                </a:solidFill>
              </a:ln>
              <a:effectLst/>
            </c:spPr>
            <c:extLst>
              <c:ext xmlns:c16="http://schemas.microsoft.com/office/drawing/2014/chart" uri="{C3380CC4-5D6E-409C-BE32-E72D297353CC}">
                <c16:uniqueId val="{00000009-14AB-446A-BB35-AF2F9BB58F77}"/>
              </c:ext>
            </c:extLst>
          </c:dPt>
          <c:dLbls>
            <c:dLbl>
              <c:idx val="0"/>
              <c:layout>
                <c:manualLayout>
                  <c:x val="0.11193268361946559"/>
                  <c:y val="7.8369905956112845E-3"/>
                </c:manualLayout>
              </c:layou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1-14AB-446A-BB35-AF2F9BB58F77}"/>
                </c:ext>
              </c:extLst>
            </c:dLbl>
            <c:dLbl>
              <c:idx val="1"/>
              <c:layout>
                <c:manualLayout>
                  <c:x val="-1.2295081967213115E-2"/>
                  <c:y val="0.20912052921284527"/>
                </c:manualLayout>
              </c:layout>
              <c:showLegendKey val="0"/>
              <c:showVal val="1"/>
              <c:showCatName val="1"/>
              <c:showSerName val="0"/>
              <c:showPercent val="0"/>
              <c:showBubbleSize val="0"/>
              <c:extLst>
                <c:ext xmlns:c15="http://schemas.microsoft.com/office/drawing/2012/chart" uri="{CE6537A1-D6FC-4f65-9D91-7224C49458BB}">
                  <c15:layout>
                    <c:manualLayout>
                      <c:w val="0.27151639344262296"/>
                      <c:h val="0.22570532915360503"/>
                    </c:manualLayout>
                  </c15:layout>
                </c:ext>
                <c:ext xmlns:c16="http://schemas.microsoft.com/office/drawing/2014/chart" uri="{C3380CC4-5D6E-409C-BE32-E72D297353CC}">
                  <c16:uniqueId val="{00000003-14AB-446A-BB35-AF2F9BB58F77}"/>
                </c:ext>
              </c:extLst>
            </c:dLbl>
            <c:dLbl>
              <c:idx val="2"/>
              <c:layout>
                <c:manualLayout>
                  <c:x val="-0.12950238802116951"/>
                  <c:y val="-4.9840791844593096E-3"/>
                </c:manualLayout>
              </c:layou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5-14AB-446A-BB35-AF2F9BB58F77}"/>
                </c:ext>
              </c:extLst>
            </c:dLbl>
            <c:dLbl>
              <c:idx val="3"/>
              <c:layout>
                <c:manualLayout>
                  <c:x val="-4.0983606557377046E-2"/>
                  <c:y val="0.10003159479673192"/>
                </c:manualLayout>
              </c:layout>
              <c:showLegendKey val="0"/>
              <c:showVal val="1"/>
              <c:showCatName val="1"/>
              <c:showSerName val="0"/>
              <c:showPercent val="0"/>
              <c:showBubbleSize val="0"/>
              <c:extLst>
                <c:ext xmlns:c15="http://schemas.microsoft.com/office/drawing/2012/chart" uri="{CE6537A1-D6FC-4f65-9D91-7224C49458BB}">
                  <c15:layout>
                    <c:manualLayout>
                      <c:w val="0.22352459016393442"/>
                      <c:h val="0.43203761755485892"/>
                    </c:manualLayout>
                  </c15:layout>
                </c:ext>
                <c:ext xmlns:c16="http://schemas.microsoft.com/office/drawing/2014/chart" uri="{C3380CC4-5D6E-409C-BE32-E72D297353CC}">
                  <c16:uniqueId val="{00000007-14AB-446A-BB35-AF2F9BB58F77}"/>
                </c:ext>
              </c:extLst>
            </c:dLbl>
            <c:dLbl>
              <c:idx val="4"/>
              <c:layout>
                <c:manualLayout>
                  <c:x val="-0.13114754098360656"/>
                  <c:y val="8.9341692789968646E-2"/>
                </c:manualLayout>
              </c:layout>
              <c:showLegendKey val="0"/>
              <c:showVal val="1"/>
              <c:showCatName val="1"/>
              <c:showSerName val="0"/>
              <c:showPercent val="0"/>
              <c:showBubbleSize val="0"/>
              <c:extLst>
                <c:ext xmlns:c15="http://schemas.microsoft.com/office/drawing/2012/chart" uri="{CE6537A1-D6FC-4f65-9D91-7224C49458BB}">
                  <c15:layout>
                    <c:manualLayout>
                      <c:w val="0.33606557377049179"/>
                      <c:h val="0.29153605015673983"/>
                    </c:manualLayout>
                  </c15:layout>
                </c:ext>
                <c:ext xmlns:c16="http://schemas.microsoft.com/office/drawing/2014/chart" uri="{C3380CC4-5D6E-409C-BE32-E72D297353CC}">
                  <c16:uniqueId val="{00000009-14AB-446A-BB35-AF2F9BB58F77}"/>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1"/>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Lembar1!$A$2:$A$6</c:f>
              <c:strCache>
                <c:ptCount val="5"/>
                <c:pt idx="0">
                  <c:v>ROP Mitigation</c:v>
                </c:pt>
                <c:pt idx="1">
                  <c:v>Lightweight Cryptography</c:v>
                </c:pt>
                <c:pt idx="2">
                  <c:v>Intrusion Detection System</c:v>
                </c:pt>
                <c:pt idx="3">
                  <c:v>Secure Boot and Trusted Execution Environment</c:v>
                </c:pt>
                <c:pt idx="4">
                  <c:v>Memory-Safe Programming Languages</c:v>
                </c:pt>
              </c:strCache>
            </c:strRef>
          </c:cat>
          <c:val>
            <c:numRef>
              <c:f>Lembar1!$B$2:$B$6</c:f>
              <c:numCache>
                <c:formatCode>General</c:formatCode>
                <c:ptCount val="5"/>
                <c:pt idx="0">
                  <c:v>2</c:v>
                </c:pt>
                <c:pt idx="1">
                  <c:v>3</c:v>
                </c:pt>
                <c:pt idx="2">
                  <c:v>3</c:v>
                </c:pt>
                <c:pt idx="3">
                  <c:v>2</c:v>
                </c:pt>
                <c:pt idx="4">
                  <c:v>2</c:v>
                </c:pt>
              </c:numCache>
            </c:numRef>
          </c:val>
          <c:extLst>
            <c:ext xmlns:c16="http://schemas.microsoft.com/office/drawing/2014/chart" uri="{C3380CC4-5D6E-409C-BE32-E72D297353CC}">
              <c16:uniqueId val="{0000000A-14AB-446A-BB35-AF2F9BB58F77}"/>
            </c:ext>
          </c:extLst>
        </c:ser>
        <c:dLbls>
          <c:showLegendKey val="0"/>
          <c:showVal val="1"/>
          <c:showCatName val="1"/>
          <c:showSerName val="0"/>
          <c:showPercent val="0"/>
          <c:showBubbleSize val="0"/>
          <c:showLeaderLines val="1"/>
        </c:dLbls>
        <c:firstSliceAng val="0"/>
      </c:pie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935C3DF3DED447FBA85DD6134C2AE77C"/>
        <w:category>
          <w:name w:val="Umum"/>
          <w:gallery w:val="placeholder"/>
        </w:category>
        <w:types>
          <w:type w:val="bbPlcHdr"/>
        </w:types>
        <w:behaviors>
          <w:behavior w:val="content"/>
        </w:behaviors>
        <w:guid w:val="{70D38D7A-31AF-423A-8B3D-ABDE40786734}"/>
      </w:docPartPr>
      <w:docPartBody>
        <w:p w:rsidR="00C03B87" w:rsidRDefault="00D93393" w:rsidP="00D93393">
          <w:pPr>
            <w:pStyle w:val="935C3DF3DED447FBA85DD6134C2AE77C"/>
          </w:pPr>
          <w:r w:rsidRPr="00500E7B">
            <w:rPr>
              <w:rStyle w:val="PlaceholderText"/>
            </w:rPr>
            <w:t>Click or tap here to enter text.</w:t>
          </w:r>
        </w:p>
      </w:docPartBody>
    </w:docPart>
    <w:docPart>
      <w:docPartPr>
        <w:name w:val="0CB77A45E7AF4F95824CC31EFC87C1AD"/>
        <w:category>
          <w:name w:val="Umum"/>
          <w:gallery w:val="placeholder"/>
        </w:category>
        <w:types>
          <w:type w:val="bbPlcHdr"/>
        </w:types>
        <w:behaviors>
          <w:behavior w:val="content"/>
        </w:behaviors>
        <w:guid w:val="{F554492B-A18B-48DD-86E7-3E7555C5C854}"/>
      </w:docPartPr>
      <w:docPartBody>
        <w:p w:rsidR="00C03B87" w:rsidRDefault="00D93393" w:rsidP="00D93393">
          <w:pPr>
            <w:pStyle w:val="0CB77A45E7AF4F95824CC31EFC87C1AD"/>
          </w:pPr>
          <w:r w:rsidRPr="00500E7B">
            <w:rPr>
              <w:rStyle w:val="PlaceholderText"/>
            </w:rPr>
            <w:t>Click or tap here to enter text.</w:t>
          </w:r>
        </w:p>
      </w:docPartBody>
    </w:docPart>
    <w:docPart>
      <w:docPartPr>
        <w:name w:val="E843D592DCD947CE82F10736BA1DC5EA"/>
        <w:category>
          <w:name w:val="Umum"/>
          <w:gallery w:val="placeholder"/>
        </w:category>
        <w:types>
          <w:type w:val="bbPlcHdr"/>
        </w:types>
        <w:behaviors>
          <w:behavior w:val="content"/>
        </w:behaviors>
        <w:guid w:val="{DC5C14D6-1539-459A-8612-5128DA61BA97}"/>
      </w:docPartPr>
      <w:docPartBody>
        <w:p w:rsidR="00C03B87" w:rsidRDefault="00D93393" w:rsidP="00D93393">
          <w:pPr>
            <w:pStyle w:val="E843D592DCD947CE82F10736BA1DC5EA"/>
          </w:pPr>
          <w:r w:rsidRPr="00500E7B">
            <w:rPr>
              <w:rStyle w:val="PlaceholderText"/>
            </w:rPr>
            <w:t>Click or tap here to enter text.</w:t>
          </w:r>
        </w:p>
      </w:docPartBody>
    </w:docPart>
    <w:docPart>
      <w:docPartPr>
        <w:name w:val="BCEF5903C84F46DDB89737E3944665D7"/>
        <w:category>
          <w:name w:val="Umum"/>
          <w:gallery w:val="placeholder"/>
        </w:category>
        <w:types>
          <w:type w:val="bbPlcHdr"/>
        </w:types>
        <w:behaviors>
          <w:behavior w:val="content"/>
        </w:behaviors>
        <w:guid w:val="{4BD0A2CC-28BE-4C91-A625-F753077A0857}"/>
      </w:docPartPr>
      <w:docPartBody>
        <w:p w:rsidR="00C03B87" w:rsidRDefault="00D93393" w:rsidP="00D93393">
          <w:pPr>
            <w:pStyle w:val="BCEF5903C84F46DDB89737E3944665D7"/>
          </w:pPr>
          <w:r w:rsidRPr="00500E7B">
            <w:rPr>
              <w:rStyle w:val="PlaceholderText"/>
            </w:rPr>
            <w:t>Click or tap here to enter text.</w:t>
          </w:r>
        </w:p>
      </w:docPartBody>
    </w:docPart>
    <w:docPart>
      <w:docPartPr>
        <w:name w:val="12657A8DE7E544D39A870C20769C189D"/>
        <w:category>
          <w:name w:val="Umum"/>
          <w:gallery w:val="placeholder"/>
        </w:category>
        <w:types>
          <w:type w:val="bbPlcHdr"/>
        </w:types>
        <w:behaviors>
          <w:behavior w:val="content"/>
        </w:behaviors>
        <w:guid w:val="{EB12D0AD-1D93-4FE7-A35E-1A3F7633D751}"/>
      </w:docPartPr>
      <w:docPartBody>
        <w:p w:rsidR="00C03B87" w:rsidRDefault="00D93393" w:rsidP="00D93393">
          <w:pPr>
            <w:pStyle w:val="12657A8DE7E544D39A870C20769C189D"/>
          </w:pPr>
          <w:r w:rsidRPr="00500E7B">
            <w:rPr>
              <w:rStyle w:val="PlaceholderText"/>
            </w:rPr>
            <w:t>Click or tap here to enter text.</w:t>
          </w:r>
        </w:p>
      </w:docPartBody>
    </w:docPart>
    <w:docPart>
      <w:docPartPr>
        <w:name w:val="3C90B2CC1CE84E18895EE08C46E3C2A9"/>
        <w:category>
          <w:name w:val="Umum"/>
          <w:gallery w:val="placeholder"/>
        </w:category>
        <w:types>
          <w:type w:val="bbPlcHdr"/>
        </w:types>
        <w:behaviors>
          <w:behavior w:val="content"/>
        </w:behaviors>
        <w:guid w:val="{38BEC1F2-9C26-445E-94A8-C067E3967074}"/>
      </w:docPartPr>
      <w:docPartBody>
        <w:p w:rsidR="00C03B87" w:rsidRDefault="00D93393" w:rsidP="00D93393">
          <w:pPr>
            <w:pStyle w:val="3C90B2CC1CE84E18895EE08C46E3C2A9"/>
          </w:pPr>
          <w:r w:rsidRPr="00500E7B">
            <w:rPr>
              <w:rStyle w:val="PlaceholderText"/>
            </w:rPr>
            <w:t>Click or tap here to enter text.</w:t>
          </w:r>
        </w:p>
      </w:docPartBody>
    </w:docPart>
    <w:docPart>
      <w:docPartPr>
        <w:name w:val="6461A0398D2F47148B1D7C6CCD06740C"/>
        <w:category>
          <w:name w:val="Umum"/>
          <w:gallery w:val="placeholder"/>
        </w:category>
        <w:types>
          <w:type w:val="bbPlcHdr"/>
        </w:types>
        <w:behaviors>
          <w:behavior w:val="content"/>
        </w:behaviors>
        <w:guid w:val="{8862764B-C1BB-4822-9C1B-5AB0AB59831E}"/>
      </w:docPartPr>
      <w:docPartBody>
        <w:p w:rsidR="00C03B87" w:rsidRDefault="00D93393" w:rsidP="00D93393">
          <w:pPr>
            <w:pStyle w:val="6461A0398D2F47148B1D7C6CCD06740C"/>
          </w:pPr>
          <w:r w:rsidRPr="00500E7B">
            <w:rPr>
              <w:rStyle w:val="PlaceholderText"/>
            </w:rPr>
            <w:t>Click or tap here to enter text.</w:t>
          </w:r>
        </w:p>
      </w:docPartBody>
    </w:docPart>
    <w:docPart>
      <w:docPartPr>
        <w:name w:val="0AAE9CDFC9B048C19057936BE2FADEC6"/>
        <w:category>
          <w:name w:val="Umum"/>
          <w:gallery w:val="placeholder"/>
        </w:category>
        <w:types>
          <w:type w:val="bbPlcHdr"/>
        </w:types>
        <w:behaviors>
          <w:behavior w:val="content"/>
        </w:behaviors>
        <w:guid w:val="{2ABF1D1F-FE56-46CC-919F-14427AF82970}"/>
      </w:docPartPr>
      <w:docPartBody>
        <w:p w:rsidR="00C03B87" w:rsidRDefault="00D93393" w:rsidP="00D93393">
          <w:pPr>
            <w:pStyle w:val="0AAE9CDFC9B048C19057936BE2FADEC6"/>
          </w:pPr>
          <w:r w:rsidRPr="00500E7B">
            <w:rPr>
              <w:rStyle w:val="PlaceholderText"/>
            </w:rPr>
            <w:t>Click or tap here to enter text.</w:t>
          </w:r>
        </w:p>
      </w:docPartBody>
    </w:docPart>
    <w:docPart>
      <w:docPartPr>
        <w:name w:val="AF00E630BFA6442AB186B2F0E78B2316"/>
        <w:category>
          <w:name w:val="Umum"/>
          <w:gallery w:val="placeholder"/>
        </w:category>
        <w:types>
          <w:type w:val="bbPlcHdr"/>
        </w:types>
        <w:behaviors>
          <w:behavior w:val="content"/>
        </w:behaviors>
        <w:guid w:val="{8524AA6D-2929-4C58-A6A9-D63482BD0617}"/>
      </w:docPartPr>
      <w:docPartBody>
        <w:p w:rsidR="00C03B87" w:rsidRDefault="00D93393" w:rsidP="00D93393">
          <w:pPr>
            <w:pStyle w:val="AF00E630BFA6442AB186B2F0E78B2316"/>
          </w:pPr>
          <w:r w:rsidRPr="00500E7B">
            <w:rPr>
              <w:rStyle w:val="PlaceholderText"/>
            </w:rPr>
            <w:t>Click or tap here to enter text.</w:t>
          </w:r>
        </w:p>
      </w:docPartBody>
    </w:docPart>
    <w:docPart>
      <w:docPartPr>
        <w:name w:val="577167B99A4C480AB7D346BCB83BF129"/>
        <w:category>
          <w:name w:val="Umum"/>
          <w:gallery w:val="placeholder"/>
        </w:category>
        <w:types>
          <w:type w:val="bbPlcHdr"/>
        </w:types>
        <w:behaviors>
          <w:behavior w:val="content"/>
        </w:behaviors>
        <w:guid w:val="{635DE8AF-FD3F-4149-BD28-DAC4DCC338EA}"/>
      </w:docPartPr>
      <w:docPartBody>
        <w:p w:rsidR="00C03B87" w:rsidRDefault="00D93393" w:rsidP="00D93393">
          <w:pPr>
            <w:pStyle w:val="577167B99A4C480AB7D346BCB83BF129"/>
          </w:pPr>
          <w:r w:rsidRPr="00500E7B">
            <w:rPr>
              <w:rStyle w:val="PlaceholderText"/>
            </w:rPr>
            <w:t>Click or tap here to enter text.</w:t>
          </w:r>
        </w:p>
      </w:docPartBody>
    </w:docPart>
    <w:docPart>
      <w:docPartPr>
        <w:name w:val="A48F1B69C2E441D99BB7782F4C2F0EFF"/>
        <w:category>
          <w:name w:val="Umum"/>
          <w:gallery w:val="placeholder"/>
        </w:category>
        <w:types>
          <w:type w:val="bbPlcHdr"/>
        </w:types>
        <w:behaviors>
          <w:behavior w:val="content"/>
        </w:behaviors>
        <w:guid w:val="{577F90B6-940A-479C-96AC-E3633191A061}"/>
      </w:docPartPr>
      <w:docPartBody>
        <w:p w:rsidR="00C03B87" w:rsidRDefault="00D93393" w:rsidP="00D93393">
          <w:pPr>
            <w:pStyle w:val="A48F1B69C2E441D99BB7782F4C2F0EFF"/>
          </w:pPr>
          <w:r w:rsidRPr="00500E7B">
            <w:rPr>
              <w:rStyle w:val="PlaceholderText"/>
            </w:rPr>
            <w:t>Click or tap here to enter text.</w:t>
          </w:r>
        </w:p>
      </w:docPartBody>
    </w:docPart>
    <w:docPart>
      <w:docPartPr>
        <w:name w:val="FB94BC39B48942448932BA859B621168"/>
        <w:category>
          <w:name w:val="Umum"/>
          <w:gallery w:val="placeholder"/>
        </w:category>
        <w:types>
          <w:type w:val="bbPlcHdr"/>
        </w:types>
        <w:behaviors>
          <w:behavior w:val="content"/>
        </w:behaviors>
        <w:guid w:val="{E5D09C16-C4CC-43A8-B2ED-8BA5B9AA043F}"/>
      </w:docPartPr>
      <w:docPartBody>
        <w:p w:rsidR="00C03B87" w:rsidRDefault="00D93393" w:rsidP="00D93393">
          <w:pPr>
            <w:pStyle w:val="FB94BC39B48942448932BA859B621168"/>
          </w:pPr>
          <w:r w:rsidRPr="00500E7B">
            <w:rPr>
              <w:rStyle w:val="PlaceholderText"/>
            </w:rPr>
            <w:t>Click or tap here to enter text.</w:t>
          </w:r>
        </w:p>
      </w:docPartBody>
    </w:docPart>
    <w:docPart>
      <w:docPartPr>
        <w:name w:val="9285580D6D47474087871D1E029607B2"/>
        <w:category>
          <w:name w:val="Umum"/>
          <w:gallery w:val="placeholder"/>
        </w:category>
        <w:types>
          <w:type w:val="bbPlcHdr"/>
        </w:types>
        <w:behaviors>
          <w:behavior w:val="content"/>
        </w:behaviors>
        <w:guid w:val="{8893B31F-D22E-4904-858D-1857B58857ED}"/>
      </w:docPartPr>
      <w:docPartBody>
        <w:p w:rsidR="00C03B87" w:rsidRDefault="00D93393" w:rsidP="00D93393">
          <w:pPr>
            <w:pStyle w:val="9285580D6D47474087871D1E029607B2"/>
          </w:pPr>
          <w:r w:rsidRPr="00500E7B">
            <w:rPr>
              <w:rStyle w:val="PlaceholderText"/>
            </w:rPr>
            <w:t>Click or tap here to enter text.</w:t>
          </w:r>
        </w:p>
      </w:docPartBody>
    </w:docPart>
    <w:docPart>
      <w:docPartPr>
        <w:name w:val="6BD09FF14C5242048551394F7CFF46E9"/>
        <w:category>
          <w:name w:val="Umum"/>
          <w:gallery w:val="placeholder"/>
        </w:category>
        <w:types>
          <w:type w:val="bbPlcHdr"/>
        </w:types>
        <w:behaviors>
          <w:behavior w:val="content"/>
        </w:behaviors>
        <w:guid w:val="{589122C0-6D2C-4321-8B4E-99B323B5874F}"/>
      </w:docPartPr>
      <w:docPartBody>
        <w:p w:rsidR="00C03B87" w:rsidRDefault="00D93393" w:rsidP="00D93393">
          <w:pPr>
            <w:pStyle w:val="6BD09FF14C5242048551394F7CFF46E9"/>
          </w:pPr>
          <w:r w:rsidRPr="00500E7B">
            <w:rPr>
              <w:rStyle w:val="PlaceholderText"/>
            </w:rPr>
            <w:t>Click or tap here to enter text.</w:t>
          </w:r>
        </w:p>
      </w:docPartBody>
    </w:docPart>
    <w:docPart>
      <w:docPartPr>
        <w:name w:val="329CC08BC20D4F67AAB719F7BBDE92BE"/>
        <w:category>
          <w:name w:val="Umum"/>
          <w:gallery w:val="placeholder"/>
        </w:category>
        <w:types>
          <w:type w:val="bbPlcHdr"/>
        </w:types>
        <w:behaviors>
          <w:behavior w:val="content"/>
        </w:behaviors>
        <w:guid w:val="{50FB1ABA-4E79-4E25-B58D-5BBE1589F358}"/>
      </w:docPartPr>
      <w:docPartBody>
        <w:p w:rsidR="00C03B87" w:rsidRDefault="00D93393" w:rsidP="00D93393">
          <w:pPr>
            <w:pStyle w:val="329CC08BC20D4F67AAB719F7BBDE92BE"/>
          </w:pPr>
          <w:r w:rsidRPr="00500E7B">
            <w:rPr>
              <w:rStyle w:val="PlaceholderText"/>
            </w:rPr>
            <w:t>Click or tap here to enter text.</w:t>
          </w:r>
        </w:p>
      </w:docPartBody>
    </w:docPart>
    <w:docPart>
      <w:docPartPr>
        <w:name w:val="16AC32DA588D44FA95DFF1055DF412F7"/>
        <w:category>
          <w:name w:val="Umum"/>
          <w:gallery w:val="placeholder"/>
        </w:category>
        <w:types>
          <w:type w:val="bbPlcHdr"/>
        </w:types>
        <w:behaviors>
          <w:behavior w:val="content"/>
        </w:behaviors>
        <w:guid w:val="{3B674C27-AA02-4D4E-AEF8-2992E0E9F309}"/>
      </w:docPartPr>
      <w:docPartBody>
        <w:p w:rsidR="00C03B87" w:rsidRDefault="00D93393" w:rsidP="00D93393">
          <w:pPr>
            <w:pStyle w:val="16AC32DA588D44FA95DFF1055DF412F7"/>
          </w:pPr>
          <w:r w:rsidRPr="00500E7B">
            <w:rPr>
              <w:rStyle w:val="PlaceholderText"/>
            </w:rPr>
            <w:t>Click or tap here to enter text.</w:t>
          </w:r>
        </w:p>
      </w:docPartBody>
    </w:docPart>
    <w:docPart>
      <w:docPartPr>
        <w:name w:val="CD58E51388744E39AFE96D9253C73C34"/>
        <w:category>
          <w:name w:val="Umum"/>
          <w:gallery w:val="placeholder"/>
        </w:category>
        <w:types>
          <w:type w:val="bbPlcHdr"/>
        </w:types>
        <w:behaviors>
          <w:behavior w:val="content"/>
        </w:behaviors>
        <w:guid w:val="{C12C0054-AFAA-43CC-B768-DC5A12C3AD90}"/>
      </w:docPartPr>
      <w:docPartBody>
        <w:p w:rsidR="00C03B87" w:rsidRDefault="00D93393" w:rsidP="00D93393">
          <w:pPr>
            <w:pStyle w:val="CD58E51388744E39AFE96D9253C73C34"/>
          </w:pPr>
          <w:r w:rsidRPr="00500E7B">
            <w:rPr>
              <w:rStyle w:val="PlaceholderText"/>
            </w:rPr>
            <w:t>Click or tap here to enter text.</w:t>
          </w:r>
        </w:p>
      </w:docPartBody>
    </w:docPart>
    <w:docPart>
      <w:docPartPr>
        <w:name w:val="CE1BDA2E77444F089CEFA70D6FBE022B"/>
        <w:category>
          <w:name w:val="Umum"/>
          <w:gallery w:val="placeholder"/>
        </w:category>
        <w:types>
          <w:type w:val="bbPlcHdr"/>
        </w:types>
        <w:behaviors>
          <w:behavior w:val="content"/>
        </w:behaviors>
        <w:guid w:val="{051E1824-A3BB-4378-B9F9-82AC011266BE}"/>
      </w:docPartPr>
      <w:docPartBody>
        <w:p w:rsidR="00C03B87" w:rsidRDefault="00D93393" w:rsidP="00D93393">
          <w:pPr>
            <w:pStyle w:val="CE1BDA2E77444F089CEFA70D6FBE022B"/>
          </w:pPr>
          <w:r w:rsidRPr="00500E7B">
            <w:rPr>
              <w:rStyle w:val="PlaceholderText"/>
            </w:rPr>
            <w:t>Click or tap here to enter text.</w:t>
          </w:r>
        </w:p>
      </w:docPartBody>
    </w:docPart>
    <w:docPart>
      <w:docPartPr>
        <w:name w:val="DefaultPlaceholder_-1854013440"/>
        <w:category>
          <w:name w:val="Umum"/>
          <w:gallery w:val="placeholder"/>
        </w:category>
        <w:types>
          <w:type w:val="bbPlcHdr"/>
        </w:types>
        <w:behaviors>
          <w:behavior w:val="content"/>
        </w:behaviors>
        <w:guid w:val="{0AEE9E42-6133-4691-8810-1F49ABBC30ED}"/>
      </w:docPartPr>
      <w:docPartBody>
        <w:p w:rsidR="00C03B87" w:rsidRDefault="00D93393">
          <w:r w:rsidRPr="00D258A3">
            <w:rPr>
              <w:rStyle w:val="PlaceholderText"/>
            </w:rPr>
            <w:t>Klik atau ketuk di sini untuk memasukkan teks.</w:t>
          </w:r>
        </w:p>
      </w:docPartBody>
    </w:docPart>
    <w:docPart>
      <w:docPartPr>
        <w:name w:val="D045E5F93BDD498EB5954923C3DB378D"/>
        <w:category>
          <w:name w:val="Umum"/>
          <w:gallery w:val="placeholder"/>
        </w:category>
        <w:types>
          <w:type w:val="bbPlcHdr"/>
        </w:types>
        <w:behaviors>
          <w:behavior w:val="content"/>
        </w:behaviors>
        <w:guid w:val="{361D4C7B-F678-44B9-9C66-35D45B269950}"/>
      </w:docPartPr>
      <w:docPartBody>
        <w:p w:rsidR="00C03B87" w:rsidRDefault="00D93393" w:rsidP="00D93393">
          <w:pPr>
            <w:pStyle w:val="D045E5F93BDD498EB5954923C3DB378D"/>
          </w:pPr>
          <w:r w:rsidRPr="00500E7B">
            <w:rPr>
              <w:rStyle w:val="PlaceholderText"/>
            </w:rPr>
            <w:t>Click or tap here to enter text.</w:t>
          </w:r>
        </w:p>
      </w:docPartBody>
    </w:docPart>
    <w:docPart>
      <w:docPartPr>
        <w:name w:val="94658F1D39BC47329E0340FB63F7F1E2"/>
        <w:category>
          <w:name w:val="Umum"/>
          <w:gallery w:val="placeholder"/>
        </w:category>
        <w:types>
          <w:type w:val="bbPlcHdr"/>
        </w:types>
        <w:behaviors>
          <w:behavior w:val="content"/>
        </w:behaviors>
        <w:guid w:val="{66D04509-F260-4D94-9A54-8FE15FD3C949}"/>
      </w:docPartPr>
      <w:docPartBody>
        <w:p w:rsidR="00C03B87" w:rsidRDefault="00D93393" w:rsidP="00D93393">
          <w:pPr>
            <w:pStyle w:val="94658F1D39BC47329E0340FB63F7F1E2"/>
          </w:pPr>
          <w:r w:rsidRPr="00500E7B">
            <w:rPr>
              <w:rStyle w:val="PlaceholderText"/>
            </w:rPr>
            <w:t>Click or tap here to enter text.</w:t>
          </w:r>
        </w:p>
      </w:docPartBody>
    </w:docPart>
    <w:docPart>
      <w:docPartPr>
        <w:name w:val="692455C75F1B46C6BE361C2FA4276F83"/>
        <w:category>
          <w:name w:val="Umum"/>
          <w:gallery w:val="placeholder"/>
        </w:category>
        <w:types>
          <w:type w:val="bbPlcHdr"/>
        </w:types>
        <w:behaviors>
          <w:behavior w:val="content"/>
        </w:behaviors>
        <w:guid w:val="{3E56D74B-42C6-4DD9-83EF-9FE5C63DB73F}"/>
      </w:docPartPr>
      <w:docPartBody>
        <w:p w:rsidR="00C03B87" w:rsidRDefault="00D93393" w:rsidP="00D93393">
          <w:pPr>
            <w:pStyle w:val="692455C75F1B46C6BE361C2FA4276F83"/>
          </w:pPr>
          <w:r w:rsidRPr="00500E7B">
            <w:rPr>
              <w:rStyle w:val="PlaceholderText"/>
            </w:rPr>
            <w:t>Click or tap here to enter text.</w:t>
          </w:r>
        </w:p>
      </w:docPartBody>
    </w:docPart>
    <w:docPart>
      <w:docPartPr>
        <w:name w:val="C09E08CCC567444592915E03999284A8"/>
        <w:category>
          <w:name w:val="Umum"/>
          <w:gallery w:val="placeholder"/>
        </w:category>
        <w:types>
          <w:type w:val="bbPlcHdr"/>
        </w:types>
        <w:behaviors>
          <w:behavior w:val="content"/>
        </w:behaviors>
        <w:guid w:val="{B0B71710-AE3C-4C94-9514-4D6D1D9665EB}"/>
      </w:docPartPr>
      <w:docPartBody>
        <w:p w:rsidR="00C03B87" w:rsidRDefault="00D93393" w:rsidP="00D93393">
          <w:pPr>
            <w:pStyle w:val="C09E08CCC567444592915E03999284A8"/>
          </w:pPr>
          <w:r w:rsidRPr="00500E7B">
            <w:rPr>
              <w:rStyle w:val="PlaceholderText"/>
            </w:rPr>
            <w:t>Click or tap here to enter text.</w:t>
          </w:r>
        </w:p>
      </w:docPartBody>
    </w:docPart>
    <w:docPart>
      <w:docPartPr>
        <w:name w:val="A764BD6B7E7A4BD9851509741F7293A1"/>
        <w:category>
          <w:name w:val="Umum"/>
          <w:gallery w:val="placeholder"/>
        </w:category>
        <w:types>
          <w:type w:val="bbPlcHdr"/>
        </w:types>
        <w:behaviors>
          <w:behavior w:val="content"/>
        </w:behaviors>
        <w:guid w:val="{FE29456A-402D-4C1B-8DBC-1A913D5D599E}"/>
      </w:docPartPr>
      <w:docPartBody>
        <w:p w:rsidR="00C03B87" w:rsidRDefault="00D93393" w:rsidP="00D93393">
          <w:pPr>
            <w:pStyle w:val="A764BD6B7E7A4BD9851509741F7293A1"/>
          </w:pPr>
          <w:r w:rsidRPr="00500E7B">
            <w:rPr>
              <w:rStyle w:val="PlaceholderText"/>
            </w:rPr>
            <w:t>Click or tap here to enter text.</w:t>
          </w:r>
        </w:p>
      </w:docPartBody>
    </w:docPart>
    <w:docPart>
      <w:docPartPr>
        <w:name w:val="0B336EA937D94CA289CCC4C7DCE8A532"/>
        <w:category>
          <w:name w:val="Umum"/>
          <w:gallery w:val="placeholder"/>
        </w:category>
        <w:types>
          <w:type w:val="bbPlcHdr"/>
        </w:types>
        <w:behaviors>
          <w:behavior w:val="content"/>
        </w:behaviors>
        <w:guid w:val="{0A10F996-7864-4012-B73B-B8750F812C53}"/>
      </w:docPartPr>
      <w:docPartBody>
        <w:p w:rsidR="00C03B87" w:rsidRDefault="00D93393" w:rsidP="00D93393">
          <w:pPr>
            <w:pStyle w:val="0B336EA937D94CA289CCC4C7DCE8A532"/>
          </w:pPr>
          <w:r w:rsidRPr="00500E7B">
            <w:rPr>
              <w:rStyle w:val="PlaceholderText"/>
            </w:rPr>
            <w:t>Click or tap here to enter text.</w:t>
          </w:r>
        </w:p>
      </w:docPartBody>
    </w:docPart>
    <w:docPart>
      <w:docPartPr>
        <w:name w:val="7DF999238F2B48C2815E52DBF8FCA290"/>
        <w:category>
          <w:name w:val="Umum"/>
          <w:gallery w:val="placeholder"/>
        </w:category>
        <w:types>
          <w:type w:val="bbPlcHdr"/>
        </w:types>
        <w:behaviors>
          <w:behavior w:val="content"/>
        </w:behaviors>
        <w:guid w:val="{5D67E94E-EDE6-4EA9-BD9A-7A8201AFDA0D}"/>
      </w:docPartPr>
      <w:docPartBody>
        <w:p w:rsidR="00C03B87" w:rsidRDefault="00D93393" w:rsidP="00D93393">
          <w:pPr>
            <w:pStyle w:val="7DF999238F2B48C2815E52DBF8FCA290"/>
          </w:pPr>
          <w:r w:rsidRPr="00500E7B">
            <w:rPr>
              <w:rStyle w:val="PlaceholderText"/>
            </w:rPr>
            <w:t>Click or tap here to enter text.</w:t>
          </w:r>
        </w:p>
      </w:docPartBody>
    </w:docPart>
    <w:docPart>
      <w:docPartPr>
        <w:name w:val="ACDD0108AFC64FBE84F499F33105CA3A"/>
        <w:category>
          <w:name w:val="Umum"/>
          <w:gallery w:val="placeholder"/>
        </w:category>
        <w:types>
          <w:type w:val="bbPlcHdr"/>
        </w:types>
        <w:behaviors>
          <w:behavior w:val="content"/>
        </w:behaviors>
        <w:guid w:val="{059E96B2-D873-43D9-ACED-F2457D6BBAA3}"/>
      </w:docPartPr>
      <w:docPartBody>
        <w:p w:rsidR="00C03B87" w:rsidRDefault="00D93393" w:rsidP="00D93393">
          <w:pPr>
            <w:pStyle w:val="ACDD0108AFC64FBE84F499F33105CA3A"/>
          </w:pPr>
          <w:r w:rsidRPr="00500E7B">
            <w:rPr>
              <w:rStyle w:val="PlaceholderText"/>
            </w:rPr>
            <w:t>Click or tap here to enter text.</w:t>
          </w:r>
        </w:p>
      </w:docPartBody>
    </w:docPart>
    <w:docPart>
      <w:docPartPr>
        <w:name w:val="0A5F6C6363D34DECBB3DA4A0CBD07086"/>
        <w:category>
          <w:name w:val="Umum"/>
          <w:gallery w:val="placeholder"/>
        </w:category>
        <w:types>
          <w:type w:val="bbPlcHdr"/>
        </w:types>
        <w:behaviors>
          <w:behavior w:val="content"/>
        </w:behaviors>
        <w:guid w:val="{678A4C8D-ACF2-4C64-BE08-8EF7DCB73484}"/>
      </w:docPartPr>
      <w:docPartBody>
        <w:p w:rsidR="00C03B87" w:rsidRDefault="00D93393" w:rsidP="00D93393">
          <w:pPr>
            <w:pStyle w:val="0A5F6C6363D34DECBB3DA4A0CBD07086"/>
          </w:pPr>
          <w:r w:rsidRPr="00500E7B">
            <w:rPr>
              <w:rStyle w:val="PlaceholderText"/>
            </w:rPr>
            <w:t>Click or tap here to enter text.</w:t>
          </w:r>
        </w:p>
      </w:docPartBody>
    </w:docPart>
    <w:docPart>
      <w:docPartPr>
        <w:name w:val="76CA7DFF71F74DA4BD1B6B74F115E888"/>
        <w:category>
          <w:name w:val="Umum"/>
          <w:gallery w:val="placeholder"/>
        </w:category>
        <w:types>
          <w:type w:val="bbPlcHdr"/>
        </w:types>
        <w:behaviors>
          <w:behavior w:val="content"/>
        </w:behaviors>
        <w:guid w:val="{09C0F65B-A223-44F8-9C59-4506AF4FA753}"/>
      </w:docPartPr>
      <w:docPartBody>
        <w:p w:rsidR="00C03B87" w:rsidRDefault="00D93393" w:rsidP="00D93393">
          <w:pPr>
            <w:pStyle w:val="76CA7DFF71F74DA4BD1B6B74F115E888"/>
          </w:pPr>
          <w:r w:rsidRPr="00500E7B">
            <w:rPr>
              <w:rStyle w:val="PlaceholderText"/>
            </w:rPr>
            <w:t>Click or tap here to enter text.</w:t>
          </w:r>
        </w:p>
      </w:docPartBody>
    </w:docPart>
    <w:docPart>
      <w:docPartPr>
        <w:name w:val="F278D930F54144DFB5338C9C9433484F"/>
        <w:category>
          <w:name w:val="Umum"/>
          <w:gallery w:val="placeholder"/>
        </w:category>
        <w:types>
          <w:type w:val="bbPlcHdr"/>
        </w:types>
        <w:behaviors>
          <w:behavior w:val="content"/>
        </w:behaviors>
        <w:guid w:val="{0A991B8D-C8DD-4DEE-85E9-FD7B2F86413C}"/>
      </w:docPartPr>
      <w:docPartBody>
        <w:p w:rsidR="00C03B87" w:rsidRDefault="00D93393" w:rsidP="00D93393">
          <w:pPr>
            <w:pStyle w:val="F278D930F54144DFB5338C9C9433484F"/>
          </w:pPr>
          <w:r w:rsidRPr="00500E7B">
            <w:rPr>
              <w:rStyle w:val="PlaceholderText"/>
            </w:rPr>
            <w:t>Click or tap here to enter text.</w:t>
          </w:r>
        </w:p>
      </w:docPartBody>
    </w:docPart>
    <w:docPart>
      <w:docPartPr>
        <w:name w:val="6A4F659523E14E8A80990FBC7AB263CB"/>
        <w:category>
          <w:name w:val="Umum"/>
          <w:gallery w:val="placeholder"/>
        </w:category>
        <w:types>
          <w:type w:val="bbPlcHdr"/>
        </w:types>
        <w:behaviors>
          <w:behavior w:val="content"/>
        </w:behaviors>
        <w:guid w:val="{5630E93A-C0A6-4093-8367-F772B6B1E89A}"/>
      </w:docPartPr>
      <w:docPartBody>
        <w:p w:rsidR="00C03B87" w:rsidRDefault="00D93393" w:rsidP="00D93393">
          <w:pPr>
            <w:pStyle w:val="6A4F659523E14E8A80990FBC7AB263CB"/>
          </w:pPr>
          <w:r w:rsidRPr="00500E7B">
            <w:rPr>
              <w:rStyle w:val="PlaceholderText"/>
            </w:rPr>
            <w:t>Click or tap here to enter text.</w:t>
          </w:r>
        </w:p>
      </w:docPartBody>
    </w:docPart>
    <w:docPart>
      <w:docPartPr>
        <w:name w:val="ECFF60B175B14EC19A6448B90E2C1551"/>
        <w:category>
          <w:name w:val="Umum"/>
          <w:gallery w:val="placeholder"/>
        </w:category>
        <w:types>
          <w:type w:val="bbPlcHdr"/>
        </w:types>
        <w:behaviors>
          <w:behavior w:val="content"/>
        </w:behaviors>
        <w:guid w:val="{8FD9976C-1D6E-4D44-81FE-40B1770C4EEF}"/>
      </w:docPartPr>
      <w:docPartBody>
        <w:p w:rsidR="00C03B87" w:rsidRDefault="00D93393" w:rsidP="00D93393">
          <w:pPr>
            <w:pStyle w:val="ECFF60B175B14EC19A6448B90E2C1551"/>
          </w:pPr>
          <w:r w:rsidRPr="00500E7B">
            <w:rPr>
              <w:rStyle w:val="PlaceholderText"/>
            </w:rPr>
            <w:t>Click or tap here to enter text.</w:t>
          </w:r>
        </w:p>
      </w:docPartBody>
    </w:docPart>
    <w:docPart>
      <w:docPartPr>
        <w:name w:val="E14A186689BC41A09E0AA32F88D71F28"/>
        <w:category>
          <w:name w:val="Umum"/>
          <w:gallery w:val="placeholder"/>
        </w:category>
        <w:types>
          <w:type w:val="bbPlcHdr"/>
        </w:types>
        <w:behaviors>
          <w:behavior w:val="content"/>
        </w:behaviors>
        <w:guid w:val="{C8269C6B-5BC5-47A9-983F-10890A71EC62}"/>
      </w:docPartPr>
      <w:docPartBody>
        <w:p w:rsidR="00C03B87" w:rsidRDefault="00D93393" w:rsidP="00D93393">
          <w:pPr>
            <w:pStyle w:val="E14A186689BC41A09E0AA32F88D71F28"/>
          </w:pPr>
          <w:r w:rsidRPr="00500E7B">
            <w:rPr>
              <w:rStyle w:val="PlaceholderText"/>
            </w:rPr>
            <w:t>Click or tap here to enter text.</w:t>
          </w:r>
        </w:p>
      </w:docPartBody>
    </w:docPart>
    <w:docPart>
      <w:docPartPr>
        <w:name w:val="D279C1CAC2894D0DB7E695F30F9396BF"/>
        <w:category>
          <w:name w:val="Umum"/>
          <w:gallery w:val="placeholder"/>
        </w:category>
        <w:types>
          <w:type w:val="bbPlcHdr"/>
        </w:types>
        <w:behaviors>
          <w:behavior w:val="content"/>
        </w:behaviors>
        <w:guid w:val="{656C63DB-A320-4C7C-83AF-A67637FB284D}"/>
      </w:docPartPr>
      <w:docPartBody>
        <w:p w:rsidR="00C03B87" w:rsidRDefault="00D93393" w:rsidP="00D93393">
          <w:pPr>
            <w:pStyle w:val="D279C1CAC2894D0DB7E695F30F9396BF"/>
          </w:pPr>
          <w:r w:rsidRPr="00500E7B">
            <w:rPr>
              <w:rStyle w:val="PlaceholderText"/>
            </w:rPr>
            <w:t>Click or tap here to enter text.</w:t>
          </w:r>
        </w:p>
      </w:docPartBody>
    </w:docPart>
    <w:docPart>
      <w:docPartPr>
        <w:name w:val="FFD3727E9C79434FA7D0977E9E6EEB67"/>
        <w:category>
          <w:name w:val="Umum"/>
          <w:gallery w:val="placeholder"/>
        </w:category>
        <w:types>
          <w:type w:val="bbPlcHdr"/>
        </w:types>
        <w:behaviors>
          <w:behavior w:val="content"/>
        </w:behaviors>
        <w:guid w:val="{A3E0B680-F5CB-45FD-97DE-E97A79860794}"/>
      </w:docPartPr>
      <w:docPartBody>
        <w:p w:rsidR="00C03B87" w:rsidRDefault="00D93393" w:rsidP="00D93393">
          <w:pPr>
            <w:pStyle w:val="FFD3727E9C79434FA7D0977E9E6EEB67"/>
          </w:pPr>
          <w:r w:rsidRPr="00500E7B">
            <w:rPr>
              <w:rStyle w:val="PlaceholderText"/>
            </w:rPr>
            <w:t>Click or tap here to enter text.</w:t>
          </w:r>
        </w:p>
      </w:docPartBody>
    </w:docPart>
    <w:docPart>
      <w:docPartPr>
        <w:name w:val="8B822B0433F14869898AAE1F6DBD73BA"/>
        <w:category>
          <w:name w:val="Umum"/>
          <w:gallery w:val="placeholder"/>
        </w:category>
        <w:types>
          <w:type w:val="bbPlcHdr"/>
        </w:types>
        <w:behaviors>
          <w:behavior w:val="content"/>
        </w:behaviors>
        <w:guid w:val="{C9F87833-65F1-4ECE-85A7-97C2E421075F}"/>
      </w:docPartPr>
      <w:docPartBody>
        <w:p w:rsidR="00C03B87" w:rsidRDefault="00D93393" w:rsidP="00D93393">
          <w:pPr>
            <w:pStyle w:val="8B822B0433F14869898AAE1F6DBD73BA"/>
          </w:pPr>
          <w:r w:rsidRPr="00500E7B">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3393"/>
    <w:rsid w:val="000717F8"/>
    <w:rsid w:val="00147C89"/>
    <w:rsid w:val="004748E7"/>
    <w:rsid w:val="00C03B87"/>
    <w:rsid w:val="00C24290"/>
    <w:rsid w:val="00C57B0F"/>
    <w:rsid w:val="00D54DD6"/>
    <w:rsid w:val="00D9339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93393"/>
    <w:rPr>
      <w:color w:val="666666"/>
    </w:rPr>
  </w:style>
  <w:style w:type="paragraph" w:customStyle="1" w:styleId="935C3DF3DED447FBA85DD6134C2AE77C">
    <w:name w:val="935C3DF3DED447FBA85DD6134C2AE77C"/>
    <w:rsid w:val="00D93393"/>
  </w:style>
  <w:style w:type="paragraph" w:customStyle="1" w:styleId="0CB77A45E7AF4F95824CC31EFC87C1AD">
    <w:name w:val="0CB77A45E7AF4F95824CC31EFC87C1AD"/>
    <w:rsid w:val="00D93393"/>
  </w:style>
  <w:style w:type="paragraph" w:customStyle="1" w:styleId="E843D592DCD947CE82F10736BA1DC5EA">
    <w:name w:val="E843D592DCD947CE82F10736BA1DC5EA"/>
    <w:rsid w:val="00D93393"/>
  </w:style>
  <w:style w:type="paragraph" w:customStyle="1" w:styleId="BCEF5903C84F46DDB89737E3944665D7">
    <w:name w:val="BCEF5903C84F46DDB89737E3944665D7"/>
    <w:rsid w:val="00D93393"/>
  </w:style>
  <w:style w:type="paragraph" w:customStyle="1" w:styleId="12657A8DE7E544D39A870C20769C189D">
    <w:name w:val="12657A8DE7E544D39A870C20769C189D"/>
    <w:rsid w:val="00D93393"/>
  </w:style>
  <w:style w:type="paragraph" w:customStyle="1" w:styleId="3C90B2CC1CE84E18895EE08C46E3C2A9">
    <w:name w:val="3C90B2CC1CE84E18895EE08C46E3C2A9"/>
    <w:rsid w:val="00D93393"/>
  </w:style>
  <w:style w:type="paragraph" w:customStyle="1" w:styleId="6461A0398D2F47148B1D7C6CCD06740C">
    <w:name w:val="6461A0398D2F47148B1D7C6CCD06740C"/>
    <w:rsid w:val="00D93393"/>
  </w:style>
  <w:style w:type="paragraph" w:customStyle="1" w:styleId="0AAE9CDFC9B048C19057936BE2FADEC6">
    <w:name w:val="0AAE9CDFC9B048C19057936BE2FADEC6"/>
    <w:rsid w:val="00D93393"/>
  </w:style>
  <w:style w:type="paragraph" w:customStyle="1" w:styleId="AF00E630BFA6442AB186B2F0E78B2316">
    <w:name w:val="AF00E630BFA6442AB186B2F0E78B2316"/>
    <w:rsid w:val="00D93393"/>
  </w:style>
  <w:style w:type="paragraph" w:customStyle="1" w:styleId="577167B99A4C480AB7D346BCB83BF129">
    <w:name w:val="577167B99A4C480AB7D346BCB83BF129"/>
    <w:rsid w:val="00D93393"/>
  </w:style>
  <w:style w:type="paragraph" w:customStyle="1" w:styleId="A48F1B69C2E441D99BB7782F4C2F0EFF">
    <w:name w:val="A48F1B69C2E441D99BB7782F4C2F0EFF"/>
    <w:rsid w:val="00D93393"/>
  </w:style>
  <w:style w:type="paragraph" w:customStyle="1" w:styleId="FB94BC39B48942448932BA859B621168">
    <w:name w:val="FB94BC39B48942448932BA859B621168"/>
    <w:rsid w:val="00D93393"/>
  </w:style>
  <w:style w:type="paragraph" w:customStyle="1" w:styleId="F8B31A5BF5404967BEB339013B0C74CD">
    <w:name w:val="F8B31A5BF5404967BEB339013B0C74CD"/>
    <w:rsid w:val="00D93393"/>
  </w:style>
  <w:style w:type="paragraph" w:customStyle="1" w:styleId="C6F2D8327BF4479CAE1C6BA6591E7AE7">
    <w:name w:val="C6F2D8327BF4479CAE1C6BA6591E7AE7"/>
    <w:rsid w:val="00D93393"/>
  </w:style>
  <w:style w:type="paragraph" w:customStyle="1" w:styleId="48F9C451499844D4A2F8D6F0889DAB16">
    <w:name w:val="48F9C451499844D4A2F8D6F0889DAB16"/>
    <w:rsid w:val="00D93393"/>
  </w:style>
  <w:style w:type="paragraph" w:customStyle="1" w:styleId="9285580D6D47474087871D1E029607B2">
    <w:name w:val="9285580D6D47474087871D1E029607B2"/>
    <w:rsid w:val="00D93393"/>
  </w:style>
  <w:style w:type="paragraph" w:customStyle="1" w:styleId="6BD09FF14C5242048551394F7CFF46E9">
    <w:name w:val="6BD09FF14C5242048551394F7CFF46E9"/>
    <w:rsid w:val="00D93393"/>
  </w:style>
  <w:style w:type="paragraph" w:customStyle="1" w:styleId="329CC08BC20D4F67AAB719F7BBDE92BE">
    <w:name w:val="329CC08BC20D4F67AAB719F7BBDE92BE"/>
    <w:rsid w:val="00D93393"/>
  </w:style>
  <w:style w:type="paragraph" w:customStyle="1" w:styleId="D8AD633131034C319E073431597DD268">
    <w:name w:val="D8AD633131034C319E073431597DD268"/>
    <w:rsid w:val="00D93393"/>
  </w:style>
  <w:style w:type="paragraph" w:customStyle="1" w:styleId="D80453C6B16A43DF80AF4C5C1AC64C2D">
    <w:name w:val="D80453C6B16A43DF80AF4C5C1AC64C2D"/>
    <w:rsid w:val="00D93393"/>
  </w:style>
  <w:style w:type="paragraph" w:customStyle="1" w:styleId="924C0CF762D44FA38D999014EAC27354">
    <w:name w:val="924C0CF762D44FA38D999014EAC27354"/>
    <w:rsid w:val="00D93393"/>
  </w:style>
  <w:style w:type="paragraph" w:customStyle="1" w:styleId="16AC32DA588D44FA95DFF1055DF412F7">
    <w:name w:val="16AC32DA588D44FA95DFF1055DF412F7"/>
    <w:rsid w:val="00D93393"/>
  </w:style>
  <w:style w:type="paragraph" w:customStyle="1" w:styleId="CD58E51388744E39AFE96D9253C73C34">
    <w:name w:val="CD58E51388744E39AFE96D9253C73C34"/>
    <w:rsid w:val="00D93393"/>
  </w:style>
  <w:style w:type="paragraph" w:customStyle="1" w:styleId="CE1BDA2E77444F089CEFA70D6FBE022B">
    <w:name w:val="CE1BDA2E77444F089CEFA70D6FBE022B"/>
    <w:rsid w:val="00D93393"/>
  </w:style>
  <w:style w:type="paragraph" w:customStyle="1" w:styleId="46E430FC50F74F3080207E630C1AAF69">
    <w:name w:val="46E430FC50F74F3080207E630C1AAF69"/>
    <w:rsid w:val="00D93393"/>
  </w:style>
  <w:style w:type="paragraph" w:customStyle="1" w:styleId="96094E309FA34595B94E0CFB2C716A79">
    <w:name w:val="96094E309FA34595B94E0CFB2C716A79"/>
    <w:rsid w:val="00D93393"/>
  </w:style>
  <w:style w:type="paragraph" w:customStyle="1" w:styleId="D045E5F93BDD498EB5954923C3DB378D">
    <w:name w:val="D045E5F93BDD498EB5954923C3DB378D"/>
    <w:rsid w:val="00D93393"/>
  </w:style>
  <w:style w:type="paragraph" w:customStyle="1" w:styleId="94658F1D39BC47329E0340FB63F7F1E2">
    <w:name w:val="94658F1D39BC47329E0340FB63F7F1E2"/>
    <w:rsid w:val="00D93393"/>
  </w:style>
  <w:style w:type="paragraph" w:customStyle="1" w:styleId="692455C75F1B46C6BE361C2FA4276F83">
    <w:name w:val="692455C75F1B46C6BE361C2FA4276F83"/>
    <w:rsid w:val="00D93393"/>
  </w:style>
  <w:style w:type="paragraph" w:customStyle="1" w:styleId="C09E08CCC567444592915E03999284A8">
    <w:name w:val="C09E08CCC567444592915E03999284A8"/>
    <w:rsid w:val="00D93393"/>
  </w:style>
  <w:style w:type="paragraph" w:customStyle="1" w:styleId="A764BD6B7E7A4BD9851509741F7293A1">
    <w:name w:val="A764BD6B7E7A4BD9851509741F7293A1"/>
    <w:rsid w:val="00D93393"/>
  </w:style>
  <w:style w:type="paragraph" w:customStyle="1" w:styleId="0B336EA937D94CA289CCC4C7DCE8A532">
    <w:name w:val="0B336EA937D94CA289CCC4C7DCE8A532"/>
    <w:rsid w:val="00D93393"/>
  </w:style>
  <w:style w:type="paragraph" w:customStyle="1" w:styleId="7DF999238F2B48C2815E52DBF8FCA290">
    <w:name w:val="7DF999238F2B48C2815E52DBF8FCA290"/>
    <w:rsid w:val="00D93393"/>
  </w:style>
  <w:style w:type="paragraph" w:customStyle="1" w:styleId="ACDD0108AFC64FBE84F499F33105CA3A">
    <w:name w:val="ACDD0108AFC64FBE84F499F33105CA3A"/>
    <w:rsid w:val="00D93393"/>
  </w:style>
  <w:style w:type="paragraph" w:customStyle="1" w:styleId="0A5F6C6363D34DECBB3DA4A0CBD07086">
    <w:name w:val="0A5F6C6363D34DECBB3DA4A0CBD07086"/>
    <w:rsid w:val="00D93393"/>
  </w:style>
  <w:style w:type="paragraph" w:customStyle="1" w:styleId="76CA7DFF71F74DA4BD1B6B74F115E888">
    <w:name w:val="76CA7DFF71F74DA4BD1B6B74F115E888"/>
    <w:rsid w:val="00D93393"/>
  </w:style>
  <w:style w:type="paragraph" w:customStyle="1" w:styleId="F278D930F54144DFB5338C9C9433484F">
    <w:name w:val="F278D930F54144DFB5338C9C9433484F"/>
    <w:rsid w:val="00D93393"/>
  </w:style>
  <w:style w:type="paragraph" w:customStyle="1" w:styleId="6A4F659523E14E8A80990FBC7AB263CB">
    <w:name w:val="6A4F659523E14E8A80990FBC7AB263CB"/>
    <w:rsid w:val="00D93393"/>
  </w:style>
  <w:style w:type="paragraph" w:customStyle="1" w:styleId="ECFF60B175B14EC19A6448B90E2C1551">
    <w:name w:val="ECFF60B175B14EC19A6448B90E2C1551"/>
    <w:rsid w:val="00D93393"/>
  </w:style>
  <w:style w:type="paragraph" w:customStyle="1" w:styleId="E14A186689BC41A09E0AA32F88D71F28">
    <w:name w:val="E14A186689BC41A09E0AA32F88D71F28"/>
    <w:rsid w:val="00D93393"/>
  </w:style>
  <w:style w:type="paragraph" w:customStyle="1" w:styleId="D279C1CAC2894D0DB7E695F30F9396BF">
    <w:name w:val="D279C1CAC2894D0DB7E695F30F9396BF"/>
    <w:rsid w:val="00D93393"/>
  </w:style>
  <w:style w:type="paragraph" w:customStyle="1" w:styleId="FFD3727E9C79434FA7D0977E9E6EEB67">
    <w:name w:val="FFD3727E9C79434FA7D0977E9E6EEB67"/>
    <w:rsid w:val="00D93393"/>
  </w:style>
  <w:style w:type="paragraph" w:customStyle="1" w:styleId="8B822B0433F14869898AAE1F6DBD73BA">
    <w:name w:val="8B822B0433F14869898AAE1F6DBD73BA"/>
    <w:rsid w:val="00D9339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D2EF687-B473-4D0C-A1AB-4FC9944B1326}">
  <we:reference id="wa104382081" version="1.55.1.0" store="en-US" storeType="OMEX"/>
  <we:alternateReferences>
    <we:reference id="WA104382081" version="1.55.1.0" store="" storeType="OMEX"/>
  </we:alternateReferences>
  <we:properties>
    <we:property name="MENDELEY_CITATIONS" value="[{&quot;citationID&quot;:&quot;MENDELEY_CITATION_2b39d60f-aac3-4e5c-baae-d2eef0e2af2e&quot;,&quot;properties&quot;:{&quot;noteIndex&quot;:0},&quot;isEdited&quot;:false,&quot;manualOverride&quot;:{&quot;isManuallyOverridden&quot;:false,&quot;citeprocText&quot;:&quot;&lt;sup&gt;1&lt;/sup&gt;&quot;,&quot;manualOverrideText&quot;:&quot;&quot;},&quot;citationTag&quot;:&quot;MENDELEY_CITATION_v3_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&quot;,&quot;citationItems&quot;:[{&quot;id&quot;:&quot;b1271915-c167-36d3-839b-090e7cceb93c&quot;,&quot;itemData&quot;:{&quot;type&quot;:&quot;paper-conference&quot;,&quot;id&quot;:&quot;b1271915-c167-36d3-839b-090e7cceb93c&quot;,&quot;title&quot;:&quot;Adversarial sensor attack on LiDAR-based perception in autonomous driving&quot;,&quot;author&quot;:[{&quot;family&quot;:&quot;Cao&quot;,&quot;given&quot;:&quot;Yulong&quot;,&quot;parse-names&quot;:false,&quot;dropping-particle&quot;:&quot;&quot;,&quot;non-dropping-particle&quot;:&quot;&quot;},{&quot;family&quot;:&quot;Zhou&quot;,&quot;given&quot;:&quot;Yimeng&quot;,&quot;parse-names&quot;:false,&quot;dropping-particle&quot;:&quot;&quot;,&quot;non-dropping-particle&quot;:&quot;&quot;},{&quot;family&quot;:&quot;Chen&quot;,&quot;given&quot;:&quot;Qi Alfred&quot;,&quot;parse-names&quot;:false,&quot;dropping-particle&quot;:&quot;&quot;,&quot;non-dropping-particle&quot;:&quot;&quot;},{&quot;family&quot;:&quot;Xiao&quot;,&quot;given&quot;:&quot;Chaowei&quot;,&quot;parse-names&quot;:false,&quot;dropping-particle&quot;:&quot;&quot;,&quot;non-dropping-particle&quot;:&quot;&quot;},{&quot;family&quot;:&quot;Park&quot;,&quot;given&quot;:&quot;Won&quot;,&quot;parse-names&quot;:false,&quot;dropping-particle&quot;:&quot;&quot;,&quot;non-dropping-particle&quot;:&quot;&quot;},{&quot;family&quot;:&quot;Fu&quot;,&quot;given&quot;:&quot;Kevin&quot;,&quot;parse-names&quot;:false,&quot;dropping-particle&quot;:&quot;&quot;,&quot;non-dropping-particle&quot;:&quot;&quot;},{&quot;family&quot;:&quot;Cyr&quot;,&quot;given&quot;:&quot;Benjamin&quot;,&quot;parse-names&quot;:false,&quot;dropping-particle&quot;:&quot;&quot;,&quot;non-dropping-particle&quot;:&quot;&quot;},{&quot;family&quot;:&quot;Rampazzi&quot;,&quot;given&quot;:&quot;Sara&quot;,&quot;parse-names&quot;:false,&quot;dropping-particle&quot;:&quot;&quot;,&quot;non-dropping-particle&quot;:&quot;&quot;},{&quot;family&quot;:&quot;Morley Mao&quot;,&quot;given&quot;:&quot;Z.&quot;,&quot;parse-names&quot;:false,&quot;dropping-particle&quot;:&quot;&quot;,&quot;non-dropping-particle&quot;:&quot;&quot;}],&quot;container-title&quot;:&quot;Proceedings of the ACM Conference on Computer and Communications Security&quot;,&quot;DOI&quot;:&quot;10.1145/3319535.3339815&quot;,&quot;ISBN&quot;:&quot;9781450367479&quot;,&quot;ISSN&quot;:&quot;15437221&quot;,&quot;issued&quot;:{&quot;date-parts&quot;:[[2019,11,6]]},&quot;page&quot;:&quot;2267-2281&quot;,&quot;abstract&quot;:&quot;In Autonomous Vehicles (AVs), one fundamental pillar is perception, which leverages sensors like cameras and LiDARs (Light Detection and Ranging) to understand the driving environment. Due to its direct impact on road safety, multiple prior efforts have been made to study its the security of perception systems. In contrast to prior work that concentrates on camera-based perception, in this work we perform the first security study of LiDAR-based perception in AV settings, which is highly important but unexplored. We consider LiDAR spoofing attacks as the threat model and set the attack goal as spoofing obstacles close to the front of a victim AV. We find that blindly applying LiDAR spoofing is insufficient to achieve this goal due to the machine learning-based object detection process. Thus, we then explore the possibility of strategically controlling the spoofed attack to fool the machine learning model. We formulate this task as an optimization problem and design modeling methods for the input perturbation function and the objective function. We also identify the inherent limitations of directly solving the problem using optimization and design an algorithm that combines optimization and global sampling, which improves the attack success rates to around 75%. As a case study to understand the attack impact at the AV driving decision level, we construct and evaluate two attack scenarios that may damage road safety and mobility. We also discuss defense directions at the AV system, sensor, and machine learning model levels.&quot;,&quot;publisher&quot;:&quot;Association for Computing Machinery&quot;,&quot;container-title-short&quot;:&quot;&quot;},&quot;isTemporary&quot;:false}]},{&quot;citationID&quot;:&quot;MENDELEY_CITATION_a9e8e7ed-80ee-434d-a618-278fcf8463ab&quot;,&quot;properties&quot;:{&quot;noteIndex&quot;:0},&quot;isEdited&quot;:false,&quot;manualOverride&quot;:{&quot;isManuallyOverridden&quot;:false,&quot;citeprocText&quot;:&quot;&lt;sup&gt;2,3&lt;/sup&gt;&quot;,&quot;manualOverrideText&quot;:&quot;&quot;},&quot;citationTag&quot;:&quot;MENDELEY_CITATION_v3_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&quot;,&quot;citationItems&quot;:[{&quot;id&quot;:&quot;7f1ff26d-cae8-3d56-ad83-e65b5c3fed3b&quot;,&quot;itemData&quot;:{&quot;type&quot;:&quot;paper-conference&quot;,&quot;id&quot;:&quot;7f1ff26d-cae8-3d56-ad83-e65b5c3fed3b&quot;,&quot;title&quot;:&quot;Machine Learning-based Secure Communication Framework for Connected Autonomous Vehicles&quot;,&quot;author&quot;:[{&quot;family&quot;:&quot;Jivani&quot;,&quot;given&quot;:&quot;Dirgha&quot;,&quot;parse-names&quot;:false,&quot;dropping-particle&quot;:&quot;&quot;,&quot;non-dropping-particle&quot;:&quot;&quot;},{&quot;family&quot;:&quot;Gajjar&quot;,&quot;given&quot;:&quot;Harshal&quot;,&quot;parse-names&quot;:false,&quot;dropping-particle&quot;:&quot;&quot;,&quot;non-dropping-particle&quot;:&quot;&quot;},{&quot;family&quot;:&quot;Gupta&quot;,&quot;given&quot;:&quot;Rajesh&quot;,&quot;parse-names&quot;:false,&quot;dropping-particle&quot;:&quot;&quot;,&quot;non-dropping-particle&quot;:&quot;&quot;},{&quot;family&quot;:&quot;Jadav&quot;,&quot;given&quot;:&quot;Nilesh Kumar&quot;,&quot;parse-names&quot;:false,&quot;dropping-particle&quot;:&quot;&quot;,&quot;non-dropping-particle&quot;:&quot;&quot;},{&quot;family&quot;:&quot;Tanwar&quot;,&quot;given&quot;:&quot;Sudeep&quot;,&quot;parse-names&quot;:false,&quot;dropping-particle&quot;:&quot;&quot;,&quot;non-dropping-particle&quot;:&quot;&quot;},{&quot;family&quot;:&quot;Bhatia&quot;,&quot;given&quot;:&quot;Jitendra&quot;,&quot;parse-names&quot;:false,&quot;dropping-particle&quot;:&quot;&quot;,&quot;non-dropping-particle&quot;:&quot;&quot;},{&quot;family&quot;:&quot;Trivedi&quot;,&quot;given&quot;:&quot;Harshal&quot;,&quot;parse-names&quot;:false,&quot;dropping-particle&quot;:&quot;&quot;,&quot;non-dropping-particle&quot;:&quot;&quot;}],&quot;container-title&quot;:&quot;2023 IEEE Globecom Workshops, GC Wkshps 2023&quot;,&quot;DOI&quot;:&quot;10.1109/GCWkshps58843.2023.10465158&quot;,&quot;ISBN&quot;:&quot;9798350370218&quot;,&quot;issued&quot;:{&quot;date-parts&quot;:[[2023]]},&quot;page&quot;:&quot;359-364&quot;,&quot;abstract&quot;:&quot;As connected autonomous vehicles (CAVs) gain popularity, new challenges emerge in ensuring secure network connectivity. In this study, we present a machine learning (ML)-based secure communication system for autonomous vehicles. Our main goal is to distinguish between harmful and non-malicious message transfers in order to strengthen communication channel security. We used a unique framework to bin float values to make them more suitable for classification. We then fed these values into a classifier model. The framework utilizes a dataset comprising 63 features and 450,000 records. Among various ML models evaluated, random forest (RF) emerged superior in classifying CAVs messages. The RF model, trained on this dataset, achieved an impressive accuracy of 94.26%. This underscores the potential of ML techniques, especially RF, in fortifying the security of networked autonomous vehicles. This study contributes to ongoing efforts to establish secure and reliable communication systems for CAV networks.&quot;,&quot;publisher&quot;:&quot;Institute of Electrical and Electronics Engineers Inc.&quot;,&quot;container-title-short&quot;:&quot;&quot;},&quot;isTemporary&quot;:false},{&quot;id&quot;:&quot;ee1ba675-1cc7-3fec-bc73-6e23465331ef&quot;,&quot;itemData&quot;:{&quot;type&quot;:&quot;paper-conference&quot;,&quot;id&quot;:&quot;ee1ba675-1cc7-3fec-bc73-6e23465331ef&quot;,&quot;title&quot;:&quot;Securing CAN Bus in Connected and Autonomous Vehicles Using Supervised Machine Learning Approaches&quot;,&quot;author&quot;:[{&quot;family&quot;:&quot;Gundu&quot;,&quot;given&quot;:&quot;Ravalika&quot;,&quot;parse-names&quot;:false,&quot;dropping-particle&quot;:&quot;&quot;,&quot;non-dropping-particle&quot;:&quot;&quot;},{&quot;family&quot;:&quot;Maleki&quot;,&quot;given&quot;:&quot;Mina&quot;,&quot;parse-names&quot;:false,&quot;dropping-particle&quot;:&quot;&quot;,&quot;non-dropping-particle&quot;:&quot;&quot;}],&quot;container-title&quot;:&quot;IEEE International Conference on Electro Information Technology&quot;,&quot;DOI&quot;:&quot;10.1109/eIT53891.2022.9813985&quot;,&quot;ISBN&quot;:&quot;9781665480093&quot;,&quot;ISSN&quot;:&quot;21540373&quot;,&quot;issued&quot;:{&quot;date-parts&quot;:[[2022]]},&quot;page&quot;:&quot;42-46&quot;,&quot;abstract&quot;:&quot;Connected and Autonomous Vehicles (CAVs) are becoming a promising solution in Intelligent Transportation Systems (ITS). Despite these advancements, vehicles still use a Controller Area Network (CAN) bus system to communicate among the different electronic control units (ECUs). While very efficient for message transmission, the CAN bus has significant security holes as the network is unsegmented, unencrypted, and lacking authentication. For these reasons, it is necessary to implement another security barrier for vehicles to continue utilizing CAN. Due to a large amount of data and different attack patterns, intrusion detection for CAN bus attacks is still challenging. This paper proposes the use of time intervals as a new feature for intrusion detection on the CAN bus. A comparison of supervised machine learning algorithms, including Random Forest (RF), K-Nearest Neighbor (KNN), and XG boost, is conducted with different sets of features. Experimental results show that the RF classifier, with an accuracy of 97%, outperforms both KNN and XG boost for detecting attack messages in the CAN intrusion dataset. In addition, the results indicate that the inclusion of time intervals in the feature set improved the accuracy of RF by 3%.&quot;,&quot;publisher&quot;:&quot;IEEE Computer Society&quot;,&quot;volume&quot;:&quot;2022-May&quot;,&quot;container-title-short&quot;:&quot;&quot;},&quot;isTemporary&quot;:false}]},{&quot;citationID&quot;:&quot;MENDELEY_CITATION_e88e1860-1e45-4166-a3c1-e98803449fc5&quot;,&quot;properties&quot;:{&quot;noteIndex&quot;:0},&quot;isEdited&quot;:false,&quot;manualOverride&quot;:{&quot;isManuallyOverridden&quot;:false,&quot;citeprocText&quot;:&quot;&lt;sup&gt;4&lt;/sup&gt;&quot;,&quot;manualOverrideText&quot;:&quot;&quot;},&quot;citationTag&quot;:&quot;MENDELEY_CITATION_v3_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&quot;,&quot;citationItems&quot;:[{&quot;id&quot;:&quot;077de925-3506-3bf4-885c-ae14a24a501a&quot;,&quot;itemData&quot;:{&quot;type&quot;:&quot;paper-conference&quot;,&quot;id&quot;:&quot;077de925-3506-3bf4-885c-ae14a24a501a&quot;,&quot;title&quot;:&quot;Towards a Secure Software Lifecycle for Autonomous Vehicles&quot;,&quot;author&quot;:[{&quot;family&quot;:&quot;Moukahal&quot;,&quot;given&quot;:&quot;Lama J.&quot;,&quot;parse-names&quot;:false,&quot;dropping-particle&quot;:&quot;&quot;,&quot;non-dropping-particle&quot;:&quot;&quot;},{&quot;family&quot;:&quot;Zulkernine&quot;,&quot;given&quot;:&quot;Mohammad&quot;,&quot;parse-names&quot;:false,&quot;dropping-particle&quot;:&quot;&quot;,&quot;non-dropping-particle&quot;:&quot;&quot;},{&quot;family&quot;:&quot;Soukup&quot;,&quot;given&quot;:&quot;Martin&quot;,&quot;parse-names&quot;:false,&quot;dropping-particle&quot;:&quot;&quot;,&quot;non-dropping-particle&quot;:&quot;&quot;}],&quot;container-title&quot;:&quot;Proceedings - 2021 IEEE International Symposium on Software Reliability Engineering Workshops, ISSREW 2021&quot;,&quot;DOI&quot;:&quot;10.1109/ISSREW53611.2021.00104&quot;,&quot;ISBN&quot;:&quot;9781665426039&quot;,&quot;issued&quot;:{&quot;date-parts&quot;:[[2021]]},&quot;page&quot;:&quot;371-377&quot;,&quot;abstract&quot;:&quot;The race for driverless vehicles is on the rise among industry players. Connected and Autonomous Vehicles (CAVs) success is founded on software integration that employs advanced technologies to offer valuable services. Software integration and network connectivity expose vehicles to numerous cyberattacks, making software security development the core factor affecting the reliability and safety of autonomous vehicles. The architecture of CAVs introduces unique challenges for automotive security development and operation that traditional security lifecycles are insufficient to manage. This paper presents a Secure Vehicle Software Engineering (SVSE) lifecycle that ensures security-by-design, devoting security considerations throughout all phases of the vehicle software development process. The SVSE lifecycle incorporates security activities that mitigate the development and operation challenges, reducing cybersecurity violations. It assists the automotive industry in complying with international security standards by granting security considerations throughout the development lifecycle that accommodate the requirements of industrial standards. The SVSE lifecycle promises manageability and deliverability of security practices throughout the full-life span of vehicles, making CAVs more resilient to cyberattacks.&quot;,&quot;publisher&quot;:&quot;Institute of Electrical and Electronics Engineers Inc.&quot;,&quot;container-title-short&quot;:&quot;&quot;},&quot;isTemporary&quot;:false}]},{&quot;citationID&quot;:&quot;MENDELEY_CITATION_2e02a14e-d015-4948-8789-8f63d0c75934&quot;,&quot;properties&quot;:{&quot;noteIndex&quot;:0},&quot;isEdited&quot;:false,&quot;manualOverride&quot;:{&quot;isManuallyOverridden&quot;:false,&quot;citeprocText&quot;:&quot;&lt;sup&gt;5–7&lt;/sup&gt;&quot;,&quot;manualOverrideText&quot;:&quot;&quot;},&quot;citationTag&quot;:&quot;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&quot;,&quot;citationItems&quot;:[{&quot;id&quot;:&quot;7121f8fa-61eb-3330-9f8c-67b6caa9014c&quot;,&quot;itemData&quot;:{&quot;type&quot;:&quot;paper-conference&quot;,&quot;id&quot;:&quot;7121f8fa-61eb-3330-9f8c-67b6caa9014c&quot;,&quot;title&quot;:&quot;Cybersecurity Oriented Architecture to Ensure the Autonomous Vehicles Communication&quot;,&quot;author&quot;:[{&quot;family&quot;:&quot;Sersemis&quot;,&quot;given&quot;:&quot;Athanasios&quot;,&quot;parse-names&quot;:false,&quot;dropping-particle&quot;:&quot;&quot;,&quot;non-dropping-particle&quot;:&quot;&quot;},{&quot;family&quot;:&quot;Papadopoulos&quot;,&quot;given&quot;:&quot;Alexandros&quot;,&quot;parse-names&quot;:false,&quot;dropping-particle&quot;:&quot;&quot;,&quot;non-dropping-particle&quot;:&quot;&quot;},{&quot;family&quot;:&quot;Spanos&quot;,&quot;given&quot;:&quot;Georgios&quot;,&quot;parse-names&quot;:false,&quot;dropping-particle&quot;:&quot;&quot;,&quot;non-dropping-particle&quot;:&quot;&quot;},{&quot;family&quot;:&quot;Lalas&quot;,&quot;given&quot;:&quot;Antonios&quot;,&quot;parse-names&quot;:false,&quot;dropping-particle&quot;:&quot;&quot;,&quot;non-dropping-particle&quot;:&quot;&quot;},{&quot;family&quot;:&quot;Votis&quot;,&quot;given&quot;:&quot;Konstantinos&quot;,&quot;parse-names&quot;:false,&quot;dropping-particle&quot;:&quot;&quot;,&quot;non-dropping-particle&quot;:&quot;&quot;},{&quot;family&quot;:&quot;Tzovaras&quot;,&quot;given&quot;:&quot;Dimitrios&quot;,&quot;parse-names&quot;:false,&quot;dropping-particle&quot;:&quot;&quot;,&quot;non-dropping-particle&quot;:&quot;&quot;}],&quot;container-title&quot;:&quot;2023 31st Mediterranean Conference on Control and Automation, MED 2023&quot;,&quot;DOI&quot;:&quot;10.1109/MED59994.2023.10185802&quot;,&quot;ISBN&quot;:&quot;9798350315431&quot;,&quot;issued&quot;:{&quot;date-parts&quot;:[[2023]]},&quot;page&quot;:&quot;119-124&quot;,&quot;abstract&quot;:&quot;The topic of in-vehicle and V2X communication in autonomous vehicles consists of a variety of different communication protocols, mechanisms, and devices. The implementation and cooperation between these entities and protocols in such a complex system is a rigorous and complicated process that should not only be efficient, robust, flexible, and scalable, but also secure. The security of critical systems such as autonomous vehicles requires a deep understanding of all the individual and distinct components that compose the system. This paper presents a cybersecurity architecture having as purpose to shield the communication security in the autonomous vehicles. For this reason, several well-established cybersecurity tools (e.g. Keycloak, Cloudflare) and communication mechanisms (e.g. MQTT, Kafka) have been combined in this architecture along with a novel statistical-based Intrusion Detection System. All the aforementioned cybersecurity defense mechanisms were selected to protect the entire system pipeline and meet the requirements for Confidentiality, Integrity, and Availability regarding vehicle communication. To test the performance of the proposed architecture abnormal data have been injected to the system and the results from the experiments conducted highlighted that the proposed solution can achieve its purpose of increased cybersecurity.&quot;,&quot;publisher&quot;:&quot;Institute of Electrical and Electronics Engineers Inc.&quot;,&quot;container-title-short&quot;:&quot;&quot;},&quot;isTemporary&quot;:false},{&quot;id&quot;:&quot;2d73373e-7eea-35e1-87b9-2e1fca3647d2&quot;,&quot;itemData&quot;:{&quot;type&quot;:&quot;paper-conference&quot;,&quot;id&quot;:&quot;2d73373e-7eea-35e1-87b9-2e1fca3647d2&quot;,&quot;title&quot;:&quot;Motor Cycle SmartKey System&quot;,&quot;author&quot;:[{&quot;family&quot;:&quot;Rusdi&quot;,&quot;given&quot;:&quot;Jack Febrian&quot;,&quot;parse-names&quot;:false,&quot;dropping-particle&quot;:&quot;&quot;,&quot;non-dropping-particle&quot;:&quot;&quot;},{&quot;family&quot;:&quot;Naseer&quot;,&quot;given&quot;:&quot;Muchammad&quot;,&quot;parse-names&quot;:false,&quot;dropping-particle&quot;:&quot;&quot;,&quot;non-dropping-particle&quot;:&quot;&quot;},{&quot;family&quot;:&quot;Pudjoatmodjo&quot;,&quot;given&quot;:&quot;Bambang&quot;,&quot;parse-names&quot;:false,&quot;dropping-particle&quot;:&quot;&quot;,&quot;non-dropping-particle&quot;:&quot;&quot;},{&quot;family&quot;:&quot;Sidik&quot;,&quot;given&quot;:&quot;Syahidan Arrizaldy&quot;,&quot;parse-names&quot;:false,&quot;dropping-particle&quot;:&quot;&quot;,&quot;non-dropping-particle&quot;:&quot;&quot;},{&quot;family&quot;:&quot;Aziz&quot;,&quot;given&quot;:&quot;Ihsan Nurhakim&quot;,&quot;parse-names&quot;:false,&quot;dropping-particle&quot;:&quot;&quot;,&quot;non-dropping-particle&quot;:&quot;&quot;},{&quot;family&quot;:&quot;Hardi&quot;,&quot;given&quot;:&quot;Richki&quot;,&quot;parse-names&quot;:false,&quot;dropping-particle&quot;:&quot;&quot;,&quot;non-dropping-particle&quot;:&quot;&quot;}],&quot;container-title&quot;:&quot;2021 3rd International Conference on Cybernetics and Intelligent System (ICORIS)&quot;,&quot;DOI&quot;:&quot;10.1109/ICORIS52787.2021.9649494&quot;,&quot;ISBN&quot;:&quot;978-1-6654-2580-3&quot;,&quot;issued&quot;:{&quot;date-parts&quot;:[[2021,10,25]]},&quot;page&quot;:&quot;1-5&quot;,&quot;publisher&quot;:&quot;IEEE&quot;,&quot;container-title-short&quot;:&quot;&quot;},&quot;isTemporary&quot;:false},{&quot;id&quot;:&quot;1dcf7272-1c66-39c2-92c5-6d7c83db16bb&quot;,&quot;itemData&quot;:{&quot;type&quot;:&quot;paper-conference&quot;,&quot;id&quot;:&quot;1dcf7272-1c66-39c2-92c5-6d7c83db16bb&quot;,&quot;title&quot;:&quot;The Object Tracking System at the Service Delivery Center of the Traveling Salesperson Problem Method&quot;,&quot;author&quot;:[{&quot;family&quot;:&quot;Hardi&quot;,&quot;given&quot;:&quot;Richki&quot;,&quot;parse-names&quot;:false,&quot;dropping-particle&quot;:&quot;&quot;,&quot;non-dropping-particle&quot;:&quot;&quot;},{&quot;family&quot;:&quot;Suryana&quot;,&quot;given&quot;:&quot;Nanna&quot;,&quot;parse-names&quot;:false,&quot;dropping-particle&quot;:&quot;&quot;,&quot;non-dropping-particle&quot;:&quot;&quot;},{&quot;family&quot;:&quot;Pee&quot;,&quot;given&quot;:&quot;Naim Che&quot;,&quot;parse-names&quot;:false,&quot;dropping-particle&quot;:&quot;&quot;,&quot;non-dropping-particle&quot;:&quot;&quot;},{&quot;family&quot;:&quot;Pribadi&quot;,&quot;given&quot;:&quot;Agung Sakti&quot;,&quot;parse-names&quot;:false,&quot;dropping-particle&quot;:&quot;&quot;,&quot;non-dropping-particle&quot;:&quot;&quot;},{&quot;family&quot;:&quot;Rusdi&quot;,&quot;given&quot;:&quot;Jack Febrian&quot;,&quot;parse-names&quot;:false,&quot;dropping-particle&quot;:&quot;&quot;,&quot;non-dropping-particle&quot;:&quot;&quot;},{&quot;family&quot;:&quot;Junaidi&quot;,&quot;given&quot;:&quot;Apri&quot;,&quot;parse-names&quot;:false,&quot;dropping-particle&quot;:&quot;&quot;,&quot;non-dropping-particle&quot;:&quot;&quot;}],&quot;container-title&quot;:&quot;Journal of Physics: Conference Series&quot;,&quot;container-title-short&quot;:&quot;J Phys Conf Ser&quot;,&quot;DOI&quot;:&quot;10.1088/1742-6596/1807/1/012034&quot;,&quot;ISSN&quot;:&quot;17426596&quot;,&quot;issued&quot;:{&quot;date-parts&quot;:[[2021,4,20]]},&quot;abstract&quot;:&quot;Search object delivery is essential to investigate, especially for package delivery. The technology is beneficial to check whether the goods sent have arrived or not. Otherwise, it will be known where in real-time. This study aims to provide information to the shipping service, to choose the right and optimal shipping routes using the problem of the Travel Salesperson's problem, because of that way. This method is rather difficult when viewed from a computational point of view, but TSP is made easy by trying all possible routes to get a solution or approaching the optimal path. The problem is how to determine the route according to the package that can get to the destination city in the shortest time possible by using that route, package which can reach a town or delivery center to each subsequent branch that matches the package to the postal receiving town with a minimum time limit. In other words, the shortest path and the path that the packet must pass from the sending post to the recipient must be determined.&quot;,&quot;publisher&quot;:&quot;IOP Publishing Ltd&quot;,&quot;issue&quot;:&quot;1&quot;,&quot;volume&quot;:&quot;1807&quot;},&quot;isTemporary&quot;:false}]},{&quot;citationID&quot;:&quot;MENDELEY_CITATION_5da15324-1d57-4cd7-96b0-4d26fcc8662b&quot;,&quot;properties&quot;:{&quot;noteIndex&quot;:0},&quot;isEdited&quot;:false,&quot;manualOverride&quot;:{&quot;isManuallyOverridden&quot;:false,&quot;citeprocText&quot;:&quot;&lt;sup&gt;4&lt;/sup&gt;&quot;,&quot;manualOverrideText&quot;:&quot;&quot;},&quot;citationTag&quot;:&quot;MENDELEY_CITATION_v3_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&quot;,&quot;citationItems&quot;:[{&quot;id&quot;:&quot;077de925-3506-3bf4-885c-ae14a24a501a&quot;,&quot;itemData&quot;:{&quot;type&quot;:&quot;paper-conference&quot;,&quot;id&quot;:&quot;077de925-3506-3bf4-885c-ae14a24a501a&quot;,&quot;title&quot;:&quot;Towards a Secure Software Lifecycle for Autonomous Vehicles&quot;,&quot;author&quot;:[{&quot;family&quot;:&quot;Moukahal&quot;,&quot;given&quot;:&quot;Lama J.&quot;,&quot;parse-names&quot;:false,&quot;dropping-particle&quot;:&quot;&quot;,&quot;non-dropping-particle&quot;:&quot;&quot;},{&quot;family&quot;:&quot;Zulkernine&quot;,&quot;given&quot;:&quot;Mohammad&quot;,&quot;parse-names&quot;:false,&quot;dropping-particle&quot;:&quot;&quot;,&quot;non-dropping-particle&quot;:&quot;&quot;},{&quot;family&quot;:&quot;Soukup&quot;,&quot;given&quot;:&quot;Martin&quot;,&quot;parse-names&quot;:false,&quot;dropping-particle&quot;:&quot;&quot;,&quot;non-dropping-particle&quot;:&quot;&quot;}],&quot;container-title&quot;:&quot;Proceedings - 2021 IEEE International Symposium on Software Reliability Engineering Workshops, ISSREW 2021&quot;,&quot;DOI&quot;:&quot;10.1109/ISSREW53611.2021.00104&quot;,&quot;ISBN&quot;:&quot;9781665426039&quot;,&quot;issued&quot;:{&quot;date-parts&quot;:[[2021]]},&quot;page&quot;:&quot;371-377&quot;,&quot;abstract&quot;:&quot;The race for driverless vehicles is on the rise among industry players. Connected and Autonomous Vehicles (CAVs) success is founded on software integration that employs advanced technologies to offer valuable services. Software integration and network connectivity expose vehicles to numerous cyberattacks, making software security development the core factor affecting the reliability and safety of autonomous vehicles. The architecture of CAVs introduces unique challenges for automotive security development and operation that traditional security lifecycles are insufficient to manage. This paper presents a Secure Vehicle Software Engineering (SVSE) lifecycle that ensures security-by-design, devoting security considerations throughout all phases of the vehicle software development process. The SVSE lifecycle incorporates security activities that mitigate the development and operation challenges, reducing cybersecurity violations. It assists the automotive industry in complying with international security standards by granting security considerations throughout the development lifecycle that accommodate the requirements of industrial standards. The SVSE lifecycle promises manageability and deliverability of security practices throughout the full-life span of vehicles, making CAVs more resilient to cyberattacks.&quot;,&quot;publisher&quot;:&quot;Institute of Electrical and Electronics Engineers Inc.&quot;,&quot;container-title-short&quot;:&quot;&quot;},&quot;isTemporary&quot;:false}]},{&quot;citationID&quot;:&quot;MENDELEY_CITATION_da42c94e-01b8-49fc-b27c-565fe8e24c53&quot;,&quot;properties&quot;:{&quot;noteIndex&quot;:0},&quot;isEdited&quot;:false,&quot;manualOverride&quot;:{&quot;isManuallyOverridden&quot;:false,&quot;citeprocText&quot;:&quot;&lt;sup&gt;8&lt;/sup&gt;&quot;,&quot;manualOverrideText&quot;:&quot;&quot;},&quot;citationTag&quot;:&quot;MENDELEY_CITATION_v3_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&quot;,&quot;citationItems&quot;:[{&quot;id&quot;:&quot;9fac5e1d-78e7-3c03-a229-be23e0b1332f&quot;,&quot;itemData&quot;:{&quot;type&quot;:&quot;paper-conference&quot;,&quot;id&quot;:&quot;9fac5e1d-78e7-3c03-a229-be23e0b1332f&quot;,&quot;title&quot;:&quot;Malware Detection: Issues and Challenges&quot;,&quot;author&quot;:[{&quot;family&quot;:&quot;Naseer&quot;,&quot;given&quot;:&quot;Muchammad&quot;,&quot;parse-names&quot;:false,&quot;dropping-particle&quot;:&quot;&quot;,&quot;non-dropping-particle&quot;:&quot;&quot;},{&quot;family&quot;:&quot;Rusdi&quot;,&quot;given&quot;:&quot;Jack Febrian&quot;,&quot;parse-names&quot;:false,&quot;dropping-particle&quot;:&quot;&quot;,&quot;non-dropping-particle&quot;:&quot;&quot;},{&quot;family&quot;:&quot;Shanono&quot;,&quot;given&quot;:&quot;Nuruddeen Musa&quot;,&quot;parse-names&quot;:false,&quot;dropping-particle&quot;:&quot;&quot;,&quot;non-dropping-particle&quot;:&quot;&quot;},{&quot;family&quot;:&quot;Salam&quot;,&quot;given&quot;:&quot;Sazilah&quot;,&quot;parse-names&quot;:false,&quot;dropping-particle&quot;:&quot;&quot;,&quot;non-dropping-particle&quot;:&quot;&quot;},{&quot;family&quot;:&quot;Muslim&quot;,&quot;given&quot;:&quot;Zulkiflee&quot;,&quot;parse-names&quot;:false,&quot;dropping-particle&quot;:&quot;Bin&quot;,&quot;non-dropping-particle&quot;:&quot;&quot;},{&quot;family&quot;:&quot;Abu&quot;,&quot;given&quot;:&quot;Nur Azman&quot;,&quot;parse-names&quot;:false,&quot;dropping-particle&quot;:&quot;&quot;,&quot;non-dropping-particle&quot;:&quot;&quot;},{&quot;family&quot;:&quot;Abadi&quot;,&quot;given&quot;:&quot;Iwan&quot;,&quot;parse-names&quot;:false,&quot;dropping-particle&quot;:&quot;&quot;,&quot;non-dropping-particle&quot;:&quot;&quot;}],&quot;container-title&quot;:&quot;Journal of Physics: Conference Series&quot;,&quot;container-title-short&quot;:&quot;J Phys Conf Ser&quot;,&quot;DOI&quot;:&quot;10.1088/1742-6596/1807/1/012011&quot;,&quot;ISSN&quot;:&quot;17426596&quot;,&quot;issued&quot;:{&quot;date-parts&quot;:[[2021,4,20]]},&quot;abstract&quot;:&quot;Malware is a severe threat that makes computer security more vulnerable. Many studies have been conducted to improve the capability of detection techniques. However, there is a lack of analysis of the current trend of IDS. This paper is about extracting and analyzing the latest detection techniques which had been conducted by various studies. This paper will also emphasize the current challenges of malware deployment from recent studies. Finally, the similarities and differences between the detection techniques will be exposed, and the issues and problems related to detection techniques will highlight as well. In the future, this paper outcome can be used to highlight the current topic addressed in malware research.&quot;,&quot;publisher&quot;:&quot;IOP Publishing Ltd&quot;,&quot;issue&quot;:&quot;1&quot;,&quot;volume&quot;:&quot;1807&quot;},&quot;isTemporary&quot;:false}]},{&quot;citationID&quot;:&quot;MENDELEY_CITATION_c08379a7-6405-46c1-9c2e-eb7a17b6684e&quot;,&quot;properties&quot;:{&quot;noteIndex&quot;:0},&quot;isEdited&quot;:false,&quot;manualOverride&quot;:{&quot;isManuallyOverridden&quot;:false,&quot;citeprocText&quot;:&quot;&lt;sup&gt;9&lt;/sup&gt;&quot;,&quot;manualOverrideText&quot;:&quot;&quot;},&quot;citationTag&quot;:&quot;MENDELEY_CITATION_v3_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&quot;,&quot;citationItems&quot;:[{&quot;id&quot;:&quot;fca7d2ff-8213-30a9-95b8-9c394ff9694a&quot;,&quot;itemData&quot;:{&quot;type&quot;:&quot;paper-conference&quot;,&quot;id&quot;:&quot;fca7d2ff-8213-30a9-95b8-9c394ff9694a&quot;,&quot;title&quot;:&quot;Secure SDLC for IoT Based Health Monitor&quot;,&quot;author&quot;:[{&quot;family&quot;:&quot;Fernandes&quot;,&quot;given&quot;:&quot;Avelet Maria&quot;,&quot;parse-names&quot;:false,&quot;dropping-particle&quot;:&quot;&quot;,&quot;non-dropping-particle&quot;:&quot;&quot;},{&quot;family&quot;:&quot;Pai&quot;,&quot;given&quot;:&quot;Anusha&quot;,&quot;parse-names&quot;:false,&quot;dropping-particle&quot;:&quot;&quot;,&quot;non-dropping-particle&quot;:&quot;&quot;},{&quot;family&quot;:&quot;Colaco&quot;,&quot;given&quot;:&quot;Louella M. Mesquita&quot;,&quot;parse-names&quot;:false,&quot;dropping-particle&quot;:&quot;&quot;,&quot;non-dropping-particle&quot;:&quot;&quot;}],&quot;container-title&quot;:&quot;2018 Second International Conference on Electronics, Communication and Aerospace Technology (ICECA)&quot;,&quot;DOI&quot;:&quot;10.1109/ICECA.2018.8474668&quot;,&quot;ISBN&quot;:&quot;978-1-5386-0965-1&quot;,&quot;URL&quot;:&quot;https://ieeexplore.ieee.org/document/8474668/&quot;,&quot;issued&quot;:{&quot;date-parts&quot;:[[2018,3]]},&quot;page&quot;:&quot;1236-1241&quot;,&quot;abstract&quot;:&quot;IEEE Conference Record # 42487. &quot;,&quot;publisher&quot;:&quot;IEEE&quot;,&quot;container-title-short&quot;:&quot;&quot;},&quot;isTemporary&quot;:false}]},{&quot;citationID&quot;:&quot;MENDELEY_CITATION_699f19e3-a45e-4f6f-8eaf-397e4694dc70&quot;,&quot;properties&quot;:{&quot;noteIndex&quot;:0},&quot;isEdited&quot;:false,&quot;manualOverride&quot;:{&quot;isManuallyOverridden&quot;:false,&quot;citeprocText&quot;:&quot;&lt;sup&gt;10&lt;/sup&gt;&quot;,&quot;manualOverrideText&quot;:&quot;&quot;},&quot;citationTag&quot;:&quot;MENDELEY_CITATION_v3_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&quot;,&quot;citationItems&quot;:[{&quot;id&quot;:&quot;8a2c66cc-1aff-369b-a007-75281c45fdb5&quot;,&quot;itemData&quot;:{&quot;type&quot;:&quot;paper-conference&quot;,&quot;id&quot;:&quot;8a2c66cc-1aff-369b-a007-75281c45fdb5&quot;,&quot;title&quot;:&quot;A survey and comparison of secure software development standards&quot;,&quot;author&quot;:[{&quot;family&quot;:&quot;Ramirez&quot;,&quot;given&quot;:&quot;Armando&quot;,&quot;parse-names&quot;:false,&quot;dropping-particle&quot;:&quot;&quot;,&quot;non-dropping-particle&quot;:&quot;&quot;},{&quot;family&quot;:&quot;Aiello&quot;,&quot;given&quot;:&quot;Anthony&quot;,&quot;parse-names&quot;:false,&quot;dropping-particle&quot;:&quot;&quot;,&quot;non-dropping-particle&quot;:&quot;&quot;},{&quot;family&quot;:&quot;Lincke&quot;,&quot;given&quot;:&quot;Susan J.&quot;,&quot;parse-names&quot;:false,&quot;dropping-particle&quot;:&quot;&quot;,&quot;non-dropping-particle&quot;:&quot;&quot;}],&quot;container-title&quot;:&quot;13th CMI Conference on Cybersecurity and Privacy - Digital Transformation - Potentials and Challenges, CMI 2020&quot;,&quot;DOI&quot;:&quot;10.1109/CMI51275.2020.9322704&quot;,&quot;ISBN&quot;:&quot;9781728190563&quot;,&quot;issued&quot;:{&quot;date-parts&quot;:[[2020,11,26]]},&quot;abstract&quot;:&quot;There are standards, guidelines, and certifications for software security to help guide software development projects into becoming more securely written to comply with any regulations that may apply to the project. These best practices and standards include Common Criteria, The Open Group Architecture Framework (TOGAF), Security Assurance Maturity Model (SAMM), Building Security In Maturity Model (BSIMM), Application Security Verification Standard (ASVS), OWASP, and SAFECode, in addition to the national or international standards groups, PCI, NIST and ISO/IEC. In this paper, we focus on secure software development by surveying and comparing these methods and standards and discover which areas of the software development life cycle SDLC, that one or more could be applied to improve the security of a software application during its development lifecycle.&quot;,&quot;publisher&quot;:&quot;Institute of Electrical and Electronics Engineers Inc.&quot;,&quot;container-title-short&quot;:&quot;&quot;},&quot;isTemporary&quot;:false}]},{&quot;citationID&quot;:&quot;MENDELEY_CITATION_4d0b4ed1-0cb8-4ab0-b143-b5ba9ebeb4e2&quot;,&quot;properties&quot;:{&quot;noteIndex&quot;:0},&quot;isEdited&quot;:false,&quot;manualOverride&quot;:{&quot;isManuallyOverridden&quot;:false,&quot;citeprocText&quot;:&quot;&lt;sup&gt;11,12&lt;/sup&gt;&quot;,&quot;manualOverrideText&quot;:&quot;&quot;},&quot;citationTag&quot;:&quot;MENDELEY_CITATION_v3_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&quot;,&quot;citationItems&quot;:[{&quot;id&quot;:&quot;ddada9f5-d119-3de5-87ab-ebbcfd91ea95&quot;,&quot;itemData&quot;:{&quot;type&quot;:&quot;paper-conference&quot;,&quot;id&quot;:&quot;ddada9f5-d119-3de5-87ab-ebbcfd91ea95&quot;,&quot;title&quot;:&quot;Cybersecurity of Unmanned Aerial Vehicles: A Survey&quot;,&quot;author&quot;:[{&quot;family&quot;:&quot;Guo&quot;,&quot;given&quot;:&quot;Renshuai&quot;,&quot;parse-names&quot;:false,&quot;dropping-particle&quot;:&quot;&quot;,&quot;non-dropping-particle&quot;:&quot;&quot;},{&quot;family&quot;:&quot;Huang&quot;,&quot;given&quot;:&quot;Minhuan&quot;,&quot;parse-names&quot;:false,&quot;dropping-particle&quot;:&quot;&quot;,&quot;non-dropping-particle&quot;:&quot;&quot;},{&quot;family&quot;:&quot;Li&quot;,&quot;given&quot;:&quot;Jin&quot;,&quot;parse-names&quot;:false,&quot;dropping-particle&quot;:&quot;&quot;,&quot;non-dropping-particle&quot;:&quot;&quot;},{&quot;family&quot;:&quot;Wang&quot;,&quot;given&quot;:&quot;Jingjing&quot;,&quot;parse-names&quot;:false,&quot;dropping-particle&quot;:&quot;&quot;,&quot;non-dropping-particle&quot;:&quot;&quot;}],&quot;container-title&quot;:&quot;Proceedings - 2021 14th International Conference on Advanced Computer Theory and Engineering, ICACTE 2021&quot;,&quot;DOI&quot;:&quot;10.1109/ICACTE53799.2021.00017&quot;,&quot;ISBN&quot;:&quot;9781665442442&quot;,&quot;issued&quot;:{&quot;date-parts&quot;:[[2021]]},&quot;page&quot;:&quot;57-64&quot;,&quot;abstract&quot;:&quot;In recent years, due to rapid advances in science and technology and the continuous reduction of manufacturing costs, unmanned aerial vehicles (UAVs) have expanded from the military field to the civil field and are used in a variety of scenarios. However, while bringing convenience to people, the security problems with UAVs are becoming more and more obvious. It is therefore critically important to take the cybersecurity of UAVs into account. In the present paper, we introduce the composition structure and various applications of the UAVs, and analyze the research status of UAV cybersecurity. Then we discuss the cybersecurity issues faced by UAVs from the aspects of confidentiality, integrity and availability. In particular, the vulnerability analysis technologies used in the UAV software systems are introduced. At last, the future research directions of UAV cybersecurity are discussed.&quot;,&quot;publisher&quot;:&quot;Institute of Electrical and Electronics Engineers Inc.&quot;,&quot;container-title-short&quot;:&quot;&quot;},&quot;isTemporary&quot;:false},{&quot;id&quot;:&quot;5859c4a3-53f4-327f-ab64-0e3bf6daa322&quot;,&quot;itemData&quot;:{&quot;type&quot;:&quot;paper-conference&quot;,&quot;id&quot;:&quot;5859c4a3-53f4-327f-ab64-0e3bf6daa322&quot;,&quot;title&quot;:&quot;Collaborative of ICT Research in Indonesia&quot;,&quot;author&quot;:[{&quot;family&quot;:&quot;Rusdi&quot;,&quot;given&quot;:&quot;Jack Febrian&quot;,&quot;parse-names&quot;:false,&quot;dropping-particle&quot;:&quot;&quot;,&quot;non-dropping-particle&quot;:&quot;&quot;},{&quot;family&quot;:&quot;Salam&quot;,&quot;given&quot;:&quot;Sazilah&quot;,&quot;parse-names&quot;:false,&quot;dropping-particle&quot;:&quot;&quot;,&quot;non-dropping-particle&quot;:&quot;&quot;},{&quot;family&quot;:&quot;Abu&quot;,&quot;given&quot;:&quot;Nor Azman&quot;,&quot;parse-names&quot;:false,&quot;dropping-particle&quot;:&quot;&quot;,&quot;non-dropping-particle&quot;:&quot;&quot;},{&quot;family&quot;:&quot;Baktina&quot;,&quot;given&quot;:&quot;Tedja Gurat&quot;,&quot;parse-names&quot;:false,&quot;dropping-particle&quot;:&quot;&quot;,&quot;non-dropping-particle&quot;:&quot;&quot;},{&quot;family&quot;:&quot;Gumilar Hadiningrat&quot;,&quot;given&quot;:&quot;R.&quot;,&quot;parse-names&quot;:false,&quot;dropping-particle&quot;:&quot;&quot;,&quot;non-dropping-particle&quot;:&quot;&quot;},{&quot;family&quot;:&quot;Sunaryo&quot;,&quot;given&quot;:&quot;Budi&quot;,&quot;parse-names&quot;:false,&quot;dropping-particle&quot;:&quot;&quot;,&quot;non-dropping-particle&quot;:&quot;&quot;},{&quot;family&quot;:&quot;Rusmartiana&quot;,&quot;given&quot;:&quot;Arlinda&quot;,&quot;parse-names&quot;:false,&quot;dropping-particle&quot;:&quot;&quot;,&quot;non-dropping-particle&quot;:&quot;&quot;},{&quot;family&quot;:&quot;Nashihuddin&quot;,&quot;given&quot;:&quot;Wahid&quot;,&quot;parse-names&quot;:false,&quot;dropping-particle&quot;:&quot;&quot;,&quot;non-dropping-particle&quot;:&quot;&quot;},{&quot;family&quot;:&quot;Fannya&quot;,&quot;given&quot;:&quot;Puteri&quot;,&quot;parse-names&quot;:false,&quot;dropping-particle&quot;:&quot;&quot;,&quot;non-dropping-particle&quot;:&quot;&quot;},{&quot;family&quot;:&quot;Laurenty&quot;,&quot;given&quot;:&quot;Fretycia&quot;,&quot;parse-names&quot;:false,&quot;dropping-particle&quot;:&quot;&quot;,&quot;non-dropping-particle&quot;:&quot;&quot;},{&quot;family&quot;:&quot;Shanono&quot;,&quot;given&quot;:&quot;Nuruddeen Musa&quot;,&quot;parse-names&quot;:false,&quot;dropping-particle&quot;:&quot;&quot;,&quot;non-dropping-particle&quot;:&quot;&quot;},{&quot;family&quot;:&quot;Hardi&quot;,&quot;given&quot;:&quot;Richki&quot;,&quot;parse-names&quot;:false,&quot;dropping-particle&quot;:&quot;&quot;,&quot;non-dropping-particle&quot;:&quot;&quot;},{&quot;family&quot;:&quot;Kuswayati&quot;,&quot;given&quot;:&quot;Sri&quot;,&quot;parse-names&quot;:false,&quot;dropping-particle&quot;:&quot;&quot;,&quot;non-dropping-particle&quot;:&quot;&quot;},{&quot;family&quot;:&quot;Damayanti&quot;,&quot;given&quot;:&quot;Sri Erina&quot;,&quot;parse-names&quot;:false,&quot;dropping-particle&quot;:&quot;&quot;,&quot;non-dropping-particle&quot;:&quot;&quot;},{&quot;family&quot;:&quot;Rahmawati&quot;,&quot;given&quot;:&quot;Sri&quot;,&quot;parse-names&quot;:false,&quot;dropping-particle&quot;:&quot;&quot;,&quot;non-dropping-particle&quot;:&quot;&quot;}],&quot;container-title&quot;:&quot;Journal of Physics: Conference Series&quot;,&quot;container-title-short&quot;:&quot;J Phys Conf Ser&quot;,&quot;DOI&quot;:&quot;10.1088/1742-6596/1807/1/012009&quot;,&quot;ISSN&quot;:&quot;17426596&quot;,&quot;issued&quot;:{&quot;date-parts&quot;:[[2021,4,20]]},&quot;abstract&quot;:&quot;Information technology has an impact on the emergence of various studies in the world. The effect of research occurs in fields of study such as education, economics, social, and technology. This study shows the results of studies related to Information and Communication Technology research conducted in collaboration with various parties in Indonesia in the last five years, from 2015 to 2019. The study was conducted by studying multiple articles published and indexed on the Garuda portal, as a gateway for researchers in Indonesia.&quot;,&quot;publisher&quot;:&quot;IOP Publishing Ltd&quot;,&quot;issue&quot;:&quot;1&quot;,&quot;volume&quot;:&quot;1807&quot;},&quot;isTemporary&quot;:false}]},{&quot;citationID&quot;:&quot;MENDELEY_CITATION_231ea797-a4b9-4ca3-9ee7-15250e9325c5&quot;,&quot;properties&quot;:{&quot;noteIndex&quot;:0},&quot;isEdited&quot;:false,&quot;manualOverride&quot;:{&quot;isManuallyOverridden&quot;:false,&quot;citeprocText&quot;:&quot;&lt;sup&gt;13&lt;/sup&gt;&quot;,&quot;manualOverrideText&quot;:&quot;&quot;},&quot;citationTag&quot;:&quot;MENDELEY_CITATION_v3_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&quot;,&quot;citationItems&quot;:[{&quot;id&quot;:&quot;a5572a27-0784-38ae-8f91-92e61e7c29c0&quot;,&quot;itemData&quot;:{&quot;type&quot;:&quot;paper-conference&quot;,&quot;id&quot;:&quot;a5572a27-0784-38ae-8f91-92e61e7c29c0&quot;,&quot;title&quot;:&quot;Systematic Literature Review in the Development of Datasets and Fact Verification Models for Indonesian Language&quot;,&quot;author&quot;:[{&quot;family&quot;:&quot;Agustina&quot;,&quot;given&quot;:&quot;Nova&quot;,&quot;parse-names&quot;:false,&quot;dropping-particle&quot;:&quot;&quot;,&quot;non-dropping-particle&quot;:&quot;&quot;},{&quot;family&quot;:&quot;Kusrini&quot;,&quot;given&quot;:&quot;&quot;,&quot;parse-names&quot;:false,&quot;dropping-particle&quot;:&quot;&quot;,&quot;non-dropping-particle&quot;:&quot;&quot;},{&quot;family&quot;:&quot;Utami&quot;,&quot;given&quot;:&quot;Ema&quot;,&quot;parse-names&quot;:false,&quot;dropping-particle&quot;:&quot;&quot;,&quot;non-dropping-particle&quot;:&quot;&quot;},{&quot;family&quot;:&quot;Hidayat&quot;,&quot;given&quot;:&quot;Tonny&quot;,&quot;parse-names&quot;:false,&quot;dropping-particle&quot;:&quot;&quot;,&quot;non-dropping-particle&quot;:&quot;&quot;}],&quot;container-title&quot;:&quot;2024 7th International Conference of Computer and Informatics Engineering (IC2IE)&quot;,&quot;DOI&quot;:&quot;10.1109/IC2IE63342.2024.10748079&quot;,&quot;ISBN&quot;:&quot;979-8-3315-0553-0&quot;,&quot;issued&quot;:{&quot;date-parts&quot;:[[2024,9,12]]},&quot;page&quot;:&quot;1-9&quot;,&quot;publisher&quot;:&quot;IEEE&quot;,&quot;container-title-short&quot;:&quot;&quot;},&quot;isTemporary&quot;:false}]},{&quot;citationID&quot;:&quot;MENDELEY_CITATION_e429ffe1-fee2-428a-8879-350999b0a2a6&quot;,&quot;properties&quot;:{&quot;noteIndex&quot;:0},&quot;isEdited&quot;:false,&quot;manualOverride&quot;:{&quot;isManuallyOverridden&quot;:false,&quot;citeprocText&quot;:&quot;&lt;sup&gt;4&lt;/sup&gt;&quot;,&quot;manualOverrideText&quot;:&quot;&quot;},&quot;citationTag&quot;:&quot;MENDELEY_CITATION_v3_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&quot;,&quot;citationItems&quot;:[{&quot;id&quot;:&quot;077de925-3506-3bf4-885c-ae14a24a501a&quot;,&quot;itemData&quot;:{&quot;type&quot;:&quot;paper-conference&quot;,&quot;id&quot;:&quot;077de925-3506-3bf4-885c-ae14a24a501a&quot;,&quot;title&quot;:&quot;Towards a Secure Software Lifecycle for Autonomous Vehicles&quot;,&quot;author&quot;:[{&quot;family&quot;:&quot;Moukahal&quot;,&quot;given&quot;:&quot;Lama J.&quot;,&quot;parse-names&quot;:false,&quot;dropping-particle&quot;:&quot;&quot;,&quot;non-dropping-particle&quot;:&quot;&quot;},{&quot;family&quot;:&quot;Zulkernine&quot;,&quot;given&quot;:&quot;Mohammad&quot;,&quot;parse-names&quot;:false,&quot;dropping-particle&quot;:&quot;&quot;,&quot;non-dropping-particle&quot;:&quot;&quot;},{&quot;family&quot;:&quot;Soukup&quot;,&quot;given&quot;:&quot;Martin&quot;,&quot;parse-names&quot;:false,&quot;dropping-particle&quot;:&quot;&quot;,&quot;non-dropping-particle&quot;:&quot;&quot;}],&quot;container-title&quot;:&quot;Proceedings - 2021 IEEE International Symposium on Software Reliability Engineering Workshops, ISSREW 2021&quot;,&quot;DOI&quot;:&quot;10.1109/ISSREW53611.2021.00104&quot;,&quot;ISBN&quot;:&quot;9781665426039&quot;,&quot;issued&quot;:{&quot;date-parts&quot;:[[2021]]},&quot;page&quot;:&quot;371-377&quot;,&quot;abstract&quot;:&quot;The race for driverless vehicles is on the rise among industry players. Connected and Autonomous Vehicles (CAVs) success is founded on software integration that employs advanced technologies to offer valuable services. Software integration and network connectivity expose vehicles to numerous cyberattacks, making software security development the core factor affecting the reliability and safety of autonomous vehicles. The architecture of CAVs introduces unique challenges for automotive security development and operation that traditional security lifecycles are insufficient to manage. This paper presents a Secure Vehicle Software Engineering (SVSE) lifecycle that ensures security-by-design, devoting security considerations throughout all phases of the vehicle software development process. The SVSE lifecycle incorporates security activities that mitigate the development and operation challenges, reducing cybersecurity violations. It assists the automotive industry in complying with international security standards by granting security considerations throughout the development lifecycle that accommodate the requirements of industrial standards. The SVSE lifecycle promises manageability and deliverability of security practices throughout the full-life span of vehicles, making CAVs more resilient to cyberattacks.&quot;,&quot;publisher&quot;:&quot;Institute of Electrical and Electronics Engineers Inc.&quot;,&quot;container-title-short&quot;:&quot;&quot;},&quot;isTemporary&quot;:false}]},{&quot;citationID&quot;:&quot;MENDELEY_CITATION_4dd9d6d5-9bca-468e-88fc-af25cb0dbcda&quot;,&quot;properties&quot;:{&quot;noteIndex&quot;:0},&quot;isEdited&quot;:false,&quot;manualOverride&quot;:{&quot;isManuallyOverridden&quot;:false,&quot;citeprocText&quot;:&quot;&lt;sup&gt;4&lt;/sup&gt;&quot;,&quot;manualOverrideText&quot;:&quot;&quot;},&quot;citationTag&quot;:&quot;MENDELEY_CITATION_v3_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&quot;,&quot;citationItems&quot;:[{&quot;id&quot;:&quot;077de925-3506-3bf4-885c-ae14a24a501a&quot;,&quot;itemData&quot;:{&quot;type&quot;:&quot;paper-conference&quot;,&quot;id&quot;:&quot;077de925-3506-3bf4-885c-ae14a24a501a&quot;,&quot;title&quot;:&quot;Towards a Secure Software Lifecycle for Autonomous Vehicles&quot;,&quot;author&quot;:[{&quot;family&quot;:&quot;Moukahal&quot;,&quot;given&quot;:&quot;Lama J.&quot;,&quot;parse-names&quot;:false,&quot;dropping-particle&quot;:&quot;&quot;,&quot;non-dropping-particle&quot;:&quot;&quot;},{&quot;family&quot;:&quot;Zulkernine&quot;,&quot;given&quot;:&quot;Mohammad&quot;,&quot;parse-names&quot;:false,&quot;dropping-particle&quot;:&quot;&quot;,&quot;non-dropping-particle&quot;:&quot;&quot;},{&quot;family&quot;:&quot;Soukup&quot;,&quot;given&quot;:&quot;Martin&quot;,&quot;parse-names&quot;:false,&quot;dropping-particle&quot;:&quot;&quot;,&quot;non-dropping-particle&quot;:&quot;&quot;}],&quot;container-title&quot;:&quot;Proceedings - 2021 IEEE International Symposium on Software Reliability Engineering Workshops, ISSREW 2021&quot;,&quot;DOI&quot;:&quot;10.1109/ISSREW53611.2021.00104&quot;,&quot;ISBN&quot;:&quot;9781665426039&quot;,&quot;issued&quot;:{&quot;date-parts&quot;:[[2021]]},&quot;page&quot;:&quot;371-377&quot;,&quot;abstract&quot;:&quot;The race for driverless vehicles is on the rise among industry players. Connected and Autonomous Vehicles (CAVs) success is founded on software integration that employs advanced technologies to offer valuable services. Software integration and network connectivity expose vehicles to numerous cyberattacks, making software security development the core factor affecting the reliability and safety of autonomous vehicles. The architecture of CAVs introduces unique challenges for automotive security development and operation that traditional security lifecycles are insufficient to manage. This paper presents a Secure Vehicle Software Engineering (SVSE) lifecycle that ensures security-by-design, devoting security considerations throughout all phases of the vehicle software development process. The SVSE lifecycle incorporates security activities that mitigate the development and operation challenges, reducing cybersecurity violations. It assists the automotive industry in complying with international security standards by granting security considerations throughout the development lifecycle that accommodate the requirements of industrial standards. The SVSE lifecycle promises manageability and deliverability of security practices throughout the full-life span of vehicles, making CAVs more resilient to cyberattacks.&quot;,&quot;publisher&quot;:&quot;Institute of Electrical and Electronics Engineers Inc.&quot;,&quot;container-title-short&quot;:&quot;&quot;},&quot;isTemporary&quot;:false}]},{&quot;citationID&quot;:&quot;MENDELEY_CITATION_af7c0213-c9db-47a6-8fc8-386f340e32a6&quot;,&quot;properties&quot;:{&quot;noteIndex&quot;:0},&quot;isEdited&quot;:false,&quot;manualOverride&quot;:{&quot;isManuallyOverridden&quot;:false,&quot;citeprocText&quot;:&quot;&lt;sup&gt;4&lt;/sup&gt;&quot;,&quot;manualOverrideText&quot;:&quot;&quot;},&quot;citationTag&quot;:&quot;MENDELEY_CITATION_v3_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&quot;,&quot;citationItems&quot;:[{&quot;id&quot;:&quot;077de925-3506-3bf4-885c-ae14a24a501a&quot;,&quot;itemData&quot;:{&quot;type&quot;:&quot;paper-conference&quot;,&quot;id&quot;:&quot;077de925-3506-3bf4-885c-ae14a24a501a&quot;,&quot;title&quot;:&quot;Towards a Secure Software Lifecycle for Autonomous Vehicles&quot;,&quot;author&quot;:[{&quot;family&quot;:&quot;Moukahal&quot;,&quot;given&quot;:&quot;Lama J.&quot;,&quot;parse-names&quot;:false,&quot;dropping-particle&quot;:&quot;&quot;,&quot;non-dropping-particle&quot;:&quot;&quot;},{&quot;family&quot;:&quot;Zulkernine&quot;,&quot;given&quot;:&quot;Mohammad&quot;,&quot;parse-names&quot;:false,&quot;dropping-particle&quot;:&quot;&quot;,&quot;non-dropping-particle&quot;:&quot;&quot;},{&quot;family&quot;:&quot;Soukup&quot;,&quot;given&quot;:&quot;Martin&quot;,&quot;parse-names&quot;:false,&quot;dropping-particle&quot;:&quot;&quot;,&quot;non-dropping-particle&quot;:&quot;&quot;}],&quot;container-title&quot;:&quot;Proceedings - 2021 IEEE International Symposium on Software Reliability Engineering Workshops, ISSREW 2021&quot;,&quot;DOI&quot;:&quot;10.1109/ISSREW53611.2021.00104&quot;,&quot;ISBN&quot;:&quot;9781665426039&quot;,&quot;issued&quot;:{&quot;date-parts&quot;:[[2021]]},&quot;page&quot;:&quot;371-377&quot;,&quot;abstract&quot;:&quot;The race for driverless vehicles is on the rise among industry players. Connected and Autonomous Vehicles (CAVs) success is founded on software integration that employs advanced technologies to offer valuable services. Software integration and network connectivity expose vehicles to numerous cyberattacks, making software security development the core factor affecting the reliability and safety of autonomous vehicles. The architecture of CAVs introduces unique challenges for automotive security development and operation that traditional security lifecycles are insufficient to manage. This paper presents a Secure Vehicle Software Engineering (SVSE) lifecycle that ensures security-by-design, devoting security considerations throughout all phases of the vehicle software development process. The SVSE lifecycle incorporates security activities that mitigate the development and operation challenges, reducing cybersecurity violations. It assists the automotive industry in complying with international security standards by granting security considerations throughout the development lifecycle that accommodate the requirements of industrial standards. The SVSE lifecycle promises manageability and deliverability of security practices throughout the full-life span of vehicles, making CAVs more resilient to cyberattacks.&quot;,&quot;publisher&quot;:&quot;Institute of Electrical and Electronics Engineers Inc.&quot;,&quot;container-title-short&quot;:&quot;&quot;},&quot;isTemporary&quot;:false}]},{&quot;citationID&quot;:&quot;MENDELEY_CITATION_ea3cec1d-0ee9-4b1a-90f7-a7f4c274e089&quot;,&quot;properties&quot;:{&quot;noteIndex&quot;:0},&quot;isEdited&quot;:false,&quot;manualOverride&quot;:{&quot;isManuallyOverridden&quot;:false,&quot;citeprocText&quot;:&quot;&lt;sup&gt;11&lt;/sup&gt;&quot;,&quot;manualOverrideText&quot;:&quot;&quot;},&quot;citationTag&quot;:&quot;MENDELEY_CITATION_v3_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&quot;,&quot;citationItems&quot;:[{&quot;id&quot;:&quot;ddada9f5-d119-3de5-87ab-ebbcfd91ea95&quot;,&quot;itemData&quot;:{&quot;type&quot;:&quot;paper-conference&quot;,&quot;id&quot;:&quot;ddada9f5-d119-3de5-87ab-ebbcfd91ea95&quot;,&quot;title&quot;:&quot;Cybersecurity of Unmanned Aerial Vehicles: A Survey&quot;,&quot;author&quot;:[{&quot;family&quot;:&quot;Guo&quot;,&quot;given&quot;:&quot;Renshuai&quot;,&quot;parse-names&quot;:false,&quot;dropping-particle&quot;:&quot;&quot;,&quot;non-dropping-particle&quot;:&quot;&quot;},{&quot;family&quot;:&quot;Huang&quot;,&quot;given&quot;:&quot;Minhuan&quot;,&quot;parse-names&quot;:false,&quot;dropping-particle&quot;:&quot;&quot;,&quot;non-dropping-particle&quot;:&quot;&quot;},{&quot;family&quot;:&quot;Li&quot;,&quot;given&quot;:&quot;Jin&quot;,&quot;parse-names&quot;:false,&quot;dropping-particle&quot;:&quot;&quot;,&quot;non-dropping-particle&quot;:&quot;&quot;},{&quot;family&quot;:&quot;Wang&quot;,&quot;given&quot;:&quot;Jingjing&quot;,&quot;parse-names&quot;:false,&quot;dropping-particle&quot;:&quot;&quot;,&quot;non-dropping-particle&quot;:&quot;&quot;}],&quot;container-title&quot;:&quot;Proceedings - 2021 14th International Conference on Advanced Computer Theory and Engineering, ICACTE 2021&quot;,&quot;DOI&quot;:&quot;10.1109/ICACTE53799.2021.00017&quot;,&quot;ISBN&quot;:&quot;9781665442442&quot;,&quot;issued&quot;:{&quot;date-parts&quot;:[[2021]]},&quot;page&quot;:&quot;57-64&quot;,&quot;abstract&quot;:&quot;In recent years, due to rapid advances in science and technology and the continuous reduction of manufacturing costs, unmanned aerial vehicles (UAVs) have expanded from the military field to the civil field and are used in a variety of scenarios. However, while bringing convenience to people, the security problems with UAVs are becoming more and more obvious. It is therefore critically important to take the cybersecurity of UAVs into account. In the present paper, we introduce the composition structure and various applications of the UAVs, and analyze the research status of UAV cybersecurity. Then we discuss the cybersecurity issues faced by UAVs from the aspects of confidentiality, integrity and availability. In particular, the vulnerability analysis technologies used in the UAV software systems are introduced. At last, the future research directions of UAV cybersecurity are discussed.&quot;,&quot;publisher&quot;:&quot;Institute of Electrical and Electronics Engineers Inc.&quot;,&quot;container-title-short&quot;:&quot;&quot;},&quot;isTemporary&quot;:false}]},{&quot;citationID&quot;:&quot;MENDELEY_CITATION_0b7e6035-6476-42ec-b491-37c0baf41494&quot;,&quot;properties&quot;:{&quot;noteIndex&quot;:0},&quot;isEdited&quot;:false,&quot;manualOverride&quot;:{&quot;isManuallyOverridden&quot;:false,&quot;citeprocText&quot;:&quot;&lt;sup&gt;11&lt;/sup&gt;&quot;,&quot;manualOverrideText&quot;:&quot;&quot;},&quot;citationTag&quot;:&quot;MENDELEY_CITATION_v3_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&quot;,&quot;citationItems&quot;:[{&quot;id&quot;:&quot;ddada9f5-d119-3de5-87ab-ebbcfd91ea95&quot;,&quot;itemData&quot;:{&quot;type&quot;:&quot;paper-conference&quot;,&quot;id&quot;:&quot;ddada9f5-d119-3de5-87ab-ebbcfd91ea95&quot;,&quot;title&quot;:&quot;Cybersecurity of Unmanned Aerial Vehicles: A Survey&quot;,&quot;author&quot;:[{&quot;family&quot;:&quot;Guo&quot;,&quot;given&quot;:&quot;Renshuai&quot;,&quot;parse-names&quot;:false,&quot;dropping-particle&quot;:&quot;&quot;,&quot;non-dropping-particle&quot;:&quot;&quot;},{&quot;family&quot;:&quot;Huang&quot;,&quot;given&quot;:&quot;Minhuan&quot;,&quot;parse-names&quot;:false,&quot;dropping-particle&quot;:&quot;&quot;,&quot;non-dropping-particle&quot;:&quot;&quot;},{&quot;family&quot;:&quot;Li&quot;,&quot;given&quot;:&quot;Jin&quot;,&quot;parse-names&quot;:false,&quot;dropping-particle&quot;:&quot;&quot;,&quot;non-dropping-particle&quot;:&quot;&quot;},{&quot;family&quot;:&quot;Wang&quot;,&quot;given&quot;:&quot;Jingjing&quot;,&quot;parse-names&quot;:false,&quot;dropping-particle&quot;:&quot;&quot;,&quot;non-dropping-particle&quot;:&quot;&quot;}],&quot;container-title&quot;:&quot;Proceedings - 2021 14th International Conference on Advanced Computer Theory and Engineering, ICACTE 2021&quot;,&quot;DOI&quot;:&quot;10.1109/ICACTE53799.2021.00017&quot;,&quot;ISBN&quot;:&quot;9781665442442&quot;,&quot;issued&quot;:{&quot;date-parts&quot;:[[2021]]},&quot;page&quot;:&quot;57-64&quot;,&quot;abstract&quot;:&quot;In recent years, due to rapid advances in science and technology and the continuous reduction of manufacturing costs, unmanned aerial vehicles (UAVs) have expanded from the military field to the civil field and are used in a variety of scenarios. However, while bringing convenience to people, the security problems with UAVs are becoming more and more obvious. It is therefore critically important to take the cybersecurity of UAVs into account. In the present paper, we introduce the composition structure and various applications of the UAVs, and analyze the research status of UAV cybersecurity. Then we discuss the cybersecurity issues faced by UAVs from the aspects of confidentiality, integrity and availability. In particular, the vulnerability analysis technologies used in the UAV software systems are introduced. At last, the future research directions of UAV cybersecurity are discussed.&quot;,&quot;publisher&quot;:&quot;Institute of Electrical and Electronics Engineers Inc.&quot;,&quot;container-title-short&quot;:&quot;&quot;},&quot;isTemporary&quot;:false}]},{&quot;citationID&quot;:&quot;MENDELEY_CITATION_1213de22-c194-479a-be48-2c6b008da759&quot;,&quot;properties&quot;:{&quot;noteIndex&quot;:0},&quot;isEdited&quot;:false,&quot;manualOverride&quot;:{&quot;isManuallyOverridden&quot;:false,&quot;citeprocText&quot;:&quot;&lt;sup&gt;11&lt;/sup&gt;&quot;,&quot;manualOverrideText&quot;:&quot;&quot;},&quot;citationTag&quot;:&quot;MENDELEY_CITATION_v3_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&quot;,&quot;citationItems&quot;:[{&quot;id&quot;:&quot;ddada9f5-d119-3de5-87ab-ebbcfd91ea95&quot;,&quot;itemData&quot;:{&quot;type&quot;:&quot;paper-conference&quot;,&quot;id&quot;:&quot;ddada9f5-d119-3de5-87ab-ebbcfd91ea95&quot;,&quot;title&quot;:&quot;Cybersecurity of Unmanned Aerial Vehicles: A Survey&quot;,&quot;author&quot;:[{&quot;family&quot;:&quot;Guo&quot;,&quot;given&quot;:&quot;Renshuai&quot;,&quot;parse-names&quot;:false,&quot;dropping-particle&quot;:&quot;&quot;,&quot;non-dropping-particle&quot;:&quot;&quot;},{&quot;family&quot;:&quot;Huang&quot;,&quot;given&quot;:&quot;Minhuan&quot;,&quot;parse-names&quot;:false,&quot;dropping-particle&quot;:&quot;&quot;,&quot;non-dropping-particle&quot;:&quot;&quot;},{&quot;family&quot;:&quot;Li&quot;,&quot;given&quot;:&quot;Jin&quot;,&quot;parse-names&quot;:false,&quot;dropping-particle&quot;:&quot;&quot;,&quot;non-dropping-particle&quot;:&quot;&quot;},{&quot;family&quot;:&quot;Wang&quot;,&quot;given&quot;:&quot;Jingjing&quot;,&quot;parse-names&quot;:false,&quot;dropping-particle&quot;:&quot;&quot;,&quot;non-dropping-particle&quot;:&quot;&quot;}],&quot;container-title&quot;:&quot;Proceedings - 2021 14th International Conference on Advanced Computer Theory and Engineering, ICACTE 2021&quot;,&quot;DOI&quot;:&quot;10.1109/ICACTE53799.2021.00017&quot;,&quot;ISBN&quot;:&quot;9781665442442&quot;,&quot;issued&quot;:{&quot;date-parts&quot;:[[2021]]},&quot;page&quot;:&quot;57-64&quot;,&quot;abstract&quot;:&quot;In recent years, due to rapid advances in science and technology and the continuous reduction of manufacturing costs, unmanned aerial vehicles (UAVs) have expanded from the military field to the civil field and are used in a variety of scenarios. However, while bringing convenience to people, the security problems with UAVs are becoming more and more obvious. It is therefore critically important to take the cybersecurity of UAVs into account. In the present paper, we introduce the composition structure and various applications of the UAVs, and analyze the research status of UAV cybersecurity. Then we discuss the cybersecurity issues faced by UAVs from the aspects of confidentiality, integrity and availability. In particular, the vulnerability analysis technologies used in the UAV software systems are introduced. At last, the future research directions of UAV cybersecurity are discussed.&quot;,&quot;publisher&quot;:&quot;Institute of Electrical and Electronics Engineers Inc.&quot;,&quot;container-title-short&quot;:&quot;&quot;},&quot;isTemporary&quot;:false}]},{&quot;citationID&quot;:&quot;MENDELEY_CITATION_eefba774-1672-4658-a7cd-0322031d10fc&quot;,&quot;properties&quot;:{&quot;noteIndex&quot;:0},&quot;isEdited&quot;:false,&quot;manualOverride&quot;:{&quot;isManuallyOverridden&quot;:false,&quot;citeprocText&quot;:&quot;&lt;sup&gt;14&lt;/sup&gt;&quot;,&quot;manualOverrideText&quot;:&quot;&quot;},&quot;citationTag&quot;:&quot;MENDELEY_CITATION_v3_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&quot;,&quot;citationItems&quot;:[{&quot;id&quot;:&quot;4d8be390-35b1-3dbd-a18a-55ac86f8575e&quot;,&quot;itemData&quot;:{&quot;type&quot;:&quot;article-journal&quot;,&quot;id&quot;:&quot;4d8be390-35b1-3dbd-a18a-55ac86f8575e&quot;,&quot;title&quot;:&quot;A Survey on Security Attacks and Defense Techniques for Connected and Autonomous Vehicles&quot;,&quot;author&quot;:[{&quot;family&quot;:&quot;Pham&quot;,&quot;given&quot;:&quot;Minh&quot;,&quot;parse-names&quot;:false,&quot;dropping-particle&quot;:&quot;&quot;,&quot;non-dropping-particle&quot;:&quot;&quot;},{&quot;family&quot;:&quot;Xiong&quot;,&quot;given&quot;:&quot;Kaiqi&quot;,&quot;parse-names&quot;:false,&quot;dropping-particle&quot;:&quot;&quot;,&quot;non-dropping-particle&quot;:&quot;&quot;}],&quot;URL&quot;:&quot;http://arxiv.org/abs/2007.08041&quot;,&quot;issued&quot;:{&quot;date-parts&quot;:[[2020,7,15]]},&quot;abstract&quot;:&quot;Autonomous Vehicle has been transforming intelligent transportation systems. As telecommunication technology improves, autonomous vehicles are getting connected to each other and to infrastructures, forming Connected and Autonomous Vehicles (CAVs). CAVs will help humans achieve safe, efficient, and autonomous transportation systems. However, CAVs will face significant security challenges because many of their components are vulnerable to attacks, and a successful attack on a CAV may have significant impacts on other CAVs and infrastructures due to their communications. In this paper, we conduct a survey on 184 papers from 2000 to 2020 to understand state-of-the-art CAV attacks and defense techniques. This survey first presents a comprehensive overview of security attacks and their corresponding countermeasures on CAVs. We then discuss the details of attack models based on the targeted CAV components of attacks, access requirements, and attack motives. Finally, we identify some current research challenges and trends from the perspectives of both academic research and industrial development. Based on our studies of academic literature and industrial publications, we have not found any strong connection between academic research and industry's implementation on CAV-related security issues. While efforts from CAV manufacturers to secure CAVs have been reported, there is no evidence to show that CAVs on the market have the ability to defend against some novel attack models that the research community has recently found. This survey may give researchers and engineers a better understanding of the current status and trend of CAV security for CAV future improvement.&quot;,&quot;container-title-short&quot;:&quot;&quot;},&quot;isTemporary&quot;:false}]},{&quot;citationID&quot;:&quot;MENDELEY_CITATION_dbf5778a-3268-4a53-9df6-8363240c8fc6&quot;,&quot;properties&quot;:{&quot;noteIndex&quot;:0},&quot;isEdited&quot;:false,&quot;manualOverride&quot;:{&quot;isManuallyOverridden&quot;:false,&quot;citeprocText&quot;:&quot;&lt;sup&gt;14&lt;/sup&gt;&quot;,&quot;manualOverrideText&quot;:&quot;&quot;},&quot;citationTag&quot;:&quot;MENDELEY_CITATION_v3_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&quot;,&quot;citationItems&quot;:[{&quot;id&quot;:&quot;4d8be390-35b1-3dbd-a18a-55ac86f8575e&quot;,&quot;itemData&quot;:{&quot;type&quot;:&quot;article-journal&quot;,&quot;id&quot;:&quot;4d8be390-35b1-3dbd-a18a-55ac86f8575e&quot;,&quot;title&quot;:&quot;A Survey on Security Attacks and Defense Techniques for Connected and Autonomous Vehicles&quot;,&quot;author&quot;:[{&quot;family&quot;:&quot;Pham&quot;,&quot;given&quot;:&quot;Minh&quot;,&quot;parse-names&quot;:false,&quot;dropping-particle&quot;:&quot;&quot;,&quot;non-dropping-particle&quot;:&quot;&quot;},{&quot;family&quot;:&quot;Xiong&quot;,&quot;given&quot;:&quot;Kaiqi&quot;,&quot;parse-names&quot;:false,&quot;dropping-particle&quot;:&quot;&quot;,&quot;non-dropping-particle&quot;:&quot;&quot;}],&quot;URL&quot;:&quot;http://arxiv.org/abs/2007.08041&quot;,&quot;issued&quot;:{&quot;date-parts&quot;:[[2020,7,15]]},&quot;abstract&quot;:&quot;Autonomous Vehicle has been transforming intelligent transportation systems. As telecommunication technology improves, autonomous vehicles are getting connected to each other and to infrastructures, forming Connected and Autonomous Vehicles (CAVs). CAVs will help humans achieve safe, efficient, and autonomous transportation systems. However, CAVs will face significant security challenges because many of their components are vulnerable to attacks, and a successful attack on a CAV may have significant impacts on other CAVs and infrastructures due to their communications. In this paper, we conduct a survey on 184 papers from 2000 to 2020 to understand state-of-the-art CAV attacks and defense techniques. This survey first presents a comprehensive overview of security attacks and their corresponding countermeasures on CAVs. We then discuss the details of attack models based on the targeted CAV components of attacks, access requirements, and attack motives. Finally, we identify some current research challenges and trends from the perspectives of both academic research and industrial development. Based on our studies of academic literature and industrial publications, we have not found any strong connection between academic research and industry's implementation on CAV-related security issues. While efforts from CAV manufacturers to secure CAVs have been reported, there is no evidence to show that CAVs on the market have the ability to defend against some novel attack models that the research community has recently found. This survey may give researchers and engineers a better understanding of the current status and trend of CAV security for CAV future improvement.&quot;,&quot;container-title-short&quot;:&quot;&quot;},&quot;isTemporary&quot;:false}]},{&quot;citationID&quot;:&quot;MENDELEY_CITATION_c25a00ed-048c-4bc8-8b7b-05e8314e1a05&quot;,&quot;properties&quot;:{&quot;noteIndex&quot;:0},&quot;isEdited&quot;:false,&quot;manualOverride&quot;:{&quot;isManuallyOverridden&quot;:false,&quot;citeprocText&quot;:&quot;&lt;sup&gt;14&lt;/sup&gt;&quot;,&quot;manualOverrideText&quot;:&quot;&quot;},&quot;citationTag&quot;:&quot;MENDELEY_CITATION_v3_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&quot;,&quot;citationItems&quot;:[{&quot;id&quot;:&quot;4d8be390-35b1-3dbd-a18a-55ac86f8575e&quot;,&quot;itemData&quot;:{&quot;type&quot;:&quot;article-journal&quot;,&quot;id&quot;:&quot;4d8be390-35b1-3dbd-a18a-55ac86f8575e&quot;,&quot;title&quot;:&quot;A Survey on Security Attacks and Defense Techniques for Connected and Autonomous Vehicles&quot;,&quot;author&quot;:[{&quot;family&quot;:&quot;Pham&quot;,&quot;given&quot;:&quot;Minh&quot;,&quot;parse-names&quot;:false,&quot;dropping-particle&quot;:&quot;&quot;,&quot;non-dropping-particle&quot;:&quot;&quot;},{&quot;family&quot;:&quot;Xiong&quot;,&quot;given&quot;:&quot;Kaiqi&quot;,&quot;parse-names&quot;:false,&quot;dropping-particle&quot;:&quot;&quot;,&quot;non-dropping-particle&quot;:&quot;&quot;}],&quot;URL&quot;:&quot;http://arxiv.org/abs/2007.08041&quot;,&quot;issued&quot;:{&quot;date-parts&quot;:[[2020,7,15]]},&quot;abstract&quot;:&quot;Autonomous Vehicle has been transforming intelligent transportation systems. As telecommunication technology improves, autonomous vehicles are getting connected to each other and to infrastructures, forming Connected and Autonomous Vehicles (CAVs). CAVs will help humans achieve safe, efficient, and autonomous transportation systems. However, CAVs will face significant security challenges because many of their components are vulnerable to attacks, and a successful attack on a CAV may have significant impacts on other CAVs and infrastructures due to their communications. In this paper, we conduct a survey on 184 papers from 2000 to 2020 to understand state-of-the-art CAV attacks and defense techniques. This survey first presents a comprehensive overview of security attacks and their corresponding countermeasures on CAVs. We then discuss the details of attack models based on the targeted CAV components of attacks, access requirements, and attack motives. Finally, we identify some current research challenges and trends from the perspectives of both academic research and industrial development. Based on our studies of academic literature and industrial publications, we have not found any strong connection between academic research and industry's implementation on CAV-related security issues. While efforts from CAV manufacturers to secure CAVs have been reported, there is no evidence to show that CAVs on the market have the ability to defend against some novel attack models that the research community has recently found. This survey may give researchers and engineers a better understanding of the current status and trend of CAV security for CAV future improvement.&quot;,&quot;container-title-short&quot;:&quot;&quot;},&quot;isTemporary&quot;:false}]},{&quot;citationID&quot;:&quot;MENDELEY_CITATION_bdd25807-ed4b-45f8-82ff-34df4d34dde1&quot;,&quot;properties&quot;:{&quot;noteIndex&quot;:0},&quot;isEdited&quot;:false,&quot;manualOverride&quot;:{&quot;isManuallyOverridden&quot;:false,&quot;citeprocText&quot;:&quot;&lt;sup&gt;15–18&lt;/sup&gt;&quot;,&quot;manualOverrideText&quot;:&quot;&quot;},&quot;citationItems&quot;:[{&quot;id&quot;:&quot;beef7030-d541-3bdf-8054-49ef8f625380&quot;,&quot;itemData&quot;:{&quot;type&quot;:&quot;article-journal&quot;,&quot;id&quot;:&quot;beef7030-d541-3bdf-8054-49ef8f625380&quot;,&quot;title&quot;:&quot;Securing Internet of Things devices against code tampering attacks using Return Oriented Programming&quot;,&quot;author&quot;:[{&quot;family&quot;:&quot;Shrivastava&quot;,&quot;given&quot;:&quot;Rajesh Kumar&quot;,&quot;parse-names&quot;:false,&quot;dropping-particle&quot;:&quot;&quot;,&quot;non-dropping-particle&quot;:&quot;&quot;},{&quot;family&quot;:&quot;Singh&quot;,&quot;given&quot;:&quot;Simar Preet&quot;,&quot;parse-names&quot;:false,&quot;dropping-particle&quot;:&quot;&quot;,&quot;non-dropping-particle&quot;:&quot;&quot;},{&quot;family&quot;:&quot;Hasan&quot;,&quot;given&quot;:&quot;Mohammad Kamrul&quot;,&quot;parse-names&quot;:false,&quot;dropping-particle&quot;:&quot;&quot;,&quot;non-dropping-particle&quot;:&quot;&quot;},{&quot;family&quot;:&quot;Gagandeep&quot;,&quot;given&quot;:&quot;&quot;,&quot;parse-names&quot;:false,&quot;dropping-particle&quot;:&quot;&quot;,&quot;non-dropping-particle&quot;:&quot;&quot;},{&quot;family&quot;:&quot;Islam&quot;,&quot;given&quot;:&quot;Shayla&quot;,&quot;parse-names&quot;:false,&quot;dropping-particle&quot;:&quot;&quot;,&quot;non-dropping-particle&quot;:&quot;&quot;},{&quot;family&quot;:&quot;Abdullah&quot;,&quot;given&quot;:&quot;Salwani&quot;,&quot;parse-names&quot;:false,&quot;dropping-particle&quot;:&quot;&quot;,&quot;non-dropping-particle&quot;:&quot;&quot;},{&quot;family&quot;:&quot;Aman&quot;,&quot;given&quot;:&quot;Azana Hafizah Mohd&quot;,&quot;parse-names&quot;:false,&quot;dropping-particle&quot;:&quot;&quot;,&quot;non-dropping-particle&quot;:&quot;&quot;}],&quot;container-title&quot;:&quot;Computer Communications&quot;,&quot;container-title-short&quot;:&quot;Comput Commun&quot;,&quot;DOI&quot;:&quot;10.1016/j.comcom.2022.06.033&quot;,&quot;ISSN&quot;:&quot;1873703X&quot;,&quot;issued&quot;:{&quot;date-parts&quot;:[[2022,9,1]]},&quot;page&quot;:&quot;38-46&quot;,&quot;abstract&quot;:&quot;Code tampering is serious issue in Internet of Things(IOT). IoT devices are used to collect environment data like temperature value, light intensity, hart pulse etc. Once an IoT device deployed it will left untouched forever. In that situation an adversary can tamper running code through malicious software. This paper discusses a novel way to protect a binary program running inside an IoT device. This paper uses Return Oriented Programming (ROP), which is mainly used by an adversary to hijack a software program. We use ROP to prevent binary from tampering. In this method, we combine code and stack segment to execute the code. The main program call ROP enabled chain which will fetch the address of executable binary function. if any adversary try to tamper running program then they also tamper ROP chain. So, running binary will stop and send an alert to admin. we also verify our approach with RIPE benchmark and our binary is tamper proof against code tampering attach and our performance overhead is up to 5%.&quot;,&quot;publisher&quot;:&quot;Elsevier B.V.&quot;,&quot;volume&quot;:&quot;193&quot;},&quot;isTemporary&quot;:false},{&quot;id&quot;:&quot;c9bf9aa9-282e-3215-b88c-aa50160123fb&quot;,&quot;itemData&quot;:{&quot;type&quot;:&quot;paper-conference&quot;,&quot;id&quot;:&quot;c9bf9aa9-282e-3215-b88c-aa50160123fb&quot;,&quot;title&quot;:&quot;Security-aware Software Development Life Cycle (SaSDLC) - Processes and tools&quot;,&quot;author&quot;:[{&quot;family&quot;:&quot;Talukder&quot;,&quot;given&quot;:&quot;Asoke K.&quot;,&quot;parse-names&quot;:false,&quot;dropping-particle&quot;:&quot;&quot;,&quot;non-dropping-particle&quot;:&quot;&quot;},{&quot;family&quot;:&quot;Maurya&quot;,&quot;given&quot;:&quot;Vineet Kumar&quot;,&quot;parse-names&quot;:false,&quot;dropping-particle&quot;:&quot;&quot;,&quot;non-dropping-particle&quot;:&quot;&quot;},{&quot;family&quot;:&quot;Santhosh&quot;,&quot;given&quot;:&quot;Babu G.&quot;,&quot;parse-names&quot;:false,&quot;dropping-particle&quot;:&quot;&quot;,&quot;non-dropping-particle&quot;:&quot;&quot;},{&quot;family&quot;:&quot;Jangam&quot;,&quot;given&quot;:&quot;Ebenezer&quot;,&quot;parse-names&quot;:false,&quot;dropping-particle&quot;:&quot;&quot;,&quot;non-dropping-particle&quot;:&quot;&quot;},{&quot;family&quot;:&quot;Muni&quot;,&quot;given&quot;:&quot;Sekhar&quot;,&quot;parse-names&quot;:false,&quot;dropping-particle&quot;:&quot;V.&quot;,&quot;non-dropping-particle&quot;:&quot;&quot;},{&quot;family&quot;:&quot;Jevitha&quot;,&quot;given&quot;:&quot;K. P.&quot;,&quot;parse-names&quot;:false,&quot;dropping-particle&quot;:&quot;&quot;,&quot;non-dropping-particle&quot;:&quot;&quot;},{&quot;family&quot;:&quot;Saurabh&quot;,&quot;given&quot;:&quot;Samanta&quot;,&quot;parse-names&quot;:false,&quot;dropping-particle&quot;:&quot;&quot;,&quot;non-dropping-particle&quot;:&quot;&quot;},{&quot;family&quot;:&quot;Pais&quot;,&quot;given&quot;:&quot;Alwyn Roshan&quot;,&quot;parse-names&quot;:false,&quot;dropping-particle&quot;:&quot;&quot;,&quot;non-dropping-particle&quot;:&quot;&quot;}],&quot;container-title&quot;:&quot;2009 IFIP International Conference on Wireless and Optical Communications Networks&quot;,&quot;DOI&quot;:&quot;10.1109/WOCN.2009.5010550&quot;,&quot;ISBN&quot;:&quot;978-1-4244-4704-6&quot;,&quot;URL&quot;:&quot;http://ieeexplore.ieee.org/document/5010550/&quot;,&quot;issued&quot;:{&quot;date-parts&quot;:[[2009,4]]},&quot;page&quot;:&quot;1-5&quot;,&quot;abstract&quot;:&quot;Title from Cover title screen, viewed 23 June 2009. &quot;,&quot;publisher&quot;:&quot;IEEE&quot;,&quot;container-title-short&quot;:&quot;&quot;},&quot;isTemporary&quot;:false},{&quot;id&quot;:&quot;e339b095-8326-39bb-9be7-343a65816552&quot;,&quot;itemData&quot;:{&quot;type&quot;:&quot;article-journal&quot;,&quot;id&quot;:&quot;e339b095-8326-39bb-9be7-343a65816552&quot;,&quot;title&quot;:&quot;Blockchain and Autonomous Vehicles: Recent Advances and Future Directions&quot;,&quot;author&quot;:[{&quot;family&quot;:&quot;Jain&quot;,&quot;given&quot;:&quot;Saurabh&quot;,&quot;parse-names&quot;:false,&quot;dropping-particle&quot;:&quot;&quot;,&quot;non-dropping-particle&quot;:&quot;&quot;},{&quot;family&quot;:&quot;Ahuja&quot;,&quot;given&quot;:&quot;Neelu Jyothi&quot;,&quot;parse-names&quot;:false,&quot;dropping-particle&quot;:&quot;&quot;,&quot;non-dropping-particle&quot;:&quot;&quot;},{&quot;family&quot;:&quot;Srikanth&quot;,&quot;given&quot;:&quot;P.&quot;,&quot;parse-names&quot;:false,&quot;dropping-particle&quot;:&quot;&quot;,&quot;non-dropping-particle&quot;:&quot;&quot;},{&quot;family&quot;:&quot;Bhadane&quot;,&quot;given&quot;:&quot;Kishor Vinayak&quot;,&quot;parse-names&quot;:false,&quot;dropping-particle&quot;:&quot;&quot;,&quot;non-dropping-particle&quot;:&quot;&quot;},{&quot;family&quot;:&quot;Nagaiah&quot;,&quot;given&quot;:&quot;Bharathram&quot;,&quot;parse-names&quot;:false,&quot;dropping-particle&quot;:&quot;&quot;,&quot;non-dropping-particle&quot;:&quot;&quot;},{&quot;family&quot;:&quot;Kumar&quot;,&quot;given&quot;:&quot;Adarsh&quot;,&quot;parse-names&quot;:false,&quot;dropping-particle&quot;:&quot;&quot;,&quot;non-dropping-particle&quot;:&quot;&quot;},{&quot;family&quot;:&quot;Konstantinou&quot;,&quot;given&quot;:&quot;Charalambos&quot;,&quot;parse-names&quot;:false,&quot;dropping-particle&quot;:&quot;&quot;,&quot;non-dropping-particle&quot;:&quot;&quot;}],&quot;container-title&quot;:&quot;IEEE Access&quot;,&quot;DOI&quot;:&quot;10.1109/ACCESS.2021.3113649&quot;,&quot;ISSN&quot;:&quot;21693536&quot;,&quot;issued&quot;:{&quot;date-parts&quot;:[[2021]]},&quot;page&quot;:&quot;130264-130328&quot;,&quot;abstract&quot;:&quot;Blockchain is an underlying technology for securing many real-time applications and their data. The automobile is one such sector in which auto-manufacturers are looking forward to accepting the advantages of distributed ledger technology in autonomous vehicles or systems and improving their products, customer satisfaction, and other valuable experiences. This work aims to find the significance of blockchain technology in Autonomous Vehicles, including Autonomous Electric Vehicles (AEV), Autonomous Underwater Vehicles (AUV), Autonomous Guided Vehicles (AGV), Autonomous Aerial Vehicles (AAeV), and Autonomous Driving. In this work, a comparative analysis of blockchain-integrated autonomous vehicle systems is explored to identify the present scenario and futuristic challenges. In addition to blockchain technology, the uses and importance of sensors, architectures and infrastructure requirements, vehicle types, driving modes, vehicles target and tracking approaches, intelligent contracts, intelligent data handling, and industry-specific use cases are also explored. This study is based on the exploration of recent technologies and practices. As autonomous vehicles are expected to be the future of intelligent transportation, this paper surveys recent advances in autonomous vehicles and systems and how blockchain can help in improving user experiences and improving industry practices. Finally, limitations of work, future research directions, and challenges associated with different autonomous vehicles and systems are presented.&quot;,&quot;publisher&quot;:&quot;Institute of Electrical and Electronics Engineers Inc.&quot;,&quot;volume&quot;:&quot;9&quot;,&quot;container-title-short&quot;:&quot;&quot;},&quot;isTemporary&quot;:false},{&quot;id&quot;:&quot;15970377-5f84-3e81-bf4f-77978f6646b4&quot;,&quot;itemData&quot;:{&quot;type&quot;:&quot;article-journal&quot;,&quot;id&quot;:&quot;15970377-5f84-3e81-bf4f-77978f6646b4&quot;,&quot;title&quot;:&quot;Systematic Mapping Study on Security Approaches in Secure Software Engineering&quot;,&quot;author&quot;:[{&quot;family&quot;:&quot;Khan&quot;,&quot;given&quot;:&quot;Rafiq Ahmad&quot;,&quot;parse-names&quot;:false,&quot;dropping-particle&quot;:&quot;&quot;,&quot;non-dropping-particle&quot;:&quot;&quot;},{&quot;family&quot;:&quot;Khan&quot;,&quot;given&quot;:&quot;Siffat Ullah&quot;,&quot;parse-names&quot;:false,&quot;dropping-particle&quot;:&quot;&quot;,&quot;non-dropping-particle&quot;:&quot;&quot;},{&quot;family&quot;:&quot;Khan&quot;,&quot;given&quot;:&quot;Habib Ullah&quot;,&quot;parse-names&quot;:false,&quot;dropping-particle&quot;:&quot;&quot;,&quot;non-dropping-particle&quot;:&quot;&quot;},{&quot;family&quot;:&quot;Ilyas&quot;,&quot;given&quot;:&quot;Muhammad&quot;,&quot;parse-names&quot;:false,&quot;dropping-particle&quot;:&quot;&quot;,&quot;non-dropping-particle&quot;:&quot;&quot;}],&quot;container-title&quot;:&quot;IEEE Access&quot;,&quot;DOI&quot;:&quot;10.1109/ACCESS.2021.3052311&quot;,&quot;ISSN&quot;:&quot;21693536&quot;,&quot;issued&quot;:{&quot;date-parts&quot;:[[2021]]},&quot;page&quot;:&quot;19139-19160&quot;,&quot;abstract&quot;:&quot;In the modern digital era, software systems are extensively adapted and have become an integral component of human society. Such wide use of software systems consists of large and more critical data that inevitably needs to be secured. It is imperative to make sure that these software systems not only satisfy the users' needs or functional requirements, but it is equally important to make sure the security of these software systems. However, recent research shows that many software development methods do not explicitly include software security measures during software development as they move from demand engineering to their final losses. Integrating software security at each stage of the software development life cycle (SDLC) has become an urgent need. Tackling software security, various methods, techniques, and models have been suggested and developed, however, only a few of them provide strong evidence for building secure software applications. The main purpose of this research is to study security measures in the context of the development of secure software (SSD) during the study of systematic mapping (SMS). Based on the inclusion and exclusion criteria, 116 studies were selected. After the data extraction from the selected 116 papers, these were classified based on the quality assessment, software security method, SDLC phases, publication venue, and SWOT analysis. The results indicate that this domain is still immature and sufficient research work needs to be carried out particularly on empirically evaluated solutions.&quot;,&quot;publisher&quot;:&quot;Institute of Electrical and Electronics Engineers Inc.&quot;,&quot;volume&quot;:&quot;9&quot;,&quot;container-title-short&quot;:&quot;&quot;},&quot;isTemporary&quot;:false}],&quot;citationTag&quot;:&quot;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&quot;},{&quot;citationID&quot;:&quot;MENDELEY_CITATION_71cf7823-f2b5-4798-89b3-6cf7cfc6859e&quot;,&quot;properties&quot;:{&quot;noteIndex&quot;:0},&quot;isEdited&quot;:false,&quot;manualOverride&quot;:{&quot;isManuallyOverridden&quot;:false,&quot;citeprocText&quot;:&quot;&lt;sup&gt;19&lt;/sup&gt;&quot;,&quot;manualOverrideText&quot;:&quot;&quot;},&quot;citationItems&quot;:[{&quot;id&quot;:&quot;97fc3671-046c-3aed-87b7-826d59a2d5b4&quot;,&quot;itemData&quot;:{&quot;type&quot;:&quot;article-journal&quot;,&quot;id&quot;:&quot;97fc3671-046c-3aed-87b7-826d59a2d5b4&quot;,&quot;title&quot;:&quot;A neuro-fuzzy security risk assessment system for software development life cycle&quot;,&quot;author&quot;:[{&quot;family&quot;:&quot;Olusanya&quot;,&quot;given&quot;:&quot;Olayinka Olufunmilayo&quot;,&quot;parse-names&quot;:false,&quot;dropping-particle&quot;:&quot;&quot;,&quot;non-dropping-particle&quot;:&quot;&quot;},{&quot;family&quot;:&quot;Jimoh&quot;,&quot;given&quot;:&quot;Rasheed Gbenga&quot;,&quot;parse-names&quot;:false,&quot;dropping-particle&quot;:&quot;&quot;,&quot;non-dropping-particle&quot;:&quot;&quot;},{&quot;family&quot;:&quot;Misra&quot;,&quot;given&quot;:&quot;Sanjay&quot;,&quot;parse-names&quot;:false,&quot;dropping-particle&quot;:&quot;&quot;,&quot;non-dropping-particle&quot;:&quot;&quot;},{&quot;family&quot;:&quot;Awotunde&quot;,&quot;given&quot;:&quot;Joseph Bamidele&quot;,&quot;parse-names&quot;:false,&quot;dropping-particle&quot;:&quot;&quot;,&quot;non-dropping-particle&quot;:&quot;&quot;}],&quot;container-title&quot;:&quot;Heliyon&quot;,&quot;container-title-short&quot;:&quot;Heliyon&quot;,&quot;DOI&quot;:&quot;10.1016/j.heliyon.2024.e33495&quot;,&quot;ISSN&quot;:&quot;24058440&quot;,&quot;issued&quot;:{&quot;date-parts&quot;:[[2024,7,15]]},&quot;abstract&quot;:&quot;This study aims to protect software development by creating a Software Risk Assessment (SRA) model for each phase of the Software Development Life Cycle (SDLC) using an Adaptive Neuro-Fuzzy Inference System (ANFIS) model. Software developers discovered and validated the risk variables affecting each SDLC phase, following which relevant data about risk factors and associated SRA for each SDLC phase were collected. To create the SRA model for SDLC phases, risk factors were used as inputs, and SRA was used as an output. The formulated model was simulated using 70 % and 80 % of the data for training, while 30 % and 20 % were used for testing the model. The performance of the SRA models using the test datasets was evaluated based on accuracy. According to the study findings, many risk variables were discovered and confirmed for the requirement, design, implementation, integration, and operation phases of SDLC 11, 8, 9, 4, and 6, respectively. The SRA model was formulated using the risk factors using 2048, 256, 512, 16, and 64 inference rules for the requirement, design, implementation, integration, and operation phases, respectively. The study concluded that using the SRA model to assess security risk at each SDLC phase provided a secured software development process.&quot;,&quot;publisher&quot;:&quot;Elsevier Ltd&quot;,&quot;issue&quot;:&quot;13&quot;,&quot;volume&quot;:&quot;10&quot;},&quot;isTemporary&quot;:false}],&quot;citationTag&quot;:&quot;MENDELEY_CITATION_v3_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&quot;},{&quot;citationID&quot;:&quot;MENDELEY_CITATION_e2a12df5-5f3d-4c29-a20b-1aba98c48fa0&quot;,&quot;properties&quot;:{&quot;noteIndex&quot;:0},&quot;isEdited&quot;:false,&quot;manualOverride&quot;:{&quot;isManuallyOverridden&quot;:false,&quot;citeprocText&quot;:&quot;&lt;sup&gt;20–23&lt;/sup&gt;&quot;,&quot;manualOverrideText&quot;:&quot;&quot;},&quot;citationItems&quot;:[{&quot;id&quot;:&quot;46a7ef23-0b5e-3964-9ca3-888f537ac0b2&quot;,&quot;itemData&quot;:{&quot;type&quot;:&quot;article&quot;,&quot;id&quot;:&quot;46a7ef23-0b5e-3964-9ca3-888f537ac0b2&quot;,&quot;title&quot;:&quot;A qualitative AI security risk assessment of autonomous vehicles&quot;,&quot;author&quot;:[{&quot;family&quot;:&quot;Grosse&quot;,&quot;given&quot;:&quot;Kathrin&quot;,&quot;parse-names&quot;:false,&quot;dropping-particle&quot;:&quot;&quot;,&quot;non-dropping-particle&quot;:&quot;&quot;},{&quot;family&quot;:&quot;Alahi&quot;,&quot;given&quot;:&quot;Alexandre&quot;,&quot;parse-names&quot;:false,&quot;dropping-particle&quot;:&quot;&quot;,&quot;non-dropping-particle&quot;:&quot;&quot;}],&quot;container-title&quot;:&quot;Transportation Research Part C: Emerging Technologies&quot;,&quot;container-title-short&quot;:&quot;Transp Res Part C Emerg Technol&quot;,&quot;DOI&quot;:&quot;10.1016/j.trc.2024.104797&quot;,&quot;ISSN&quot;:&quot;0968090X&quot;,&quot;issued&quot;:{&quot;date-parts&quot;:[[2024,12,1]]},&quot;abstract&quot;:&quot;This paper systematically analyzes the security risks associated with artificial intelligence (AI) components in autonomous vehicles (AVs). Given the increasing reliance on AI for various AV functions, from perception to control, the potential for security breaches presents a significant challenge. We focus on AI security, including attacks like adversarial examples, backdoors, privacy breaches and unauthorized model replication, reviewing over 170 papers. To evaluate the practical implications of such vulnerabilities we introduce qualitative measures for assessing the exposure and severity of potential attacks. Our findings highlight a critical need for more realistic security evaluations and a balanced focus on various sensors, learning paradigms, threat models, and studied attacks. We also pinpoint areas requiring more research, such as the study of training time attacks, transferability, system-based studies and development of effective defenses. By also outlining implications for the automotive industry and policymakers, we not only advance the understanding of AI security risks in AVs, but contribute to the development of safer and more reliable autonomous driving technologies.&quot;,&quot;publisher&quot;:&quot;Elsevier Ltd&quot;,&quot;volume&quot;:&quot;169&quot;},&quot;isTemporary&quot;:false},{&quot;id&quot;:&quot;111b353a-aa6e-3fc4-af1b-65e4881b86de&quot;,&quot;itemData&quot;:{&quot;type&quot;:&quot;article-journal&quot;,&quot;id&quot;:&quot;111b353a-aa6e-3fc4-af1b-65e4881b86de&quot;,&quot;title&quot;:&quot;Formal Verification of STPA with Model Checking&quot;,&quot;author&quot;:[{&quot;family&quot;:&quot;Kwon&quot;,&quot;given&quot;:&quot;Ryeonggu&quot;,&quot;parse-names&quot;:false,&quot;dropping-particle&quot;:&quot;&quot;,&quot;non-dropping-particle&quot;:&quot;&quot;},{&quot;family&quot;:&quot;Kwon&quot;,&quot;given&quot;:&quot;Gihwon&quot;,&quot;parse-names&quot;:false,&quot;dropping-particle&quot;:&quot;&quot;,&quot;non-dropping-particle&quot;:&quot;&quot;}],&quot;container-title&quot;:&quot;Scientific Journal of Gdynia Maritime University&quot;,&quot;DOI&quot;:&quot;10.26408/125.01&quot;,&quot;ISSN&quot;:&quot;26575841&quot;,&quot;issued&quot;:{&quot;date-parts&quot;:[[2023,3]]},&quot;page&quot;:&quot;7-24&quot;,&quot;abstract&quot;:&quot;As technology advances, hardware-centric systems are rapidly moving towards software-centric ones, and their complexity is rapidly increasing. In particular, systems directly related to safety require thorough verification. Model checking exhaustively explores the state space of the abstracted system to check whether properties written in a logical formula are achieved. In this paper, the control algorithm of the controller is verified using model checking to discover risk scenarios during the STPA steps. Two case studies are conducted using the widely used model checkers NuSMV and UPPAAL. We then explain the empirical results and compare two model checkers based on their characteristics. Finally, we discuss the benefits of applying model checking in the process of STPA.&quot;,&quot;publisher&quot;:&quot;Gdynia Maritime University&quot;,&quot;issue&quot;:&quot;125&quot;,&quot;container-title-short&quot;:&quot;&quot;},&quot;isTemporary&quot;:false},{&quot;id&quot;:&quot;3a436e23-266b-3daa-9e9d-7839628794b1&quot;,&quot;itemData&quot;:{&quot;type&quot;:&quot;paper-conference&quot;,&quot;id&quot;:&quot;3a436e23-266b-3daa-9e9d-7839628794b1&quot;,&quot;title&quot;:&quot;A Model Checking Based Software Requirements Specification Approach for Embedded Systems&quot;,&quot;author&quot;:[{&quot;family&quot;:&quot;Yang&quot;,&quot;given&quot;:&quot;Xiao&quot;,&quot;parse-names&quot;:false,&quot;dropping-particle&quot;:&quot;&quot;,&quot;non-dropping-particle&quot;:&quot;&quot;},{&quot;family&quot;:&quot;Chen&quot;,&quot;given&quot;:&quot;Xiaohong&quot;,&quot;parse-names&quot;:false,&quot;dropping-particle&quot;:&quot;&quot;,&quot;non-dropping-particle&quot;:&quot;&quot;},{&quot;family&quot;:&quot;Wang&quot;,&quot;given&quot;:&quot;Jiangtao&quot;,&quot;parse-names&quot;:false,&quot;dropping-particle&quot;:&quot;&quot;,&quot;non-dropping-particle&quot;:&quot;&quot;}],&quot;container-title&quot;:&quot;Proceedings - 31st IEEE International Requirements Engineering Conference Workshops, REW 2023&quot;,&quot;DOI&quot;:&quot;10.1109/REW57809.2023.00037&quot;,&quot;ISBN&quot;:&quot;9798350326918&quot;,&quot;issued&quot;:{&quot;date-parts&quot;:[[2023]]},&quot;page&quot;:&quot;184-191&quot;,&quot;abstract&quot;:&quot;With the development of embedded techniques, embedded systems are becoming more and more complex along with complex requirements. Automatic software requirements specification approach is urgently required for embedded systems. Existing researches on automatic specification do not address timed-systems which are required in embedded systems. Therefore, this paper proposes a time related model checking based approach for software requirements specification in embedded systems. It tries to use a time related model checking technique to give a possible path of software behaviors to achieve expected effects. Specifically, this approach involves creating a domain-specific device library, expressing the system requirements, modeling the embedded system using timed automata, and deriving software requirements specifications through reachability analysis in the model checking tool UPPAAL. Additionally, a case study is conducted on a sun search control system to verify the feasibility of this approach.&quot;,&quot;publisher&quot;:&quot;Institute of Electrical and Electronics Engineers Inc.&quot;,&quot;container-title-short&quot;:&quot;&quot;},&quot;isTemporary&quot;:false},{&quot;id&quot;:&quot;85e43321-0631-36db-901a-df77e25dfcf3&quot;,&quot;itemData&quot;:{&quot;type&quot;:&quot;article-journal&quot;,&quot;id&quot;:&quot;85e43321-0631-36db-901a-df77e25dfcf3&quot;,&quot;title&quot;:&quot;BBS: A secure and autonomous blockchain-based big-data sharing system&quot;,&quot;author&quot;:[{&quot;family&quot;:&quot;Wang&quot;,&quot;given&quot;:&quot;Shan&quot;,&quot;parse-names&quot;:false,&quot;dropping-particle&quot;:&quot;&quot;,&quot;non-dropping-particle&quot;:&quot;&quot;},{&quot;family&quot;:&quot;Yang&quot;,&quot;given&quot;:&quot;Ming&quot;,&quot;parse-names&quot;:false,&quot;dropping-particle&quot;:&quot;&quot;,&quot;non-dropping-particle&quot;:&quot;&quot;},{&quot;family&quot;:&quot;Jiang&quot;,&quot;given&quot;:&quot;Shan&quot;,&quot;parse-names&quot;:false,&quot;dropping-particle&quot;:&quot;&quot;,&quot;non-dropping-particle&quot;:&quot;&quot;},{&quot;family&quot;:&quot;Chen&quot;,&quot;given&quot;:&quot;Fei&quot;,&quot;parse-names&quot;:false,&quot;dropping-particle&quot;:&quot;&quot;,&quot;non-dropping-particle&quot;:&quot;&quot;},{&quot;family&quot;:&quot;Zhang&quot;,&quot;given&quot;:&quot;Yue&quot;,&quot;parse-names&quot;:false,&quot;dropping-particle&quot;:&quot;&quot;,&quot;non-dropping-particle&quot;:&quot;&quot;},{&quot;family&quot;:&quot;Fu&quot;,&quot;given&quot;:&quot;Xinwen&quot;,&quot;parse-names&quot;:false,&quot;dropping-particle&quot;:&quot;&quot;,&quot;non-dropping-particle&quot;:&quot;&quot;}],&quot;container-title&quot;:&quot;Journal of Systems Architecture&quot;,&quot;DOI&quot;:&quot;10.1016/j.sysarc.2024.103133&quot;,&quot;ISSN&quot;:&quot;13837621&quot;,&quot;issued&quot;:{&quot;date-parts&quot;:[[2024,5,1]]},&quot;abstract&quot;:&quot;Chain of custody is needed to document the sequence of custody of sensitive big data such as various healthcare data. In this work, we propose a secure and autonomous big data sharing system (BBS) based on a permissioned blockchain. In our system, we refer to the data stored at a blockchain node but outside the ledger for sharing as “off-state”, such as the large amounts of data (called “big data”) that cannot be stored directly in a blockchain ledger in practice. To securely and autonomously share the off-state data, we further design an off-state sharing protocol. In the proposed protocol, a sender registers the big data with BBS for sharing. To acquire the big data, an authenticated and authorized receiver has to propose transactions and interact with BBS in five phases, including data transfer authorization, data transfer, two-time key request, and data decryption. The key advantage of BBS is its ability to defeat dishonest users and autonomously perform the aforementioned five phases. The corresponding transactions are recorded in the ledger, serving as chain of custody evidences that document the data trail. To demonstrate the effectiveness of our proposed system, we have designed and implemented prototypes of BBS for sharing big files over two representative permissioned blockchains, i.e., Hyperledger Fabric and Enterprise Ethereum. Extensive experiments are performed to validate the feasibility and performance of our system.&quot;,&quot;publisher&quot;:&quot;Elsevier B.V.&quot;,&quot;volume&quot;:&quot;150&quot;,&quot;container-title-short&quot;:&quot;&quot;},&quot;isTemporary&quot;:false}],&quot;citationTag&quot;:&quot;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&quot;},{&quot;citationID&quot;:&quot;MENDELEY_CITATION_54155f99-4410-4e86-8990-7fa410f990d8&quot;,&quot;properties&quot;:{&quot;noteIndex&quot;:0},&quot;isEdited&quot;:false,&quot;manualOverride&quot;:{&quot;isManuallyOverridden&quot;:false,&quot;citeprocText&quot;:&quot;&lt;sup&gt;9,24,25&lt;/sup&gt;&quot;,&quot;manualOverrideText&quot;:&quot;&quot;},&quot;citationItems&quot;:[{&quot;id&quot;:&quot;fca7d2ff-8213-30a9-95b8-9c394ff9694a&quot;,&quot;itemData&quot;:{&quot;type&quot;:&quot;paper-conference&quot;,&quot;id&quot;:&quot;fca7d2ff-8213-30a9-95b8-9c394ff9694a&quot;,&quot;title&quot;:&quot;Secure SDLC for IoT Based Health Monitor&quot;,&quot;author&quot;:[{&quot;family&quot;:&quot;Fernandes&quot;,&quot;given&quot;:&quot;Avelet Maria&quot;,&quot;parse-names&quot;:false,&quot;dropping-particle&quot;:&quot;&quot;,&quot;non-dropping-particle&quot;:&quot;&quot;},{&quot;family&quot;:&quot;Pai&quot;,&quot;given&quot;:&quot;Anusha&quot;,&quot;parse-names&quot;:false,&quot;dropping-particle&quot;:&quot;&quot;,&quot;non-dropping-particle&quot;:&quot;&quot;},{&quot;family&quot;:&quot;Colaco&quot;,&quot;given&quot;:&quot;Louella M. Mesquita&quot;,&quot;parse-names&quot;:false,&quot;dropping-particle&quot;:&quot;&quot;,&quot;non-dropping-particle&quot;:&quot;&quot;}],&quot;container-title&quot;:&quot;2018 Second International Conference on Electronics, Communication and Aerospace Technology (ICECA)&quot;,&quot;DOI&quot;:&quot;10.1109/ICECA.2018.8474668&quot;,&quot;ISBN&quot;:&quot;978-1-5386-0965-1&quot;,&quot;URL&quot;:&quot;https://ieeexplore.ieee.org/document/8474668/&quot;,&quot;issued&quot;:{&quot;date-parts&quot;:[[2018,3]]},&quot;page&quot;:&quot;1236-1241&quot;,&quot;abstract&quot;:&quot;IEEE Conference Record # 42487. &quot;,&quot;publisher&quot;:&quot;IEEE&quot;,&quot;container-title-short&quot;:&quot;&quot;},&quot;isTemporary&quot;:false},{&quot;id&quot;:&quot;cbb789a7-087b-3ccb-9c8a-49ff1917593e&quot;,&quot;itemData&quot;:{&quot;type&quot;:&quot;article&quot;,&quot;id&quot;:&quot;cbb789a7-087b-3ccb-9c8a-49ff1917593e&quot;,&quot;title&quot;:&quot;The Security of Autonomous Driving: Threats, Defenses, and Future Directions&quot;,&quot;author&quot;:[{&quot;family&quot;:&quot;Ren&quot;,&quot;given&quot;:&quot;Kui&quot;,&quot;parse-names&quot;:false,&quot;dropping-particle&quot;:&quot;&quot;,&quot;non-dropping-particle&quot;:&quot;&quot;},{&quot;family&quot;:&quot;Wang&quot;,&quot;given&quot;:&quot;Qian&quot;,&quot;parse-names&quot;:false,&quot;dropping-particle&quot;:&quot;&quot;,&quot;non-dropping-particle&quot;:&quot;&quot;},{&quot;family&quot;:&quot;Wang&quot;,&quot;given&quot;:&quot;Cong&quot;,&quot;parse-names&quot;:false,&quot;dropping-particle&quot;:&quot;&quot;,&quot;non-dropping-particle&quot;:&quot;&quot;},{&quot;family&quot;:&quot;Qin&quot;,&quot;given&quot;:&quot;Zhan&quot;,&quot;parse-names&quot;:false,&quot;dropping-particle&quot;:&quot;&quot;,&quot;non-dropping-particle&quot;:&quot;&quot;},{&quot;family&quot;:&quot;Lin&quot;,&quot;given&quot;:&quot;Xiaodong&quot;,&quot;parse-names&quot;:false,&quot;dropping-particle&quot;:&quot;&quot;,&quot;non-dropping-particle&quot;:&quot;&quot;}],&quot;container-title&quot;:&quot;Proceedings of the IEEE&quot;,&quot;DOI&quot;:&quot;10.1109/JPROC.2019.2948775&quot;,&quot;ISSN&quot;:&quot;15582256&quot;,&quot;issued&quot;:{&quot;date-parts&quot;:[[2020,2,1]]},&quot;page&quot;:&quot;357-372&quot;,&quot;abstract&quot;:&quot;Autonomous vehicles (AVs) have promised to drastically improve the convenience of driving by releasing the burden of drivers and reducing traffic accidents with more precise control. With the fast development of artificial intelligence and significant advancements of the Internet of Things technologies, we have witnessed the steady progress of autonomous driving over the recent years. As promising as it is, the march of autonomous driving technologies also faces new challenges, among which security is the top concern. In this article, we give a systematic study on the security threats surrounding autonomous driving, from the angles of perception, navigation, and control. In addition to the in-depth overview of these threats, we also summarize the corresponding defense strategies. Furthermore, we discuss future research directions about the new security threats, especially those related to deep-learning-based self-driving vehicles. By providing the security guidelines at this early stage, we aim to promote new techniques and designs related to AVs from both academia and industry and boost the development of secure autonomous driving.&quot;,&quot;publisher&quot;:&quot;Institute of Electrical and Electronics Engineers Inc.&quot;,&quot;issue&quot;:&quot;2&quot;,&quot;volume&quot;:&quot;108&quot;,&quot;container-title-short&quot;:&quot;&quot;},&quot;isTemporary&quot;:false},{&quot;id&quot;:&quot;45ae5d91-5c8e-320c-8803-c2735bc25c29&quot;,&quot;itemData&quot;:{&quot;type&quot;:&quot;article-journal&quot;,&quot;id&quot;:&quot;45ae5d91-5c8e-320c-8803-c2735bc25c29&quot;,&quot;title&quot;:&quot;SSDTutor: A feedback-driven intelligent tutoring system for secure software development&quot;,&quot;author&quot;:[{&quot;family&quot;:&quot;Newar&quot;,&quot;given&quot;:&quot;Dip Kiran Pradhan&quot;,&quot;parse-names&quot;:false,&quot;dropping-particle&quot;:&quot;&quot;,&quot;non-dropping-particle&quot;:&quot;&quot;},{&quot;family&quot;:&quot;Zhao&quot;,&quot;given&quot;:&quot;Rui&quot;,&quot;parse-names&quot;:false,&quot;dropping-particle&quot;:&quot;&quot;,&quot;non-dropping-particle&quot;:&quot;&quot;},{&quot;family&quot;:&quot;Siy&quot;,&quot;given&quot;:&quot;Harvey&quot;,&quot;parse-names&quot;:false,&quot;dropping-particle&quot;:&quot;&quot;,&quot;non-dropping-particle&quot;:&quot;&quot;},{&quot;family&quot;:&quot;Soh&quot;,&quot;given&quot;:&quot;Leen Kiat&quot;,&quot;parse-names&quot;:false,&quot;dropping-particle&quot;:&quot;&quot;,&quot;non-dropping-particle&quot;:&quot;&quot;},{&quot;family&quot;:&quot;Song&quot;,&quot;given&quot;:&quot;Myoungkyu&quot;,&quot;parse-names&quot;:false,&quot;dropping-particle&quot;:&quot;&quot;,&quot;non-dropping-particle&quot;:&quot;&quot;}],&quot;container-title&quot;:&quot;Science of Computer Programming&quot;,&quot;container-title-short&quot;:&quot;Sci Comput Program&quot;,&quot;DOI&quot;:&quot;10.1016/j.scico.2023.102933&quot;,&quot;ISSN&quot;:&quot;01676423&quot;,&quot;issued&quot;:{&quot;date-parts&quot;:[[2023,4,1]]},&quot;abstract&quot;:&quot;Application Programming Interfaces (APIs) in cryptography typically impose concealed usage constraints. The violations of these usage constraints can lead to software crashes or security vulnerabilities. Several professional tools can detect these constraints (API misuses) in cryptography; however, in the educational programs, the focus has been less on helping students implement an application without cryptographic API misuses that are caused by either a lack of cryptographic knowledge or programming mistakes. To address the problem, we present an intelligent tutoring approach SSDTutor for educating Secure Software Development. Our tutoring approach helps students or developers repair cryptographic API misuse defects by leveraging an automated program repair technique based on the usage patterns of cryptographic APIs. We studied the best practices of cryptographic implementations and encoded eight cryptographic API usage patterns. For quality feedback, we leverage a clone detection technique to recommend related feedback for helping students understand why their programs are incorrect, rather than blindly accepting repairs. We evaluated SSDTutor on 456 open source subject projects implemented with cryptographic APIs. SSDTutor successfully detected 1,553 out of 1,573 misuse defects with 98.9% accuracy and repaired 1,551 out of 1,573 misuse defects with 99.3% accuracy. In a user study involving 22 students, the participants reported that interactive SSDTutor's feedback recommendation could be valuable for novice students to learn about the correct usages of cryptography APIs.&quot;,&quot;publisher&quot;:&quot;Elsevier B.V.&quot;,&quot;volume&quot;:&quot;227&quot;},&quot;isTemporary&quot;:false}],&quot;citationTag&quot;:&quot;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&quot;},{&quot;citationID&quot;:&quot;MENDELEY_CITATION_3d210812-16bf-4197-9cab-e02c8c25d1c6&quot;,&quot;properties&quot;:{&quot;noteIndex&quot;:0},&quot;isEdited&quot;:false,&quot;manualOverride&quot;:{&quot;isManuallyOverridden&quot;:false,&quot;citeprocText&quot;:&quot;&lt;sup&gt;26&lt;/sup&gt;&quot;,&quot;manualOverrideText&quot;:&quot;&quot;},&quot;citationItems&quot;:[{&quot;id&quot;:&quot;8c33ad03-d31f-36d8-959e-aa5f5ecf41d2&quot;,&quot;itemData&quot;:{&quot;type&quot;:&quot;article-journal&quot;,&quot;id&quot;:&quot;8c33ad03-d31f-36d8-959e-aa5f5ecf41d2&quot;,&quot;title&quot;:&quot;A Distributed and Secure Software Architecture Based on Blockchain Technology for Application Software&quot;,&quot;author&quot;:[{&quot;family&quot;:&quot;Kooshari&quot;,&quot;given&quot;:&quot;Ali&quot;,&quot;parse-names&quot;:false,&quot;dropping-particle&quot;:&quot;&quot;,&quot;non-dropping-particle&quot;:&quot;&quot;},{&quot;family&quot;:&quot;Fartash&quot;,&quot;given&quot;:&quot;Mehdi&quot;,&quot;parse-names&quot;:false,&quot;dropping-particle&quot;:&quot;&quot;,&quot;non-dropping-particle&quot;:&quot;&quot;}],&quot;container-title&quot;:&quot;Wireless Personal Communications&quot;,&quot;container-title-short&quot;:&quot;Wirel Pers Commun&quot;,&quot;DOI&quot;:&quot;10.1007/s11277-023-10282-x&quot;,&quot;ISSN&quot;:&quot;1572834X&quot;,&quot;issued&quot;:{&quot;date-parts&quot;:[[2023,5,1]]},&quot;page&quot;:&quot;219-240&quot;,&quot;abstract&quot;:&quot;The use of IoT technology is constantly and uninterruptedly increasing. Sensors in the IoT environment collect large amounts of data and send them to servers. The user's data in IoT applications, which has a large volume, is the big data. Big data belonging to IoT network users expose various security attacks and challenges. One of the technologies that provide data security in the Internet of Things is Blockchain technology. In Blockchain technology, all participating nodes participate in this distributed cryptography for data validation. This article aims to provide a blockchain-based distributed software architecture for real-world application software to increase its security. The Arduino nightly 1.6.12 software simulates and extracts the raw data and codes the modules. In this method, the extracted data analyze after storage in the database. Only transient security threats are identified and corrected by applying software approaches, but in the proposed framework, which is the hardware approach, persistent errors can also be identified and corrected. From the point of view of implementation cost, the hardware method has 66.7% hardware overhead. This method is practical and highly valued in applications where data security is essential.&quot;,&quot;publisher&quot;:&quot;Springer&quot;,&quot;issue&quot;:&quot;1&quot;,&quot;volume&quot;:&quot;130&quot;},&quot;isTemporary&quot;:false}],&quot;citationTag&quot;:&quot;MENDELEY_CITATION_v3_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&quot;},{&quot;citationID&quot;:&quot;MENDELEY_CITATION_dcc08825-c28f-4fd7-a4dd-196a90ae240f&quot;,&quot;properties&quot;:{&quot;noteIndex&quot;:0},&quot;isEdited&quot;:false,&quot;manualOverride&quot;:{&quot;isManuallyOverridden&quot;:false,&quot;citeprocText&quot;:&quot;&lt;sup&gt;27&lt;/sup&gt;&quot;,&quot;manualOverrideText&quot;:&quot;&quot;},&quot;citationItems&quot;:[{&quot;id&quot;:&quot;809bb68c-d650-3e39-8581-a6ed89044891&quot;,&quot;itemData&quot;:{&quot;type&quot;:&quot;article-journal&quot;,&quot;id&quot;:&quot;809bb68c-d650-3e39-8581-a6ed89044891&quot;,&quot;title&quot;:&quot;Toward effective secure code reviews: an empirical study of security-related coding weaknesses&quot;,&quot;author&quot;:[{&quot;family&quot;:&quot;Charoenwet&quot;,&quot;given&quot;:&quot;Wachiraphan&quot;,&quot;parse-names&quot;:false,&quot;dropping-particle&quot;:&quot;&quot;,&quot;non-dropping-particle&quot;:&quot;&quot;},{&quot;family&quot;:&quot;Thongtanunam&quot;,&quot;given&quot;:&quot;Patanamon&quot;,&quot;parse-names&quot;:false,&quot;dropping-particle&quot;:&quot;&quot;,&quot;non-dropping-particle&quot;:&quot;&quot;},{&quot;family&quot;:&quot;Pham&quot;,&quot;given&quot;:&quot;Van Thuan&quot;,&quot;parse-names&quot;:false,&quot;dropping-particle&quot;:&quot;&quot;,&quot;non-dropping-particle&quot;:&quot;&quot;},{&quot;family&quot;:&quot;Treude&quot;,&quot;given&quot;:&quot;Christoph&quot;,&quot;parse-names&quot;:false,&quot;dropping-particle&quot;:&quot;&quot;,&quot;non-dropping-particle&quot;:&quot;&quot;}],&quot;container-title&quot;:&quot;Empirical Software Engineering&quot;,&quot;container-title-short&quot;:&quot;Empir Softw Eng&quot;,&quot;DOI&quot;:&quot;10.1007/s10664-024-10496-y&quot;,&quot;ISSN&quot;:&quot;15737616&quot;,&quot;issued&quot;:{&quot;date-parts&quot;:[[2024,7,1]]},&quot;abstract&quot;:&quot;Identifying security issues early is encouraged to reduce the latent negative impacts on the software systems. Code review is a widely-used method that allows developers to manually inspect modified code, catching security issues during a software development cycle. However, existing code review studies often focus on known vulnerabilities, neglecting coding weaknesses, which can introduce real-world security issues that are more visible through code review. The practices of code reviews in identifying such coding weaknesses are not yet fully investigated. To better understand this, we conducted an empirical case study in two large open-source projects, OpenSSL and PHP. Based on 135,560 code review comments, we found that reviewers raised security concerns in 35 out of 40 coding weakness categories. Surprisingly, some coding weaknesses related to past vulnerabilities, such as memory errors and resource management, were discussed less often than the vulnerabilities. Developers attempted to address raised security concerns in many cases (39%-41%), but a substantial portion was merely acknowledged (30%-36%), and some went unfixed due to disagreements about solutions (18%-20%). This highlights that coding weaknesses can slip through code review even when identified. Our findings suggest that reviewers can identify various coding weaknesses leading to security issues during code reviews. However, these results also reveal shortcomings in current code review practices, indicating the need for more effective mechanisms or support for increasing awareness of security issue management in code reviews.&quot;,&quot;publisher&quot;:&quot;Springer&quot;,&quot;issue&quot;:&quot;4&quot;,&quot;volume&quot;:&quot;29&quot;},&quot;isTemporary&quot;:false}],&quot;citationTag&quot;:&quot;MENDELEY_CITATION_v3_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&quot;},{&quot;citationID&quot;:&quot;MENDELEY_CITATION_2a175685-f8d9-43da-b46e-b5068b789499&quot;,&quot;properties&quot;:{&quot;noteIndex&quot;:0},&quot;isEdited&quot;:false,&quot;manualOverride&quot;:{&quot;isManuallyOverridden&quot;:false,&quot;citeprocText&quot;:&quot;&lt;sup&gt;27–32&lt;/sup&gt;&quot;,&quot;manualOverrideText&quot;:&quot;&quot;},&quot;citationItems&quot;:[{&quot;id&quot;:&quot;b7d267db-2601-35e2-a8e1-9f5a90b8c88f&quot;,&quot;itemData&quot;:{&quot;type&quot;:&quot;article-journal&quot;,&quot;id&quot;:&quot;b7d267db-2601-35e2-a8e1-9f5a90b8c88f&quot;,&quot;title&quot;:&quot;DPUAUT: Secure Authentication Protocol with SmartNiC Integration for Trustworthy Communications in Intelligent Swarm Systems&quot;,&quot;author&quot;:[{&quot;family&quot;:&quot;Bakar&quot;,&quot;given&quot;:&quot;Rana Abu&quot;,&quot;parse-names&quot;:false,&quot;dropping-particle&quot;:&quot;&quot;,&quot;non-dropping-particle&quot;:&quot;&quot;},{&quot;family&quot;:&quot;Paolucci&quot;,&quot;given&quot;:&quot;Francesco&quot;,&quot;parse-names&quot;:false,&quot;dropping-particle&quot;:&quot;&quot;,&quot;non-dropping-particle&quot;:&quot;&quot;},{&quot;family&quot;:&quot;Cugini&quot;,&quot;given&quot;:&quot;Filippo&quot;,&quot;parse-names&quot;:false,&quot;dropping-particle&quot;:&quot;&quot;,&quot;non-dropping-particle&quot;:&quot;&quot;},{&quot;family&quot;:&quot;Castoldi&quot;,&quot;given&quot;:&quot;Piero&quot;,&quot;parse-names&quot;:false,&quot;dropping-particle&quot;:&quot;&quot;,&quot;non-dropping-particle&quot;:&quot;&quot;},{&quot;family&quot;:&quot;Jose Vegas Olmos&quot;,&quot;given&quot;:&quot;Juan&quot;,&quot;parse-names&quot;:false,&quot;dropping-particle&quot;:&quot;&quot;,&quot;non-dropping-particle&quot;:&quot;&quot;}],&quot;container-title&quot;:&quot;IEEE Access&quot;,&quot;DOI&quot;:&quot;10.1109/ACCESS.2024.3419104&quot;,&quot;ISSN&quot;:&quot;21693536&quot;,&quot;issued&quot;:{&quot;date-parts&quot;:[[2024]]},&quot;page&quot;:&quot;89986-90004&quot;,&quot;abstract&quot;:&quot;Swarm devices are becoming increasingly prevalent in next-generation networks because they can efficiently handle large-scale distributed computing tasks. The traditional cloud-based frameworks are not suitable for swarm devices due to their low latency and scalability requirements. Moreover, these frameworks are vulnerable to security threats when communicating over unsecured networks. Edge computing addresses these challenges, but it suffers from several security issues, such as device authentication, access control, and privacy issues for swarm devices. Many authentication protocols have been proposed to protect from these attacks, but most of them are vulnerable to physical attacks due to the keys stored in device memory. Physical Unclonable Function (PUF)s can significantly enhance the physical security of these devices by generating a unique identifier for each device, making it difficult for attackers to physically clone or impersonate these devices. In this paper, we propose a provably secure authentication protocol using a Bluefield Data Processing Unit (DPU), enabling one-round mutual authentication while preserving anonymity and preventing physical attacks using PUF. We conduct security analyses comprehensively, which provide evidence of its strong resilience against attacks. Experimental evaluation confirms its dominance over existing solutions. The DPUAUT swarm authentication protocol has a low computational overhead of 6.161ms, and the communication overhead is 1052Bits.&quot;,&quot;publisher&quot;:&quot;Institute of Electrical and Electronics Engineers Inc.&quot;,&quot;volume&quot;:&quot;12&quot;,&quot;container-title-short&quot;:&quot;&quot;},&quot;isTemporary&quot;:false},{&quot;id&quot;:&quot;e4619669-c784-3646-bba9-c8209c944557&quot;,&quot;itemData&quot;:{&quot;type&quot;:&quot;paper-conference&quot;,&quot;id&quot;:&quot;e4619669-c784-3646-bba9-c8209c944557&quot;,&quot;title&quot;:&quot;The Impact of the Practical Security Test during the Software Development Lifecycle&quot;,&quot;author&quot;:[{&quot;family&quot;:&quot;Chen&quot;,&quot;given&quot;:&quot;Shiang-Jiun&quot;,&quot;parse-names&quot;:false,&quot;dropping-particle&quot;:&quot;&quot;,&quot;non-dropping-particle&quot;:&quot;&quot;},{&quot;family&quot;:&quot;Pan&quot;,&quot;given&quot;:&quot;Yu-Chun&quot;,&quot;parse-names&quot;:false,&quot;dropping-particle&quot;:&quot;&quot;,&quot;non-dropping-particle&quot;:&quot;&quot;},{&quot;family&quot;:&quot;Ma&quot;,&quot;given&quot;:&quot;Yi-Wei&quot;,&quot;parse-names&quot;:false,&quot;dropping-particle&quot;:&quot;&quot;,&quot;non-dropping-particle&quot;:&quot;&quot;},{&quot;family&quot;:&quot;Chiang&quot;,&quot;given&quot;:&quot;Cheng-Mou&quot;,&quot;parse-names&quot;:false,&quot;dropping-particle&quot;:&quot;&quot;,&quot;non-dropping-particle&quot;:&quot;&quot;}],&quot;container-title&quot;:&quot;2022 24th International Conference on Advanced Communication Technology (ICACT)&quot;,&quot;DOI&quot;:&quot;10.23919/ICACT53585.2022.9728868&quot;,&quot;ISBN&quot;:&quot;979-11-88428-08-3&quot;,&quot;URL&quot;:&quot;https://ieeexplore.ieee.org/document/9728868/&quot;,&quot;issued&quot;:{&quot;date-parts&quot;:[[2022,2,13]]},&quot;page&quot;:&quot;313-316&quot;,&quot;abstract&quot;:&quot;\&quot;IEEE Catalog Number: CFP22561-ART.\&quot;. &quot;,&quot;publisher&quot;:&quot;IEEE&quot;,&quot;container-title-short&quot;:&quot;&quot;},&quot;isTemporary&quot;:false},{&quot;id&quot;:&quot;e5442d20-cb3d-3a83-a851-6a47dee80ee1&quot;,&quot;itemData&quot;:{&quot;type&quot;:&quot;article-journal&quot;,&quot;id&quot;:&quot;e5442d20-cb3d-3a83-a851-6a47dee80ee1&quot;,&quot;title&quot;:&quot;A model-driven formal methods approach to software architectural security vulnerabilities specification and verification&quot;,&quot;author&quot;:[{&quot;family&quot;:&quot;Rouland&quot;,&quot;given&quot;:&quot;Quentin&quot;,&quot;parse-names&quot;:false,&quot;dropping-particle&quot;:&quot;&quot;,&quot;non-dropping-particle&quot;:&quot;&quot;},{&quot;family&quot;:&quot;Hamid&quot;,&quot;given&quot;:&quot;Brahim&quot;,&quot;parse-names&quot;:false,&quot;dropping-particle&quot;:&quot;&quot;,&quot;non-dropping-particle&quot;:&quot;&quot;},{&quot;family&quot;:&quot;Jaskolka&quot;,&quot;given&quot;:&quot;Jason&quot;,&quot;parse-names&quot;:false,&quot;dropping-particle&quot;:&quot;&quot;,&quot;non-dropping-particle&quot;:&quot;&quot;}],&quot;container-title&quot;:&quot;Journal of Systems and Software&quot;,&quot;DOI&quot;:&quot;10.1016/j.jss.2024.112219&quot;,&quot;ISSN&quot;:&quot;01641212&quot;,&quot;issued&quot;:{&quot;date-parts&quot;:[[2025,1,1]]},&quot;abstract&quot;:&quot;Detecting and addressing security vulnerabilities in software designs is crucial for ensuring the reliable and safe operation of systems. Existing approaches for vulnerability specification lack the necessary flexibility for practical use. To tackle this issue, we propose an integrated model-driven approach for vulnerability detection and treatment during software architecture design. The approach involves specifying vulnerabilities as properties of a modeled system in a technology-independent language, expressing conditions for vulnerability detection using a language supported by automated tools, and recommending security requirements to mitigate detected vulnerabilities. Formalized vulnerabilities and security requirements are presented as model libraries to facilitate reuse. Our methodology employs first-order and modal logic as a technology-independent formalism, with Alloy as the tool-supported language for modeling and software development. We have developed a Model-Driven Engineering (MDE) tool to implement this approach. To validate our work, we apply it to representative vulnerabilities based on the Common Weakness Enumeration (CWE) classifications within the context of secure component-based software architecture development.&quot;,&quot;publisher&quot;:&quot;Elsevier Inc.&quot;,&quot;volume&quot;:&quot;219&quot;,&quot;container-title-short&quot;:&quot;&quot;},&quot;isTemporary&quot;:false},{&quot;id&quot;:&quot;370780f0-892d-3015-8cc4-050a23c17afe&quot;,&quot;itemData&quot;:{&quot;type&quot;:&quot;paper-conference&quot;,&quot;id&quot;:&quot;370780f0-892d-3015-8cc4-050a23c17afe&quot;,&quot;title&quot;:&quot;Packet Encoding Based on Encrypted Raptor Code for Secure Internet of Vehicles Communication&quot;,&quot;author&quot;:[{&quot;family&quot;:&quot;Cheng&quot;,&quot;given&quot;:&quot;Junzhe&quot;,&quot;parse-names&quot;:false,&quot;dropping-particle&quot;:&quot;&quot;,&quot;non-dropping-particle&quot;:&quot;&quot;},{&quot;family&quot;:&quot;Xu&quot;,&quot;given&quot;:&quot;Dongyang&quot;,&quot;parse-names&quot;:false,&quot;dropping-particle&quot;:&quot;&quot;,&quot;non-dropping-particle&quot;:&quot;&quot;},{&quot;family&quot;:&quot;Srivastava&quot;,&quot;given&quot;:&quot;Gautam&quot;,&quot;parse-names&quot;:false,&quot;dropping-particle&quot;:&quot;&quot;,&quot;non-dropping-particle&quot;:&quot;&quot;},{&quot;family&quot;:&quot;Yu&quot;,&quot;given&quot;:&quot;Keping&quot;,&quot;parse-names&quot;:false,&quot;dropping-particle&quot;:&quot;&quot;,&quot;non-dropping-particle&quot;:&quot;&quot;}],&quot;container-title&quot;:&quot;IEEE Vehicular Technology Conference&quot;,&quot;DOI&quot;:&quot;10.1109/VTC2023-Spring57618.2023.10199567&quot;,&quot;ISBN&quot;:&quot;9798350311143&quot;,&quot;ISSN&quot;:&quot;15502252&quot;,&quot;issued&quot;:{&quot;date-parts&quot;:[[2023]]},&quot;abstract&quot;:&quot;The Internet of Vehicles (IoV) industry has developed rapidly in recent years. However, the information security of IoV needs more attention. The use of cross-layer secure transmission technology can improve the security of IoV communication, but the existing cross-layer schemes have some shortcomings. To this end, we propose a packet encoding scheme based on encrypted Raptor codes to improve the secure capacity of IoV communication by utilizing fountain codes and physical layer Low-density parity-check (LDPC) codes. Specifically, we choose Raptor codes which combine LDPC codes and fountain codes for secure encoding. With a sparser degree distribution, Raptor codes make decoding faster and more accurate at the legitimate receiver. In the transmission, the transmitter encrypts and sends the coding control information corresponding to the packets received by the legitimate receiver, rather than sending the generating matrix directly. We found that confidentiality can be improved by this encrypting. The simulation results show that the proposed scheme has higher security than the comparison schemes.&quot;,&quot;publisher&quot;:&quot;Institute of Electrical and Electronics Engineers Inc.&quot;,&quot;volume&quot;:&quot;2023-June&quot;,&quot;container-title-short&quot;:&quot;&quot;},&quot;isTemporary&quot;:false},{&quot;id&quot;:&quot;ad9e3500-3ebb-34e1-b43a-a193afcfb159&quot;,&quot;itemData&quot;:{&quot;type&quot;:&quot;article-journal&quot;,&quot;id&quot;:&quot;ad9e3500-3ebb-34e1-b43a-a193afcfb159&quot;,&quot;title&quot;:&quot;Eye tracking technologies to visualize secure coding behavior&quot;,&quot;author&quot;:[{&quot;family&quot;:&quot;Davis&quot;,&quot;given&quot;:&quot;Daniel Kyle&quot;,&quot;parse-names&quot;:false,&quot;dropping-particle&quot;:&quot;&quot;,&quot;non-dropping-particle&quot;:&quot;&quot;},{&quot;family&quot;:&quot;Zhu&quot;,&quot;given&quot;:&quot;Feng&quot;,&quot;parse-names&quot;:false,&quot;dropping-particle&quot;:&quot;&quot;,&quot;non-dropping-particle&quot;:&quot;&quot;}],&quot;container-title&quot;:&quot;Array&quot;,&quot;DOI&quot;:&quot;10.1016/j.array.2022.100241&quot;,&quot;ISSN&quot;:&quot;25900056&quot;,&quot;issued&quot;:{&quot;date-parts&quot;:[[2022,9,1]]},&quot;abstract&quot;:&quot;Secure coders' experiences and performances vary greatly and any missed security flaws in source code may lead to costly consequences. Their behavior to analyze source code and develop mitigation techniques is not well understood. Our objective is to gain insight into the strategies and techniques from both novice and experienced developers. Proper understanding can help us to inform inexperienced coders to efficiently and accurately approach, discover, and mitigate security flaws. Our research relies upon eye tracking hardware and software to collect and analyze the eye gazes. Unlike existing approaches, we incorporate a wide range of tasks simultaneously reading documentation, writing code, and using security coding analysis tools. We analyze both static and dynamic (interactive) stimuli in a realistic software development environment. Our pictorial visualizations represent a coder's eye gazes that visually demonstrates their behavior and patterns. In addition, we provide the full context of the stimuli that a participant observed. This allows for investigating the behavior at a range of tasks for a single participant and between participants. Our secure coding tasks include reading documentation, reading source code, and writing source code for a web application as well as utilizing security code scanning tools. Our contributions also include (1) novel visualization techniques to present transitions among components within and between applications, and (2) presentations of coders' attention levels during secure coding by investigating the change of pupil sizes. The eye tracking collection and analysis techniques support both modifiable stimuli and stimuli presented in different sequences based upon individual participant's behavior.&quot;,&quot;publisher&quot;:&quot;Elsevier B.V.&quot;,&quot;volume&quot;:&quot;15&quot;,&quot;container-title-short&quot;:&quot;&quot;},&quot;isTemporary&quot;:false},{&quot;id&quot;:&quot;809bb68c-d650-3e39-8581-a6ed89044891&quot;,&quot;itemData&quot;:{&quot;type&quot;:&quot;article-journal&quot;,&quot;id&quot;:&quot;809bb68c-d650-3e39-8581-a6ed89044891&quot;,&quot;title&quot;:&quot;Toward effective secure code reviews: an empirical study of security-related coding weaknesses&quot;,&quot;author&quot;:[{&quot;family&quot;:&quot;Charoenwet&quot;,&quot;given&quot;:&quot;Wachiraphan&quot;,&quot;parse-names&quot;:false,&quot;dropping-particle&quot;:&quot;&quot;,&quot;non-dropping-particle&quot;:&quot;&quot;},{&quot;family&quot;:&quot;Thongtanunam&quot;,&quot;given&quot;:&quot;Patanamon&quot;,&quot;parse-names&quot;:false,&quot;dropping-particle&quot;:&quot;&quot;,&quot;non-dropping-particle&quot;:&quot;&quot;},{&quot;family&quot;:&quot;Pham&quot;,&quot;given&quot;:&quot;Van Thuan&quot;,&quot;parse-names&quot;:false,&quot;dropping-particle&quot;:&quot;&quot;,&quot;non-dropping-particle&quot;:&quot;&quot;},{&quot;family&quot;:&quot;Treude&quot;,&quot;given&quot;:&quot;Christoph&quot;,&quot;parse-names&quot;:false,&quot;dropping-particle&quot;:&quot;&quot;,&quot;non-dropping-particle&quot;:&quot;&quot;}],&quot;container-title&quot;:&quot;Empirical Software Engineering&quot;,&quot;container-title-short&quot;:&quot;Empir Softw Eng&quot;,&quot;DOI&quot;:&quot;10.1007/s10664-024-10496-y&quot;,&quot;ISSN&quot;:&quot;15737616&quot;,&quot;issued&quot;:{&quot;date-parts&quot;:[[2024,7,1]]},&quot;abstract&quot;:&quot;Identifying security issues early is encouraged to reduce the latent negative impacts on the software systems. Code review is a widely-used method that allows developers to manually inspect modified code, catching security issues during a software development cycle. However, existing code review studies often focus on known vulnerabilities, neglecting coding weaknesses, which can introduce real-world security issues that are more visible through code review. The practices of code reviews in identifying such coding weaknesses are not yet fully investigated. To better understand this, we conducted an empirical case study in two large open-source projects, OpenSSL and PHP. Based on 135,560 code review comments, we found that reviewers raised security concerns in 35 out of 40 coding weakness categories. Surprisingly, some coding weaknesses related to past vulnerabilities, such as memory errors and resource management, were discussed less often than the vulnerabilities. Developers attempted to address raised security concerns in many cases (39%-41%), but a substantial portion was merely acknowledged (30%-36%), and some went unfixed due to disagreements about solutions (18%-20%). This highlights that coding weaknesses can slip through code review even when identified. Our findings suggest that reviewers can identify various coding weaknesses leading to security issues during code reviews. However, these results also reveal shortcomings in current code review practices, indicating the need for more effective mechanisms or support for increasing awareness of security issue management in code reviews.&quot;,&quot;publisher&quot;:&quot;Springer&quot;,&quot;issue&quot;:&quot;4&quot;,&quot;volume&quot;:&quot;29&quot;},&quot;isTemporary&quot;:false}],&quot;citationTag&quot;:&quot;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&quot;},{&quot;citationID&quot;:&quot;MENDELEY_CITATION_4bebd68e-28ce-438c-be1b-fe5d651e29d7&quot;,&quot;properties&quot;:{&quot;noteIndex&quot;:0},&quot;isEdited&quot;:false,&quot;manualOverride&quot;:{&quot;isManuallyOverridden&quot;:false,&quot;citeprocText&quot;:&quot;&lt;sup&gt;33–35&lt;/sup&gt;&quot;,&quot;manualOverrideText&quot;:&quot;&quot;},&quot;citationItems&quot;:[{&quot;id&quot;:&quot;36c97378-f7d9-38f9-ad12-c61b5f838324&quot;,&quot;itemData&quot;:{&quot;type&quot;:&quot;article-journal&quot;,&quot;id&quot;:&quot;36c97378-f7d9-38f9-ad12-c61b5f838324&quot;,&quot;title&quot;:&quot;Exploring How to Apply Secure Software Design Principles&quot;,&quot;author&quot;:[{&quot;family&quot;:&quot;Ebad&quot;,&quot;given&quot;:&quot;Shouki A.&quot;,&quot;parse-names&quot;:false,&quot;dropping-particle&quot;:&quot;&quot;,&quot;non-dropping-particle&quot;:&quot;&quot;}],&quot;container-title&quot;:&quot;IEEE Access&quot;,&quot;DOI&quot;:&quot;10.1109/ACCESS.2022.3227434&quot;,&quot;ISSN&quot;:&quot;21693536&quot;,&quot;issued&quot;:{&quot;date-parts&quot;:[[2022]]},&quot;page&quot;:&quot;128983-128993&quot;,&quot;abstract&quot;:&quot;Secure design principles (SDPs) are employed to be a solution against many types of attacks. However, it has been shown that software designers are not familiar with the notion of SDPs or do not understand how to implement them in the design stage. This paper tries to bridge this gap by applying SDPs to a real-world software project, electronic promotion system (ePS), and commenting on the contribution of each SDP. Saltzer and Schroeder's eight principles, along with three additional principles proposed by others, are chosen to be applied to ePS. The results show that most of the SPDs identified here were instrumental and applied in the ePS's design. Most of the eleven SDPs, economy of mechanism, fail-safe defaults, least privilege, least common mechanisms, sound authentication, defense in depth, and input validation were implemented on ePS to a great extent. Others, namely separation of privileges and psychological acceptability, were applied to a limited extent. The remaining two principles, complete mediation and open design, did not play a vital role, as ePS by itself satisfies these two principles. Some contradictions and interrelations among the SDPs when they were applied were also debated. Taking into account the integration of ePS with other enterprise systems in the same organization, it was felt placing SDPs in a general context would be beneficial and sufficient. This work is expected to bridge the gap between software developers and state-of-The-Art research on software SDPs.&quot;,&quot;publisher&quot;:&quot;Institute of Electrical and Electronics Engineers Inc.&quot;,&quot;volume&quot;:&quot;10&quot;,&quot;container-title-short&quot;:&quot;&quot;},&quot;isTemporary&quot;:false},{&quot;id&quot;:&quot;7e793c34-75a5-31db-b3e8-b969ce8c7fe8&quot;,&quot;itemData&quot;:{&quot;type&quot;:&quot;article-journal&quot;,&quot;id&quot;:&quot;7e793c34-75a5-31db-b3e8-b969ce8c7fe8&quot;,&quot;title&quot;:&quot;A model checking-based security analysis framework for IoT systems&quot;,&quot;author&quot;:[{&quot;family&quot;:&quot;Fang&quot;,&quot;given&quot;:&quot;Zheng&quot;,&quot;parse-names&quot;:false,&quot;dropping-particle&quot;:&quot;&quot;,&quot;non-dropping-particle&quot;:&quot;&quot;},{&quot;family&quot;:&quot;Fu&quot;,&quot;given&quot;:&quot;Hao&quot;,&quot;parse-names&quot;:false,&quot;dropping-particle&quot;:&quot;&quot;,&quot;non-dropping-particle&quot;:&quot;&quot;},{&quot;family&quot;:&quot;Gu&quot;,&quot;given&quot;:&quot;Tianbo&quot;,&quot;parse-names&quot;:false,&quot;dropping-particle&quot;:&quot;&quot;,&quot;non-dropping-particle&quot;:&quot;&quot;},{&quot;family&quot;:&quot;Qian&quot;,&quot;given&quot;:&quot;Zhiyun&quot;,&quot;parse-names&quot;:false,&quot;dropping-particle&quot;:&quot;&quot;,&quot;non-dropping-particle&quot;:&quot;&quot;},{&quot;family&quot;:&quot;Jaeger&quot;,&quot;given&quot;:&quot;Trent&quot;,&quot;parse-names&quot;:false,&quot;dropping-particle&quot;:&quot;&quot;,&quot;non-dropping-particle&quot;:&quot;&quot;},{&quot;family&quot;:&quot;Hu&quot;,&quot;given&quot;:&quot;Pengfei&quot;,&quot;parse-names&quot;:false,&quot;dropping-particle&quot;:&quot;&quot;,&quot;non-dropping-particle&quot;:&quot;&quot;},{&quot;family&quot;:&quot;Mohapatra&quot;,&quot;given&quot;:&quot;Prasant&quot;,&quot;parse-names&quot;:false,&quot;dropping-particle&quot;:&quot;&quot;,&quot;non-dropping-particle&quot;:&quot;&quot;}],&quot;container-title&quot;:&quot;High-Confidence Computing&quot;,&quot;DOI&quot;:&quot;10.1016/j.hcc.2021.100004&quot;,&quot;ISSN&quot;:&quot;26672952&quot;,&quot;issued&quot;:{&quot;date-parts&quot;:[[2021,6,1]]},&quot;abstract&quot;:&quot;IoT systems are revolutionizing our life by providing ubiquitous computing, inter-connectivity, and automated control. However, the increasing system complexity poses huge challenges for security as IoT devices are distributed, highly heterogeneous, and can directly interact with the physical environment. In IoT systems, bugs in device firmware, defects in network protocols, and design flaws in automation rules can lead to system breach or failure. The challenge gets even more escalated as the possible attacks may be chained together in a long sequence across multiple layers, rendering the existing vulnerability analysis frameworks inapplicable. In this paper, we present FORESEE, a model checking-based framework to comprehensively evaluate IoT system security. It builds a multi-layer IoT hypothesis graph by simultaneously modeling all of the essential components in IoT systems, including the physical environment, devices, communication protocols, and applications. The model checker can then analyze the generated hypothesis graph to validate system security properties or generate attack paths if there are any violations. An optimization algorithm is further introduced to reduce the computational complexity of our analysis. Our framework verifies hypothesis graphs with millions of nodes in less than 100 seconds. The illustrative case studies show that our framework can detect more potential threats than the existing approaches.&quot;,&quot;publisher&quot;:&quot;Elsevier B.V.&quot;,&quot;issue&quot;:&quot;1&quot;,&quot;volume&quot;:&quot;1&quot;,&quot;container-title-short&quot;:&quot;&quot;},&quot;isTemporary&quot;:false},{&quot;id&quot;:&quot;d9900ade-c3b5-38ba-ac5a-4a69b0aee97c&quot;,&quot;itemData&quot;:{&quot;type&quot;:&quot;article-journal&quot;,&quot;id&quot;:&quot;d9900ade-c3b5-38ba-ac5a-4a69b0aee97c&quot;,&quot;title&quot;:&quot;Fast Parametric Model Checking with Applications to Software Performability Analysis&quot;,&quot;author&quot;:[{&quot;family&quot;:&quot;Fang&quot;,&quot;given&quot;:&quot;Xinwei&quot;,&quot;parse-names&quot;:false,&quot;dropping-particle&quot;:&quot;&quot;,&quot;non-dropping-particle&quot;:&quot;&quot;},{&quot;family&quot;:&quot;Calinescu&quot;,&quot;given&quot;:&quot;Radu&quot;,&quot;parse-names&quot;:false,&quot;dropping-particle&quot;:&quot;&quot;,&quot;non-dropping-particle&quot;:&quot;&quot;},{&quot;family&quot;:&quot;Gerasimou&quot;,&quot;given&quot;:&quot;Simos&quot;,&quot;parse-names&quot;:false,&quot;dropping-particle&quot;:&quot;&quot;,&quot;non-dropping-particle&quot;:&quot;&quot;},{&quot;family&quot;:&quot;Alhwikem&quot;,&quot;given&quot;:&quot;Faisal&quot;,&quot;parse-names&quot;:false,&quot;dropping-particle&quot;:&quot;&quot;,&quot;non-dropping-particle&quot;:&quot;&quot;}],&quot;container-title&quot;:&quot;IEEE Transactions on Software Engineering&quot;,&quot;DOI&quot;:&quot;10.1109/TSE.2023.3313645&quot;,&quot;ISSN&quot;:&quot;19393520&quot;,&quot;issued&quot;:{&quot;date-parts&quot;:[[2023,10,1]]},&quot;page&quot;:&quot;4707-4730&quot;,&quot;abstract&quot;:&quot;We present an efficient parametric model checking technique for the analysis of software performability, i.e., of the performance and dependability properties of software systems. The new parametric model checking (pMC) technique works by using a heuristic to automatically decompose a parametric discrete-time Markov chain (pDTMC) model of the software system under verification into fragments that can be analysed independently, yielding results that are then combined to establish the required software performability properties. Our fast parametric model checking (fPMC) technique enables the formal analysis of software systems modelled by pDTMCs that are too complex to be handled by existing pMC methods. Furthermore, for many pDTMCs that state-of-the-art parametric model checkers can analyse, fPMC produces solutions (i.e., algebraic formulae) that are simpler and much faster to evaluate. We show experimentally that adding fPMC to the existing repertoire of pMC methods improves the efficiency of parametric model checking significantly, and extends its applicability to software systems with more complex behaviour than currently possible.&quot;,&quot;publisher&quot;:&quot;Institute of Electrical and Electronics Engineers Inc.&quot;,&quot;issue&quot;:&quot;10&quot;,&quot;volume&quot;:&quot;49&quot;,&quot;container-title-short&quot;:&quot;&quot;},&quot;isTemporary&quot;:false}],&quot;citationTag&quot;:&quot;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&quot;},{&quot;citationID&quot;:&quot;MENDELEY_CITATION_276ddae8-3bcd-4633-94ae-266860944b3b&quot;,&quot;properties&quot;:{&quot;noteIndex&quot;:0},&quot;isEdited&quot;:false,&quot;manualOverride&quot;:{&quot;isManuallyOverridden&quot;:false,&quot;citeprocText&quot;:&quot;&lt;sup&gt;36,37&lt;/sup&gt;&quot;,&quot;manualOverrideText&quot;:&quot;&quot;},&quot;citationItems&quot;:[{&quot;id&quot;:&quot;5ece0fe7-3e0d-3f99-9db1-f7031067308b&quot;,&quot;itemData&quot;:{&quot;type&quot;:&quot;paper-conference&quot;,&quot;id&quot;:&quot;5ece0fe7-3e0d-3f99-9db1-f7031067308b&quot;,&quot;title&quot;:&quot;A Formal Verification-Based Risk Assessment Framework for the Authentication of Self-driving Vehicles&quot;,&quot;author&quot;:[{&quot;family&quot;:&quot;Saeed&quot;,&quot;given&quot;:&quot;Muhammad Salman&quot;,&quot;parse-names&quot;:false,&quot;dropping-particle&quot;:&quot;&quot;,&quot;non-dropping-particle&quot;:&quot;&quot;},{&quot;family&quot;:&quot;Bezzateev&quot;,&quot;given&quot;:&quot;Sergey&quot;,&quot;parse-names&quot;:false,&quot;dropping-particle&quot;:&quot;&quot;,&quot;non-dropping-particle&quot;:&quot;&quot;}],&quot;container-title&quot;:&quot;Proceedings of the 2024 8th International Conference on Information, Control, and Communication Technologies, ICCT 2024&quot;,&quot;DOI&quot;:&quot;10.1109/ICCT62929.2024.10875011&quot;,&quot;ISBN&quot;:&quot;9798331517564&quot;,&quot;issued&quot;:{&quot;date-parts&quot;:[[2024]]},&quot;abstract&quot;:&quot;With self-driving vehicles becoming more and more part of the modern transportation, secure communication among vehicle to vehicle, infrastructure and cloud services are very important. Autonomous vehicles (AVs) face various security threats because they rely on wireless communications to interact with infrastructure (V2I) and other vehicles (V2V). The security and the integrity of such communication are essential, especially in large-scale network-topologies, as well as in real-time and scalable authentication processes. We proposed a framework that uses formal verification techniques to systematically identify, assess, and mitigate potential risks associated with authentication protocols in autonomous vehicles. By Incorporating probabilistic model checking, the framework facilitates a more rigorous approach to security and increases the resilience of authentication mechanisms in diverse environments and operating conditions. Our risk assessment methodology considers authentication failures caused by network delays, adversarial attacks (such as man-in-the-middle and replay attacks), and data breaches. The proposed framework is compared with existing authentication and risk assessment models and demonstrates superior accuracy, scalability, and formal security guarantees. This paper highlights the need for formal methods to provide highly secure authentication solutions for AVs and positions this framework as a major step forward in AV security in general.&quot;,&quot;publisher&quot;:&quot;Institute of Electrical and Electronics Engineers Inc.&quot;,&quot;container-title-short&quot;:&quot;&quot;},&quot;isTemporary&quot;:false},{&quot;id&quot;:&quot;2a7e61de-7931-3225-8a34-184d04593bcf&quot;,&quot;itemData&quot;:{&quot;type&quot;:&quot;paper-conference&quot;,&quot;id&quot;:&quot;2a7e61de-7931-3225-8a34-184d04593bcf&quot;,&quot;title&quot;:&quot;Investigation of Formal Verification of the Autonomous Vehicle Control System by Specification Translation&quot;,&quot;author&quot;:[{&quot;family&quot;:&quot;Wang&quot;,&quot;given&quot;:&quot;Yifan&quot;,&quot;parse-names&quot;:false,&quot;dropping-particle&quot;:&quot;&quot;,&quot;non-dropping-particle&quot;:&quot;&quot;},{&quot;family&quot;:&quot;Nakamura&quot;,&quot;given&quot;:&quot;Masaki&quot;,&quot;parse-names&quot;:false,&quot;dropping-particle&quot;:&quot;&quot;,&quot;non-dropping-particle&quot;:&quot;&quot;},{&quot;family&quot;:&quot;Sakakibara&quot;,&quot;given&quot;:&quot;Kazutoshi&quot;,&quot;parse-names&quot;:false,&quot;dropping-particle&quot;:&quot;&quot;,&quot;non-dropping-particle&quot;:&quot;&quot;}],&quot;container-title&quot;:&quot;2023 International Technical Conference on Circuits/Systems, Computers, and Communications, ITC-CSCC 2023&quot;,&quot;DOI&quot;:&quot;10.1109/ITC-CSCC58803.2023.10212820&quot;,&quot;ISBN&quot;:&quot;9798350326413&quot;,&quot;issued&quot;:{&quot;date-parts&quot;:[[2023]]},&quot;abstract&quot;:&quot;The autonomous vehicle control system is a typical kind of hybrid system that combines continuous behaviors such as time, velocity, position, and discrete behavior such as pedal actions including acceleration, braking, and no-operation. Formal specification and verification techniques help us to verify desired properties of the given system. In this study, we investigate an approach that formal verification of the autonomous vehicle control system by specification translation in CafeOBJ and Maude algebraic language to take advantage of the theorem proving and model checking.&quot;,&quot;publisher&quot;:&quot;Institute of Electrical and Electronics Engineers Inc.&quot;,&quot;container-title-short&quot;:&quot;&quot;},&quot;isTemporary&quot;:false}],&quot;citationTag&quot;:&quot;MENDELEY_CITATION_v3_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&quot;},{&quot;citationID&quot;:&quot;MENDELEY_CITATION_8cdc5376-bfc7-4183-a0c8-1d13bde68679&quot;,&quot;properties&quot;:{&quot;noteIndex&quot;:0},&quot;isEdited&quot;:false,&quot;manualOverride&quot;:{&quot;isManuallyOverridden&quot;:false,&quot;citeprocText&quot;:&quot;&lt;sup&gt;38&lt;/sup&gt;&quot;,&quot;manualOverrideText&quot;:&quot;&quot;},&quot;citationItems&quot;:[{&quot;id&quot;:&quot;a2d97e81-f972-3f81-b031-b3f48739a99f&quot;,&quot;itemData&quot;:{&quot;type&quot;:&quot;paper-conference&quot;,&quot;id&quot;:&quot;a2d97e81-f972-3f81-b031-b3f48739a99f&quot;,&quot;title&quot;:&quot;Formal Verification of Hierarchical Ptolemy II Synchronous-Reactive Models with Bounded Model Checking&quot;,&quot;author&quot;:[{&quot;family&quot;:&quot;Zhang&quot;,&quot;given&quot;:&quot;Xiaozhen&quot;,&quot;parse-names&quot;:false,&quot;dropping-particle&quot;:&quot;&quot;,&quot;non-dropping-particle&quot;:&quot;&quot;},{&quot;family&quot;:&quot;Yang&quot;,&quot;given&quot;:&quot;Zhaoming&quot;,&quot;parse-names&quot;:false,&quot;dropping-particle&quot;:&quot;&quot;,&quot;non-dropping-particle&quot;:&quot;&quot;},{&quot;family&quot;:&quot;Kong&quot;,&quot;given&quot;:&quot;Hui&quot;,&quot;parse-names&quot;:false,&quot;dropping-particle&quot;:&quot;&quot;,&quot;non-dropping-particle&quot;:&quot;&quot;},{&quot;family&quot;:&quot;Kong&quot;,&quot;given&quot;:&quot;Weiqiang&quot;,&quot;parse-names&quot;:false,&quot;dropping-particle&quot;:&quot;&quot;,&quot;non-dropping-particle&quot;:&quot;&quot;}],&quot;container-title&quot;:&quot;IEEE International Conference on Software Quality, Reliability and Security, QRS&quot;,&quot;DOI&quot;:&quot;10.1109/QRS57517.2022.00049&quot;,&quot;ISBN&quot;:&quot;9781665477048&quot;,&quot;ISSN&quot;:&quot;26939177&quot;,&quot;issued&quot;:{&quot;date-parts&quot;:[[2022]]},&quot;page&quot;:&quot;410-421&quot;,&quot;abstract&quot;:&quot;Ptolemy II is an open-source modeling and simulation tool for concurrent, real-time and embedded systems, particularly those involving hierarchical heterogeneity. Synchronous- reactive (SR) model of computation which has been implemented in Ptolemy II is commonly used to design safety-critical systems with complicated control logic. Formally verifying the correctness of hierarchical SR models is of great importance and also challenging due to the formalization of a series of specific features including, e.g., instantaneous communication between actors across the level of hierarchy, the combination of SR's fixed-point semantic with hierarchical structure, and multiple clocks proceeding at different rates in multiclock SR models. In this paper, we tackle such challenges and propose a bounded model checking (BMC) approach to typical actors commonly used in hierarchical SR models. In addition, we implement the proposed BMC approach to hierarchical SR models in a prototype tool called Ptolemy-Z3, which has been integrated into the Ptolemy II environment. Experimental results show that Ptolemy-Z3 outperforms significantly Ptolemy-NuSMV (a verification tool provided by the Ptolemy II environment) in the verification capability of hierarchical SR models.&quot;,&quot;publisher&quot;:&quot;Institute of Electrical and Electronics Engineers Inc.&quot;,&quot;volume&quot;:&quot;2022-December&quot;,&quot;container-title-short&quot;:&quot;&quot;},&quot;isTemporary&quot;:false}],&quot;citationTag&quot;:&quot;MENDELEY_CITATION_v3_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&quot;},{&quot;citationID&quot;:&quot;MENDELEY_CITATION_3dba22fb-66f4-4e21-b190-cd0e5b171916&quot;,&quot;properties&quot;:{&quot;noteIndex&quot;:0},&quot;isEdited&quot;:false,&quot;manualOverride&quot;:{&quot;isManuallyOverridden&quot;:false,&quot;citeprocText&quot;:&quot;&lt;sup&gt;37&lt;/sup&gt;&quot;,&quot;manualOverrideText&quot;:&quot;&quot;},&quot;citationItems&quot;:[{&quot;id&quot;:&quot;2a7e61de-7931-3225-8a34-184d04593bcf&quot;,&quot;itemData&quot;:{&quot;type&quot;:&quot;paper-conference&quot;,&quot;id&quot;:&quot;2a7e61de-7931-3225-8a34-184d04593bcf&quot;,&quot;title&quot;:&quot;Investigation of Formal Verification of the Autonomous Vehicle Control System by Specification Translation&quot;,&quot;author&quot;:[{&quot;family&quot;:&quot;Wang&quot;,&quot;given&quot;:&quot;Yifan&quot;,&quot;parse-names&quot;:false,&quot;dropping-particle&quot;:&quot;&quot;,&quot;non-dropping-particle&quot;:&quot;&quot;},{&quot;family&quot;:&quot;Nakamura&quot;,&quot;given&quot;:&quot;Masaki&quot;,&quot;parse-names&quot;:false,&quot;dropping-particle&quot;:&quot;&quot;,&quot;non-dropping-particle&quot;:&quot;&quot;},{&quot;family&quot;:&quot;Sakakibara&quot;,&quot;given&quot;:&quot;Kazutoshi&quot;,&quot;parse-names&quot;:false,&quot;dropping-particle&quot;:&quot;&quot;,&quot;non-dropping-particle&quot;:&quot;&quot;}],&quot;container-title&quot;:&quot;2023 International Technical Conference on Circuits/Systems, Computers, and Communications, ITC-CSCC 2023&quot;,&quot;DOI&quot;:&quot;10.1109/ITC-CSCC58803.2023.10212820&quot;,&quot;ISBN&quot;:&quot;9798350326413&quot;,&quot;issued&quot;:{&quot;date-parts&quot;:[[2023]]},&quot;abstract&quot;:&quot;The autonomous vehicle control system is a typical kind of hybrid system that combines continuous behaviors such as time, velocity, position, and discrete behavior such as pedal actions including acceleration, braking, and no-operation. Formal specification and verification techniques help us to verify desired properties of the given system. In this study, we investigate an approach that formal verification of the autonomous vehicle control system by specification translation in CafeOBJ and Maude algebraic language to take advantage of the theorem proving and model checking.&quot;,&quot;publisher&quot;:&quot;Institute of Electrical and Electronics Engineers Inc.&quot;,&quot;container-title-short&quot;:&quot;&quot;},&quot;isTemporary&quot;:false}],&quot;citationTag&quot;:&quot;MENDELEY_CITATION_v3_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&quot;},{&quot;citationID&quot;:&quot;MENDELEY_CITATION_89a8d406-ed53-4f7d-b8c3-2230c74a7277&quot;,&quot;properties&quot;:{&quot;noteIndex&quot;:0},&quot;isEdited&quot;:false,&quot;manualOverride&quot;:{&quot;isManuallyOverridden&quot;:false,&quot;citeprocText&quot;:&quot;&lt;sup&gt;15&lt;/sup&gt;&quot;,&quot;manualOverrideText&quot;:&quot;&quot;},&quot;citationItems&quot;:[{&quot;id&quot;:&quot;beef7030-d541-3bdf-8054-49ef8f625380&quot;,&quot;itemData&quot;:{&quot;type&quot;:&quot;article-journal&quot;,&quot;id&quot;:&quot;beef7030-d541-3bdf-8054-49ef8f625380&quot;,&quot;title&quot;:&quot;Securing Internet of Things devices against code tampering attacks using Return Oriented Programming&quot;,&quot;author&quot;:[{&quot;family&quot;:&quot;Shrivastava&quot;,&quot;given&quot;:&quot;Rajesh Kumar&quot;,&quot;parse-names&quot;:false,&quot;dropping-particle&quot;:&quot;&quot;,&quot;non-dropping-particle&quot;:&quot;&quot;},{&quot;family&quot;:&quot;Singh&quot;,&quot;given&quot;:&quot;Simar Preet&quot;,&quot;parse-names&quot;:false,&quot;dropping-particle&quot;:&quot;&quot;,&quot;non-dropping-particle&quot;:&quot;&quot;},{&quot;family&quot;:&quot;Hasan&quot;,&quot;given&quot;:&quot;Mohammad Kamrul&quot;,&quot;parse-names&quot;:false,&quot;dropping-particle&quot;:&quot;&quot;,&quot;non-dropping-particle&quot;:&quot;&quot;},{&quot;family&quot;:&quot;Gagandeep&quot;,&quot;given&quot;:&quot;&quot;,&quot;parse-names&quot;:false,&quot;dropping-particle&quot;:&quot;&quot;,&quot;non-dropping-particle&quot;:&quot;&quot;},{&quot;family&quot;:&quot;Islam&quot;,&quot;given&quot;:&quot;Shayla&quot;,&quot;parse-names&quot;:false,&quot;dropping-particle&quot;:&quot;&quot;,&quot;non-dropping-particle&quot;:&quot;&quot;},{&quot;family&quot;:&quot;Abdullah&quot;,&quot;given&quot;:&quot;Salwani&quot;,&quot;parse-names&quot;:false,&quot;dropping-particle&quot;:&quot;&quot;,&quot;non-dropping-particle&quot;:&quot;&quot;},{&quot;family&quot;:&quot;Aman&quot;,&quot;given&quot;:&quot;Azana Hafizah Mohd&quot;,&quot;parse-names&quot;:false,&quot;dropping-particle&quot;:&quot;&quot;,&quot;non-dropping-particle&quot;:&quot;&quot;}],&quot;container-title&quot;:&quot;Computer Communications&quot;,&quot;container-title-short&quot;:&quot;Comput Commun&quot;,&quot;DOI&quot;:&quot;10.1016/j.comcom.2022.06.033&quot;,&quot;ISSN&quot;:&quot;1873703X&quot;,&quot;issued&quot;:{&quot;date-parts&quot;:[[2022,9,1]]},&quot;page&quot;:&quot;38-46&quot;,&quot;abstract&quot;:&quot;Code tampering is serious issue in Internet of Things(IOT). IoT devices are used to collect environment data like temperature value, light intensity, hart pulse etc. Once an IoT device deployed it will left untouched forever. In that situation an adversary can tamper running code through malicious software. This paper discusses a novel way to protect a binary program running inside an IoT device. This paper uses Return Oriented Programming (ROP), which is mainly used by an adversary to hijack a software program. We use ROP to prevent binary from tampering. In this method, we combine code and stack segment to execute the code. The main program call ROP enabled chain which will fetch the address of executable binary function. if any adversary try to tamper running program then they also tamper ROP chain. So, running binary will stop and send an alert to admin. we also verify our approach with RIPE benchmark and our binary is tamper proof against code tampering attach and our performance overhead is up to 5%.&quot;,&quot;publisher&quot;:&quot;Elsevier B.V.&quot;,&quot;volume&quot;:&quot;193&quot;},&quot;isTemporary&quot;:false}],&quot;citationTag&quot;:&quot;MENDELEY_CITATION_v3_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&quot;},{&quot;citationID&quot;:&quot;MENDELEY_CITATION_d53ed453-585c-4086-9a45-291e6863717d&quot;,&quot;properties&quot;:{&quot;noteIndex&quot;:0},&quot;isEdited&quot;:false,&quot;manualOverride&quot;:{&quot;isManuallyOverridden&quot;:false,&quot;citeprocText&quot;:&quot;&lt;sup&gt;29&lt;/sup&gt;&quot;,&quot;manualOverrideText&quot;:&quot;&quot;},&quot;citationItems&quot;:[{&quot;id&quot;:&quot;e4619669-c784-3646-bba9-c8209c944557&quot;,&quot;itemData&quot;:{&quot;type&quot;:&quot;paper-conference&quot;,&quot;id&quot;:&quot;e4619669-c784-3646-bba9-c8209c944557&quot;,&quot;title&quot;:&quot;The Impact of the Practical Security Test during the Software Development Lifecycle&quot;,&quot;author&quot;:[{&quot;family&quot;:&quot;Chen&quot;,&quot;given&quot;:&quot;Shiang-Jiun&quot;,&quot;parse-names&quot;:false,&quot;dropping-particle&quot;:&quot;&quot;,&quot;non-dropping-particle&quot;:&quot;&quot;},{&quot;family&quot;:&quot;Pan&quot;,&quot;given&quot;:&quot;Yu-Chun&quot;,&quot;parse-names&quot;:false,&quot;dropping-particle&quot;:&quot;&quot;,&quot;non-dropping-particle&quot;:&quot;&quot;},{&quot;family&quot;:&quot;Ma&quot;,&quot;given&quot;:&quot;Yi-Wei&quot;,&quot;parse-names&quot;:false,&quot;dropping-particle&quot;:&quot;&quot;,&quot;non-dropping-particle&quot;:&quot;&quot;},{&quot;family&quot;:&quot;Chiang&quot;,&quot;given&quot;:&quot;Cheng-Mou&quot;,&quot;parse-names&quot;:false,&quot;dropping-particle&quot;:&quot;&quot;,&quot;non-dropping-particle&quot;:&quot;&quot;}],&quot;container-title&quot;:&quot;2022 24th International Conference on Advanced Communication Technology (ICACT)&quot;,&quot;DOI&quot;:&quot;10.23919/ICACT53585.2022.9728868&quot;,&quot;ISBN&quot;:&quot;979-11-88428-08-3&quot;,&quot;URL&quot;:&quot;https://ieeexplore.ieee.org/document/9728868/&quot;,&quot;issued&quot;:{&quot;date-parts&quot;:[[2022,2,13]]},&quot;page&quot;:&quot;313-316&quot;,&quot;abstract&quot;:&quot;\&quot;IEEE Catalog Number: CFP22561-ART.\&quot;. &quot;,&quot;publisher&quot;:&quot;IEEE&quot;,&quot;container-title-short&quot;:&quot;&quot;},&quot;isTemporary&quot;:false}],&quot;citationTag&quot;:&quot;MENDELEY_CITATION_v3_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&quot;},{&quot;citationID&quot;:&quot;MENDELEY_CITATION_829b040f-b4c0-41a5-a977-f9368173c30f&quot;,&quot;properties&quot;:{&quot;noteIndex&quot;:0},&quot;isEdited&quot;:false,&quot;manualOverride&quot;:{&quot;isManuallyOverridden&quot;:false,&quot;citeprocText&quot;:&quot;&lt;sup&gt;25,31,39,40&lt;/sup&gt;&quot;,&quot;manualOverrideText&quot;:&quot;&quot;},&quot;citationItems&quot;:[{&quot;id&quot;:&quot;45ae5d91-5c8e-320c-8803-c2735bc25c29&quot;,&quot;itemData&quot;:{&quot;type&quot;:&quot;article-journal&quot;,&quot;id&quot;:&quot;45ae5d91-5c8e-320c-8803-c2735bc25c29&quot;,&quot;title&quot;:&quot;SSDTutor: A feedback-driven intelligent tutoring system for secure software development&quot;,&quot;author&quot;:[{&quot;family&quot;:&quot;Newar&quot;,&quot;given&quot;:&quot;Dip Kiran Pradhan&quot;,&quot;parse-names&quot;:false,&quot;dropping-particle&quot;:&quot;&quot;,&quot;non-dropping-particle&quot;:&quot;&quot;},{&quot;family&quot;:&quot;Zhao&quot;,&quot;given&quot;:&quot;Rui&quot;,&quot;parse-names&quot;:false,&quot;dropping-particle&quot;:&quot;&quot;,&quot;non-dropping-particle&quot;:&quot;&quot;},{&quot;family&quot;:&quot;Siy&quot;,&quot;given&quot;:&quot;Harvey&quot;,&quot;parse-names&quot;:false,&quot;dropping-particle&quot;:&quot;&quot;,&quot;non-dropping-particle&quot;:&quot;&quot;},{&quot;family&quot;:&quot;Soh&quot;,&quot;given&quot;:&quot;Leen Kiat&quot;,&quot;parse-names&quot;:false,&quot;dropping-particle&quot;:&quot;&quot;,&quot;non-dropping-particle&quot;:&quot;&quot;},{&quot;family&quot;:&quot;Song&quot;,&quot;given&quot;:&quot;Myoungkyu&quot;,&quot;parse-names&quot;:false,&quot;dropping-particle&quot;:&quot;&quot;,&quot;non-dropping-particle&quot;:&quot;&quot;}],&quot;container-title&quot;:&quot;Science of Computer Programming&quot;,&quot;container-title-short&quot;:&quot;Sci Comput Program&quot;,&quot;DOI&quot;:&quot;10.1016/j.scico.2023.102933&quot;,&quot;ISSN&quot;:&quot;01676423&quot;,&quot;issued&quot;:{&quot;date-parts&quot;:[[2023,4,1]]},&quot;abstract&quot;:&quot;Application Programming Interfaces (APIs) in cryptography typically impose concealed usage constraints. The violations of these usage constraints can lead to software crashes or security vulnerabilities. Several professional tools can detect these constraints (API misuses) in cryptography; however, in the educational programs, the focus has been less on helping students implement an application without cryptographic API misuses that are caused by either a lack of cryptographic knowledge or programming mistakes. To address the problem, we present an intelligent tutoring approach SSDTutor for educating Secure Software Development. Our tutoring approach helps students or developers repair cryptographic API misuse defects by leveraging an automated program repair technique based on the usage patterns of cryptographic APIs. We studied the best practices of cryptographic implementations and encoded eight cryptographic API usage patterns. For quality feedback, we leverage a clone detection technique to recommend related feedback for helping students understand why their programs are incorrect, rather than blindly accepting repairs. We evaluated SSDTutor on 456 open source subject projects implemented with cryptographic APIs. SSDTutor successfully detected 1,553 out of 1,573 misuse defects with 98.9% accuracy and repaired 1,551 out of 1,573 misuse defects with 99.3% accuracy. In a user study involving 22 students, the participants reported that interactive SSDTutor's feedback recommendation could be valuable for novice students to learn about the correct usages of cryptography APIs.&quot;,&quot;publisher&quot;:&quot;Elsevier B.V.&quot;,&quot;volume&quot;:&quot;227&quot;},&quot;isTemporary&quot;:false},{&quot;id&quot;:&quot;370780f0-892d-3015-8cc4-050a23c17afe&quot;,&quot;itemData&quot;:{&quot;type&quot;:&quot;paper-conference&quot;,&quot;id&quot;:&quot;370780f0-892d-3015-8cc4-050a23c17afe&quot;,&quot;title&quot;:&quot;Packet Encoding Based on Encrypted Raptor Code for Secure Internet of Vehicles Communication&quot;,&quot;author&quot;:[{&quot;family&quot;:&quot;Cheng&quot;,&quot;given&quot;:&quot;Junzhe&quot;,&quot;parse-names&quot;:false,&quot;dropping-particle&quot;:&quot;&quot;,&quot;non-dropping-particle&quot;:&quot;&quot;},{&quot;family&quot;:&quot;Xu&quot;,&quot;given&quot;:&quot;Dongyang&quot;,&quot;parse-names&quot;:false,&quot;dropping-particle&quot;:&quot;&quot;,&quot;non-dropping-particle&quot;:&quot;&quot;},{&quot;family&quot;:&quot;Srivastava&quot;,&quot;given&quot;:&quot;Gautam&quot;,&quot;parse-names&quot;:false,&quot;dropping-particle&quot;:&quot;&quot;,&quot;non-dropping-particle&quot;:&quot;&quot;},{&quot;family&quot;:&quot;Yu&quot;,&quot;given&quot;:&quot;Keping&quot;,&quot;parse-names&quot;:false,&quot;dropping-particle&quot;:&quot;&quot;,&quot;non-dropping-particle&quot;:&quot;&quot;}],&quot;container-title&quot;:&quot;IEEE Vehicular Technology Conference&quot;,&quot;DOI&quot;:&quot;10.1109/VTC2023-Spring57618.2023.10199567&quot;,&quot;ISBN&quot;:&quot;9798350311143&quot;,&quot;ISSN&quot;:&quot;15502252&quot;,&quot;issued&quot;:{&quot;date-parts&quot;:[[2023]]},&quot;abstract&quot;:&quot;The Internet of Vehicles (IoV) industry has developed rapidly in recent years. However, the information security of IoV needs more attention. The use of cross-layer secure transmission technology can improve the security of IoV communication, but the existing cross-layer schemes have some shortcomings. To this end, we propose a packet encoding scheme based on encrypted Raptor codes to improve the secure capacity of IoV communication by utilizing fountain codes and physical layer Low-density parity-check (LDPC) codes. Specifically, we choose Raptor codes which combine LDPC codes and fountain codes for secure encoding. With a sparser degree distribution, Raptor codes make decoding faster and more accurate at the legitimate receiver. In the transmission, the transmitter encrypts and sends the coding control information corresponding to the packets received by the legitimate receiver, rather than sending the generating matrix directly. We found that confidentiality can be improved by this encrypting. The simulation results show that the proposed scheme has higher security than the comparison schemes.&quot;,&quot;publisher&quot;:&quot;Institute of Electrical and Electronics Engineers Inc.&quot;,&quot;volume&quot;:&quot;2023-June&quot;,&quot;container-title-short&quot;:&quot;&quot;},&quot;isTemporary&quot;:false},{&quot;id&quot;:&quot;5442a5a2-83d8-3c86-8984-05ee10c8ad29&quot;,&quot;itemData&quot;:{&quot;type&quot;:&quot;article-journal&quot;,&quot;id&quot;:&quot;5442a5a2-83d8-3c86-8984-05ee10c8ad29&quot;,&quot;title&quot;:&quot;Prescriptive procedure for manual code smell annotation&quot;,&quot;author&quot;:[{&quot;family&quot;:&quot;Prokić&quot;,&quot;given&quot;:&quot;Simona&quot;,&quot;parse-names&quot;:false,&quot;dropping-particle&quot;:&quot;&quot;,&quot;non-dropping-particle&quot;:&quot;&quot;},{&quot;family&quot;:&quot;Luburić&quot;,&quot;given&quot;:&quot;Nikola&quot;,&quot;parse-names&quot;:false,&quot;dropping-particle&quot;:&quot;&quot;,&quot;non-dropping-particle&quot;:&quot;&quot;},{&quot;family&quot;:&quot;Slivka&quot;,&quot;given&quot;:&quot;Jelena&quot;,&quot;parse-names&quot;:false,&quot;dropping-particle&quot;:&quot;&quot;,&quot;non-dropping-particle&quot;:&quot;&quot;},{&quot;family&quot;:&quot;Kovačević&quot;,&quot;given&quot;:&quot;Aleksandar&quot;,&quot;parse-names&quot;:false,&quot;dropping-particle&quot;:&quot;&quot;,&quot;non-dropping-particle&quot;:&quot;&quot;}],&quot;container-title&quot;:&quot;Science of Computer Programming&quot;,&quot;container-title-short&quot;:&quot;Sci Comput Program&quot;,&quot;DOI&quot;:&quot;10.1016/j.scico.2024.103168&quot;,&quot;ISSN&quot;:&quot;01676423&quot;,&quot;issued&quot;:{&quot;date-parts&quot;:[[2024,12,1]]},&quot;abstract&quot;:&quot;– Code smells are structures in code that present potential software maintainability issues. Manually constructing high-quality datasets to train ML models for code smell detection is challenging. Inconsistent annotations, small size, non-realistic smell-to-non-smell ratio, and poor smell coverage hinder the dataset quality. These issues arise mainly due to the time-consuming nature of manual annotation and annotators’ disagreements caused by ambiguous and vague smell definitions. To address challenges related to building high-quality datasets suitable for training ML models for smell detection, we designed a prescriptive procedure for manual code smell annotation. The proposed procedure represents an extension of our previous work, aiming to support the annotation of any smell defined by Fowler. We validated the procedure by employing three annotators to annotate smells following the proposed annotation procedure. The main contribution of this paper is a prescriptive annotation procedure that benefits the following stakeholders: annotators building high-quality smell datasets that can be used to train ML models, ML researchers building ML models for smell detection, and software engineers employing ML models to enhance the software maintainability. Secondary contributions are the code smell dataset containing Data Class, Feature Envy, and Refused Bequest, and DataSet Explorer tool which supports annotators during the annotation procedure.&quot;,&quot;publisher&quot;:&quot;Elsevier B.V.&quot;,&quot;volume&quot;:&quot;238&quot;},&quot;isTemporary&quot;:false},{&quot;id&quot;:&quot;317e19bf-cbe7-3d55-84ac-cd275ae5437c&quot;,&quot;itemData&quot;:{&quot;type&quot;:&quot;article-journal&quot;,&quot;id&quot;:&quot;317e19bf-cbe7-3d55-84ac-cd275ae5437c&quot;,&quot;title&quot;:&quot;A review of cyber attacks on sensors and perception systems in autonomous vehicle&quot;,&quot;author&quot;:[{&quot;family&quot;:&quot;Islam&quot;,&quot;given&quot;:&quot;Taminul&quot;,&quot;parse-names&quot;:false,&quot;dropping-particle&quot;:&quot;&quot;,&quot;non-dropping-particle&quot;:&quot;&quot;},{&quot;family&quot;:&quot;Sheakh&quot;,&quot;given&quot;:&quot;Md. Alif&quot;,&quot;parse-names&quot;:false,&quot;dropping-particle&quot;:&quot;&quot;,&quot;non-dropping-particle&quot;:&quot;&quot;},{&quot;family&quot;:&quot;Jui&quot;,&quot;given&quot;:&quot;Anjuman Naher&quot;,&quot;parse-names&quot;:false,&quot;dropping-particle&quot;:&quot;&quot;,&quot;non-dropping-particle&quot;:&quot;&quot;},{&quot;family&quot;:&quot;Sharif&quot;,&quot;given&quot;:&quot;Omar&quot;,&quot;parse-names&quot;:false,&quot;dropping-particle&quot;:&quot;&quot;,&quot;non-dropping-particle&quot;:&quot;&quot;},{&quot;family&quot;:&quot;Hasan&quot;,&quot;given&quot;:&quot;Md Zobaer&quot;,&quot;parse-names&quot;:false,&quot;dropping-particle&quot;:&quot;&quot;,&quot;non-dropping-particle&quot;:&quot;&quot;}],&quot;container-title&quot;:&quot;Journal of Economy and Technology&quot;,&quot;DOI&quot;:&quot;10.1016/j.ject.2024.01.002&quot;,&quot;ISSN&quot;:&quot;29499488&quot;,&quot;issued&quot;:{&quot;date-parts&quot;:[[2023,11]]},&quot;page&quot;:&quot;242-258&quot;,&quot;abstract&quot;:&quot;Vehicle automation has been in the works for a long time now. Automatic brakes, cruise control, GPS satellite navigation, etc. are all common features seen in today's automobiles. Automation and artificial intelligence breakthroughs are likely to lead to an increase in the usage of automation technologies in cars. Because of this, mankind will be more reliant on computer-controlled equipment and car systems in our daily lives. All major corporations have begun investing in the development of self-driving cars because of the rapid advancement of advanced driver support technologies. However, the level of safety and trustworthiness is still questionable. Imagine what the assailants could do if they had access to a car. Control of braking, acceleration and even steering by an attacker can have disastrous results. Most of the assaults against autonomous vehicle software and hardware are covered in this study, along with their prospective consequences. This work explores an extended analysis of the security threat and cyber-attacks on different sensors and perception systems in autonomous vehicles. This work also showed machine learning-based possible defensive techniques to prevent the security threat. An overview of most of the conceivable assaults against autonomous vehicle software and hardware and their prospective consequences is presented in this study.&quot;,&quot;publisher&quot;:&quot;Elsevier BV&quot;,&quot;volume&quot;:&quot;1&quot;,&quot;container-title-short&quot;:&quot;&quot;},&quot;isTemporary&quot;:false}],&quot;citationTag&quot;:&quot;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&quot;},{&quot;citationID&quot;:&quot;MENDELEY_CITATION_85f95ee8-654b-411b-910b-5501f3e9ee16&quot;,&quot;properties&quot;:{&quot;noteIndex&quot;:0},&quot;isEdited&quot;:false,&quot;manualOverride&quot;:{&quot;isManuallyOverridden&quot;:false,&quot;citeprocText&quot;:&quot;&lt;sup&gt;41–43&lt;/sup&gt;&quot;,&quot;manualOverrideText&quot;:&quot;&quot;},&quot;citationItems&quot;:[{&quot;id&quot;:&quot;1ecc44c3-9b97-3bf4-a68a-347c76675dea&quot;,&quot;itemData&quot;:{&quot;type&quot;:&quot;article&quot;,&quot;id&quot;:&quot;1ecc44c3-9b97-3bf4-a68a-347c76675dea&quot;,&quot;title&quot;:&quot;A survey on IoT platforms: Communication, security, and privacy perspectives&quot;,&quot;author&quot;:[{&quot;family&quot;:&quot;Babun&quot;,&quot;given&quot;:&quot;Leonardo&quot;,&quot;parse-names&quot;:false,&quot;dropping-particle&quot;:&quot;&quot;,&quot;non-dropping-particle&quot;:&quot;&quot;},{&quot;family&quot;:&quot;Denney&quot;,&quot;given&quot;:&quot;Kyle&quot;,&quot;parse-names&quot;:false,&quot;dropping-particle&quot;:&quot;&quot;,&quot;non-dropping-particle&quot;:&quot;&quot;},{&quot;family&quot;:&quot;Celik&quot;,&quot;given&quot;:&quot;Z. Berkay&quot;,&quot;parse-names&quot;:false,&quot;dropping-particle&quot;:&quot;&quot;,&quot;non-dropping-particle&quot;:&quot;&quot;},{&quot;family&quot;:&quot;McDaniel&quot;,&quot;given&quot;:&quot;Patrick&quot;,&quot;parse-names&quot;:false,&quot;dropping-particle&quot;:&quot;&quot;,&quot;non-dropping-particle&quot;:&quot;&quot;},{&quot;family&quot;:&quot;Uluagac&quot;,&quot;given&quot;:&quot;A. Selcuk&quot;,&quot;parse-names&quot;:false,&quot;dropping-particle&quot;:&quot;&quot;,&quot;non-dropping-particle&quot;:&quot;&quot;}],&quot;container-title&quot;:&quot;Computer Networks&quot;,&quot;DOI&quot;:&quot;10.1016/j.comnet.2021.108040&quot;,&quot;ISSN&quot;:&quot;13891286&quot;,&quot;issued&quot;:{&quot;date-parts&quot;:[[2021,6,19]]},&quot;abstract&quot;:&quot;The Internet of Things (IoT) redefines the way how commodity and industrial tasks are performed every day. The integration of sensors, lightweight computation, and the proliferation of different wireless technologies on IoT platforms enable human beings to easily interact with their surrounding physical world thoroughly. With the recent rise of IoT, several different IoT platforms have been introduced for researchers and developers to ease the management and control of various IoT devices. In general, the IoT platforms act as a bridge between core IoT functionalities and users by providing APIs. Due to their wide variety of applications, IoT platforms are mostly unique in their architectures and designs. Thus, IoT administrators, developers, and researchers (i.e., IoT users) are challenged with substantial configuration differences in the proper configuration, implementation, and protection of the IoT solutions. In this survey, we conduct an in-depth analysis of popular IoT platforms from different application domains. More specifically, we define a comprehensive evaluation framework that considers seven different technical comparison criteria: (1) topology design, (2) programming languages, (3) third-party support, (4) extended protocol support, (5) event handling, (6) security, and (7) privacy. Then, we use the framework to evaluate the different IoT platforms highlighting their distinguishing attributes on communications, security, and privacy. First, we describe the communication protocols supported by the different IoT platforms surveyed. Then, rather than uncovering novel threats affecting IoT, we aim to analyze how the different IoT platforms handle security and privacy vulnerabilities affecting the most common security services of confidentiality, integrity, availability, and access control. Further, we present possible solutions that these platforms could implement to strengthen security and privacy within the IoT solution. Finally, we discuss the advantages and disadvantages of every IoT platform, so IoT administrators, developers, and researchers (i.e., IoT users) can make an informed decision on the use of specific platforms to implement their IoT solutions. To the best of our knowledge, this is the first comprehensive survey to evaluate different IoT platforms using the criteria defined in this work.&quot;,&quot;publisher&quot;:&quot;Elsevier B.V.&quot;,&quot;volume&quot;:&quot;192&quot;,&quot;container-title-short&quot;:&quot;&quot;},&quot;isTemporary&quot;:false},{&quot;id&quot;:&quot;c9c66689-6433-3600-95bb-832911248465&quot;,&quot;itemData&quot;:{&quot;type&quot;:&quot;article-journal&quot;,&quot;id&quot;:&quot;c9c66689-6433-3600-95bb-832911248465&quot;,&quot;title&quot;:&quot;AI and Blockchain-based source code vulnerability detection and prevention system for multiparty software development&quot;,&quot;author&quot;:[{&quot;family&quot;:&quot;Nath&quot;,&quot;given&quot;:&quot;Panchanan&quot;,&quot;parse-names&quot;:false,&quot;dropping-particle&quot;:&quot;&quot;,&quot;non-dropping-particle&quot;:&quot;&quot;},{&quot;family&quot;:&quot;Mushahary&quot;,&quot;given&quot;:&quot;Jaya Rani&quot;,&quot;parse-names&quot;:false,&quot;dropping-particle&quot;:&quot;&quot;,&quot;non-dropping-particle&quot;:&quot;&quot;},{&quot;family&quot;:&quot;Roy&quot;,&quot;given&quot;:&quot;Ujjal&quot;,&quot;parse-names&quot;:false,&quot;dropping-particle&quot;:&quot;&quot;,&quot;non-dropping-particle&quot;:&quot;&quot;},{&quot;family&quot;:&quot;Brahma&quot;,&quot;given&quot;:&quot;Maharaj&quot;,&quot;parse-names&quot;:false,&quot;dropping-particle&quot;:&quot;&quot;,&quot;non-dropping-particle&quot;:&quot;&quot;},{&quot;family&quot;:&quot;Singh&quot;,&quot;given&quot;:&quot;Pranav Kumar&quot;,&quot;parse-names&quot;:false,&quot;dropping-particle&quot;:&quot;&quot;,&quot;non-dropping-particle&quot;:&quot;&quot;}],&quot;container-title&quot;:&quot;Computers and Electrical Engineering&quot;,&quot;DOI&quot;:&quot;10.1016/j.compeleceng.2023.108607&quot;,&quot;ISSN&quot;:&quot;00457906&quot;,&quot;issued&quot;:{&quot;date-parts&quot;:[[2023,3,1]]},&quot;abstract&quot;:&quot;With the growing demand for application software, there is a race among industries to develop software as quickly as possible. However, maintaining pace and ensuring bug-free software has become increasingly challenging in a work-from-home arrangement as software developers are not under constant supervision. It increases the possibility of buggy products, and traditional testing techniques fail to provide optimal performance. We propose an Artificial Intelligence (AI) and blockchain-based novel decentralized software testing system. The proposed system aims to detect and prevent vulnerable code by synergizing deep learning capabilities and smart-contract-powered blockchain. The vulnerability detection is performed automatically without relying on manually written rules. We propose a non-vulnerability score range map to classify the source code. Furthermore, we integrate an InterPlanetary File System (IPFS) to ensure efficient storage over the blockchain. We conduct a testbed-based experiment to demonstrate the effectiveness of AI and blockchain integration for secure code development and testing.&quot;,&quot;publisher&quot;:&quot;Elsevier Ltd&quot;,&quot;volume&quot;:&quot;106&quot;,&quot;container-title-short&quot;:&quot;&quot;},&quot;isTemporary&quot;:false},{&quot;id&quot;:&quot;5602eba6-d28b-3ec8-a14f-81d0a883d3fd&quot;,&quot;itemData&quot;:{&quot;type&quot;:&quot;article-journal&quot;,&quot;id&quot;:&quot;5602eba6-d28b-3ec8-a14f-81d0a883d3fd&quot;,&quot;title&quot;:&quot;Analysis of Strategies for the Integration of Security Practices in Agile Software Development: A Sustainable SME Approach&quot;,&quot;author&quot;:[{&quot;family&quot;:&quot;Valdés-Rodríguez&quot;,&quot;given&quot;:&quot;Yolanda&quot;,&quot;parse-names&quot;:false,&quot;dropping-particle&quot;:&quot;&quot;,&quot;non-dropping-particle&quot;:&quot;&quot;},{&quot;family&quot;:&quot;Hochstetter-Diez&quot;,&quot;given&quot;:&quot;Jorge&quot;,&quot;parse-names&quot;:false,&quot;dropping-particle&quot;:&quot;&quot;,&quot;non-dropping-particle&quot;:&quot;&quot;},{&quot;family&quot;:&quot;Diéguez-Rebolledo&quot;,&quot;given&quot;:&quot;Mauricio&quot;,&quot;parse-names&quot;:false,&quot;dropping-particle&quot;:&quot;&quot;,&quot;non-dropping-particle&quot;:&quot;&quot;},{&quot;family&quot;:&quot;Bustamante-Mora&quot;,&quot;given&quot;:&quot;Ana&quot;,&quot;parse-names&quot;:false,&quot;dropping-particle&quot;:&quot;&quot;,&quot;non-dropping-particle&quot;:&quot;&quot;},{&quot;family&quot;:&quot;Cadena-Martínez&quot;,&quot;given&quot;:&quot;Rodrigo&quot;,&quot;parse-names&quot;:false,&quot;dropping-particle&quot;:&quot;&quot;,&quot;non-dropping-particle&quot;:&quot;&quot;}],&quot;container-title&quot;:&quot;IEEE Access&quot;,&quot;DOI&quot;:&quot;10.1109/ACCESS.2024.3372385&quot;,&quot;ISSN&quot;:&quot;21693536&quot;,&quot;issued&quot;:{&quot;date-parts&quot;:[[2024]]},&quot;page&quot;:&quot;35204-35230&quot;,&quot;abstract&quot;:&quot;Incorporating security into software development in small and medium-sized enterprises (SMEs) is an increasingly relevant challenge and a crucial necessity, especially in an uncertain and fast-paced environment like that of an agile setting. Given the growing threat of cyberattacks, it is imperative to address this issue. This article examines and subsequently analyzes existing strategies in the literature regarding secure software development in the context of SMEs employing agile methodologies. The study initiates a systematic literature review to identify strategies employed in this context. The findings reveal that 57.9% of the studies present strategies to tackle security in agile software development, with 20.2% specifically focusing on SMEs. Subsequently, practices demonstrating success in integrating security measures into the software development lifecycle (SDLC) are analyzed and categorized. The results underscore the necessity of addressing security in the agile environment, as it remains a significant challenge in software development. Effective approaches are also required for small businesses to ensure application protection and long-term sustainability.&quot;,&quot;publisher&quot;:&quot;Institute of Electrical and Electronics Engineers Inc.&quot;,&quot;volume&quot;:&quot;12&quot;,&quot;container-title-short&quot;:&quot;&quot;},&quot;isTemporary&quot;:false}],&quot;citationTag&quot;:&quot;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&quot;},{&quot;citationID&quot;:&quot;MENDELEY_CITATION_0fa755c0-fa1b-4a7f-8235-4b6be86fb5f0&quot;,&quot;properties&quot;:{&quot;noteIndex&quot;:0},&quot;isEdited&quot;:false,&quot;manualOverride&quot;:{&quot;isManuallyOverridden&quot;:false,&quot;citeprocText&quot;:&quot;&lt;sup&gt;17&lt;/sup&gt;&quot;,&quot;manualOverrideText&quot;:&quot;&quot;},&quot;citationItems&quot;:[{&quot;id&quot;:&quot;e339b095-8326-39bb-9be7-343a65816552&quot;,&quot;itemData&quot;:{&quot;type&quot;:&quot;article-journal&quot;,&quot;id&quot;:&quot;e339b095-8326-39bb-9be7-343a65816552&quot;,&quot;title&quot;:&quot;Blockchain and Autonomous Vehicles: Recent Advances and Future Directions&quot;,&quot;author&quot;:[{&quot;family&quot;:&quot;Jain&quot;,&quot;given&quot;:&quot;Saurabh&quot;,&quot;parse-names&quot;:false,&quot;dropping-particle&quot;:&quot;&quot;,&quot;non-dropping-particle&quot;:&quot;&quot;},{&quot;family&quot;:&quot;Ahuja&quot;,&quot;given&quot;:&quot;Neelu Jyothi&quot;,&quot;parse-names&quot;:false,&quot;dropping-particle&quot;:&quot;&quot;,&quot;non-dropping-particle&quot;:&quot;&quot;},{&quot;family&quot;:&quot;Srikanth&quot;,&quot;given&quot;:&quot;P.&quot;,&quot;parse-names&quot;:false,&quot;dropping-particle&quot;:&quot;&quot;,&quot;non-dropping-particle&quot;:&quot;&quot;},{&quot;family&quot;:&quot;Bhadane&quot;,&quot;given&quot;:&quot;Kishor Vinayak&quot;,&quot;parse-names&quot;:false,&quot;dropping-particle&quot;:&quot;&quot;,&quot;non-dropping-particle&quot;:&quot;&quot;},{&quot;family&quot;:&quot;Nagaiah&quot;,&quot;given&quot;:&quot;Bharathram&quot;,&quot;parse-names&quot;:false,&quot;dropping-particle&quot;:&quot;&quot;,&quot;non-dropping-particle&quot;:&quot;&quot;},{&quot;family&quot;:&quot;Kumar&quot;,&quot;given&quot;:&quot;Adarsh&quot;,&quot;parse-names&quot;:false,&quot;dropping-particle&quot;:&quot;&quot;,&quot;non-dropping-particle&quot;:&quot;&quot;},{&quot;family&quot;:&quot;Konstantinou&quot;,&quot;given&quot;:&quot;Charalambos&quot;,&quot;parse-names&quot;:false,&quot;dropping-particle&quot;:&quot;&quot;,&quot;non-dropping-particle&quot;:&quot;&quot;}],&quot;container-title&quot;:&quot;IEEE Access&quot;,&quot;DOI&quot;:&quot;10.1109/ACCESS.2021.3113649&quot;,&quot;ISSN&quot;:&quot;21693536&quot;,&quot;issued&quot;:{&quot;date-parts&quot;:[[2021]]},&quot;page&quot;:&quot;130264-130328&quot;,&quot;abstract&quot;:&quot;Blockchain is an underlying technology for securing many real-time applications and their data. The automobile is one such sector in which auto-manufacturers are looking forward to accepting the advantages of distributed ledger technology in autonomous vehicles or systems and improving their products, customer satisfaction, and other valuable experiences. This work aims to find the significance of blockchain technology in Autonomous Vehicles, including Autonomous Electric Vehicles (AEV), Autonomous Underwater Vehicles (AUV), Autonomous Guided Vehicles (AGV), Autonomous Aerial Vehicles (AAeV), and Autonomous Driving. In this work, a comparative analysis of blockchain-integrated autonomous vehicle systems is explored to identify the present scenario and futuristic challenges. In addition to blockchain technology, the uses and importance of sensors, architectures and infrastructure requirements, vehicle types, driving modes, vehicles target and tracking approaches, intelligent contracts, intelligent data handling, and industry-specific use cases are also explored. This study is based on the exploration of recent technologies and practices. As autonomous vehicles are expected to be the future of intelligent transportation, this paper surveys recent advances in autonomous vehicles and systems and how blockchain can help in improving user experiences and improving industry practices. Finally, limitations of work, future research directions, and challenges associated with different autonomous vehicles and systems are presented.&quot;,&quot;publisher&quot;:&quot;Institute of Electrical and Electronics Engineers Inc.&quot;,&quot;volume&quot;:&quot;9&quot;,&quot;container-title-short&quot;:&quot;&quot;},&quot;isTemporary&quot;:false}],&quot;citationTag&quot;:&quot;MENDELEY_CITATION_v3_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&quot;},{&quot;citationID&quot;:&quot;MENDELEY_CITATION_7cdea991-6c10-44db-88a1-3e9956dbccfc&quot;,&quot;properties&quot;:{&quot;noteIndex&quot;:0},&quot;isEdited&quot;:false,&quot;manualOverride&quot;:{&quot;isManuallyOverridden&quot;:false,&quot;citeprocText&quot;:&quot;&lt;sup&gt;44,45&lt;/sup&gt;&quot;,&quot;manualOverrideText&quot;:&quot;&quot;},&quot;citationItems&quot;:[{&quot;id&quot;:&quot;39d14982-7e1c-323a-8ae1-7cc4b1141548&quot;,&quot;itemData&quot;:{&quot;type&quot;:&quot;article-journal&quot;,&quot;id&quot;:&quot;39d14982-7e1c-323a-8ae1-7cc4b1141548&quot;,&quot;title&quot;:&quot;Secure software development and testing: A model-based methodology&quot;,&quot;author&quot;:[{&quot;family&quot;:&quot;Casola&quot;,&quot;given&quot;:&quot;Valentina&quot;,&quot;parse-names&quot;:false,&quot;dropping-particle&quot;:&quot;&quot;,&quot;non-dropping-particle&quot;:&quot;&quot;},{&quot;family&quot;:&quot;Benedictis&quot;,&quot;given&quot;:&quot;Alessandra&quot;,&quot;parse-names&quot;:false,&quot;dropping-particle&quot;:&quot;&quot;,&quot;non-dropping-particle&quot;:&quot;De&quot;},{&quot;family&quot;:&quot;Mazzocca&quot;,&quot;given&quot;:&quot;Carlo&quot;,&quot;parse-names&quot;:false,&quot;dropping-particle&quot;:&quot;&quot;,&quot;non-dropping-particle&quot;:&quot;&quot;},{&quot;family&quot;:&quot;Orbinato&quot;,&quot;given&quot;:&quot;Vittorio&quot;,&quot;parse-names&quot;:false,&quot;dropping-particle&quot;:&quot;&quot;,&quot;non-dropping-particle&quot;:&quot;&quot;}],&quot;container-title&quot;:&quot;Computers and Security&quot;,&quot;container-title-short&quot;:&quot;Comput Secur&quot;,&quot;DOI&quot;:&quot;10.1016/j.cose.2023.103639&quot;,&quot;ISSN&quot;:&quot;01674048&quot;,&quot;issued&quot;:{&quot;date-parts&quot;:[[2024,2,1]]},&quot;abstract&quot;:&quot;Modern industries widely rely upon software and IT services, in a context where cybercrime is rapidly spreading in more and more sectors. Unfortunately, despite greater general awareness of security risks and the availability of security tools that can help to cope with those risks, many organizations (especially medium/small-size ones) still lag when it comes to building security into their services. This is mainly due to the limited security skills of common developers/IT project managers and to the typically high costs of security procedures. In fact, while automated tools exist to perform code analysis, vulnerability scanning, or security testing, the manual intervention of security experts is still required not only for security analysis and design, but also to configure and elaborate the output of the security testing tools. In this paper, we propose a novel secure software development methodology aimed at supporting developers from security design to security testing, suitable for integration within modern DevOps pipelines according to a DevSecOps (or SecDevOps) approach. The proposed methodology leverages a model-based process that enables identifying existing threats, selecting appropriate countermeasures to enforce, and verify their mitigation effectiveness through both static assessment procedures and targeted security tests. To demonstrate our approach's feasibility and concretely illustrate the devised activities, we provide a step-by-step description of the whole process concerning a containerized microservice-based application case study. In addition, we discuss the application of the proposed methodology, in its threat modeling and security testing phases, to a well-known vulnerable web application widely used for security training purposes, to illustrate that we can identify most of the existing vulnerabilities and determine appropriate test plans to assess and mitigate such vulnerabilities.&quot;,&quot;publisher&quot;:&quot;Elsevier Ltd&quot;,&quot;volume&quot;:&quot;137&quot;},&quot;isTemporary&quot;:false},{&quot;id&quot;:&quot;263e1378-5e76-3553-8c7e-5909f716a4e7&quot;,&quot;itemData&quot;:{&quot;type&quot;:&quot;article-journal&quot;,&quot;id&quot;:&quot;263e1378-5e76-3553-8c7e-5909f716a4e7&quot;,&quot;title&quot;:&quot;Systematic Mapping of the Literature on Secure Software Development&quot;,&quot;author&quot;:[{&quot;family&quot;:&quot;Nina&quot;,&quot;given&quot;:&quot;Hernan&quot;,&quot;parse-names&quot;:false,&quot;dropping-particle&quot;:&quot;&quot;,&quot;non-dropping-particle&quot;:&quot;&quot;},{&quot;family&quot;:&quot;Pow-Sang&quot;,&quot;given&quot;:&quot;Jose Antonio&quot;,&quot;parse-names&quot;:false,&quot;dropping-particle&quot;:&quot;&quot;,&quot;non-dropping-particle&quot;:&quot;&quot;},{&quot;family&quot;:&quot;Villavicencio&quot;,&quot;given&quot;:&quot;Monica&quot;,&quot;parse-names&quot;:false,&quot;dropping-particle&quot;:&quot;&quot;,&quot;non-dropping-particle&quot;:&quot;&quot;}],&quot;container-title&quot;:&quot;IEEE Access&quot;,&quot;DOI&quot;:&quot;10.1109/ACCESS.2021.3062388&quot;,&quot;ISSN&quot;:&quot;21693536&quot;,&quot;issued&quot;:{&quot;date-parts&quot;:[[2021,3,9]]},&quot;page&quot;:&quot;36852-36867&quot;,&quot;abstract&quot;:&quot;The accelerated growth in exploiting vulnerabilities due to errors or failures in the software development process is a latent concern in the Software Industry. In this sense, this study aims to provide an overview of the Secure Software Development trends to help identify topics that have been extensively studied and those that still need to be. Therefore, in this paper, a systematic mapping review with PICo search strategies was conducted. A total of 867 papers were identified, of which only 528 papers were selected for this review. The main findings correspond to the Software Requirements Security, where the Elicitation and Misuse Cases reported more frequently. In Software Design Security, recurring themes are security in component-based software development, threat model, and security patterns. In the Software Construction Security, the most frequent topics are static code analysis and vulnerability detection. Finally, in Software Testing Security, the most frequent topics are vulnerability scanning and penetration testing. In conclusion, there is a diversity of methodologies, models, and tools with specific objectives in each secure software development stage.&quot;,&quot;publisher&quot;:&quot;Institute of Electrical and Electronics Engineers Inc.&quot;,&quot;volume&quot;:&quot;9&quot;,&quot;container-title-short&quot;:&quot;&quot;},&quot;isTemporary&quot;:false}],&quot;citationTag&quot;:&quot;MENDELEY_CITATION_v3_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&quot;}]"/>
    <we:property name="MENDELEY_CITATIONS_LOCALE_CODE" value="&quot;en-US&quot;"/>
    <we:property name="MENDELEY_CITATIONS_STYLE" value="{&quot;id&quot;:&quot;https://www.zotero.org/styles/american-institute-of-physics&quot;,&quot;title&quot;:&quot;American Institute of Physics 4th edition&quot;,&quot;format&quot;:&quot;numeric&quot;,&quot;defaultLocale&quot;:&quot;en-US&quot;,&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3.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44FC6D-7350-442F-8936-25B8D55E2C0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9</TotalTime>
  <Pages>9</Pages>
  <Words>4713</Words>
  <Characters>26865</Characters>
  <Application>Microsoft Office Word</Application>
  <DocSecurity>0</DocSecurity>
  <Lines>223</Lines>
  <Paragraphs>63</Paragraphs>
  <ScaleCrop>false</ScaleCrop>
  <Company>PPI</Company>
  <LinksUpToDate>false</LinksUpToDate>
  <CharactersWithSpaces>31515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Icontine 2025</dc:title>
  <dc:subject>Systematic Review of Secure Programming Approaches in Autonomous Vehicle Software Engineering</dc:subject>
  <dc:creator>Ruth Levins</dc:creator>
  <cp:lastModifiedBy>USER</cp:lastModifiedBy>
  <cp:revision>7</cp:revision>
  <cp:lastPrinted>2011-03-03T08:29:00Z</cp:lastPrinted>
  <dcterms:created xsi:type="dcterms:W3CDTF">2025-09-01T11:12:00Z</dcterms:created>
  <dcterms:modified xsi:type="dcterms:W3CDTF">2025-12-16T11:21:00Z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