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23F6D7" w14:textId="77777777" w:rsidR="00704AC1" w:rsidRDefault="00704AC1" w:rsidP="002A6AFD">
      <w:pPr>
        <w:pStyle w:val="PaperTitle"/>
        <w:spacing w:before="0"/>
      </w:pPr>
    </w:p>
    <w:p w14:paraId="0E07678E" w14:textId="77777777" w:rsidR="00704AC1" w:rsidRDefault="00704AC1" w:rsidP="002A6AFD">
      <w:pPr>
        <w:pStyle w:val="PaperTitle"/>
        <w:spacing w:before="0"/>
      </w:pPr>
    </w:p>
    <w:p w14:paraId="5647BCB0" w14:textId="77777777" w:rsidR="00704AC1" w:rsidRDefault="00704AC1" w:rsidP="002A6AFD">
      <w:pPr>
        <w:pStyle w:val="PaperTitle"/>
        <w:spacing w:before="0"/>
      </w:pPr>
    </w:p>
    <w:p w14:paraId="3B9815EA" w14:textId="4D1C6B28" w:rsidR="0016385D" w:rsidRPr="00075EA6" w:rsidRDefault="00020680" w:rsidP="002A6AFD">
      <w:pPr>
        <w:pStyle w:val="PaperTitle"/>
        <w:spacing w:before="0"/>
        <w:rPr>
          <w:b w:val="0"/>
          <w:bCs/>
          <w:sz w:val="24"/>
          <w:szCs w:val="24"/>
        </w:rPr>
      </w:pPr>
      <w:r w:rsidRPr="00020680">
        <w:t>Effect of Transient Thermal Flame (TTF) Heat Treatment Position on Tensile Strength and Distortion in Flux Cored Arc Welding (FCAW) of Aluminum 5083</w:t>
      </w:r>
      <w:r w:rsidR="0019121D" w:rsidRPr="002B5648">
        <w:t xml:space="preserve"> </w:t>
      </w:r>
      <w:r w:rsidR="00A90413" w:rsidRPr="00075EA6">
        <w:br/>
      </w:r>
    </w:p>
    <w:p w14:paraId="548D96A3" w14:textId="48A64B2A" w:rsidR="00C14B14" w:rsidRDefault="00020680" w:rsidP="002A6AFD">
      <w:pPr>
        <w:pStyle w:val="AuthorName"/>
        <w:rPr>
          <w:sz w:val="20"/>
          <w:lang w:val="en-GB" w:eastAsia="en-GB"/>
        </w:rPr>
      </w:pPr>
      <w:proofErr w:type="spellStart"/>
      <w:r w:rsidRPr="00020680">
        <w:t>Bagas</w:t>
      </w:r>
      <w:proofErr w:type="spellEnd"/>
      <w:r w:rsidRPr="00020680">
        <w:t xml:space="preserve"> </w:t>
      </w:r>
      <w:proofErr w:type="spellStart"/>
      <w:r w:rsidRPr="00020680">
        <w:t>Fitra</w:t>
      </w:r>
      <w:proofErr w:type="spellEnd"/>
      <w:r w:rsidRPr="00020680">
        <w:t xml:space="preserve"> </w:t>
      </w:r>
      <w:proofErr w:type="spellStart"/>
      <w:r w:rsidRPr="00020680">
        <w:t>Ferdiawan</w:t>
      </w:r>
      <w:r w:rsidR="00EF6940" w:rsidRPr="2F830975">
        <w:rPr>
          <w:vertAlign w:val="superscript"/>
        </w:rPr>
        <w:t>a</w:t>
      </w:r>
      <w:proofErr w:type="spellEnd"/>
      <w:r w:rsidR="00EF6940" w:rsidRPr="2F830975">
        <w:rPr>
          <w:vertAlign w:val="superscript"/>
        </w:rPr>
        <w:t>)</w:t>
      </w:r>
      <w:r w:rsidR="00EF3DF6">
        <w:t xml:space="preserve">, </w:t>
      </w:r>
      <w:r w:rsidR="0019121D" w:rsidRPr="0019121D">
        <w:t xml:space="preserve">Nur </w:t>
      </w:r>
      <w:proofErr w:type="spellStart"/>
      <w:r w:rsidR="0019121D" w:rsidRPr="0019121D">
        <w:t>Subeki</w:t>
      </w:r>
      <w:r w:rsidR="00EF3DF6">
        <w:rPr>
          <w:vertAlign w:val="superscript"/>
        </w:rPr>
        <w:t>b</w:t>
      </w:r>
      <w:proofErr w:type="spellEnd"/>
      <w:r w:rsidR="00EF3DF6" w:rsidRPr="2F830975">
        <w:rPr>
          <w:vertAlign w:val="superscript"/>
        </w:rPr>
        <w:t>)</w:t>
      </w:r>
      <w:r w:rsidR="0026752A">
        <w:t xml:space="preserve">, </w:t>
      </w:r>
      <w:r w:rsidR="00264F9B">
        <w:t xml:space="preserve">and </w:t>
      </w:r>
      <w:r w:rsidRPr="00020680">
        <w:t xml:space="preserve">Mohamad </w:t>
      </w:r>
      <w:proofErr w:type="spellStart"/>
      <w:r w:rsidRPr="00020680">
        <w:t>Irkham</w:t>
      </w:r>
      <w:proofErr w:type="spellEnd"/>
      <w:r w:rsidRPr="00020680">
        <w:t xml:space="preserve"> </w:t>
      </w:r>
      <w:proofErr w:type="spellStart"/>
      <w:r w:rsidRPr="00020680">
        <w:t>Mamungkas</w:t>
      </w:r>
      <w:r w:rsidR="0026752A">
        <w:rPr>
          <w:vertAlign w:val="superscript"/>
        </w:rPr>
        <w:t>c</w:t>
      </w:r>
      <w:proofErr w:type="spellEnd"/>
      <w:r w:rsidR="0026752A" w:rsidRPr="2F830975">
        <w:rPr>
          <w:vertAlign w:val="superscript"/>
        </w:rPr>
        <w:t>)</w:t>
      </w:r>
      <w:r w:rsidR="0026752A">
        <w:rPr>
          <w:vertAlign w:val="superscript"/>
        </w:rPr>
        <w:t xml:space="preserve"> </w:t>
      </w:r>
      <w:r w:rsidR="0016385D">
        <w:br/>
      </w:r>
    </w:p>
    <w:p w14:paraId="5CFA9C09" w14:textId="38414190" w:rsidR="00C14B14" w:rsidRDefault="00EF3DF6" w:rsidP="002A6AFD">
      <w:pPr>
        <w:pStyle w:val="AuthorAffiliation"/>
      </w:pPr>
      <w:r w:rsidRPr="00EF3DF6">
        <w:t>Department of Mechanical Engineering, Universit</w:t>
      </w:r>
      <w:r>
        <w:t>y</w:t>
      </w:r>
      <w:r w:rsidRPr="00EF3DF6">
        <w:t xml:space="preserve"> </w:t>
      </w:r>
      <w:r>
        <w:t xml:space="preserve">of </w:t>
      </w:r>
      <w:r w:rsidRPr="00EF3DF6">
        <w:t>Muhammadiyah Malang</w:t>
      </w:r>
      <w:r w:rsidR="0016385D" w:rsidRPr="00075EA6">
        <w:t xml:space="preserve"> </w:t>
      </w:r>
      <w:r w:rsidR="0016782F" w:rsidRPr="00075EA6">
        <w:br/>
      </w:r>
      <w:r w:rsidRPr="00EF3DF6">
        <w:t xml:space="preserve">Jl. Raya </w:t>
      </w:r>
      <w:proofErr w:type="spellStart"/>
      <w:r w:rsidRPr="00EF3DF6">
        <w:t>Tlogomas</w:t>
      </w:r>
      <w:proofErr w:type="spellEnd"/>
      <w:r w:rsidRPr="00EF3DF6">
        <w:t xml:space="preserve"> No. 246, Malang 65144, Indonesia</w:t>
      </w:r>
      <w:r w:rsidR="0016782F" w:rsidRPr="00075EA6">
        <w:t>.</w:t>
      </w:r>
    </w:p>
    <w:p w14:paraId="771D6B6C" w14:textId="3E8259A0" w:rsidR="00C14B14" w:rsidRPr="00075EA6" w:rsidRDefault="00C14B14" w:rsidP="002A6AFD">
      <w:pPr>
        <w:pStyle w:val="AuthorAffiliation"/>
      </w:pPr>
    </w:p>
    <w:p w14:paraId="02B5F029" w14:textId="3EA3EB7B" w:rsidR="00EF3DF6" w:rsidRDefault="00C14B14" w:rsidP="002A6AFD">
      <w:pPr>
        <w:pStyle w:val="AuthorEmail"/>
      </w:pPr>
      <w:r w:rsidRPr="00075EA6">
        <w:br/>
      </w:r>
      <w:r w:rsidR="00003D7C" w:rsidRPr="00075EA6">
        <w:rPr>
          <w:szCs w:val="28"/>
          <w:vertAlign w:val="superscript"/>
        </w:rPr>
        <w:t>a)</w:t>
      </w:r>
      <w:r w:rsidR="00020680" w:rsidRPr="00020680">
        <w:t xml:space="preserve"> bagasfitra10@gmail.com</w:t>
      </w:r>
      <w:r w:rsidR="001D469C" w:rsidRPr="00075EA6">
        <w:br/>
      </w:r>
      <w:r w:rsidR="003A5C85" w:rsidRPr="00075EA6">
        <w:rPr>
          <w:szCs w:val="28"/>
          <w:vertAlign w:val="superscript"/>
        </w:rPr>
        <w:t>b)</w:t>
      </w:r>
      <w:r w:rsidR="00020680">
        <w:rPr>
          <w:szCs w:val="28"/>
          <w:vertAlign w:val="superscript"/>
        </w:rPr>
        <w:t xml:space="preserve"> </w:t>
      </w:r>
      <w:r w:rsidR="00EF3DF6" w:rsidRPr="00EF3DF6">
        <w:t xml:space="preserve">Corresponding author: </w:t>
      </w:r>
      <w:r w:rsidR="0019121D" w:rsidRPr="0019121D">
        <w:t>nursubeki@umm.ac.id</w:t>
      </w:r>
    </w:p>
    <w:p w14:paraId="189EE2D5" w14:textId="039F3645" w:rsidR="0026752A" w:rsidRPr="00075EA6" w:rsidRDefault="00EF3DF6" w:rsidP="002A6AFD">
      <w:pPr>
        <w:pStyle w:val="AuthorEmail"/>
      </w:pPr>
      <w:r>
        <w:rPr>
          <w:szCs w:val="28"/>
          <w:vertAlign w:val="superscript"/>
        </w:rPr>
        <w:t>c</w:t>
      </w:r>
      <w:r w:rsidRPr="00075EA6">
        <w:rPr>
          <w:szCs w:val="28"/>
          <w:vertAlign w:val="superscript"/>
        </w:rPr>
        <w:t>)</w:t>
      </w:r>
      <w:r w:rsidR="0019121D" w:rsidRPr="0019121D">
        <w:t xml:space="preserve"> </w:t>
      </w:r>
      <w:r w:rsidR="00020680" w:rsidRPr="00020680">
        <w:t>irkham@umm.ac.id</w:t>
      </w:r>
    </w:p>
    <w:p w14:paraId="22C3F2A8" w14:textId="363255FC" w:rsidR="0016385D" w:rsidRPr="00075EA6" w:rsidRDefault="0016385D" w:rsidP="002A6AFD">
      <w:pPr>
        <w:pStyle w:val="Abstract"/>
      </w:pPr>
      <w:r w:rsidRPr="00075EA6">
        <w:rPr>
          <w:b/>
          <w:bCs/>
        </w:rPr>
        <w:t>Abstract.</w:t>
      </w:r>
      <w:r w:rsidRPr="00075EA6">
        <w:t xml:space="preserve"> </w:t>
      </w:r>
      <w:r w:rsidR="004C019C" w:rsidRPr="004C019C">
        <w:t>This study investigates the effect of heat treatment position using the Transient Thermal Flame (TTF) method in the Flux-Cored Arc Welding (FCAW) process on the tensile strength and distortion of aluminum alloy 5083. An experimental approach was employed to compare different heat treatment variations, with tensile and distortion testing as the primary evaluation parameters. The results indicate that applying TTF heat treatment at 100 degrees Celsius can significantly reduce distortion and improve tensile strength compared to welding without heat treatment. The highest Ultimate Tensile Strength (UTS) was achieved in specimens with neutral TTF treatment, reaching 464.34 MPa, while the lowest distortion was observed in specimens with TTF− treatment (1.70 mm). These findings demonstrate that the TTF method can be an effective approach to enhance the quality of aluminum 5083 welded joints by reducing residual stress and minimizing distortion.</w:t>
      </w:r>
    </w:p>
    <w:p w14:paraId="5240E3FB" w14:textId="7F451606" w:rsidR="003A287B" w:rsidRPr="00075EA6" w:rsidRDefault="00EF3DF6" w:rsidP="002A6AFD">
      <w:pPr>
        <w:pStyle w:val="Heading1"/>
        <w:rPr>
          <w:b w:val="0"/>
          <w:caps w:val="0"/>
          <w:sz w:val="20"/>
        </w:rPr>
      </w:pPr>
      <w:r>
        <w:t>INTRODUCTION</w:t>
      </w:r>
    </w:p>
    <w:p w14:paraId="1B9CF082" w14:textId="77777777" w:rsidR="007F5CBC" w:rsidRDefault="007F5CBC" w:rsidP="002A6AFD">
      <w:pPr>
        <w:pStyle w:val="Paragraph"/>
      </w:pPr>
      <w:r>
        <w:t>Welding is an essential fabrication process widely applied in construction, aerospace, and shipbuilding [1]. Among various techniques, Flux Cored Arc Welding (FCAW) is favored for its efficiency and adaptability, particularly in structural and piping applications [2], including shipbuilding, offshore construction, and the petrochemical sectors, due to its ability to produce reliable mechanical properties in welded joints [3]. To further enhance production quality, engineers have developed methods to reduce deformation and residual stress, thereby optimizing post-weld heat treatment [4].</w:t>
      </w:r>
    </w:p>
    <w:p w14:paraId="5859EDF5" w14:textId="77777777" w:rsidR="007F5CBC" w:rsidRDefault="007F5CBC" w:rsidP="002A6AFD">
      <w:pPr>
        <w:pStyle w:val="Paragraph"/>
      </w:pPr>
      <w:r>
        <w:t>A major challenge in ship panel welding is distortion caused by high temperature gradients, leading to residual stresses from thermal shrinkage and phase transformation [5]. These imperfections, if uncontrolled, compromise quality and durability, increasing repair costs [6]. Common approaches to mitigate distortion include heat sink methods and Static Thermal Tensioning (STT) [7], which has also been applied successfully to MIG welding of AA5083 [8].</w:t>
      </w:r>
    </w:p>
    <w:p w14:paraId="6F83F9B9" w14:textId="77777777" w:rsidR="007F5CBC" w:rsidRDefault="007F5CBC" w:rsidP="002A6AFD">
      <w:pPr>
        <w:pStyle w:val="Paragraph"/>
      </w:pPr>
      <w:r>
        <w:t>Aluminum alloy 5083 is widely used in ship structures due to its strength and corrosion resistance [9,10], yet its welding is difficult because of its low melting point, high thermal conductivity, hydrogen solubility, oxide formation, and shrinkage [11]. FCAW helps overcome some of these issues by improving heat control and weld quality [12]. Recent studies show that transient thermal tensioning (TTT) reduces distortion and residual stress [13]. Building on this, the present work applies Transient Thermal Flame (TTF), in which simultaneous heating on both sides of the plate is expected to improve tensile strength and minimize distortion [14].</w:t>
      </w:r>
    </w:p>
    <w:p w14:paraId="444DB7E1" w14:textId="77777777" w:rsidR="007F5CBC" w:rsidRDefault="007F5CBC" w:rsidP="002A6AFD">
      <w:pPr>
        <w:pStyle w:val="Paragraph"/>
      </w:pPr>
      <w:r>
        <w:lastRenderedPageBreak/>
        <w:t xml:space="preserve">The thermal characteristics of aluminum often cause problems such as residual stress, distortion, and dimensional tolerance issues [15–17]. Numerical methods like thermal elastic–plastic finite element analysis </w:t>
      </w:r>
      <w:proofErr w:type="gramStart"/>
      <w:r>
        <w:t>are</w:t>
      </w:r>
      <w:proofErr w:type="gramEnd"/>
      <w:r>
        <w:t xml:space="preserve"> often used to study these effects and propose alignment techniques to mitigate deformation [18]. Previous research also highlighted the role of preheating in reducing distortion and improving fatigue performance [19].</w:t>
      </w:r>
    </w:p>
    <w:p w14:paraId="6A992C0A" w14:textId="69908F5C" w:rsidR="00EF3DF6" w:rsidRDefault="007F5CBC" w:rsidP="002A6AFD">
      <w:pPr>
        <w:pStyle w:val="Paragraph"/>
      </w:pPr>
      <w:r>
        <w:t>This study investigates the effect of TTF heat treatment during FCAW of aluminum 5083, with focus on its influence on tensile strength and distortion. Since data on TTF application in aluminum structures remain limited, the findings aim to contribute to better understanding of distortion control and joint performance</w:t>
      </w:r>
      <w:r w:rsidR="00020680">
        <w:t>.</w:t>
      </w:r>
    </w:p>
    <w:p w14:paraId="46FF4BB9" w14:textId="77CCCC96" w:rsidR="00EF3DF6" w:rsidRPr="00075EA6" w:rsidRDefault="00EF3DF6" w:rsidP="002A6AFD">
      <w:pPr>
        <w:pStyle w:val="Heading1"/>
        <w:rPr>
          <w:b w:val="0"/>
          <w:caps w:val="0"/>
          <w:sz w:val="20"/>
        </w:rPr>
      </w:pPr>
      <w:r w:rsidRPr="00EF3DF6">
        <w:t>Methodology</w:t>
      </w:r>
    </w:p>
    <w:p w14:paraId="006326FA" w14:textId="77777777" w:rsidR="00020680" w:rsidRDefault="00020680" w:rsidP="002A6AFD">
      <w:pPr>
        <w:pStyle w:val="Heading2"/>
      </w:pPr>
      <w:r>
        <w:t>Research Location and Duration</w:t>
      </w:r>
    </w:p>
    <w:p w14:paraId="477A640B" w14:textId="77777777" w:rsidR="00020680" w:rsidRDefault="00020680" w:rsidP="002A6AFD">
      <w:pPr>
        <w:pStyle w:val="Paragraph"/>
      </w:pPr>
      <w:r>
        <w:t xml:space="preserve">The experimental research was conducted at a welding workshop located in </w:t>
      </w:r>
      <w:proofErr w:type="spellStart"/>
      <w:r>
        <w:t>Sidoarjo</w:t>
      </w:r>
      <w:proofErr w:type="spellEnd"/>
      <w:r>
        <w:t xml:space="preserve">, Indonesia. Tensile and microstructure tests were carried out at the Materials Testing Laboratory of </w:t>
      </w:r>
      <w:proofErr w:type="spellStart"/>
      <w:r>
        <w:t>Politeknik</w:t>
      </w:r>
      <w:proofErr w:type="spellEnd"/>
      <w:r>
        <w:t xml:space="preserve"> Negeri Malang, while distortion testing was conducted independently by the researchers. The study was carried out from October 2024 until the completion of all testing activities.</w:t>
      </w:r>
    </w:p>
    <w:p w14:paraId="2EC43892" w14:textId="77777777" w:rsidR="00020680" w:rsidRDefault="00020680" w:rsidP="002A6AFD">
      <w:pPr>
        <w:pStyle w:val="Heading2"/>
      </w:pPr>
      <w:r>
        <w:t>Research Design</w:t>
      </w:r>
    </w:p>
    <w:p w14:paraId="7701CAC2" w14:textId="77777777" w:rsidR="00020680" w:rsidRDefault="00020680" w:rsidP="002A6AFD">
      <w:pPr>
        <w:pStyle w:val="Paragraph"/>
      </w:pPr>
      <w:r>
        <w:t>This study applied an experimental method with a control group design to investigate the influence of heat treatment positions on the mechanical and physical properties of welded specimens. The independent variable in this research was the variation of flame position during welding, while the dependent variables were the mechanical and physical properties, represented by tensile strength and distortion. This design allows a clear comparison between the independent and dependent variables to evaluate the effect of flame position.</w:t>
      </w:r>
    </w:p>
    <w:p w14:paraId="30714B49" w14:textId="77777777" w:rsidR="00020680" w:rsidRDefault="00020680" w:rsidP="002A6AFD">
      <w:pPr>
        <w:pStyle w:val="Heading2"/>
      </w:pPr>
      <w:r>
        <w:t>Research Variables</w:t>
      </w:r>
    </w:p>
    <w:p w14:paraId="1DA6393E" w14:textId="77777777" w:rsidR="00020680" w:rsidRDefault="00020680" w:rsidP="002A6AFD">
      <w:pPr>
        <w:pStyle w:val="Paragraph"/>
      </w:pPr>
      <w:r>
        <w:t xml:space="preserve">The experimental research involved three categories of variables. The constant variables included the use of Aluminum 5083 as the base material, ER 5356 filler wire with a diameter of 1.2 mm, welding current of 160 A, voltage of 20 V, material thickness of 4 mm, flame temperature of 100 °C, welding speed of 11,000 mm/s, shielding gas composition of </w:t>
      </w:r>
      <w:proofErr w:type="spellStart"/>
      <w:r>
        <w:t>Ar</w:t>
      </w:r>
      <w:proofErr w:type="spellEnd"/>
      <w:r>
        <w:t xml:space="preserve"> 82% + CO₂ 18% with a flow rate of 14–15 L/min, welding position 1G, and DC+ current polarity. The independent variable was the variation of flame position during welding. Meanwhile, the dependent variables were the tensile strength and distortion of the welded joints.</w:t>
      </w:r>
    </w:p>
    <w:p w14:paraId="3E07E525" w14:textId="77777777" w:rsidR="00020680" w:rsidRDefault="00020680" w:rsidP="002A6AFD">
      <w:pPr>
        <w:pStyle w:val="Heading2"/>
      </w:pPr>
      <w:r>
        <w:t>Equipment and Materials</w:t>
      </w:r>
    </w:p>
    <w:p w14:paraId="0DB20939" w14:textId="77777777" w:rsidR="00020680" w:rsidRDefault="00020680" w:rsidP="002A6AFD">
      <w:pPr>
        <w:pStyle w:val="Paragraph"/>
      </w:pPr>
      <w:r>
        <w:t xml:space="preserve">The main equipment used in this research included an FCAW welding machine, ER 5356 electrode wire, a cutting grinder, a modified automatic welding tool, tensile testing machine, and distortion testing device. Supporting tools such as a </w:t>
      </w:r>
      <w:proofErr w:type="spellStart"/>
      <w:r>
        <w:t>sigmat</w:t>
      </w:r>
      <w:proofErr w:type="spellEnd"/>
      <w:r>
        <w:t xml:space="preserve">, dial indicator, thermocouple cables, </w:t>
      </w:r>
      <w:proofErr w:type="spellStart"/>
      <w:r>
        <w:t>thermogun</w:t>
      </w:r>
      <w:proofErr w:type="spellEnd"/>
      <w:r>
        <w:t>, NI cDAQ-9172 hardware, and a laptop equipped with LabVIEW software were also employed. Additional safety and process equipment such as welding gloves, welding helmet, and shielding gas cylinders (oxygen, argon, and LPG) were used to ensure smooth operation and safety during the welding process.</w:t>
      </w:r>
    </w:p>
    <w:p w14:paraId="001D22E2" w14:textId="77777777" w:rsidR="00020680" w:rsidRDefault="00020680" w:rsidP="002A6AFD">
      <w:pPr>
        <w:pStyle w:val="Heading2"/>
      </w:pPr>
      <w:r>
        <w:t>Research Procedure</w:t>
      </w:r>
    </w:p>
    <w:p w14:paraId="5900F2CA" w14:textId="19B2986E" w:rsidR="00020680" w:rsidRDefault="00020680" w:rsidP="002A6AFD">
      <w:pPr>
        <w:pStyle w:val="Paragraph"/>
      </w:pPr>
      <w:r>
        <w:t>The experimental procedure was divided into three main stages: preparation, welding, and testing.</w:t>
      </w:r>
      <w:r w:rsidR="007F5CBC">
        <w:t xml:space="preserve"> </w:t>
      </w:r>
    </w:p>
    <w:p w14:paraId="3CCC1B33" w14:textId="77777777" w:rsidR="007F5CBC" w:rsidRDefault="007F5CBC" w:rsidP="002A6AFD">
      <w:pPr>
        <w:pStyle w:val="Paragraph"/>
      </w:pPr>
      <w:r>
        <w:t>In the preparation stage, a literature review was conducted to gather relevant information on FCAW welding of Aluminum 5083, tensile testing standards, and distortion testing methods. Experimental design was then formulated, including the determination of flame position variations, sample preparation, and parameter control.</w:t>
      </w:r>
    </w:p>
    <w:p w14:paraId="7D3C4C2A" w14:textId="77777777" w:rsidR="007F5CBC" w:rsidRDefault="007F5CBC" w:rsidP="002A6AFD">
      <w:pPr>
        <w:pStyle w:val="Paragraph"/>
      </w:pPr>
      <w:r>
        <w:t xml:space="preserve">During the welding stage, the FCAW process was carried out according to the predetermined parameters, with careful monitoring and recording of operational data. The welded specimens were prepared for testing by machining them into tensile specimens in accordance with ASTM E8/E8M standards. For distortion testing, reference lines were </w:t>
      </w:r>
      <w:r>
        <w:lastRenderedPageBreak/>
        <w:t>drawn on the plates, and measurements were conducted on a flat table using a dial indicator to calibrate the lowest surface points.</w:t>
      </w:r>
    </w:p>
    <w:p w14:paraId="0D42E2E5" w14:textId="77777777" w:rsidR="007F5CBC" w:rsidRDefault="007F5CBC" w:rsidP="002A6AFD">
      <w:pPr>
        <w:pStyle w:val="Paragraph"/>
      </w:pPr>
      <w:r>
        <w:t>The testing stage involved conducting tensile tests to determine the mechanical properties of the welded joints and distortion tests to measure dimensional changes caused by the welding process.</w:t>
      </w:r>
    </w:p>
    <w:p w14:paraId="5A071394" w14:textId="77777777" w:rsidR="007F5CBC" w:rsidRDefault="007F5CBC" w:rsidP="002A6AFD">
      <w:pPr>
        <w:pStyle w:val="Paragraph"/>
      </w:pPr>
      <w:r>
        <w:t>Finally, a systematic documentation of all steps, results, and interpretations was compiled into the research report. The overall workflow of this study is presented in the research flowchart shown in Fig. 1.</w:t>
      </w:r>
    </w:p>
    <w:p w14:paraId="793C24D6" w14:textId="3EE7C54E" w:rsidR="006A716D" w:rsidRDefault="00BC37FF" w:rsidP="002A6AFD">
      <w:pPr>
        <w:pStyle w:val="FigureCaption"/>
        <w:rPr>
          <w:b/>
          <w:caps/>
        </w:rPr>
      </w:pPr>
      <w:r>
        <w:rPr>
          <w:rFonts w:ascii="Arial"/>
          <w:b/>
          <w:noProof/>
          <w:sz w:val="9"/>
        </w:rPr>
        <w:drawing>
          <wp:inline distT="0" distB="0" distL="0" distR="0" wp14:anchorId="6CB73F6D" wp14:editId="10238D13">
            <wp:extent cx="3054985" cy="57219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54985" cy="5721985"/>
                    </a:xfrm>
                    <a:prstGeom prst="rect">
                      <a:avLst/>
                    </a:prstGeom>
                    <a:noFill/>
                    <a:ln>
                      <a:noFill/>
                    </a:ln>
                  </pic:spPr>
                </pic:pic>
              </a:graphicData>
            </a:graphic>
          </wp:inline>
        </w:drawing>
      </w:r>
    </w:p>
    <w:p w14:paraId="135E1876" w14:textId="18894D60" w:rsidR="006A716D" w:rsidRDefault="006A716D" w:rsidP="002A6AFD">
      <w:pPr>
        <w:pStyle w:val="FigureCaption"/>
      </w:pPr>
      <w:r>
        <w:rPr>
          <w:b/>
          <w:caps/>
        </w:rPr>
        <w:t>Figure 1.</w:t>
      </w:r>
      <w:r>
        <w:t xml:space="preserve"> </w:t>
      </w:r>
      <w:r w:rsidRPr="006A716D">
        <w:t xml:space="preserve">Research </w:t>
      </w:r>
      <w:r w:rsidR="00020680" w:rsidRPr="00020680">
        <w:t>Flowchart</w:t>
      </w:r>
      <w:r>
        <w:t>.</w:t>
      </w:r>
    </w:p>
    <w:p w14:paraId="2055FBD9" w14:textId="5A5E8E39" w:rsidR="00020680" w:rsidRDefault="00020680" w:rsidP="002A6AFD">
      <w:pPr>
        <w:pStyle w:val="Heading2"/>
      </w:pPr>
      <w:r>
        <w:t>Data Analysis Method</w:t>
      </w:r>
    </w:p>
    <w:p w14:paraId="11179C20" w14:textId="1DAB710D" w:rsidR="00020680" w:rsidRDefault="00020680" w:rsidP="002A6AFD">
      <w:pPr>
        <w:pStyle w:val="Paragraph"/>
      </w:pPr>
      <w:r>
        <w:t>Data were analyzed using quantitative descriptive analysis. Tensile test and distortion measurement results were tabulated and compared across treatment variations. The results were then interpreted in narrative form and visualized through tables and diagrams to provide a clear and comprehensive explanation of the effects of flame position on the mechanical and physical properties of the welded Aluminum 5083 specimens.</w:t>
      </w:r>
    </w:p>
    <w:p w14:paraId="6EBA5683" w14:textId="77777777" w:rsidR="00020680" w:rsidRDefault="002E6F1D" w:rsidP="002A6AFD">
      <w:pPr>
        <w:pStyle w:val="Heading1"/>
      </w:pPr>
      <w:r w:rsidRPr="002E6F1D">
        <w:lastRenderedPageBreak/>
        <w:t>Results and Discussion</w:t>
      </w:r>
    </w:p>
    <w:p w14:paraId="35FB3DD4" w14:textId="77777777" w:rsidR="00020680" w:rsidRDefault="00020680" w:rsidP="002A6AFD">
      <w:pPr>
        <w:pStyle w:val="Paragraph"/>
      </w:pPr>
      <w:r>
        <w:t>After performing tensile and distortion tests, the experimental data were collected and analyzed. Each tensile test was conducted three times for every variation, while the distortion test was carried out once for each variation. The results are presented in the following subsections.</w:t>
      </w:r>
    </w:p>
    <w:p w14:paraId="78ECA7B4" w14:textId="340E131E" w:rsidR="00020680" w:rsidRDefault="00020680" w:rsidP="002A6AFD">
      <w:pPr>
        <w:pStyle w:val="Heading2"/>
      </w:pPr>
      <w:r>
        <w:t>Tensile Test Results</w:t>
      </w:r>
    </w:p>
    <w:p w14:paraId="2A39B874" w14:textId="2A969A03" w:rsidR="00020680" w:rsidRDefault="00020680" w:rsidP="002A6AFD">
      <w:pPr>
        <w:pStyle w:val="Paragraph"/>
      </w:pPr>
      <w:r>
        <w:t>The tensile test results for specimens welded with and without thermal treatment are summarized in Table 1. The variations include welding without preheating, welding with transient thermal flame (TTF+) at 100 °C, welding with transient thermal flame (TTF−) at 100 °C, and welding with neutral TTF at 100 °C.</w:t>
      </w:r>
    </w:p>
    <w:p w14:paraId="7CF1432C" w14:textId="30481ECC" w:rsidR="00020680" w:rsidRDefault="00020680" w:rsidP="002A6AFD">
      <w:pPr>
        <w:pStyle w:val="Paragraph"/>
      </w:pPr>
    </w:p>
    <w:tbl>
      <w:tblPr>
        <w:tblW w:w="7939" w:type="dxa"/>
        <w:jc w:val="center"/>
        <w:tblBorders>
          <w:bottom w:val="single" w:sz="4" w:space="0" w:color="auto"/>
        </w:tblBorders>
        <w:tblLayout w:type="fixed"/>
        <w:tblLook w:val="0000" w:firstRow="0" w:lastRow="0" w:firstColumn="0" w:lastColumn="0" w:noHBand="0" w:noVBand="0"/>
      </w:tblPr>
      <w:tblGrid>
        <w:gridCol w:w="2268"/>
        <w:gridCol w:w="993"/>
        <w:gridCol w:w="2409"/>
        <w:gridCol w:w="2269"/>
      </w:tblGrid>
      <w:tr w:rsidR="00020680" w:rsidRPr="00075EA6" w14:paraId="43297931" w14:textId="12685161" w:rsidTr="00020680">
        <w:trPr>
          <w:cantSplit/>
          <w:trHeight w:val="322"/>
          <w:jc w:val="center"/>
        </w:trPr>
        <w:tc>
          <w:tcPr>
            <w:tcW w:w="7939" w:type="dxa"/>
            <w:gridSpan w:val="4"/>
            <w:tcBorders>
              <w:bottom w:val="nil"/>
            </w:tcBorders>
          </w:tcPr>
          <w:p w14:paraId="47069F73" w14:textId="2F05AFBE" w:rsidR="00020680" w:rsidRPr="002E6F1D" w:rsidRDefault="00020680" w:rsidP="002A6AFD">
            <w:pPr>
              <w:pStyle w:val="TableCaption"/>
              <w:rPr>
                <w:b/>
                <w:bCs/>
              </w:rPr>
            </w:pPr>
            <w:r w:rsidRPr="002E6F1D">
              <w:rPr>
                <w:b/>
                <w:bCs/>
              </w:rPr>
              <w:t>TABLE 1.</w:t>
            </w:r>
            <w:r>
              <w:t xml:space="preserve"> </w:t>
            </w:r>
            <w:r w:rsidRPr="00020680">
              <w:t>Tensile Test Results of Aluminum 5083 Welded Specimens</w:t>
            </w:r>
            <w:r>
              <w:t>.</w:t>
            </w:r>
          </w:p>
        </w:tc>
      </w:tr>
      <w:tr w:rsidR="00020680" w:rsidRPr="00075EA6" w14:paraId="6ED6B522" w14:textId="641FD4DE" w:rsidTr="00020680">
        <w:trPr>
          <w:cantSplit/>
          <w:trHeight w:val="272"/>
          <w:jc w:val="center"/>
        </w:trPr>
        <w:tc>
          <w:tcPr>
            <w:tcW w:w="2268" w:type="dxa"/>
            <w:tcBorders>
              <w:top w:val="single" w:sz="4" w:space="0" w:color="auto"/>
              <w:bottom w:val="single" w:sz="4" w:space="0" w:color="auto"/>
            </w:tcBorders>
          </w:tcPr>
          <w:p w14:paraId="291B2FA2" w14:textId="04A54ADB" w:rsidR="00020680" w:rsidRPr="00020680" w:rsidRDefault="00020680" w:rsidP="002A6AFD">
            <w:pPr>
              <w:ind w:left="314"/>
              <w:rPr>
                <w:b/>
                <w:bCs/>
                <w:sz w:val="18"/>
                <w:szCs w:val="18"/>
              </w:rPr>
            </w:pPr>
            <w:r w:rsidRPr="00020680">
              <w:rPr>
                <w:b/>
                <w:bCs/>
                <w:sz w:val="18"/>
                <w:szCs w:val="18"/>
              </w:rPr>
              <w:t>Condition</w:t>
            </w:r>
          </w:p>
        </w:tc>
        <w:tc>
          <w:tcPr>
            <w:tcW w:w="993" w:type="dxa"/>
            <w:tcBorders>
              <w:top w:val="single" w:sz="4" w:space="0" w:color="auto"/>
              <w:bottom w:val="single" w:sz="4" w:space="0" w:color="auto"/>
            </w:tcBorders>
          </w:tcPr>
          <w:p w14:paraId="12FF23BC" w14:textId="2198E09B" w:rsidR="00020680" w:rsidRPr="00020680" w:rsidRDefault="00020680" w:rsidP="002A6AFD">
            <w:pPr>
              <w:jc w:val="center"/>
              <w:rPr>
                <w:b/>
                <w:bCs/>
                <w:sz w:val="18"/>
                <w:szCs w:val="18"/>
              </w:rPr>
            </w:pPr>
            <w:r w:rsidRPr="00020680">
              <w:rPr>
                <w:b/>
                <w:bCs/>
                <w:sz w:val="18"/>
                <w:szCs w:val="18"/>
              </w:rPr>
              <w:t>Sample</w:t>
            </w:r>
          </w:p>
        </w:tc>
        <w:tc>
          <w:tcPr>
            <w:tcW w:w="2409" w:type="dxa"/>
            <w:tcBorders>
              <w:top w:val="single" w:sz="4" w:space="0" w:color="auto"/>
              <w:bottom w:val="single" w:sz="4" w:space="0" w:color="auto"/>
            </w:tcBorders>
          </w:tcPr>
          <w:p w14:paraId="610A9A84" w14:textId="2C51F83C" w:rsidR="00020680" w:rsidRPr="00020680" w:rsidRDefault="00020680" w:rsidP="002A6AFD">
            <w:pPr>
              <w:jc w:val="center"/>
              <w:rPr>
                <w:b/>
                <w:bCs/>
                <w:sz w:val="18"/>
                <w:szCs w:val="18"/>
              </w:rPr>
            </w:pPr>
            <w:r w:rsidRPr="00020680">
              <w:rPr>
                <w:b/>
                <w:bCs/>
                <w:sz w:val="18"/>
                <w:szCs w:val="18"/>
              </w:rPr>
              <w:t>Ultimate Strength (MPa)</w:t>
            </w:r>
          </w:p>
        </w:tc>
        <w:tc>
          <w:tcPr>
            <w:tcW w:w="2269" w:type="dxa"/>
            <w:tcBorders>
              <w:top w:val="single" w:sz="4" w:space="0" w:color="auto"/>
              <w:bottom w:val="single" w:sz="4" w:space="0" w:color="auto"/>
            </w:tcBorders>
          </w:tcPr>
          <w:p w14:paraId="34363D8A" w14:textId="5FACDBEE" w:rsidR="00020680" w:rsidRPr="00020680" w:rsidRDefault="00020680" w:rsidP="002A6AFD">
            <w:pPr>
              <w:jc w:val="center"/>
              <w:rPr>
                <w:b/>
                <w:bCs/>
                <w:sz w:val="18"/>
                <w:szCs w:val="18"/>
              </w:rPr>
            </w:pPr>
            <w:r w:rsidRPr="00020680">
              <w:rPr>
                <w:b/>
                <w:bCs/>
                <w:sz w:val="18"/>
                <w:szCs w:val="18"/>
              </w:rPr>
              <w:t>Yield Strength (MPa)</w:t>
            </w:r>
          </w:p>
        </w:tc>
      </w:tr>
      <w:tr w:rsidR="00020680" w:rsidRPr="005A0E21" w14:paraId="4DB66D86" w14:textId="1FE39866" w:rsidTr="00020680">
        <w:trPr>
          <w:cantSplit/>
          <w:jc w:val="center"/>
        </w:trPr>
        <w:tc>
          <w:tcPr>
            <w:tcW w:w="2268" w:type="dxa"/>
            <w:tcBorders>
              <w:top w:val="nil"/>
            </w:tcBorders>
          </w:tcPr>
          <w:p w14:paraId="3DEFCADE" w14:textId="52877DCC" w:rsidR="00020680" w:rsidRPr="00020680" w:rsidRDefault="00020680" w:rsidP="002A6AFD">
            <w:pPr>
              <w:pStyle w:val="Paragraph"/>
            </w:pPr>
            <w:r w:rsidRPr="00020680">
              <w:t>Without Preheating</w:t>
            </w:r>
          </w:p>
        </w:tc>
        <w:tc>
          <w:tcPr>
            <w:tcW w:w="993" w:type="dxa"/>
            <w:tcBorders>
              <w:top w:val="nil"/>
            </w:tcBorders>
          </w:tcPr>
          <w:p w14:paraId="334687AF" w14:textId="00F691CD" w:rsidR="00020680" w:rsidRPr="00020680" w:rsidRDefault="00020680" w:rsidP="002A6AFD">
            <w:pPr>
              <w:jc w:val="center"/>
              <w:rPr>
                <w:sz w:val="20"/>
              </w:rPr>
            </w:pPr>
            <w:r w:rsidRPr="00020680">
              <w:rPr>
                <w:sz w:val="20"/>
              </w:rPr>
              <w:t>A</w:t>
            </w:r>
          </w:p>
        </w:tc>
        <w:tc>
          <w:tcPr>
            <w:tcW w:w="2409" w:type="dxa"/>
            <w:tcBorders>
              <w:top w:val="nil"/>
            </w:tcBorders>
          </w:tcPr>
          <w:p w14:paraId="33D000AB" w14:textId="646A005D" w:rsidR="00020680" w:rsidRPr="00020680" w:rsidRDefault="00020680" w:rsidP="002A6AFD">
            <w:pPr>
              <w:jc w:val="center"/>
              <w:rPr>
                <w:sz w:val="20"/>
              </w:rPr>
            </w:pPr>
            <w:r w:rsidRPr="00020680">
              <w:rPr>
                <w:sz w:val="20"/>
              </w:rPr>
              <w:t>166.65</w:t>
            </w:r>
          </w:p>
        </w:tc>
        <w:tc>
          <w:tcPr>
            <w:tcW w:w="2269" w:type="dxa"/>
            <w:tcBorders>
              <w:top w:val="nil"/>
            </w:tcBorders>
          </w:tcPr>
          <w:p w14:paraId="795A3C8B" w14:textId="519CE0AA" w:rsidR="00020680" w:rsidRPr="00020680" w:rsidRDefault="00020680" w:rsidP="002A6AFD">
            <w:pPr>
              <w:jc w:val="center"/>
              <w:rPr>
                <w:sz w:val="20"/>
              </w:rPr>
            </w:pPr>
            <w:r w:rsidRPr="00020680">
              <w:rPr>
                <w:sz w:val="20"/>
              </w:rPr>
              <w:t>3.51</w:t>
            </w:r>
          </w:p>
        </w:tc>
      </w:tr>
      <w:tr w:rsidR="00020680" w:rsidRPr="005A0E21" w14:paraId="7AD43347" w14:textId="15D1A93E" w:rsidTr="00020680">
        <w:trPr>
          <w:cantSplit/>
          <w:jc w:val="center"/>
        </w:trPr>
        <w:tc>
          <w:tcPr>
            <w:tcW w:w="2268" w:type="dxa"/>
          </w:tcPr>
          <w:p w14:paraId="6A947981" w14:textId="0A63B912" w:rsidR="00020680" w:rsidRPr="00020680" w:rsidRDefault="00020680" w:rsidP="002A6AFD">
            <w:pPr>
              <w:pStyle w:val="Paragraph"/>
            </w:pPr>
          </w:p>
        </w:tc>
        <w:tc>
          <w:tcPr>
            <w:tcW w:w="993" w:type="dxa"/>
          </w:tcPr>
          <w:p w14:paraId="5D06432C" w14:textId="07EFB706" w:rsidR="00020680" w:rsidRPr="00020680" w:rsidRDefault="00020680" w:rsidP="002A6AFD">
            <w:pPr>
              <w:jc w:val="center"/>
              <w:rPr>
                <w:sz w:val="20"/>
              </w:rPr>
            </w:pPr>
            <w:r w:rsidRPr="00020680">
              <w:rPr>
                <w:sz w:val="20"/>
              </w:rPr>
              <w:t>B</w:t>
            </w:r>
          </w:p>
        </w:tc>
        <w:tc>
          <w:tcPr>
            <w:tcW w:w="2409" w:type="dxa"/>
          </w:tcPr>
          <w:p w14:paraId="544BCBBF" w14:textId="3479E78C" w:rsidR="00020680" w:rsidRPr="00020680" w:rsidRDefault="00020680" w:rsidP="002A6AFD">
            <w:pPr>
              <w:jc w:val="center"/>
              <w:rPr>
                <w:sz w:val="20"/>
              </w:rPr>
            </w:pPr>
            <w:r w:rsidRPr="00020680">
              <w:rPr>
                <w:sz w:val="20"/>
              </w:rPr>
              <w:t>38.76</w:t>
            </w:r>
          </w:p>
        </w:tc>
        <w:tc>
          <w:tcPr>
            <w:tcW w:w="2269" w:type="dxa"/>
          </w:tcPr>
          <w:p w14:paraId="27567608" w14:textId="43B4A9D2" w:rsidR="00020680" w:rsidRPr="00020680" w:rsidRDefault="00020680" w:rsidP="002A6AFD">
            <w:pPr>
              <w:jc w:val="center"/>
              <w:rPr>
                <w:sz w:val="20"/>
              </w:rPr>
            </w:pPr>
            <w:r w:rsidRPr="00020680">
              <w:rPr>
                <w:sz w:val="20"/>
              </w:rPr>
              <w:t>1.44</w:t>
            </w:r>
          </w:p>
        </w:tc>
      </w:tr>
      <w:tr w:rsidR="00020680" w:rsidRPr="005A0E21" w14:paraId="28FE05B3" w14:textId="3AFAE7D3" w:rsidTr="00020680">
        <w:trPr>
          <w:cantSplit/>
          <w:trHeight w:val="237"/>
          <w:jc w:val="center"/>
        </w:trPr>
        <w:tc>
          <w:tcPr>
            <w:tcW w:w="2268" w:type="dxa"/>
          </w:tcPr>
          <w:p w14:paraId="39C02347" w14:textId="04E3AD77" w:rsidR="00020680" w:rsidRPr="00020680" w:rsidRDefault="00020680" w:rsidP="002A6AFD">
            <w:pPr>
              <w:pStyle w:val="Paragraph"/>
            </w:pPr>
          </w:p>
        </w:tc>
        <w:tc>
          <w:tcPr>
            <w:tcW w:w="993" w:type="dxa"/>
          </w:tcPr>
          <w:p w14:paraId="1B1637A2" w14:textId="7FF656E3" w:rsidR="00020680" w:rsidRPr="00020680" w:rsidRDefault="00020680" w:rsidP="002A6AFD">
            <w:pPr>
              <w:jc w:val="center"/>
              <w:rPr>
                <w:sz w:val="20"/>
              </w:rPr>
            </w:pPr>
            <w:r w:rsidRPr="00020680">
              <w:rPr>
                <w:sz w:val="20"/>
              </w:rPr>
              <w:t>C</w:t>
            </w:r>
          </w:p>
        </w:tc>
        <w:tc>
          <w:tcPr>
            <w:tcW w:w="2409" w:type="dxa"/>
          </w:tcPr>
          <w:p w14:paraId="3E60F75A" w14:textId="727E911C" w:rsidR="00020680" w:rsidRPr="00020680" w:rsidRDefault="00020680" w:rsidP="002A6AFD">
            <w:pPr>
              <w:jc w:val="center"/>
              <w:rPr>
                <w:sz w:val="20"/>
              </w:rPr>
            </w:pPr>
            <w:r w:rsidRPr="00020680">
              <w:rPr>
                <w:sz w:val="20"/>
              </w:rPr>
              <w:t>140.00</w:t>
            </w:r>
          </w:p>
        </w:tc>
        <w:tc>
          <w:tcPr>
            <w:tcW w:w="2269" w:type="dxa"/>
          </w:tcPr>
          <w:p w14:paraId="469C581A" w14:textId="7C91E37E" w:rsidR="00020680" w:rsidRPr="00020680" w:rsidRDefault="00020680" w:rsidP="002A6AFD">
            <w:pPr>
              <w:jc w:val="center"/>
              <w:rPr>
                <w:sz w:val="20"/>
              </w:rPr>
            </w:pPr>
            <w:r w:rsidRPr="00020680">
              <w:rPr>
                <w:sz w:val="20"/>
              </w:rPr>
              <w:t>59.93</w:t>
            </w:r>
          </w:p>
        </w:tc>
      </w:tr>
      <w:tr w:rsidR="00020680" w:rsidRPr="005A0E21" w14:paraId="4199F038" w14:textId="77777777" w:rsidTr="00020680">
        <w:trPr>
          <w:cantSplit/>
          <w:trHeight w:val="237"/>
          <w:jc w:val="center"/>
        </w:trPr>
        <w:tc>
          <w:tcPr>
            <w:tcW w:w="2268" w:type="dxa"/>
          </w:tcPr>
          <w:p w14:paraId="3ED1911F" w14:textId="03D15096" w:rsidR="00020680" w:rsidRPr="00020680" w:rsidRDefault="00020680" w:rsidP="002A6AFD">
            <w:pPr>
              <w:pStyle w:val="Paragraph"/>
            </w:pPr>
            <w:r w:rsidRPr="00020680">
              <w:t>Average</w:t>
            </w:r>
          </w:p>
        </w:tc>
        <w:tc>
          <w:tcPr>
            <w:tcW w:w="993" w:type="dxa"/>
          </w:tcPr>
          <w:p w14:paraId="08B92F1A" w14:textId="77777777" w:rsidR="00020680" w:rsidRPr="00020680" w:rsidRDefault="00020680" w:rsidP="002A6AFD">
            <w:pPr>
              <w:jc w:val="center"/>
              <w:rPr>
                <w:sz w:val="20"/>
              </w:rPr>
            </w:pPr>
          </w:p>
        </w:tc>
        <w:tc>
          <w:tcPr>
            <w:tcW w:w="2409" w:type="dxa"/>
          </w:tcPr>
          <w:p w14:paraId="4350ADF2" w14:textId="100D4F0E" w:rsidR="00020680" w:rsidRPr="00020680" w:rsidRDefault="00020680" w:rsidP="002A6AFD">
            <w:pPr>
              <w:jc w:val="center"/>
              <w:rPr>
                <w:sz w:val="20"/>
              </w:rPr>
            </w:pPr>
            <w:r w:rsidRPr="00020680">
              <w:rPr>
                <w:sz w:val="20"/>
              </w:rPr>
              <w:t>115.14</w:t>
            </w:r>
          </w:p>
        </w:tc>
        <w:tc>
          <w:tcPr>
            <w:tcW w:w="2269" w:type="dxa"/>
          </w:tcPr>
          <w:p w14:paraId="092DEAEB" w14:textId="699E8747" w:rsidR="00020680" w:rsidRPr="00020680" w:rsidRDefault="00020680" w:rsidP="002A6AFD">
            <w:pPr>
              <w:jc w:val="center"/>
              <w:rPr>
                <w:sz w:val="20"/>
              </w:rPr>
            </w:pPr>
            <w:r w:rsidRPr="00020680">
              <w:rPr>
                <w:sz w:val="20"/>
              </w:rPr>
              <w:t>21.63</w:t>
            </w:r>
          </w:p>
        </w:tc>
      </w:tr>
      <w:tr w:rsidR="00020680" w:rsidRPr="005A0E21" w14:paraId="662A97CE" w14:textId="77777777" w:rsidTr="00020680">
        <w:trPr>
          <w:cantSplit/>
          <w:trHeight w:val="237"/>
          <w:jc w:val="center"/>
        </w:trPr>
        <w:tc>
          <w:tcPr>
            <w:tcW w:w="2268" w:type="dxa"/>
          </w:tcPr>
          <w:p w14:paraId="714358B0" w14:textId="01B89BAB" w:rsidR="00020680" w:rsidRPr="00020680" w:rsidRDefault="00020680" w:rsidP="002A6AFD">
            <w:pPr>
              <w:pStyle w:val="Paragraph"/>
            </w:pPr>
            <w:r w:rsidRPr="00020680">
              <w:t>TTF+ (100 °C)</w:t>
            </w:r>
          </w:p>
        </w:tc>
        <w:tc>
          <w:tcPr>
            <w:tcW w:w="993" w:type="dxa"/>
          </w:tcPr>
          <w:p w14:paraId="3FAE4063" w14:textId="22389FAD" w:rsidR="00020680" w:rsidRPr="00020680" w:rsidRDefault="00020680" w:rsidP="002A6AFD">
            <w:pPr>
              <w:jc w:val="center"/>
              <w:rPr>
                <w:sz w:val="20"/>
              </w:rPr>
            </w:pPr>
            <w:r w:rsidRPr="00020680">
              <w:rPr>
                <w:sz w:val="20"/>
              </w:rPr>
              <w:t>A</w:t>
            </w:r>
          </w:p>
        </w:tc>
        <w:tc>
          <w:tcPr>
            <w:tcW w:w="2409" w:type="dxa"/>
          </w:tcPr>
          <w:p w14:paraId="1AE8F7E6" w14:textId="71527E4C" w:rsidR="00020680" w:rsidRPr="00020680" w:rsidRDefault="00020680" w:rsidP="002A6AFD">
            <w:pPr>
              <w:jc w:val="center"/>
              <w:rPr>
                <w:sz w:val="20"/>
              </w:rPr>
            </w:pPr>
            <w:r w:rsidRPr="00020680">
              <w:rPr>
                <w:sz w:val="20"/>
              </w:rPr>
              <w:t>132.08</w:t>
            </w:r>
          </w:p>
        </w:tc>
        <w:tc>
          <w:tcPr>
            <w:tcW w:w="2269" w:type="dxa"/>
          </w:tcPr>
          <w:p w14:paraId="767AF58A" w14:textId="04C42146" w:rsidR="00020680" w:rsidRPr="00020680" w:rsidRDefault="00020680" w:rsidP="002A6AFD">
            <w:pPr>
              <w:jc w:val="center"/>
              <w:rPr>
                <w:sz w:val="20"/>
              </w:rPr>
            </w:pPr>
            <w:r w:rsidRPr="00020680">
              <w:rPr>
                <w:sz w:val="20"/>
              </w:rPr>
              <w:t>44.83</w:t>
            </w:r>
          </w:p>
        </w:tc>
      </w:tr>
      <w:tr w:rsidR="00020680" w:rsidRPr="005A0E21" w14:paraId="35071A30" w14:textId="77777777" w:rsidTr="00020680">
        <w:trPr>
          <w:cantSplit/>
          <w:trHeight w:val="237"/>
          <w:jc w:val="center"/>
        </w:trPr>
        <w:tc>
          <w:tcPr>
            <w:tcW w:w="2268" w:type="dxa"/>
          </w:tcPr>
          <w:p w14:paraId="074A365F" w14:textId="77777777" w:rsidR="00020680" w:rsidRPr="00020680" w:rsidRDefault="00020680" w:rsidP="002A6AFD">
            <w:pPr>
              <w:pStyle w:val="Paragraph"/>
            </w:pPr>
          </w:p>
        </w:tc>
        <w:tc>
          <w:tcPr>
            <w:tcW w:w="993" w:type="dxa"/>
          </w:tcPr>
          <w:p w14:paraId="45149A0D" w14:textId="733D310D" w:rsidR="00020680" w:rsidRPr="00020680" w:rsidRDefault="00020680" w:rsidP="002A6AFD">
            <w:pPr>
              <w:jc w:val="center"/>
              <w:rPr>
                <w:sz w:val="20"/>
              </w:rPr>
            </w:pPr>
            <w:r w:rsidRPr="00020680">
              <w:rPr>
                <w:sz w:val="20"/>
              </w:rPr>
              <w:t>B</w:t>
            </w:r>
          </w:p>
        </w:tc>
        <w:tc>
          <w:tcPr>
            <w:tcW w:w="2409" w:type="dxa"/>
          </w:tcPr>
          <w:p w14:paraId="4266BFC3" w14:textId="0D8FA986" w:rsidR="00020680" w:rsidRPr="00020680" w:rsidRDefault="00020680" w:rsidP="002A6AFD">
            <w:pPr>
              <w:jc w:val="center"/>
              <w:rPr>
                <w:sz w:val="20"/>
              </w:rPr>
            </w:pPr>
            <w:r w:rsidRPr="00020680">
              <w:rPr>
                <w:sz w:val="20"/>
              </w:rPr>
              <w:t>87.56</w:t>
            </w:r>
          </w:p>
        </w:tc>
        <w:tc>
          <w:tcPr>
            <w:tcW w:w="2269" w:type="dxa"/>
          </w:tcPr>
          <w:p w14:paraId="7AD769E9" w14:textId="5B673F70" w:rsidR="00020680" w:rsidRPr="00020680" w:rsidRDefault="00020680" w:rsidP="002A6AFD">
            <w:pPr>
              <w:jc w:val="center"/>
              <w:rPr>
                <w:sz w:val="20"/>
              </w:rPr>
            </w:pPr>
            <w:r w:rsidRPr="00020680">
              <w:rPr>
                <w:sz w:val="20"/>
              </w:rPr>
              <w:t>32.85</w:t>
            </w:r>
          </w:p>
        </w:tc>
      </w:tr>
      <w:tr w:rsidR="00020680" w:rsidRPr="005A0E21" w14:paraId="12E6090B" w14:textId="77777777" w:rsidTr="00020680">
        <w:trPr>
          <w:cantSplit/>
          <w:trHeight w:val="237"/>
          <w:jc w:val="center"/>
        </w:trPr>
        <w:tc>
          <w:tcPr>
            <w:tcW w:w="2268" w:type="dxa"/>
          </w:tcPr>
          <w:p w14:paraId="10C7E55C" w14:textId="77777777" w:rsidR="00020680" w:rsidRPr="00020680" w:rsidRDefault="00020680" w:rsidP="002A6AFD">
            <w:pPr>
              <w:pStyle w:val="Paragraph"/>
            </w:pPr>
          </w:p>
        </w:tc>
        <w:tc>
          <w:tcPr>
            <w:tcW w:w="993" w:type="dxa"/>
          </w:tcPr>
          <w:p w14:paraId="5FB6BCA8" w14:textId="22F989A6" w:rsidR="00020680" w:rsidRPr="00020680" w:rsidRDefault="00020680" w:rsidP="002A6AFD">
            <w:pPr>
              <w:jc w:val="center"/>
              <w:rPr>
                <w:sz w:val="20"/>
              </w:rPr>
            </w:pPr>
            <w:r w:rsidRPr="00020680">
              <w:rPr>
                <w:sz w:val="20"/>
              </w:rPr>
              <w:t>C</w:t>
            </w:r>
          </w:p>
        </w:tc>
        <w:tc>
          <w:tcPr>
            <w:tcW w:w="2409" w:type="dxa"/>
          </w:tcPr>
          <w:p w14:paraId="007068C1" w14:textId="5A22769A" w:rsidR="00020680" w:rsidRPr="00020680" w:rsidRDefault="00020680" w:rsidP="002A6AFD">
            <w:pPr>
              <w:jc w:val="center"/>
              <w:rPr>
                <w:sz w:val="20"/>
              </w:rPr>
            </w:pPr>
            <w:r w:rsidRPr="00020680">
              <w:rPr>
                <w:sz w:val="20"/>
              </w:rPr>
              <w:t>91.76</w:t>
            </w:r>
          </w:p>
        </w:tc>
        <w:tc>
          <w:tcPr>
            <w:tcW w:w="2269" w:type="dxa"/>
          </w:tcPr>
          <w:p w14:paraId="736F60EB" w14:textId="772CCEDA" w:rsidR="00020680" w:rsidRPr="00020680" w:rsidRDefault="00020680" w:rsidP="002A6AFD">
            <w:pPr>
              <w:jc w:val="center"/>
              <w:rPr>
                <w:sz w:val="20"/>
              </w:rPr>
            </w:pPr>
            <w:r w:rsidRPr="00020680">
              <w:rPr>
                <w:sz w:val="20"/>
              </w:rPr>
              <w:t>9.12</w:t>
            </w:r>
          </w:p>
        </w:tc>
      </w:tr>
      <w:tr w:rsidR="00020680" w:rsidRPr="005A0E21" w14:paraId="4F1C90CB" w14:textId="77777777" w:rsidTr="00020680">
        <w:trPr>
          <w:cantSplit/>
          <w:trHeight w:val="237"/>
          <w:jc w:val="center"/>
        </w:trPr>
        <w:tc>
          <w:tcPr>
            <w:tcW w:w="2268" w:type="dxa"/>
          </w:tcPr>
          <w:p w14:paraId="54804E4F" w14:textId="0D088A64" w:rsidR="00020680" w:rsidRPr="00020680" w:rsidRDefault="00020680" w:rsidP="002A6AFD">
            <w:pPr>
              <w:pStyle w:val="Paragraph"/>
            </w:pPr>
            <w:r w:rsidRPr="00020680">
              <w:t>Average</w:t>
            </w:r>
          </w:p>
        </w:tc>
        <w:tc>
          <w:tcPr>
            <w:tcW w:w="993" w:type="dxa"/>
          </w:tcPr>
          <w:p w14:paraId="59491406" w14:textId="77777777" w:rsidR="00020680" w:rsidRPr="00020680" w:rsidRDefault="00020680" w:rsidP="002A6AFD">
            <w:pPr>
              <w:jc w:val="center"/>
              <w:rPr>
                <w:sz w:val="20"/>
              </w:rPr>
            </w:pPr>
          </w:p>
        </w:tc>
        <w:tc>
          <w:tcPr>
            <w:tcW w:w="2409" w:type="dxa"/>
          </w:tcPr>
          <w:p w14:paraId="63921686" w14:textId="1BB1E849" w:rsidR="00020680" w:rsidRPr="00020680" w:rsidRDefault="00020680" w:rsidP="002A6AFD">
            <w:pPr>
              <w:jc w:val="center"/>
              <w:rPr>
                <w:sz w:val="20"/>
              </w:rPr>
            </w:pPr>
            <w:r w:rsidRPr="00020680">
              <w:rPr>
                <w:sz w:val="20"/>
              </w:rPr>
              <w:t>103.80</w:t>
            </w:r>
          </w:p>
        </w:tc>
        <w:tc>
          <w:tcPr>
            <w:tcW w:w="2269" w:type="dxa"/>
          </w:tcPr>
          <w:p w14:paraId="7677058B" w14:textId="1328F6B7" w:rsidR="00020680" w:rsidRPr="00020680" w:rsidRDefault="00020680" w:rsidP="002A6AFD">
            <w:pPr>
              <w:jc w:val="center"/>
              <w:rPr>
                <w:sz w:val="20"/>
              </w:rPr>
            </w:pPr>
            <w:r w:rsidRPr="00020680">
              <w:rPr>
                <w:sz w:val="20"/>
              </w:rPr>
              <w:t>28.93</w:t>
            </w:r>
          </w:p>
        </w:tc>
      </w:tr>
      <w:tr w:rsidR="00020680" w:rsidRPr="005A0E21" w14:paraId="7CE2AC6F" w14:textId="77777777" w:rsidTr="00020680">
        <w:trPr>
          <w:cantSplit/>
          <w:trHeight w:val="237"/>
          <w:jc w:val="center"/>
        </w:trPr>
        <w:tc>
          <w:tcPr>
            <w:tcW w:w="2268" w:type="dxa"/>
          </w:tcPr>
          <w:p w14:paraId="4FC7E4D2" w14:textId="258D74D1" w:rsidR="00020680" w:rsidRPr="00020680" w:rsidRDefault="00020680" w:rsidP="002A6AFD">
            <w:pPr>
              <w:pStyle w:val="Paragraph"/>
            </w:pPr>
            <w:r w:rsidRPr="00020680">
              <w:t>TTF− (100 °C)</w:t>
            </w:r>
          </w:p>
        </w:tc>
        <w:tc>
          <w:tcPr>
            <w:tcW w:w="993" w:type="dxa"/>
          </w:tcPr>
          <w:p w14:paraId="42A23BA2" w14:textId="3EC74174" w:rsidR="00020680" w:rsidRPr="00020680" w:rsidRDefault="00020680" w:rsidP="002A6AFD">
            <w:pPr>
              <w:jc w:val="center"/>
              <w:rPr>
                <w:sz w:val="20"/>
              </w:rPr>
            </w:pPr>
            <w:r w:rsidRPr="00020680">
              <w:rPr>
                <w:sz w:val="20"/>
              </w:rPr>
              <w:t>A</w:t>
            </w:r>
          </w:p>
        </w:tc>
        <w:tc>
          <w:tcPr>
            <w:tcW w:w="2409" w:type="dxa"/>
          </w:tcPr>
          <w:p w14:paraId="64D68C8B" w14:textId="7D26DC93" w:rsidR="00020680" w:rsidRPr="00020680" w:rsidRDefault="00020680" w:rsidP="002A6AFD">
            <w:pPr>
              <w:jc w:val="center"/>
              <w:rPr>
                <w:sz w:val="20"/>
              </w:rPr>
            </w:pPr>
            <w:r w:rsidRPr="00020680">
              <w:rPr>
                <w:sz w:val="20"/>
              </w:rPr>
              <w:t>135.54</w:t>
            </w:r>
          </w:p>
        </w:tc>
        <w:tc>
          <w:tcPr>
            <w:tcW w:w="2269" w:type="dxa"/>
          </w:tcPr>
          <w:p w14:paraId="15DA9068" w14:textId="56E8E0A6" w:rsidR="00020680" w:rsidRPr="00020680" w:rsidRDefault="00020680" w:rsidP="002A6AFD">
            <w:pPr>
              <w:jc w:val="center"/>
              <w:rPr>
                <w:sz w:val="20"/>
              </w:rPr>
            </w:pPr>
            <w:r w:rsidRPr="00020680">
              <w:rPr>
                <w:sz w:val="20"/>
              </w:rPr>
              <w:t>3.20</w:t>
            </w:r>
          </w:p>
        </w:tc>
      </w:tr>
      <w:tr w:rsidR="00020680" w:rsidRPr="005A0E21" w14:paraId="5F042D74" w14:textId="77777777" w:rsidTr="00020680">
        <w:trPr>
          <w:cantSplit/>
          <w:trHeight w:val="237"/>
          <w:jc w:val="center"/>
        </w:trPr>
        <w:tc>
          <w:tcPr>
            <w:tcW w:w="2268" w:type="dxa"/>
          </w:tcPr>
          <w:p w14:paraId="3D67D790" w14:textId="77777777" w:rsidR="00020680" w:rsidRPr="00020680" w:rsidRDefault="00020680" w:rsidP="002A6AFD">
            <w:pPr>
              <w:pStyle w:val="Paragraph"/>
            </w:pPr>
          </w:p>
        </w:tc>
        <w:tc>
          <w:tcPr>
            <w:tcW w:w="993" w:type="dxa"/>
          </w:tcPr>
          <w:p w14:paraId="53C575F8" w14:textId="3EFF13DA" w:rsidR="00020680" w:rsidRPr="00020680" w:rsidRDefault="00020680" w:rsidP="002A6AFD">
            <w:pPr>
              <w:jc w:val="center"/>
              <w:rPr>
                <w:sz w:val="20"/>
              </w:rPr>
            </w:pPr>
            <w:r w:rsidRPr="00020680">
              <w:rPr>
                <w:sz w:val="20"/>
              </w:rPr>
              <w:t>B</w:t>
            </w:r>
          </w:p>
        </w:tc>
        <w:tc>
          <w:tcPr>
            <w:tcW w:w="2409" w:type="dxa"/>
          </w:tcPr>
          <w:p w14:paraId="594B8FF2" w14:textId="5AA959FA" w:rsidR="00020680" w:rsidRPr="00020680" w:rsidRDefault="00020680" w:rsidP="002A6AFD">
            <w:pPr>
              <w:jc w:val="center"/>
              <w:rPr>
                <w:sz w:val="20"/>
              </w:rPr>
            </w:pPr>
            <w:r w:rsidRPr="00020680">
              <w:rPr>
                <w:sz w:val="20"/>
              </w:rPr>
              <w:t>68.24</w:t>
            </w:r>
          </w:p>
        </w:tc>
        <w:tc>
          <w:tcPr>
            <w:tcW w:w="2269" w:type="dxa"/>
          </w:tcPr>
          <w:p w14:paraId="42DE237C" w14:textId="2DEDA61C" w:rsidR="00020680" w:rsidRPr="00020680" w:rsidRDefault="00020680" w:rsidP="002A6AFD">
            <w:pPr>
              <w:jc w:val="center"/>
              <w:rPr>
                <w:sz w:val="20"/>
              </w:rPr>
            </w:pPr>
            <w:r w:rsidRPr="00020680">
              <w:rPr>
                <w:sz w:val="20"/>
              </w:rPr>
              <w:t>10.44</w:t>
            </w:r>
          </w:p>
        </w:tc>
      </w:tr>
      <w:tr w:rsidR="00020680" w:rsidRPr="005A0E21" w14:paraId="48AE587A" w14:textId="77777777" w:rsidTr="00020680">
        <w:trPr>
          <w:cantSplit/>
          <w:trHeight w:val="237"/>
          <w:jc w:val="center"/>
        </w:trPr>
        <w:tc>
          <w:tcPr>
            <w:tcW w:w="2268" w:type="dxa"/>
          </w:tcPr>
          <w:p w14:paraId="53A821B5" w14:textId="77777777" w:rsidR="00020680" w:rsidRPr="00020680" w:rsidRDefault="00020680" w:rsidP="002A6AFD">
            <w:pPr>
              <w:pStyle w:val="Paragraph"/>
            </w:pPr>
          </w:p>
        </w:tc>
        <w:tc>
          <w:tcPr>
            <w:tcW w:w="993" w:type="dxa"/>
          </w:tcPr>
          <w:p w14:paraId="7421FB16" w14:textId="110A554B" w:rsidR="00020680" w:rsidRPr="00020680" w:rsidRDefault="00020680" w:rsidP="002A6AFD">
            <w:pPr>
              <w:jc w:val="center"/>
              <w:rPr>
                <w:sz w:val="20"/>
              </w:rPr>
            </w:pPr>
            <w:r w:rsidRPr="00020680">
              <w:rPr>
                <w:sz w:val="20"/>
              </w:rPr>
              <w:t>C</w:t>
            </w:r>
          </w:p>
        </w:tc>
        <w:tc>
          <w:tcPr>
            <w:tcW w:w="2409" w:type="dxa"/>
          </w:tcPr>
          <w:p w14:paraId="56AA6F21" w14:textId="5476DEE9" w:rsidR="00020680" w:rsidRPr="00020680" w:rsidRDefault="00020680" w:rsidP="002A6AFD">
            <w:pPr>
              <w:jc w:val="center"/>
              <w:rPr>
                <w:sz w:val="20"/>
              </w:rPr>
            </w:pPr>
            <w:r w:rsidRPr="00020680">
              <w:rPr>
                <w:sz w:val="20"/>
              </w:rPr>
              <w:t>88.15</w:t>
            </w:r>
          </w:p>
        </w:tc>
        <w:tc>
          <w:tcPr>
            <w:tcW w:w="2269" w:type="dxa"/>
          </w:tcPr>
          <w:p w14:paraId="637633CE" w14:textId="6F52611D" w:rsidR="00020680" w:rsidRPr="00020680" w:rsidRDefault="00020680" w:rsidP="002A6AFD">
            <w:pPr>
              <w:jc w:val="center"/>
              <w:rPr>
                <w:sz w:val="20"/>
              </w:rPr>
            </w:pPr>
            <w:r w:rsidRPr="00020680">
              <w:rPr>
                <w:sz w:val="20"/>
              </w:rPr>
              <w:t>10.63</w:t>
            </w:r>
          </w:p>
        </w:tc>
      </w:tr>
      <w:tr w:rsidR="00020680" w:rsidRPr="005A0E21" w14:paraId="01656562" w14:textId="77777777" w:rsidTr="00020680">
        <w:trPr>
          <w:cantSplit/>
          <w:trHeight w:val="237"/>
          <w:jc w:val="center"/>
        </w:trPr>
        <w:tc>
          <w:tcPr>
            <w:tcW w:w="2268" w:type="dxa"/>
          </w:tcPr>
          <w:p w14:paraId="6E3E7632" w14:textId="466498E2" w:rsidR="00020680" w:rsidRPr="00020680" w:rsidRDefault="00020680" w:rsidP="002A6AFD">
            <w:pPr>
              <w:pStyle w:val="Paragraph"/>
            </w:pPr>
            <w:r w:rsidRPr="00020680">
              <w:t>Average</w:t>
            </w:r>
          </w:p>
        </w:tc>
        <w:tc>
          <w:tcPr>
            <w:tcW w:w="993" w:type="dxa"/>
          </w:tcPr>
          <w:p w14:paraId="6D494343" w14:textId="77777777" w:rsidR="00020680" w:rsidRPr="00020680" w:rsidRDefault="00020680" w:rsidP="002A6AFD">
            <w:pPr>
              <w:jc w:val="center"/>
              <w:rPr>
                <w:sz w:val="20"/>
              </w:rPr>
            </w:pPr>
          </w:p>
        </w:tc>
        <w:tc>
          <w:tcPr>
            <w:tcW w:w="2409" w:type="dxa"/>
          </w:tcPr>
          <w:p w14:paraId="2EA65F25" w14:textId="1C49FFFA" w:rsidR="00020680" w:rsidRPr="00020680" w:rsidRDefault="00020680" w:rsidP="002A6AFD">
            <w:pPr>
              <w:jc w:val="center"/>
              <w:rPr>
                <w:sz w:val="20"/>
              </w:rPr>
            </w:pPr>
            <w:r w:rsidRPr="00020680">
              <w:rPr>
                <w:sz w:val="20"/>
              </w:rPr>
              <w:t>97.31</w:t>
            </w:r>
          </w:p>
        </w:tc>
        <w:tc>
          <w:tcPr>
            <w:tcW w:w="2269" w:type="dxa"/>
          </w:tcPr>
          <w:p w14:paraId="3F9CE762" w14:textId="5DEDE68C" w:rsidR="00020680" w:rsidRPr="00020680" w:rsidRDefault="00020680" w:rsidP="002A6AFD">
            <w:pPr>
              <w:jc w:val="center"/>
              <w:rPr>
                <w:sz w:val="20"/>
              </w:rPr>
            </w:pPr>
            <w:r w:rsidRPr="00020680">
              <w:rPr>
                <w:sz w:val="20"/>
              </w:rPr>
              <w:t>8.09</w:t>
            </w:r>
          </w:p>
        </w:tc>
      </w:tr>
      <w:tr w:rsidR="00020680" w:rsidRPr="005A0E21" w14:paraId="61F71574" w14:textId="77777777" w:rsidTr="00020680">
        <w:trPr>
          <w:cantSplit/>
          <w:trHeight w:val="237"/>
          <w:jc w:val="center"/>
        </w:trPr>
        <w:tc>
          <w:tcPr>
            <w:tcW w:w="2268" w:type="dxa"/>
          </w:tcPr>
          <w:p w14:paraId="46892393" w14:textId="0AB262B4" w:rsidR="00020680" w:rsidRPr="00020680" w:rsidRDefault="00020680" w:rsidP="002A6AFD">
            <w:pPr>
              <w:pStyle w:val="Paragraph"/>
            </w:pPr>
            <w:r w:rsidRPr="00020680">
              <w:t>TTF Neutral (100 °C)</w:t>
            </w:r>
          </w:p>
        </w:tc>
        <w:tc>
          <w:tcPr>
            <w:tcW w:w="993" w:type="dxa"/>
          </w:tcPr>
          <w:p w14:paraId="1626A44F" w14:textId="78813EB2" w:rsidR="00020680" w:rsidRPr="00020680" w:rsidRDefault="00020680" w:rsidP="002A6AFD">
            <w:pPr>
              <w:jc w:val="center"/>
              <w:rPr>
                <w:sz w:val="20"/>
              </w:rPr>
            </w:pPr>
            <w:r w:rsidRPr="00020680">
              <w:rPr>
                <w:sz w:val="20"/>
              </w:rPr>
              <w:t>A</w:t>
            </w:r>
          </w:p>
        </w:tc>
        <w:tc>
          <w:tcPr>
            <w:tcW w:w="2409" w:type="dxa"/>
          </w:tcPr>
          <w:p w14:paraId="637A1F5F" w14:textId="114F326C" w:rsidR="00020680" w:rsidRPr="00020680" w:rsidRDefault="00020680" w:rsidP="002A6AFD">
            <w:pPr>
              <w:jc w:val="center"/>
              <w:rPr>
                <w:sz w:val="20"/>
              </w:rPr>
            </w:pPr>
            <w:r w:rsidRPr="00020680">
              <w:rPr>
                <w:sz w:val="20"/>
              </w:rPr>
              <w:t>589.88</w:t>
            </w:r>
          </w:p>
        </w:tc>
        <w:tc>
          <w:tcPr>
            <w:tcW w:w="2269" w:type="dxa"/>
          </w:tcPr>
          <w:p w14:paraId="5F1273F3" w14:textId="264E012C" w:rsidR="00020680" w:rsidRPr="00020680" w:rsidRDefault="00020680" w:rsidP="002A6AFD">
            <w:pPr>
              <w:jc w:val="center"/>
              <w:rPr>
                <w:sz w:val="20"/>
              </w:rPr>
            </w:pPr>
            <w:r w:rsidRPr="00020680">
              <w:rPr>
                <w:sz w:val="20"/>
              </w:rPr>
              <w:t>56.13</w:t>
            </w:r>
          </w:p>
        </w:tc>
      </w:tr>
      <w:tr w:rsidR="00020680" w:rsidRPr="005A0E21" w14:paraId="166B51D2" w14:textId="77777777" w:rsidTr="00020680">
        <w:trPr>
          <w:cantSplit/>
          <w:trHeight w:val="237"/>
          <w:jc w:val="center"/>
        </w:trPr>
        <w:tc>
          <w:tcPr>
            <w:tcW w:w="2268" w:type="dxa"/>
          </w:tcPr>
          <w:p w14:paraId="2EC5189C" w14:textId="77777777" w:rsidR="00020680" w:rsidRPr="00020680" w:rsidRDefault="00020680" w:rsidP="002A6AFD">
            <w:pPr>
              <w:pStyle w:val="Paragraph"/>
            </w:pPr>
          </w:p>
        </w:tc>
        <w:tc>
          <w:tcPr>
            <w:tcW w:w="993" w:type="dxa"/>
          </w:tcPr>
          <w:p w14:paraId="5A4DE745" w14:textId="198FC7B5" w:rsidR="00020680" w:rsidRPr="00020680" w:rsidRDefault="00020680" w:rsidP="002A6AFD">
            <w:pPr>
              <w:jc w:val="center"/>
              <w:rPr>
                <w:sz w:val="20"/>
              </w:rPr>
            </w:pPr>
            <w:r w:rsidRPr="00020680">
              <w:rPr>
                <w:sz w:val="20"/>
              </w:rPr>
              <w:t>B</w:t>
            </w:r>
          </w:p>
        </w:tc>
        <w:tc>
          <w:tcPr>
            <w:tcW w:w="2409" w:type="dxa"/>
          </w:tcPr>
          <w:p w14:paraId="79AE30A8" w14:textId="3BED329C" w:rsidR="00020680" w:rsidRPr="00020680" w:rsidRDefault="00020680" w:rsidP="002A6AFD">
            <w:pPr>
              <w:jc w:val="center"/>
              <w:rPr>
                <w:sz w:val="20"/>
              </w:rPr>
            </w:pPr>
            <w:r w:rsidRPr="00020680">
              <w:rPr>
                <w:sz w:val="20"/>
              </w:rPr>
              <w:t>151.47</w:t>
            </w:r>
          </w:p>
        </w:tc>
        <w:tc>
          <w:tcPr>
            <w:tcW w:w="2269" w:type="dxa"/>
          </w:tcPr>
          <w:p w14:paraId="2A8DA122" w14:textId="15BB6BEF" w:rsidR="00020680" w:rsidRPr="00020680" w:rsidRDefault="00020680" w:rsidP="002A6AFD">
            <w:pPr>
              <w:jc w:val="center"/>
              <w:rPr>
                <w:sz w:val="20"/>
              </w:rPr>
            </w:pPr>
            <w:r w:rsidRPr="00020680">
              <w:rPr>
                <w:sz w:val="20"/>
              </w:rPr>
              <w:t>7.40</w:t>
            </w:r>
          </w:p>
        </w:tc>
      </w:tr>
      <w:tr w:rsidR="00020680" w:rsidRPr="005A0E21" w14:paraId="16E29D3E" w14:textId="77777777" w:rsidTr="00020680">
        <w:trPr>
          <w:cantSplit/>
          <w:trHeight w:val="237"/>
          <w:jc w:val="center"/>
        </w:trPr>
        <w:tc>
          <w:tcPr>
            <w:tcW w:w="2268" w:type="dxa"/>
          </w:tcPr>
          <w:p w14:paraId="2C316E0B" w14:textId="77777777" w:rsidR="00020680" w:rsidRPr="00020680" w:rsidRDefault="00020680" w:rsidP="002A6AFD">
            <w:pPr>
              <w:pStyle w:val="Paragraph"/>
            </w:pPr>
          </w:p>
        </w:tc>
        <w:tc>
          <w:tcPr>
            <w:tcW w:w="993" w:type="dxa"/>
          </w:tcPr>
          <w:p w14:paraId="7F57777B" w14:textId="52285A75" w:rsidR="00020680" w:rsidRPr="00020680" w:rsidRDefault="00020680" w:rsidP="002A6AFD">
            <w:pPr>
              <w:jc w:val="center"/>
              <w:rPr>
                <w:sz w:val="20"/>
              </w:rPr>
            </w:pPr>
            <w:r w:rsidRPr="00020680">
              <w:rPr>
                <w:sz w:val="20"/>
              </w:rPr>
              <w:t>C</w:t>
            </w:r>
          </w:p>
        </w:tc>
        <w:tc>
          <w:tcPr>
            <w:tcW w:w="2409" w:type="dxa"/>
          </w:tcPr>
          <w:p w14:paraId="598FA191" w14:textId="712321E7" w:rsidR="00020680" w:rsidRPr="00020680" w:rsidRDefault="00020680" w:rsidP="002A6AFD">
            <w:pPr>
              <w:jc w:val="center"/>
              <w:rPr>
                <w:sz w:val="20"/>
              </w:rPr>
            </w:pPr>
            <w:r w:rsidRPr="00020680">
              <w:rPr>
                <w:sz w:val="20"/>
              </w:rPr>
              <w:t>651.66</w:t>
            </w:r>
          </w:p>
        </w:tc>
        <w:tc>
          <w:tcPr>
            <w:tcW w:w="2269" w:type="dxa"/>
          </w:tcPr>
          <w:p w14:paraId="7636297D" w14:textId="6BD88E3B" w:rsidR="00020680" w:rsidRPr="00020680" w:rsidRDefault="00020680" w:rsidP="002A6AFD">
            <w:pPr>
              <w:jc w:val="center"/>
              <w:rPr>
                <w:sz w:val="20"/>
              </w:rPr>
            </w:pPr>
            <w:r w:rsidRPr="00020680">
              <w:rPr>
                <w:sz w:val="20"/>
              </w:rPr>
              <w:t>10.26</w:t>
            </w:r>
          </w:p>
        </w:tc>
      </w:tr>
      <w:tr w:rsidR="00020680" w:rsidRPr="005A0E21" w14:paraId="6873BB13" w14:textId="77777777" w:rsidTr="00020680">
        <w:trPr>
          <w:cantSplit/>
          <w:trHeight w:val="237"/>
          <w:jc w:val="center"/>
        </w:trPr>
        <w:tc>
          <w:tcPr>
            <w:tcW w:w="2268" w:type="dxa"/>
          </w:tcPr>
          <w:p w14:paraId="444844BF" w14:textId="0DB7C519" w:rsidR="00020680" w:rsidRPr="00020680" w:rsidRDefault="00020680" w:rsidP="002A6AFD">
            <w:pPr>
              <w:pStyle w:val="Paragraph"/>
            </w:pPr>
            <w:r w:rsidRPr="00020680">
              <w:t>Average</w:t>
            </w:r>
          </w:p>
        </w:tc>
        <w:tc>
          <w:tcPr>
            <w:tcW w:w="993" w:type="dxa"/>
          </w:tcPr>
          <w:p w14:paraId="238234A6" w14:textId="45D2889A" w:rsidR="00020680" w:rsidRPr="00020680" w:rsidRDefault="00020680" w:rsidP="002A6AFD">
            <w:pPr>
              <w:jc w:val="center"/>
              <w:rPr>
                <w:sz w:val="20"/>
              </w:rPr>
            </w:pPr>
          </w:p>
        </w:tc>
        <w:tc>
          <w:tcPr>
            <w:tcW w:w="2409" w:type="dxa"/>
          </w:tcPr>
          <w:p w14:paraId="552A7A67" w14:textId="6DDC1B1F" w:rsidR="00020680" w:rsidRPr="00020680" w:rsidRDefault="00020680" w:rsidP="002A6AFD">
            <w:pPr>
              <w:jc w:val="center"/>
              <w:rPr>
                <w:sz w:val="20"/>
              </w:rPr>
            </w:pPr>
            <w:r w:rsidRPr="00020680">
              <w:rPr>
                <w:sz w:val="20"/>
              </w:rPr>
              <w:t>464.34</w:t>
            </w:r>
          </w:p>
        </w:tc>
        <w:tc>
          <w:tcPr>
            <w:tcW w:w="2269" w:type="dxa"/>
          </w:tcPr>
          <w:p w14:paraId="59A6A0CD" w14:textId="16B2344B" w:rsidR="00020680" w:rsidRPr="00020680" w:rsidRDefault="00020680" w:rsidP="002A6AFD">
            <w:pPr>
              <w:jc w:val="center"/>
              <w:rPr>
                <w:sz w:val="20"/>
              </w:rPr>
            </w:pPr>
            <w:r w:rsidRPr="00020680">
              <w:rPr>
                <w:sz w:val="20"/>
              </w:rPr>
              <w:t>24.60</w:t>
            </w:r>
          </w:p>
        </w:tc>
      </w:tr>
    </w:tbl>
    <w:p w14:paraId="59D246B5" w14:textId="77777777" w:rsidR="00020680" w:rsidRDefault="00020680" w:rsidP="002A6AFD">
      <w:pPr>
        <w:pStyle w:val="Paragraph"/>
      </w:pPr>
    </w:p>
    <w:p w14:paraId="713B829E" w14:textId="6FE2449F" w:rsidR="00020680" w:rsidRDefault="00020680" w:rsidP="002A6AFD">
      <w:pPr>
        <w:pStyle w:val="Paragraph"/>
      </w:pPr>
    </w:p>
    <w:p w14:paraId="0D7B3A9B" w14:textId="1914B8B4" w:rsidR="00020680" w:rsidRDefault="00020680" w:rsidP="002A6AFD">
      <w:pPr>
        <w:pStyle w:val="FigureCaption"/>
        <w:rPr>
          <w:b/>
          <w:caps/>
        </w:rPr>
      </w:pPr>
      <w:r>
        <w:rPr>
          <w:noProof/>
        </w:rPr>
        <mc:AlternateContent>
          <mc:Choice Requires="wpg">
            <w:drawing>
              <wp:inline distT="0" distB="0" distL="0" distR="0" wp14:anchorId="4AFE980C" wp14:editId="1FFE4E89">
                <wp:extent cx="3964044" cy="1568824"/>
                <wp:effectExtent l="0" t="0" r="0" b="0"/>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64044" cy="1568824"/>
                          <a:chOff x="4762" y="4762"/>
                          <a:chExt cx="3995420" cy="1435100"/>
                        </a:xfrm>
                      </wpg:grpSpPr>
                      <wps:wsp>
                        <wps:cNvPr id="29" name="Graphic 29"/>
                        <wps:cNvSpPr/>
                        <wps:spPr>
                          <a:xfrm>
                            <a:off x="4762" y="4762"/>
                            <a:ext cx="3995420" cy="1435100"/>
                          </a:xfrm>
                          <a:custGeom>
                            <a:avLst/>
                            <a:gdLst/>
                            <a:ahLst/>
                            <a:cxnLst/>
                            <a:rect l="l" t="t" r="r" b="b"/>
                            <a:pathLst>
                              <a:path w="3995420" h="1435100">
                                <a:moveTo>
                                  <a:pt x="3995418" y="0"/>
                                </a:moveTo>
                                <a:lnTo>
                                  <a:pt x="0" y="0"/>
                                </a:lnTo>
                                <a:lnTo>
                                  <a:pt x="0" y="1435098"/>
                                </a:lnTo>
                                <a:lnTo>
                                  <a:pt x="3995418" y="1435098"/>
                                </a:lnTo>
                                <a:lnTo>
                                  <a:pt x="3995418" y="0"/>
                                </a:lnTo>
                                <a:close/>
                              </a:path>
                            </a:pathLst>
                          </a:custGeom>
                          <a:solidFill>
                            <a:srgbClr val="FFFFFF"/>
                          </a:solidFill>
                          <a:ln>
                            <a:noFill/>
                          </a:ln>
                        </wps:spPr>
                        <wps:bodyPr wrap="square" lIns="0" tIns="0" rIns="0" bIns="0" rtlCol="0">
                          <a:prstTxWarp prst="textNoShape">
                            <a:avLst/>
                          </a:prstTxWarp>
                          <a:noAutofit/>
                        </wps:bodyPr>
                      </wps:wsp>
                      <wps:wsp>
                        <wps:cNvPr id="31" name="Graphic 31"/>
                        <wps:cNvSpPr/>
                        <wps:spPr>
                          <a:xfrm>
                            <a:off x="621983" y="175671"/>
                            <a:ext cx="3238500" cy="892175"/>
                          </a:xfrm>
                          <a:custGeom>
                            <a:avLst/>
                            <a:gdLst/>
                            <a:ahLst/>
                            <a:cxnLst/>
                            <a:rect l="l" t="t" r="r" b="b"/>
                            <a:pathLst>
                              <a:path w="3238500" h="892175">
                                <a:moveTo>
                                  <a:pt x="0" y="891752"/>
                                </a:moveTo>
                                <a:lnTo>
                                  <a:pt x="1" y="0"/>
                                </a:lnTo>
                              </a:path>
                              <a:path w="3238500" h="892175">
                                <a:moveTo>
                                  <a:pt x="0" y="891752"/>
                                </a:moveTo>
                                <a:lnTo>
                                  <a:pt x="3238498" y="891751"/>
                                </a:lnTo>
                              </a:path>
                            </a:pathLst>
                          </a:custGeom>
                          <a:ln w="9525">
                            <a:solidFill>
                              <a:schemeClr val="tx1"/>
                            </a:solidFill>
                            <a:prstDash val="solid"/>
                          </a:ln>
                        </wps:spPr>
                        <wps:bodyPr wrap="square" lIns="0" tIns="0" rIns="0" bIns="0" rtlCol="0">
                          <a:prstTxWarp prst="textNoShape">
                            <a:avLst/>
                          </a:prstTxWarp>
                          <a:noAutofit/>
                        </wps:bodyPr>
                      </wps:wsp>
                      <wps:wsp>
                        <wps:cNvPr id="32" name="Graphic 32"/>
                        <wps:cNvSpPr/>
                        <wps:spPr>
                          <a:xfrm>
                            <a:off x="1026796" y="239271"/>
                            <a:ext cx="2428875" cy="654685"/>
                          </a:xfrm>
                          <a:custGeom>
                            <a:avLst/>
                            <a:gdLst/>
                            <a:ahLst/>
                            <a:cxnLst/>
                            <a:rect l="l" t="t" r="r" b="b"/>
                            <a:pathLst>
                              <a:path w="2428875" h="654685">
                                <a:moveTo>
                                  <a:pt x="0" y="621934"/>
                                </a:moveTo>
                                <a:lnTo>
                                  <a:pt x="808288" y="643270"/>
                                </a:lnTo>
                                <a:lnTo>
                                  <a:pt x="1619056" y="0"/>
                                </a:lnTo>
                                <a:lnTo>
                                  <a:pt x="2428874" y="654599"/>
                                </a:lnTo>
                              </a:path>
                            </a:pathLst>
                          </a:custGeom>
                          <a:ln w="22225">
                            <a:solidFill>
                              <a:srgbClr val="4F81BD"/>
                            </a:solidFill>
                            <a:prstDash val="solid"/>
                          </a:ln>
                        </wps:spPr>
                        <wps:bodyPr wrap="square" lIns="0" tIns="0" rIns="0" bIns="0" rtlCol="0">
                          <a:prstTxWarp prst="textNoShape">
                            <a:avLst/>
                          </a:prstTxWarp>
                          <a:noAutofit/>
                        </wps:bodyPr>
                      </wps:wsp>
                      <pic:pic xmlns:pic="http://schemas.openxmlformats.org/drawingml/2006/picture">
                        <pic:nvPicPr>
                          <pic:cNvPr id="33" name="Image 33"/>
                          <pic:cNvPicPr/>
                        </pic:nvPicPr>
                        <pic:blipFill>
                          <a:blip r:embed="rId10" cstate="print"/>
                          <a:stretch>
                            <a:fillRect/>
                          </a:stretch>
                        </pic:blipFill>
                        <pic:spPr>
                          <a:xfrm>
                            <a:off x="982980" y="821436"/>
                            <a:ext cx="82677" cy="82677"/>
                          </a:xfrm>
                          <a:prstGeom prst="rect">
                            <a:avLst/>
                          </a:prstGeom>
                        </pic:spPr>
                      </pic:pic>
                      <pic:pic xmlns:pic="http://schemas.openxmlformats.org/drawingml/2006/picture">
                        <pic:nvPicPr>
                          <pic:cNvPr id="34" name="Image 34"/>
                          <pic:cNvPicPr/>
                        </pic:nvPicPr>
                        <pic:blipFill>
                          <a:blip r:embed="rId10" cstate="print"/>
                          <a:stretch>
                            <a:fillRect/>
                          </a:stretch>
                        </pic:blipFill>
                        <pic:spPr>
                          <a:xfrm>
                            <a:off x="1793746" y="839724"/>
                            <a:ext cx="82677" cy="82677"/>
                          </a:xfrm>
                          <a:prstGeom prst="rect">
                            <a:avLst/>
                          </a:prstGeom>
                        </pic:spPr>
                      </pic:pic>
                      <pic:pic xmlns:pic="http://schemas.openxmlformats.org/drawingml/2006/picture">
                        <pic:nvPicPr>
                          <pic:cNvPr id="35" name="Image 35"/>
                          <pic:cNvPicPr/>
                        </pic:nvPicPr>
                        <pic:blipFill>
                          <a:blip r:embed="rId11" cstate="print"/>
                          <a:stretch>
                            <a:fillRect/>
                          </a:stretch>
                        </pic:blipFill>
                        <pic:spPr>
                          <a:xfrm>
                            <a:off x="2604514" y="196595"/>
                            <a:ext cx="82677" cy="82677"/>
                          </a:xfrm>
                          <a:prstGeom prst="rect">
                            <a:avLst/>
                          </a:prstGeom>
                        </pic:spPr>
                      </pic:pic>
                      <pic:pic xmlns:pic="http://schemas.openxmlformats.org/drawingml/2006/picture">
                        <pic:nvPicPr>
                          <pic:cNvPr id="36" name="Image 36"/>
                          <pic:cNvPicPr/>
                        </pic:nvPicPr>
                        <pic:blipFill>
                          <a:blip r:embed="rId10" cstate="print"/>
                          <a:stretch>
                            <a:fillRect/>
                          </a:stretch>
                        </pic:blipFill>
                        <pic:spPr>
                          <a:xfrm>
                            <a:off x="3412234" y="851916"/>
                            <a:ext cx="82677" cy="82677"/>
                          </a:xfrm>
                          <a:prstGeom prst="rect">
                            <a:avLst/>
                          </a:prstGeom>
                        </pic:spPr>
                      </pic:pic>
                      <wps:wsp>
                        <wps:cNvPr id="37" name="Graphic 37"/>
                        <wps:cNvSpPr/>
                        <wps:spPr>
                          <a:xfrm>
                            <a:off x="4762" y="4762"/>
                            <a:ext cx="3995420" cy="1435100"/>
                          </a:xfrm>
                          <a:custGeom>
                            <a:avLst/>
                            <a:gdLst/>
                            <a:ahLst/>
                            <a:cxnLst/>
                            <a:rect l="l" t="t" r="r" b="b"/>
                            <a:pathLst>
                              <a:path w="3995420" h="1435100">
                                <a:moveTo>
                                  <a:pt x="0" y="0"/>
                                </a:moveTo>
                                <a:lnTo>
                                  <a:pt x="3995419" y="0"/>
                                </a:lnTo>
                                <a:lnTo>
                                  <a:pt x="3995419" y="1435099"/>
                                </a:lnTo>
                                <a:lnTo>
                                  <a:pt x="0" y="1435099"/>
                                </a:lnTo>
                                <a:lnTo>
                                  <a:pt x="0" y="0"/>
                                </a:lnTo>
                                <a:close/>
                              </a:path>
                            </a:pathLst>
                          </a:custGeom>
                          <a:ln w="9525">
                            <a:noFill/>
                            <a:prstDash val="solid"/>
                          </a:ln>
                        </wps:spPr>
                        <wps:bodyPr wrap="square" lIns="0" tIns="0" rIns="0" bIns="0" rtlCol="0">
                          <a:prstTxWarp prst="textNoShape">
                            <a:avLst/>
                          </a:prstTxWarp>
                          <a:noAutofit/>
                        </wps:bodyPr>
                      </wps:wsp>
                      <wps:wsp>
                        <wps:cNvPr id="38" name="Textbox 38"/>
                        <wps:cNvSpPr txBox="1"/>
                        <wps:spPr>
                          <a:xfrm>
                            <a:off x="332993" y="104589"/>
                            <a:ext cx="205104" cy="1022985"/>
                          </a:xfrm>
                          <a:prstGeom prst="rect">
                            <a:avLst/>
                          </a:prstGeom>
                        </wps:spPr>
                        <wps:txbx>
                          <w:txbxContent>
                            <w:p w14:paraId="444BC049" w14:textId="77777777" w:rsidR="00020680" w:rsidRPr="004C1E9D" w:rsidRDefault="00020680" w:rsidP="00020680">
                              <w:pPr>
                                <w:spacing w:line="203" w:lineRule="exact"/>
                                <w:ind w:right="18"/>
                                <w:jc w:val="right"/>
                                <w:rPr>
                                  <w:sz w:val="18"/>
                                </w:rPr>
                              </w:pPr>
                              <w:r w:rsidRPr="004C1E9D">
                                <w:rPr>
                                  <w:spacing w:val="-5"/>
                                  <w:sz w:val="18"/>
                                </w:rPr>
                                <w:t>500</w:t>
                              </w:r>
                            </w:p>
                            <w:p w14:paraId="291C8FD4" w14:textId="77777777" w:rsidR="00020680" w:rsidRPr="004C1E9D" w:rsidRDefault="00020680" w:rsidP="00020680">
                              <w:pPr>
                                <w:spacing w:before="71"/>
                                <w:ind w:right="18"/>
                                <w:jc w:val="right"/>
                                <w:rPr>
                                  <w:sz w:val="18"/>
                                </w:rPr>
                              </w:pPr>
                              <w:r w:rsidRPr="004C1E9D">
                                <w:rPr>
                                  <w:spacing w:val="-5"/>
                                  <w:sz w:val="18"/>
                                </w:rPr>
                                <w:t>400</w:t>
                              </w:r>
                            </w:p>
                            <w:p w14:paraId="47C693A7" w14:textId="77777777" w:rsidR="00020680" w:rsidRPr="004C1E9D" w:rsidRDefault="00020680" w:rsidP="00020680">
                              <w:pPr>
                                <w:spacing w:before="76"/>
                                <w:ind w:right="18"/>
                                <w:jc w:val="right"/>
                                <w:rPr>
                                  <w:sz w:val="18"/>
                                </w:rPr>
                              </w:pPr>
                              <w:r w:rsidRPr="004C1E9D">
                                <w:rPr>
                                  <w:spacing w:val="-5"/>
                                  <w:sz w:val="18"/>
                                </w:rPr>
                                <w:t>300</w:t>
                              </w:r>
                            </w:p>
                            <w:p w14:paraId="281B4D21" w14:textId="77777777" w:rsidR="00020680" w:rsidRPr="004C1E9D" w:rsidRDefault="00020680" w:rsidP="00020680">
                              <w:pPr>
                                <w:spacing w:before="77"/>
                                <w:ind w:right="18"/>
                                <w:jc w:val="right"/>
                                <w:rPr>
                                  <w:sz w:val="18"/>
                                </w:rPr>
                              </w:pPr>
                              <w:r w:rsidRPr="004C1E9D">
                                <w:rPr>
                                  <w:spacing w:val="-5"/>
                                  <w:sz w:val="18"/>
                                </w:rPr>
                                <w:t>200</w:t>
                              </w:r>
                            </w:p>
                            <w:p w14:paraId="3A6AAE33" w14:textId="77777777" w:rsidR="00020680" w:rsidRPr="004C1E9D" w:rsidRDefault="00020680" w:rsidP="00020680">
                              <w:pPr>
                                <w:spacing w:before="71"/>
                                <w:ind w:right="18"/>
                                <w:jc w:val="right"/>
                                <w:rPr>
                                  <w:sz w:val="18"/>
                                </w:rPr>
                              </w:pPr>
                              <w:r w:rsidRPr="004C1E9D">
                                <w:rPr>
                                  <w:spacing w:val="-5"/>
                                  <w:sz w:val="18"/>
                                </w:rPr>
                                <w:t>100</w:t>
                              </w:r>
                            </w:p>
                            <w:p w14:paraId="29A9B1BF" w14:textId="77777777" w:rsidR="00020680" w:rsidRPr="004C1E9D" w:rsidRDefault="00020680" w:rsidP="00020680">
                              <w:pPr>
                                <w:spacing w:before="76"/>
                                <w:ind w:right="18"/>
                                <w:jc w:val="right"/>
                                <w:rPr>
                                  <w:sz w:val="18"/>
                                </w:rPr>
                              </w:pPr>
                              <w:r w:rsidRPr="004C1E9D">
                                <w:rPr>
                                  <w:spacing w:val="-10"/>
                                  <w:sz w:val="18"/>
                                </w:rPr>
                                <w:t>0</w:t>
                              </w:r>
                            </w:p>
                          </w:txbxContent>
                        </wps:txbx>
                        <wps:bodyPr wrap="square" lIns="0" tIns="0" rIns="0" bIns="0" rtlCol="0">
                          <a:noAutofit/>
                        </wps:bodyPr>
                      </wps:wsp>
                      <wps:wsp>
                        <wps:cNvPr id="39" name="Textbox 39"/>
                        <wps:cNvSpPr txBox="1"/>
                        <wps:spPr>
                          <a:xfrm>
                            <a:off x="2760345" y="174693"/>
                            <a:ext cx="362585" cy="129539"/>
                          </a:xfrm>
                          <a:prstGeom prst="rect">
                            <a:avLst/>
                          </a:prstGeom>
                        </wps:spPr>
                        <wps:txbx>
                          <w:txbxContent>
                            <w:p w14:paraId="2ABE1682" w14:textId="77777777" w:rsidR="00020680" w:rsidRPr="004C1E9D" w:rsidRDefault="00020680" w:rsidP="00020680">
                              <w:pPr>
                                <w:spacing w:line="203" w:lineRule="exact"/>
                                <w:rPr>
                                  <w:sz w:val="18"/>
                                </w:rPr>
                              </w:pPr>
                              <w:r w:rsidRPr="004C1E9D">
                                <w:rPr>
                                  <w:spacing w:val="-2"/>
                                  <w:sz w:val="18"/>
                                </w:rPr>
                                <w:t>464.34</w:t>
                              </w:r>
                            </w:p>
                          </w:txbxContent>
                        </wps:txbx>
                        <wps:bodyPr wrap="square" lIns="0" tIns="0" rIns="0" bIns="0" rtlCol="0">
                          <a:noAutofit/>
                        </wps:bodyPr>
                      </wps:wsp>
                      <wps:wsp>
                        <wps:cNvPr id="40" name="Textbox 40"/>
                        <wps:cNvSpPr txBox="1"/>
                        <wps:spPr>
                          <a:xfrm>
                            <a:off x="902572" y="689399"/>
                            <a:ext cx="362585" cy="129539"/>
                          </a:xfrm>
                          <a:prstGeom prst="rect">
                            <a:avLst/>
                          </a:prstGeom>
                        </wps:spPr>
                        <wps:txbx>
                          <w:txbxContent>
                            <w:p w14:paraId="0E3AAF45" w14:textId="77777777" w:rsidR="00020680" w:rsidRPr="004C1E9D" w:rsidRDefault="00020680" w:rsidP="00020680">
                              <w:pPr>
                                <w:spacing w:line="203" w:lineRule="exact"/>
                                <w:rPr>
                                  <w:sz w:val="18"/>
                                </w:rPr>
                              </w:pPr>
                              <w:r w:rsidRPr="004C1E9D">
                                <w:rPr>
                                  <w:spacing w:val="-2"/>
                                  <w:sz w:val="18"/>
                                </w:rPr>
                                <w:t>115.14</w:t>
                              </w:r>
                            </w:p>
                          </w:txbxContent>
                        </wps:txbx>
                        <wps:bodyPr wrap="square" lIns="0" tIns="0" rIns="0" bIns="0" rtlCol="0">
                          <a:noAutofit/>
                        </wps:bodyPr>
                      </wps:wsp>
                      <wps:wsp>
                        <wps:cNvPr id="41" name="Textbox 41"/>
                        <wps:cNvSpPr txBox="1"/>
                        <wps:spPr>
                          <a:xfrm>
                            <a:off x="1895257" y="851916"/>
                            <a:ext cx="299720" cy="129539"/>
                          </a:xfrm>
                          <a:prstGeom prst="rect">
                            <a:avLst/>
                          </a:prstGeom>
                        </wps:spPr>
                        <wps:txbx>
                          <w:txbxContent>
                            <w:p w14:paraId="6F8A606C" w14:textId="77777777" w:rsidR="00020680" w:rsidRPr="004C1E9D" w:rsidRDefault="00020680" w:rsidP="00020680">
                              <w:pPr>
                                <w:spacing w:line="203" w:lineRule="exact"/>
                                <w:rPr>
                                  <w:sz w:val="18"/>
                                </w:rPr>
                              </w:pPr>
                              <w:r w:rsidRPr="004C1E9D">
                                <w:rPr>
                                  <w:spacing w:val="-2"/>
                                  <w:sz w:val="18"/>
                                </w:rPr>
                                <w:t>103.8</w:t>
                              </w:r>
                            </w:p>
                          </w:txbxContent>
                        </wps:txbx>
                        <wps:bodyPr wrap="square" lIns="0" tIns="0" rIns="0" bIns="0" rtlCol="0">
                          <a:noAutofit/>
                        </wps:bodyPr>
                      </wps:wsp>
                      <wps:wsp>
                        <wps:cNvPr id="42" name="Textbox 42"/>
                        <wps:cNvSpPr txBox="1"/>
                        <wps:spPr>
                          <a:xfrm>
                            <a:off x="3569970" y="830013"/>
                            <a:ext cx="299085" cy="129539"/>
                          </a:xfrm>
                          <a:prstGeom prst="rect">
                            <a:avLst/>
                          </a:prstGeom>
                        </wps:spPr>
                        <wps:txbx>
                          <w:txbxContent>
                            <w:p w14:paraId="24BB9E82" w14:textId="77777777" w:rsidR="00020680" w:rsidRPr="004C1E9D" w:rsidRDefault="00020680" w:rsidP="00020680">
                              <w:pPr>
                                <w:spacing w:line="203" w:lineRule="exact"/>
                                <w:rPr>
                                  <w:sz w:val="18"/>
                                </w:rPr>
                              </w:pPr>
                              <w:r w:rsidRPr="004C1E9D">
                                <w:rPr>
                                  <w:spacing w:val="-2"/>
                                  <w:sz w:val="18"/>
                                </w:rPr>
                                <w:t>97.31</w:t>
                              </w:r>
                            </w:p>
                          </w:txbxContent>
                        </wps:txbx>
                        <wps:bodyPr wrap="square" lIns="0" tIns="0" rIns="0" bIns="0" rtlCol="0">
                          <a:noAutofit/>
                        </wps:bodyPr>
                      </wps:wsp>
                      <wps:wsp>
                        <wps:cNvPr id="43" name="Textbox 43"/>
                        <wps:cNvSpPr txBox="1"/>
                        <wps:spPr>
                          <a:xfrm>
                            <a:off x="946658" y="1133370"/>
                            <a:ext cx="2717800" cy="280670"/>
                          </a:xfrm>
                          <a:prstGeom prst="rect">
                            <a:avLst/>
                          </a:prstGeom>
                        </wps:spPr>
                        <wps:txbx>
                          <w:txbxContent>
                            <w:p w14:paraId="7BA417E9" w14:textId="77777777" w:rsidR="00020680" w:rsidRPr="004C1E9D" w:rsidRDefault="00020680" w:rsidP="00020680">
                              <w:pPr>
                                <w:tabs>
                                  <w:tab w:val="left" w:pos="1048"/>
                                  <w:tab w:val="left" w:pos="2459"/>
                                  <w:tab w:val="left" w:pos="3618"/>
                                </w:tabs>
                                <w:spacing w:line="177" w:lineRule="exact"/>
                                <w:rPr>
                                  <w:sz w:val="16"/>
                                </w:rPr>
                              </w:pPr>
                              <w:r w:rsidRPr="004C1E9D">
                                <w:rPr>
                                  <w:spacing w:val="7"/>
                                  <w:sz w:val="16"/>
                                </w:rPr>
                                <w:t>TP</w:t>
                              </w:r>
                              <w:r w:rsidRPr="004C1E9D">
                                <w:rPr>
                                  <w:sz w:val="16"/>
                                </w:rPr>
                                <w:tab/>
                              </w:r>
                              <w:r w:rsidRPr="004C1E9D">
                                <w:rPr>
                                  <w:spacing w:val="16"/>
                                  <w:sz w:val="16"/>
                                </w:rPr>
                                <w:t>TTF</w:t>
                              </w:r>
                              <w:r w:rsidRPr="004C1E9D">
                                <w:rPr>
                                  <w:spacing w:val="44"/>
                                  <w:sz w:val="16"/>
                                </w:rPr>
                                <w:t xml:space="preserve"> </w:t>
                              </w:r>
                              <w:r w:rsidRPr="004C1E9D">
                                <w:rPr>
                                  <w:sz w:val="16"/>
                                </w:rPr>
                                <w:t>(</w:t>
                              </w:r>
                              <w:r w:rsidRPr="004C1E9D">
                                <w:rPr>
                                  <w:spacing w:val="-20"/>
                                  <w:sz w:val="16"/>
                                </w:rPr>
                                <w:t xml:space="preserve"> </w:t>
                              </w:r>
                              <w:r w:rsidRPr="004C1E9D">
                                <w:rPr>
                                  <w:spacing w:val="7"/>
                                  <w:sz w:val="16"/>
                                </w:rPr>
                                <w:t>+)</w:t>
                              </w:r>
                              <w:r w:rsidRPr="004C1E9D">
                                <w:rPr>
                                  <w:sz w:val="16"/>
                                </w:rPr>
                                <w:tab/>
                              </w:r>
                              <w:r w:rsidRPr="004C1E9D">
                                <w:rPr>
                                  <w:spacing w:val="11"/>
                                  <w:sz w:val="16"/>
                                </w:rPr>
                                <w:t>TTF</w:t>
                              </w:r>
                              <w:r w:rsidRPr="004C1E9D">
                                <w:rPr>
                                  <w:sz w:val="16"/>
                                </w:rPr>
                                <w:tab/>
                              </w:r>
                              <w:r w:rsidRPr="004C1E9D">
                                <w:rPr>
                                  <w:spacing w:val="16"/>
                                  <w:sz w:val="16"/>
                                </w:rPr>
                                <w:t>TTF</w:t>
                              </w:r>
                              <w:r w:rsidRPr="004C1E9D">
                                <w:rPr>
                                  <w:spacing w:val="44"/>
                                  <w:sz w:val="16"/>
                                </w:rPr>
                                <w:t xml:space="preserve"> </w:t>
                              </w:r>
                              <w:r w:rsidRPr="004C1E9D">
                                <w:rPr>
                                  <w:sz w:val="16"/>
                                </w:rPr>
                                <w:t>(</w:t>
                              </w:r>
                              <w:r w:rsidRPr="004C1E9D">
                                <w:rPr>
                                  <w:spacing w:val="-20"/>
                                  <w:sz w:val="16"/>
                                </w:rPr>
                                <w:t xml:space="preserve"> </w:t>
                              </w:r>
                              <w:r w:rsidRPr="004C1E9D">
                                <w:rPr>
                                  <w:sz w:val="16"/>
                                </w:rPr>
                                <w:t>-</w:t>
                              </w:r>
                              <w:r w:rsidRPr="004C1E9D">
                                <w:rPr>
                                  <w:spacing w:val="-20"/>
                                  <w:sz w:val="16"/>
                                </w:rPr>
                                <w:t xml:space="preserve"> </w:t>
                              </w:r>
                              <w:r w:rsidRPr="004C1E9D">
                                <w:rPr>
                                  <w:spacing w:val="-10"/>
                                  <w:sz w:val="16"/>
                                </w:rPr>
                                <w:t>)</w:t>
                              </w:r>
                            </w:p>
                            <w:p w14:paraId="61363CA1" w14:textId="433274B0" w:rsidR="00020680" w:rsidRPr="004C1E9D" w:rsidRDefault="00020680" w:rsidP="00020680">
                              <w:pPr>
                                <w:spacing w:before="56"/>
                                <w:ind w:left="1104"/>
                                <w:rPr>
                                  <w:bCs/>
                                  <w:sz w:val="18"/>
                                </w:rPr>
                              </w:pPr>
                              <w:r w:rsidRPr="004C1E9D">
                                <w:rPr>
                                  <w:bCs/>
                                  <w:sz w:val="18"/>
                                </w:rPr>
                                <w:t>Flame</w:t>
                              </w:r>
                              <w:r w:rsidRPr="004C1E9D">
                                <w:rPr>
                                  <w:bCs/>
                                  <w:spacing w:val="-5"/>
                                  <w:sz w:val="18"/>
                                </w:rPr>
                                <w:t xml:space="preserve"> </w:t>
                              </w:r>
                              <w:r w:rsidR="004C1E9D" w:rsidRPr="004C1E9D">
                                <w:rPr>
                                  <w:bCs/>
                                  <w:spacing w:val="-5"/>
                                  <w:sz w:val="18"/>
                                </w:rPr>
                                <w:t xml:space="preserve">position </w:t>
                              </w:r>
                              <w:r w:rsidRPr="004C1E9D">
                                <w:rPr>
                                  <w:bCs/>
                                  <w:spacing w:val="-4"/>
                                  <w:sz w:val="18"/>
                                </w:rPr>
                                <w:t>(mm)</w:t>
                              </w:r>
                            </w:p>
                          </w:txbxContent>
                        </wps:txbx>
                        <wps:bodyPr wrap="square" lIns="0" tIns="0" rIns="0" bIns="0" rtlCol="0">
                          <a:noAutofit/>
                        </wps:bodyPr>
                      </wps:wsp>
                    </wpg:wgp>
                  </a:graphicData>
                </a:graphic>
              </wp:inline>
            </w:drawing>
          </mc:Choice>
          <mc:Fallback>
            <w:pict>
              <v:group w14:anchorId="4AFE980C" id="Group 28" o:spid="_x0000_s1026" style="width:312.15pt;height:123.55pt;mso-position-horizontal-relative:char;mso-position-vertical-relative:line" coordorigin="47,47" coordsize="39954,143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">
                <v:shape id="Graphic 29" o:spid="_x0000_s1027" style="position:absolute;left:47;top:47;width:39954;height:14351;visibility:visible;mso-wrap-style:square;v-text-anchor:top" coordsize="3995420,143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" path="m3995418,l,,,1435098r3995418,l3995418,xe" stroked="f">
                  <v:path arrowok="t"/>
                </v:shape>
                <v:shape id="Graphic 31" o:spid="_x0000_s1028" style="position:absolute;left:6219;top:1756;width:32385;height:8922;visibility:visible;mso-wrap-style:square;v-text-anchor:top" coordsize="3238500,892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" path="m,891752l1,em,891752r3238498,-1e" filled="f" strokecolor="black [3213]">
                  <v:path arrowok="t"/>
                </v:shape>
                <v:shape id="Graphic 32" o:spid="_x0000_s1029" style="position:absolute;left:10267;top:2392;width:24289;height:6547;visibility:visible;mso-wrap-style:square;v-text-anchor:top" coordsize="2428875,654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" path="m,621934r808288,21336l1619056,r809818,654599e" filled="f" strokecolor="#4f81bd" strokeweight="1.75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3" o:spid="_x0000_s1030" type="#_x0000_t75" style="position:absolute;left:9829;top:8214;width:827;height:8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">
                  <v:imagedata r:id="rId12" o:title=""/>
                </v:shape>
                <v:shape id="Image 34" o:spid="_x0000_s1031" type="#_x0000_t75" style="position:absolute;left:17937;top:8397;width:827;height:8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">
                  <v:imagedata r:id="rId12" o:title=""/>
                </v:shape>
                <v:shape id="Image 35" o:spid="_x0000_s1032" type="#_x0000_t75" style="position:absolute;left:26045;top:1965;width:826;height:8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">
                  <v:imagedata r:id="rId13" o:title=""/>
                </v:shape>
                <v:shape id="Image 36" o:spid="_x0000_s1033" type="#_x0000_t75" style="position:absolute;left:34122;top:8519;width:827;height:8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">
                  <v:imagedata r:id="rId12" o:title=""/>
                </v:shape>
                <v:shape id="Graphic 37" o:spid="_x0000_s1034" style="position:absolute;left:47;top:47;width:39954;height:14351;visibility:visible;mso-wrap-style:square;v-text-anchor:top" coordsize="3995420,143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" path="m,l3995419,r,1435099l,1435099,,xe" filled="f" stroked="f">
                  <v:path arrowok="t"/>
                </v:shape>
                <v:shapetype id="_x0000_t202" coordsize="21600,21600" o:spt="202" path="m,l,21600r21600,l21600,xe">
                  <v:stroke joinstyle="miter"/>
                  <v:path gradientshapeok="t" o:connecttype="rect"/>
                </v:shapetype>
                <v:shape id="Textbox 38" o:spid="_x0000_s1035" type="#_x0000_t202" style="position:absolute;left:3329;top:1045;width:2051;height:10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444BC049" w14:textId="77777777" w:rsidR="00020680" w:rsidRPr="004C1E9D" w:rsidRDefault="00020680" w:rsidP="00020680">
                        <w:pPr>
                          <w:spacing w:line="203" w:lineRule="exact"/>
                          <w:ind w:right="18"/>
                          <w:jc w:val="right"/>
                          <w:rPr>
                            <w:sz w:val="18"/>
                          </w:rPr>
                        </w:pPr>
                        <w:r w:rsidRPr="004C1E9D">
                          <w:rPr>
                            <w:spacing w:val="-5"/>
                            <w:sz w:val="18"/>
                          </w:rPr>
                          <w:t>500</w:t>
                        </w:r>
                      </w:p>
                      <w:p w14:paraId="291C8FD4" w14:textId="77777777" w:rsidR="00020680" w:rsidRPr="004C1E9D" w:rsidRDefault="00020680" w:rsidP="00020680">
                        <w:pPr>
                          <w:spacing w:before="71"/>
                          <w:ind w:right="18"/>
                          <w:jc w:val="right"/>
                          <w:rPr>
                            <w:sz w:val="18"/>
                          </w:rPr>
                        </w:pPr>
                        <w:r w:rsidRPr="004C1E9D">
                          <w:rPr>
                            <w:spacing w:val="-5"/>
                            <w:sz w:val="18"/>
                          </w:rPr>
                          <w:t>400</w:t>
                        </w:r>
                      </w:p>
                      <w:p w14:paraId="47C693A7" w14:textId="77777777" w:rsidR="00020680" w:rsidRPr="004C1E9D" w:rsidRDefault="00020680" w:rsidP="00020680">
                        <w:pPr>
                          <w:spacing w:before="76"/>
                          <w:ind w:right="18"/>
                          <w:jc w:val="right"/>
                          <w:rPr>
                            <w:sz w:val="18"/>
                          </w:rPr>
                        </w:pPr>
                        <w:r w:rsidRPr="004C1E9D">
                          <w:rPr>
                            <w:spacing w:val="-5"/>
                            <w:sz w:val="18"/>
                          </w:rPr>
                          <w:t>300</w:t>
                        </w:r>
                      </w:p>
                      <w:p w14:paraId="281B4D21" w14:textId="77777777" w:rsidR="00020680" w:rsidRPr="004C1E9D" w:rsidRDefault="00020680" w:rsidP="00020680">
                        <w:pPr>
                          <w:spacing w:before="77"/>
                          <w:ind w:right="18"/>
                          <w:jc w:val="right"/>
                          <w:rPr>
                            <w:sz w:val="18"/>
                          </w:rPr>
                        </w:pPr>
                        <w:r w:rsidRPr="004C1E9D">
                          <w:rPr>
                            <w:spacing w:val="-5"/>
                            <w:sz w:val="18"/>
                          </w:rPr>
                          <w:t>200</w:t>
                        </w:r>
                      </w:p>
                      <w:p w14:paraId="3A6AAE33" w14:textId="77777777" w:rsidR="00020680" w:rsidRPr="004C1E9D" w:rsidRDefault="00020680" w:rsidP="00020680">
                        <w:pPr>
                          <w:spacing w:before="71"/>
                          <w:ind w:right="18"/>
                          <w:jc w:val="right"/>
                          <w:rPr>
                            <w:sz w:val="18"/>
                          </w:rPr>
                        </w:pPr>
                        <w:r w:rsidRPr="004C1E9D">
                          <w:rPr>
                            <w:spacing w:val="-5"/>
                            <w:sz w:val="18"/>
                          </w:rPr>
                          <w:t>100</w:t>
                        </w:r>
                      </w:p>
                      <w:p w14:paraId="29A9B1BF" w14:textId="77777777" w:rsidR="00020680" w:rsidRPr="004C1E9D" w:rsidRDefault="00020680" w:rsidP="00020680">
                        <w:pPr>
                          <w:spacing w:before="76"/>
                          <w:ind w:right="18"/>
                          <w:jc w:val="right"/>
                          <w:rPr>
                            <w:sz w:val="18"/>
                          </w:rPr>
                        </w:pPr>
                        <w:r w:rsidRPr="004C1E9D">
                          <w:rPr>
                            <w:spacing w:val="-10"/>
                            <w:sz w:val="18"/>
                          </w:rPr>
                          <w:t>0</w:t>
                        </w:r>
                      </w:p>
                    </w:txbxContent>
                  </v:textbox>
                </v:shape>
                <v:shape id="Textbox 39" o:spid="_x0000_s1036" type="#_x0000_t202" style="position:absolute;left:27603;top:1746;width:3626;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2ABE1682" w14:textId="77777777" w:rsidR="00020680" w:rsidRPr="004C1E9D" w:rsidRDefault="00020680" w:rsidP="00020680">
                        <w:pPr>
                          <w:spacing w:line="203" w:lineRule="exact"/>
                          <w:rPr>
                            <w:sz w:val="18"/>
                          </w:rPr>
                        </w:pPr>
                        <w:r w:rsidRPr="004C1E9D">
                          <w:rPr>
                            <w:spacing w:val="-2"/>
                            <w:sz w:val="18"/>
                          </w:rPr>
                          <w:t>464.34</w:t>
                        </w:r>
                      </w:p>
                    </w:txbxContent>
                  </v:textbox>
                </v:shape>
                <v:shape id="Textbox 40" o:spid="_x0000_s1037" type="#_x0000_t202" style="position:absolute;left:9025;top:6893;width:3626;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0E3AAF45" w14:textId="77777777" w:rsidR="00020680" w:rsidRPr="004C1E9D" w:rsidRDefault="00020680" w:rsidP="00020680">
                        <w:pPr>
                          <w:spacing w:line="203" w:lineRule="exact"/>
                          <w:rPr>
                            <w:sz w:val="18"/>
                          </w:rPr>
                        </w:pPr>
                        <w:r w:rsidRPr="004C1E9D">
                          <w:rPr>
                            <w:spacing w:val="-2"/>
                            <w:sz w:val="18"/>
                          </w:rPr>
                          <w:t>115.14</w:t>
                        </w:r>
                      </w:p>
                    </w:txbxContent>
                  </v:textbox>
                </v:shape>
                <v:shape id="Textbox 41" o:spid="_x0000_s1038" type="#_x0000_t202" style="position:absolute;left:18952;top:8519;width:2997;height:1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6F8A606C" w14:textId="77777777" w:rsidR="00020680" w:rsidRPr="004C1E9D" w:rsidRDefault="00020680" w:rsidP="00020680">
                        <w:pPr>
                          <w:spacing w:line="203" w:lineRule="exact"/>
                          <w:rPr>
                            <w:sz w:val="18"/>
                          </w:rPr>
                        </w:pPr>
                        <w:r w:rsidRPr="004C1E9D">
                          <w:rPr>
                            <w:spacing w:val="-2"/>
                            <w:sz w:val="18"/>
                          </w:rPr>
                          <w:t>103.8</w:t>
                        </w:r>
                      </w:p>
                    </w:txbxContent>
                  </v:textbox>
                </v:shape>
                <v:shape id="Textbox 42" o:spid="_x0000_s1039" type="#_x0000_t202" style="position:absolute;left:35699;top:8300;width:2991;height:1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4BB9E82" w14:textId="77777777" w:rsidR="00020680" w:rsidRPr="004C1E9D" w:rsidRDefault="00020680" w:rsidP="00020680">
                        <w:pPr>
                          <w:spacing w:line="203" w:lineRule="exact"/>
                          <w:rPr>
                            <w:sz w:val="18"/>
                          </w:rPr>
                        </w:pPr>
                        <w:r w:rsidRPr="004C1E9D">
                          <w:rPr>
                            <w:spacing w:val="-2"/>
                            <w:sz w:val="18"/>
                          </w:rPr>
                          <w:t>97.31</w:t>
                        </w:r>
                      </w:p>
                    </w:txbxContent>
                  </v:textbox>
                </v:shape>
                <v:shape id="Textbox 43" o:spid="_x0000_s1040" type="#_x0000_t202" style="position:absolute;left:9466;top:11333;width:27178;height:2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7BA417E9" w14:textId="77777777" w:rsidR="00020680" w:rsidRPr="004C1E9D" w:rsidRDefault="00020680" w:rsidP="00020680">
                        <w:pPr>
                          <w:tabs>
                            <w:tab w:val="left" w:pos="1048"/>
                            <w:tab w:val="left" w:pos="2459"/>
                            <w:tab w:val="left" w:pos="3618"/>
                          </w:tabs>
                          <w:spacing w:line="177" w:lineRule="exact"/>
                          <w:rPr>
                            <w:sz w:val="16"/>
                          </w:rPr>
                        </w:pPr>
                        <w:r w:rsidRPr="004C1E9D">
                          <w:rPr>
                            <w:spacing w:val="7"/>
                            <w:sz w:val="16"/>
                          </w:rPr>
                          <w:t>TP</w:t>
                        </w:r>
                        <w:r w:rsidRPr="004C1E9D">
                          <w:rPr>
                            <w:sz w:val="16"/>
                          </w:rPr>
                          <w:tab/>
                        </w:r>
                        <w:r w:rsidRPr="004C1E9D">
                          <w:rPr>
                            <w:spacing w:val="16"/>
                            <w:sz w:val="16"/>
                          </w:rPr>
                          <w:t>TTF</w:t>
                        </w:r>
                        <w:r w:rsidRPr="004C1E9D">
                          <w:rPr>
                            <w:spacing w:val="44"/>
                            <w:sz w:val="16"/>
                          </w:rPr>
                          <w:t xml:space="preserve"> </w:t>
                        </w:r>
                        <w:r w:rsidRPr="004C1E9D">
                          <w:rPr>
                            <w:sz w:val="16"/>
                          </w:rPr>
                          <w:t>(</w:t>
                        </w:r>
                        <w:r w:rsidRPr="004C1E9D">
                          <w:rPr>
                            <w:spacing w:val="-20"/>
                            <w:sz w:val="16"/>
                          </w:rPr>
                          <w:t xml:space="preserve"> </w:t>
                        </w:r>
                        <w:r w:rsidRPr="004C1E9D">
                          <w:rPr>
                            <w:spacing w:val="7"/>
                            <w:sz w:val="16"/>
                          </w:rPr>
                          <w:t>+)</w:t>
                        </w:r>
                        <w:r w:rsidRPr="004C1E9D">
                          <w:rPr>
                            <w:sz w:val="16"/>
                          </w:rPr>
                          <w:tab/>
                        </w:r>
                        <w:r w:rsidRPr="004C1E9D">
                          <w:rPr>
                            <w:spacing w:val="11"/>
                            <w:sz w:val="16"/>
                          </w:rPr>
                          <w:t>TTF</w:t>
                        </w:r>
                        <w:r w:rsidRPr="004C1E9D">
                          <w:rPr>
                            <w:sz w:val="16"/>
                          </w:rPr>
                          <w:tab/>
                        </w:r>
                        <w:r w:rsidRPr="004C1E9D">
                          <w:rPr>
                            <w:spacing w:val="16"/>
                            <w:sz w:val="16"/>
                          </w:rPr>
                          <w:t>TTF</w:t>
                        </w:r>
                        <w:r w:rsidRPr="004C1E9D">
                          <w:rPr>
                            <w:spacing w:val="44"/>
                            <w:sz w:val="16"/>
                          </w:rPr>
                          <w:t xml:space="preserve"> </w:t>
                        </w:r>
                        <w:r w:rsidRPr="004C1E9D">
                          <w:rPr>
                            <w:sz w:val="16"/>
                          </w:rPr>
                          <w:t>(</w:t>
                        </w:r>
                        <w:r w:rsidRPr="004C1E9D">
                          <w:rPr>
                            <w:spacing w:val="-20"/>
                            <w:sz w:val="16"/>
                          </w:rPr>
                          <w:t xml:space="preserve"> </w:t>
                        </w:r>
                        <w:r w:rsidRPr="004C1E9D">
                          <w:rPr>
                            <w:sz w:val="16"/>
                          </w:rPr>
                          <w:t>-</w:t>
                        </w:r>
                        <w:r w:rsidRPr="004C1E9D">
                          <w:rPr>
                            <w:spacing w:val="-20"/>
                            <w:sz w:val="16"/>
                          </w:rPr>
                          <w:t xml:space="preserve"> </w:t>
                        </w:r>
                        <w:r w:rsidRPr="004C1E9D">
                          <w:rPr>
                            <w:spacing w:val="-10"/>
                            <w:sz w:val="16"/>
                          </w:rPr>
                          <w:t>)</w:t>
                        </w:r>
                      </w:p>
                      <w:p w14:paraId="61363CA1" w14:textId="433274B0" w:rsidR="00020680" w:rsidRPr="004C1E9D" w:rsidRDefault="00020680" w:rsidP="00020680">
                        <w:pPr>
                          <w:spacing w:before="56"/>
                          <w:ind w:left="1104"/>
                          <w:rPr>
                            <w:bCs/>
                            <w:sz w:val="18"/>
                          </w:rPr>
                        </w:pPr>
                        <w:r w:rsidRPr="004C1E9D">
                          <w:rPr>
                            <w:bCs/>
                            <w:sz w:val="18"/>
                          </w:rPr>
                          <w:t>Flame</w:t>
                        </w:r>
                        <w:r w:rsidRPr="004C1E9D">
                          <w:rPr>
                            <w:bCs/>
                            <w:spacing w:val="-5"/>
                            <w:sz w:val="18"/>
                          </w:rPr>
                          <w:t xml:space="preserve"> </w:t>
                        </w:r>
                        <w:r w:rsidR="004C1E9D" w:rsidRPr="004C1E9D">
                          <w:rPr>
                            <w:bCs/>
                            <w:spacing w:val="-5"/>
                            <w:sz w:val="18"/>
                          </w:rPr>
                          <w:t xml:space="preserve">position </w:t>
                        </w:r>
                        <w:r w:rsidRPr="004C1E9D">
                          <w:rPr>
                            <w:bCs/>
                            <w:spacing w:val="-4"/>
                            <w:sz w:val="18"/>
                          </w:rPr>
                          <w:t>(mm)</w:t>
                        </w:r>
                      </w:p>
                    </w:txbxContent>
                  </v:textbox>
                </v:shape>
                <w10:anchorlock/>
              </v:group>
            </w:pict>
          </mc:Fallback>
        </mc:AlternateContent>
      </w:r>
    </w:p>
    <w:p w14:paraId="4B83FAC4" w14:textId="5584B2DD" w:rsidR="00020680" w:rsidRDefault="00020680" w:rsidP="002A6AFD">
      <w:pPr>
        <w:pStyle w:val="FigureCaption"/>
      </w:pPr>
      <w:r>
        <w:rPr>
          <w:b/>
          <w:caps/>
        </w:rPr>
        <w:t>Figure 2.</w:t>
      </w:r>
      <w:r>
        <w:t xml:space="preserve"> </w:t>
      </w:r>
      <w:r w:rsidRPr="00020680">
        <w:t>Effect of Flame Position on Ultimate Tensile Strength</w:t>
      </w:r>
      <w:r>
        <w:t>.</w:t>
      </w:r>
    </w:p>
    <w:p w14:paraId="566F78D4" w14:textId="03E19649" w:rsidR="00020680" w:rsidRDefault="00020680" w:rsidP="002A6AFD">
      <w:pPr>
        <w:pStyle w:val="Paragraph"/>
      </w:pPr>
    </w:p>
    <w:p w14:paraId="004F3209" w14:textId="793F29A1" w:rsidR="00020680" w:rsidRDefault="00020680" w:rsidP="002A6AFD">
      <w:pPr>
        <w:pStyle w:val="Paragraph"/>
      </w:pPr>
    </w:p>
    <w:p w14:paraId="052611A6" w14:textId="2357D404" w:rsidR="00020680" w:rsidRDefault="00020680" w:rsidP="002A6AFD">
      <w:pPr>
        <w:pStyle w:val="FigureCaption"/>
        <w:rPr>
          <w:b/>
          <w:caps/>
        </w:rPr>
      </w:pPr>
      <w:r>
        <w:rPr>
          <w:noProof/>
        </w:rPr>
        <w:lastRenderedPageBreak/>
        <mc:AlternateContent>
          <mc:Choice Requires="wpg">
            <w:drawing>
              <wp:inline distT="0" distB="0" distL="0" distR="0" wp14:anchorId="7B6D5FE9" wp14:editId="0E40BD81">
                <wp:extent cx="3978910" cy="1555116"/>
                <wp:effectExtent l="0" t="0" r="2540" b="6985"/>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78910" cy="1555116"/>
                          <a:chOff x="4143" y="4143"/>
                          <a:chExt cx="3978910" cy="1555116"/>
                        </a:xfrm>
                      </wpg:grpSpPr>
                      <wps:wsp>
                        <wps:cNvPr id="46" name="Graphic 46"/>
                        <wps:cNvSpPr/>
                        <wps:spPr>
                          <a:xfrm>
                            <a:off x="4143" y="4144"/>
                            <a:ext cx="3978910" cy="1555115"/>
                          </a:xfrm>
                          <a:custGeom>
                            <a:avLst/>
                            <a:gdLst/>
                            <a:ahLst/>
                            <a:cxnLst/>
                            <a:rect l="l" t="t" r="r" b="b"/>
                            <a:pathLst>
                              <a:path w="3978910" h="1555115">
                                <a:moveTo>
                                  <a:pt x="3978417" y="0"/>
                                </a:moveTo>
                                <a:lnTo>
                                  <a:pt x="0" y="0"/>
                                </a:lnTo>
                                <a:lnTo>
                                  <a:pt x="0" y="1554826"/>
                                </a:lnTo>
                                <a:lnTo>
                                  <a:pt x="3978417" y="1554826"/>
                                </a:lnTo>
                                <a:lnTo>
                                  <a:pt x="3978417" y="0"/>
                                </a:lnTo>
                                <a:close/>
                              </a:path>
                            </a:pathLst>
                          </a:custGeom>
                          <a:solidFill>
                            <a:srgbClr val="FFFFFF"/>
                          </a:solidFill>
                        </wps:spPr>
                        <wps:bodyPr wrap="square" lIns="0" tIns="0" rIns="0" bIns="0" rtlCol="0">
                          <a:prstTxWarp prst="textNoShape">
                            <a:avLst/>
                          </a:prstTxWarp>
                          <a:noAutofit/>
                        </wps:bodyPr>
                      </wps:wsp>
                      <wps:wsp>
                        <wps:cNvPr id="48" name="Graphic 48"/>
                        <wps:cNvSpPr/>
                        <wps:spPr>
                          <a:xfrm>
                            <a:off x="475493" y="125379"/>
                            <a:ext cx="3383915" cy="1009015"/>
                          </a:xfrm>
                          <a:custGeom>
                            <a:avLst/>
                            <a:gdLst/>
                            <a:ahLst/>
                            <a:cxnLst/>
                            <a:rect l="l" t="t" r="r" b="b"/>
                            <a:pathLst>
                              <a:path w="3383915" h="1009015">
                                <a:moveTo>
                                  <a:pt x="0" y="1008464"/>
                                </a:moveTo>
                                <a:lnTo>
                                  <a:pt x="0" y="0"/>
                                </a:lnTo>
                              </a:path>
                              <a:path w="3383915" h="1009015">
                                <a:moveTo>
                                  <a:pt x="0" y="1008464"/>
                                </a:moveTo>
                                <a:lnTo>
                                  <a:pt x="3383618" y="1008463"/>
                                </a:lnTo>
                              </a:path>
                            </a:pathLst>
                          </a:custGeom>
                          <a:ln w="9525">
                            <a:solidFill>
                              <a:schemeClr val="tx1"/>
                            </a:solidFill>
                            <a:prstDash val="solid"/>
                          </a:ln>
                        </wps:spPr>
                        <wps:bodyPr wrap="square" lIns="0" tIns="0" rIns="0" bIns="0" rtlCol="0">
                          <a:prstTxWarp prst="textNoShape">
                            <a:avLst/>
                          </a:prstTxWarp>
                          <a:noAutofit/>
                        </wps:bodyPr>
                      </wps:wsp>
                      <wps:wsp>
                        <wps:cNvPr id="49" name="Graphic 49"/>
                        <wps:cNvSpPr/>
                        <wps:spPr>
                          <a:xfrm>
                            <a:off x="901953" y="301723"/>
                            <a:ext cx="2531110" cy="600710"/>
                          </a:xfrm>
                          <a:custGeom>
                            <a:avLst/>
                            <a:gdLst/>
                            <a:ahLst/>
                            <a:cxnLst/>
                            <a:rect l="l" t="t" r="r" b="b"/>
                            <a:pathLst>
                              <a:path w="2531110" h="600710">
                                <a:moveTo>
                                  <a:pt x="0" y="209407"/>
                                </a:moveTo>
                                <a:lnTo>
                                  <a:pt x="841696" y="0"/>
                                </a:lnTo>
                                <a:lnTo>
                                  <a:pt x="1689003" y="121236"/>
                                </a:lnTo>
                                <a:lnTo>
                                  <a:pt x="2530699" y="600670"/>
                                </a:lnTo>
                              </a:path>
                            </a:pathLst>
                          </a:custGeom>
                          <a:ln w="19306">
                            <a:solidFill>
                              <a:srgbClr val="4472C4"/>
                            </a:solidFill>
                            <a:prstDash val="solid"/>
                          </a:ln>
                        </wps:spPr>
                        <wps:bodyPr wrap="square" lIns="0" tIns="0" rIns="0" bIns="0" rtlCol="0">
                          <a:prstTxWarp prst="textNoShape">
                            <a:avLst/>
                          </a:prstTxWarp>
                          <a:noAutofit/>
                        </wps:bodyPr>
                      </wps:wsp>
                      <pic:pic xmlns:pic="http://schemas.openxmlformats.org/drawingml/2006/picture">
                        <pic:nvPicPr>
                          <pic:cNvPr id="50" name="Image 50"/>
                          <pic:cNvPicPr/>
                        </pic:nvPicPr>
                        <pic:blipFill>
                          <a:blip r:embed="rId14" cstate="print"/>
                          <a:stretch>
                            <a:fillRect/>
                          </a:stretch>
                        </pic:blipFill>
                        <pic:spPr>
                          <a:xfrm>
                            <a:off x="864114" y="473896"/>
                            <a:ext cx="75677" cy="74470"/>
                          </a:xfrm>
                          <a:prstGeom prst="rect">
                            <a:avLst/>
                          </a:prstGeom>
                        </pic:spPr>
                      </pic:pic>
                      <wps:wsp>
                        <wps:cNvPr id="51" name="Graphic 51"/>
                        <wps:cNvSpPr/>
                        <wps:spPr>
                          <a:xfrm>
                            <a:off x="1709980" y="268659"/>
                            <a:ext cx="67945" cy="66675"/>
                          </a:xfrm>
                          <a:custGeom>
                            <a:avLst/>
                            <a:gdLst/>
                            <a:ahLst/>
                            <a:cxnLst/>
                            <a:rect l="l" t="t" r="r" b="b"/>
                            <a:pathLst>
                              <a:path w="67945" h="66675">
                                <a:moveTo>
                                  <a:pt x="33668" y="0"/>
                                </a:moveTo>
                                <a:lnTo>
                                  <a:pt x="0" y="33064"/>
                                </a:lnTo>
                                <a:lnTo>
                                  <a:pt x="33668" y="66128"/>
                                </a:lnTo>
                                <a:lnTo>
                                  <a:pt x="67336" y="33064"/>
                                </a:lnTo>
                                <a:lnTo>
                                  <a:pt x="33668" y="0"/>
                                </a:lnTo>
                                <a:close/>
                              </a:path>
                            </a:pathLst>
                          </a:custGeom>
                          <a:solidFill>
                            <a:srgbClr val="4472C4"/>
                          </a:solidFill>
                        </wps:spPr>
                        <wps:bodyPr wrap="square" lIns="0" tIns="0" rIns="0" bIns="0" rtlCol="0">
                          <a:prstTxWarp prst="textNoShape">
                            <a:avLst/>
                          </a:prstTxWarp>
                          <a:noAutofit/>
                        </wps:bodyPr>
                      </wps:wsp>
                      <wps:wsp>
                        <wps:cNvPr id="52" name="Graphic 52"/>
                        <wps:cNvSpPr/>
                        <wps:spPr>
                          <a:xfrm>
                            <a:off x="1709980" y="268659"/>
                            <a:ext cx="67945" cy="66675"/>
                          </a:xfrm>
                          <a:custGeom>
                            <a:avLst/>
                            <a:gdLst/>
                            <a:ahLst/>
                            <a:cxnLst/>
                            <a:rect l="l" t="t" r="r" b="b"/>
                            <a:pathLst>
                              <a:path w="67945" h="66675">
                                <a:moveTo>
                                  <a:pt x="33667" y="0"/>
                                </a:moveTo>
                                <a:lnTo>
                                  <a:pt x="67335" y="33064"/>
                                </a:lnTo>
                                <a:lnTo>
                                  <a:pt x="33667" y="66128"/>
                                </a:lnTo>
                                <a:lnTo>
                                  <a:pt x="0" y="33064"/>
                                </a:lnTo>
                                <a:lnTo>
                                  <a:pt x="33667" y="0"/>
                                </a:lnTo>
                                <a:close/>
                              </a:path>
                            </a:pathLst>
                          </a:custGeom>
                          <a:ln w="8340">
                            <a:solidFill>
                              <a:srgbClr val="4472C4"/>
                            </a:solidFill>
                            <a:prstDash val="solid"/>
                          </a:ln>
                        </wps:spPr>
                        <wps:bodyPr wrap="square" lIns="0" tIns="0" rIns="0" bIns="0" rtlCol="0">
                          <a:prstTxWarp prst="textNoShape">
                            <a:avLst/>
                          </a:prstTxWarp>
                          <a:noAutofit/>
                        </wps:bodyPr>
                      </wps:wsp>
                      <wps:wsp>
                        <wps:cNvPr id="53" name="Graphic 53"/>
                        <wps:cNvSpPr/>
                        <wps:spPr>
                          <a:xfrm>
                            <a:off x="2557289" y="389894"/>
                            <a:ext cx="67945" cy="66675"/>
                          </a:xfrm>
                          <a:custGeom>
                            <a:avLst/>
                            <a:gdLst/>
                            <a:ahLst/>
                            <a:cxnLst/>
                            <a:rect l="l" t="t" r="r" b="b"/>
                            <a:pathLst>
                              <a:path w="67945" h="66675">
                                <a:moveTo>
                                  <a:pt x="33667" y="0"/>
                                </a:moveTo>
                                <a:lnTo>
                                  <a:pt x="0" y="33064"/>
                                </a:lnTo>
                                <a:lnTo>
                                  <a:pt x="33667" y="66128"/>
                                </a:lnTo>
                                <a:lnTo>
                                  <a:pt x="67335" y="33064"/>
                                </a:lnTo>
                                <a:lnTo>
                                  <a:pt x="33667" y="0"/>
                                </a:lnTo>
                                <a:close/>
                              </a:path>
                            </a:pathLst>
                          </a:custGeom>
                          <a:solidFill>
                            <a:srgbClr val="4472C4"/>
                          </a:solidFill>
                        </wps:spPr>
                        <wps:bodyPr wrap="square" lIns="0" tIns="0" rIns="0" bIns="0" rtlCol="0">
                          <a:prstTxWarp prst="textNoShape">
                            <a:avLst/>
                          </a:prstTxWarp>
                          <a:noAutofit/>
                        </wps:bodyPr>
                      </wps:wsp>
                      <wps:wsp>
                        <wps:cNvPr id="54" name="Graphic 54"/>
                        <wps:cNvSpPr/>
                        <wps:spPr>
                          <a:xfrm>
                            <a:off x="2557289" y="389894"/>
                            <a:ext cx="67945" cy="66675"/>
                          </a:xfrm>
                          <a:custGeom>
                            <a:avLst/>
                            <a:gdLst/>
                            <a:ahLst/>
                            <a:cxnLst/>
                            <a:rect l="l" t="t" r="r" b="b"/>
                            <a:pathLst>
                              <a:path w="67945" h="66675">
                                <a:moveTo>
                                  <a:pt x="33667" y="0"/>
                                </a:moveTo>
                                <a:lnTo>
                                  <a:pt x="67335" y="33064"/>
                                </a:lnTo>
                                <a:lnTo>
                                  <a:pt x="33667" y="66128"/>
                                </a:lnTo>
                                <a:lnTo>
                                  <a:pt x="0" y="33064"/>
                                </a:lnTo>
                                <a:lnTo>
                                  <a:pt x="33667" y="0"/>
                                </a:lnTo>
                                <a:close/>
                              </a:path>
                            </a:pathLst>
                          </a:custGeom>
                          <a:ln w="8340">
                            <a:solidFill>
                              <a:srgbClr val="4472C4"/>
                            </a:solidFill>
                            <a:prstDash val="solid"/>
                          </a:ln>
                        </wps:spPr>
                        <wps:bodyPr wrap="square" lIns="0" tIns="0" rIns="0" bIns="0" rtlCol="0">
                          <a:prstTxWarp prst="textNoShape">
                            <a:avLst/>
                          </a:prstTxWarp>
                          <a:noAutofit/>
                        </wps:bodyPr>
                      </wps:wsp>
                      <pic:pic xmlns:pic="http://schemas.openxmlformats.org/drawingml/2006/picture">
                        <pic:nvPicPr>
                          <pic:cNvPr id="55" name="Image 55"/>
                          <pic:cNvPicPr/>
                        </pic:nvPicPr>
                        <pic:blipFill>
                          <a:blip r:embed="rId14" cstate="print"/>
                          <a:stretch>
                            <a:fillRect/>
                          </a:stretch>
                        </pic:blipFill>
                        <pic:spPr>
                          <a:xfrm>
                            <a:off x="3394813" y="865157"/>
                            <a:ext cx="75677" cy="74470"/>
                          </a:xfrm>
                          <a:prstGeom prst="rect">
                            <a:avLst/>
                          </a:prstGeom>
                        </pic:spPr>
                      </pic:pic>
                      <wps:wsp>
                        <wps:cNvPr id="56" name="Graphic 56"/>
                        <wps:cNvSpPr/>
                        <wps:spPr>
                          <a:xfrm>
                            <a:off x="1743649" y="246615"/>
                            <a:ext cx="22860" cy="55244"/>
                          </a:xfrm>
                          <a:custGeom>
                            <a:avLst/>
                            <a:gdLst/>
                            <a:ahLst/>
                            <a:cxnLst/>
                            <a:rect l="l" t="t" r="r" b="b"/>
                            <a:pathLst>
                              <a:path w="22860" h="55244">
                                <a:moveTo>
                                  <a:pt x="0" y="55107"/>
                                </a:moveTo>
                                <a:lnTo>
                                  <a:pt x="22445" y="0"/>
                                </a:lnTo>
                              </a:path>
                            </a:pathLst>
                          </a:custGeom>
                          <a:ln w="8395">
                            <a:solidFill>
                              <a:srgbClr val="A6A6A6"/>
                            </a:solidFill>
                            <a:prstDash val="solid"/>
                          </a:ln>
                        </wps:spPr>
                        <wps:bodyPr wrap="square" lIns="0" tIns="0" rIns="0" bIns="0" rtlCol="0">
                          <a:prstTxWarp prst="textNoShape">
                            <a:avLst/>
                          </a:prstTxWarp>
                          <a:noAutofit/>
                        </wps:bodyPr>
                      </wps:wsp>
                      <wps:wsp>
                        <wps:cNvPr id="57" name="Graphic 57"/>
                        <wps:cNvSpPr/>
                        <wps:spPr>
                          <a:xfrm>
                            <a:off x="2590956" y="351319"/>
                            <a:ext cx="45085" cy="71755"/>
                          </a:xfrm>
                          <a:custGeom>
                            <a:avLst/>
                            <a:gdLst/>
                            <a:ahLst/>
                            <a:cxnLst/>
                            <a:rect l="l" t="t" r="r" b="b"/>
                            <a:pathLst>
                              <a:path w="45085" h="71755">
                                <a:moveTo>
                                  <a:pt x="0" y="71639"/>
                                </a:moveTo>
                                <a:lnTo>
                                  <a:pt x="44890" y="0"/>
                                </a:lnTo>
                              </a:path>
                            </a:pathLst>
                          </a:custGeom>
                          <a:ln w="8374">
                            <a:solidFill>
                              <a:srgbClr val="A6A6A6"/>
                            </a:solidFill>
                            <a:prstDash val="solid"/>
                          </a:ln>
                        </wps:spPr>
                        <wps:bodyPr wrap="square" lIns="0" tIns="0" rIns="0" bIns="0" rtlCol="0">
                          <a:prstTxWarp prst="textNoShape">
                            <a:avLst/>
                          </a:prstTxWarp>
                          <a:noAutofit/>
                        </wps:bodyPr>
                      </wps:wsp>
                      <wps:wsp>
                        <wps:cNvPr id="58" name="Graphic 58"/>
                        <wps:cNvSpPr/>
                        <wps:spPr>
                          <a:xfrm>
                            <a:off x="4143" y="4143"/>
                            <a:ext cx="3978910" cy="1555115"/>
                          </a:xfrm>
                          <a:custGeom>
                            <a:avLst/>
                            <a:gdLst/>
                            <a:ahLst/>
                            <a:cxnLst/>
                            <a:rect l="l" t="t" r="r" b="b"/>
                            <a:pathLst>
                              <a:path w="3978910" h="1555115">
                                <a:moveTo>
                                  <a:pt x="0" y="1554828"/>
                                </a:moveTo>
                                <a:lnTo>
                                  <a:pt x="0" y="0"/>
                                </a:lnTo>
                                <a:lnTo>
                                  <a:pt x="3978416" y="0"/>
                                </a:lnTo>
                                <a:lnTo>
                                  <a:pt x="3978416" y="1554828"/>
                                </a:lnTo>
                              </a:path>
                            </a:pathLst>
                          </a:custGeom>
                          <a:ln w="8286">
                            <a:noFill/>
                            <a:prstDash val="solid"/>
                          </a:ln>
                        </wps:spPr>
                        <wps:bodyPr wrap="square" lIns="0" tIns="0" rIns="0" bIns="0" rtlCol="0">
                          <a:prstTxWarp prst="textNoShape">
                            <a:avLst/>
                          </a:prstTxWarp>
                          <a:noAutofit/>
                        </wps:bodyPr>
                      </wps:wsp>
                      <wps:wsp>
                        <wps:cNvPr id="59" name="Textbox 59"/>
                        <wps:cNvSpPr txBox="1"/>
                        <wps:spPr>
                          <a:xfrm>
                            <a:off x="289927" y="64540"/>
                            <a:ext cx="125095" cy="1118870"/>
                          </a:xfrm>
                          <a:prstGeom prst="rect">
                            <a:avLst/>
                          </a:prstGeom>
                        </wps:spPr>
                        <wps:txbx>
                          <w:txbxContent>
                            <w:p w14:paraId="56397268" w14:textId="77777777" w:rsidR="00020680" w:rsidRPr="004C1E9D" w:rsidRDefault="00020680" w:rsidP="00020680">
                              <w:pPr>
                                <w:spacing w:line="172" w:lineRule="exact"/>
                                <w:rPr>
                                  <w:sz w:val="18"/>
                                  <w:szCs w:val="24"/>
                                </w:rPr>
                              </w:pPr>
                              <w:r w:rsidRPr="004C1E9D">
                                <w:rPr>
                                  <w:spacing w:val="-5"/>
                                  <w:w w:val="105"/>
                                  <w:sz w:val="18"/>
                                  <w:szCs w:val="24"/>
                                </w:rPr>
                                <w:t>35</w:t>
                              </w:r>
                            </w:p>
                            <w:p w14:paraId="74E6ECCD" w14:textId="77777777" w:rsidR="00020680" w:rsidRPr="004C1E9D" w:rsidRDefault="00020680" w:rsidP="00020680">
                              <w:pPr>
                                <w:spacing w:before="53"/>
                                <w:rPr>
                                  <w:sz w:val="18"/>
                                  <w:szCs w:val="24"/>
                                </w:rPr>
                              </w:pPr>
                              <w:r w:rsidRPr="004C1E9D">
                                <w:rPr>
                                  <w:spacing w:val="-5"/>
                                  <w:w w:val="105"/>
                                  <w:sz w:val="18"/>
                                  <w:szCs w:val="24"/>
                                </w:rPr>
                                <w:t>30</w:t>
                              </w:r>
                            </w:p>
                            <w:p w14:paraId="5A175953" w14:textId="77777777" w:rsidR="00020680" w:rsidRPr="004C1E9D" w:rsidRDefault="00020680" w:rsidP="00020680">
                              <w:pPr>
                                <w:spacing w:before="53"/>
                                <w:rPr>
                                  <w:sz w:val="18"/>
                                  <w:szCs w:val="24"/>
                                </w:rPr>
                              </w:pPr>
                              <w:r w:rsidRPr="004C1E9D">
                                <w:rPr>
                                  <w:spacing w:val="-5"/>
                                  <w:w w:val="105"/>
                                  <w:sz w:val="18"/>
                                  <w:szCs w:val="24"/>
                                </w:rPr>
                                <w:t>25</w:t>
                              </w:r>
                            </w:p>
                            <w:p w14:paraId="4CCAB1DF" w14:textId="77777777" w:rsidR="00020680" w:rsidRPr="004C1E9D" w:rsidRDefault="00020680" w:rsidP="00020680">
                              <w:pPr>
                                <w:spacing w:before="62"/>
                                <w:rPr>
                                  <w:sz w:val="18"/>
                                  <w:szCs w:val="24"/>
                                </w:rPr>
                              </w:pPr>
                              <w:r w:rsidRPr="004C1E9D">
                                <w:rPr>
                                  <w:spacing w:val="-5"/>
                                  <w:w w:val="105"/>
                                  <w:sz w:val="18"/>
                                  <w:szCs w:val="24"/>
                                </w:rPr>
                                <w:t>20</w:t>
                              </w:r>
                            </w:p>
                            <w:p w14:paraId="1716A75C" w14:textId="77777777" w:rsidR="00020680" w:rsidRPr="004C1E9D" w:rsidRDefault="00020680" w:rsidP="00020680">
                              <w:pPr>
                                <w:spacing w:before="53"/>
                                <w:rPr>
                                  <w:sz w:val="18"/>
                                  <w:szCs w:val="24"/>
                                </w:rPr>
                              </w:pPr>
                              <w:r w:rsidRPr="004C1E9D">
                                <w:rPr>
                                  <w:spacing w:val="-5"/>
                                  <w:w w:val="105"/>
                                  <w:sz w:val="18"/>
                                  <w:szCs w:val="24"/>
                                </w:rPr>
                                <w:t>15</w:t>
                              </w:r>
                            </w:p>
                            <w:p w14:paraId="5B1F24C0" w14:textId="77777777" w:rsidR="00020680" w:rsidRPr="004C1E9D" w:rsidRDefault="00020680" w:rsidP="00020680">
                              <w:pPr>
                                <w:spacing w:before="53"/>
                                <w:rPr>
                                  <w:sz w:val="18"/>
                                  <w:szCs w:val="24"/>
                                </w:rPr>
                              </w:pPr>
                              <w:r w:rsidRPr="004C1E9D">
                                <w:rPr>
                                  <w:spacing w:val="-5"/>
                                  <w:w w:val="105"/>
                                  <w:sz w:val="18"/>
                                  <w:szCs w:val="24"/>
                                </w:rPr>
                                <w:t>10</w:t>
                              </w:r>
                            </w:p>
                            <w:p w14:paraId="54D1B9A8" w14:textId="77777777" w:rsidR="00020680" w:rsidRPr="004C1E9D" w:rsidRDefault="00020680" w:rsidP="00020680">
                              <w:pPr>
                                <w:spacing w:before="53"/>
                                <w:ind w:left="79"/>
                                <w:rPr>
                                  <w:sz w:val="18"/>
                                  <w:szCs w:val="24"/>
                                </w:rPr>
                              </w:pPr>
                              <w:r w:rsidRPr="004C1E9D">
                                <w:rPr>
                                  <w:spacing w:val="-10"/>
                                  <w:w w:val="105"/>
                                  <w:sz w:val="18"/>
                                  <w:szCs w:val="24"/>
                                </w:rPr>
                                <w:t>5</w:t>
                              </w:r>
                            </w:p>
                            <w:p w14:paraId="0CCC4F0E" w14:textId="77777777" w:rsidR="00020680" w:rsidRPr="004C1E9D" w:rsidRDefault="00020680" w:rsidP="00020680">
                              <w:pPr>
                                <w:spacing w:before="53"/>
                                <w:ind w:left="79"/>
                                <w:rPr>
                                  <w:sz w:val="18"/>
                                  <w:szCs w:val="24"/>
                                </w:rPr>
                              </w:pPr>
                              <w:r w:rsidRPr="004C1E9D">
                                <w:rPr>
                                  <w:spacing w:val="-10"/>
                                  <w:w w:val="105"/>
                                  <w:sz w:val="18"/>
                                  <w:szCs w:val="24"/>
                                </w:rPr>
                                <w:t>0</w:t>
                              </w:r>
                            </w:p>
                          </w:txbxContent>
                        </wps:txbx>
                        <wps:bodyPr wrap="square" lIns="0" tIns="0" rIns="0" bIns="0" rtlCol="0">
                          <a:noAutofit/>
                        </wps:bodyPr>
                      </wps:wsp>
                      <wps:wsp>
                        <wps:cNvPr id="60" name="Textbox 60"/>
                        <wps:cNvSpPr txBox="1"/>
                        <wps:spPr>
                          <a:xfrm>
                            <a:off x="1651713" y="119104"/>
                            <a:ext cx="243204" cy="121285"/>
                          </a:xfrm>
                          <a:prstGeom prst="rect">
                            <a:avLst/>
                          </a:prstGeom>
                        </wps:spPr>
                        <wps:txbx>
                          <w:txbxContent>
                            <w:p w14:paraId="15018A94" w14:textId="77777777" w:rsidR="00020680" w:rsidRPr="004C1E9D" w:rsidRDefault="00020680" w:rsidP="00020680">
                              <w:pPr>
                                <w:spacing w:before="6"/>
                                <w:rPr>
                                  <w:sz w:val="18"/>
                                  <w:szCs w:val="24"/>
                                </w:rPr>
                              </w:pPr>
                              <w:r w:rsidRPr="004C1E9D">
                                <w:rPr>
                                  <w:spacing w:val="-2"/>
                                  <w:w w:val="105"/>
                                  <w:sz w:val="18"/>
                                  <w:szCs w:val="24"/>
                                </w:rPr>
                                <w:t>28.93</w:t>
                              </w:r>
                            </w:p>
                          </w:txbxContent>
                        </wps:txbx>
                        <wps:bodyPr wrap="square" lIns="0" tIns="0" rIns="0" bIns="0" rtlCol="0">
                          <a:noAutofit/>
                        </wps:bodyPr>
                      </wps:wsp>
                      <wps:wsp>
                        <wps:cNvPr id="61" name="Textbox 61"/>
                        <wps:cNvSpPr txBox="1"/>
                        <wps:spPr>
                          <a:xfrm>
                            <a:off x="2544749" y="218298"/>
                            <a:ext cx="323617" cy="133021"/>
                          </a:xfrm>
                          <a:prstGeom prst="rect">
                            <a:avLst/>
                          </a:prstGeom>
                        </wps:spPr>
                        <wps:txbx>
                          <w:txbxContent>
                            <w:p w14:paraId="772E15F8" w14:textId="77777777" w:rsidR="00020680" w:rsidRPr="004C1E9D" w:rsidRDefault="00020680" w:rsidP="00020680">
                              <w:pPr>
                                <w:spacing w:before="6"/>
                                <w:rPr>
                                  <w:sz w:val="18"/>
                                  <w:szCs w:val="18"/>
                                </w:rPr>
                              </w:pPr>
                              <w:r w:rsidRPr="004C1E9D">
                                <w:rPr>
                                  <w:spacing w:val="-4"/>
                                  <w:w w:val="105"/>
                                  <w:sz w:val="18"/>
                                  <w:szCs w:val="18"/>
                                </w:rPr>
                                <w:t>24.6</w:t>
                              </w:r>
                            </w:p>
                          </w:txbxContent>
                        </wps:txbx>
                        <wps:bodyPr wrap="square" lIns="0" tIns="0" rIns="0" bIns="0" rtlCol="0">
                          <a:noAutofit/>
                        </wps:bodyPr>
                      </wps:wsp>
                      <wps:wsp>
                        <wps:cNvPr id="62" name="Textbox 62"/>
                        <wps:cNvSpPr txBox="1"/>
                        <wps:spPr>
                          <a:xfrm>
                            <a:off x="784263" y="350555"/>
                            <a:ext cx="331504" cy="123341"/>
                          </a:xfrm>
                          <a:prstGeom prst="rect">
                            <a:avLst/>
                          </a:prstGeom>
                        </wps:spPr>
                        <wps:txbx>
                          <w:txbxContent>
                            <w:p w14:paraId="3E0DD2DD" w14:textId="77777777" w:rsidR="00020680" w:rsidRPr="004C1E9D" w:rsidRDefault="00020680" w:rsidP="00020680">
                              <w:pPr>
                                <w:spacing w:before="6"/>
                                <w:rPr>
                                  <w:sz w:val="18"/>
                                  <w:szCs w:val="18"/>
                                </w:rPr>
                              </w:pPr>
                              <w:r w:rsidRPr="004C1E9D">
                                <w:rPr>
                                  <w:spacing w:val="-2"/>
                                  <w:w w:val="105"/>
                                  <w:sz w:val="18"/>
                                  <w:szCs w:val="18"/>
                                </w:rPr>
                                <w:t>21.63</w:t>
                              </w:r>
                            </w:p>
                          </w:txbxContent>
                        </wps:txbx>
                        <wps:bodyPr wrap="square" lIns="0" tIns="0" rIns="0" bIns="0" rtlCol="0">
                          <a:noAutofit/>
                        </wps:bodyPr>
                      </wps:wsp>
                      <wps:wsp>
                        <wps:cNvPr id="63" name="Textbox 63"/>
                        <wps:cNvSpPr txBox="1"/>
                        <wps:spPr>
                          <a:xfrm>
                            <a:off x="3394813" y="711101"/>
                            <a:ext cx="373364" cy="154055"/>
                          </a:xfrm>
                          <a:prstGeom prst="rect">
                            <a:avLst/>
                          </a:prstGeom>
                        </wps:spPr>
                        <wps:txbx>
                          <w:txbxContent>
                            <w:p w14:paraId="335F4738" w14:textId="77777777" w:rsidR="00020680" w:rsidRPr="004C1E9D" w:rsidRDefault="00020680" w:rsidP="00020680">
                              <w:pPr>
                                <w:spacing w:before="6"/>
                                <w:rPr>
                                  <w:sz w:val="18"/>
                                  <w:szCs w:val="18"/>
                                </w:rPr>
                              </w:pPr>
                              <w:r w:rsidRPr="004C1E9D">
                                <w:rPr>
                                  <w:spacing w:val="-4"/>
                                  <w:w w:val="105"/>
                                  <w:sz w:val="18"/>
                                  <w:szCs w:val="18"/>
                                </w:rPr>
                                <w:t>8.09</w:t>
                              </w:r>
                            </w:p>
                          </w:txbxContent>
                        </wps:txbx>
                        <wps:bodyPr wrap="square" lIns="0" tIns="0" rIns="0" bIns="0" rtlCol="0">
                          <a:noAutofit/>
                        </wps:bodyPr>
                      </wps:wsp>
                      <wps:wsp>
                        <wps:cNvPr id="64" name="Textbox 64"/>
                        <wps:cNvSpPr txBox="1"/>
                        <wps:spPr>
                          <a:xfrm>
                            <a:off x="828537" y="1187529"/>
                            <a:ext cx="2939640" cy="238125"/>
                          </a:xfrm>
                          <a:prstGeom prst="rect">
                            <a:avLst/>
                          </a:prstGeom>
                        </wps:spPr>
                        <wps:txbx>
                          <w:txbxContent>
                            <w:p w14:paraId="693C0E80" w14:textId="77777777" w:rsidR="00020680" w:rsidRPr="004C1E9D" w:rsidRDefault="00020680" w:rsidP="00020680">
                              <w:pPr>
                                <w:tabs>
                                  <w:tab w:val="left" w:pos="1125"/>
                                  <w:tab w:val="left" w:pos="2575"/>
                                  <w:tab w:val="left" w:pos="3803"/>
                                </w:tabs>
                                <w:spacing w:line="154" w:lineRule="exact"/>
                                <w:rPr>
                                  <w:bCs/>
                                  <w:sz w:val="16"/>
                                  <w:szCs w:val="22"/>
                                </w:rPr>
                              </w:pPr>
                              <w:r w:rsidRPr="004C1E9D">
                                <w:rPr>
                                  <w:bCs/>
                                  <w:spacing w:val="5"/>
                                  <w:sz w:val="16"/>
                                  <w:szCs w:val="22"/>
                                </w:rPr>
                                <w:t>TP</w:t>
                              </w:r>
                              <w:r w:rsidRPr="004C1E9D">
                                <w:rPr>
                                  <w:bCs/>
                                  <w:sz w:val="16"/>
                                  <w:szCs w:val="22"/>
                                </w:rPr>
                                <w:tab/>
                              </w:r>
                              <w:r w:rsidRPr="004C1E9D">
                                <w:rPr>
                                  <w:bCs/>
                                  <w:spacing w:val="14"/>
                                  <w:sz w:val="16"/>
                                  <w:szCs w:val="22"/>
                                </w:rPr>
                                <w:t>TTF</w:t>
                              </w:r>
                              <w:r w:rsidRPr="004C1E9D">
                                <w:rPr>
                                  <w:bCs/>
                                  <w:spacing w:val="40"/>
                                  <w:sz w:val="16"/>
                                  <w:szCs w:val="22"/>
                                </w:rPr>
                                <w:t xml:space="preserve"> </w:t>
                              </w:r>
                              <w:r w:rsidRPr="004C1E9D">
                                <w:rPr>
                                  <w:bCs/>
                                  <w:spacing w:val="9"/>
                                  <w:sz w:val="16"/>
                                  <w:szCs w:val="22"/>
                                </w:rPr>
                                <w:t>(+)</w:t>
                              </w:r>
                              <w:r w:rsidRPr="004C1E9D">
                                <w:rPr>
                                  <w:bCs/>
                                  <w:sz w:val="16"/>
                                  <w:szCs w:val="22"/>
                                </w:rPr>
                                <w:tab/>
                              </w:r>
                              <w:r w:rsidRPr="004C1E9D">
                                <w:rPr>
                                  <w:bCs/>
                                  <w:spacing w:val="9"/>
                                  <w:sz w:val="16"/>
                                  <w:szCs w:val="22"/>
                                </w:rPr>
                                <w:t>TTF</w:t>
                              </w:r>
                              <w:r w:rsidRPr="004C1E9D">
                                <w:rPr>
                                  <w:bCs/>
                                  <w:sz w:val="16"/>
                                  <w:szCs w:val="22"/>
                                </w:rPr>
                                <w:tab/>
                              </w:r>
                              <w:r w:rsidRPr="004C1E9D">
                                <w:rPr>
                                  <w:bCs/>
                                  <w:spacing w:val="14"/>
                                  <w:sz w:val="16"/>
                                  <w:szCs w:val="22"/>
                                </w:rPr>
                                <w:t>TTF</w:t>
                              </w:r>
                              <w:r w:rsidRPr="004C1E9D">
                                <w:rPr>
                                  <w:bCs/>
                                  <w:spacing w:val="42"/>
                                  <w:sz w:val="16"/>
                                  <w:szCs w:val="22"/>
                                </w:rPr>
                                <w:t xml:space="preserve"> </w:t>
                              </w:r>
                              <w:r w:rsidRPr="004C1E9D">
                                <w:rPr>
                                  <w:bCs/>
                                  <w:sz w:val="16"/>
                                  <w:szCs w:val="22"/>
                                </w:rPr>
                                <w:t>(</w:t>
                              </w:r>
                              <w:r w:rsidRPr="004C1E9D">
                                <w:rPr>
                                  <w:bCs/>
                                  <w:spacing w:val="-14"/>
                                  <w:sz w:val="16"/>
                                  <w:szCs w:val="22"/>
                                </w:rPr>
                                <w:t xml:space="preserve"> </w:t>
                              </w:r>
                              <w:r w:rsidRPr="004C1E9D">
                                <w:rPr>
                                  <w:bCs/>
                                  <w:sz w:val="16"/>
                                  <w:szCs w:val="22"/>
                                </w:rPr>
                                <w:t>-</w:t>
                              </w:r>
                              <w:r w:rsidRPr="004C1E9D">
                                <w:rPr>
                                  <w:bCs/>
                                  <w:spacing w:val="-14"/>
                                  <w:sz w:val="16"/>
                                  <w:szCs w:val="22"/>
                                </w:rPr>
                                <w:t xml:space="preserve"> </w:t>
                              </w:r>
                              <w:r w:rsidRPr="004C1E9D">
                                <w:rPr>
                                  <w:bCs/>
                                  <w:spacing w:val="-10"/>
                                  <w:sz w:val="16"/>
                                  <w:szCs w:val="22"/>
                                </w:rPr>
                                <w:t>)</w:t>
                              </w:r>
                            </w:p>
                            <w:p w14:paraId="40053890" w14:textId="42E30692" w:rsidR="00020680" w:rsidRPr="004C1E9D" w:rsidRDefault="00020680" w:rsidP="00020680">
                              <w:pPr>
                                <w:spacing w:before="46"/>
                                <w:ind w:right="185"/>
                                <w:jc w:val="center"/>
                                <w:rPr>
                                  <w:bCs/>
                                  <w:sz w:val="18"/>
                                  <w:szCs w:val="18"/>
                                </w:rPr>
                              </w:pPr>
                              <w:r w:rsidRPr="004C1E9D">
                                <w:rPr>
                                  <w:bCs/>
                                  <w:w w:val="105"/>
                                  <w:sz w:val="18"/>
                                  <w:szCs w:val="18"/>
                                </w:rPr>
                                <w:t>Flame</w:t>
                              </w:r>
                              <w:r w:rsidRPr="004C1E9D">
                                <w:rPr>
                                  <w:bCs/>
                                  <w:spacing w:val="2"/>
                                  <w:w w:val="105"/>
                                  <w:sz w:val="18"/>
                                  <w:szCs w:val="18"/>
                                </w:rPr>
                                <w:t xml:space="preserve"> </w:t>
                              </w:r>
                              <w:r w:rsidR="004C1E9D">
                                <w:rPr>
                                  <w:bCs/>
                                  <w:spacing w:val="2"/>
                                  <w:w w:val="105"/>
                                  <w:sz w:val="18"/>
                                  <w:szCs w:val="18"/>
                                </w:rPr>
                                <w:t xml:space="preserve">position </w:t>
                              </w:r>
                              <w:r w:rsidRPr="004C1E9D">
                                <w:rPr>
                                  <w:bCs/>
                                  <w:spacing w:val="-4"/>
                                  <w:w w:val="105"/>
                                  <w:sz w:val="18"/>
                                  <w:szCs w:val="18"/>
                                </w:rPr>
                                <w:t>(mm)</w:t>
                              </w:r>
                            </w:p>
                          </w:txbxContent>
                        </wps:txbx>
                        <wps:bodyPr wrap="square" lIns="0" tIns="0" rIns="0" bIns="0" rtlCol="0">
                          <a:noAutofit/>
                        </wps:bodyPr>
                      </wps:wsp>
                    </wpg:wgp>
                  </a:graphicData>
                </a:graphic>
              </wp:inline>
            </w:drawing>
          </mc:Choice>
          <mc:Fallback>
            <w:pict>
              <v:group w14:anchorId="7B6D5FE9" id="Group 45" o:spid="_x0000_s1041" style="width:313.3pt;height:122.45pt;mso-position-horizontal-relative:char;mso-position-vertical-relative:line" coordorigin="41,41" coordsize="39789,155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">
                <v:shape id="Graphic 46" o:spid="_x0000_s1042" style="position:absolute;left:41;top:41;width:39789;height:15551;visibility:visible;mso-wrap-style:square;v-text-anchor:top" coordsize="3978910,155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" path="m3978417,l,,,1554826r3978417,l3978417,xe" stroked="f">
                  <v:path arrowok="t"/>
                </v:shape>
                <v:shape id="Graphic 48" o:spid="_x0000_s1043" style="position:absolute;left:4754;top:1253;width:33840;height:10090;visibility:visible;mso-wrap-style:square;v-text-anchor:top" coordsize="3383915,1009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" path="m,1008464l,em,1008464r3383618,-1e" filled="f" strokecolor="black [3213]">
                  <v:path arrowok="t"/>
                </v:shape>
                <v:shape id="Graphic 49" o:spid="_x0000_s1044" style="position:absolute;left:9019;top:3017;width:25311;height:6007;visibility:visible;mso-wrap-style:square;v-text-anchor:top" coordsize="2531110,600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" path="m,209407l841696,r847307,121236l2530699,600670e" filled="f" strokecolor="#4472c4" strokeweight=".53628mm">
                  <v:path arrowok="t"/>
                </v:shape>
                <v:shape id="Image 50" o:spid="_x0000_s1045" type="#_x0000_t75" style="position:absolute;left:8641;top:4738;width:756;height:7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">
                  <v:imagedata r:id="rId15" o:title=""/>
                </v:shape>
                <v:shape id="Graphic 51" o:spid="_x0000_s1046" style="position:absolute;left:17099;top:2686;width:680;height:667;visibility:visible;mso-wrap-style:square;v-text-anchor:top" coordsize="67945,66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" path="m33668,l,33064,33668,66128,67336,33064,33668,xe" fillcolor="#4472c4" stroked="f">
                  <v:path arrowok="t"/>
                </v:shape>
                <v:shape id="Graphic 52" o:spid="_x0000_s1047" style="position:absolute;left:17099;top:2686;width:680;height:667;visibility:visible;mso-wrap-style:square;v-text-anchor:top" coordsize="67945,66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" path="m33667,l67335,33064,33667,66128,,33064,33667,xe" filled="f" strokecolor="#4472c4" strokeweight=".23167mm">
                  <v:path arrowok="t"/>
                </v:shape>
                <v:shape id="Graphic 53" o:spid="_x0000_s1048" style="position:absolute;left:25572;top:3898;width:680;height:667;visibility:visible;mso-wrap-style:square;v-text-anchor:top" coordsize="67945,66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" path="m33667,l,33064,33667,66128,67335,33064,33667,xe" fillcolor="#4472c4" stroked="f">
                  <v:path arrowok="t"/>
                </v:shape>
                <v:shape id="Graphic 54" o:spid="_x0000_s1049" style="position:absolute;left:25572;top:3898;width:680;height:667;visibility:visible;mso-wrap-style:square;v-text-anchor:top" coordsize="67945,66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" path="m33667,l67335,33064,33667,66128,,33064,33667,xe" filled="f" strokecolor="#4472c4" strokeweight=".23167mm">
                  <v:path arrowok="t"/>
                </v:shape>
                <v:shape id="Image 55" o:spid="_x0000_s1050" type="#_x0000_t75" style="position:absolute;left:33948;top:8651;width:756;height:7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">
                  <v:imagedata r:id="rId15" o:title=""/>
                </v:shape>
                <v:shape id="Graphic 56" o:spid="_x0000_s1051" style="position:absolute;left:17436;top:2466;width:229;height:552;visibility:visible;mso-wrap-style:square;v-text-anchor:top" coordsize="22860,55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" path="m,55107l22445,e" filled="f" strokecolor="#a6a6a6" strokeweight=".23319mm">
                  <v:path arrowok="t"/>
                </v:shape>
                <v:shape id="Graphic 57" o:spid="_x0000_s1052" style="position:absolute;left:25909;top:3513;width:451;height:717;visibility:visible;mso-wrap-style:square;v-text-anchor:top" coordsize="45085,7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" path="m,71639l44890,e" filled="f" strokecolor="#a6a6a6" strokeweight=".23261mm">
                  <v:path arrowok="t"/>
                </v:shape>
                <v:shape id="Graphic 58" o:spid="_x0000_s1053" style="position:absolute;left:41;top:41;width:39789;height:15551;visibility:visible;mso-wrap-style:square;v-text-anchor:top" coordsize="3978910,1555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" path="m,1554828l,,3978416,r,1554828e" filled="f" stroked="f" strokeweight=".23017mm">
                  <v:path arrowok="t"/>
                </v:shape>
                <v:shape id="Textbox 59" o:spid="_x0000_s1054" type="#_x0000_t202" style="position:absolute;left:2899;top:645;width:1251;height:111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bLq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Emmy6sMAAADbAAAADwAA&#10;AAAAAAAAAAAAAAAHAgAAZHJzL2Rvd25yZXYueG1sUEsFBgAAAAADAAMAtwAAAPcCAAAAAA==&#10;" filled="f" stroked="f">
                  <v:textbox inset="0,0,0,0">
                    <w:txbxContent>
                      <w:p w14:paraId="56397268" w14:textId="77777777" w:rsidR="00020680" w:rsidRPr="004C1E9D" w:rsidRDefault="00020680" w:rsidP="00020680">
                        <w:pPr>
                          <w:spacing w:line="172" w:lineRule="exact"/>
                          <w:rPr>
                            <w:sz w:val="18"/>
                            <w:szCs w:val="24"/>
                          </w:rPr>
                        </w:pPr>
                        <w:r w:rsidRPr="004C1E9D">
                          <w:rPr>
                            <w:spacing w:val="-5"/>
                            <w:w w:val="105"/>
                            <w:sz w:val="18"/>
                            <w:szCs w:val="24"/>
                          </w:rPr>
                          <w:t>35</w:t>
                        </w:r>
                      </w:p>
                      <w:p w14:paraId="74E6ECCD" w14:textId="77777777" w:rsidR="00020680" w:rsidRPr="004C1E9D" w:rsidRDefault="00020680" w:rsidP="00020680">
                        <w:pPr>
                          <w:spacing w:before="53"/>
                          <w:rPr>
                            <w:sz w:val="18"/>
                            <w:szCs w:val="24"/>
                          </w:rPr>
                        </w:pPr>
                        <w:r w:rsidRPr="004C1E9D">
                          <w:rPr>
                            <w:spacing w:val="-5"/>
                            <w:w w:val="105"/>
                            <w:sz w:val="18"/>
                            <w:szCs w:val="24"/>
                          </w:rPr>
                          <w:t>30</w:t>
                        </w:r>
                      </w:p>
                      <w:p w14:paraId="5A175953" w14:textId="77777777" w:rsidR="00020680" w:rsidRPr="004C1E9D" w:rsidRDefault="00020680" w:rsidP="00020680">
                        <w:pPr>
                          <w:spacing w:before="53"/>
                          <w:rPr>
                            <w:sz w:val="18"/>
                            <w:szCs w:val="24"/>
                          </w:rPr>
                        </w:pPr>
                        <w:r w:rsidRPr="004C1E9D">
                          <w:rPr>
                            <w:spacing w:val="-5"/>
                            <w:w w:val="105"/>
                            <w:sz w:val="18"/>
                            <w:szCs w:val="24"/>
                          </w:rPr>
                          <w:t>25</w:t>
                        </w:r>
                      </w:p>
                      <w:p w14:paraId="4CCAB1DF" w14:textId="77777777" w:rsidR="00020680" w:rsidRPr="004C1E9D" w:rsidRDefault="00020680" w:rsidP="00020680">
                        <w:pPr>
                          <w:spacing w:before="62"/>
                          <w:rPr>
                            <w:sz w:val="18"/>
                            <w:szCs w:val="24"/>
                          </w:rPr>
                        </w:pPr>
                        <w:r w:rsidRPr="004C1E9D">
                          <w:rPr>
                            <w:spacing w:val="-5"/>
                            <w:w w:val="105"/>
                            <w:sz w:val="18"/>
                            <w:szCs w:val="24"/>
                          </w:rPr>
                          <w:t>20</w:t>
                        </w:r>
                      </w:p>
                      <w:p w14:paraId="1716A75C" w14:textId="77777777" w:rsidR="00020680" w:rsidRPr="004C1E9D" w:rsidRDefault="00020680" w:rsidP="00020680">
                        <w:pPr>
                          <w:spacing w:before="53"/>
                          <w:rPr>
                            <w:sz w:val="18"/>
                            <w:szCs w:val="24"/>
                          </w:rPr>
                        </w:pPr>
                        <w:r w:rsidRPr="004C1E9D">
                          <w:rPr>
                            <w:spacing w:val="-5"/>
                            <w:w w:val="105"/>
                            <w:sz w:val="18"/>
                            <w:szCs w:val="24"/>
                          </w:rPr>
                          <w:t>15</w:t>
                        </w:r>
                      </w:p>
                      <w:p w14:paraId="5B1F24C0" w14:textId="77777777" w:rsidR="00020680" w:rsidRPr="004C1E9D" w:rsidRDefault="00020680" w:rsidP="00020680">
                        <w:pPr>
                          <w:spacing w:before="53"/>
                          <w:rPr>
                            <w:sz w:val="18"/>
                            <w:szCs w:val="24"/>
                          </w:rPr>
                        </w:pPr>
                        <w:r w:rsidRPr="004C1E9D">
                          <w:rPr>
                            <w:spacing w:val="-5"/>
                            <w:w w:val="105"/>
                            <w:sz w:val="18"/>
                            <w:szCs w:val="24"/>
                          </w:rPr>
                          <w:t>10</w:t>
                        </w:r>
                      </w:p>
                      <w:p w14:paraId="54D1B9A8" w14:textId="77777777" w:rsidR="00020680" w:rsidRPr="004C1E9D" w:rsidRDefault="00020680" w:rsidP="00020680">
                        <w:pPr>
                          <w:spacing w:before="53"/>
                          <w:ind w:left="79"/>
                          <w:rPr>
                            <w:sz w:val="18"/>
                            <w:szCs w:val="24"/>
                          </w:rPr>
                        </w:pPr>
                        <w:r w:rsidRPr="004C1E9D">
                          <w:rPr>
                            <w:spacing w:val="-10"/>
                            <w:w w:val="105"/>
                            <w:sz w:val="18"/>
                            <w:szCs w:val="24"/>
                          </w:rPr>
                          <w:t>5</w:t>
                        </w:r>
                      </w:p>
                      <w:p w14:paraId="0CCC4F0E" w14:textId="77777777" w:rsidR="00020680" w:rsidRPr="004C1E9D" w:rsidRDefault="00020680" w:rsidP="00020680">
                        <w:pPr>
                          <w:spacing w:before="53"/>
                          <w:ind w:left="79"/>
                          <w:rPr>
                            <w:sz w:val="18"/>
                            <w:szCs w:val="24"/>
                          </w:rPr>
                        </w:pPr>
                        <w:r w:rsidRPr="004C1E9D">
                          <w:rPr>
                            <w:spacing w:val="-10"/>
                            <w:w w:val="105"/>
                            <w:sz w:val="18"/>
                            <w:szCs w:val="24"/>
                          </w:rPr>
                          <w:t>0</w:t>
                        </w:r>
                      </w:p>
                    </w:txbxContent>
                  </v:textbox>
                </v:shape>
                <v:shape id="Textbox 60" o:spid="_x0000_s1055" type="#_x0000_t202" style="position:absolute;left:16517;top:1191;width:2432;height:12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15018A94" w14:textId="77777777" w:rsidR="00020680" w:rsidRPr="004C1E9D" w:rsidRDefault="00020680" w:rsidP="00020680">
                        <w:pPr>
                          <w:spacing w:before="6"/>
                          <w:rPr>
                            <w:sz w:val="18"/>
                            <w:szCs w:val="24"/>
                          </w:rPr>
                        </w:pPr>
                        <w:r w:rsidRPr="004C1E9D">
                          <w:rPr>
                            <w:spacing w:val="-2"/>
                            <w:w w:val="105"/>
                            <w:sz w:val="18"/>
                            <w:szCs w:val="24"/>
                          </w:rPr>
                          <w:t>28.93</w:t>
                        </w:r>
                      </w:p>
                    </w:txbxContent>
                  </v:textbox>
                </v:shape>
                <v:shape id="Textbox 61" o:spid="_x0000_s1056" type="#_x0000_t202" style="position:absolute;left:25447;top:2182;width:3236;height:1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" filled="f" stroked="f">
                  <v:textbox inset="0,0,0,0">
                    <w:txbxContent>
                      <w:p w14:paraId="772E15F8" w14:textId="77777777" w:rsidR="00020680" w:rsidRPr="004C1E9D" w:rsidRDefault="00020680" w:rsidP="00020680">
                        <w:pPr>
                          <w:spacing w:before="6"/>
                          <w:rPr>
                            <w:sz w:val="18"/>
                            <w:szCs w:val="18"/>
                          </w:rPr>
                        </w:pPr>
                        <w:r w:rsidRPr="004C1E9D">
                          <w:rPr>
                            <w:spacing w:val="-4"/>
                            <w:w w:val="105"/>
                            <w:sz w:val="18"/>
                            <w:szCs w:val="18"/>
                          </w:rPr>
                          <w:t>24.6</w:t>
                        </w:r>
                      </w:p>
                    </w:txbxContent>
                  </v:textbox>
                </v:shape>
                <v:shape id="Textbox 62" o:spid="_x0000_s1057" type="#_x0000_t202" style="position:absolute;left:7842;top:3505;width:3315;height:12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" filled="f" stroked="f">
                  <v:textbox inset="0,0,0,0">
                    <w:txbxContent>
                      <w:p w14:paraId="3E0DD2DD" w14:textId="77777777" w:rsidR="00020680" w:rsidRPr="004C1E9D" w:rsidRDefault="00020680" w:rsidP="00020680">
                        <w:pPr>
                          <w:spacing w:before="6"/>
                          <w:rPr>
                            <w:sz w:val="18"/>
                            <w:szCs w:val="18"/>
                          </w:rPr>
                        </w:pPr>
                        <w:r w:rsidRPr="004C1E9D">
                          <w:rPr>
                            <w:spacing w:val="-2"/>
                            <w:w w:val="105"/>
                            <w:sz w:val="18"/>
                            <w:szCs w:val="18"/>
                          </w:rPr>
                          <w:t>21.63</w:t>
                        </w:r>
                      </w:p>
                    </w:txbxContent>
                  </v:textbox>
                </v:shape>
                <v:shape id="Textbox 63" o:spid="_x0000_s1058" type="#_x0000_t202" style="position:absolute;left:33948;top:7111;width:3733;height:1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U+9xAAAANsAAAAPAAAAZHJzL2Rvd25yZXYueG1sRI9Ba8JA&#10;FITvBf/D8oTe6sYW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L3tT73EAAAA2wAAAA8A&#10;AAAAAAAAAAAAAAAABwIAAGRycy9kb3ducmV2LnhtbFBLBQYAAAAAAwADALcAAAD4AgAAAAA=&#10;" filled="f" stroked="f">
                  <v:textbox inset="0,0,0,0">
                    <w:txbxContent>
                      <w:p w14:paraId="335F4738" w14:textId="77777777" w:rsidR="00020680" w:rsidRPr="004C1E9D" w:rsidRDefault="00020680" w:rsidP="00020680">
                        <w:pPr>
                          <w:spacing w:before="6"/>
                          <w:rPr>
                            <w:sz w:val="18"/>
                            <w:szCs w:val="18"/>
                          </w:rPr>
                        </w:pPr>
                        <w:r w:rsidRPr="004C1E9D">
                          <w:rPr>
                            <w:spacing w:val="-4"/>
                            <w:w w:val="105"/>
                            <w:sz w:val="18"/>
                            <w:szCs w:val="18"/>
                          </w:rPr>
                          <w:t>8.09</w:t>
                        </w:r>
                      </w:p>
                    </w:txbxContent>
                  </v:textbox>
                </v:shape>
                <v:shape id="Textbox 64" o:spid="_x0000_s1059" type="#_x0000_t202" style="position:absolute;left:8285;top:11875;width:29396;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693C0E80" w14:textId="77777777" w:rsidR="00020680" w:rsidRPr="004C1E9D" w:rsidRDefault="00020680" w:rsidP="00020680">
                        <w:pPr>
                          <w:tabs>
                            <w:tab w:val="left" w:pos="1125"/>
                            <w:tab w:val="left" w:pos="2575"/>
                            <w:tab w:val="left" w:pos="3803"/>
                          </w:tabs>
                          <w:spacing w:line="154" w:lineRule="exact"/>
                          <w:rPr>
                            <w:bCs/>
                            <w:sz w:val="16"/>
                            <w:szCs w:val="22"/>
                          </w:rPr>
                        </w:pPr>
                        <w:r w:rsidRPr="004C1E9D">
                          <w:rPr>
                            <w:bCs/>
                            <w:spacing w:val="5"/>
                            <w:sz w:val="16"/>
                            <w:szCs w:val="22"/>
                          </w:rPr>
                          <w:t>TP</w:t>
                        </w:r>
                        <w:r w:rsidRPr="004C1E9D">
                          <w:rPr>
                            <w:bCs/>
                            <w:sz w:val="16"/>
                            <w:szCs w:val="22"/>
                          </w:rPr>
                          <w:tab/>
                        </w:r>
                        <w:r w:rsidRPr="004C1E9D">
                          <w:rPr>
                            <w:bCs/>
                            <w:spacing w:val="14"/>
                            <w:sz w:val="16"/>
                            <w:szCs w:val="22"/>
                          </w:rPr>
                          <w:t>TTF</w:t>
                        </w:r>
                        <w:r w:rsidRPr="004C1E9D">
                          <w:rPr>
                            <w:bCs/>
                            <w:spacing w:val="40"/>
                            <w:sz w:val="16"/>
                            <w:szCs w:val="22"/>
                          </w:rPr>
                          <w:t xml:space="preserve"> </w:t>
                        </w:r>
                        <w:r w:rsidRPr="004C1E9D">
                          <w:rPr>
                            <w:bCs/>
                            <w:spacing w:val="9"/>
                            <w:sz w:val="16"/>
                            <w:szCs w:val="22"/>
                          </w:rPr>
                          <w:t>(+)</w:t>
                        </w:r>
                        <w:r w:rsidRPr="004C1E9D">
                          <w:rPr>
                            <w:bCs/>
                            <w:sz w:val="16"/>
                            <w:szCs w:val="22"/>
                          </w:rPr>
                          <w:tab/>
                        </w:r>
                        <w:r w:rsidRPr="004C1E9D">
                          <w:rPr>
                            <w:bCs/>
                            <w:spacing w:val="9"/>
                            <w:sz w:val="16"/>
                            <w:szCs w:val="22"/>
                          </w:rPr>
                          <w:t>TTF</w:t>
                        </w:r>
                        <w:r w:rsidRPr="004C1E9D">
                          <w:rPr>
                            <w:bCs/>
                            <w:sz w:val="16"/>
                            <w:szCs w:val="22"/>
                          </w:rPr>
                          <w:tab/>
                        </w:r>
                        <w:r w:rsidRPr="004C1E9D">
                          <w:rPr>
                            <w:bCs/>
                            <w:spacing w:val="14"/>
                            <w:sz w:val="16"/>
                            <w:szCs w:val="22"/>
                          </w:rPr>
                          <w:t>TTF</w:t>
                        </w:r>
                        <w:r w:rsidRPr="004C1E9D">
                          <w:rPr>
                            <w:bCs/>
                            <w:spacing w:val="42"/>
                            <w:sz w:val="16"/>
                            <w:szCs w:val="22"/>
                          </w:rPr>
                          <w:t xml:space="preserve"> </w:t>
                        </w:r>
                        <w:r w:rsidRPr="004C1E9D">
                          <w:rPr>
                            <w:bCs/>
                            <w:sz w:val="16"/>
                            <w:szCs w:val="22"/>
                          </w:rPr>
                          <w:t>(</w:t>
                        </w:r>
                        <w:r w:rsidRPr="004C1E9D">
                          <w:rPr>
                            <w:bCs/>
                            <w:spacing w:val="-14"/>
                            <w:sz w:val="16"/>
                            <w:szCs w:val="22"/>
                          </w:rPr>
                          <w:t xml:space="preserve"> </w:t>
                        </w:r>
                        <w:r w:rsidRPr="004C1E9D">
                          <w:rPr>
                            <w:bCs/>
                            <w:sz w:val="16"/>
                            <w:szCs w:val="22"/>
                          </w:rPr>
                          <w:t>-</w:t>
                        </w:r>
                        <w:r w:rsidRPr="004C1E9D">
                          <w:rPr>
                            <w:bCs/>
                            <w:spacing w:val="-14"/>
                            <w:sz w:val="16"/>
                            <w:szCs w:val="22"/>
                          </w:rPr>
                          <w:t xml:space="preserve"> </w:t>
                        </w:r>
                        <w:r w:rsidRPr="004C1E9D">
                          <w:rPr>
                            <w:bCs/>
                            <w:spacing w:val="-10"/>
                            <w:sz w:val="16"/>
                            <w:szCs w:val="22"/>
                          </w:rPr>
                          <w:t>)</w:t>
                        </w:r>
                      </w:p>
                      <w:p w14:paraId="40053890" w14:textId="42E30692" w:rsidR="00020680" w:rsidRPr="004C1E9D" w:rsidRDefault="00020680" w:rsidP="00020680">
                        <w:pPr>
                          <w:spacing w:before="46"/>
                          <w:ind w:right="185"/>
                          <w:jc w:val="center"/>
                          <w:rPr>
                            <w:bCs/>
                            <w:sz w:val="18"/>
                            <w:szCs w:val="18"/>
                          </w:rPr>
                        </w:pPr>
                        <w:r w:rsidRPr="004C1E9D">
                          <w:rPr>
                            <w:bCs/>
                            <w:w w:val="105"/>
                            <w:sz w:val="18"/>
                            <w:szCs w:val="18"/>
                          </w:rPr>
                          <w:t>Flame</w:t>
                        </w:r>
                        <w:r w:rsidRPr="004C1E9D">
                          <w:rPr>
                            <w:bCs/>
                            <w:spacing w:val="2"/>
                            <w:w w:val="105"/>
                            <w:sz w:val="18"/>
                            <w:szCs w:val="18"/>
                          </w:rPr>
                          <w:t xml:space="preserve"> </w:t>
                        </w:r>
                        <w:r w:rsidR="004C1E9D">
                          <w:rPr>
                            <w:bCs/>
                            <w:spacing w:val="2"/>
                            <w:w w:val="105"/>
                            <w:sz w:val="18"/>
                            <w:szCs w:val="18"/>
                          </w:rPr>
                          <w:t xml:space="preserve">position </w:t>
                        </w:r>
                        <w:r w:rsidRPr="004C1E9D">
                          <w:rPr>
                            <w:bCs/>
                            <w:spacing w:val="-4"/>
                            <w:w w:val="105"/>
                            <w:sz w:val="18"/>
                            <w:szCs w:val="18"/>
                          </w:rPr>
                          <w:t>(mm)</w:t>
                        </w:r>
                      </w:p>
                    </w:txbxContent>
                  </v:textbox>
                </v:shape>
                <w10:anchorlock/>
              </v:group>
            </w:pict>
          </mc:Fallback>
        </mc:AlternateContent>
      </w:r>
    </w:p>
    <w:p w14:paraId="207FC67A" w14:textId="71B5969B" w:rsidR="00020680" w:rsidRDefault="00020680" w:rsidP="002A6AFD">
      <w:pPr>
        <w:pStyle w:val="FigureCaption"/>
      </w:pPr>
      <w:r>
        <w:rPr>
          <w:b/>
          <w:caps/>
        </w:rPr>
        <w:t>Figure 3.</w:t>
      </w:r>
      <w:r>
        <w:t xml:space="preserve"> </w:t>
      </w:r>
      <w:r w:rsidRPr="00020680">
        <w:t>Effect of Flame Position on Yield Strength</w:t>
      </w:r>
      <w:r>
        <w:t>.</w:t>
      </w:r>
    </w:p>
    <w:p w14:paraId="7FB83E85" w14:textId="77777777" w:rsidR="007F5CBC" w:rsidRDefault="007F5CBC" w:rsidP="002A6AFD">
      <w:pPr>
        <w:pStyle w:val="Paragraph"/>
      </w:pPr>
      <w:r w:rsidRPr="00020680">
        <w:t>The comparison of the average ultimate tensile strength (UTS) values is illustrated in Fig</w:t>
      </w:r>
      <w:r>
        <w:t>.</w:t>
      </w:r>
      <w:r w:rsidRPr="00020680">
        <w:t xml:space="preserve"> 2. As seen in the figure, the highest UTS was obtained from the specimen welded with neutral TTF at 100 °C, reaching 464.34 MPa. In contrast, specimens with TTF+ and TTF− recorded lower values of 103.80 MPa and 97.31 MPa, respectively, while the specimen welded without preheating reached 115.14 MPa.</w:t>
      </w:r>
    </w:p>
    <w:p w14:paraId="5A438381" w14:textId="77777777" w:rsidR="007F5CBC" w:rsidRDefault="007F5CBC" w:rsidP="002A6AFD">
      <w:pPr>
        <w:pStyle w:val="Paragraph"/>
      </w:pPr>
      <w:r w:rsidRPr="00020680">
        <w:t>The comparison of the average yield strength (YS) values is presented in Fig</w:t>
      </w:r>
      <w:r>
        <w:t>.</w:t>
      </w:r>
      <w:r w:rsidRPr="00020680">
        <w:t xml:space="preserve"> 3. The specimen welded with TTF+ at 100 °C produced the highest YS of 28.93 MPa, followed by neutral TTF at 24.60 MPa, welding without preheating at 21.63 MPa, and TTF− at 8.09 MPa.</w:t>
      </w:r>
    </w:p>
    <w:p w14:paraId="6B18CA32" w14:textId="77777777" w:rsidR="007F5CBC" w:rsidRDefault="007F5CBC" w:rsidP="002A6AFD">
      <w:pPr>
        <w:pStyle w:val="Paragraph"/>
      </w:pPr>
      <w:r w:rsidRPr="00020680">
        <w:t>These results indicate that the flame position during preheating has a significant impact on both UTS and YS. While the neutral TTF condition considerably improved UTS, the TTF+ condition was more favorable in enhancing YS.</w:t>
      </w:r>
    </w:p>
    <w:p w14:paraId="40449F76" w14:textId="1B4D2A6C" w:rsidR="004C1E9D" w:rsidRDefault="004C1E9D" w:rsidP="002A6AFD">
      <w:pPr>
        <w:pStyle w:val="Heading2"/>
      </w:pPr>
      <w:r>
        <w:t>Distortion Test Results</w:t>
      </w:r>
    </w:p>
    <w:p w14:paraId="3F56DD8B" w14:textId="73CC3ECE" w:rsidR="004C1E9D" w:rsidRDefault="004C1E9D" w:rsidP="002A6AFD">
      <w:pPr>
        <w:pStyle w:val="Paragraph"/>
      </w:pPr>
      <w:r>
        <w:t>The temperature distribution during the welding process was monitored using thermocouples (TC0, TC1, TC2, and TC3) that were positioned at different locations on the plate. The thermal histories obtained from these measurements for each welding variation are presented in Figures 4–7. For the specimen welded without preheating, the highest temperature recorded at TC0 reached 135 °C, as shown in Figure 4. In comparison, when welding with TTF+ at 100 °C, the maximum temperature at TC0 increased to 175 °C (Figure 5). For the TTF− condition at 100 °C, the peak temperature at TC0 was slightly lower, reaching 170 °C (Figure 6). Meanwhile, the neutral TTF treatment at 100 °C resulted in a maximum temperature of 166 °C at TC0 (Figure 7). These variations clearly indicate that the application of thermal treatment alters the heat distribution across the welded plate, which subsequently affects the mechanical and physical responses of the joints.</w:t>
      </w:r>
    </w:p>
    <w:p w14:paraId="7D925261" w14:textId="2AB6039B" w:rsidR="004C1E9D" w:rsidRDefault="004C1E9D" w:rsidP="002A6AFD">
      <w:pPr>
        <w:pStyle w:val="Paragraph"/>
      </w:pPr>
    </w:p>
    <w:p w14:paraId="22750F4F" w14:textId="0B85A16F" w:rsidR="004C1E9D" w:rsidRDefault="007F5CBC" w:rsidP="002A6AFD">
      <w:pPr>
        <w:pStyle w:val="FigureCaption"/>
        <w:rPr>
          <w:b/>
          <w:caps/>
        </w:rPr>
      </w:pPr>
      <w:r>
        <w:rPr>
          <w:b/>
          <w:caps/>
          <w:noProof/>
        </w:rPr>
        <w:drawing>
          <wp:inline distT="0" distB="0" distL="0" distR="0" wp14:anchorId="6F738C50" wp14:editId="02082C3A">
            <wp:extent cx="3961695" cy="1776046"/>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a:extLst>
                        <a:ext uri="{28A0092B-C50C-407E-A947-70E740481C1C}">
                          <a14:useLocalDpi xmlns:a14="http://schemas.microsoft.com/office/drawing/2010/main" val="0"/>
                        </a:ext>
                      </a:extLst>
                    </a:blip>
                    <a:srcRect t="11111" b="6756"/>
                    <a:stretch/>
                  </pic:blipFill>
                  <pic:spPr bwMode="auto">
                    <a:xfrm>
                      <a:off x="0" y="0"/>
                      <a:ext cx="3962400" cy="1776362"/>
                    </a:xfrm>
                    <a:prstGeom prst="rect">
                      <a:avLst/>
                    </a:prstGeom>
                    <a:noFill/>
                    <a:ln>
                      <a:noFill/>
                    </a:ln>
                    <a:extLst>
                      <a:ext uri="{53640926-AAD7-44D8-BBD7-CCE9431645EC}">
                        <a14:shadowObscured xmlns:a14="http://schemas.microsoft.com/office/drawing/2010/main"/>
                      </a:ext>
                    </a:extLst>
                  </pic:spPr>
                </pic:pic>
              </a:graphicData>
            </a:graphic>
          </wp:inline>
        </w:drawing>
      </w:r>
    </w:p>
    <w:p w14:paraId="7FD915AD" w14:textId="4EFA3BE4" w:rsidR="004C1E9D" w:rsidRDefault="004C1E9D" w:rsidP="002A6AFD">
      <w:pPr>
        <w:pStyle w:val="FigureCaption"/>
      </w:pPr>
      <w:r>
        <w:rPr>
          <w:b/>
          <w:caps/>
        </w:rPr>
        <w:t>Figure 4.</w:t>
      </w:r>
      <w:r>
        <w:t xml:space="preserve"> </w:t>
      </w:r>
      <w:r w:rsidRPr="004C1E9D">
        <w:t>Temperature profile of Al 5083 during welding without preheating at 36 °C.</w:t>
      </w:r>
    </w:p>
    <w:p w14:paraId="70D87E3B" w14:textId="77777777" w:rsidR="007F5CBC" w:rsidRPr="007F5CBC" w:rsidRDefault="007F5CBC" w:rsidP="002A6AFD">
      <w:pPr>
        <w:pStyle w:val="Paragraph"/>
      </w:pPr>
    </w:p>
    <w:p w14:paraId="76781D8D" w14:textId="3AEEF8F5" w:rsidR="004C1E9D" w:rsidRDefault="007F5CBC" w:rsidP="002A6AFD">
      <w:pPr>
        <w:pStyle w:val="FigureCaption"/>
        <w:rPr>
          <w:b/>
          <w:caps/>
        </w:rPr>
      </w:pPr>
      <w:r>
        <w:rPr>
          <w:b/>
          <w:caps/>
          <w:noProof/>
        </w:rPr>
        <w:lastRenderedPageBreak/>
        <w:drawing>
          <wp:inline distT="0" distB="0" distL="0" distR="0" wp14:anchorId="1939D363" wp14:editId="5B3658D1">
            <wp:extent cx="3985137" cy="1705708"/>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a:extLst>
                        <a:ext uri="{28A0092B-C50C-407E-A947-70E740481C1C}">
                          <a14:useLocalDpi xmlns:a14="http://schemas.microsoft.com/office/drawing/2010/main" val="0"/>
                        </a:ext>
                      </a:extLst>
                    </a:blip>
                    <a:srcRect t="14961" b="4407"/>
                    <a:stretch/>
                  </pic:blipFill>
                  <pic:spPr bwMode="auto">
                    <a:xfrm>
                      <a:off x="0" y="0"/>
                      <a:ext cx="3985895" cy="1706032"/>
                    </a:xfrm>
                    <a:prstGeom prst="rect">
                      <a:avLst/>
                    </a:prstGeom>
                    <a:noFill/>
                    <a:ln>
                      <a:noFill/>
                    </a:ln>
                    <a:extLst>
                      <a:ext uri="{53640926-AAD7-44D8-BBD7-CCE9431645EC}">
                        <a14:shadowObscured xmlns:a14="http://schemas.microsoft.com/office/drawing/2010/main"/>
                      </a:ext>
                    </a:extLst>
                  </pic:spPr>
                </pic:pic>
              </a:graphicData>
            </a:graphic>
          </wp:inline>
        </w:drawing>
      </w:r>
    </w:p>
    <w:p w14:paraId="7912930B" w14:textId="52AF001B" w:rsidR="004C1E9D" w:rsidRDefault="004C1E9D" w:rsidP="002A6AFD">
      <w:pPr>
        <w:pStyle w:val="FigureCaption"/>
      </w:pPr>
      <w:r>
        <w:rPr>
          <w:b/>
          <w:caps/>
        </w:rPr>
        <w:t>Figure 5.</w:t>
      </w:r>
      <w:r>
        <w:t xml:space="preserve"> </w:t>
      </w:r>
      <w:r w:rsidRPr="004C1E9D">
        <w:t>Temperature profile of Al 5083 during welding with TTF+ at 100 °C.</w:t>
      </w:r>
    </w:p>
    <w:p w14:paraId="0360700E" w14:textId="3F6B85C8" w:rsidR="004C1E9D" w:rsidRDefault="004C1E9D" w:rsidP="002A6AFD">
      <w:pPr>
        <w:pStyle w:val="Paragraph"/>
      </w:pPr>
    </w:p>
    <w:p w14:paraId="055F1E86" w14:textId="58C21464" w:rsidR="004C1E9D" w:rsidRDefault="007F5CBC" w:rsidP="002A6AFD">
      <w:pPr>
        <w:pStyle w:val="FigureCaption"/>
        <w:rPr>
          <w:b/>
          <w:caps/>
        </w:rPr>
      </w:pPr>
      <w:r>
        <w:rPr>
          <w:b/>
          <w:caps/>
          <w:noProof/>
        </w:rPr>
        <w:drawing>
          <wp:inline distT="0" distB="0" distL="0" distR="0" wp14:anchorId="05392226" wp14:editId="0014FB13">
            <wp:extent cx="3950970" cy="174087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8">
                      <a:extLst>
                        <a:ext uri="{28A0092B-C50C-407E-A947-70E740481C1C}">
                          <a14:useLocalDpi xmlns:a14="http://schemas.microsoft.com/office/drawing/2010/main" val="0"/>
                        </a:ext>
                      </a:extLst>
                    </a:blip>
                    <a:srcRect t="13864" b="6946"/>
                    <a:stretch/>
                  </pic:blipFill>
                  <pic:spPr bwMode="auto">
                    <a:xfrm>
                      <a:off x="0" y="0"/>
                      <a:ext cx="3950970" cy="1740877"/>
                    </a:xfrm>
                    <a:prstGeom prst="rect">
                      <a:avLst/>
                    </a:prstGeom>
                    <a:noFill/>
                    <a:ln>
                      <a:noFill/>
                    </a:ln>
                    <a:extLst>
                      <a:ext uri="{53640926-AAD7-44D8-BBD7-CCE9431645EC}">
                        <a14:shadowObscured xmlns:a14="http://schemas.microsoft.com/office/drawing/2010/main"/>
                      </a:ext>
                    </a:extLst>
                  </pic:spPr>
                </pic:pic>
              </a:graphicData>
            </a:graphic>
          </wp:inline>
        </w:drawing>
      </w:r>
    </w:p>
    <w:p w14:paraId="2D22B74C" w14:textId="4649F349" w:rsidR="004C1E9D" w:rsidRDefault="004C1E9D" w:rsidP="002A6AFD">
      <w:pPr>
        <w:pStyle w:val="FigureCaption"/>
      </w:pPr>
      <w:r>
        <w:rPr>
          <w:b/>
          <w:caps/>
        </w:rPr>
        <w:t>Figure 6.</w:t>
      </w:r>
      <w:r>
        <w:t xml:space="preserve"> </w:t>
      </w:r>
      <w:r w:rsidRPr="004C1E9D">
        <w:t>Temperature profile of Al 5083 during welding with TTF at 100 °C.</w:t>
      </w:r>
    </w:p>
    <w:p w14:paraId="1AF830FC" w14:textId="5C4FBD69" w:rsidR="004C1E9D" w:rsidRDefault="004C1E9D" w:rsidP="002A6AFD">
      <w:pPr>
        <w:pStyle w:val="Paragraph"/>
      </w:pPr>
    </w:p>
    <w:p w14:paraId="26BD5869" w14:textId="5D59F4B8" w:rsidR="004C1E9D" w:rsidRDefault="007F5CBC" w:rsidP="002A6AFD">
      <w:pPr>
        <w:pStyle w:val="FigureCaption"/>
        <w:rPr>
          <w:b/>
          <w:caps/>
        </w:rPr>
      </w:pPr>
      <w:r>
        <w:rPr>
          <w:b/>
          <w:caps/>
          <w:noProof/>
        </w:rPr>
        <w:drawing>
          <wp:inline distT="0" distB="0" distL="0" distR="0" wp14:anchorId="49E907D4" wp14:editId="7AAFD34C">
            <wp:extent cx="3961980" cy="1776046"/>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9">
                      <a:extLst>
                        <a:ext uri="{28A0092B-C50C-407E-A947-70E740481C1C}">
                          <a14:useLocalDpi xmlns:a14="http://schemas.microsoft.com/office/drawing/2010/main" val="0"/>
                        </a:ext>
                      </a:extLst>
                    </a:blip>
                    <a:srcRect t="14906" b="2968"/>
                    <a:stretch/>
                  </pic:blipFill>
                  <pic:spPr bwMode="auto">
                    <a:xfrm>
                      <a:off x="0" y="0"/>
                      <a:ext cx="3962400" cy="1776234"/>
                    </a:xfrm>
                    <a:prstGeom prst="rect">
                      <a:avLst/>
                    </a:prstGeom>
                    <a:noFill/>
                    <a:ln>
                      <a:noFill/>
                    </a:ln>
                    <a:extLst>
                      <a:ext uri="{53640926-AAD7-44D8-BBD7-CCE9431645EC}">
                        <a14:shadowObscured xmlns:a14="http://schemas.microsoft.com/office/drawing/2010/main"/>
                      </a:ext>
                    </a:extLst>
                  </pic:spPr>
                </pic:pic>
              </a:graphicData>
            </a:graphic>
          </wp:inline>
        </w:drawing>
      </w:r>
    </w:p>
    <w:p w14:paraId="48F57123" w14:textId="1714127F" w:rsidR="004C1E9D" w:rsidRDefault="004C1E9D" w:rsidP="002A6AFD">
      <w:pPr>
        <w:pStyle w:val="FigureCaption"/>
      </w:pPr>
      <w:r>
        <w:rPr>
          <w:b/>
          <w:caps/>
        </w:rPr>
        <w:t>Figure 7.</w:t>
      </w:r>
      <w:r>
        <w:t xml:space="preserve"> </w:t>
      </w:r>
      <w:r w:rsidRPr="004C1E9D">
        <w:t>Temperature profile of Al 5083 during welding with TTF− at 100 °C.</w:t>
      </w:r>
    </w:p>
    <w:p w14:paraId="7A225ADB" w14:textId="77777777" w:rsidR="004C1E9D" w:rsidRDefault="004C1E9D" w:rsidP="002A6AFD">
      <w:pPr>
        <w:pStyle w:val="Paragraph"/>
      </w:pPr>
    </w:p>
    <w:p w14:paraId="0B1F7181" w14:textId="7348EE39" w:rsidR="00020680" w:rsidRDefault="004C1E9D" w:rsidP="002A6AFD">
      <w:pPr>
        <w:pStyle w:val="Paragraph"/>
      </w:pPr>
      <w:r>
        <w:t>The influence of the preheating method on distortion is illustrated in Figures 8–11. Welding without preheating produced the greatest distortion, reaching 11.53 mm as shown in Figure 8. In contrast, the application of TTF+ at 100 °C resulted in the smallest distortion, with a value of 1.70 mm (Figure 9). Welding with TTF− at 100 °C exhibited a slightly higher distortion of 2.40 mm (Figure 10), while the neutral TTF treatment at 100 °C recorded a distortion of 2.54 mm (Figure 11). These results demonstrate that the use of transient thermal flame preheating significantly reduces welding distortion, with the TTF+ method providing the most effective reduction among the tested variations.</w:t>
      </w:r>
    </w:p>
    <w:p w14:paraId="4FE803D5" w14:textId="12E7D76D" w:rsidR="004C1E9D" w:rsidRDefault="004C1E9D" w:rsidP="002A6AFD">
      <w:pPr>
        <w:pStyle w:val="Paragraph"/>
      </w:pPr>
    </w:p>
    <w:p w14:paraId="4CCF6BA3" w14:textId="2FBEA704" w:rsidR="004C1E9D" w:rsidRDefault="004C1E9D" w:rsidP="002A6AFD">
      <w:pPr>
        <w:pStyle w:val="FigureCaption"/>
        <w:rPr>
          <w:b/>
          <w:caps/>
        </w:rPr>
      </w:pPr>
      <w:r>
        <w:rPr>
          <w:rFonts w:ascii="Arial" w:hAnsi="Arial"/>
          <w:i/>
          <w:noProof/>
        </w:rPr>
        <w:lastRenderedPageBreak/>
        <mc:AlternateContent>
          <mc:Choice Requires="wpg">
            <w:drawing>
              <wp:inline distT="0" distB="0" distL="0" distR="0" wp14:anchorId="401A0916" wp14:editId="583449BD">
                <wp:extent cx="4508500" cy="1816735"/>
                <wp:effectExtent l="0" t="0" r="6350" b="12065"/>
                <wp:docPr id="129"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08500" cy="1816735"/>
                          <a:chOff x="1016" y="0"/>
                          <a:chExt cx="4508500" cy="1816735"/>
                        </a:xfrm>
                      </wpg:grpSpPr>
                      <wps:wsp>
                        <wps:cNvPr id="130" name="Graphic 130"/>
                        <wps:cNvSpPr/>
                        <wps:spPr>
                          <a:xfrm>
                            <a:off x="1016" y="0"/>
                            <a:ext cx="4508500" cy="1816735"/>
                          </a:xfrm>
                          <a:custGeom>
                            <a:avLst/>
                            <a:gdLst/>
                            <a:ahLst/>
                            <a:cxnLst/>
                            <a:rect l="l" t="t" r="r" b="b"/>
                            <a:pathLst>
                              <a:path w="4508500" h="1816735">
                                <a:moveTo>
                                  <a:pt x="4507992" y="0"/>
                                </a:moveTo>
                                <a:lnTo>
                                  <a:pt x="0" y="0"/>
                                </a:lnTo>
                                <a:lnTo>
                                  <a:pt x="0" y="1816607"/>
                                </a:lnTo>
                                <a:lnTo>
                                  <a:pt x="4507992" y="1816607"/>
                                </a:lnTo>
                                <a:lnTo>
                                  <a:pt x="4507992" y="0"/>
                                </a:lnTo>
                                <a:close/>
                              </a:path>
                            </a:pathLst>
                          </a:custGeom>
                          <a:solidFill>
                            <a:srgbClr val="FFFFFF"/>
                          </a:solidFill>
                          <a:ln>
                            <a:noFill/>
                          </a:ln>
                        </wps:spPr>
                        <wps:bodyPr wrap="square" lIns="0" tIns="0" rIns="0" bIns="0" rtlCol="0">
                          <a:prstTxWarp prst="textNoShape">
                            <a:avLst/>
                          </a:prstTxWarp>
                          <a:noAutofit/>
                        </wps:bodyPr>
                      </wps:wsp>
                      <pic:pic xmlns:pic="http://schemas.openxmlformats.org/drawingml/2006/picture">
                        <pic:nvPicPr>
                          <pic:cNvPr id="131" name="Image 131"/>
                          <pic:cNvPicPr/>
                        </pic:nvPicPr>
                        <pic:blipFill>
                          <a:blip r:embed="rId20" cstate="print"/>
                          <a:stretch>
                            <a:fillRect/>
                          </a:stretch>
                        </pic:blipFill>
                        <pic:spPr>
                          <a:xfrm>
                            <a:off x="651763" y="380491"/>
                            <a:ext cx="3035807" cy="960120"/>
                          </a:xfrm>
                          <a:prstGeom prst="rect">
                            <a:avLst/>
                          </a:prstGeom>
                        </pic:spPr>
                      </pic:pic>
                      <wps:wsp>
                        <wps:cNvPr id="132" name="Graphic 132"/>
                        <wps:cNvSpPr/>
                        <wps:spPr>
                          <a:xfrm>
                            <a:off x="3460706" y="967861"/>
                            <a:ext cx="52069" cy="353695"/>
                          </a:xfrm>
                          <a:custGeom>
                            <a:avLst/>
                            <a:gdLst/>
                            <a:ahLst/>
                            <a:cxnLst/>
                            <a:rect l="l" t="t" r="r" b="b"/>
                            <a:pathLst>
                              <a:path w="52069" h="353695">
                                <a:moveTo>
                                  <a:pt x="0" y="353504"/>
                                </a:moveTo>
                                <a:lnTo>
                                  <a:pt x="34841" y="353504"/>
                                </a:lnTo>
                              </a:path>
                              <a:path w="52069" h="353695">
                                <a:moveTo>
                                  <a:pt x="1313" y="330078"/>
                                </a:moveTo>
                                <a:lnTo>
                                  <a:pt x="34841" y="330078"/>
                                </a:lnTo>
                              </a:path>
                              <a:path w="52069" h="353695">
                                <a:moveTo>
                                  <a:pt x="1313" y="308742"/>
                                </a:moveTo>
                                <a:lnTo>
                                  <a:pt x="37889" y="308742"/>
                                </a:lnTo>
                              </a:path>
                              <a:path w="52069" h="353695">
                                <a:moveTo>
                                  <a:pt x="4361" y="287406"/>
                                </a:moveTo>
                                <a:lnTo>
                                  <a:pt x="37889" y="287406"/>
                                </a:lnTo>
                              </a:path>
                              <a:path w="52069" h="353695">
                                <a:moveTo>
                                  <a:pt x="4361" y="266070"/>
                                </a:moveTo>
                                <a:lnTo>
                                  <a:pt x="37889" y="266070"/>
                                </a:lnTo>
                              </a:path>
                              <a:path w="52069" h="353695">
                                <a:moveTo>
                                  <a:pt x="4361" y="247782"/>
                                </a:moveTo>
                                <a:lnTo>
                                  <a:pt x="40937" y="247782"/>
                                </a:lnTo>
                              </a:path>
                              <a:path w="52069" h="353695">
                                <a:moveTo>
                                  <a:pt x="7409" y="226446"/>
                                </a:moveTo>
                                <a:lnTo>
                                  <a:pt x="40937" y="226446"/>
                                </a:lnTo>
                              </a:path>
                              <a:path w="52069" h="353695">
                                <a:moveTo>
                                  <a:pt x="7409" y="208158"/>
                                </a:moveTo>
                                <a:lnTo>
                                  <a:pt x="40937" y="208158"/>
                                </a:lnTo>
                              </a:path>
                              <a:path w="52069" h="353695">
                                <a:moveTo>
                                  <a:pt x="7409" y="192918"/>
                                </a:moveTo>
                                <a:lnTo>
                                  <a:pt x="40937" y="192918"/>
                                </a:lnTo>
                              </a:path>
                              <a:path w="52069" h="353695">
                                <a:moveTo>
                                  <a:pt x="7409" y="174630"/>
                                </a:moveTo>
                                <a:lnTo>
                                  <a:pt x="43985" y="174630"/>
                                </a:lnTo>
                              </a:path>
                              <a:path w="52069" h="353695">
                                <a:moveTo>
                                  <a:pt x="10457" y="159390"/>
                                </a:moveTo>
                                <a:lnTo>
                                  <a:pt x="43985" y="159390"/>
                                </a:lnTo>
                              </a:path>
                              <a:path w="52069" h="353695">
                                <a:moveTo>
                                  <a:pt x="10457" y="144150"/>
                                </a:moveTo>
                                <a:lnTo>
                                  <a:pt x="43985" y="144150"/>
                                </a:lnTo>
                              </a:path>
                              <a:path w="52069" h="353695">
                                <a:moveTo>
                                  <a:pt x="10457" y="128910"/>
                                </a:moveTo>
                                <a:lnTo>
                                  <a:pt x="43985" y="128910"/>
                                </a:lnTo>
                              </a:path>
                              <a:path w="52069" h="353695">
                                <a:moveTo>
                                  <a:pt x="10457" y="113670"/>
                                </a:moveTo>
                                <a:lnTo>
                                  <a:pt x="47033" y="113670"/>
                                </a:lnTo>
                              </a:path>
                              <a:path w="52069" h="353695">
                                <a:moveTo>
                                  <a:pt x="13505" y="98430"/>
                                </a:moveTo>
                                <a:lnTo>
                                  <a:pt x="47033" y="98430"/>
                                </a:lnTo>
                              </a:path>
                              <a:path w="52069" h="353695">
                                <a:moveTo>
                                  <a:pt x="13505" y="86238"/>
                                </a:moveTo>
                                <a:lnTo>
                                  <a:pt x="47033" y="86238"/>
                                </a:lnTo>
                              </a:path>
                              <a:path w="52069" h="353695">
                                <a:moveTo>
                                  <a:pt x="13505" y="70998"/>
                                </a:moveTo>
                                <a:lnTo>
                                  <a:pt x="47033" y="70998"/>
                                </a:lnTo>
                              </a:path>
                              <a:path w="52069" h="353695">
                                <a:moveTo>
                                  <a:pt x="13505" y="58806"/>
                                </a:moveTo>
                                <a:lnTo>
                                  <a:pt x="50081" y="58806"/>
                                </a:lnTo>
                              </a:path>
                              <a:path w="52069" h="353695">
                                <a:moveTo>
                                  <a:pt x="13505" y="46614"/>
                                </a:moveTo>
                                <a:lnTo>
                                  <a:pt x="50081" y="46614"/>
                                </a:lnTo>
                              </a:path>
                              <a:path w="52069" h="353695">
                                <a:moveTo>
                                  <a:pt x="16553" y="34422"/>
                                </a:moveTo>
                                <a:lnTo>
                                  <a:pt x="50081" y="34422"/>
                                </a:lnTo>
                              </a:path>
                              <a:path w="52069" h="353695">
                                <a:moveTo>
                                  <a:pt x="16553" y="22230"/>
                                </a:moveTo>
                                <a:lnTo>
                                  <a:pt x="50081" y="22230"/>
                                </a:lnTo>
                              </a:path>
                              <a:path w="52069" h="353695">
                                <a:moveTo>
                                  <a:pt x="16553" y="10038"/>
                                </a:moveTo>
                                <a:lnTo>
                                  <a:pt x="50081" y="10038"/>
                                </a:lnTo>
                              </a:path>
                              <a:path w="52069" h="353695">
                                <a:moveTo>
                                  <a:pt x="16553" y="0"/>
                                </a:moveTo>
                                <a:lnTo>
                                  <a:pt x="51533" y="0"/>
                                </a:lnTo>
                              </a:path>
                            </a:pathLst>
                          </a:custGeom>
                          <a:ln w="9525">
                            <a:solidFill>
                              <a:srgbClr val="D9D9D9"/>
                            </a:solidFill>
                            <a:prstDash val="solid"/>
                          </a:ln>
                        </wps:spPr>
                        <wps:bodyPr wrap="square" lIns="0" tIns="0" rIns="0" bIns="0" rtlCol="0">
                          <a:prstTxWarp prst="textNoShape">
                            <a:avLst/>
                          </a:prstTxWarp>
                          <a:noAutofit/>
                        </wps:bodyPr>
                      </wps:wsp>
                      <wps:wsp>
                        <wps:cNvPr id="133" name="Graphic 133"/>
                        <wps:cNvSpPr/>
                        <wps:spPr>
                          <a:xfrm>
                            <a:off x="827822" y="1068063"/>
                            <a:ext cx="2633345" cy="288290"/>
                          </a:xfrm>
                          <a:custGeom>
                            <a:avLst/>
                            <a:gdLst/>
                            <a:ahLst/>
                            <a:cxnLst/>
                            <a:rect l="l" t="t" r="r" b="b"/>
                            <a:pathLst>
                              <a:path w="2633345" h="288290">
                                <a:moveTo>
                                  <a:pt x="0" y="0"/>
                                </a:moveTo>
                                <a:lnTo>
                                  <a:pt x="0" y="34804"/>
                                </a:lnTo>
                              </a:path>
                              <a:path w="2633345" h="288290">
                                <a:moveTo>
                                  <a:pt x="52541" y="4324"/>
                                </a:moveTo>
                                <a:lnTo>
                                  <a:pt x="52541" y="40900"/>
                                </a:lnTo>
                              </a:path>
                              <a:path w="2633345" h="288290">
                                <a:moveTo>
                                  <a:pt x="104357" y="10420"/>
                                </a:moveTo>
                                <a:lnTo>
                                  <a:pt x="104357" y="43948"/>
                                </a:lnTo>
                              </a:path>
                              <a:path w="2633345" h="288290">
                                <a:moveTo>
                                  <a:pt x="159221" y="16516"/>
                                </a:moveTo>
                                <a:lnTo>
                                  <a:pt x="159221" y="50044"/>
                                </a:lnTo>
                              </a:path>
                              <a:path w="2633345" h="288290">
                                <a:moveTo>
                                  <a:pt x="214085" y="19564"/>
                                </a:moveTo>
                                <a:lnTo>
                                  <a:pt x="214085" y="56140"/>
                                </a:lnTo>
                              </a:path>
                              <a:path w="2633345" h="288290">
                                <a:moveTo>
                                  <a:pt x="268949" y="25660"/>
                                </a:moveTo>
                                <a:lnTo>
                                  <a:pt x="268949" y="59188"/>
                                </a:lnTo>
                              </a:path>
                              <a:path w="2633345" h="288290">
                                <a:moveTo>
                                  <a:pt x="323813" y="31756"/>
                                </a:moveTo>
                                <a:lnTo>
                                  <a:pt x="323813" y="65284"/>
                                </a:lnTo>
                              </a:path>
                              <a:path w="2633345" h="288290">
                                <a:moveTo>
                                  <a:pt x="378677" y="37852"/>
                                </a:moveTo>
                                <a:lnTo>
                                  <a:pt x="378677" y="71380"/>
                                </a:lnTo>
                              </a:path>
                              <a:path w="2633345" h="288290">
                                <a:moveTo>
                                  <a:pt x="436589" y="40900"/>
                                </a:moveTo>
                                <a:lnTo>
                                  <a:pt x="436589" y="77476"/>
                                </a:lnTo>
                              </a:path>
                              <a:path w="2633345" h="288290">
                                <a:moveTo>
                                  <a:pt x="494501" y="46996"/>
                                </a:moveTo>
                                <a:lnTo>
                                  <a:pt x="494501" y="83572"/>
                                </a:lnTo>
                              </a:path>
                              <a:path w="2633345" h="288290">
                                <a:moveTo>
                                  <a:pt x="552413" y="53092"/>
                                </a:moveTo>
                                <a:lnTo>
                                  <a:pt x="552413" y="86620"/>
                                </a:lnTo>
                              </a:path>
                              <a:path w="2633345" h="288290">
                                <a:moveTo>
                                  <a:pt x="610325" y="59188"/>
                                </a:moveTo>
                                <a:lnTo>
                                  <a:pt x="610325" y="92716"/>
                                </a:lnTo>
                              </a:path>
                              <a:path w="2633345" h="288290">
                                <a:moveTo>
                                  <a:pt x="671285" y="65284"/>
                                </a:moveTo>
                                <a:lnTo>
                                  <a:pt x="671285" y="98812"/>
                                </a:lnTo>
                              </a:path>
                              <a:path w="2633345" h="288290">
                                <a:moveTo>
                                  <a:pt x="732245" y="71380"/>
                                </a:moveTo>
                                <a:lnTo>
                                  <a:pt x="732245" y="104908"/>
                                </a:lnTo>
                              </a:path>
                              <a:path w="2633345" h="288290">
                                <a:moveTo>
                                  <a:pt x="793205" y="77476"/>
                                </a:moveTo>
                                <a:lnTo>
                                  <a:pt x="793205" y="111004"/>
                                </a:lnTo>
                              </a:path>
                              <a:path w="2633345" h="288290">
                                <a:moveTo>
                                  <a:pt x="854165" y="83572"/>
                                </a:moveTo>
                                <a:lnTo>
                                  <a:pt x="854165" y="117100"/>
                                </a:lnTo>
                              </a:path>
                              <a:path w="2633345" h="288290">
                                <a:moveTo>
                                  <a:pt x="918173" y="89668"/>
                                </a:moveTo>
                                <a:lnTo>
                                  <a:pt x="918173" y="123196"/>
                                </a:lnTo>
                              </a:path>
                              <a:path w="2633345" h="288290">
                                <a:moveTo>
                                  <a:pt x="982181" y="95764"/>
                                </a:moveTo>
                                <a:lnTo>
                                  <a:pt x="982181" y="129292"/>
                                </a:lnTo>
                              </a:path>
                              <a:path w="2633345" h="288290">
                                <a:moveTo>
                                  <a:pt x="1046189" y="101860"/>
                                </a:moveTo>
                                <a:lnTo>
                                  <a:pt x="1046189" y="135388"/>
                                </a:lnTo>
                              </a:path>
                              <a:path w="2633345" h="288290">
                                <a:moveTo>
                                  <a:pt x="1113245" y="107956"/>
                                </a:moveTo>
                                <a:lnTo>
                                  <a:pt x="1113245" y="141484"/>
                                </a:lnTo>
                              </a:path>
                              <a:path w="2633345" h="288290">
                                <a:moveTo>
                                  <a:pt x="1177253" y="114052"/>
                                </a:moveTo>
                                <a:lnTo>
                                  <a:pt x="1177253" y="147580"/>
                                </a:lnTo>
                              </a:path>
                              <a:path w="2633345" h="288290">
                                <a:moveTo>
                                  <a:pt x="1244309" y="120148"/>
                                </a:moveTo>
                                <a:lnTo>
                                  <a:pt x="1244309" y="153676"/>
                                </a:lnTo>
                              </a:path>
                              <a:path w="2633345" h="288290">
                                <a:moveTo>
                                  <a:pt x="1314413" y="126244"/>
                                </a:moveTo>
                                <a:lnTo>
                                  <a:pt x="1314413" y="159772"/>
                                </a:lnTo>
                              </a:path>
                              <a:path w="2633345" h="288290">
                                <a:moveTo>
                                  <a:pt x="1381469" y="132340"/>
                                </a:moveTo>
                                <a:lnTo>
                                  <a:pt x="1381469" y="168916"/>
                                </a:lnTo>
                              </a:path>
                              <a:path w="2633345" h="288290">
                                <a:moveTo>
                                  <a:pt x="1451573" y="141484"/>
                                </a:moveTo>
                                <a:lnTo>
                                  <a:pt x="1451573" y="175012"/>
                                </a:lnTo>
                              </a:path>
                              <a:path w="2633345" h="288290">
                                <a:moveTo>
                                  <a:pt x="1524725" y="147580"/>
                                </a:moveTo>
                                <a:lnTo>
                                  <a:pt x="1524725" y="181108"/>
                                </a:lnTo>
                              </a:path>
                              <a:path w="2633345" h="288290">
                                <a:moveTo>
                                  <a:pt x="1594829" y="153676"/>
                                </a:moveTo>
                                <a:lnTo>
                                  <a:pt x="1594829" y="187204"/>
                                </a:lnTo>
                              </a:path>
                              <a:path w="2633345" h="288290">
                                <a:moveTo>
                                  <a:pt x="1667981" y="159772"/>
                                </a:moveTo>
                                <a:lnTo>
                                  <a:pt x="1667981" y="196348"/>
                                </a:lnTo>
                              </a:path>
                              <a:path w="2633345" h="288290">
                                <a:moveTo>
                                  <a:pt x="1744181" y="168916"/>
                                </a:moveTo>
                                <a:lnTo>
                                  <a:pt x="1744181" y="202444"/>
                                </a:lnTo>
                              </a:path>
                              <a:path w="2633345" h="288290">
                                <a:moveTo>
                                  <a:pt x="1817333" y="175012"/>
                                </a:moveTo>
                                <a:lnTo>
                                  <a:pt x="1817333" y="208540"/>
                                </a:lnTo>
                              </a:path>
                              <a:path w="2633345" h="288290">
                                <a:moveTo>
                                  <a:pt x="1893533" y="181108"/>
                                </a:moveTo>
                                <a:lnTo>
                                  <a:pt x="1893533" y="217684"/>
                                </a:lnTo>
                              </a:path>
                              <a:path w="2633345" h="288290">
                                <a:moveTo>
                                  <a:pt x="1972781" y="190252"/>
                                </a:moveTo>
                                <a:lnTo>
                                  <a:pt x="1972781" y="223780"/>
                                </a:lnTo>
                              </a:path>
                              <a:path w="2633345" h="288290">
                                <a:moveTo>
                                  <a:pt x="2048981" y="196348"/>
                                </a:moveTo>
                                <a:lnTo>
                                  <a:pt x="2048981" y="232924"/>
                                </a:lnTo>
                              </a:path>
                              <a:path w="2633345" h="288290">
                                <a:moveTo>
                                  <a:pt x="2131277" y="205492"/>
                                </a:moveTo>
                                <a:lnTo>
                                  <a:pt x="2131277" y="239020"/>
                                </a:lnTo>
                              </a:path>
                              <a:path w="2633345" h="288290">
                                <a:moveTo>
                                  <a:pt x="2210525" y="211588"/>
                                </a:moveTo>
                                <a:lnTo>
                                  <a:pt x="2210525" y="248164"/>
                                </a:lnTo>
                              </a:path>
                              <a:path w="2633345" h="288290">
                                <a:moveTo>
                                  <a:pt x="2292821" y="220732"/>
                                </a:moveTo>
                                <a:lnTo>
                                  <a:pt x="2292821" y="254260"/>
                                </a:lnTo>
                              </a:path>
                              <a:path w="2633345" h="288290">
                                <a:moveTo>
                                  <a:pt x="2375117" y="229876"/>
                                </a:moveTo>
                                <a:lnTo>
                                  <a:pt x="2375117" y="263404"/>
                                </a:lnTo>
                              </a:path>
                              <a:path w="2633345" h="288290">
                                <a:moveTo>
                                  <a:pt x="2460461" y="235972"/>
                                </a:moveTo>
                                <a:lnTo>
                                  <a:pt x="2460461" y="272548"/>
                                </a:lnTo>
                              </a:path>
                              <a:path w="2633345" h="288290">
                                <a:moveTo>
                                  <a:pt x="2545805" y="245116"/>
                                </a:moveTo>
                                <a:lnTo>
                                  <a:pt x="2545805" y="278644"/>
                                </a:lnTo>
                              </a:path>
                              <a:path w="2633345" h="288290">
                                <a:moveTo>
                                  <a:pt x="2632856" y="254260"/>
                                </a:moveTo>
                                <a:lnTo>
                                  <a:pt x="2632856" y="288217"/>
                                </a:lnTo>
                              </a:path>
                            </a:pathLst>
                          </a:custGeom>
                          <a:ln w="9525">
                            <a:solidFill>
                              <a:srgbClr val="D9D9D9"/>
                            </a:solidFill>
                            <a:prstDash val="solid"/>
                          </a:ln>
                        </wps:spPr>
                        <wps:bodyPr wrap="square" lIns="0" tIns="0" rIns="0" bIns="0" rtlCol="0">
                          <a:prstTxWarp prst="textNoShape">
                            <a:avLst/>
                          </a:prstTxWarp>
                          <a:noAutofit/>
                        </wps:bodyPr>
                      </wps:wsp>
                      <wps:wsp>
                        <wps:cNvPr id="134" name="Graphic 134"/>
                        <wps:cNvSpPr/>
                        <wps:spPr>
                          <a:xfrm>
                            <a:off x="4011625" y="906733"/>
                            <a:ext cx="57785" cy="57785"/>
                          </a:xfrm>
                          <a:custGeom>
                            <a:avLst/>
                            <a:gdLst/>
                            <a:ahLst/>
                            <a:cxnLst/>
                            <a:rect l="l" t="t" r="r" b="b"/>
                            <a:pathLst>
                              <a:path w="57785" h="57785">
                                <a:moveTo>
                                  <a:pt x="57437" y="0"/>
                                </a:moveTo>
                                <a:lnTo>
                                  <a:pt x="0" y="0"/>
                                </a:lnTo>
                                <a:lnTo>
                                  <a:pt x="0" y="57435"/>
                                </a:lnTo>
                                <a:lnTo>
                                  <a:pt x="57437" y="57435"/>
                                </a:lnTo>
                                <a:lnTo>
                                  <a:pt x="57437" y="0"/>
                                </a:lnTo>
                                <a:close/>
                              </a:path>
                            </a:pathLst>
                          </a:custGeom>
                          <a:solidFill>
                            <a:srgbClr val="ED7D31"/>
                          </a:solidFill>
                        </wps:spPr>
                        <wps:bodyPr wrap="square" lIns="0" tIns="0" rIns="0" bIns="0" rtlCol="0">
                          <a:prstTxWarp prst="textNoShape">
                            <a:avLst/>
                          </a:prstTxWarp>
                          <a:noAutofit/>
                        </wps:bodyPr>
                      </wps:wsp>
                      <wps:wsp>
                        <wps:cNvPr id="135" name="Graphic 135"/>
                        <wps:cNvSpPr/>
                        <wps:spPr>
                          <a:xfrm>
                            <a:off x="4011625" y="1109291"/>
                            <a:ext cx="57785" cy="57785"/>
                          </a:xfrm>
                          <a:custGeom>
                            <a:avLst/>
                            <a:gdLst/>
                            <a:ahLst/>
                            <a:cxnLst/>
                            <a:rect l="l" t="t" r="r" b="b"/>
                            <a:pathLst>
                              <a:path w="57785" h="57785">
                                <a:moveTo>
                                  <a:pt x="57437" y="0"/>
                                </a:moveTo>
                                <a:lnTo>
                                  <a:pt x="0" y="0"/>
                                </a:lnTo>
                                <a:lnTo>
                                  <a:pt x="0" y="57435"/>
                                </a:lnTo>
                                <a:lnTo>
                                  <a:pt x="57437" y="57435"/>
                                </a:lnTo>
                                <a:lnTo>
                                  <a:pt x="57437" y="0"/>
                                </a:lnTo>
                                <a:close/>
                              </a:path>
                            </a:pathLst>
                          </a:custGeom>
                          <a:solidFill>
                            <a:srgbClr val="4472C4"/>
                          </a:solidFill>
                        </wps:spPr>
                        <wps:bodyPr wrap="square" lIns="0" tIns="0" rIns="0" bIns="0" rtlCol="0">
                          <a:prstTxWarp prst="textNoShape">
                            <a:avLst/>
                          </a:prstTxWarp>
                          <a:noAutofit/>
                        </wps:bodyPr>
                      </wps:wsp>
                      <wps:wsp>
                        <wps:cNvPr id="136" name="Graphic 136"/>
                        <wps:cNvSpPr/>
                        <wps:spPr>
                          <a:xfrm>
                            <a:off x="4762" y="12793"/>
                            <a:ext cx="4499610" cy="1799589"/>
                          </a:xfrm>
                          <a:custGeom>
                            <a:avLst/>
                            <a:gdLst/>
                            <a:ahLst/>
                            <a:cxnLst/>
                            <a:rect l="l" t="t" r="r" b="b"/>
                            <a:pathLst>
                              <a:path w="4499610" h="1799589">
                                <a:moveTo>
                                  <a:pt x="0" y="0"/>
                                </a:moveTo>
                                <a:lnTo>
                                  <a:pt x="4499609" y="0"/>
                                </a:lnTo>
                                <a:lnTo>
                                  <a:pt x="4499609" y="1799589"/>
                                </a:lnTo>
                                <a:lnTo>
                                  <a:pt x="0" y="1799589"/>
                                </a:lnTo>
                                <a:lnTo>
                                  <a:pt x="0" y="0"/>
                                </a:lnTo>
                                <a:close/>
                              </a:path>
                            </a:pathLst>
                          </a:custGeom>
                          <a:ln w="9525">
                            <a:noFill/>
                            <a:prstDash val="solid"/>
                          </a:ln>
                        </wps:spPr>
                        <wps:bodyPr wrap="square" lIns="0" tIns="0" rIns="0" bIns="0" rtlCol="0">
                          <a:prstTxWarp prst="textNoShape">
                            <a:avLst/>
                          </a:prstTxWarp>
                          <a:noAutofit/>
                        </wps:bodyPr>
                      </wps:wsp>
                      <wps:wsp>
                        <wps:cNvPr id="137" name="Graphic 137"/>
                        <wps:cNvSpPr/>
                        <wps:spPr>
                          <a:xfrm>
                            <a:off x="3581322" y="1485649"/>
                            <a:ext cx="923290" cy="327025"/>
                          </a:xfrm>
                          <a:custGeom>
                            <a:avLst/>
                            <a:gdLst/>
                            <a:ahLst/>
                            <a:cxnLst/>
                            <a:rect l="l" t="t" r="r" b="b"/>
                            <a:pathLst>
                              <a:path w="923290" h="327025">
                                <a:moveTo>
                                  <a:pt x="923049" y="0"/>
                                </a:moveTo>
                                <a:lnTo>
                                  <a:pt x="0" y="0"/>
                                </a:lnTo>
                                <a:lnTo>
                                  <a:pt x="0" y="326734"/>
                                </a:lnTo>
                                <a:lnTo>
                                  <a:pt x="923049" y="326734"/>
                                </a:lnTo>
                                <a:lnTo>
                                  <a:pt x="923049" y="0"/>
                                </a:lnTo>
                                <a:close/>
                              </a:path>
                            </a:pathLst>
                          </a:custGeom>
                          <a:solidFill>
                            <a:srgbClr val="FFFFFF"/>
                          </a:solidFill>
                        </wps:spPr>
                        <wps:bodyPr wrap="square" lIns="0" tIns="0" rIns="0" bIns="0" rtlCol="0">
                          <a:prstTxWarp prst="textNoShape">
                            <a:avLst/>
                          </a:prstTxWarp>
                          <a:noAutofit/>
                        </wps:bodyPr>
                      </wps:wsp>
                      <wps:wsp>
                        <wps:cNvPr id="138" name="Textbox 138"/>
                        <wps:cNvSpPr txBox="1"/>
                        <wps:spPr>
                          <a:xfrm>
                            <a:off x="3581322" y="1485649"/>
                            <a:ext cx="923290" cy="327025"/>
                          </a:xfrm>
                          <a:prstGeom prst="rect">
                            <a:avLst/>
                          </a:prstGeom>
                          <a:ln w="12700">
                            <a:solidFill>
                              <a:srgbClr val="000000"/>
                            </a:solidFill>
                            <a:prstDash val="solid"/>
                          </a:ln>
                        </wps:spPr>
                        <wps:txbx>
                          <w:txbxContent>
                            <w:p w14:paraId="53B91526" w14:textId="77777777" w:rsidR="004C1E9D" w:rsidRDefault="004C1E9D" w:rsidP="004C1E9D">
                              <w:pPr>
                                <w:spacing w:before="58" w:line="244" w:lineRule="auto"/>
                                <w:ind w:left="133" w:right="151"/>
                                <w:rPr>
                                  <w:sz w:val="16"/>
                                </w:rPr>
                              </w:pPr>
                              <w:r>
                                <w:rPr>
                                  <w:sz w:val="16"/>
                                </w:rPr>
                                <w:t>Max</w:t>
                              </w:r>
                              <w:r>
                                <w:rPr>
                                  <w:spacing w:val="-12"/>
                                  <w:sz w:val="16"/>
                                </w:rPr>
                                <w:t xml:space="preserve"> </w:t>
                              </w:r>
                              <w:r>
                                <w:rPr>
                                  <w:sz w:val="16"/>
                                </w:rPr>
                                <w:t>:</w:t>
                              </w:r>
                              <w:r>
                                <w:rPr>
                                  <w:spacing w:val="-11"/>
                                  <w:sz w:val="16"/>
                                </w:rPr>
                                <w:t xml:space="preserve"> </w:t>
                              </w:r>
                              <w:r>
                                <w:rPr>
                                  <w:sz w:val="16"/>
                                </w:rPr>
                                <w:t>11.53</w:t>
                              </w:r>
                              <w:r>
                                <w:rPr>
                                  <w:spacing w:val="-11"/>
                                  <w:sz w:val="16"/>
                                </w:rPr>
                                <w:t xml:space="preserve"> </w:t>
                              </w:r>
                              <w:r>
                                <w:rPr>
                                  <w:sz w:val="16"/>
                                </w:rPr>
                                <w:t>mm Min</w:t>
                              </w:r>
                              <w:r>
                                <w:rPr>
                                  <w:spacing w:val="40"/>
                                  <w:sz w:val="16"/>
                                </w:rPr>
                                <w:t xml:space="preserve"> </w:t>
                              </w:r>
                              <w:r>
                                <w:rPr>
                                  <w:sz w:val="16"/>
                                </w:rPr>
                                <w:t>: 0 mm</w:t>
                              </w:r>
                            </w:p>
                          </w:txbxContent>
                        </wps:txbx>
                        <wps:bodyPr wrap="square" lIns="0" tIns="0" rIns="0" bIns="0" rtlCol="0">
                          <a:noAutofit/>
                        </wps:bodyPr>
                      </wps:wsp>
                      <wps:wsp>
                        <wps:cNvPr id="140" name="Textbox 140"/>
                        <wps:cNvSpPr txBox="1"/>
                        <wps:spPr>
                          <a:xfrm>
                            <a:off x="561943" y="391971"/>
                            <a:ext cx="180975" cy="739140"/>
                          </a:xfrm>
                          <a:prstGeom prst="rect">
                            <a:avLst/>
                          </a:prstGeom>
                        </wps:spPr>
                        <wps:txbx>
                          <w:txbxContent>
                            <w:p w14:paraId="3D1FEA12" w14:textId="77777777" w:rsidR="004C1E9D" w:rsidRDefault="004C1E9D" w:rsidP="004C1E9D">
                              <w:pPr>
                                <w:spacing w:line="203" w:lineRule="exact"/>
                                <w:rPr>
                                  <w:sz w:val="18"/>
                                </w:rPr>
                              </w:pPr>
                              <w:r>
                                <w:rPr>
                                  <w:spacing w:val="-5"/>
                                  <w:sz w:val="18"/>
                                </w:rPr>
                                <w:t>20</w:t>
                              </w:r>
                            </w:p>
                            <w:p w14:paraId="0C638F95" w14:textId="77777777" w:rsidR="004C1E9D" w:rsidRDefault="004C1E9D" w:rsidP="004C1E9D">
                              <w:pPr>
                                <w:spacing w:before="75"/>
                                <w:rPr>
                                  <w:sz w:val="18"/>
                                </w:rPr>
                              </w:pPr>
                            </w:p>
                            <w:p w14:paraId="6287EED7" w14:textId="77777777" w:rsidR="004C1E9D" w:rsidRDefault="004C1E9D" w:rsidP="004C1E9D">
                              <w:pPr>
                                <w:ind w:right="49"/>
                                <w:jc w:val="right"/>
                                <w:rPr>
                                  <w:sz w:val="18"/>
                                </w:rPr>
                              </w:pPr>
                              <w:r>
                                <w:rPr>
                                  <w:spacing w:val="-5"/>
                                  <w:sz w:val="18"/>
                                </w:rPr>
                                <w:t>10</w:t>
                              </w:r>
                            </w:p>
                            <w:p w14:paraId="13E2924A" w14:textId="77777777" w:rsidR="004C1E9D" w:rsidRDefault="004C1E9D" w:rsidP="004C1E9D">
                              <w:pPr>
                                <w:spacing w:before="57"/>
                                <w:rPr>
                                  <w:sz w:val="18"/>
                                </w:rPr>
                              </w:pPr>
                            </w:p>
                            <w:p w14:paraId="7612CEBC" w14:textId="77777777" w:rsidR="004C1E9D" w:rsidRDefault="004C1E9D" w:rsidP="004C1E9D">
                              <w:pPr>
                                <w:ind w:right="18"/>
                                <w:jc w:val="right"/>
                                <w:rPr>
                                  <w:sz w:val="18"/>
                                </w:rPr>
                              </w:pPr>
                              <w:r>
                                <w:rPr>
                                  <w:spacing w:val="-10"/>
                                  <w:sz w:val="18"/>
                                </w:rPr>
                                <w:t>0</w:t>
                              </w:r>
                            </w:p>
                          </w:txbxContent>
                        </wps:txbx>
                        <wps:bodyPr wrap="square" lIns="0" tIns="0" rIns="0" bIns="0" rtlCol="0">
                          <a:noAutofit/>
                        </wps:bodyPr>
                      </wps:wsp>
                      <wps:wsp>
                        <wps:cNvPr id="141" name="Textbox 141"/>
                        <wps:cNvSpPr txBox="1"/>
                        <wps:spPr>
                          <a:xfrm>
                            <a:off x="3527527" y="925371"/>
                            <a:ext cx="219075" cy="461645"/>
                          </a:xfrm>
                          <a:prstGeom prst="rect">
                            <a:avLst/>
                          </a:prstGeom>
                        </wps:spPr>
                        <wps:txbx>
                          <w:txbxContent>
                            <w:p w14:paraId="4A9208CB" w14:textId="77777777" w:rsidR="004C1E9D" w:rsidRDefault="004C1E9D" w:rsidP="004C1E9D">
                              <w:pPr>
                                <w:spacing w:line="203" w:lineRule="exact"/>
                                <w:ind w:left="22"/>
                                <w:rPr>
                                  <w:sz w:val="18"/>
                                </w:rPr>
                              </w:pPr>
                              <w:r>
                                <w:rPr>
                                  <w:spacing w:val="-5"/>
                                  <w:sz w:val="18"/>
                                </w:rPr>
                                <w:t>200</w:t>
                              </w:r>
                            </w:p>
                            <w:p w14:paraId="5F682F62" w14:textId="77777777" w:rsidR="004C1E9D" w:rsidRDefault="004C1E9D" w:rsidP="004C1E9D">
                              <w:pPr>
                                <w:spacing w:before="9"/>
                                <w:ind w:left="14"/>
                                <w:rPr>
                                  <w:sz w:val="18"/>
                                </w:rPr>
                              </w:pPr>
                              <w:r>
                                <w:rPr>
                                  <w:spacing w:val="-5"/>
                                  <w:sz w:val="18"/>
                                </w:rPr>
                                <w:t>100</w:t>
                              </w:r>
                            </w:p>
                            <w:p w14:paraId="3AEEA210" w14:textId="77777777" w:rsidR="004C1E9D" w:rsidRDefault="004C1E9D" w:rsidP="004C1E9D">
                              <w:pPr>
                                <w:spacing w:before="100"/>
                                <w:rPr>
                                  <w:sz w:val="18"/>
                                </w:rPr>
                              </w:pPr>
                              <w:r>
                                <w:rPr>
                                  <w:spacing w:val="-10"/>
                                  <w:sz w:val="18"/>
                                </w:rPr>
                                <w:t>0</w:t>
                              </w:r>
                            </w:p>
                          </w:txbxContent>
                        </wps:txbx>
                        <wps:bodyPr wrap="square" lIns="0" tIns="0" rIns="0" bIns="0" rtlCol="0">
                          <a:noAutofit/>
                        </wps:bodyPr>
                      </wps:wsp>
                      <wps:wsp>
                        <wps:cNvPr id="142" name="Textbox 142"/>
                        <wps:cNvSpPr txBox="1"/>
                        <wps:spPr>
                          <a:xfrm>
                            <a:off x="4093016" y="864411"/>
                            <a:ext cx="305435" cy="330835"/>
                          </a:xfrm>
                          <a:prstGeom prst="rect">
                            <a:avLst/>
                          </a:prstGeom>
                        </wps:spPr>
                        <wps:txbx>
                          <w:txbxContent>
                            <w:p w14:paraId="6FCC0305" w14:textId="77777777" w:rsidR="004C1E9D" w:rsidRDefault="004C1E9D" w:rsidP="004C1E9D">
                              <w:pPr>
                                <w:spacing w:line="203" w:lineRule="exact"/>
                                <w:rPr>
                                  <w:sz w:val="18"/>
                                </w:rPr>
                              </w:pPr>
                              <w:r>
                                <w:rPr>
                                  <w:spacing w:val="-2"/>
                                  <w:sz w:val="18"/>
                                </w:rPr>
                                <w:t>10-</w:t>
                              </w:r>
                              <w:r>
                                <w:rPr>
                                  <w:spacing w:val="-5"/>
                                  <w:sz w:val="18"/>
                                </w:rPr>
                                <w:t>20</w:t>
                              </w:r>
                            </w:p>
                            <w:p w14:paraId="009CD467" w14:textId="77777777" w:rsidR="004C1E9D" w:rsidRDefault="004C1E9D" w:rsidP="004C1E9D">
                              <w:pPr>
                                <w:spacing w:before="110"/>
                                <w:rPr>
                                  <w:sz w:val="18"/>
                                </w:rPr>
                              </w:pPr>
                              <w:r>
                                <w:rPr>
                                  <w:spacing w:val="-2"/>
                                  <w:sz w:val="18"/>
                                </w:rPr>
                                <w:t>0-</w:t>
                              </w:r>
                              <w:r>
                                <w:rPr>
                                  <w:spacing w:val="-5"/>
                                  <w:sz w:val="18"/>
                                </w:rPr>
                                <w:t>10</w:t>
                              </w:r>
                            </w:p>
                          </w:txbxContent>
                        </wps:txbx>
                        <wps:bodyPr wrap="square" lIns="0" tIns="0" rIns="0" bIns="0" rtlCol="0">
                          <a:noAutofit/>
                        </wps:bodyPr>
                      </wps:wsp>
                      <wps:wsp>
                        <wps:cNvPr id="143" name="Textbox 143"/>
                        <wps:cNvSpPr txBox="1"/>
                        <wps:spPr>
                          <a:xfrm>
                            <a:off x="1798238" y="1620315"/>
                            <a:ext cx="705485" cy="129539"/>
                          </a:xfrm>
                          <a:prstGeom prst="rect">
                            <a:avLst/>
                          </a:prstGeom>
                        </wps:spPr>
                        <wps:txbx>
                          <w:txbxContent>
                            <w:p w14:paraId="0DD296A2" w14:textId="097669B8" w:rsidR="004C1E9D" w:rsidRPr="004C1E9D" w:rsidRDefault="004C1E9D" w:rsidP="004C1E9D">
                              <w:pPr>
                                <w:spacing w:line="203" w:lineRule="exact"/>
                                <w:rPr>
                                  <w:bCs/>
                                  <w:sz w:val="18"/>
                                </w:rPr>
                              </w:pPr>
                              <w:r w:rsidRPr="004C1E9D">
                                <w:rPr>
                                  <w:bCs/>
                                  <w:sz w:val="18"/>
                                </w:rPr>
                                <w:t>Length</w:t>
                              </w:r>
                              <w:r w:rsidRPr="004C1E9D">
                                <w:rPr>
                                  <w:bCs/>
                                  <w:spacing w:val="-7"/>
                                  <w:sz w:val="18"/>
                                </w:rPr>
                                <w:t xml:space="preserve"> </w:t>
                              </w:r>
                              <w:r w:rsidRPr="004C1E9D">
                                <w:rPr>
                                  <w:bCs/>
                                  <w:spacing w:val="-4"/>
                                  <w:sz w:val="18"/>
                                </w:rPr>
                                <w:t>(mm)</w:t>
                              </w:r>
                            </w:p>
                          </w:txbxContent>
                        </wps:txbx>
                        <wps:bodyPr wrap="square" lIns="0" tIns="0" rIns="0" bIns="0" rtlCol="0">
                          <a:noAutofit/>
                        </wps:bodyPr>
                      </wps:wsp>
                    </wpg:wgp>
                  </a:graphicData>
                </a:graphic>
              </wp:inline>
            </w:drawing>
          </mc:Choice>
          <mc:Fallback>
            <w:pict>
              <v:group w14:anchorId="401A0916" id="Group 129" o:spid="_x0000_s1060" style="width:355pt;height:143.05pt;mso-position-horizontal-relative:char;mso-position-vertical-relative:line" coordorigin="10" coordsize="45085,181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">
                <v:shape id="Graphic 130" o:spid="_x0000_s1061" style="position:absolute;left:10;width:45085;height:18167;visibility:visible;mso-wrap-style:square;v-text-anchor:top" coordsize="4508500,1816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" path="m4507992,l,,,1816607r4507992,l4507992,xe" stroked="f">
                  <v:path arrowok="t"/>
                </v:shape>
                <v:shape id="Image 131" o:spid="_x0000_s1062" type="#_x0000_t75" style="position:absolute;left:6517;top:3804;width:30358;height:96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">
                  <v:imagedata r:id="rId21" o:title=""/>
                </v:shape>
                <v:shape id="Graphic 132" o:spid="_x0000_s1063" style="position:absolute;left:34607;top:9678;width:520;height:3537;visibility:visible;mso-wrap-style:square;v-text-anchor:top" coordsize="52069,353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" path="m,353504r34841,em1313,330078r33528,em1313,308742r36576,em4361,287406r33528,em4361,266070r33528,em4361,247782r36576,em7409,226446r33528,em7409,208158r33528,em7409,192918r33528,em7409,174630r36576,em10457,159390r33528,em10457,144150r33528,em10457,128910r33528,em10457,113670r36576,em13505,98430r33528,em13505,86238r33528,em13505,70998r33528,em13505,58806r36576,em13505,46614r36576,em16553,34422r33528,em16553,22230r33528,em16553,10038r33528,em16553,l51533,e" filled="f" strokecolor="#d9d9d9">
                  <v:path arrowok="t"/>
                </v:shape>
                <v:shape id="Graphic 133" o:spid="_x0000_s1064" style="position:absolute;left:8278;top:10680;width:26333;height:2883;visibility:visible;mso-wrap-style:square;v-text-anchor:top" coordsize="2633345,288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" path="m,l,34804em52541,4324r,36576em104357,10420r,33528em159221,16516r,33528em214085,19564r,36576em268949,25660r,33528em323813,31756r,33528em378677,37852r,33528em436589,40900r,36576em494501,46996r,36576em552413,53092r,33528em610325,59188r,33528em671285,65284r,33528em732245,71380r,33528em793205,77476r,33528em854165,83572r,33528em918173,89668r,33528em982181,95764r,33528em1046189,101860r,33528em1113245,107956r,33528em1177253,114052r,33528em1244309,120148r,33528em1314413,126244r,33528em1381469,132340r,36576em1451573,141484r,33528em1524725,147580r,33528em1594829,153676r,33528em1667981,159772r,36576em1744181,168916r,33528em1817333,175012r,33528em1893533,181108r,36576em1972781,190252r,33528em2048981,196348r,36576em2131277,205492r,33528em2210525,211588r,36576em2292821,220732r,33528em2375117,229876r,33528em2460461,235972r,36576em2545805,245116r,33528em2632856,254260r,33957e" filled="f" strokecolor="#d9d9d9">
                  <v:path arrowok="t"/>
                </v:shape>
                <v:shape id="Graphic 134" o:spid="_x0000_s1065" style="position:absolute;left:40116;top:9067;width:578;height:578;visibility:visible;mso-wrap-style:square;v-text-anchor:top" coordsize="57785,57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" path="m57437,l,,,57435r57437,l57437,xe" fillcolor="#ed7d31" stroked="f">
                  <v:path arrowok="t"/>
                </v:shape>
                <v:shape id="Graphic 135" o:spid="_x0000_s1066" style="position:absolute;left:40116;top:11092;width:578;height:578;visibility:visible;mso-wrap-style:square;v-text-anchor:top" coordsize="57785,57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" path="m57437,l,,,57435r57437,l57437,xe" fillcolor="#4472c4" stroked="f">
                  <v:path arrowok="t"/>
                </v:shape>
                <v:shape id="Graphic 136" o:spid="_x0000_s1067" style="position:absolute;left:47;top:127;width:44996;height:17996;visibility:visible;mso-wrap-style:square;v-text-anchor:top" coordsize="4499610,1799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" path="m,l4499609,r,1799589l,1799589,,xe" filled="f" stroked="f">
                  <v:path arrowok="t"/>
                </v:shape>
                <v:shape id="Graphic 137" o:spid="_x0000_s1068" style="position:absolute;left:35813;top:14856;width:9233;height:3270;visibility:visible;mso-wrap-style:square;v-text-anchor:top" coordsize="923290,327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" path="m923049,l,,,326734r923049,l923049,xe" stroked="f">
                  <v:path arrowok="t"/>
                </v:shape>
                <v:shape id="Textbox 138" o:spid="_x0000_s1069" type="#_x0000_t202" style="position:absolute;left:35813;top:14856;width:9233;height:3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" filled="f" strokeweight="1pt">
                  <v:textbox inset="0,0,0,0">
                    <w:txbxContent>
                      <w:p w14:paraId="53B91526" w14:textId="77777777" w:rsidR="004C1E9D" w:rsidRDefault="004C1E9D" w:rsidP="004C1E9D">
                        <w:pPr>
                          <w:spacing w:before="58" w:line="244" w:lineRule="auto"/>
                          <w:ind w:left="133" w:right="151"/>
                          <w:rPr>
                            <w:sz w:val="16"/>
                          </w:rPr>
                        </w:pPr>
                        <w:r>
                          <w:rPr>
                            <w:sz w:val="16"/>
                          </w:rPr>
                          <w:t>Max</w:t>
                        </w:r>
                        <w:r>
                          <w:rPr>
                            <w:spacing w:val="-12"/>
                            <w:sz w:val="16"/>
                          </w:rPr>
                          <w:t xml:space="preserve"> </w:t>
                        </w:r>
                        <w:r>
                          <w:rPr>
                            <w:sz w:val="16"/>
                          </w:rPr>
                          <w:t>:</w:t>
                        </w:r>
                        <w:r>
                          <w:rPr>
                            <w:spacing w:val="-11"/>
                            <w:sz w:val="16"/>
                          </w:rPr>
                          <w:t xml:space="preserve"> </w:t>
                        </w:r>
                        <w:r>
                          <w:rPr>
                            <w:sz w:val="16"/>
                          </w:rPr>
                          <w:t>11.53</w:t>
                        </w:r>
                        <w:r>
                          <w:rPr>
                            <w:spacing w:val="-11"/>
                            <w:sz w:val="16"/>
                          </w:rPr>
                          <w:t xml:space="preserve"> </w:t>
                        </w:r>
                        <w:r>
                          <w:rPr>
                            <w:sz w:val="16"/>
                          </w:rPr>
                          <w:t>mm Min</w:t>
                        </w:r>
                        <w:r>
                          <w:rPr>
                            <w:spacing w:val="40"/>
                            <w:sz w:val="16"/>
                          </w:rPr>
                          <w:t xml:space="preserve"> </w:t>
                        </w:r>
                        <w:r>
                          <w:rPr>
                            <w:sz w:val="16"/>
                          </w:rPr>
                          <w:t>: 0 mm</w:t>
                        </w:r>
                      </w:p>
                    </w:txbxContent>
                  </v:textbox>
                </v:shape>
                <v:shape id="Textbox 140" o:spid="_x0000_s1070" type="#_x0000_t202" style="position:absolute;left:5619;top:3919;width:1810;height:73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OgvxQAAANwAAAAPAAAAZHJzL2Rvd25yZXYueG1sRI9Ba8JA&#10;EIXvhf6HZQRvdWMR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D3tOgvxQAAANwAAAAP&#10;AAAAAAAAAAAAAAAAAAcCAABkcnMvZG93bnJldi54bWxQSwUGAAAAAAMAAwC3AAAA+QIAAAAA&#10;" filled="f" stroked="f">
                  <v:textbox inset="0,0,0,0">
                    <w:txbxContent>
                      <w:p w14:paraId="3D1FEA12" w14:textId="77777777" w:rsidR="004C1E9D" w:rsidRDefault="004C1E9D" w:rsidP="004C1E9D">
                        <w:pPr>
                          <w:spacing w:line="203" w:lineRule="exact"/>
                          <w:rPr>
                            <w:sz w:val="18"/>
                          </w:rPr>
                        </w:pPr>
                        <w:r>
                          <w:rPr>
                            <w:spacing w:val="-5"/>
                            <w:sz w:val="18"/>
                          </w:rPr>
                          <w:t>20</w:t>
                        </w:r>
                      </w:p>
                      <w:p w14:paraId="0C638F95" w14:textId="77777777" w:rsidR="004C1E9D" w:rsidRDefault="004C1E9D" w:rsidP="004C1E9D">
                        <w:pPr>
                          <w:spacing w:before="75"/>
                          <w:rPr>
                            <w:sz w:val="18"/>
                          </w:rPr>
                        </w:pPr>
                      </w:p>
                      <w:p w14:paraId="6287EED7" w14:textId="77777777" w:rsidR="004C1E9D" w:rsidRDefault="004C1E9D" w:rsidP="004C1E9D">
                        <w:pPr>
                          <w:ind w:right="49"/>
                          <w:jc w:val="right"/>
                          <w:rPr>
                            <w:sz w:val="18"/>
                          </w:rPr>
                        </w:pPr>
                        <w:r>
                          <w:rPr>
                            <w:spacing w:val="-5"/>
                            <w:sz w:val="18"/>
                          </w:rPr>
                          <w:t>10</w:t>
                        </w:r>
                      </w:p>
                      <w:p w14:paraId="13E2924A" w14:textId="77777777" w:rsidR="004C1E9D" w:rsidRDefault="004C1E9D" w:rsidP="004C1E9D">
                        <w:pPr>
                          <w:spacing w:before="57"/>
                          <w:rPr>
                            <w:sz w:val="18"/>
                          </w:rPr>
                        </w:pPr>
                      </w:p>
                      <w:p w14:paraId="7612CEBC" w14:textId="77777777" w:rsidR="004C1E9D" w:rsidRDefault="004C1E9D" w:rsidP="004C1E9D">
                        <w:pPr>
                          <w:ind w:right="18"/>
                          <w:jc w:val="right"/>
                          <w:rPr>
                            <w:sz w:val="18"/>
                          </w:rPr>
                        </w:pPr>
                        <w:r>
                          <w:rPr>
                            <w:spacing w:val="-10"/>
                            <w:sz w:val="18"/>
                          </w:rPr>
                          <w:t>0</w:t>
                        </w:r>
                      </w:p>
                    </w:txbxContent>
                  </v:textbox>
                </v:shape>
                <v:shape id="Textbox 141" o:spid="_x0000_s1071" type="#_x0000_t202" style="position:absolute;left:35275;top:9253;width:2191;height:4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20wwAAANwAAAAPAAAAZHJzL2Rvd25yZXYueG1sRE9Na8JA&#10;EL0X+h+WKXhrNopI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mPhNtMMAAADcAAAADwAA&#10;AAAAAAAAAAAAAAAHAgAAZHJzL2Rvd25yZXYueG1sUEsFBgAAAAADAAMAtwAAAPcCAAAAAA==&#10;" filled="f" stroked="f">
                  <v:textbox inset="0,0,0,0">
                    <w:txbxContent>
                      <w:p w14:paraId="4A9208CB" w14:textId="77777777" w:rsidR="004C1E9D" w:rsidRDefault="004C1E9D" w:rsidP="004C1E9D">
                        <w:pPr>
                          <w:spacing w:line="203" w:lineRule="exact"/>
                          <w:ind w:left="22"/>
                          <w:rPr>
                            <w:sz w:val="18"/>
                          </w:rPr>
                        </w:pPr>
                        <w:r>
                          <w:rPr>
                            <w:spacing w:val="-5"/>
                            <w:sz w:val="18"/>
                          </w:rPr>
                          <w:t>200</w:t>
                        </w:r>
                      </w:p>
                      <w:p w14:paraId="5F682F62" w14:textId="77777777" w:rsidR="004C1E9D" w:rsidRDefault="004C1E9D" w:rsidP="004C1E9D">
                        <w:pPr>
                          <w:spacing w:before="9"/>
                          <w:ind w:left="14"/>
                          <w:rPr>
                            <w:sz w:val="18"/>
                          </w:rPr>
                        </w:pPr>
                        <w:r>
                          <w:rPr>
                            <w:spacing w:val="-5"/>
                            <w:sz w:val="18"/>
                          </w:rPr>
                          <w:t>100</w:t>
                        </w:r>
                      </w:p>
                      <w:p w14:paraId="3AEEA210" w14:textId="77777777" w:rsidR="004C1E9D" w:rsidRDefault="004C1E9D" w:rsidP="004C1E9D">
                        <w:pPr>
                          <w:spacing w:before="100"/>
                          <w:rPr>
                            <w:sz w:val="18"/>
                          </w:rPr>
                        </w:pPr>
                        <w:r>
                          <w:rPr>
                            <w:spacing w:val="-10"/>
                            <w:sz w:val="18"/>
                          </w:rPr>
                          <w:t>0</w:t>
                        </w:r>
                      </w:p>
                    </w:txbxContent>
                  </v:textbox>
                </v:shape>
                <v:shape id="Textbox 142" o:spid="_x0000_s1072" type="#_x0000_t202" style="position:absolute;left:40930;top:8644;width:3054;height:3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tPDwwAAANwAAAAPAAAAZHJzL2Rvd25yZXYueG1sRE9Na8JA&#10;EL0X+h+WKfTWbJQi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aCrTw8MAAADcAAAADwAA&#10;AAAAAAAAAAAAAAAHAgAAZHJzL2Rvd25yZXYueG1sUEsFBgAAAAADAAMAtwAAAPcCAAAAAA==&#10;" filled="f" stroked="f">
                  <v:textbox inset="0,0,0,0">
                    <w:txbxContent>
                      <w:p w14:paraId="6FCC0305" w14:textId="77777777" w:rsidR="004C1E9D" w:rsidRDefault="004C1E9D" w:rsidP="004C1E9D">
                        <w:pPr>
                          <w:spacing w:line="203" w:lineRule="exact"/>
                          <w:rPr>
                            <w:sz w:val="18"/>
                          </w:rPr>
                        </w:pPr>
                        <w:r>
                          <w:rPr>
                            <w:spacing w:val="-2"/>
                            <w:sz w:val="18"/>
                          </w:rPr>
                          <w:t>10-</w:t>
                        </w:r>
                        <w:r>
                          <w:rPr>
                            <w:spacing w:val="-5"/>
                            <w:sz w:val="18"/>
                          </w:rPr>
                          <w:t>20</w:t>
                        </w:r>
                      </w:p>
                      <w:p w14:paraId="009CD467" w14:textId="77777777" w:rsidR="004C1E9D" w:rsidRDefault="004C1E9D" w:rsidP="004C1E9D">
                        <w:pPr>
                          <w:spacing w:before="110"/>
                          <w:rPr>
                            <w:sz w:val="18"/>
                          </w:rPr>
                        </w:pPr>
                        <w:r>
                          <w:rPr>
                            <w:spacing w:val="-2"/>
                            <w:sz w:val="18"/>
                          </w:rPr>
                          <w:t>0-</w:t>
                        </w:r>
                        <w:r>
                          <w:rPr>
                            <w:spacing w:val="-5"/>
                            <w:sz w:val="18"/>
                          </w:rPr>
                          <w:t>10</w:t>
                        </w:r>
                      </w:p>
                    </w:txbxContent>
                  </v:textbox>
                </v:shape>
                <v:shape id="Textbox 143" o:spid="_x0000_s1073" type="#_x0000_t202" style="position:absolute;left:17982;top:16203;width:7055;height:1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nZYwwAAANwAAAAPAAAAZHJzL2Rvd25yZXYueG1sRE9Na8JA&#10;EL0X/A/LCL3VjW0R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B2Z2WMMAAADcAAAADwAA&#10;AAAAAAAAAAAAAAAHAgAAZHJzL2Rvd25yZXYueG1sUEsFBgAAAAADAAMAtwAAAPcCAAAAAA==&#10;" filled="f" stroked="f">
                  <v:textbox inset="0,0,0,0">
                    <w:txbxContent>
                      <w:p w14:paraId="0DD296A2" w14:textId="097669B8" w:rsidR="004C1E9D" w:rsidRPr="004C1E9D" w:rsidRDefault="004C1E9D" w:rsidP="004C1E9D">
                        <w:pPr>
                          <w:spacing w:line="203" w:lineRule="exact"/>
                          <w:rPr>
                            <w:bCs/>
                            <w:sz w:val="18"/>
                          </w:rPr>
                        </w:pPr>
                        <w:r w:rsidRPr="004C1E9D">
                          <w:rPr>
                            <w:bCs/>
                            <w:sz w:val="18"/>
                          </w:rPr>
                          <w:t>Length</w:t>
                        </w:r>
                        <w:r w:rsidRPr="004C1E9D">
                          <w:rPr>
                            <w:bCs/>
                            <w:spacing w:val="-7"/>
                            <w:sz w:val="18"/>
                          </w:rPr>
                          <w:t xml:space="preserve"> </w:t>
                        </w:r>
                        <w:r w:rsidRPr="004C1E9D">
                          <w:rPr>
                            <w:bCs/>
                            <w:spacing w:val="-4"/>
                            <w:sz w:val="18"/>
                          </w:rPr>
                          <w:t>(mm)</w:t>
                        </w:r>
                      </w:p>
                    </w:txbxContent>
                  </v:textbox>
                </v:shape>
                <w10:anchorlock/>
              </v:group>
            </w:pict>
          </mc:Fallback>
        </mc:AlternateContent>
      </w:r>
    </w:p>
    <w:p w14:paraId="4C6131F8" w14:textId="12916A14" w:rsidR="004C1E9D" w:rsidRDefault="004C1E9D" w:rsidP="002A6AFD">
      <w:pPr>
        <w:pStyle w:val="FigureCaption"/>
      </w:pPr>
      <w:r>
        <w:rPr>
          <w:b/>
          <w:caps/>
        </w:rPr>
        <w:t>Figure 8.</w:t>
      </w:r>
      <w:r>
        <w:t xml:space="preserve"> </w:t>
      </w:r>
      <w:r w:rsidRPr="004C1E9D">
        <w:t>Distortion profile of Al 5083 welded without preheating at 36 °C.</w:t>
      </w:r>
    </w:p>
    <w:p w14:paraId="6F9F4200" w14:textId="4BB3F7CE" w:rsidR="004C1E9D" w:rsidRDefault="004C1E9D" w:rsidP="002A6AFD">
      <w:pPr>
        <w:pStyle w:val="Paragraph"/>
      </w:pPr>
    </w:p>
    <w:p w14:paraId="0C93F485" w14:textId="5455AF06" w:rsidR="004C1E9D" w:rsidRDefault="004C1E9D" w:rsidP="002A6AFD">
      <w:pPr>
        <w:pStyle w:val="FigureCaption"/>
        <w:rPr>
          <w:b/>
          <w:caps/>
        </w:rPr>
      </w:pPr>
      <w:r>
        <w:rPr>
          <w:rFonts w:ascii="Arial" w:hAnsi="Arial"/>
          <w:i/>
          <w:noProof/>
        </w:rPr>
        <mc:AlternateContent>
          <mc:Choice Requires="wpg">
            <w:drawing>
              <wp:inline distT="0" distB="0" distL="0" distR="0" wp14:anchorId="762849BA" wp14:editId="59BE88AF">
                <wp:extent cx="4499610" cy="1799881"/>
                <wp:effectExtent l="0" t="0" r="15240" b="10160"/>
                <wp:docPr id="144"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99610" cy="1799881"/>
                          <a:chOff x="4762" y="4762"/>
                          <a:chExt cx="4499610" cy="1799881"/>
                        </a:xfrm>
                      </wpg:grpSpPr>
                      <wps:wsp>
                        <wps:cNvPr id="145" name="Graphic 145"/>
                        <wps:cNvSpPr/>
                        <wps:spPr>
                          <a:xfrm>
                            <a:off x="4762" y="4762"/>
                            <a:ext cx="4499610" cy="1799589"/>
                          </a:xfrm>
                          <a:custGeom>
                            <a:avLst/>
                            <a:gdLst/>
                            <a:ahLst/>
                            <a:cxnLst/>
                            <a:rect l="l" t="t" r="r" b="b"/>
                            <a:pathLst>
                              <a:path w="4499610" h="1799589">
                                <a:moveTo>
                                  <a:pt x="4499610" y="0"/>
                                </a:moveTo>
                                <a:lnTo>
                                  <a:pt x="0" y="0"/>
                                </a:lnTo>
                                <a:lnTo>
                                  <a:pt x="0" y="1799588"/>
                                </a:lnTo>
                                <a:lnTo>
                                  <a:pt x="4499610" y="1799588"/>
                                </a:lnTo>
                                <a:lnTo>
                                  <a:pt x="4499610"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146" name="Image 146"/>
                          <pic:cNvPicPr/>
                        </pic:nvPicPr>
                        <pic:blipFill>
                          <a:blip r:embed="rId22" cstate="print"/>
                          <a:stretch>
                            <a:fillRect/>
                          </a:stretch>
                        </pic:blipFill>
                        <pic:spPr>
                          <a:xfrm>
                            <a:off x="499363" y="326878"/>
                            <a:ext cx="3352800" cy="865632"/>
                          </a:xfrm>
                          <a:prstGeom prst="rect">
                            <a:avLst/>
                          </a:prstGeom>
                        </pic:spPr>
                      </pic:pic>
                      <wps:wsp>
                        <wps:cNvPr id="147" name="Graphic 147"/>
                        <wps:cNvSpPr/>
                        <wps:spPr>
                          <a:xfrm>
                            <a:off x="3121408" y="697824"/>
                            <a:ext cx="439420" cy="480059"/>
                          </a:xfrm>
                          <a:custGeom>
                            <a:avLst/>
                            <a:gdLst/>
                            <a:ahLst/>
                            <a:cxnLst/>
                            <a:rect l="l" t="t" r="r" b="b"/>
                            <a:pathLst>
                              <a:path w="439420" h="480059">
                                <a:moveTo>
                                  <a:pt x="401571" y="479991"/>
                                </a:moveTo>
                                <a:lnTo>
                                  <a:pt x="439015" y="479991"/>
                                </a:lnTo>
                              </a:path>
                              <a:path w="439420" h="480059">
                                <a:moveTo>
                                  <a:pt x="374139" y="448966"/>
                                </a:moveTo>
                                <a:lnTo>
                                  <a:pt x="413763" y="448966"/>
                                </a:lnTo>
                              </a:path>
                              <a:path w="439420" h="480059">
                                <a:moveTo>
                                  <a:pt x="349755" y="418486"/>
                                </a:moveTo>
                                <a:lnTo>
                                  <a:pt x="386331" y="418486"/>
                                </a:lnTo>
                              </a:path>
                              <a:path w="439420" h="480059">
                                <a:moveTo>
                                  <a:pt x="322323" y="388006"/>
                                </a:moveTo>
                                <a:lnTo>
                                  <a:pt x="361947" y="388006"/>
                                </a:lnTo>
                              </a:path>
                              <a:path w="439420" h="480059">
                                <a:moveTo>
                                  <a:pt x="300987" y="360574"/>
                                </a:moveTo>
                                <a:lnTo>
                                  <a:pt x="337563" y="360574"/>
                                </a:lnTo>
                              </a:path>
                              <a:path w="439420" h="480059">
                                <a:moveTo>
                                  <a:pt x="276603" y="333142"/>
                                </a:moveTo>
                                <a:lnTo>
                                  <a:pt x="316227" y="333142"/>
                                </a:lnTo>
                              </a:path>
                              <a:path w="439420" h="480059">
                                <a:moveTo>
                                  <a:pt x="255267" y="305710"/>
                                </a:moveTo>
                                <a:lnTo>
                                  <a:pt x="294891" y="305710"/>
                                </a:lnTo>
                              </a:path>
                              <a:path w="439420" h="480059">
                                <a:moveTo>
                                  <a:pt x="233931" y="281326"/>
                                </a:moveTo>
                                <a:lnTo>
                                  <a:pt x="273555" y="281326"/>
                                </a:lnTo>
                              </a:path>
                              <a:path w="439420" h="480059">
                                <a:moveTo>
                                  <a:pt x="212595" y="256942"/>
                                </a:moveTo>
                                <a:lnTo>
                                  <a:pt x="252219" y="256942"/>
                                </a:lnTo>
                              </a:path>
                              <a:path w="439420" h="480059">
                                <a:moveTo>
                                  <a:pt x="194307" y="232558"/>
                                </a:moveTo>
                                <a:lnTo>
                                  <a:pt x="230883" y="232558"/>
                                </a:lnTo>
                              </a:path>
                              <a:path w="439420" h="480059">
                                <a:moveTo>
                                  <a:pt x="176019" y="208174"/>
                                </a:moveTo>
                                <a:lnTo>
                                  <a:pt x="212595" y="208174"/>
                                </a:lnTo>
                              </a:path>
                              <a:path w="439420" h="480059">
                                <a:moveTo>
                                  <a:pt x="154683" y="186838"/>
                                </a:moveTo>
                                <a:lnTo>
                                  <a:pt x="194307" y="186838"/>
                                </a:lnTo>
                              </a:path>
                              <a:path w="439420" h="480059">
                                <a:moveTo>
                                  <a:pt x="139443" y="165502"/>
                                </a:moveTo>
                                <a:lnTo>
                                  <a:pt x="176019" y="165502"/>
                                </a:lnTo>
                              </a:path>
                              <a:path w="439420" h="480059">
                                <a:moveTo>
                                  <a:pt x="121155" y="144166"/>
                                </a:moveTo>
                                <a:lnTo>
                                  <a:pt x="157731" y="144166"/>
                                </a:lnTo>
                              </a:path>
                              <a:path w="439420" h="480059">
                                <a:moveTo>
                                  <a:pt x="102867" y="125878"/>
                                </a:moveTo>
                                <a:lnTo>
                                  <a:pt x="142491" y="125878"/>
                                </a:lnTo>
                              </a:path>
                              <a:path w="439420" h="480059">
                                <a:moveTo>
                                  <a:pt x="87627" y="104542"/>
                                </a:moveTo>
                                <a:lnTo>
                                  <a:pt x="127251" y="104542"/>
                                </a:lnTo>
                              </a:path>
                              <a:path w="439420" h="480059">
                                <a:moveTo>
                                  <a:pt x="72387" y="86254"/>
                                </a:moveTo>
                                <a:lnTo>
                                  <a:pt x="108963" y="86254"/>
                                </a:lnTo>
                              </a:path>
                              <a:path w="439420" h="480059">
                                <a:moveTo>
                                  <a:pt x="57147" y="67966"/>
                                </a:moveTo>
                                <a:lnTo>
                                  <a:pt x="93723" y="67966"/>
                                </a:lnTo>
                              </a:path>
                              <a:path w="439420" h="480059">
                                <a:moveTo>
                                  <a:pt x="41907" y="49678"/>
                                </a:moveTo>
                                <a:lnTo>
                                  <a:pt x="81531" y="49678"/>
                                </a:lnTo>
                              </a:path>
                              <a:path w="439420" h="480059">
                                <a:moveTo>
                                  <a:pt x="26667" y="34438"/>
                                </a:moveTo>
                                <a:lnTo>
                                  <a:pt x="66291" y="34438"/>
                                </a:lnTo>
                              </a:path>
                              <a:path w="439420" h="480059">
                                <a:moveTo>
                                  <a:pt x="14475" y="16150"/>
                                </a:moveTo>
                                <a:lnTo>
                                  <a:pt x="51051" y="16150"/>
                                </a:lnTo>
                              </a:path>
                              <a:path w="439420" h="480059">
                                <a:moveTo>
                                  <a:pt x="0" y="0"/>
                                </a:moveTo>
                                <a:lnTo>
                                  <a:pt x="38859" y="0"/>
                                </a:lnTo>
                              </a:path>
                            </a:pathLst>
                          </a:custGeom>
                          <a:ln w="9525">
                            <a:solidFill>
                              <a:srgbClr val="D9D9D9"/>
                            </a:solidFill>
                            <a:prstDash val="solid"/>
                          </a:ln>
                        </wps:spPr>
                        <wps:bodyPr wrap="square" lIns="0" tIns="0" rIns="0" bIns="0" rtlCol="0">
                          <a:prstTxWarp prst="textNoShape">
                            <a:avLst/>
                          </a:prstTxWarp>
                          <a:noAutofit/>
                        </wps:bodyPr>
                      </wps:wsp>
                      <wps:wsp>
                        <wps:cNvPr id="148" name="Graphic 148"/>
                        <wps:cNvSpPr/>
                        <wps:spPr>
                          <a:xfrm>
                            <a:off x="830446" y="1178153"/>
                            <a:ext cx="2691765" cy="38735"/>
                          </a:xfrm>
                          <a:custGeom>
                            <a:avLst/>
                            <a:gdLst/>
                            <a:ahLst/>
                            <a:cxnLst/>
                            <a:rect l="l" t="t" r="r" b="b"/>
                            <a:pathLst>
                              <a:path w="2691765" h="38735">
                                <a:moveTo>
                                  <a:pt x="0" y="0"/>
                                </a:moveTo>
                                <a:lnTo>
                                  <a:pt x="0" y="38333"/>
                                </a:lnTo>
                              </a:path>
                              <a:path w="2691765" h="38735">
                                <a:moveTo>
                                  <a:pt x="68205" y="0"/>
                                </a:moveTo>
                                <a:lnTo>
                                  <a:pt x="68205" y="38333"/>
                                </a:lnTo>
                              </a:path>
                              <a:path w="2691765" h="38735">
                                <a:moveTo>
                                  <a:pt x="138309" y="0"/>
                                </a:moveTo>
                                <a:lnTo>
                                  <a:pt x="138309" y="38333"/>
                                </a:lnTo>
                              </a:path>
                              <a:path w="2691765" h="38735">
                                <a:moveTo>
                                  <a:pt x="208413" y="0"/>
                                </a:moveTo>
                                <a:lnTo>
                                  <a:pt x="208413" y="38333"/>
                                </a:lnTo>
                              </a:path>
                              <a:path w="2691765" h="38735">
                                <a:moveTo>
                                  <a:pt x="275469" y="0"/>
                                </a:moveTo>
                                <a:lnTo>
                                  <a:pt x="275469" y="38333"/>
                                </a:lnTo>
                              </a:path>
                              <a:path w="2691765" h="38735">
                                <a:moveTo>
                                  <a:pt x="345573" y="0"/>
                                </a:moveTo>
                                <a:lnTo>
                                  <a:pt x="345573" y="38333"/>
                                </a:lnTo>
                              </a:path>
                              <a:path w="2691765" h="38735">
                                <a:moveTo>
                                  <a:pt x="412629" y="0"/>
                                </a:moveTo>
                                <a:lnTo>
                                  <a:pt x="412629" y="38333"/>
                                </a:lnTo>
                              </a:path>
                              <a:path w="2691765" h="38735">
                                <a:moveTo>
                                  <a:pt x="482733" y="0"/>
                                </a:moveTo>
                                <a:lnTo>
                                  <a:pt x="482733" y="38333"/>
                                </a:lnTo>
                              </a:path>
                              <a:path w="2691765" h="38735">
                                <a:moveTo>
                                  <a:pt x="552837" y="0"/>
                                </a:moveTo>
                                <a:lnTo>
                                  <a:pt x="552837" y="38333"/>
                                </a:lnTo>
                              </a:path>
                              <a:path w="2691765" h="38735">
                                <a:moveTo>
                                  <a:pt x="619893" y="0"/>
                                </a:moveTo>
                                <a:lnTo>
                                  <a:pt x="619893" y="38333"/>
                                </a:lnTo>
                              </a:path>
                              <a:path w="2691765" h="38735">
                                <a:moveTo>
                                  <a:pt x="689997" y="0"/>
                                </a:moveTo>
                                <a:lnTo>
                                  <a:pt x="689997" y="38333"/>
                                </a:lnTo>
                              </a:path>
                              <a:path w="2691765" h="38735">
                                <a:moveTo>
                                  <a:pt x="760101" y="0"/>
                                </a:moveTo>
                                <a:lnTo>
                                  <a:pt x="760101" y="38333"/>
                                </a:lnTo>
                              </a:path>
                              <a:path w="2691765" h="38735">
                                <a:moveTo>
                                  <a:pt x="827157" y="0"/>
                                </a:moveTo>
                                <a:lnTo>
                                  <a:pt x="827157" y="38333"/>
                                </a:lnTo>
                              </a:path>
                              <a:path w="2691765" h="38735">
                                <a:moveTo>
                                  <a:pt x="897261" y="0"/>
                                </a:moveTo>
                                <a:lnTo>
                                  <a:pt x="897261" y="38333"/>
                                </a:lnTo>
                              </a:path>
                              <a:path w="2691765" h="38735">
                                <a:moveTo>
                                  <a:pt x="967365" y="0"/>
                                </a:moveTo>
                                <a:lnTo>
                                  <a:pt x="967365" y="38333"/>
                                </a:lnTo>
                              </a:path>
                              <a:path w="2691765" h="38735">
                                <a:moveTo>
                                  <a:pt x="1034421" y="0"/>
                                </a:moveTo>
                                <a:lnTo>
                                  <a:pt x="1034421" y="38333"/>
                                </a:lnTo>
                              </a:path>
                              <a:path w="2691765" h="38735">
                                <a:moveTo>
                                  <a:pt x="1104525" y="0"/>
                                </a:moveTo>
                                <a:lnTo>
                                  <a:pt x="1104525" y="38333"/>
                                </a:lnTo>
                              </a:path>
                              <a:path w="2691765" h="38735">
                                <a:moveTo>
                                  <a:pt x="1174629" y="0"/>
                                </a:moveTo>
                                <a:lnTo>
                                  <a:pt x="1174629" y="38333"/>
                                </a:lnTo>
                              </a:path>
                              <a:path w="2691765" h="38735">
                                <a:moveTo>
                                  <a:pt x="1241685" y="0"/>
                                </a:moveTo>
                                <a:lnTo>
                                  <a:pt x="1241685" y="38333"/>
                                </a:lnTo>
                              </a:path>
                              <a:path w="2691765" h="38735">
                                <a:moveTo>
                                  <a:pt x="1311789" y="0"/>
                                </a:moveTo>
                                <a:lnTo>
                                  <a:pt x="1311789" y="38333"/>
                                </a:lnTo>
                              </a:path>
                              <a:path w="2691765" h="38735">
                                <a:moveTo>
                                  <a:pt x="1378845" y="0"/>
                                </a:moveTo>
                                <a:lnTo>
                                  <a:pt x="1378845" y="38333"/>
                                </a:lnTo>
                              </a:path>
                              <a:path w="2691765" h="38735">
                                <a:moveTo>
                                  <a:pt x="1448949" y="0"/>
                                </a:moveTo>
                                <a:lnTo>
                                  <a:pt x="1448949" y="38333"/>
                                </a:lnTo>
                              </a:path>
                              <a:path w="2691765" h="38735">
                                <a:moveTo>
                                  <a:pt x="1519053" y="0"/>
                                </a:moveTo>
                                <a:lnTo>
                                  <a:pt x="1519053" y="38333"/>
                                </a:lnTo>
                              </a:path>
                              <a:path w="2691765" h="38735">
                                <a:moveTo>
                                  <a:pt x="1586109" y="0"/>
                                </a:moveTo>
                                <a:lnTo>
                                  <a:pt x="1586109" y="38333"/>
                                </a:lnTo>
                              </a:path>
                              <a:path w="2691765" h="38735">
                                <a:moveTo>
                                  <a:pt x="1656213" y="0"/>
                                </a:moveTo>
                                <a:lnTo>
                                  <a:pt x="1656213" y="38333"/>
                                </a:lnTo>
                              </a:path>
                              <a:path w="2691765" h="38735">
                                <a:moveTo>
                                  <a:pt x="1726317" y="0"/>
                                </a:moveTo>
                                <a:lnTo>
                                  <a:pt x="1726317" y="38333"/>
                                </a:lnTo>
                              </a:path>
                              <a:path w="2691765" h="38735">
                                <a:moveTo>
                                  <a:pt x="1793373" y="0"/>
                                </a:moveTo>
                                <a:lnTo>
                                  <a:pt x="1793373" y="38333"/>
                                </a:lnTo>
                              </a:path>
                              <a:path w="2691765" h="38735">
                                <a:moveTo>
                                  <a:pt x="1863477" y="0"/>
                                </a:moveTo>
                                <a:lnTo>
                                  <a:pt x="1863477" y="38333"/>
                                </a:lnTo>
                              </a:path>
                              <a:path w="2691765" h="38735">
                                <a:moveTo>
                                  <a:pt x="1933581" y="0"/>
                                </a:moveTo>
                                <a:lnTo>
                                  <a:pt x="1933581" y="38333"/>
                                </a:lnTo>
                              </a:path>
                              <a:path w="2691765" h="38735">
                                <a:moveTo>
                                  <a:pt x="2000637" y="0"/>
                                </a:moveTo>
                                <a:lnTo>
                                  <a:pt x="2000637" y="38333"/>
                                </a:lnTo>
                              </a:path>
                              <a:path w="2691765" h="38735">
                                <a:moveTo>
                                  <a:pt x="2070741" y="0"/>
                                </a:moveTo>
                                <a:lnTo>
                                  <a:pt x="2070741" y="38333"/>
                                </a:lnTo>
                              </a:path>
                              <a:path w="2691765" h="38735">
                                <a:moveTo>
                                  <a:pt x="2140845" y="0"/>
                                </a:moveTo>
                                <a:lnTo>
                                  <a:pt x="2140845" y="38333"/>
                                </a:lnTo>
                              </a:path>
                              <a:path w="2691765" h="38735">
                                <a:moveTo>
                                  <a:pt x="2207901" y="0"/>
                                </a:moveTo>
                                <a:lnTo>
                                  <a:pt x="2207901" y="38333"/>
                                </a:lnTo>
                              </a:path>
                              <a:path w="2691765" h="38735">
                                <a:moveTo>
                                  <a:pt x="2278005" y="0"/>
                                </a:moveTo>
                                <a:lnTo>
                                  <a:pt x="2278005" y="38333"/>
                                </a:lnTo>
                              </a:path>
                              <a:path w="2691765" h="38735">
                                <a:moveTo>
                                  <a:pt x="2345061" y="0"/>
                                </a:moveTo>
                                <a:lnTo>
                                  <a:pt x="2345061" y="38333"/>
                                </a:lnTo>
                              </a:path>
                              <a:path w="2691765" h="38735">
                                <a:moveTo>
                                  <a:pt x="2415165" y="0"/>
                                </a:moveTo>
                                <a:lnTo>
                                  <a:pt x="2415165" y="38333"/>
                                </a:lnTo>
                              </a:path>
                              <a:path w="2691765" h="38735">
                                <a:moveTo>
                                  <a:pt x="2485269" y="0"/>
                                </a:moveTo>
                                <a:lnTo>
                                  <a:pt x="2485269" y="38333"/>
                                </a:lnTo>
                              </a:path>
                              <a:path w="2691765" h="38735">
                                <a:moveTo>
                                  <a:pt x="2552325" y="0"/>
                                </a:moveTo>
                                <a:lnTo>
                                  <a:pt x="2552325" y="38333"/>
                                </a:lnTo>
                              </a:path>
                              <a:path w="2691765" h="38735">
                                <a:moveTo>
                                  <a:pt x="2622429" y="0"/>
                                </a:moveTo>
                                <a:lnTo>
                                  <a:pt x="2622429" y="38333"/>
                                </a:lnTo>
                              </a:path>
                              <a:path w="2691765" h="38735">
                                <a:moveTo>
                                  <a:pt x="2691591" y="0"/>
                                </a:moveTo>
                                <a:lnTo>
                                  <a:pt x="2691591" y="38333"/>
                                </a:lnTo>
                              </a:path>
                            </a:pathLst>
                          </a:custGeom>
                          <a:ln w="9525">
                            <a:solidFill>
                              <a:srgbClr val="D9D9D9"/>
                            </a:solidFill>
                            <a:prstDash val="solid"/>
                          </a:ln>
                        </wps:spPr>
                        <wps:bodyPr wrap="square" lIns="0" tIns="0" rIns="0" bIns="0" rtlCol="0">
                          <a:prstTxWarp prst="textNoShape">
                            <a:avLst/>
                          </a:prstTxWarp>
                          <a:noAutofit/>
                        </wps:bodyPr>
                      </wps:wsp>
                      <wps:wsp>
                        <wps:cNvPr id="149" name="Graphic 149"/>
                        <wps:cNvSpPr/>
                        <wps:spPr>
                          <a:xfrm>
                            <a:off x="4110759" y="888414"/>
                            <a:ext cx="64135" cy="64135"/>
                          </a:xfrm>
                          <a:custGeom>
                            <a:avLst/>
                            <a:gdLst/>
                            <a:ahLst/>
                            <a:cxnLst/>
                            <a:rect l="l" t="t" r="r" b="b"/>
                            <a:pathLst>
                              <a:path w="64135" h="64135">
                                <a:moveTo>
                                  <a:pt x="63864" y="0"/>
                                </a:moveTo>
                                <a:lnTo>
                                  <a:pt x="0" y="0"/>
                                </a:lnTo>
                                <a:lnTo>
                                  <a:pt x="0" y="63865"/>
                                </a:lnTo>
                                <a:lnTo>
                                  <a:pt x="63864" y="63865"/>
                                </a:lnTo>
                                <a:lnTo>
                                  <a:pt x="63864" y="0"/>
                                </a:lnTo>
                                <a:close/>
                              </a:path>
                            </a:pathLst>
                          </a:custGeom>
                          <a:solidFill>
                            <a:srgbClr val="ED7D31"/>
                          </a:solidFill>
                        </wps:spPr>
                        <wps:bodyPr wrap="square" lIns="0" tIns="0" rIns="0" bIns="0" rtlCol="0">
                          <a:prstTxWarp prst="textNoShape">
                            <a:avLst/>
                          </a:prstTxWarp>
                          <a:noAutofit/>
                        </wps:bodyPr>
                      </wps:wsp>
                      <wps:wsp>
                        <wps:cNvPr id="150" name="Graphic 150"/>
                        <wps:cNvSpPr/>
                        <wps:spPr>
                          <a:xfrm>
                            <a:off x="4110759" y="1105117"/>
                            <a:ext cx="64135" cy="64135"/>
                          </a:xfrm>
                          <a:custGeom>
                            <a:avLst/>
                            <a:gdLst/>
                            <a:ahLst/>
                            <a:cxnLst/>
                            <a:rect l="l" t="t" r="r" b="b"/>
                            <a:pathLst>
                              <a:path w="64135" h="64135">
                                <a:moveTo>
                                  <a:pt x="63864" y="0"/>
                                </a:moveTo>
                                <a:lnTo>
                                  <a:pt x="0" y="0"/>
                                </a:lnTo>
                                <a:lnTo>
                                  <a:pt x="0" y="63865"/>
                                </a:lnTo>
                                <a:lnTo>
                                  <a:pt x="63864" y="63865"/>
                                </a:lnTo>
                                <a:lnTo>
                                  <a:pt x="63864" y="0"/>
                                </a:lnTo>
                                <a:close/>
                              </a:path>
                            </a:pathLst>
                          </a:custGeom>
                          <a:solidFill>
                            <a:srgbClr val="4472C4"/>
                          </a:solidFill>
                        </wps:spPr>
                        <wps:bodyPr wrap="square" lIns="0" tIns="0" rIns="0" bIns="0" rtlCol="0">
                          <a:prstTxWarp prst="textNoShape">
                            <a:avLst/>
                          </a:prstTxWarp>
                          <a:noAutofit/>
                        </wps:bodyPr>
                      </wps:wsp>
                      <wps:wsp>
                        <wps:cNvPr id="151" name="Graphic 151"/>
                        <wps:cNvSpPr/>
                        <wps:spPr>
                          <a:xfrm>
                            <a:off x="4762" y="4762"/>
                            <a:ext cx="4499610" cy="1799589"/>
                          </a:xfrm>
                          <a:custGeom>
                            <a:avLst/>
                            <a:gdLst/>
                            <a:ahLst/>
                            <a:cxnLst/>
                            <a:rect l="l" t="t" r="r" b="b"/>
                            <a:pathLst>
                              <a:path w="4499610" h="1799589">
                                <a:moveTo>
                                  <a:pt x="0" y="0"/>
                                </a:moveTo>
                                <a:lnTo>
                                  <a:pt x="4499609" y="0"/>
                                </a:lnTo>
                                <a:lnTo>
                                  <a:pt x="4499609" y="1799589"/>
                                </a:lnTo>
                                <a:lnTo>
                                  <a:pt x="0" y="1799589"/>
                                </a:lnTo>
                                <a:lnTo>
                                  <a:pt x="0" y="0"/>
                                </a:lnTo>
                                <a:close/>
                              </a:path>
                            </a:pathLst>
                          </a:custGeom>
                          <a:ln w="9525">
                            <a:noFill/>
                            <a:prstDash val="solid"/>
                          </a:ln>
                        </wps:spPr>
                        <wps:bodyPr wrap="square" lIns="0" tIns="0" rIns="0" bIns="0" rtlCol="0">
                          <a:prstTxWarp prst="textNoShape">
                            <a:avLst/>
                          </a:prstTxWarp>
                          <a:noAutofit/>
                        </wps:bodyPr>
                      </wps:wsp>
                      <wps:wsp>
                        <wps:cNvPr id="153" name="Textbox 153"/>
                        <wps:cNvSpPr txBox="1"/>
                        <wps:spPr>
                          <a:xfrm>
                            <a:off x="572889" y="613833"/>
                            <a:ext cx="84455" cy="143510"/>
                          </a:xfrm>
                          <a:prstGeom prst="rect">
                            <a:avLst/>
                          </a:prstGeom>
                        </wps:spPr>
                        <wps:txbx>
                          <w:txbxContent>
                            <w:p w14:paraId="4564B9B9" w14:textId="77777777" w:rsidR="004C1E9D" w:rsidRDefault="004C1E9D" w:rsidP="004C1E9D">
                              <w:pPr>
                                <w:spacing w:line="225" w:lineRule="exact"/>
                                <w:rPr>
                                  <w:sz w:val="20"/>
                                </w:rPr>
                              </w:pPr>
                              <w:r>
                                <w:rPr>
                                  <w:spacing w:val="-10"/>
                                  <w:sz w:val="20"/>
                                </w:rPr>
                                <w:t>5</w:t>
                              </w:r>
                            </w:p>
                          </w:txbxContent>
                        </wps:txbx>
                        <wps:bodyPr wrap="square" lIns="0" tIns="0" rIns="0" bIns="0" rtlCol="0">
                          <a:noAutofit/>
                        </wps:bodyPr>
                      </wps:wsp>
                      <wps:wsp>
                        <wps:cNvPr id="154" name="Textbox 154"/>
                        <wps:cNvSpPr txBox="1"/>
                        <wps:spPr>
                          <a:xfrm>
                            <a:off x="650111" y="1107609"/>
                            <a:ext cx="84455" cy="143510"/>
                          </a:xfrm>
                          <a:prstGeom prst="rect">
                            <a:avLst/>
                          </a:prstGeom>
                        </wps:spPr>
                        <wps:txbx>
                          <w:txbxContent>
                            <w:p w14:paraId="4435CB45" w14:textId="77777777" w:rsidR="004C1E9D" w:rsidRDefault="004C1E9D" w:rsidP="004C1E9D">
                              <w:pPr>
                                <w:spacing w:line="225" w:lineRule="exact"/>
                                <w:rPr>
                                  <w:sz w:val="20"/>
                                </w:rPr>
                              </w:pPr>
                              <w:r>
                                <w:rPr>
                                  <w:spacing w:val="-10"/>
                                  <w:sz w:val="20"/>
                                </w:rPr>
                                <w:t>0</w:t>
                              </w:r>
                            </w:p>
                          </w:txbxContent>
                        </wps:txbx>
                        <wps:bodyPr wrap="square" lIns="0" tIns="0" rIns="0" bIns="0" rtlCol="0">
                          <a:noAutofit/>
                        </wps:bodyPr>
                      </wps:wsp>
                      <wps:wsp>
                        <wps:cNvPr id="155" name="Textbox 155"/>
                        <wps:cNvSpPr txBox="1"/>
                        <wps:spPr>
                          <a:xfrm>
                            <a:off x="3235119" y="626025"/>
                            <a:ext cx="425450" cy="624840"/>
                          </a:xfrm>
                          <a:prstGeom prst="rect">
                            <a:avLst/>
                          </a:prstGeom>
                        </wps:spPr>
                        <wps:txbx>
                          <w:txbxContent>
                            <w:p w14:paraId="5EC3E078" w14:textId="77777777" w:rsidR="004C1E9D" w:rsidRDefault="004C1E9D" w:rsidP="004C1E9D">
                              <w:pPr>
                                <w:spacing w:line="208" w:lineRule="exact"/>
                                <w:rPr>
                                  <w:sz w:val="20"/>
                                </w:rPr>
                              </w:pPr>
                              <w:r>
                                <w:rPr>
                                  <w:spacing w:val="-5"/>
                                  <w:sz w:val="20"/>
                                </w:rPr>
                                <w:t>210</w:t>
                              </w:r>
                            </w:p>
                            <w:p w14:paraId="1B874399" w14:textId="77777777" w:rsidR="004C1E9D" w:rsidRDefault="004C1E9D" w:rsidP="004C1E9D">
                              <w:pPr>
                                <w:spacing w:line="213" w:lineRule="exact"/>
                                <w:ind w:right="172"/>
                                <w:jc w:val="right"/>
                                <w:rPr>
                                  <w:sz w:val="20"/>
                                </w:rPr>
                              </w:pPr>
                              <w:r>
                                <w:rPr>
                                  <w:spacing w:val="-5"/>
                                  <w:sz w:val="20"/>
                                </w:rPr>
                                <w:t>140</w:t>
                              </w:r>
                            </w:p>
                            <w:p w14:paraId="2F38FC8E" w14:textId="77777777" w:rsidR="004C1E9D" w:rsidRDefault="004C1E9D" w:rsidP="004C1E9D">
                              <w:pPr>
                                <w:spacing w:before="15"/>
                                <w:ind w:right="78"/>
                                <w:jc w:val="right"/>
                                <w:rPr>
                                  <w:sz w:val="20"/>
                                </w:rPr>
                              </w:pPr>
                              <w:r>
                                <w:rPr>
                                  <w:spacing w:val="-5"/>
                                  <w:sz w:val="20"/>
                                </w:rPr>
                                <w:t>70</w:t>
                              </w:r>
                            </w:p>
                            <w:p w14:paraId="383DA15D" w14:textId="77777777" w:rsidR="004C1E9D" w:rsidRDefault="004C1E9D" w:rsidP="004C1E9D">
                              <w:pPr>
                                <w:spacing w:before="86"/>
                                <w:ind w:right="18"/>
                                <w:jc w:val="right"/>
                                <w:rPr>
                                  <w:sz w:val="20"/>
                                </w:rPr>
                              </w:pPr>
                              <w:r>
                                <w:rPr>
                                  <w:spacing w:val="-10"/>
                                  <w:sz w:val="20"/>
                                </w:rPr>
                                <w:t>0</w:t>
                              </w:r>
                            </w:p>
                          </w:txbxContent>
                        </wps:txbx>
                        <wps:bodyPr wrap="square" lIns="0" tIns="0" rIns="0" bIns="0" rtlCol="0">
                          <a:noAutofit/>
                        </wps:bodyPr>
                      </wps:wsp>
                      <wps:wsp>
                        <wps:cNvPr id="156" name="Textbox 156"/>
                        <wps:cNvSpPr txBox="1"/>
                        <wps:spPr>
                          <a:xfrm>
                            <a:off x="4201795" y="842433"/>
                            <a:ext cx="196850" cy="360045"/>
                          </a:xfrm>
                          <a:prstGeom prst="rect">
                            <a:avLst/>
                          </a:prstGeom>
                        </wps:spPr>
                        <wps:txbx>
                          <w:txbxContent>
                            <w:p w14:paraId="2F643518" w14:textId="77777777" w:rsidR="004C1E9D" w:rsidRDefault="004C1E9D" w:rsidP="004C1E9D">
                              <w:pPr>
                                <w:spacing w:line="225" w:lineRule="exact"/>
                                <w:rPr>
                                  <w:sz w:val="20"/>
                                </w:rPr>
                              </w:pPr>
                              <w:r>
                                <w:rPr>
                                  <w:spacing w:val="-2"/>
                                  <w:sz w:val="20"/>
                                </w:rPr>
                                <w:t>5-</w:t>
                              </w:r>
                              <w:r>
                                <w:rPr>
                                  <w:spacing w:val="-10"/>
                                  <w:sz w:val="20"/>
                                </w:rPr>
                                <w:t>5</w:t>
                              </w:r>
                            </w:p>
                            <w:p w14:paraId="3255980F" w14:textId="77777777" w:rsidR="004C1E9D" w:rsidRDefault="004C1E9D" w:rsidP="004C1E9D">
                              <w:pPr>
                                <w:spacing w:before="111"/>
                                <w:rPr>
                                  <w:sz w:val="20"/>
                                </w:rPr>
                              </w:pPr>
                              <w:r>
                                <w:rPr>
                                  <w:spacing w:val="-2"/>
                                  <w:sz w:val="20"/>
                                </w:rPr>
                                <w:t>0-</w:t>
                              </w:r>
                              <w:r>
                                <w:rPr>
                                  <w:spacing w:val="-10"/>
                                  <w:sz w:val="20"/>
                                </w:rPr>
                                <w:t>5</w:t>
                              </w:r>
                            </w:p>
                          </w:txbxContent>
                        </wps:txbx>
                        <wps:bodyPr wrap="square" lIns="0" tIns="0" rIns="0" bIns="0" rtlCol="0">
                          <a:noAutofit/>
                        </wps:bodyPr>
                      </wps:wsp>
                      <wps:wsp>
                        <wps:cNvPr id="157" name="Textbox 157"/>
                        <wps:cNvSpPr txBox="1"/>
                        <wps:spPr>
                          <a:xfrm>
                            <a:off x="1791750" y="1506897"/>
                            <a:ext cx="782320" cy="143510"/>
                          </a:xfrm>
                          <a:prstGeom prst="rect">
                            <a:avLst/>
                          </a:prstGeom>
                        </wps:spPr>
                        <wps:txbx>
                          <w:txbxContent>
                            <w:p w14:paraId="18B75616" w14:textId="225CE8D1" w:rsidR="004C1E9D" w:rsidRPr="004C1E9D" w:rsidRDefault="004C1E9D" w:rsidP="004C1E9D">
                              <w:pPr>
                                <w:spacing w:line="225" w:lineRule="exact"/>
                                <w:rPr>
                                  <w:bCs/>
                                  <w:sz w:val="18"/>
                                  <w:szCs w:val="18"/>
                                </w:rPr>
                              </w:pPr>
                              <w:r w:rsidRPr="004C1E9D">
                                <w:rPr>
                                  <w:bCs/>
                                  <w:sz w:val="18"/>
                                  <w:szCs w:val="18"/>
                                </w:rPr>
                                <w:t>Length</w:t>
                              </w:r>
                              <w:r w:rsidRPr="004C1E9D">
                                <w:rPr>
                                  <w:bCs/>
                                  <w:spacing w:val="-8"/>
                                  <w:sz w:val="18"/>
                                  <w:szCs w:val="18"/>
                                </w:rPr>
                                <w:t xml:space="preserve"> </w:t>
                              </w:r>
                              <w:r w:rsidRPr="004C1E9D">
                                <w:rPr>
                                  <w:bCs/>
                                  <w:spacing w:val="-4"/>
                                  <w:sz w:val="18"/>
                                  <w:szCs w:val="18"/>
                                </w:rPr>
                                <w:t>(mm)</w:t>
                              </w:r>
                            </w:p>
                          </w:txbxContent>
                        </wps:txbx>
                        <wps:bodyPr wrap="square" lIns="0" tIns="0" rIns="0" bIns="0" rtlCol="0">
                          <a:noAutofit/>
                        </wps:bodyPr>
                      </wps:wsp>
                      <wps:wsp>
                        <wps:cNvPr id="158" name="Textbox 158"/>
                        <wps:cNvSpPr txBox="1"/>
                        <wps:spPr>
                          <a:xfrm>
                            <a:off x="3560759" y="1477618"/>
                            <a:ext cx="943610" cy="327025"/>
                          </a:xfrm>
                          <a:prstGeom prst="rect">
                            <a:avLst/>
                          </a:prstGeom>
                          <a:solidFill>
                            <a:srgbClr val="FFFFFF"/>
                          </a:solidFill>
                          <a:ln w="12700">
                            <a:solidFill>
                              <a:srgbClr val="000000"/>
                            </a:solidFill>
                            <a:prstDash val="solid"/>
                          </a:ln>
                        </wps:spPr>
                        <wps:txbx>
                          <w:txbxContent>
                            <w:p w14:paraId="4C6E4D47" w14:textId="77777777" w:rsidR="004C1E9D" w:rsidRDefault="004C1E9D" w:rsidP="004C1E9D">
                              <w:pPr>
                                <w:spacing w:before="59"/>
                                <w:ind w:left="133" w:right="137"/>
                                <w:rPr>
                                  <w:color w:val="000000"/>
                                  <w:sz w:val="18"/>
                                </w:rPr>
                              </w:pPr>
                              <w:r>
                                <w:rPr>
                                  <w:color w:val="000000"/>
                                  <w:sz w:val="18"/>
                                </w:rPr>
                                <w:t>Max</w:t>
                              </w:r>
                              <w:r>
                                <w:rPr>
                                  <w:color w:val="000000"/>
                                  <w:spacing w:val="-12"/>
                                  <w:sz w:val="18"/>
                                </w:rPr>
                                <w:t xml:space="preserve"> </w:t>
                              </w:r>
                              <w:r>
                                <w:rPr>
                                  <w:color w:val="000000"/>
                                  <w:sz w:val="18"/>
                                </w:rPr>
                                <w:t>:</w:t>
                              </w:r>
                              <w:r>
                                <w:rPr>
                                  <w:color w:val="000000"/>
                                  <w:spacing w:val="-11"/>
                                  <w:sz w:val="18"/>
                                </w:rPr>
                                <w:t xml:space="preserve"> </w:t>
                              </w:r>
                              <w:r>
                                <w:rPr>
                                  <w:color w:val="000000"/>
                                  <w:sz w:val="18"/>
                                </w:rPr>
                                <w:t>2.40</w:t>
                              </w:r>
                              <w:r>
                                <w:rPr>
                                  <w:color w:val="000000"/>
                                  <w:spacing w:val="-12"/>
                                  <w:sz w:val="18"/>
                                </w:rPr>
                                <w:t xml:space="preserve"> </w:t>
                              </w:r>
                              <w:r>
                                <w:rPr>
                                  <w:color w:val="000000"/>
                                  <w:sz w:val="18"/>
                                </w:rPr>
                                <w:t>mm Min</w:t>
                              </w:r>
                              <w:r>
                                <w:rPr>
                                  <w:color w:val="000000"/>
                                  <w:spacing w:val="40"/>
                                  <w:sz w:val="18"/>
                                </w:rPr>
                                <w:t xml:space="preserve"> </w:t>
                              </w:r>
                              <w:r>
                                <w:rPr>
                                  <w:color w:val="000000"/>
                                  <w:sz w:val="18"/>
                                </w:rPr>
                                <w:t>: 0 mm</w:t>
                              </w:r>
                            </w:p>
                          </w:txbxContent>
                        </wps:txbx>
                        <wps:bodyPr wrap="square" lIns="0" tIns="0" rIns="0" bIns="0" rtlCol="0">
                          <a:noAutofit/>
                        </wps:bodyPr>
                      </wps:wsp>
                    </wpg:wgp>
                  </a:graphicData>
                </a:graphic>
              </wp:inline>
            </w:drawing>
          </mc:Choice>
          <mc:Fallback>
            <w:pict>
              <v:group w14:anchorId="762849BA" id="Group 144" o:spid="_x0000_s1074" style="width:354.3pt;height:141.7pt;mso-position-horizontal-relative:char;mso-position-vertical-relative:line" coordorigin="47,47" coordsize="44996,179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">
                <v:shape id="Graphic 145" o:spid="_x0000_s1075" style="position:absolute;left:47;top:47;width:44996;height:17996;visibility:visible;mso-wrap-style:square;v-text-anchor:top" coordsize="4499610,1799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" path="m4499610,l,,,1799588r4499610,l4499610,xe" stroked="f">
                  <v:path arrowok="t"/>
                </v:shape>
                <v:shape id="Image 146" o:spid="_x0000_s1076" type="#_x0000_t75" style="position:absolute;left:4993;top:3268;width:33528;height:86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">
                  <v:imagedata r:id="rId23" o:title=""/>
                </v:shape>
                <v:shape id="Graphic 147" o:spid="_x0000_s1077" style="position:absolute;left:31214;top:6978;width:4394;height:4800;visibility:visible;mso-wrap-style:square;v-text-anchor:top" coordsize="439420,480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" path="m401571,479991r37444,em374139,448966r39624,em349755,418486r36576,em322323,388006r39624,em300987,360574r36576,em276603,333142r39624,em255267,305710r39624,em233931,281326r39624,em212595,256942r39624,em194307,232558r36576,em176019,208174r36576,em154683,186838r39624,em139443,165502r36576,em121155,144166r36576,em102867,125878r39624,em87627,104542r39624,em72387,86254r36576,em57147,67966r36576,em41907,49678r39624,em26667,34438r39624,em14475,16150r36576,em,l38859,e" filled="f" strokecolor="#d9d9d9">
                  <v:path arrowok="t"/>
                </v:shape>
                <v:shape id="Graphic 148" o:spid="_x0000_s1078" style="position:absolute;left:8304;top:11781;width:26918;height:387;visibility:visible;mso-wrap-style:square;v-text-anchor:top" coordsize="2691765,38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" path="m,l,38333em68205,r,38333em138309,r,38333em208413,r,38333em275469,r,38333em345573,r,38333em412629,r,38333em482733,r,38333em552837,r,38333em619893,r,38333em689997,r,38333em760101,r,38333em827157,r,38333em897261,r,38333em967365,r,38333em1034421,r,38333em1104525,r,38333em1174629,r,38333em1241685,r,38333em1311789,r,38333em1378845,r,38333em1448949,r,38333em1519053,r,38333em1586109,r,38333em1656213,r,38333em1726317,r,38333em1793373,r,38333em1863477,r,38333em1933581,r,38333em2000637,r,38333em2070741,r,38333em2140845,r,38333em2207901,r,38333em2278005,r,38333em2345061,r,38333em2415165,r,38333em2485269,r,38333em2552325,r,38333em2622429,r,38333em2691591,r,38333e" filled="f" strokecolor="#d9d9d9">
                  <v:path arrowok="t"/>
                </v:shape>
                <v:shape id="Graphic 149" o:spid="_x0000_s1079" style="position:absolute;left:41107;top:8884;width:641;height:641;visibility:visible;mso-wrap-style:square;v-text-anchor:top" coordsize="64135,64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" path="m63864,l,,,63865r63864,l63864,xe" fillcolor="#ed7d31" stroked="f">
                  <v:path arrowok="t"/>
                </v:shape>
                <v:shape id="Graphic 150" o:spid="_x0000_s1080" style="position:absolute;left:41107;top:11051;width:641;height:641;visibility:visible;mso-wrap-style:square;v-text-anchor:top" coordsize="64135,641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" path="m63864,l,,,63865r63864,l63864,xe" fillcolor="#4472c4" stroked="f">
                  <v:path arrowok="t"/>
                </v:shape>
                <v:shape id="Graphic 151" o:spid="_x0000_s1081" style="position:absolute;left:47;top:47;width:44996;height:17996;visibility:visible;mso-wrap-style:square;v-text-anchor:top" coordsize="4499610,1799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" path="m,l4499609,r,1799589l,1799589,,xe" filled="f" stroked="f">
                  <v:path arrowok="t"/>
                </v:shape>
                <v:shape id="Textbox 153" o:spid="_x0000_s1082" type="#_x0000_t202" style="position:absolute;left:5728;top:6138;width:845;height:1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CFwwAAANwAAAAPAAAAZHJzL2Rvd25yZXYueG1sRE9Na8JA&#10;EL0X/A/LCL3VjS0V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gr/ghcMAAADcAAAADwAA&#10;AAAAAAAAAAAAAAAHAgAAZHJzL2Rvd25yZXYueG1sUEsFBgAAAAADAAMAtwAAAPcCAAAAAA==&#10;" filled="f" stroked="f">
                  <v:textbox inset="0,0,0,0">
                    <w:txbxContent>
                      <w:p w14:paraId="4564B9B9" w14:textId="77777777" w:rsidR="004C1E9D" w:rsidRDefault="004C1E9D" w:rsidP="004C1E9D">
                        <w:pPr>
                          <w:spacing w:line="225" w:lineRule="exact"/>
                          <w:rPr>
                            <w:sz w:val="20"/>
                          </w:rPr>
                        </w:pPr>
                        <w:r>
                          <w:rPr>
                            <w:spacing w:val="-10"/>
                            <w:sz w:val="20"/>
                          </w:rPr>
                          <w:t>5</w:t>
                        </w:r>
                      </w:p>
                    </w:txbxContent>
                  </v:textbox>
                </v:shape>
                <v:shape id="Textbox 154" o:spid="_x0000_s1083" type="#_x0000_t202" style="position:absolute;left:6501;top:11076;width:844;height:1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" filled="f" stroked="f">
                  <v:textbox inset="0,0,0,0">
                    <w:txbxContent>
                      <w:p w14:paraId="4435CB45" w14:textId="77777777" w:rsidR="004C1E9D" w:rsidRDefault="004C1E9D" w:rsidP="004C1E9D">
                        <w:pPr>
                          <w:spacing w:line="225" w:lineRule="exact"/>
                          <w:rPr>
                            <w:sz w:val="20"/>
                          </w:rPr>
                        </w:pPr>
                        <w:r>
                          <w:rPr>
                            <w:spacing w:val="-10"/>
                            <w:sz w:val="20"/>
                          </w:rPr>
                          <w:t>0</w:t>
                        </w:r>
                      </w:p>
                    </w:txbxContent>
                  </v:textbox>
                </v:shape>
                <v:shape id="Textbox 155" o:spid="_x0000_s1084" type="#_x0000_t202" style="position:absolute;left:32351;top:6260;width:4254;height:6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t1qwgAAANwAAAAPAAAAZHJzL2Rvd25yZXYueG1sRE9Ni8Iw&#10;EL0L+x/CLHjTdAXF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BiGt1qwgAAANwAAAAPAAAA&#10;AAAAAAAAAAAAAAcCAABkcnMvZG93bnJldi54bWxQSwUGAAAAAAMAAwC3AAAA9gIAAAAA&#10;" filled="f" stroked="f">
                  <v:textbox inset="0,0,0,0">
                    <w:txbxContent>
                      <w:p w14:paraId="5EC3E078" w14:textId="77777777" w:rsidR="004C1E9D" w:rsidRDefault="004C1E9D" w:rsidP="004C1E9D">
                        <w:pPr>
                          <w:spacing w:line="208" w:lineRule="exact"/>
                          <w:rPr>
                            <w:sz w:val="20"/>
                          </w:rPr>
                        </w:pPr>
                        <w:r>
                          <w:rPr>
                            <w:spacing w:val="-5"/>
                            <w:sz w:val="20"/>
                          </w:rPr>
                          <w:t>210</w:t>
                        </w:r>
                      </w:p>
                      <w:p w14:paraId="1B874399" w14:textId="77777777" w:rsidR="004C1E9D" w:rsidRDefault="004C1E9D" w:rsidP="004C1E9D">
                        <w:pPr>
                          <w:spacing w:line="213" w:lineRule="exact"/>
                          <w:ind w:right="172"/>
                          <w:jc w:val="right"/>
                          <w:rPr>
                            <w:sz w:val="20"/>
                          </w:rPr>
                        </w:pPr>
                        <w:r>
                          <w:rPr>
                            <w:spacing w:val="-5"/>
                            <w:sz w:val="20"/>
                          </w:rPr>
                          <w:t>140</w:t>
                        </w:r>
                      </w:p>
                      <w:p w14:paraId="2F38FC8E" w14:textId="77777777" w:rsidR="004C1E9D" w:rsidRDefault="004C1E9D" w:rsidP="004C1E9D">
                        <w:pPr>
                          <w:spacing w:before="15"/>
                          <w:ind w:right="78"/>
                          <w:jc w:val="right"/>
                          <w:rPr>
                            <w:sz w:val="20"/>
                          </w:rPr>
                        </w:pPr>
                        <w:r>
                          <w:rPr>
                            <w:spacing w:val="-5"/>
                            <w:sz w:val="20"/>
                          </w:rPr>
                          <w:t>70</w:t>
                        </w:r>
                      </w:p>
                      <w:p w14:paraId="383DA15D" w14:textId="77777777" w:rsidR="004C1E9D" w:rsidRDefault="004C1E9D" w:rsidP="004C1E9D">
                        <w:pPr>
                          <w:spacing w:before="86"/>
                          <w:ind w:right="18"/>
                          <w:jc w:val="right"/>
                          <w:rPr>
                            <w:sz w:val="20"/>
                          </w:rPr>
                        </w:pPr>
                        <w:r>
                          <w:rPr>
                            <w:spacing w:val="-10"/>
                            <w:sz w:val="20"/>
                          </w:rPr>
                          <w:t>0</w:t>
                        </w:r>
                      </w:p>
                    </w:txbxContent>
                  </v:textbox>
                </v:shape>
                <v:shape id="Textbox 156" o:spid="_x0000_s1085" type="#_x0000_t202" style="position:absolute;left:42017;top:8424;width:1969;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" filled="f" stroked="f">
                  <v:textbox inset="0,0,0,0">
                    <w:txbxContent>
                      <w:p w14:paraId="2F643518" w14:textId="77777777" w:rsidR="004C1E9D" w:rsidRDefault="004C1E9D" w:rsidP="004C1E9D">
                        <w:pPr>
                          <w:spacing w:line="225" w:lineRule="exact"/>
                          <w:rPr>
                            <w:sz w:val="20"/>
                          </w:rPr>
                        </w:pPr>
                        <w:r>
                          <w:rPr>
                            <w:spacing w:val="-2"/>
                            <w:sz w:val="20"/>
                          </w:rPr>
                          <w:t>5-</w:t>
                        </w:r>
                        <w:r>
                          <w:rPr>
                            <w:spacing w:val="-10"/>
                            <w:sz w:val="20"/>
                          </w:rPr>
                          <w:t>5</w:t>
                        </w:r>
                      </w:p>
                      <w:p w14:paraId="3255980F" w14:textId="77777777" w:rsidR="004C1E9D" w:rsidRDefault="004C1E9D" w:rsidP="004C1E9D">
                        <w:pPr>
                          <w:spacing w:before="111"/>
                          <w:rPr>
                            <w:sz w:val="20"/>
                          </w:rPr>
                        </w:pPr>
                        <w:r>
                          <w:rPr>
                            <w:spacing w:val="-2"/>
                            <w:sz w:val="20"/>
                          </w:rPr>
                          <w:t>0-</w:t>
                        </w:r>
                        <w:r>
                          <w:rPr>
                            <w:spacing w:val="-10"/>
                            <w:sz w:val="20"/>
                          </w:rPr>
                          <w:t>5</w:t>
                        </w:r>
                      </w:p>
                    </w:txbxContent>
                  </v:textbox>
                </v:shape>
                <v:shape id="Textbox 157" o:spid="_x0000_s1086" type="#_x0000_t202" style="position:absolute;left:17917;top:15068;width:7823;height:1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OaGwwAAANwAAAAPAAAAZHJzL2Rvd25yZXYueG1sRE9Na8JA&#10;EL0X/A/LCL3VjYVa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YTmhsMAAADcAAAADwAA&#10;AAAAAAAAAAAAAAAHAgAAZHJzL2Rvd25yZXYueG1sUEsFBgAAAAADAAMAtwAAAPcCAAAAAA==&#10;" filled="f" stroked="f">
                  <v:textbox inset="0,0,0,0">
                    <w:txbxContent>
                      <w:p w14:paraId="18B75616" w14:textId="225CE8D1" w:rsidR="004C1E9D" w:rsidRPr="004C1E9D" w:rsidRDefault="004C1E9D" w:rsidP="004C1E9D">
                        <w:pPr>
                          <w:spacing w:line="225" w:lineRule="exact"/>
                          <w:rPr>
                            <w:bCs/>
                            <w:sz w:val="18"/>
                            <w:szCs w:val="18"/>
                          </w:rPr>
                        </w:pPr>
                        <w:r w:rsidRPr="004C1E9D">
                          <w:rPr>
                            <w:bCs/>
                            <w:sz w:val="18"/>
                            <w:szCs w:val="18"/>
                          </w:rPr>
                          <w:t>Length</w:t>
                        </w:r>
                        <w:r w:rsidRPr="004C1E9D">
                          <w:rPr>
                            <w:bCs/>
                            <w:spacing w:val="-8"/>
                            <w:sz w:val="18"/>
                            <w:szCs w:val="18"/>
                          </w:rPr>
                          <w:t xml:space="preserve"> </w:t>
                        </w:r>
                        <w:r w:rsidRPr="004C1E9D">
                          <w:rPr>
                            <w:bCs/>
                            <w:spacing w:val="-4"/>
                            <w:sz w:val="18"/>
                            <w:szCs w:val="18"/>
                          </w:rPr>
                          <w:t>(mm)</w:t>
                        </w:r>
                      </w:p>
                    </w:txbxContent>
                  </v:textbox>
                </v:shape>
                <v:shape id="Textbox 158" o:spid="_x0000_s1087" type="#_x0000_t202" style="position:absolute;left:35607;top:14776;width:9436;height:32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" strokeweight="1pt">
                  <v:textbox inset="0,0,0,0">
                    <w:txbxContent>
                      <w:p w14:paraId="4C6E4D47" w14:textId="77777777" w:rsidR="004C1E9D" w:rsidRDefault="004C1E9D" w:rsidP="004C1E9D">
                        <w:pPr>
                          <w:spacing w:before="59"/>
                          <w:ind w:left="133" w:right="137"/>
                          <w:rPr>
                            <w:color w:val="000000"/>
                            <w:sz w:val="18"/>
                          </w:rPr>
                        </w:pPr>
                        <w:r>
                          <w:rPr>
                            <w:color w:val="000000"/>
                            <w:sz w:val="18"/>
                          </w:rPr>
                          <w:t>Max</w:t>
                        </w:r>
                        <w:r>
                          <w:rPr>
                            <w:color w:val="000000"/>
                            <w:spacing w:val="-12"/>
                            <w:sz w:val="18"/>
                          </w:rPr>
                          <w:t xml:space="preserve"> </w:t>
                        </w:r>
                        <w:r>
                          <w:rPr>
                            <w:color w:val="000000"/>
                            <w:sz w:val="18"/>
                          </w:rPr>
                          <w:t>:</w:t>
                        </w:r>
                        <w:r>
                          <w:rPr>
                            <w:color w:val="000000"/>
                            <w:spacing w:val="-11"/>
                            <w:sz w:val="18"/>
                          </w:rPr>
                          <w:t xml:space="preserve"> </w:t>
                        </w:r>
                        <w:r>
                          <w:rPr>
                            <w:color w:val="000000"/>
                            <w:sz w:val="18"/>
                          </w:rPr>
                          <w:t>2.40</w:t>
                        </w:r>
                        <w:r>
                          <w:rPr>
                            <w:color w:val="000000"/>
                            <w:spacing w:val="-12"/>
                            <w:sz w:val="18"/>
                          </w:rPr>
                          <w:t xml:space="preserve"> </w:t>
                        </w:r>
                        <w:r>
                          <w:rPr>
                            <w:color w:val="000000"/>
                            <w:sz w:val="18"/>
                          </w:rPr>
                          <w:t>mm Min</w:t>
                        </w:r>
                        <w:r>
                          <w:rPr>
                            <w:color w:val="000000"/>
                            <w:spacing w:val="40"/>
                            <w:sz w:val="18"/>
                          </w:rPr>
                          <w:t xml:space="preserve"> </w:t>
                        </w:r>
                        <w:r>
                          <w:rPr>
                            <w:color w:val="000000"/>
                            <w:sz w:val="18"/>
                          </w:rPr>
                          <w:t>: 0 mm</w:t>
                        </w:r>
                      </w:p>
                    </w:txbxContent>
                  </v:textbox>
                </v:shape>
                <w10:anchorlock/>
              </v:group>
            </w:pict>
          </mc:Fallback>
        </mc:AlternateContent>
      </w:r>
    </w:p>
    <w:p w14:paraId="231858E7" w14:textId="276AD7B2" w:rsidR="004C1E9D" w:rsidRDefault="004C1E9D" w:rsidP="002A6AFD">
      <w:pPr>
        <w:pStyle w:val="FigureCaption"/>
      </w:pPr>
      <w:r>
        <w:rPr>
          <w:b/>
          <w:caps/>
        </w:rPr>
        <w:t>Figure 9.</w:t>
      </w:r>
      <w:r>
        <w:t xml:space="preserve"> </w:t>
      </w:r>
      <w:r w:rsidRPr="004C1E9D">
        <w:t>Distortion profile of Al 5083 welded with TTF+ at 100 °C.</w:t>
      </w:r>
    </w:p>
    <w:p w14:paraId="48E17F09" w14:textId="0DD35F07" w:rsidR="004C1E9D" w:rsidRDefault="004C1E9D" w:rsidP="002A6AFD">
      <w:pPr>
        <w:pStyle w:val="Paragraph"/>
      </w:pPr>
    </w:p>
    <w:p w14:paraId="03F11912" w14:textId="1173FA30" w:rsidR="004C1E9D" w:rsidRDefault="004C1E9D" w:rsidP="002A6AFD">
      <w:pPr>
        <w:pStyle w:val="FigureCaption"/>
        <w:rPr>
          <w:b/>
          <w:caps/>
        </w:rPr>
      </w:pPr>
      <w:r>
        <w:rPr>
          <w:rFonts w:ascii="Arial" w:hAnsi="Arial"/>
          <w:i/>
          <w:noProof/>
        </w:rPr>
        <mc:AlternateContent>
          <mc:Choice Requires="wpg">
            <w:drawing>
              <wp:inline distT="0" distB="0" distL="0" distR="0" wp14:anchorId="2951ABFA" wp14:editId="548A912A">
                <wp:extent cx="4499629" cy="1799589"/>
                <wp:effectExtent l="0" t="0" r="0" b="0"/>
                <wp:docPr id="162"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99629" cy="1799589"/>
                          <a:chOff x="4762" y="4762"/>
                          <a:chExt cx="4499629" cy="1799589"/>
                        </a:xfrm>
                      </wpg:grpSpPr>
                      <wps:wsp>
                        <wps:cNvPr id="163" name="Graphic 163"/>
                        <wps:cNvSpPr/>
                        <wps:spPr>
                          <a:xfrm>
                            <a:off x="4762" y="4762"/>
                            <a:ext cx="4499610" cy="1799589"/>
                          </a:xfrm>
                          <a:custGeom>
                            <a:avLst/>
                            <a:gdLst/>
                            <a:ahLst/>
                            <a:cxnLst/>
                            <a:rect l="l" t="t" r="r" b="b"/>
                            <a:pathLst>
                              <a:path w="4499610" h="1799589">
                                <a:moveTo>
                                  <a:pt x="4499610" y="0"/>
                                </a:moveTo>
                                <a:lnTo>
                                  <a:pt x="0" y="0"/>
                                </a:lnTo>
                                <a:lnTo>
                                  <a:pt x="0" y="1799589"/>
                                </a:lnTo>
                                <a:lnTo>
                                  <a:pt x="4499610" y="1799589"/>
                                </a:lnTo>
                                <a:lnTo>
                                  <a:pt x="4499610" y="0"/>
                                </a:lnTo>
                                <a:close/>
                              </a:path>
                            </a:pathLst>
                          </a:custGeom>
                          <a:solidFill>
                            <a:srgbClr val="FFFFFF"/>
                          </a:solidFill>
                          <a:ln>
                            <a:noFill/>
                          </a:ln>
                        </wps:spPr>
                        <wps:bodyPr wrap="square" lIns="0" tIns="0" rIns="0" bIns="0" rtlCol="0">
                          <a:prstTxWarp prst="textNoShape">
                            <a:avLst/>
                          </a:prstTxWarp>
                          <a:noAutofit/>
                        </wps:bodyPr>
                      </wps:wsp>
                      <pic:pic xmlns:pic="http://schemas.openxmlformats.org/drawingml/2006/picture">
                        <pic:nvPicPr>
                          <pic:cNvPr id="164" name="Image 164"/>
                          <pic:cNvPicPr/>
                        </pic:nvPicPr>
                        <pic:blipFill>
                          <a:blip r:embed="rId24" cstate="print"/>
                          <a:stretch>
                            <a:fillRect/>
                          </a:stretch>
                        </pic:blipFill>
                        <pic:spPr>
                          <a:xfrm>
                            <a:off x="578612" y="409313"/>
                            <a:ext cx="3157728" cy="841248"/>
                          </a:xfrm>
                          <a:prstGeom prst="rect">
                            <a:avLst/>
                          </a:prstGeom>
                          <a:ln>
                            <a:noFill/>
                          </a:ln>
                        </pic:spPr>
                      </pic:pic>
                      <wps:wsp>
                        <wps:cNvPr id="165" name="Graphic 165"/>
                        <wps:cNvSpPr/>
                        <wps:spPr>
                          <a:xfrm>
                            <a:off x="3063247" y="774618"/>
                            <a:ext cx="411480" cy="459740"/>
                          </a:xfrm>
                          <a:custGeom>
                            <a:avLst/>
                            <a:gdLst/>
                            <a:ahLst/>
                            <a:cxnLst/>
                            <a:rect l="l" t="t" r="r" b="b"/>
                            <a:pathLst>
                              <a:path w="411480" h="459740">
                                <a:moveTo>
                                  <a:pt x="377436" y="459521"/>
                                </a:moveTo>
                                <a:lnTo>
                                  <a:pt x="411305" y="459521"/>
                                </a:lnTo>
                              </a:path>
                              <a:path w="411480" h="459740">
                                <a:moveTo>
                                  <a:pt x="353052" y="430223"/>
                                </a:moveTo>
                                <a:lnTo>
                                  <a:pt x="386580" y="430223"/>
                                </a:lnTo>
                              </a:path>
                              <a:path w="411480" h="459740">
                                <a:moveTo>
                                  <a:pt x="328668" y="399743"/>
                                </a:moveTo>
                                <a:lnTo>
                                  <a:pt x="362196" y="399743"/>
                                </a:lnTo>
                              </a:path>
                              <a:path w="411480" h="459740">
                                <a:moveTo>
                                  <a:pt x="304284" y="372311"/>
                                </a:moveTo>
                                <a:lnTo>
                                  <a:pt x="340860" y="372311"/>
                                </a:lnTo>
                              </a:path>
                              <a:path w="411480" h="459740">
                                <a:moveTo>
                                  <a:pt x="282948" y="344879"/>
                                </a:moveTo>
                                <a:lnTo>
                                  <a:pt x="316476" y="344879"/>
                                </a:lnTo>
                              </a:path>
                              <a:path w="411480" h="459740">
                                <a:moveTo>
                                  <a:pt x="261612" y="317447"/>
                                </a:moveTo>
                                <a:lnTo>
                                  <a:pt x="295140" y="317447"/>
                                </a:lnTo>
                              </a:path>
                              <a:path w="411480" h="459740">
                                <a:moveTo>
                                  <a:pt x="240276" y="293063"/>
                                </a:moveTo>
                                <a:lnTo>
                                  <a:pt x="273804" y="293063"/>
                                </a:lnTo>
                              </a:path>
                              <a:path w="411480" h="459740">
                                <a:moveTo>
                                  <a:pt x="221988" y="268679"/>
                                </a:moveTo>
                                <a:lnTo>
                                  <a:pt x="255516" y="268679"/>
                                </a:lnTo>
                              </a:path>
                              <a:path w="411480" h="459740">
                                <a:moveTo>
                                  <a:pt x="200652" y="244295"/>
                                </a:moveTo>
                                <a:lnTo>
                                  <a:pt x="237228" y="244295"/>
                                </a:lnTo>
                              </a:path>
                              <a:path w="411480" h="459740">
                                <a:moveTo>
                                  <a:pt x="182364" y="222959"/>
                                </a:moveTo>
                                <a:lnTo>
                                  <a:pt x="215892" y="222959"/>
                                </a:lnTo>
                              </a:path>
                              <a:path w="411480" h="459740">
                                <a:moveTo>
                                  <a:pt x="164076" y="201623"/>
                                </a:moveTo>
                                <a:lnTo>
                                  <a:pt x="200652" y="201623"/>
                                </a:lnTo>
                              </a:path>
                              <a:path w="411480" h="459740">
                                <a:moveTo>
                                  <a:pt x="145788" y="180287"/>
                                </a:moveTo>
                                <a:lnTo>
                                  <a:pt x="182364" y="180287"/>
                                </a:lnTo>
                              </a:path>
                              <a:path w="411480" h="459740">
                                <a:moveTo>
                                  <a:pt x="130548" y="158951"/>
                                </a:moveTo>
                                <a:lnTo>
                                  <a:pt x="164076" y="158951"/>
                                </a:lnTo>
                              </a:path>
                              <a:path w="411480" h="459740">
                                <a:moveTo>
                                  <a:pt x="115308" y="140663"/>
                                </a:moveTo>
                                <a:lnTo>
                                  <a:pt x="148836" y="140663"/>
                                </a:lnTo>
                              </a:path>
                              <a:path w="411480" h="459740">
                                <a:moveTo>
                                  <a:pt x="97020" y="119327"/>
                                </a:moveTo>
                                <a:lnTo>
                                  <a:pt x="133596" y="119327"/>
                                </a:lnTo>
                              </a:path>
                              <a:path w="411480" h="459740">
                                <a:moveTo>
                                  <a:pt x="81780" y="101039"/>
                                </a:moveTo>
                                <a:lnTo>
                                  <a:pt x="118356" y="101039"/>
                                </a:lnTo>
                              </a:path>
                              <a:path w="411480" h="459740">
                                <a:moveTo>
                                  <a:pt x="69588" y="82751"/>
                                </a:moveTo>
                                <a:lnTo>
                                  <a:pt x="103116" y="82751"/>
                                </a:lnTo>
                              </a:path>
                              <a:path w="411480" h="459740">
                                <a:moveTo>
                                  <a:pt x="54348" y="64463"/>
                                </a:moveTo>
                                <a:lnTo>
                                  <a:pt x="87876" y="64463"/>
                                </a:lnTo>
                              </a:path>
                              <a:path w="411480" h="459740">
                                <a:moveTo>
                                  <a:pt x="39108" y="49223"/>
                                </a:moveTo>
                                <a:lnTo>
                                  <a:pt x="72636" y="49223"/>
                                </a:lnTo>
                              </a:path>
                              <a:path w="411480" h="459740">
                                <a:moveTo>
                                  <a:pt x="26916" y="30935"/>
                                </a:moveTo>
                                <a:lnTo>
                                  <a:pt x="60444" y="30935"/>
                                </a:lnTo>
                              </a:path>
                              <a:path w="411480" h="459740">
                                <a:moveTo>
                                  <a:pt x="11676" y="15695"/>
                                </a:moveTo>
                                <a:lnTo>
                                  <a:pt x="48252" y="15695"/>
                                </a:lnTo>
                              </a:path>
                              <a:path w="411480" h="459740">
                                <a:moveTo>
                                  <a:pt x="0" y="0"/>
                                </a:moveTo>
                                <a:lnTo>
                                  <a:pt x="33012" y="0"/>
                                </a:lnTo>
                              </a:path>
                            </a:pathLst>
                          </a:custGeom>
                          <a:ln w="9525">
                            <a:noFill/>
                            <a:prstDash val="solid"/>
                          </a:ln>
                        </wps:spPr>
                        <wps:bodyPr wrap="square" lIns="0" tIns="0" rIns="0" bIns="0" rtlCol="0">
                          <a:prstTxWarp prst="textNoShape">
                            <a:avLst/>
                          </a:prstTxWarp>
                          <a:noAutofit/>
                        </wps:bodyPr>
                      </wps:wsp>
                      <wps:wsp>
                        <wps:cNvPr id="166" name="Graphic 166"/>
                        <wps:cNvSpPr/>
                        <wps:spPr>
                          <a:xfrm>
                            <a:off x="876819" y="1234460"/>
                            <a:ext cx="2563495" cy="34925"/>
                          </a:xfrm>
                          <a:custGeom>
                            <a:avLst/>
                            <a:gdLst/>
                            <a:ahLst/>
                            <a:cxnLst/>
                            <a:rect l="l" t="t" r="r" b="b"/>
                            <a:pathLst>
                              <a:path w="2563495" h="34925">
                                <a:moveTo>
                                  <a:pt x="0" y="0"/>
                                </a:moveTo>
                                <a:lnTo>
                                  <a:pt x="0" y="34480"/>
                                </a:lnTo>
                              </a:path>
                              <a:path w="2563495" h="34925">
                                <a:moveTo>
                                  <a:pt x="64504" y="0"/>
                                </a:moveTo>
                                <a:lnTo>
                                  <a:pt x="64504" y="34480"/>
                                </a:lnTo>
                              </a:path>
                              <a:path w="2563495" h="34925">
                                <a:moveTo>
                                  <a:pt x="131560" y="0"/>
                                </a:moveTo>
                                <a:lnTo>
                                  <a:pt x="131560" y="34480"/>
                                </a:lnTo>
                              </a:path>
                              <a:path w="2563495" h="34925">
                                <a:moveTo>
                                  <a:pt x="198616" y="0"/>
                                </a:moveTo>
                                <a:lnTo>
                                  <a:pt x="198616" y="34480"/>
                                </a:lnTo>
                              </a:path>
                              <a:path w="2563495" h="34925">
                                <a:moveTo>
                                  <a:pt x="262624" y="0"/>
                                </a:moveTo>
                                <a:lnTo>
                                  <a:pt x="262624" y="34480"/>
                                </a:lnTo>
                              </a:path>
                              <a:path w="2563495" h="34925">
                                <a:moveTo>
                                  <a:pt x="329680" y="0"/>
                                </a:moveTo>
                                <a:lnTo>
                                  <a:pt x="329680" y="34480"/>
                                </a:lnTo>
                              </a:path>
                              <a:path w="2563495" h="34925">
                                <a:moveTo>
                                  <a:pt x="393688" y="0"/>
                                </a:moveTo>
                                <a:lnTo>
                                  <a:pt x="393688" y="34480"/>
                                </a:lnTo>
                              </a:path>
                              <a:path w="2563495" h="34925">
                                <a:moveTo>
                                  <a:pt x="460744" y="0"/>
                                </a:moveTo>
                                <a:lnTo>
                                  <a:pt x="460744" y="34480"/>
                                </a:lnTo>
                              </a:path>
                              <a:path w="2563495" h="34925">
                                <a:moveTo>
                                  <a:pt x="524752" y="0"/>
                                </a:moveTo>
                                <a:lnTo>
                                  <a:pt x="524752" y="34480"/>
                                </a:lnTo>
                              </a:path>
                              <a:path w="2563495" h="34925">
                                <a:moveTo>
                                  <a:pt x="591808" y="0"/>
                                </a:moveTo>
                                <a:lnTo>
                                  <a:pt x="591808" y="34480"/>
                                </a:lnTo>
                              </a:path>
                              <a:path w="2563495" h="34925">
                                <a:moveTo>
                                  <a:pt x="655816" y="0"/>
                                </a:moveTo>
                                <a:lnTo>
                                  <a:pt x="655816" y="34480"/>
                                </a:lnTo>
                              </a:path>
                              <a:path w="2563495" h="34925">
                                <a:moveTo>
                                  <a:pt x="722872" y="0"/>
                                </a:moveTo>
                                <a:lnTo>
                                  <a:pt x="722872" y="34480"/>
                                </a:lnTo>
                              </a:path>
                              <a:path w="2563495" h="34925">
                                <a:moveTo>
                                  <a:pt x="789928" y="0"/>
                                </a:moveTo>
                                <a:lnTo>
                                  <a:pt x="789928" y="34480"/>
                                </a:lnTo>
                              </a:path>
                              <a:path w="2563495" h="34925">
                                <a:moveTo>
                                  <a:pt x="853936" y="0"/>
                                </a:moveTo>
                                <a:lnTo>
                                  <a:pt x="853936" y="34480"/>
                                </a:lnTo>
                              </a:path>
                              <a:path w="2563495" h="34925">
                                <a:moveTo>
                                  <a:pt x="920992" y="0"/>
                                </a:moveTo>
                                <a:lnTo>
                                  <a:pt x="920992" y="34480"/>
                                </a:lnTo>
                              </a:path>
                              <a:path w="2563495" h="34925">
                                <a:moveTo>
                                  <a:pt x="985000" y="0"/>
                                </a:moveTo>
                                <a:lnTo>
                                  <a:pt x="985000" y="34480"/>
                                </a:lnTo>
                              </a:path>
                              <a:path w="2563495" h="34925">
                                <a:moveTo>
                                  <a:pt x="1052056" y="0"/>
                                </a:moveTo>
                                <a:lnTo>
                                  <a:pt x="1052056" y="34480"/>
                                </a:lnTo>
                              </a:path>
                              <a:path w="2563495" h="34925">
                                <a:moveTo>
                                  <a:pt x="1116064" y="0"/>
                                </a:moveTo>
                                <a:lnTo>
                                  <a:pt x="1116064" y="34480"/>
                                </a:lnTo>
                              </a:path>
                              <a:path w="2563495" h="34925">
                                <a:moveTo>
                                  <a:pt x="1183120" y="0"/>
                                </a:moveTo>
                                <a:lnTo>
                                  <a:pt x="1183120" y="34480"/>
                                </a:lnTo>
                              </a:path>
                              <a:path w="2563495" h="34925">
                                <a:moveTo>
                                  <a:pt x="1250176" y="0"/>
                                </a:moveTo>
                                <a:lnTo>
                                  <a:pt x="1250176" y="34480"/>
                                </a:lnTo>
                              </a:path>
                              <a:path w="2563495" h="34925">
                                <a:moveTo>
                                  <a:pt x="1314184" y="0"/>
                                </a:moveTo>
                                <a:lnTo>
                                  <a:pt x="1314184" y="34480"/>
                                </a:lnTo>
                              </a:path>
                              <a:path w="2563495" h="34925">
                                <a:moveTo>
                                  <a:pt x="1381240" y="0"/>
                                </a:moveTo>
                                <a:lnTo>
                                  <a:pt x="1381240" y="34480"/>
                                </a:lnTo>
                              </a:path>
                              <a:path w="2563495" h="34925">
                                <a:moveTo>
                                  <a:pt x="1445248" y="0"/>
                                </a:moveTo>
                                <a:lnTo>
                                  <a:pt x="1445248" y="34480"/>
                                </a:lnTo>
                              </a:path>
                              <a:path w="2563495" h="34925">
                                <a:moveTo>
                                  <a:pt x="1512304" y="0"/>
                                </a:moveTo>
                                <a:lnTo>
                                  <a:pt x="1512304" y="34480"/>
                                </a:lnTo>
                              </a:path>
                              <a:path w="2563495" h="34925">
                                <a:moveTo>
                                  <a:pt x="1576312" y="0"/>
                                </a:moveTo>
                                <a:lnTo>
                                  <a:pt x="1576312" y="34480"/>
                                </a:lnTo>
                              </a:path>
                              <a:path w="2563495" h="34925">
                                <a:moveTo>
                                  <a:pt x="1643368" y="0"/>
                                </a:moveTo>
                                <a:lnTo>
                                  <a:pt x="1643368" y="34480"/>
                                </a:lnTo>
                              </a:path>
                              <a:path w="2563495" h="34925">
                                <a:moveTo>
                                  <a:pt x="1707376" y="0"/>
                                </a:moveTo>
                                <a:lnTo>
                                  <a:pt x="1707376" y="34480"/>
                                </a:lnTo>
                              </a:path>
                              <a:path w="2563495" h="34925">
                                <a:moveTo>
                                  <a:pt x="1774432" y="0"/>
                                </a:moveTo>
                                <a:lnTo>
                                  <a:pt x="1774432" y="34480"/>
                                </a:lnTo>
                              </a:path>
                              <a:path w="2563495" h="34925">
                                <a:moveTo>
                                  <a:pt x="1841488" y="0"/>
                                </a:moveTo>
                                <a:lnTo>
                                  <a:pt x="1841488" y="34480"/>
                                </a:lnTo>
                              </a:path>
                              <a:path w="2563495" h="34925">
                                <a:moveTo>
                                  <a:pt x="1905496" y="0"/>
                                </a:moveTo>
                                <a:lnTo>
                                  <a:pt x="1905496" y="34480"/>
                                </a:lnTo>
                              </a:path>
                              <a:path w="2563495" h="34925">
                                <a:moveTo>
                                  <a:pt x="1972552" y="0"/>
                                </a:moveTo>
                                <a:lnTo>
                                  <a:pt x="1972552" y="34480"/>
                                </a:lnTo>
                              </a:path>
                              <a:path w="2563495" h="34925">
                                <a:moveTo>
                                  <a:pt x="2036560" y="0"/>
                                </a:moveTo>
                                <a:lnTo>
                                  <a:pt x="2036560" y="34480"/>
                                </a:lnTo>
                              </a:path>
                              <a:path w="2563495" h="34925">
                                <a:moveTo>
                                  <a:pt x="2103616" y="0"/>
                                </a:moveTo>
                                <a:lnTo>
                                  <a:pt x="2103616" y="34480"/>
                                </a:lnTo>
                              </a:path>
                              <a:path w="2563495" h="34925">
                                <a:moveTo>
                                  <a:pt x="2167624" y="0"/>
                                </a:moveTo>
                                <a:lnTo>
                                  <a:pt x="2167624" y="34480"/>
                                </a:lnTo>
                              </a:path>
                              <a:path w="2563495" h="34925">
                                <a:moveTo>
                                  <a:pt x="2234680" y="0"/>
                                </a:moveTo>
                                <a:lnTo>
                                  <a:pt x="2234680" y="34480"/>
                                </a:lnTo>
                              </a:path>
                              <a:path w="2563495" h="34925">
                                <a:moveTo>
                                  <a:pt x="2301736" y="0"/>
                                </a:moveTo>
                                <a:lnTo>
                                  <a:pt x="2301736" y="34480"/>
                                </a:lnTo>
                              </a:path>
                              <a:path w="2563495" h="34925">
                                <a:moveTo>
                                  <a:pt x="2365744" y="0"/>
                                </a:moveTo>
                                <a:lnTo>
                                  <a:pt x="2365744" y="34480"/>
                                </a:lnTo>
                              </a:path>
                              <a:path w="2563495" h="34925">
                                <a:moveTo>
                                  <a:pt x="2432800" y="0"/>
                                </a:moveTo>
                                <a:lnTo>
                                  <a:pt x="2432800" y="34480"/>
                                </a:lnTo>
                              </a:path>
                              <a:path w="2563495" h="34925">
                                <a:moveTo>
                                  <a:pt x="2496808" y="0"/>
                                </a:moveTo>
                                <a:lnTo>
                                  <a:pt x="2496808" y="34480"/>
                                </a:lnTo>
                              </a:path>
                              <a:path w="2563495" h="34925">
                                <a:moveTo>
                                  <a:pt x="2563204" y="0"/>
                                </a:moveTo>
                                <a:lnTo>
                                  <a:pt x="2563204" y="34480"/>
                                </a:lnTo>
                              </a:path>
                            </a:pathLst>
                          </a:custGeom>
                          <a:ln w="9525">
                            <a:noFill/>
                            <a:prstDash val="solid"/>
                          </a:ln>
                        </wps:spPr>
                        <wps:bodyPr wrap="square" lIns="0" tIns="0" rIns="0" bIns="0" rtlCol="0">
                          <a:prstTxWarp prst="textNoShape">
                            <a:avLst/>
                          </a:prstTxWarp>
                          <a:noAutofit/>
                        </wps:bodyPr>
                      </wps:wsp>
                      <wps:wsp>
                        <wps:cNvPr id="167" name="Graphic 167"/>
                        <wps:cNvSpPr/>
                        <wps:spPr>
                          <a:xfrm>
                            <a:off x="4138753" y="898701"/>
                            <a:ext cx="57785" cy="57785"/>
                          </a:xfrm>
                          <a:custGeom>
                            <a:avLst/>
                            <a:gdLst/>
                            <a:ahLst/>
                            <a:cxnLst/>
                            <a:rect l="l" t="t" r="r" b="b"/>
                            <a:pathLst>
                              <a:path w="57785" h="57785">
                                <a:moveTo>
                                  <a:pt x="57437" y="0"/>
                                </a:moveTo>
                                <a:lnTo>
                                  <a:pt x="0" y="0"/>
                                </a:lnTo>
                                <a:lnTo>
                                  <a:pt x="0" y="57437"/>
                                </a:lnTo>
                                <a:lnTo>
                                  <a:pt x="57437" y="57437"/>
                                </a:lnTo>
                                <a:lnTo>
                                  <a:pt x="57437" y="0"/>
                                </a:lnTo>
                                <a:close/>
                              </a:path>
                            </a:pathLst>
                          </a:custGeom>
                          <a:solidFill>
                            <a:srgbClr val="ED7D31"/>
                          </a:solidFill>
                          <a:ln>
                            <a:noFill/>
                          </a:ln>
                        </wps:spPr>
                        <wps:bodyPr wrap="square" lIns="0" tIns="0" rIns="0" bIns="0" rtlCol="0">
                          <a:prstTxWarp prst="textNoShape">
                            <a:avLst/>
                          </a:prstTxWarp>
                          <a:noAutofit/>
                        </wps:bodyPr>
                      </wps:wsp>
                      <wps:wsp>
                        <wps:cNvPr id="168" name="Graphic 168"/>
                        <wps:cNvSpPr/>
                        <wps:spPr>
                          <a:xfrm>
                            <a:off x="4138753" y="1101261"/>
                            <a:ext cx="57785" cy="57785"/>
                          </a:xfrm>
                          <a:custGeom>
                            <a:avLst/>
                            <a:gdLst/>
                            <a:ahLst/>
                            <a:cxnLst/>
                            <a:rect l="l" t="t" r="r" b="b"/>
                            <a:pathLst>
                              <a:path w="57785" h="57785">
                                <a:moveTo>
                                  <a:pt x="57437" y="0"/>
                                </a:moveTo>
                                <a:lnTo>
                                  <a:pt x="0" y="0"/>
                                </a:lnTo>
                                <a:lnTo>
                                  <a:pt x="0" y="57435"/>
                                </a:lnTo>
                                <a:lnTo>
                                  <a:pt x="57437" y="57435"/>
                                </a:lnTo>
                                <a:lnTo>
                                  <a:pt x="57437" y="0"/>
                                </a:lnTo>
                                <a:close/>
                              </a:path>
                            </a:pathLst>
                          </a:custGeom>
                          <a:solidFill>
                            <a:srgbClr val="4472C4"/>
                          </a:solidFill>
                          <a:ln>
                            <a:noFill/>
                          </a:ln>
                        </wps:spPr>
                        <wps:bodyPr wrap="square" lIns="0" tIns="0" rIns="0" bIns="0" rtlCol="0">
                          <a:prstTxWarp prst="textNoShape">
                            <a:avLst/>
                          </a:prstTxWarp>
                          <a:noAutofit/>
                        </wps:bodyPr>
                      </wps:wsp>
                      <wps:wsp>
                        <wps:cNvPr id="169" name="Graphic 169"/>
                        <wps:cNvSpPr/>
                        <wps:spPr>
                          <a:xfrm>
                            <a:off x="4762" y="4762"/>
                            <a:ext cx="4499610" cy="1799589"/>
                          </a:xfrm>
                          <a:custGeom>
                            <a:avLst/>
                            <a:gdLst/>
                            <a:ahLst/>
                            <a:cxnLst/>
                            <a:rect l="l" t="t" r="r" b="b"/>
                            <a:pathLst>
                              <a:path w="4499610" h="1799589">
                                <a:moveTo>
                                  <a:pt x="0" y="0"/>
                                </a:moveTo>
                                <a:lnTo>
                                  <a:pt x="4499609" y="0"/>
                                </a:lnTo>
                                <a:lnTo>
                                  <a:pt x="4499609" y="1799589"/>
                                </a:lnTo>
                                <a:lnTo>
                                  <a:pt x="0" y="1799589"/>
                                </a:lnTo>
                                <a:lnTo>
                                  <a:pt x="0" y="0"/>
                                </a:lnTo>
                                <a:close/>
                              </a:path>
                            </a:pathLst>
                          </a:custGeom>
                          <a:ln w="9525">
                            <a:noFill/>
                            <a:prstDash val="solid"/>
                          </a:ln>
                        </wps:spPr>
                        <wps:bodyPr wrap="square" lIns="0" tIns="0" rIns="0" bIns="0" rtlCol="0">
                          <a:prstTxWarp prst="textNoShape">
                            <a:avLst/>
                          </a:prstTxWarp>
                          <a:noAutofit/>
                        </wps:bodyPr>
                      </wps:wsp>
                      <wps:wsp>
                        <wps:cNvPr id="171" name="Textbox 171"/>
                        <wps:cNvSpPr txBox="1"/>
                        <wps:spPr>
                          <a:xfrm>
                            <a:off x="640132" y="685968"/>
                            <a:ext cx="77470" cy="129539"/>
                          </a:xfrm>
                          <a:prstGeom prst="rect">
                            <a:avLst/>
                          </a:prstGeom>
                          <a:ln>
                            <a:noFill/>
                          </a:ln>
                        </wps:spPr>
                        <wps:txbx>
                          <w:txbxContent>
                            <w:p w14:paraId="0E895E39" w14:textId="77777777" w:rsidR="004C1E9D" w:rsidRDefault="004C1E9D" w:rsidP="004C1E9D">
                              <w:pPr>
                                <w:spacing w:line="203" w:lineRule="exact"/>
                                <w:rPr>
                                  <w:sz w:val="18"/>
                                </w:rPr>
                              </w:pPr>
                              <w:r>
                                <w:rPr>
                                  <w:spacing w:val="-10"/>
                                  <w:sz w:val="18"/>
                                </w:rPr>
                                <w:t>5</w:t>
                              </w:r>
                            </w:p>
                          </w:txbxContent>
                        </wps:txbx>
                        <wps:bodyPr wrap="square" lIns="0" tIns="0" rIns="0" bIns="0" rtlCol="0">
                          <a:noAutofit/>
                        </wps:bodyPr>
                      </wps:wsp>
                      <wps:wsp>
                        <wps:cNvPr id="172" name="Textbox 172"/>
                        <wps:cNvSpPr txBox="1"/>
                        <wps:spPr>
                          <a:xfrm>
                            <a:off x="714550" y="1170601"/>
                            <a:ext cx="77470" cy="129539"/>
                          </a:xfrm>
                          <a:prstGeom prst="rect">
                            <a:avLst/>
                          </a:prstGeom>
                          <a:ln>
                            <a:noFill/>
                          </a:ln>
                        </wps:spPr>
                        <wps:txbx>
                          <w:txbxContent>
                            <w:p w14:paraId="46F06EAC" w14:textId="77777777" w:rsidR="004C1E9D" w:rsidRDefault="004C1E9D" w:rsidP="004C1E9D">
                              <w:pPr>
                                <w:spacing w:line="203" w:lineRule="exact"/>
                                <w:rPr>
                                  <w:sz w:val="18"/>
                                </w:rPr>
                              </w:pPr>
                              <w:r>
                                <w:rPr>
                                  <w:spacing w:val="-10"/>
                                  <w:sz w:val="18"/>
                                </w:rPr>
                                <w:t>0</w:t>
                              </w:r>
                            </w:p>
                          </w:txbxContent>
                        </wps:txbx>
                        <wps:bodyPr wrap="square" lIns="0" tIns="0" rIns="0" bIns="0" rtlCol="0">
                          <a:noAutofit/>
                        </wps:bodyPr>
                      </wps:wsp>
                      <wps:wsp>
                        <wps:cNvPr id="173" name="Textbox 173"/>
                        <wps:cNvSpPr txBox="1"/>
                        <wps:spPr>
                          <a:xfrm>
                            <a:off x="3164927" y="710353"/>
                            <a:ext cx="401955" cy="589915"/>
                          </a:xfrm>
                          <a:prstGeom prst="rect">
                            <a:avLst/>
                          </a:prstGeom>
                          <a:ln>
                            <a:noFill/>
                          </a:ln>
                        </wps:spPr>
                        <wps:txbx>
                          <w:txbxContent>
                            <w:p w14:paraId="10D29EA5" w14:textId="77777777" w:rsidR="004C1E9D" w:rsidRDefault="004C1E9D" w:rsidP="004C1E9D">
                              <w:pPr>
                                <w:spacing w:line="193" w:lineRule="exact"/>
                                <w:rPr>
                                  <w:sz w:val="18"/>
                                </w:rPr>
                              </w:pPr>
                              <w:r>
                                <w:rPr>
                                  <w:spacing w:val="-5"/>
                                  <w:sz w:val="18"/>
                                </w:rPr>
                                <w:t>210</w:t>
                              </w:r>
                            </w:p>
                            <w:p w14:paraId="7B1CD177" w14:textId="77777777" w:rsidR="004C1E9D" w:rsidRDefault="004C1E9D" w:rsidP="004C1E9D">
                              <w:pPr>
                                <w:spacing w:line="197" w:lineRule="exact"/>
                                <w:ind w:right="173"/>
                                <w:jc w:val="right"/>
                                <w:rPr>
                                  <w:sz w:val="18"/>
                                </w:rPr>
                              </w:pPr>
                              <w:r>
                                <w:rPr>
                                  <w:spacing w:val="-5"/>
                                  <w:sz w:val="18"/>
                                </w:rPr>
                                <w:t>140</w:t>
                              </w:r>
                            </w:p>
                            <w:p w14:paraId="1B9CC4E8" w14:textId="77777777" w:rsidR="004C1E9D" w:rsidRDefault="004C1E9D" w:rsidP="004C1E9D">
                              <w:pPr>
                                <w:spacing w:before="28"/>
                                <w:ind w:right="81"/>
                                <w:jc w:val="right"/>
                                <w:rPr>
                                  <w:sz w:val="18"/>
                                </w:rPr>
                              </w:pPr>
                              <w:r>
                                <w:rPr>
                                  <w:spacing w:val="-5"/>
                                  <w:sz w:val="18"/>
                                </w:rPr>
                                <w:t>70</w:t>
                              </w:r>
                            </w:p>
                            <w:p w14:paraId="683AC9BA" w14:textId="77777777" w:rsidR="004C1E9D" w:rsidRDefault="004C1E9D" w:rsidP="004C1E9D">
                              <w:pPr>
                                <w:spacing w:before="95"/>
                                <w:ind w:right="18"/>
                                <w:jc w:val="right"/>
                                <w:rPr>
                                  <w:sz w:val="18"/>
                                </w:rPr>
                              </w:pPr>
                              <w:r>
                                <w:rPr>
                                  <w:spacing w:val="-10"/>
                                  <w:sz w:val="18"/>
                                </w:rPr>
                                <w:t>0</w:t>
                              </w:r>
                            </w:p>
                          </w:txbxContent>
                        </wps:txbx>
                        <wps:bodyPr wrap="square" lIns="0" tIns="0" rIns="0" bIns="0" rtlCol="0">
                          <a:noAutofit/>
                        </wps:bodyPr>
                      </wps:wsp>
                      <wps:wsp>
                        <wps:cNvPr id="174" name="Textbox 174"/>
                        <wps:cNvSpPr txBox="1"/>
                        <wps:spPr>
                          <a:xfrm>
                            <a:off x="4220145" y="856657"/>
                            <a:ext cx="177800" cy="330835"/>
                          </a:xfrm>
                          <a:prstGeom prst="rect">
                            <a:avLst/>
                          </a:prstGeom>
                          <a:ln>
                            <a:noFill/>
                          </a:ln>
                        </wps:spPr>
                        <wps:txbx>
                          <w:txbxContent>
                            <w:p w14:paraId="3259CF6B" w14:textId="77777777" w:rsidR="004C1E9D" w:rsidRDefault="004C1E9D" w:rsidP="004C1E9D">
                              <w:pPr>
                                <w:spacing w:line="203" w:lineRule="exact"/>
                                <w:rPr>
                                  <w:sz w:val="18"/>
                                </w:rPr>
                              </w:pPr>
                              <w:r>
                                <w:rPr>
                                  <w:spacing w:val="-2"/>
                                  <w:sz w:val="18"/>
                                </w:rPr>
                                <w:t>5-</w:t>
                              </w:r>
                              <w:r>
                                <w:rPr>
                                  <w:spacing w:val="-10"/>
                                  <w:sz w:val="18"/>
                                </w:rPr>
                                <w:t>5</w:t>
                              </w:r>
                            </w:p>
                            <w:p w14:paraId="3A771676" w14:textId="77777777" w:rsidR="004C1E9D" w:rsidRDefault="004C1E9D" w:rsidP="004C1E9D">
                              <w:pPr>
                                <w:spacing w:before="110"/>
                                <w:rPr>
                                  <w:sz w:val="18"/>
                                </w:rPr>
                              </w:pPr>
                              <w:r>
                                <w:rPr>
                                  <w:spacing w:val="-2"/>
                                  <w:sz w:val="18"/>
                                </w:rPr>
                                <w:t>0-</w:t>
                              </w:r>
                              <w:r>
                                <w:rPr>
                                  <w:spacing w:val="-10"/>
                                  <w:sz w:val="18"/>
                                </w:rPr>
                                <w:t>5</w:t>
                              </w:r>
                            </w:p>
                          </w:txbxContent>
                        </wps:txbx>
                        <wps:bodyPr wrap="square" lIns="0" tIns="0" rIns="0" bIns="0" rtlCol="0">
                          <a:noAutofit/>
                        </wps:bodyPr>
                      </wps:wsp>
                      <wps:wsp>
                        <wps:cNvPr id="175" name="Textbox 175"/>
                        <wps:cNvSpPr txBox="1"/>
                        <wps:spPr>
                          <a:xfrm>
                            <a:off x="1812410" y="1533312"/>
                            <a:ext cx="705485" cy="129539"/>
                          </a:xfrm>
                          <a:prstGeom prst="rect">
                            <a:avLst/>
                          </a:prstGeom>
                          <a:ln>
                            <a:noFill/>
                          </a:ln>
                        </wps:spPr>
                        <wps:txbx>
                          <w:txbxContent>
                            <w:p w14:paraId="05A57780" w14:textId="32509DB2" w:rsidR="004C1E9D" w:rsidRPr="004C1E9D" w:rsidRDefault="004C1E9D" w:rsidP="004C1E9D">
                              <w:pPr>
                                <w:spacing w:line="203" w:lineRule="exact"/>
                                <w:rPr>
                                  <w:bCs/>
                                  <w:sz w:val="18"/>
                                </w:rPr>
                              </w:pPr>
                              <w:r w:rsidRPr="004C1E9D">
                                <w:rPr>
                                  <w:bCs/>
                                  <w:sz w:val="18"/>
                                </w:rPr>
                                <w:t>Length</w:t>
                              </w:r>
                              <w:r w:rsidRPr="004C1E9D">
                                <w:rPr>
                                  <w:bCs/>
                                  <w:spacing w:val="-7"/>
                                  <w:sz w:val="18"/>
                                </w:rPr>
                                <w:t xml:space="preserve"> </w:t>
                              </w:r>
                              <w:r w:rsidRPr="004C1E9D">
                                <w:rPr>
                                  <w:bCs/>
                                  <w:spacing w:val="-4"/>
                                  <w:sz w:val="18"/>
                                </w:rPr>
                                <w:t>(mm)</w:t>
                              </w:r>
                            </w:p>
                          </w:txbxContent>
                        </wps:txbx>
                        <wps:bodyPr wrap="square" lIns="0" tIns="0" rIns="0" bIns="0" rtlCol="0">
                          <a:noAutofit/>
                        </wps:bodyPr>
                      </wps:wsp>
                      <wps:wsp>
                        <wps:cNvPr id="176" name="Textbox 176"/>
                        <wps:cNvSpPr txBox="1"/>
                        <wps:spPr>
                          <a:xfrm>
                            <a:off x="3535381" y="1493833"/>
                            <a:ext cx="969010" cy="310515"/>
                          </a:xfrm>
                          <a:prstGeom prst="rect">
                            <a:avLst/>
                          </a:prstGeom>
                          <a:solidFill>
                            <a:srgbClr val="FFFFFF"/>
                          </a:solidFill>
                          <a:ln w="12700">
                            <a:noFill/>
                            <a:prstDash val="solid"/>
                          </a:ln>
                        </wps:spPr>
                        <wps:txbx>
                          <w:txbxContent>
                            <w:p w14:paraId="37E619AE" w14:textId="77777777" w:rsidR="004C1E9D" w:rsidRDefault="004C1E9D" w:rsidP="004C1E9D">
                              <w:pPr>
                                <w:spacing w:before="59" w:line="232" w:lineRule="auto"/>
                                <w:ind w:left="133" w:right="258"/>
                                <w:rPr>
                                  <w:color w:val="000000"/>
                                  <w:sz w:val="18"/>
                                </w:rPr>
                              </w:pPr>
                              <w:r>
                                <w:rPr>
                                  <w:color w:val="000000"/>
                                  <w:sz w:val="18"/>
                                </w:rPr>
                                <w:t>Max</w:t>
                              </w:r>
                              <w:r>
                                <w:rPr>
                                  <w:color w:val="000000"/>
                                  <w:spacing w:val="-12"/>
                                  <w:sz w:val="18"/>
                                </w:rPr>
                                <w:t xml:space="preserve"> </w:t>
                              </w:r>
                              <w:r>
                                <w:rPr>
                                  <w:color w:val="000000"/>
                                  <w:sz w:val="18"/>
                                </w:rPr>
                                <w:t>:</w:t>
                              </w:r>
                              <w:r>
                                <w:rPr>
                                  <w:color w:val="000000"/>
                                  <w:spacing w:val="-11"/>
                                  <w:sz w:val="18"/>
                                </w:rPr>
                                <w:t xml:space="preserve"> </w:t>
                              </w:r>
                              <w:r>
                                <w:rPr>
                                  <w:color w:val="000000"/>
                                  <w:sz w:val="18"/>
                                </w:rPr>
                                <w:t>2.54</w:t>
                              </w:r>
                              <w:r>
                                <w:rPr>
                                  <w:color w:val="000000"/>
                                  <w:spacing w:val="-11"/>
                                  <w:sz w:val="18"/>
                                </w:rPr>
                                <w:t xml:space="preserve"> </w:t>
                              </w:r>
                              <w:r>
                                <w:rPr>
                                  <w:color w:val="000000"/>
                                  <w:sz w:val="18"/>
                                </w:rPr>
                                <w:t>mm Min</w:t>
                              </w:r>
                              <w:r>
                                <w:rPr>
                                  <w:color w:val="000000"/>
                                  <w:spacing w:val="40"/>
                                  <w:sz w:val="18"/>
                                </w:rPr>
                                <w:t xml:space="preserve"> </w:t>
                              </w:r>
                              <w:r>
                                <w:rPr>
                                  <w:color w:val="000000"/>
                                  <w:sz w:val="18"/>
                                </w:rPr>
                                <w:t>: 0 mm</w:t>
                              </w:r>
                            </w:p>
                          </w:txbxContent>
                        </wps:txbx>
                        <wps:bodyPr wrap="square" lIns="0" tIns="0" rIns="0" bIns="0" rtlCol="0">
                          <a:noAutofit/>
                        </wps:bodyPr>
                      </wps:wsp>
                    </wpg:wgp>
                  </a:graphicData>
                </a:graphic>
              </wp:inline>
            </w:drawing>
          </mc:Choice>
          <mc:Fallback>
            <w:pict>
              <v:group w14:anchorId="2951ABFA" id="Group 162" o:spid="_x0000_s1088" style="width:354.3pt;height:141.7pt;mso-position-horizontal-relative:char;mso-position-vertical-relative:line" coordorigin="47,47" coordsize="44996,179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">
                <v:shape id="Graphic 163" o:spid="_x0000_s1089" style="position:absolute;left:47;top:47;width:44996;height:17996;visibility:visible;mso-wrap-style:square;v-text-anchor:top" coordsize="4499610,1799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" path="m4499610,l,,,1799589r4499610,l4499610,xe" stroked="f">
                  <v:path arrowok="t"/>
                </v:shape>
                <v:shape id="Image 164" o:spid="_x0000_s1090" type="#_x0000_t75" style="position:absolute;left:5786;top:4093;width:31577;height:84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">
                  <v:imagedata r:id="rId25" o:title=""/>
                </v:shape>
                <v:shape id="Graphic 165" o:spid="_x0000_s1091" style="position:absolute;left:30632;top:7746;width:4115;height:4597;visibility:visible;mso-wrap-style:square;v-text-anchor:top" coordsize="411480,459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" path="m377436,459521r33869,em353052,430223r33528,em328668,399743r33528,em304284,372311r36576,em282948,344879r33528,em261612,317447r33528,em240276,293063r33528,em221988,268679r33528,em200652,244295r36576,em182364,222959r33528,em164076,201623r36576,em145788,180287r36576,em130548,158951r33528,em115308,140663r33528,em97020,119327r36576,em81780,101039r36576,em69588,82751r33528,em54348,64463r33528,em39108,49223r33528,em26916,30935r33528,em11676,15695r36576,em,l33012,e" filled="f" stroked="f">
                  <v:path arrowok="t"/>
                </v:shape>
                <v:shape id="Graphic 166" o:spid="_x0000_s1092" style="position:absolute;left:8768;top:12344;width:25635;height:349;visibility:visible;mso-wrap-style:square;v-text-anchor:top" coordsize="2563495,34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" path="m,l,34480em64504,r,34480em131560,r,34480em198616,r,34480em262624,r,34480em329680,r,34480em393688,r,34480em460744,r,34480em524752,r,34480em591808,r,34480em655816,r,34480em722872,r,34480em789928,r,34480em853936,r,34480em920992,r,34480em985000,r,34480em1052056,r,34480em1116064,r,34480em1183120,r,34480em1250176,r,34480em1314184,r,34480em1381240,r,34480em1445248,r,34480em1512304,r,34480em1576312,r,34480em1643368,r,34480em1707376,r,34480em1774432,r,34480em1841488,r,34480em1905496,r,34480em1972552,r,34480em2036560,r,34480em2103616,r,34480em2167624,r,34480em2234680,r,34480em2301736,r,34480em2365744,r,34480em2432800,r,34480em2496808,r,34480em2563204,r,34480e" filled="f" stroked="f">
                  <v:path arrowok="t"/>
                </v:shape>
                <v:shape id="Graphic 167" o:spid="_x0000_s1093" style="position:absolute;left:41387;top:8987;width:578;height:577;visibility:visible;mso-wrap-style:square;v-text-anchor:top" coordsize="57785,57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" path="m57437,l,,,57437r57437,l57437,xe" fillcolor="#ed7d31" stroked="f">
                  <v:path arrowok="t"/>
                </v:shape>
                <v:shape id="Graphic 168" o:spid="_x0000_s1094" style="position:absolute;left:41387;top:11012;width:578;height:578;visibility:visible;mso-wrap-style:square;v-text-anchor:top" coordsize="57785,57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" path="m57437,l,,,57435r57437,l57437,xe" fillcolor="#4472c4" stroked="f">
                  <v:path arrowok="t"/>
                </v:shape>
                <v:shape id="Graphic 169" o:spid="_x0000_s1095" style="position:absolute;left:47;top:47;width:44996;height:17996;visibility:visible;mso-wrap-style:square;v-text-anchor:top" coordsize="4499610,1799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" path="m,l4499609,r,1799589l,1799589,,xe" filled="f" stroked="f">
                  <v:path arrowok="t"/>
                </v:shape>
                <v:shape id="Textbox 171" o:spid="_x0000_s1096" type="#_x0000_t202" style="position:absolute;left:6401;top:6859;width:775;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" filled="f" stroked="f">
                  <v:textbox inset="0,0,0,0">
                    <w:txbxContent>
                      <w:p w14:paraId="0E895E39" w14:textId="77777777" w:rsidR="004C1E9D" w:rsidRDefault="004C1E9D" w:rsidP="004C1E9D">
                        <w:pPr>
                          <w:spacing w:line="203" w:lineRule="exact"/>
                          <w:rPr>
                            <w:sz w:val="18"/>
                          </w:rPr>
                        </w:pPr>
                        <w:r>
                          <w:rPr>
                            <w:spacing w:val="-10"/>
                            <w:sz w:val="18"/>
                          </w:rPr>
                          <w:t>5</w:t>
                        </w:r>
                      </w:p>
                    </w:txbxContent>
                  </v:textbox>
                </v:shape>
                <v:shape id="Textbox 172" o:spid="_x0000_s1097" type="#_x0000_t202" style="position:absolute;left:7145;top:11706;width:775;height:1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" filled="f" stroked="f">
                  <v:textbox inset="0,0,0,0">
                    <w:txbxContent>
                      <w:p w14:paraId="46F06EAC" w14:textId="77777777" w:rsidR="004C1E9D" w:rsidRDefault="004C1E9D" w:rsidP="004C1E9D">
                        <w:pPr>
                          <w:spacing w:line="203" w:lineRule="exact"/>
                          <w:rPr>
                            <w:sz w:val="18"/>
                          </w:rPr>
                        </w:pPr>
                        <w:r>
                          <w:rPr>
                            <w:spacing w:val="-10"/>
                            <w:sz w:val="18"/>
                          </w:rPr>
                          <w:t>0</w:t>
                        </w:r>
                      </w:p>
                    </w:txbxContent>
                  </v:textbox>
                </v:shape>
                <v:shape id="Textbox 173" o:spid="_x0000_s1098" type="#_x0000_t202" style="position:absolute;left:31649;top:7103;width:4019;height:5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rzlwwAAANwAAAAPAAAAZHJzL2Rvd25yZXYueG1sRE9Na8JA&#10;EL0X/A/LCL3VjS1Y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yQq85cMAAADcAAAADwAA&#10;AAAAAAAAAAAAAAAHAgAAZHJzL2Rvd25yZXYueG1sUEsFBgAAAAADAAMAtwAAAPcCAAAAAA==&#10;" filled="f" stroked="f">
                  <v:textbox inset="0,0,0,0">
                    <w:txbxContent>
                      <w:p w14:paraId="10D29EA5" w14:textId="77777777" w:rsidR="004C1E9D" w:rsidRDefault="004C1E9D" w:rsidP="004C1E9D">
                        <w:pPr>
                          <w:spacing w:line="193" w:lineRule="exact"/>
                          <w:rPr>
                            <w:sz w:val="18"/>
                          </w:rPr>
                        </w:pPr>
                        <w:r>
                          <w:rPr>
                            <w:spacing w:val="-5"/>
                            <w:sz w:val="18"/>
                          </w:rPr>
                          <w:t>210</w:t>
                        </w:r>
                      </w:p>
                      <w:p w14:paraId="7B1CD177" w14:textId="77777777" w:rsidR="004C1E9D" w:rsidRDefault="004C1E9D" w:rsidP="004C1E9D">
                        <w:pPr>
                          <w:spacing w:line="197" w:lineRule="exact"/>
                          <w:ind w:right="173"/>
                          <w:jc w:val="right"/>
                          <w:rPr>
                            <w:sz w:val="18"/>
                          </w:rPr>
                        </w:pPr>
                        <w:r>
                          <w:rPr>
                            <w:spacing w:val="-5"/>
                            <w:sz w:val="18"/>
                          </w:rPr>
                          <w:t>140</w:t>
                        </w:r>
                      </w:p>
                      <w:p w14:paraId="1B9CC4E8" w14:textId="77777777" w:rsidR="004C1E9D" w:rsidRDefault="004C1E9D" w:rsidP="004C1E9D">
                        <w:pPr>
                          <w:spacing w:before="28"/>
                          <w:ind w:right="81"/>
                          <w:jc w:val="right"/>
                          <w:rPr>
                            <w:sz w:val="18"/>
                          </w:rPr>
                        </w:pPr>
                        <w:r>
                          <w:rPr>
                            <w:spacing w:val="-5"/>
                            <w:sz w:val="18"/>
                          </w:rPr>
                          <w:t>70</w:t>
                        </w:r>
                      </w:p>
                      <w:p w14:paraId="683AC9BA" w14:textId="77777777" w:rsidR="004C1E9D" w:rsidRDefault="004C1E9D" w:rsidP="004C1E9D">
                        <w:pPr>
                          <w:spacing w:before="95"/>
                          <w:ind w:right="18"/>
                          <w:jc w:val="right"/>
                          <w:rPr>
                            <w:sz w:val="18"/>
                          </w:rPr>
                        </w:pPr>
                        <w:r>
                          <w:rPr>
                            <w:spacing w:val="-10"/>
                            <w:sz w:val="18"/>
                          </w:rPr>
                          <w:t>0</w:t>
                        </w:r>
                      </w:p>
                    </w:txbxContent>
                  </v:textbox>
                </v:shape>
                <v:shape id="Textbox 174" o:spid="_x0000_s1099" type="#_x0000_t202" style="position:absolute;left:42201;top:8566;width:1778;height:3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ySRwwAAANwAAAAPAAAAZHJzL2Rvd25yZXYueG1sRE9Na8JA&#10;EL0X/A/LCL3VjaVY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RuMkkcMAAADcAAAADwAA&#10;AAAAAAAAAAAAAAAHAgAAZHJzL2Rvd25yZXYueG1sUEsFBgAAAAADAAMAtwAAAPcCAAAAAA==&#10;" filled="f" stroked="f">
                  <v:textbox inset="0,0,0,0">
                    <w:txbxContent>
                      <w:p w14:paraId="3259CF6B" w14:textId="77777777" w:rsidR="004C1E9D" w:rsidRDefault="004C1E9D" w:rsidP="004C1E9D">
                        <w:pPr>
                          <w:spacing w:line="203" w:lineRule="exact"/>
                          <w:rPr>
                            <w:sz w:val="18"/>
                          </w:rPr>
                        </w:pPr>
                        <w:r>
                          <w:rPr>
                            <w:spacing w:val="-2"/>
                            <w:sz w:val="18"/>
                          </w:rPr>
                          <w:t>5-</w:t>
                        </w:r>
                        <w:r>
                          <w:rPr>
                            <w:spacing w:val="-10"/>
                            <w:sz w:val="18"/>
                          </w:rPr>
                          <w:t>5</w:t>
                        </w:r>
                      </w:p>
                      <w:p w14:paraId="3A771676" w14:textId="77777777" w:rsidR="004C1E9D" w:rsidRDefault="004C1E9D" w:rsidP="004C1E9D">
                        <w:pPr>
                          <w:spacing w:before="110"/>
                          <w:rPr>
                            <w:sz w:val="18"/>
                          </w:rPr>
                        </w:pPr>
                        <w:r>
                          <w:rPr>
                            <w:spacing w:val="-2"/>
                            <w:sz w:val="18"/>
                          </w:rPr>
                          <w:t>0-</w:t>
                        </w:r>
                        <w:r>
                          <w:rPr>
                            <w:spacing w:val="-10"/>
                            <w:sz w:val="18"/>
                          </w:rPr>
                          <w:t>5</w:t>
                        </w:r>
                      </w:p>
                    </w:txbxContent>
                  </v:textbox>
                </v:shape>
                <v:shape id="Textbox 175" o:spid="_x0000_s1100" type="#_x0000_t202" style="position:absolute;left:18124;top:15333;width:7054;height:1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4EKwwAAANwAAAAPAAAAZHJzL2Rvd25yZXYueG1sRE9Na8JA&#10;EL0X/A/LCL3VjYVa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Ka+BCsMAAADcAAAADwAA&#10;AAAAAAAAAAAAAAAHAgAAZHJzL2Rvd25yZXYueG1sUEsFBgAAAAADAAMAtwAAAPcCAAAAAA==&#10;" filled="f" stroked="f">
                  <v:textbox inset="0,0,0,0">
                    <w:txbxContent>
                      <w:p w14:paraId="05A57780" w14:textId="32509DB2" w:rsidR="004C1E9D" w:rsidRPr="004C1E9D" w:rsidRDefault="004C1E9D" w:rsidP="004C1E9D">
                        <w:pPr>
                          <w:spacing w:line="203" w:lineRule="exact"/>
                          <w:rPr>
                            <w:bCs/>
                            <w:sz w:val="18"/>
                          </w:rPr>
                        </w:pPr>
                        <w:r w:rsidRPr="004C1E9D">
                          <w:rPr>
                            <w:bCs/>
                            <w:sz w:val="18"/>
                          </w:rPr>
                          <w:t>Length</w:t>
                        </w:r>
                        <w:r w:rsidRPr="004C1E9D">
                          <w:rPr>
                            <w:bCs/>
                            <w:spacing w:val="-7"/>
                            <w:sz w:val="18"/>
                          </w:rPr>
                          <w:t xml:space="preserve"> </w:t>
                        </w:r>
                        <w:r w:rsidRPr="004C1E9D">
                          <w:rPr>
                            <w:bCs/>
                            <w:spacing w:val="-4"/>
                            <w:sz w:val="18"/>
                          </w:rPr>
                          <w:t>(mm)</w:t>
                        </w:r>
                      </w:p>
                    </w:txbxContent>
                  </v:textbox>
                </v:shape>
                <v:shape id="Textbox 176" o:spid="_x0000_s1101" type="#_x0000_t202" style="position:absolute;left:35353;top:14938;width:9690;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" stroked="f" strokeweight="1pt">
                  <v:textbox inset="0,0,0,0">
                    <w:txbxContent>
                      <w:p w14:paraId="37E619AE" w14:textId="77777777" w:rsidR="004C1E9D" w:rsidRDefault="004C1E9D" w:rsidP="004C1E9D">
                        <w:pPr>
                          <w:spacing w:before="59" w:line="232" w:lineRule="auto"/>
                          <w:ind w:left="133" w:right="258"/>
                          <w:rPr>
                            <w:color w:val="000000"/>
                            <w:sz w:val="18"/>
                          </w:rPr>
                        </w:pPr>
                        <w:r>
                          <w:rPr>
                            <w:color w:val="000000"/>
                            <w:sz w:val="18"/>
                          </w:rPr>
                          <w:t>Max</w:t>
                        </w:r>
                        <w:r>
                          <w:rPr>
                            <w:color w:val="000000"/>
                            <w:spacing w:val="-12"/>
                            <w:sz w:val="18"/>
                          </w:rPr>
                          <w:t xml:space="preserve"> </w:t>
                        </w:r>
                        <w:r>
                          <w:rPr>
                            <w:color w:val="000000"/>
                            <w:sz w:val="18"/>
                          </w:rPr>
                          <w:t>:</w:t>
                        </w:r>
                        <w:r>
                          <w:rPr>
                            <w:color w:val="000000"/>
                            <w:spacing w:val="-11"/>
                            <w:sz w:val="18"/>
                          </w:rPr>
                          <w:t xml:space="preserve"> </w:t>
                        </w:r>
                        <w:r>
                          <w:rPr>
                            <w:color w:val="000000"/>
                            <w:sz w:val="18"/>
                          </w:rPr>
                          <w:t>2.54</w:t>
                        </w:r>
                        <w:r>
                          <w:rPr>
                            <w:color w:val="000000"/>
                            <w:spacing w:val="-11"/>
                            <w:sz w:val="18"/>
                          </w:rPr>
                          <w:t xml:space="preserve"> </w:t>
                        </w:r>
                        <w:r>
                          <w:rPr>
                            <w:color w:val="000000"/>
                            <w:sz w:val="18"/>
                          </w:rPr>
                          <w:t>mm Min</w:t>
                        </w:r>
                        <w:r>
                          <w:rPr>
                            <w:color w:val="000000"/>
                            <w:spacing w:val="40"/>
                            <w:sz w:val="18"/>
                          </w:rPr>
                          <w:t xml:space="preserve"> </w:t>
                        </w:r>
                        <w:r>
                          <w:rPr>
                            <w:color w:val="000000"/>
                            <w:sz w:val="18"/>
                          </w:rPr>
                          <w:t>: 0 mm</w:t>
                        </w:r>
                      </w:p>
                    </w:txbxContent>
                  </v:textbox>
                </v:shape>
                <w10:anchorlock/>
              </v:group>
            </w:pict>
          </mc:Fallback>
        </mc:AlternateContent>
      </w:r>
    </w:p>
    <w:p w14:paraId="535B897A" w14:textId="7EF50167" w:rsidR="004C1E9D" w:rsidRDefault="004C1E9D" w:rsidP="002A6AFD">
      <w:pPr>
        <w:pStyle w:val="FigureCaption"/>
      </w:pPr>
      <w:r>
        <w:rPr>
          <w:b/>
          <w:caps/>
        </w:rPr>
        <w:t>Figure 10.</w:t>
      </w:r>
      <w:r>
        <w:t xml:space="preserve"> </w:t>
      </w:r>
      <w:r w:rsidRPr="004C1E9D">
        <w:t>Distortion profile of Al 5083 welded with TTF at 100 °C.</w:t>
      </w:r>
    </w:p>
    <w:p w14:paraId="1843C31B" w14:textId="7AA0B1DB" w:rsidR="004C1E9D" w:rsidRDefault="004C1E9D" w:rsidP="002A6AFD">
      <w:pPr>
        <w:pStyle w:val="Paragraph"/>
      </w:pPr>
    </w:p>
    <w:p w14:paraId="0C93A9F2" w14:textId="77AC7B85" w:rsidR="004C1E9D" w:rsidRDefault="004C1E9D" w:rsidP="002A6AFD">
      <w:pPr>
        <w:pStyle w:val="FigureCaption"/>
        <w:rPr>
          <w:b/>
          <w:caps/>
        </w:rPr>
      </w:pPr>
      <w:r>
        <w:rPr>
          <w:rFonts w:ascii="Arial" w:hAnsi="Arial"/>
          <w:i/>
          <w:noProof/>
        </w:rPr>
        <w:lastRenderedPageBreak/>
        <mc:AlternateContent>
          <mc:Choice Requires="wpg">
            <w:drawing>
              <wp:inline distT="0" distB="0" distL="0" distR="0" wp14:anchorId="2F0B95F4" wp14:editId="6B9B8B40">
                <wp:extent cx="4474823" cy="1611673"/>
                <wp:effectExtent l="0" t="0" r="21590" b="26670"/>
                <wp:docPr id="181" name="Group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74823" cy="1611673"/>
                          <a:chOff x="3175" y="3175"/>
                          <a:chExt cx="4474823" cy="1611673"/>
                        </a:xfrm>
                      </wpg:grpSpPr>
                      <wps:wsp>
                        <wps:cNvPr id="182" name="Graphic 182"/>
                        <wps:cNvSpPr/>
                        <wps:spPr>
                          <a:xfrm>
                            <a:off x="3175" y="3175"/>
                            <a:ext cx="4474210" cy="1611630"/>
                          </a:xfrm>
                          <a:custGeom>
                            <a:avLst/>
                            <a:gdLst/>
                            <a:ahLst/>
                            <a:cxnLst/>
                            <a:rect l="l" t="t" r="r" b="b"/>
                            <a:pathLst>
                              <a:path w="4474210" h="1611630">
                                <a:moveTo>
                                  <a:pt x="4474208" y="0"/>
                                </a:moveTo>
                                <a:lnTo>
                                  <a:pt x="0" y="0"/>
                                </a:lnTo>
                                <a:lnTo>
                                  <a:pt x="0" y="1611628"/>
                                </a:lnTo>
                                <a:lnTo>
                                  <a:pt x="4474208" y="1611628"/>
                                </a:lnTo>
                                <a:lnTo>
                                  <a:pt x="4474208" y="0"/>
                                </a:lnTo>
                                <a:close/>
                              </a:path>
                            </a:pathLst>
                          </a:custGeom>
                          <a:solidFill>
                            <a:srgbClr val="FFFFFF"/>
                          </a:solidFill>
                        </wps:spPr>
                        <wps:bodyPr wrap="square" lIns="0" tIns="0" rIns="0" bIns="0" rtlCol="0">
                          <a:prstTxWarp prst="textNoShape">
                            <a:avLst/>
                          </a:prstTxWarp>
                          <a:noAutofit/>
                        </wps:bodyPr>
                      </wps:wsp>
                      <pic:pic xmlns:pic="http://schemas.openxmlformats.org/drawingml/2006/picture">
                        <pic:nvPicPr>
                          <pic:cNvPr id="183" name="Image 183"/>
                          <pic:cNvPicPr/>
                        </pic:nvPicPr>
                        <pic:blipFill>
                          <a:blip r:embed="rId26" cstate="print"/>
                          <a:stretch>
                            <a:fillRect/>
                          </a:stretch>
                        </pic:blipFill>
                        <pic:spPr>
                          <a:xfrm>
                            <a:off x="612075" y="316009"/>
                            <a:ext cx="3020567" cy="777240"/>
                          </a:xfrm>
                          <a:prstGeom prst="rect">
                            <a:avLst/>
                          </a:prstGeom>
                        </pic:spPr>
                      </pic:pic>
                      <wps:wsp>
                        <wps:cNvPr id="184" name="Graphic 184"/>
                        <wps:cNvSpPr/>
                        <wps:spPr>
                          <a:xfrm>
                            <a:off x="2970062" y="647212"/>
                            <a:ext cx="399415" cy="430530"/>
                          </a:xfrm>
                          <a:custGeom>
                            <a:avLst/>
                            <a:gdLst/>
                            <a:ahLst/>
                            <a:cxnLst/>
                            <a:rect l="l" t="t" r="r" b="b"/>
                            <a:pathLst>
                              <a:path w="399415" h="430530">
                                <a:moveTo>
                                  <a:pt x="360829" y="430435"/>
                                </a:moveTo>
                                <a:lnTo>
                                  <a:pt x="399359" y="430435"/>
                                </a:lnTo>
                              </a:path>
                              <a:path w="399415" h="430530">
                                <a:moveTo>
                                  <a:pt x="336445" y="400316"/>
                                </a:moveTo>
                                <a:lnTo>
                                  <a:pt x="376069" y="400316"/>
                                </a:lnTo>
                              </a:path>
                              <a:path w="399415" h="430530">
                                <a:moveTo>
                                  <a:pt x="315109" y="372884"/>
                                </a:moveTo>
                                <a:lnTo>
                                  <a:pt x="351685" y="372884"/>
                                </a:lnTo>
                              </a:path>
                              <a:path w="399415" h="430530">
                                <a:moveTo>
                                  <a:pt x="290725" y="348500"/>
                                </a:moveTo>
                                <a:lnTo>
                                  <a:pt x="330349" y="348500"/>
                                </a:lnTo>
                              </a:path>
                              <a:path w="399415" h="430530">
                                <a:moveTo>
                                  <a:pt x="269389" y="321068"/>
                                </a:moveTo>
                                <a:lnTo>
                                  <a:pt x="309013" y="321068"/>
                                </a:lnTo>
                              </a:path>
                              <a:path w="399415" h="430530">
                                <a:moveTo>
                                  <a:pt x="251101" y="296684"/>
                                </a:moveTo>
                                <a:lnTo>
                                  <a:pt x="287677" y="296684"/>
                                </a:lnTo>
                              </a:path>
                              <a:path w="399415" h="430530">
                                <a:moveTo>
                                  <a:pt x="229765" y="275348"/>
                                </a:moveTo>
                                <a:lnTo>
                                  <a:pt x="269389" y="275348"/>
                                </a:lnTo>
                              </a:path>
                              <a:path w="399415" h="430530">
                                <a:moveTo>
                                  <a:pt x="211477" y="250964"/>
                                </a:moveTo>
                                <a:lnTo>
                                  <a:pt x="248053" y="250964"/>
                                </a:lnTo>
                              </a:path>
                              <a:path w="399415" h="430530">
                                <a:moveTo>
                                  <a:pt x="193189" y="229628"/>
                                </a:moveTo>
                                <a:lnTo>
                                  <a:pt x="229765" y="229628"/>
                                </a:lnTo>
                              </a:path>
                              <a:path w="399415" h="430530">
                                <a:moveTo>
                                  <a:pt x="174901" y="208292"/>
                                </a:moveTo>
                                <a:lnTo>
                                  <a:pt x="211477" y="208292"/>
                                </a:lnTo>
                              </a:path>
                              <a:path w="399415" h="430530">
                                <a:moveTo>
                                  <a:pt x="156613" y="186956"/>
                                </a:moveTo>
                                <a:lnTo>
                                  <a:pt x="196237" y="186956"/>
                                </a:lnTo>
                              </a:path>
                              <a:path w="399415" h="430530">
                                <a:moveTo>
                                  <a:pt x="141373" y="168668"/>
                                </a:moveTo>
                                <a:lnTo>
                                  <a:pt x="177949" y="168668"/>
                                </a:lnTo>
                              </a:path>
                              <a:path w="399415" h="430530">
                                <a:moveTo>
                                  <a:pt x="123085" y="147332"/>
                                </a:moveTo>
                                <a:lnTo>
                                  <a:pt x="162709" y="147332"/>
                                </a:lnTo>
                              </a:path>
                              <a:path w="399415" h="430530">
                                <a:moveTo>
                                  <a:pt x="107845" y="129044"/>
                                </a:moveTo>
                                <a:lnTo>
                                  <a:pt x="147469" y="129044"/>
                                </a:lnTo>
                              </a:path>
                              <a:path w="399415" h="430530">
                                <a:moveTo>
                                  <a:pt x="92605" y="110756"/>
                                </a:moveTo>
                                <a:lnTo>
                                  <a:pt x="132229" y="110756"/>
                                </a:lnTo>
                              </a:path>
                              <a:path w="399415" h="430530">
                                <a:moveTo>
                                  <a:pt x="80413" y="95516"/>
                                </a:moveTo>
                                <a:lnTo>
                                  <a:pt x="116989" y="95516"/>
                                </a:lnTo>
                              </a:path>
                              <a:path w="399415" h="430530">
                                <a:moveTo>
                                  <a:pt x="65173" y="77228"/>
                                </a:moveTo>
                                <a:lnTo>
                                  <a:pt x="101749" y="77228"/>
                                </a:lnTo>
                              </a:path>
                              <a:path w="399415" h="430530">
                                <a:moveTo>
                                  <a:pt x="49933" y="61988"/>
                                </a:moveTo>
                                <a:lnTo>
                                  <a:pt x="89557" y="61988"/>
                                </a:lnTo>
                              </a:path>
                              <a:path w="399415" h="430530">
                                <a:moveTo>
                                  <a:pt x="37741" y="43700"/>
                                </a:moveTo>
                                <a:lnTo>
                                  <a:pt x="77365" y="43700"/>
                                </a:lnTo>
                              </a:path>
                              <a:path w="399415" h="430530">
                                <a:moveTo>
                                  <a:pt x="25549" y="28460"/>
                                </a:moveTo>
                                <a:lnTo>
                                  <a:pt x="62125" y="28460"/>
                                </a:lnTo>
                              </a:path>
                              <a:path w="399415" h="430530">
                                <a:moveTo>
                                  <a:pt x="13357" y="13220"/>
                                </a:moveTo>
                                <a:lnTo>
                                  <a:pt x="49933" y="13220"/>
                                </a:lnTo>
                              </a:path>
                              <a:path w="399415" h="430530">
                                <a:moveTo>
                                  <a:pt x="0" y="0"/>
                                </a:moveTo>
                                <a:lnTo>
                                  <a:pt x="37741" y="0"/>
                                </a:lnTo>
                              </a:path>
                            </a:pathLst>
                          </a:custGeom>
                          <a:ln w="9525">
                            <a:solidFill>
                              <a:srgbClr val="E0E5EB"/>
                            </a:solidFill>
                            <a:prstDash val="solid"/>
                          </a:ln>
                        </wps:spPr>
                        <wps:bodyPr wrap="square" lIns="0" tIns="0" rIns="0" bIns="0" rtlCol="0">
                          <a:prstTxWarp prst="textNoShape">
                            <a:avLst/>
                          </a:prstTxWarp>
                          <a:noAutofit/>
                        </wps:bodyPr>
                      </wps:wsp>
                      <wps:wsp>
                        <wps:cNvPr id="185" name="Graphic 185"/>
                        <wps:cNvSpPr/>
                        <wps:spPr>
                          <a:xfrm>
                            <a:off x="913904" y="1077951"/>
                            <a:ext cx="2417445" cy="38735"/>
                          </a:xfrm>
                          <a:custGeom>
                            <a:avLst/>
                            <a:gdLst/>
                            <a:ahLst/>
                            <a:cxnLst/>
                            <a:rect l="l" t="t" r="r" b="b"/>
                            <a:pathLst>
                              <a:path w="2417445" h="38735">
                                <a:moveTo>
                                  <a:pt x="0" y="0"/>
                                </a:moveTo>
                                <a:lnTo>
                                  <a:pt x="0" y="38333"/>
                                </a:lnTo>
                              </a:path>
                              <a:path w="2417445" h="38735">
                                <a:moveTo>
                                  <a:pt x="60883" y="0"/>
                                </a:moveTo>
                                <a:lnTo>
                                  <a:pt x="60883" y="38333"/>
                                </a:lnTo>
                              </a:path>
                              <a:path w="2417445" h="38735">
                                <a:moveTo>
                                  <a:pt x="124891" y="0"/>
                                </a:moveTo>
                                <a:lnTo>
                                  <a:pt x="124891" y="38333"/>
                                </a:lnTo>
                              </a:path>
                              <a:path w="2417445" h="38735">
                                <a:moveTo>
                                  <a:pt x="185851" y="0"/>
                                </a:moveTo>
                                <a:lnTo>
                                  <a:pt x="185851" y="38333"/>
                                </a:lnTo>
                              </a:path>
                              <a:path w="2417445" h="38735">
                                <a:moveTo>
                                  <a:pt x="246811" y="0"/>
                                </a:moveTo>
                                <a:lnTo>
                                  <a:pt x="246811" y="38333"/>
                                </a:lnTo>
                              </a:path>
                              <a:path w="2417445" h="38735">
                                <a:moveTo>
                                  <a:pt x="310819" y="0"/>
                                </a:moveTo>
                                <a:lnTo>
                                  <a:pt x="310819" y="38333"/>
                                </a:lnTo>
                              </a:path>
                              <a:path w="2417445" h="38735">
                                <a:moveTo>
                                  <a:pt x="371779" y="0"/>
                                </a:moveTo>
                                <a:lnTo>
                                  <a:pt x="371779" y="38333"/>
                                </a:lnTo>
                              </a:path>
                              <a:path w="2417445" h="38735">
                                <a:moveTo>
                                  <a:pt x="432739" y="0"/>
                                </a:moveTo>
                                <a:lnTo>
                                  <a:pt x="432739" y="38333"/>
                                </a:lnTo>
                              </a:path>
                              <a:path w="2417445" h="38735">
                                <a:moveTo>
                                  <a:pt x="496747" y="0"/>
                                </a:moveTo>
                                <a:lnTo>
                                  <a:pt x="496747" y="38333"/>
                                </a:lnTo>
                              </a:path>
                              <a:path w="2417445" h="38735">
                                <a:moveTo>
                                  <a:pt x="557707" y="0"/>
                                </a:moveTo>
                                <a:lnTo>
                                  <a:pt x="557707" y="38333"/>
                                </a:lnTo>
                              </a:path>
                              <a:path w="2417445" h="38735">
                                <a:moveTo>
                                  <a:pt x="618667" y="0"/>
                                </a:moveTo>
                                <a:lnTo>
                                  <a:pt x="618667" y="38333"/>
                                </a:lnTo>
                              </a:path>
                              <a:path w="2417445" h="38735">
                                <a:moveTo>
                                  <a:pt x="682675" y="0"/>
                                </a:moveTo>
                                <a:lnTo>
                                  <a:pt x="682675" y="38333"/>
                                </a:lnTo>
                              </a:path>
                              <a:path w="2417445" h="38735">
                                <a:moveTo>
                                  <a:pt x="743635" y="0"/>
                                </a:moveTo>
                                <a:lnTo>
                                  <a:pt x="743635" y="38333"/>
                                </a:lnTo>
                              </a:path>
                              <a:path w="2417445" h="38735">
                                <a:moveTo>
                                  <a:pt x="804595" y="0"/>
                                </a:moveTo>
                                <a:lnTo>
                                  <a:pt x="804595" y="38333"/>
                                </a:lnTo>
                              </a:path>
                              <a:path w="2417445" h="38735">
                                <a:moveTo>
                                  <a:pt x="868603" y="0"/>
                                </a:moveTo>
                                <a:lnTo>
                                  <a:pt x="868603" y="38333"/>
                                </a:lnTo>
                              </a:path>
                              <a:path w="2417445" h="38735">
                                <a:moveTo>
                                  <a:pt x="929563" y="0"/>
                                </a:moveTo>
                                <a:lnTo>
                                  <a:pt x="929563" y="38333"/>
                                </a:lnTo>
                              </a:path>
                              <a:path w="2417445" h="38735">
                                <a:moveTo>
                                  <a:pt x="990523" y="0"/>
                                </a:moveTo>
                                <a:lnTo>
                                  <a:pt x="990523" y="38333"/>
                                </a:lnTo>
                              </a:path>
                              <a:path w="2417445" h="38735">
                                <a:moveTo>
                                  <a:pt x="1054531" y="0"/>
                                </a:moveTo>
                                <a:lnTo>
                                  <a:pt x="1054531" y="38333"/>
                                </a:lnTo>
                              </a:path>
                              <a:path w="2417445" h="38735">
                                <a:moveTo>
                                  <a:pt x="1115491" y="0"/>
                                </a:moveTo>
                                <a:lnTo>
                                  <a:pt x="1115491" y="38333"/>
                                </a:lnTo>
                              </a:path>
                              <a:path w="2417445" h="38735">
                                <a:moveTo>
                                  <a:pt x="1176451" y="0"/>
                                </a:moveTo>
                                <a:lnTo>
                                  <a:pt x="1176451" y="38333"/>
                                </a:lnTo>
                              </a:path>
                              <a:path w="2417445" h="38735">
                                <a:moveTo>
                                  <a:pt x="1240459" y="0"/>
                                </a:moveTo>
                                <a:lnTo>
                                  <a:pt x="1240459" y="38333"/>
                                </a:lnTo>
                              </a:path>
                              <a:path w="2417445" h="38735">
                                <a:moveTo>
                                  <a:pt x="1301419" y="0"/>
                                </a:moveTo>
                                <a:lnTo>
                                  <a:pt x="1301419" y="38333"/>
                                </a:lnTo>
                              </a:path>
                              <a:path w="2417445" h="38735">
                                <a:moveTo>
                                  <a:pt x="1362379" y="0"/>
                                </a:moveTo>
                                <a:lnTo>
                                  <a:pt x="1362379" y="38333"/>
                                </a:lnTo>
                              </a:path>
                              <a:path w="2417445" h="38735">
                                <a:moveTo>
                                  <a:pt x="1426387" y="0"/>
                                </a:moveTo>
                                <a:lnTo>
                                  <a:pt x="1426387" y="38333"/>
                                </a:lnTo>
                              </a:path>
                              <a:path w="2417445" h="38735">
                                <a:moveTo>
                                  <a:pt x="1487347" y="0"/>
                                </a:moveTo>
                                <a:lnTo>
                                  <a:pt x="1487347" y="38333"/>
                                </a:lnTo>
                              </a:path>
                              <a:path w="2417445" h="38735">
                                <a:moveTo>
                                  <a:pt x="1548307" y="0"/>
                                </a:moveTo>
                                <a:lnTo>
                                  <a:pt x="1548307" y="38333"/>
                                </a:lnTo>
                              </a:path>
                              <a:path w="2417445" h="38735">
                                <a:moveTo>
                                  <a:pt x="1612315" y="0"/>
                                </a:moveTo>
                                <a:lnTo>
                                  <a:pt x="1612315" y="38333"/>
                                </a:lnTo>
                              </a:path>
                              <a:path w="2417445" h="38735">
                                <a:moveTo>
                                  <a:pt x="1673275" y="0"/>
                                </a:moveTo>
                                <a:lnTo>
                                  <a:pt x="1673275" y="38333"/>
                                </a:lnTo>
                              </a:path>
                              <a:path w="2417445" h="38735">
                                <a:moveTo>
                                  <a:pt x="1734235" y="0"/>
                                </a:moveTo>
                                <a:lnTo>
                                  <a:pt x="1734235" y="38333"/>
                                </a:lnTo>
                              </a:path>
                              <a:path w="2417445" h="38735">
                                <a:moveTo>
                                  <a:pt x="1798243" y="0"/>
                                </a:moveTo>
                                <a:lnTo>
                                  <a:pt x="1798243" y="38333"/>
                                </a:lnTo>
                              </a:path>
                              <a:path w="2417445" h="38735">
                                <a:moveTo>
                                  <a:pt x="1859203" y="0"/>
                                </a:moveTo>
                                <a:lnTo>
                                  <a:pt x="1859203" y="38333"/>
                                </a:lnTo>
                              </a:path>
                              <a:path w="2417445" h="38735">
                                <a:moveTo>
                                  <a:pt x="1920163" y="0"/>
                                </a:moveTo>
                                <a:lnTo>
                                  <a:pt x="1920163" y="38333"/>
                                </a:lnTo>
                              </a:path>
                              <a:path w="2417445" h="38735">
                                <a:moveTo>
                                  <a:pt x="1984171" y="0"/>
                                </a:moveTo>
                                <a:lnTo>
                                  <a:pt x="1984171" y="38333"/>
                                </a:lnTo>
                              </a:path>
                              <a:path w="2417445" h="38735">
                                <a:moveTo>
                                  <a:pt x="2045131" y="0"/>
                                </a:moveTo>
                                <a:lnTo>
                                  <a:pt x="2045131" y="38333"/>
                                </a:lnTo>
                              </a:path>
                              <a:path w="2417445" h="38735">
                                <a:moveTo>
                                  <a:pt x="2106091" y="0"/>
                                </a:moveTo>
                                <a:lnTo>
                                  <a:pt x="2106091" y="38333"/>
                                </a:lnTo>
                              </a:path>
                              <a:path w="2417445" h="38735">
                                <a:moveTo>
                                  <a:pt x="2170099" y="0"/>
                                </a:moveTo>
                                <a:lnTo>
                                  <a:pt x="2170099" y="38333"/>
                                </a:lnTo>
                              </a:path>
                              <a:path w="2417445" h="38735">
                                <a:moveTo>
                                  <a:pt x="2231059" y="0"/>
                                </a:moveTo>
                                <a:lnTo>
                                  <a:pt x="2231059" y="38333"/>
                                </a:lnTo>
                              </a:path>
                              <a:path w="2417445" h="38735">
                                <a:moveTo>
                                  <a:pt x="2292019" y="0"/>
                                </a:moveTo>
                                <a:lnTo>
                                  <a:pt x="2292019" y="38333"/>
                                </a:lnTo>
                              </a:path>
                              <a:path w="2417445" h="38735">
                                <a:moveTo>
                                  <a:pt x="2356027" y="0"/>
                                </a:moveTo>
                                <a:lnTo>
                                  <a:pt x="2356027" y="38333"/>
                                </a:lnTo>
                              </a:path>
                              <a:path w="2417445" h="38735">
                                <a:moveTo>
                                  <a:pt x="2417137" y="0"/>
                                </a:moveTo>
                                <a:lnTo>
                                  <a:pt x="2417137" y="38333"/>
                                </a:lnTo>
                              </a:path>
                            </a:pathLst>
                          </a:custGeom>
                          <a:ln w="9525">
                            <a:solidFill>
                              <a:srgbClr val="E0E5EB"/>
                            </a:solidFill>
                            <a:prstDash val="solid"/>
                          </a:ln>
                        </wps:spPr>
                        <wps:bodyPr wrap="square" lIns="0" tIns="0" rIns="0" bIns="0" rtlCol="0">
                          <a:prstTxWarp prst="textNoShape">
                            <a:avLst/>
                          </a:prstTxWarp>
                          <a:noAutofit/>
                        </wps:bodyPr>
                      </wps:wsp>
                      <pic:pic xmlns:pic="http://schemas.openxmlformats.org/drawingml/2006/picture">
                        <pic:nvPicPr>
                          <pic:cNvPr id="186" name="Image 186"/>
                          <pic:cNvPicPr/>
                        </pic:nvPicPr>
                        <pic:blipFill>
                          <a:blip r:embed="rId27" cstate="print"/>
                          <a:stretch>
                            <a:fillRect/>
                          </a:stretch>
                        </pic:blipFill>
                        <pic:spPr>
                          <a:xfrm>
                            <a:off x="4083772" y="792847"/>
                            <a:ext cx="63864" cy="63864"/>
                          </a:xfrm>
                          <a:prstGeom prst="rect">
                            <a:avLst/>
                          </a:prstGeom>
                        </pic:spPr>
                      </pic:pic>
                      <pic:pic xmlns:pic="http://schemas.openxmlformats.org/drawingml/2006/picture">
                        <pic:nvPicPr>
                          <pic:cNvPr id="187" name="Image 187"/>
                          <pic:cNvPicPr/>
                        </pic:nvPicPr>
                        <pic:blipFill>
                          <a:blip r:embed="rId28" cstate="print"/>
                          <a:stretch>
                            <a:fillRect/>
                          </a:stretch>
                        </pic:blipFill>
                        <pic:spPr>
                          <a:xfrm>
                            <a:off x="4083772" y="1009549"/>
                            <a:ext cx="63864" cy="63865"/>
                          </a:xfrm>
                          <a:prstGeom prst="rect">
                            <a:avLst/>
                          </a:prstGeom>
                        </pic:spPr>
                      </pic:pic>
                      <wps:wsp>
                        <wps:cNvPr id="188" name="Graphic 188"/>
                        <wps:cNvSpPr/>
                        <wps:spPr>
                          <a:xfrm>
                            <a:off x="3175" y="3175"/>
                            <a:ext cx="4474210" cy="1611630"/>
                          </a:xfrm>
                          <a:custGeom>
                            <a:avLst/>
                            <a:gdLst/>
                            <a:ahLst/>
                            <a:cxnLst/>
                            <a:rect l="l" t="t" r="r" b="b"/>
                            <a:pathLst>
                              <a:path w="4474210" h="1611630">
                                <a:moveTo>
                                  <a:pt x="0" y="0"/>
                                </a:moveTo>
                                <a:lnTo>
                                  <a:pt x="4474209" y="0"/>
                                </a:lnTo>
                                <a:lnTo>
                                  <a:pt x="4474209" y="1611629"/>
                                </a:lnTo>
                                <a:lnTo>
                                  <a:pt x="0" y="1611629"/>
                                </a:lnTo>
                                <a:lnTo>
                                  <a:pt x="0" y="0"/>
                                </a:lnTo>
                                <a:close/>
                              </a:path>
                            </a:pathLst>
                          </a:custGeom>
                          <a:ln w="6350">
                            <a:noFill/>
                            <a:prstDash val="solid"/>
                          </a:ln>
                        </wps:spPr>
                        <wps:bodyPr wrap="square" lIns="0" tIns="0" rIns="0" bIns="0" rtlCol="0">
                          <a:prstTxWarp prst="textNoShape">
                            <a:avLst/>
                          </a:prstTxWarp>
                          <a:noAutofit/>
                        </wps:bodyPr>
                      </wps:wsp>
                      <wps:wsp>
                        <wps:cNvPr id="189" name="Textbox 189"/>
                        <wps:cNvSpPr txBox="1"/>
                        <wps:spPr>
                          <a:xfrm>
                            <a:off x="3442948" y="1336718"/>
                            <a:ext cx="1035050" cy="278130"/>
                          </a:xfrm>
                          <a:prstGeom prst="rect">
                            <a:avLst/>
                          </a:prstGeom>
                          <a:solidFill>
                            <a:srgbClr val="FFFFFF"/>
                          </a:solidFill>
                          <a:ln w="12700">
                            <a:solidFill>
                              <a:srgbClr val="000000"/>
                            </a:solidFill>
                            <a:prstDash val="solid"/>
                          </a:ln>
                        </wps:spPr>
                        <wps:txbx>
                          <w:txbxContent>
                            <w:p w14:paraId="619EF6CB" w14:textId="77777777" w:rsidR="004C1E9D" w:rsidRDefault="004C1E9D" w:rsidP="004C1E9D">
                              <w:pPr>
                                <w:spacing w:before="20" w:line="202" w:lineRule="exact"/>
                                <w:ind w:left="133" w:right="361"/>
                                <w:rPr>
                                  <w:color w:val="000000"/>
                                  <w:sz w:val="18"/>
                                </w:rPr>
                              </w:pPr>
                              <w:r>
                                <w:rPr>
                                  <w:color w:val="000000"/>
                                  <w:sz w:val="18"/>
                                </w:rPr>
                                <w:t>Max</w:t>
                              </w:r>
                              <w:r>
                                <w:rPr>
                                  <w:color w:val="000000"/>
                                  <w:spacing w:val="-12"/>
                                  <w:sz w:val="18"/>
                                </w:rPr>
                                <w:t xml:space="preserve"> </w:t>
                              </w:r>
                              <w:r>
                                <w:rPr>
                                  <w:color w:val="000000"/>
                                  <w:sz w:val="18"/>
                                </w:rPr>
                                <w:t>:</w:t>
                              </w:r>
                              <w:r>
                                <w:rPr>
                                  <w:color w:val="000000"/>
                                  <w:spacing w:val="-11"/>
                                  <w:sz w:val="18"/>
                                </w:rPr>
                                <w:t xml:space="preserve"> </w:t>
                              </w:r>
                              <w:r>
                                <w:rPr>
                                  <w:color w:val="000000"/>
                                  <w:sz w:val="18"/>
                                </w:rPr>
                                <w:t>1.70</w:t>
                              </w:r>
                              <w:r>
                                <w:rPr>
                                  <w:color w:val="000000"/>
                                  <w:spacing w:val="-11"/>
                                  <w:sz w:val="18"/>
                                </w:rPr>
                                <w:t xml:space="preserve"> </w:t>
                              </w:r>
                              <w:r>
                                <w:rPr>
                                  <w:color w:val="000000"/>
                                  <w:sz w:val="18"/>
                                </w:rPr>
                                <w:t>mm Min</w:t>
                              </w:r>
                              <w:r>
                                <w:rPr>
                                  <w:color w:val="000000"/>
                                  <w:spacing w:val="40"/>
                                  <w:sz w:val="18"/>
                                </w:rPr>
                                <w:t xml:space="preserve"> </w:t>
                              </w:r>
                              <w:r>
                                <w:rPr>
                                  <w:color w:val="000000"/>
                                  <w:sz w:val="18"/>
                                </w:rPr>
                                <w:t>: 0 mm</w:t>
                              </w:r>
                            </w:p>
                          </w:txbxContent>
                        </wps:txbx>
                        <wps:bodyPr wrap="square" lIns="0" tIns="0" rIns="0" bIns="0" rtlCol="0">
                          <a:noAutofit/>
                        </wps:bodyPr>
                      </wps:wsp>
                      <wps:wsp>
                        <wps:cNvPr id="191" name="Textbox 191"/>
                        <wps:cNvSpPr txBox="1"/>
                        <wps:spPr>
                          <a:xfrm>
                            <a:off x="664488" y="566387"/>
                            <a:ext cx="84455" cy="143510"/>
                          </a:xfrm>
                          <a:prstGeom prst="rect">
                            <a:avLst/>
                          </a:prstGeom>
                        </wps:spPr>
                        <wps:txbx>
                          <w:txbxContent>
                            <w:p w14:paraId="76660B09" w14:textId="77777777" w:rsidR="004C1E9D" w:rsidRDefault="004C1E9D" w:rsidP="004C1E9D">
                              <w:pPr>
                                <w:spacing w:line="225" w:lineRule="exact"/>
                                <w:rPr>
                                  <w:sz w:val="20"/>
                                </w:rPr>
                              </w:pPr>
                              <w:r>
                                <w:rPr>
                                  <w:spacing w:val="-10"/>
                                  <w:sz w:val="20"/>
                                </w:rPr>
                                <w:t>5</w:t>
                              </w:r>
                            </w:p>
                          </w:txbxContent>
                        </wps:txbx>
                        <wps:bodyPr wrap="square" lIns="0" tIns="0" rIns="0" bIns="0" rtlCol="0">
                          <a:noAutofit/>
                        </wps:bodyPr>
                      </wps:wsp>
                      <wps:wsp>
                        <wps:cNvPr id="192" name="Textbox 192"/>
                        <wps:cNvSpPr txBox="1"/>
                        <wps:spPr>
                          <a:xfrm>
                            <a:off x="3083948" y="575531"/>
                            <a:ext cx="223520" cy="143510"/>
                          </a:xfrm>
                          <a:prstGeom prst="rect">
                            <a:avLst/>
                          </a:prstGeom>
                        </wps:spPr>
                        <wps:txbx>
                          <w:txbxContent>
                            <w:p w14:paraId="43C24032" w14:textId="77777777" w:rsidR="004C1E9D" w:rsidRDefault="004C1E9D" w:rsidP="004C1E9D">
                              <w:pPr>
                                <w:spacing w:line="225" w:lineRule="exact"/>
                                <w:rPr>
                                  <w:sz w:val="20"/>
                                </w:rPr>
                              </w:pPr>
                              <w:r>
                                <w:rPr>
                                  <w:spacing w:val="-5"/>
                                  <w:sz w:val="20"/>
                                </w:rPr>
                                <w:t>210</w:t>
                              </w:r>
                            </w:p>
                          </w:txbxContent>
                        </wps:txbx>
                        <wps:bodyPr wrap="square" lIns="0" tIns="0" rIns="0" bIns="0" rtlCol="0">
                          <a:noAutofit/>
                        </wps:bodyPr>
                      </wps:wsp>
                      <wps:wsp>
                        <wps:cNvPr id="193" name="Textbox 193"/>
                        <wps:cNvSpPr txBox="1"/>
                        <wps:spPr>
                          <a:xfrm>
                            <a:off x="733611" y="1005299"/>
                            <a:ext cx="84455" cy="143510"/>
                          </a:xfrm>
                          <a:prstGeom prst="rect">
                            <a:avLst/>
                          </a:prstGeom>
                        </wps:spPr>
                        <wps:txbx>
                          <w:txbxContent>
                            <w:p w14:paraId="0E25959C" w14:textId="77777777" w:rsidR="004C1E9D" w:rsidRDefault="004C1E9D" w:rsidP="004C1E9D">
                              <w:pPr>
                                <w:spacing w:line="225" w:lineRule="exact"/>
                                <w:rPr>
                                  <w:sz w:val="20"/>
                                </w:rPr>
                              </w:pPr>
                              <w:r>
                                <w:rPr>
                                  <w:spacing w:val="-10"/>
                                  <w:sz w:val="20"/>
                                </w:rPr>
                                <w:t>0</w:t>
                              </w:r>
                            </w:p>
                          </w:txbxContent>
                        </wps:txbx>
                        <wps:bodyPr wrap="square" lIns="0" tIns="0" rIns="0" bIns="0" rtlCol="0">
                          <a:noAutofit/>
                        </wps:bodyPr>
                      </wps:wsp>
                      <wps:wsp>
                        <wps:cNvPr id="194" name="Textbox 194"/>
                        <wps:cNvSpPr txBox="1"/>
                        <wps:spPr>
                          <a:xfrm>
                            <a:off x="3177679" y="688307"/>
                            <a:ext cx="292100" cy="460375"/>
                          </a:xfrm>
                          <a:prstGeom prst="rect">
                            <a:avLst/>
                          </a:prstGeom>
                        </wps:spPr>
                        <wps:txbx>
                          <w:txbxContent>
                            <w:p w14:paraId="52E9342C" w14:textId="77777777" w:rsidR="004C1E9D" w:rsidRDefault="004C1E9D" w:rsidP="004C1E9D">
                              <w:pPr>
                                <w:spacing w:line="220" w:lineRule="exact"/>
                                <w:ind w:right="126"/>
                                <w:jc w:val="right"/>
                                <w:rPr>
                                  <w:sz w:val="20"/>
                                </w:rPr>
                              </w:pPr>
                              <w:r>
                                <w:rPr>
                                  <w:spacing w:val="-5"/>
                                  <w:sz w:val="20"/>
                                </w:rPr>
                                <w:t>140</w:t>
                              </w:r>
                            </w:p>
                            <w:p w14:paraId="57836628" w14:textId="77777777" w:rsidR="004C1E9D" w:rsidRDefault="004C1E9D" w:rsidP="004C1E9D">
                              <w:pPr>
                                <w:spacing w:line="225" w:lineRule="exact"/>
                                <w:ind w:right="52"/>
                                <w:jc w:val="right"/>
                                <w:rPr>
                                  <w:sz w:val="20"/>
                                </w:rPr>
                              </w:pPr>
                              <w:r>
                                <w:rPr>
                                  <w:spacing w:val="-5"/>
                                  <w:sz w:val="20"/>
                                </w:rPr>
                                <w:t>70</w:t>
                              </w:r>
                            </w:p>
                            <w:p w14:paraId="66F2F521" w14:textId="77777777" w:rsidR="004C1E9D" w:rsidRDefault="004C1E9D" w:rsidP="004C1E9D">
                              <w:pPr>
                                <w:spacing w:before="48"/>
                                <w:ind w:right="18"/>
                                <w:jc w:val="right"/>
                                <w:rPr>
                                  <w:sz w:val="20"/>
                                </w:rPr>
                              </w:pPr>
                              <w:r>
                                <w:rPr>
                                  <w:spacing w:val="-10"/>
                                  <w:sz w:val="20"/>
                                </w:rPr>
                                <w:t>0</w:t>
                              </w:r>
                            </w:p>
                          </w:txbxContent>
                        </wps:txbx>
                        <wps:bodyPr wrap="square" lIns="0" tIns="0" rIns="0" bIns="0" rtlCol="0">
                          <a:noAutofit/>
                        </wps:bodyPr>
                      </wps:wsp>
                      <wps:wsp>
                        <wps:cNvPr id="195" name="Textbox 195"/>
                        <wps:cNvSpPr txBox="1"/>
                        <wps:spPr>
                          <a:xfrm>
                            <a:off x="4174807" y="746219"/>
                            <a:ext cx="196850" cy="362585"/>
                          </a:xfrm>
                          <a:prstGeom prst="rect">
                            <a:avLst/>
                          </a:prstGeom>
                        </wps:spPr>
                        <wps:txbx>
                          <w:txbxContent>
                            <w:p w14:paraId="11B2E2B6" w14:textId="77777777" w:rsidR="004C1E9D" w:rsidRDefault="004C1E9D" w:rsidP="004C1E9D">
                              <w:pPr>
                                <w:spacing w:line="225" w:lineRule="exact"/>
                                <w:rPr>
                                  <w:sz w:val="20"/>
                                </w:rPr>
                              </w:pPr>
                              <w:r>
                                <w:rPr>
                                  <w:spacing w:val="-2"/>
                                  <w:sz w:val="20"/>
                                </w:rPr>
                                <w:t>5-</w:t>
                              </w:r>
                              <w:r>
                                <w:rPr>
                                  <w:spacing w:val="-10"/>
                                  <w:sz w:val="20"/>
                                </w:rPr>
                                <w:t>5</w:t>
                              </w:r>
                            </w:p>
                            <w:p w14:paraId="16B00CED" w14:textId="77777777" w:rsidR="004C1E9D" w:rsidRDefault="004C1E9D" w:rsidP="004C1E9D">
                              <w:pPr>
                                <w:spacing w:before="115"/>
                                <w:rPr>
                                  <w:sz w:val="20"/>
                                </w:rPr>
                              </w:pPr>
                              <w:r>
                                <w:rPr>
                                  <w:spacing w:val="-2"/>
                                  <w:sz w:val="20"/>
                                </w:rPr>
                                <w:t>0-</w:t>
                              </w:r>
                              <w:r>
                                <w:rPr>
                                  <w:spacing w:val="-10"/>
                                  <w:sz w:val="20"/>
                                </w:rPr>
                                <w:t>5</w:t>
                              </w:r>
                            </w:p>
                          </w:txbxContent>
                        </wps:txbx>
                        <wps:bodyPr wrap="square" lIns="0" tIns="0" rIns="0" bIns="0" rtlCol="0">
                          <a:noAutofit/>
                        </wps:bodyPr>
                      </wps:wsp>
                      <wps:wsp>
                        <wps:cNvPr id="196" name="Textbox 196"/>
                        <wps:cNvSpPr txBox="1"/>
                        <wps:spPr>
                          <a:xfrm>
                            <a:off x="1776460" y="1406480"/>
                            <a:ext cx="705485" cy="129539"/>
                          </a:xfrm>
                          <a:prstGeom prst="rect">
                            <a:avLst/>
                          </a:prstGeom>
                        </wps:spPr>
                        <wps:txbx>
                          <w:txbxContent>
                            <w:p w14:paraId="7AECAB66" w14:textId="5F09E5F1" w:rsidR="004C1E9D" w:rsidRPr="004C1E9D" w:rsidRDefault="004C1E9D" w:rsidP="004C1E9D">
                              <w:pPr>
                                <w:spacing w:line="203" w:lineRule="exact"/>
                                <w:rPr>
                                  <w:bCs/>
                                  <w:sz w:val="18"/>
                                </w:rPr>
                              </w:pPr>
                              <w:r w:rsidRPr="004C1E9D">
                                <w:rPr>
                                  <w:bCs/>
                                  <w:sz w:val="18"/>
                                </w:rPr>
                                <w:t>Length</w:t>
                              </w:r>
                              <w:r w:rsidRPr="004C1E9D">
                                <w:rPr>
                                  <w:bCs/>
                                  <w:spacing w:val="-7"/>
                                  <w:sz w:val="18"/>
                                </w:rPr>
                                <w:t xml:space="preserve"> </w:t>
                              </w:r>
                              <w:r w:rsidRPr="004C1E9D">
                                <w:rPr>
                                  <w:bCs/>
                                  <w:spacing w:val="-4"/>
                                  <w:sz w:val="18"/>
                                </w:rPr>
                                <w:t>(mm)</w:t>
                              </w:r>
                            </w:p>
                          </w:txbxContent>
                        </wps:txbx>
                        <wps:bodyPr wrap="square" lIns="0" tIns="0" rIns="0" bIns="0" rtlCol="0">
                          <a:noAutofit/>
                        </wps:bodyPr>
                      </wps:wsp>
                    </wpg:wgp>
                  </a:graphicData>
                </a:graphic>
              </wp:inline>
            </w:drawing>
          </mc:Choice>
          <mc:Fallback>
            <w:pict>
              <v:group w14:anchorId="2F0B95F4" id="Group 181" o:spid="_x0000_s1102" style="width:352.35pt;height:126.9pt;mso-position-horizontal-relative:char;mso-position-vertical-relative:line" coordorigin="31,31" coordsize="44748,161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">
                <v:shape id="Graphic 182" o:spid="_x0000_s1103" style="position:absolute;left:31;top:31;width:44742;height:16117;visibility:visible;mso-wrap-style:square;v-text-anchor:top" coordsize="4474210,1611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" path="m4474208,l,,,1611628r4474208,l4474208,xe" stroked="f">
                  <v:path arrowok="t"/>
                </v:shape>
                <v:shape id="Image 183" o:spid="_x0000_s1104" type="#_x0000_t75" style="position:absolute;left:6120;top:3160;width:30206;height:77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">
                  <v:imagedata r:id="rId29" o:title=""/>
                </v:shape>
                <v:shape id="Graphic 184" o:spid="_x0000_s1105" style="position:absolute;left:29700;top:6472;width:3994;height:4305;visibility:visible;mso-wrap-style:square;v-text-anchor:top" coordsize="399415,430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" path="m360829,430435r38530,em336445,400316r39624,em315109,372884r36576,em290725,348500r39624,em269389,321068r39624,em251101,296684r36576,em229765,275348r39624,em211477,250964r36576,em193189,229628r36576,em174901,208292r36576,em156613,186956r39624,em141373,168668r36576,em123085,147332r39624,em107845,129044r39624,em92605,110756r39624,em80413,95516r36576,em65173,77228r36576,em49933,61988r39624,em37741,43700r39624,em25549,28460r36576,em13357,13220r36576,em,l37741,e" filled="f" strokecolor="#e0e5eb">
                  <v:path arrowok="t"/>
                </v:shape>
                <v:shape id="Graphic 185" o:spid="_x0000_s1106" style="position:absolute;left:9139;top:10779;width:24174;height:387;visibility:visible;mso-wrap-style:square;v-text-anchor:top" coordsize="2417445,38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" path="m,l,38333em60883,r,38333em124891,r,38333em185851,r,38333em246811,r,38333em310819,r,38333em371779,r,38333em432739,r,38333em496747,r,38333em557707,r,38333em618667,r,38333em682675,r,38333em743635,r,38333em804595,r,38333em868603,r,38333em929563,r,38333em990523,r,38333em1054531,r,38333em1115491,r,38333em1176451,r,38333em1240459,r,38333em1301419,r,38333em1362379,r,38333em1426387,r,38333em1487347,r,38333em1548307,r,38333em1612315,r,38333em1673275,r,38333em1734235,r,38333em1798243,r,38333em1859203,r,38333em1920163,r,38333em1984171,r,38333em2045131,r,38333em2106091,r,38333em2170099,r,38333em2231059,r,38333em2292019,r,38333em2356027,r,38333em2417137,r,38333e" filled="f" strokecolor="#e0e5eb">
                  <v:path arrowok="t"/>
                </v:shape>
                <v:shape id="Image 186" o:spid="_x0000_s1107" type="#_x0000_t75" style="position:absolute;left:40837;top:7928;width:639;height:6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">
                  <v:imagedata r:id="rId30" o:title=""/>
                </v:shape>
                <v:shape id="Image 187" o:spid="_x0000_s1108" type="#_x0000_t75" style="position:absolute;left:40837;top:10095;width:639;height:6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">
                  <v:imagedata r:id="rId31" o:title=""/>
                </v:shape>
                <v:shape id="Graphic 188" o:spid="_x0000_s1109" style="position:absolute;left:31;top:31;width:44742;height:16117;visibility:visible;mso-wrap-style:square;v-text-anchor:top" coordsize="4474210,1611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" path="m,l4474209,r,1611629l,1611629,,xe" filled="f" stroked="f" strokeweight=".5pt">
                  <v:path arrowok="t"/>
                </v:shape>
                <v:shape id="Textbox 189" o:spid="_x0000_s1110" type="#_x0000_t202" style="position:absolute;left:34429;top:13367;width:10350;height:2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" strokeweight="1pt">
                  <v:textbox inset="0,0,0,0">
                    <w:txbxContent>
                      <w:p w14:paraId="619EF6CB" w14:textId="77777777" w:rsidR="004C1E9D" w:rsidRDefault="004C1E9D" w:rsidP="004C1E9D">
                        <w:pPr>
                          <w:spacing w:before="20" w:line="202" w:lineRule="exact"/>
                          <w:ind w:left="133" w:right="361"/>
                          <w:rPr>
                            <w:color w:val="000000"/>
                            <w:sz w:val="18"/>
                          </w:rPr>
                        </w:pPr>
                        <w:r>
                          <w:rPr>
                            <w:color w:val="000000"/>
                            <w:sz w:val="18"/>
                          </w:rPr>
                          <w:t>Max</w:t>
                        </w:r>
                        <w:r>
                          <w:rPr>
                            <w:color w:val="000000"/>
                            <w:spacing w:val="-12"/>
                            <w:sz w:val="18"/>
                          </w:rPr>
                          <w:t xml:space="preserve"> </w:t>
                        </w:r>
                        <w:r>
                          <w:rPr>
                            <w:color w:val="000000"/>
                            <w:sz w:val="18"/>
                          </w:rPr>
                          <w:t>:</w:t>
                        </w:r>
                        <w:r>
                          <w:rPr>
                            <w:color w:val="000000"/>
                            <w:spacing w:val="-11"/>
                            <w:sz w:val="18"/>
                          </w:rPr>
                          <w:t xml:space="preserve"> </w:t>
                        </w:r>
                        <w:r>
                          <w:rPr>
                            <w:color w:val="000000"/>
                            <w:sz w:val="18"/>
                          </w:rPr>
                          <w:t>1.70</w:t>
                        </w:r>
                        <w:r>
                          <w:rPr>
                            <w:color w:val="000000"/>
                            <w:spacing w:val="-11"/>
                            <w:sz w:val="18"/>
                          </w:rPr>
                          <w:t xml:space="preserve"> </w:t>
                        </w:r>
                        <w:r>
                          <w:rPr>
                            <w:color w:val="000000"/>
                            <w:sz w:val="18"/>
                          </w:rPr>
                          <w:t>mm Min</w:t>
                        </w:r>
                        <w:r>
                          <w:rPr>
                            <w:color w:val="000000"/>
                            <w:spacing w:val="40"/>
                            <w:sz w:val="18"/>
                          </w:rPr>
                          <w:t xml:space="preserve"> </w:t>
                        </w:r>
                        <w:r>
                          <w:rPr>
                            <w:color w:val="000000"/>
                            <w:sz w:val="18"/>
                          </w:rPr>
                          <w:t>: 0 mm</w:t>
                        </w:r>
                      </w:p>
                    </w:txbxContent>
                  </v:textbox>
                </v:shape>
                <v:shape id="Textbox 191" o:spid="_x0000_s1111" type="#_x0000_t202" style="position:absolute;left:6644;top:5663;width:845;height:1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" filled="f" stroked="f">
                  <v:textbox inset="0,0,0,0">
                    <w:txbxContent>
                      <w:p w14:paraId="76660B09" w14:textId="77777777" w:rsidR="004C1E9D" w:rsidRDefault="004C1E9D" w:rsidP="004C1E9D">
                        <w:pPr>
                          <w:spacing w:line="225" w:lineRule="exact"/>
                          <w:rPr>
                            <w:sz w:val="20"/>
                          </w:rPr>
                        </w:pPr>
                        <w:r>
                          <w:rPr>
                            <w:spacing w:val="-10"/>
                            <w:sz w:val="20"/>
                          </w:rPr>
                          <w:t>5</w:t>
                        </w:r>
                      </w:p>
                    </w:txbxContent>
                  </v:textbox>
                </v:shape>
                <v:shape id="Textbox 192" o:spid="_x0000_s1112" type="#_x0000_t202" style="position:absolute;left:30839;top:5755;width:2235;height:1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" filled="f" stroked="f">
                  <v:textbox inset="0,0,0,0">
                    <w:txbxContent>
                      <w:p w14:paraId="43C24032" w14:textId="77777777" w:rsidR="004C1E9D" w:rsidRDefault="004C1E9D" w:rsidP="004C1E9D">
                        <w:pPr>
                          <w:spacing w:line="225" w:lineRule="exact"/>
                          <w:rPr>
                            <w:sz w:val="20"/>
                          </w:rPr>
                        </w:pPr>
                        <w:r>
                          <w:rPr>
                            <w:spacing w:val="-5"/>
                            <w:sz w:val="20"/>
                          </w:rPr>
                          <w:t>210</w:t>
                        </w:r>
                      </w:p>
                    </w:txbxContent>
                  </v:textbox>
                </v:shape>
                <v:shape id="Textbox 193" o:spid="_x0000_s1113" type="#_x0000_t202" style="position:absolute;left:7336;top:10052;width:844;height:1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" filled="f" stroked="f">
                  <v:textbox inset="0,0,0,0">
                    <w:txbxContent>
                      <w:p w14:paraId="0E25959C" w14:textId="77777777" w:rsidR="004C1E9D" w:rsidRDefault="004C1E9D" w:rsidP="004C1E9D">
                        <w:pPr>
                          <w:spacing w:line="225" w:lineRule="exact"/>
                          <w:rPr>
                            <w:sz w:val="20"/>
                          </w:rPr>
                        </w:pPr>
                        <w:r>
                          <w:rPr>
                            <w:spacing w:val="-10"/>
                            <w:sz w:val="20"/>
                          </w:rPr>
                          <w:t>0</w:t>
                        </w:r>
                      </w:p>
                    </w:txbxContent>
                  </v:textbox>
                </v:shape>
                <v:shape id="Textbox 194" o:spid="_x0000_s1114" type="#_x0000_t202" style="position:absolute;left:31776;top:6883;width:2921;height:4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" filled="f" stroked="f">
                  <v:textbox inset="0,0,0,0">
                    <w:txbxContent>
                      <w:p w14:paraId="52E9342C" w14:textId="77777777" w:rsidR="004C1E9D" w:rsidRDefault="004C1E9D" w:rsidP="004C1E9D">
                        <w:pPr>
                          <w:spacing w:line="220" w:lineRule="exact"/>
                          <w:ind w:right="126"/>
                          <w:jc w:val="right"/>
                          <w:rPr>
                            <w:sz w:val="20"/>
                          </w:rPr>
                        </w:pPr>
                        <w:r>
                          <w:rPr>
                            <w:spacing w:val="-5"/>
                            <w:sz w:val="20"/>
                          </w:rPr>
                          <w:t>140</w:t>
                        </w:r>
                      </w:p>
                      <w:p w14:paraId="57836628" w14:textId="77777777" w:rsidR="004C1E9D" w:rsidRDefault="004C1E9D" w:rsidP="004C1E9D">
                        <w:pPr>
                          <w:spacing w:line="225" w:lineRule="exact"/>
                          <w:ind w:right="52"/>
                          <w:jc w:val="right"/>
                          <w:rPr>
                            <w:sz w:val="20"/>
                          </w:rPr>
                        </w:pPr>
                        <w:r>
                          <w:rPr>
                            <w:spacing w:val="-5"/>
                            <w:sz w:val="20"/>
                          </w:rPr>
                          <w:t>70</w:t>
                        </w:r>
                      </w:p>
                      <w:p w14:paraId="66F2F521" w14:textId="77777777" w:rsidR="004C1E9D" w:rsidRDefault="004C1E9D" w:rsidP="004C1E9D">
                        <w:pPr>
                          <w:spacing w:before="48"/>
                          <w:ind w:right="18"/>
                          <w:jc w:val="right"/>
                          <w:rPr>
                            <w:sz w:val="20"/>
                          </w:rPr>
                        </w:pPr>
                        <w:r>
                          <w:rPr>
                            <w:spacing w:val="-10"/>
                            <w:sz w:val="20"/>
                          </w:rPr>
                          <w:t>0</w:t>
                        </w:r>
                      </w:p>
                    </w:txbxContent>
                  </v:textbox>
                </v:shape>
                <v:shape id="Textbox 195" o:spid="_x0000_s1115" type="#_x0000_t202" style="position:absolute;left:41748;top:7462;width:1968;height:3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" filled="f" stroked="f">
                  <v:textbox inset="0,0,0,0">
                    <w:txbxContent>
                      <w:p w14:paraId="11B2E2B6" w14:textId="77777777" w:rsidR="004C1E9D" w:rsidRDefault="004C1E9D" w:rsidP="004C1E9D">
                        <w:pPr>
                          <w:spacing w:line="225" w:lineRule="exact"/>
                          <w:rPr>
                            <w:sz w:val="20"/>
                          </w:rPr>
                        </w:pPr>
                        <w:r>
                          <w:rPr>
                            <w:spacing w:val="-2"/>
                            <w:sz w:val="20"/>
                          </w:rPr>
                          <w:t>5-</w:t>
                        </w:r>
                        <w:r>
                          <w:rPr>
                            <w:spacing w:val="-10"/>
                            <w:sz w:val="20"/>
                          </w:rPr>
                          <w:t>5</w:t>
                        </w:r>
                      </w:p>
                      <w:p w14:paraId="16B00CED" w14:textId="77777777" w:rsidR="004C1E9D" w:rsidRDefault="004C1E9D" w:rsidP="004C1E9D">
                        <w:pPr>
                          <w:spacing w:before="115"/>
                          <w:rPr>
                            <w:sz w:val="20"/>
                          </w:rPr>
                        </w:pPr>
                        <w:r>
                          <w:rPr>
                            <w:spacing w:val="-2"/>
                            <w:sz w:val="20"/>
                          </w:rPr>
                          <w:t>0-</w:t>
                        </w:r>
                        <w:r>
                          <w:rPr>
                            <w:spacing w:val="-10"/>
                            <w:sz w:val="20"/>
                          </w:rPr>
                          <w:t>5</w:t>
                        </w:r>
                      </w:p>
                    </w:txbxContent>
                  </v:textbox>
                </v:shape>
                <v:shape id="Textbox 196" o:spid="_x0000_s1116" type="#_x0000_t202" style="position:absolute;left:17764;top:14064;width:7055;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" filled="f" stroked="f">
                  <v:textbox inset="0,0,0,0">
                    <w:txbxContent>
                      <w:p w14:paraId="7AECAB66" w14:textId="5F09E5F1" w:rsidR="004C1E9D" w:rsidRPr="004C1E9D" w:rsidRDefault="004C1E9D" w:rsidP="004C1E9D">
                        <w:pPr>
                          <w:spacing w:line="203" w:lineRule="exact"/>
                          <w:rPr>
                            <w:bCs/>
                            <w:sz w:val="18"/>
                          </w:rPr>
                        </w:pPr>
                        <w:r w:rsidRPr="004C1E9D">
                          <w:rPr>
                            <w:bCs/>
                            <w:sz w:val="18"/>
                          </w:rPr>
                          <w:t>Length</w:t>
                        </w:r>
                        <w:r w:rsidRPr="004C1E9D">
                          <w:rPr>
                            <w:bCs/>
                            <w:spacing w:val="-7"/>
                            <w:sz w:val="18"/>
                          </w:rPr>
                          <w:t xml:space="preserve"> </w:t>
                        </w:r>
                        <w:r w:rsidRPr="004C1E9D">
                          <w:rPr>
                            <w:bCs/>
                            <w:spacing w:val="-4"/>
                            <w:sz w:val="18"/>
                          </w:rPr>
                          <w:t>(mm)</w:t>
                        </w:r>
                      </w:p>
                    </w:txbxContent>
                  </v:textbox>
                </v:shape>
                <w10:anchorlock/>
              </v:group>
            </w:pict>
          </mc:Fallback>
        </mc:AlternateContent>
      </w:r>
    </w:p>
    <w:p w14:paraId="17EB5B45" w14:textId="0046BF82" w:rsidR="004C1E9D" w:rsidRDefault="004C1E9D" w:rsidP="002A6AFD">
      <w:pPr>
        <w:pStyle w:val="FigureCaption"/>
      </w:pPr>
      <w:r>
        <w:rPr>
          <w:b/>
          <w:caps/>
        </w:rPr>
        <w:t>Figure 11.</w:t>
      </w:r>
      <w:r>
        <w:t xml:space="preserve"> </w:t>
      </w:r>
      <w:r w:rsidRPr="004C1E9D">
        <w:t>Distortion profile of Al 5083 welded with TTF− at 100 °C.</w:t>
      </w:r>
    </w:p>
    <w:p w14:paraId="688989AB" w14:textId="77777777" w:rsidR="004C1E9D" w:rsidRDefault="004C1E9D" w:rsidP="002A6AFD">
      <w:pPr>
        <w:pStyle w:val="Heading2"/>
      </w:pPr>
      <w:r>
        <w:t>Discussion</w:t>
      </w:r>
    </w:p>
    <w:p w14:paraId="08A41718" w14:textId="77777777" w:rsidR="004C1E9D" w:rsidRDefault="004C1E9D" w:rsidP="002A6AFD">
      <w:pPr>
        <w:pStyle w:val="Paragraph"/>
      </w:pPr>
      <w:r>
        <w:t>The results demonstrate that thermal treatment significantly affects the mechanical performance and distortion behavior of aluminum 5083 welded joints. Heat treatment is known to increase the yield strength of aluminum alloys by up to 18.5% through work hardening, while also reducing ductility due to microstructural changes [22]. In this study, the tensile test revealed that the highest UTS was achieved in the neutral TTF condition (464.34 MPa), while the highest YS was obtained in the TTF+ condition (28.93 MPa). This indicates that the optimal balance between strength and ductility depends on the flame position during preheating.</w:t>
      </w:r>
    </w:p>
    <w:p w14:paraId="752C9766" w14:textId="77777777" w:rsidR="004C1E9D" w:rsidRDefault="004C1E9D" w:rsidP="002A6AFD">
      <w:pPr>
        <w:pStyle w:val="Paragraph"/>
      </w:pPr>
      <w:r>
        <w:t>Furthermore, distortion measurements showed that specimens without preheating suffered severe distortion (11.53 mm), whereas preheated specimens exhibited much lower values, ranging from 1.70 mm to 2.54 mm. The lowest distortion was achieved in the TTF+ condition, supporting previous studies that thermal tensioning methods are effective in reducing welding-induced deformation and residual stress [23–25].</w:t>
      </w:r>
    </w:p>
    <w:p w14:paraId="7776E2DF" w14:textId="39216736" w:rsidR="00020680" w:rsidRDefault="004C1E9D" w:rsidP="002A6AFD">
      <w:pPr>
        <w:pStyle w:val="Paragraph"/>
      </w:pPr>
      <w:r>
        <w:t>Overall, it can be concluded that the application of transient thermal flame as a preheating technique enhances the tensile properties and significantly minimizes distortion in aluminum 5083 welded joints. Among the variations, neutral TTF was the most effective for improving UTS, while TTF+ was the best in reducing distortion. These results provide valuable insights for optimizing welding procedures of aluminum alloys in industrial applications.</w:t>
      </w:r>
    </w:p>
    <w:p w14:paraId="1C07BAEA" w14:textId="33363A32" w:rsidR="002E6F1D" w:rsidRDefault="002E6F1D" w:rsidP="002A6AFD">
      <w:pPr>
        <w:pStyle w:val="Heading1"/>
        <w:rPr>
          <w:b w:val="0"/>
          <w:caps w:val="0"/>
          <w:sz w:val="20"/>
        </w:rPr>
      </w:pPr>
      <w:r>
        <w:rPr>
          <w:rFonts w:asciiTheme="majorBidi" w:hAnsiTheme="majorBidi" w:cstheme="majorBidi"/>
        </w:rPr>
        <w:t>CONCLUSION</w:t>
      </w:r>
    </w:p>
    <w:p w14:paraId="6DBE125D" w14:textId="4A693FA9" w:rsidR="006A716D" w:rsidRPr="006A716D" w:rsidRDefault="004C1E9D" w:rsidP="002A6AFD">
      <w:pPr>
        <w:pStyle w:val="Paragraph"/>
        <w:rPr>
          <w:rFonts w:asciiTheme="majorBidi" w:hAnsiTheme="majorBidi" w:cstheme="majorBidi"/>
        </w:rPr>
      </w:pPr>
      <w:r w:rsidRPr="004C1E9D">
        <w:rPr>
          <w:rFonts w:asciiTheme="majorBidi" w:hAnsiTheme="majorBidi" w:cstheme="majorBidi"/>
        </w:rPr>
        <w:t>The findings of this study demonstrate that preheating at 100 °C combined with Transient Thermal Flame (TTF) treatment significantly reduces welding distortion and enhances tensile strength compared to the condition without preheating. The highest ultimate tensile strength (UTS) was achieved in the specimen with neutral TTF, reaching 464.34 MPa, while the lowest distortion was observed in the TTF− specimen, measuring 1.70 mm. These results indicate that the application of TTF can serve as an effective method to improve the quality of Al 5083 welded joints by minimizing residual stresses and distortion. Furthermore, TTF treatment was also shown to strengthen the material structure, where both mechanical properties and fatigue life were improved after its application. This improvement contributes to better identification of potential failures and weaknesses in welded joints, particularly for critical applications.</w:t>
      </w:r>
    </w:p>
    <w:p w14:paraId="3FADAC35" w14:textId="2162CB9B" w:rsidR="002E6F1D" w:rsidRDefault="002E6F1D" w:rsidP="002A6AFD">
      <w:pPr>
        <w:pStyle w:val="Heading1"/>
        <w:rPr>
          <w:b w:val="0"/>
          <w:caps w:val="0"/>
          <w:sz w:val="20"/>
        </w:rPr>
      </w:pPr>
      <w:r w:rsidRPr="00075EA6">
        <w:rPr>
          <w:rFonts w:asciiTheme="majorBidi" w:hAnsiTheme="majorBidi" w:cstheme="majorBidi"/>
        </w:rPr>
        <w:t>References</w:t>
      </w:r>
    </w:p>
    <w:p w14:paraId="74ED563C" w14:textId="77777777" w:rsidR="004C1E9D" w:rsidRDefault="004C1E9D" w:rsidP="002A6AFD">
      <w:pPr>
        <w:pStyle w:val="Reference"/>
      </w:pPr>
      <w:r>
        <w:t xml:space="preserve">M.H.M. Hashim, A.M.T. Arifin, S.A. Osman, T.S. Kiat, and A.F.M. Salihin, Study on MIG and TIG weldment </w:t>
      </w:r>
      <w:proofErr w:type="spellStart"/>
      <w:r>
        <w:t>behaviour</w:t>
      </w:r>
      <w:proofErr w:type="spellEnd"/>
      <w:r>
        <w:t xml:space="preserve"> using finite element approach, J. Adv. Res. Appl. Sci. Eng. Technol. 46(2), 81–89 (2025).</w:t>
      </w:r>
    </w:p>
    <w:p w14:paraId="673B563E" w14:textId="77777777" w:rsidR="004C1E9D" w:rsidRDefault="004C1E9D" w:rsidP="002A6AFD">
      <w:pPr>
        <w:pStyle w:val="Reference"/>
      </w:pPr>
      <w:r>
        <w:t xml:space="preserve">A. </w:t>
      </w:r>
      <w:proofErr w:type="spellStart"/>
      <w:r>
        <w:t>Świerczyńska</w:t>
      </w:r>
      <w:proofErr w:type="spellEnd"/>
      <w:r>
        <w:t xml:space="preserve">, B. </w:t>
      </w:r>
      <w:proofErr w:type="spellStart"/>
      <w:r>
        <w:t>Varbai</w:t>
      </w:r>
      <w:proofErr w:type="spellEnd"/>
      <w:r>
        <w:t xml:space="preserve">, C. Pandey, and D. Fydrych, Exploring the trends in flux-cored arc welding: </w:t>
      </w:r>
      <w:proofErr w:type="spellStart"/>
      <w:r>
        <w:t>scientometric</w:t>
      </w:r>
      <w:proofErr w:type="spellEnd"/>
      <w:r>
        <w:t xml:space="preserve"> analysis approach, Int. J. Adv. Manuf. Technol. 130(1–2), 87–110 (2024).</w:t>
      </w:r>
    </w:p>
    <w:p w14:paraId="46F8FD40" w14:textId="77777777" w:rsidR="004C1E9D" w:rsidRDefault="004C1E9D" w:rsidP="002A6AFD">
      <w:pPr>
        <w:pStyle w:val="Reference"/>
      </w:pPr>
      <w:r>
        <w:t xml:space="preserve">U. </w:t>
      </w:r>
      <w:proofErr w:type="spellStart"/>
      <w:r>
        <w:t>Gürol</w:t>
      </w:r>
      <w:proofErr w:type="spellEnd"/>
      <w:r>
        <w:t>, Heat input effect of the FCAW process on the microstructure and mechanical properties of structural steel joints, Uludağ Univ. J. Fac. Eng. 27(3), 1207–1220 (2022).</w:t>
      </w:r>
    </w:p>
    <w:p w14:paraId="181980F3" w14:textId="77777777" w:rsidR="004C1E9D" w:rsidRDefault="004C1E9D" w:rsidP="002A6AFD">
      <w:pPr>
        <w:pStyle w:val="Reference"/>
      </w:pPr>
      <w:r>
        <w:t xml:space="preserve">M. </w:t>
      </w:r>
      <w:proofErr w:type="spellStart"/>
      <w:r>
        <w:t>Jufri</w:t>
      </w:r>
      <w:proofErr w:type="spellEnd"/>
      <w:r>
        <w:t>, The effects of transient temperature around welds on mechanical properties of A36 steel plate, J. Energy Mech. Mater. Manuf. Eng. 1(1), 36–46 (2017).</w:t>
      </w:r>
    </w:p>
    <w:p w14:paraId="0895071B" w14:textId="77777777" w:rsidR="004C1E9D" w:rsidRDefault="004C1E9D" w:rsidP="002A6AFD">
      <w:pPr>
        <w:pStyle w:val="Reference"/>
      </w:pPr>
      <w:r>
        <w:lastRenderedPageBreak/>
        <w:t xml:space="preserve">F. Akyel, S. </w:t>
      </w:r>
      <w:proofErr w:type="spellStart"/>
      <w:r>
        <w:t>Olschok</w:t>
      </w:r>
      <w:proofErr w:type="spellEnd"/>
      <w:r>
        <w:t xml:space="preserve">, and U. </w:t>
      </w:r>
      <w:proofErr w:type="spellStart"/>
      <w:r>
        <w:t>Reisgen</w:t>
      </w:r>
      <w:proofErr w:type="spellEnd"/>
      <w:r>
        <w:t xml:space="preserve">, Dissimilar material combination in laser beam welding: reduction of distortion and residual stress, in High-Power Laser Materials Processing: Applications, Diagnostics, and Systems IX, edited by S. </w:t>
      </w:r>
      <w:proofErr w:type="spellStart"/>
      <w:r>
        <w:t>Kaierle</w:t>
      </w:r>
      <w:proofErr w:type="spellEnd"/>
      <w:r>
        <w:t xml:space="preserve"> and S.W. Heinemann (SPIE, 2020), p. 11.</w:t>
      </w:r>
    </w:p>
    <w:p w14:paraId="66CEDA0C" w14:textId="77777777" w:rsidR="004C1E9D" w:rsidRDefault="004C1E9D" w:rsidP="002A6AFD">
      <w:pPr>
        <w:pStyle w:val="Reference"/>
      </w:pPr>
      <w:r>
        <w:t>E. Caballero, H. Ruíz, and J. Blandón, Analysis of the influence of welding conditions on the angular deformation and residual stresses in thick plate using FEM, in 2024 9th International Engineering, Sciences and Technology Conference (IESTEC) (IEEE, 2024), pp. 198–203.</w:t>
      </w:r>
    </w:p>
    <w:p w14:paraId="3237C4C2" w14:textId="77777777" w:rsidR="004C1E9D" w:rsidRDefault="004C1E9D" w:rsidP="002A6AFD">
      <w:pPr>
        <w:pStyle w:val="Reference"/>
      </w:pPr>
      <w:r>
        <w:t xml:space="preserve">N. </w:t>
      </w:r>
      <w:proofErr w:type="spellStart"/>
      <w:r>
        <w:t>Subeki</w:t>
      </w:r>
      <w:proofErr w:type="spellEnd"/>
      <w:r>
        <w:t xml:space="preserve">, </w:t>
      </w:r>
      <w:proofErr w:type="spellStart"/>
      <w:r>
        <w:t>Jamasri</w:t>
      </w:r>
      <w:proofErr w:type="spellEnd"/>
      <w:r>
        <w:t xml:space="preserve">, M.N. </w:t>
      </w:r>
      <w:proofErr w:type="spellStart"/>
      <w:r>
        <w:t>Ilman</w:t>
      </w:r>
      <w:proofErr w:type="spellEnd"/>
      <w:r>
        <w:t xml:space="preserve">, and P.T. </w:t>
      </w:r>
      <w:proofErr w:type="spellStart"/>
      <w:r>
        <w:t>Iswanto</w:t>
      </w:r>
      <w:proofErr w:type="spellEnd"/>
      <w:r>
        <w:t>, The effect of heating temperature in static thermal tensioning (STT) welding on mechanical properties and fatigue crack propagation rate of FCAW in steel A36, AIP Conf. Proc. 1788, (2017).</w:t>
      </w:r>
    </w:p>
    <w:p w14:paraId="08B02B67" w14:textId="77777777" w:rsidR="004C1E9D" w:rsidRDefault="004C1E9D" w:rsidP="002A6AFD">
      <w:pPr>
        <w:pStyle w:val="Reference"/>
      </w:pPr>
      <w:r>
        <w:t xml:space="preserve">M.N. </w:t>
      </w:r>
      <w:proofErr w:type="spellStart"/>
      <w:r>
        <w:t>Ilman</w:t>
      </w:r>
      <w:proofErr w:type="spellEnd"/>
      <w:r>
        <w:t xml:space="preserve">, </w:t>
      </w:r>
      <w:proofErr w:type="spellStart"/>
      <w:r>
        <w:t>Kusmono</w:t>
      </w:r>
      <w:proofErr w:type="spellEnd"/>
      <w:r>
        <w:t xml:space="preserve">, M.R. </w:t>
      </w:r>
      <w:proofErr w:type="spellStart"/>
      <w:r>
        <w:t>Muslih</w:t>
      </w:r>
      <w:proofErr w:type="spellEnd"/>
      <w:r>
        <w:t xml:space="preserve">, N. </w:t>
      </w:r>
      <w:proofErr w:type="spellStart"/>
      <w:r>
        <w:t>Subeki</w:t>
      </w:r>
      <w:proofErr w:type="spellEnd"/>
      <w:r>
        <w:t xml:space="preserve">, and H. Wibowo, </w:t>
      </w:r>
      <w:proofErr w:type="gramStart"/>
      <w:r>
        <w:t>Mitigating</w:t>
      </w:r>
      <w:proofErr w:type="gramEnd"/>
      <w:r>
        <w:t xml:space="preserve"> distortion and residual stress by static thermal tensioning to improve fatigue crack growth performance of MIG AA5083 welds, Mater. Des. 99, 273–283 (2016).</w:t>
      </w:r>
    </w:p>
    <w:p w14:paraId="181FA464" w14:textId="77777777" w:rsidR="004C1E9D" w:rsidRDefault="004C1E9D" w:rsidP="002A6AFD">
      <w:pPr>
        <w:pStyle w:val="Reference"/>
      </w:pPr>
      <w:r>
        <w:t>R. Sanders and G. Marshall, Aluminum applications in marine transportation, AM&amp;P Tech. Artic. 181(4), 23–27 (2023).</w:t>
      </w:r>
    </w:p>
    <w:p w14:paraId="3D6CF5FA" w14:textId="77777777" w:rsidR="004C1E9D" w:rsidRDefault="004C1E9D" w:rsidP="002A6AFD">
      <w:pPr>
        <w:pStyle w:val="Reference"/>
      </w:pPr>
      <w:r>
        <w:t xml:space="preserve">T. </w:t>
      </w:r>
      <w:proofErr w:type="spellStart"/>
      <w:r>
        <w:t>Ralebakeng</w:t>
      </w:r>
      <w:proofErr w:type="spellEnd"/>
      <w:r>
        <w:t xml:space="preserve">, M.P. </w:t>
      </w:r>
      <w:proofErr w:type="spellStart"/>
      <w:r>
        <w:t>Mubiayi</w:t>
      </w:r>
      <w:proofErr w:type="spellEnd"/>
      <w:r>
        <w:t>, and N. Ndou, Investigating the effect of process parameters on corrosion resistance and associated properties for friction stir welded AA5083, Weld. Int. 38(4), 298–318 (2024).</w:t>
      </w:r>
    </w:p>
    <w:p w14:paraId="69D77C48" w14:textId="77777777" w:rsidR="004C1E9D" w:rsidRDefault="004C1E9D" w:rsidP="002A6AFD">
      <w:pPr>
        <w:pStyle w:val="Reference"/>
      </w:pPr>
      <w:r>
        <w:t>D. Istrate, et al., Correlation between mechanical properties—structural characteristics and cavitation resistance of rolled aluminum alloy type 5083, Metals 13(6), (2023).</w:t>
      </w:r>
    </w:p>
    <w:p w14:paraId="2C721BE2" w14:textId="77777777" w:rsidR="004C1E9D" w:rsidRDefault="004C1E9D" w:rsidP="002A6AFD">
      <w:pPr>
        <w:pStyle w:val="Reference"/>
      </w:pPr>
      <w:r>
        <w:t>S. Doshia, V. Ketan, and N.D. Mehta, Progress in the welding of Al alloy thin sheet and future prospectus for automobile, J. Eng. Technol. Ind. Appl. 10(46), 42–49 (2024).</w:t>
      </w:r>
    </w:p>
    <w:p w14:paraId="323004DB" w14:textId="77777777" w:rsidR="004C1E9D" w:rsidRDefault="004C1E9D" w:rsidP="002A6AFD">
      <w:pPr>
        <w:pStyle w:val="Reference"/>
      </w:pPr>
      <w:r>
        <w:t xml:space="preserve">H. Wibowo, F. </w:t>
      </w:r>
      <w:proofErr w:type="spellStart"/>
      <w:r>
        <w:t>Surahmanto</w:t>
      </w:r>
      <w:proofErr w:type="spellEnd"/>
      <w:r>
        <w:t xml:space="preserve">, and M.N. </w:t>
      </w:r>
      <w:proofErr w:type="spellStart"/>
      <w:r>
        <w:t>Ilman</w:t>
      </w:r>
      <w:proofErr w:type="spellEnd"/>
      <w:r>
        <w:t xml:space="preserve">, Identifying the influence of transient thermal tensioning treatments on minimizing distortion and improving fatigue behavior of steel welded, </w:t>
      </w:r>
      <w:proofErr w:type="gramStart"/>
      <w:r>
        <w:t>East.-</w:t>
      </w:r>
      <w:proofErr w:type="gramEnd"/>
      <w:r>
        <w:t>Eur. J. Enterp. Technol. 4(12), 37–46 (2023).</w:t>
      </w:r>
    </w:p>
    <w:p w14:paraId="14DCAA59" w14:textId="77777777" w:rsidR="004C1E9D" w:rsidRDefault="004C1E9D" w:rsidP="002A6AFD">
      <w:pPr>
        <w:pStyle w:val="Reference"/>
      </w:pPr>
      <w:r>
        <w:t xml:space="preserve">S. </w:t>
      </w:r>
      <w:proofErr w:type="spellStart"/>
      <w:r>
        <w:t>Pałubicki</w:t>
      </w:r>
      <w:proofErr w:type="spellEnd"/>
      <w:r>
        <w:t xml:space="preserve"> and W. Czapiewski, The effect of a heat input to the joint during the gas metal arc welding of ferritic-austenitic steel 1.4462 on welding deformations, Mater. Sci. Weld. Technol. 68(1), 1–12 (2024).</w:t>
      </w:r>
    </w:p>
    <w:p w14:paraId="72055281" w14:textId="77777777" w:rsidR="004C1E9D" w:rsidRDefault="004C1E9D" w:rsidP="002A6AFD">
      <w:pPr>
        <w:pStyle w:val="Reference"/>
      </w:pPr>
      <w:r>
        <w:t xml:space="preserve">R.P. Verma, K.N. Pandey, K. András, R. </w:t>
      </w:r>
      <w:proofErr w:type="spellStart"/>
      <w:r>
        <w:t>Khargotra</w:t>
      </w:r>
      <w:proofErr w:type="spellEnd"/>
      <w:r>
        <w:t xml:space="preserve">, and T. Singh, Difficulties and redressal in joining of </w:t>
      </w:r>
      <w:proofErr w:type="spellStart"/>
      <w:r>
        <w:t>aluminium</w:t>
      </w:r>
      <w:proofErr w:type="spellEnd"/>
      <w:r>
        <w:t xml:space="preserve"> alloys by GMA and GTA welding: a review, J. Mater. Res. Technol. 23, 2576–2586 (2023).</w:t>
      </w:r>
    </w:p>
    <w:p w14:paraId="654313FD" w14:textId="77777777" w:rsidR="004C1E9D" w:rsidRDefault="004C1E9D" w:rsidP="002A6AFD">
      <w:pPr>
        <w:pStyle w:val="Reference"/>
      </w:pPr>
      <w:r>
        <w:t xml:space="preserve">I. Hossain, A. Bhowmik, A. Pattanaik, R. Kumar, A.K. Singh, and S. Pandey, Computational investigation of plasma arc welding process for </w:t>
      </w:r>
      <w:proofErr w:type="spellStart"/>
      <w:r>
        <w:t>aluminium</w:t>
      </w:r>
      <w:proofErr w:type="spellEnd"/>
      <w:r>
        <w:t xml:space="preserve"> alloys, Eng. Res. Express 6(2), (2024).</w:t>
      </w:r>
    </w:p>
    <w:p w14:paraId="3BB2DD1A" w14:textId="77777777" w:rsidR="004C1E9D" w:rsidRDefault="004C1E9D" w:rsidP="002A6AFD">
      <w:pPr>
        <w:pStyle w:val="Reference"/>
      </w:pPr>
      <w:proofErr w:type="spellStart"/>
      <w:r>
        <w:t>Sabdin</w:t>
      </w:r>
      <w:proofErr w:type="spellEnd"/>
      <w:r>
        <w:t xml:space="preserve">, Hussein, and Sued, A review on thin plates joining method using arc welding as the heat sources, J. Ind. Eng. </w:t>
      </w:r>
      <w:proofErr w:type="spellStart"/>
      <w:r>
        <w:t>Innov</w:t>
      </w:r>
      <w:proofErr w:type="spellEnd"/>
      <w:r>
        <w:t>. 1(2), 1–6 (2019).</w:t>
      </w:r>
    </w:p>
    <w:p w14:paraId="39092DC2" w14:textId="77777777" w:rsidR="004C1E9D" w:rsidRDefault="004C1E9D" w:rsidP="002A6AFD">
      <w:pPr>
        <w:pStyle w:val="Reference"/>
      </w:pPr>
      <w:r>
        <w:t xml:space="preserve">Z. Li, G. Feng, D. Deng, and Y. Luo, </w:t>
      </w:r>
      <w:proofErr w:type="gramStart"/>
      <w:r>
        <w:t>Investigating</w:t>
      </w:r>
      <w:proofErr w:type="gramEnd"/>
      <w:r>
        <w:t xml:space="preserve"> welding distortion of thin-plate stiffened panel steel structures by means of thermal elastic plastic finite element method, J. Mater. Eng. Perform. 30(5), 3677–3690 (2021).</w:t>
      </w:r>
    </w:p>
    <w:p w14:paraId="51144544" w14:textId="77777777" w:rsidR="004C1E9D" w:rsidRDefault="004C1E9D" w:rsidP="002A6AFD">
      <w:pPr>
        <w:pStyle w:val="Reference"/>
      </w:pPr>
      <w:r>
        <w:t xml:space="preserve">N. </w:t>
      </w:r>
      <w:proofErr w:type="spellStart"/>
      <w:r>
        <w:t>Subeki</w:t>
      </w:r>
      <w:proofErr w:type="spellEnd"/>
      <w:r>
        <w:t xml:space="preserve">, </w:t>
      </w:r>
      <w:proofErr w:type="spellStart"/>
      <w:r>
        <w:t>Jamasri</w:t>
      </w:r>
      <w:proofErr w:type="spellEnd"/>
      <w:r>
        <w:t xml:space="preserve">, M.N. </w:t>
      </w:r>
      <w:proofErr w:type="spellStart"/>
      <w:r>
        <w:t>Ilman</w:t>
      </w:r>
      <w:proofErr w:type="spellEnd"/>
      <w:r>
        <w:t xml:space="preserve">, and P.T. </w:t>
      </w:r>
      <w:proofErr w:type="spellStart"/>
      <w:r>
        <w:t>Iswanto</w:t>
      </w:r>
      <w:proofErr w:type="spellEnd"/>
      <w:r>
        <w:t>, The influence of preheat on distortion and fatigue crack propagation rate of FCAW weld in A36 steel structure, Appl. Mech. Mater. 842, 83–91 (2016).</w:t>
      </w:r>
    </w:p>
    <w:p w14:paraId="78225D50" w14:textId="77777777" w:rsidR="004C1E9D" w:rsidRDefault="004C1E9D" w:rsidP="002A6AFD">
      <w:pPr>
        <w:pStyle w:val="Reference"/>
      </w:pPr>
      <w:r>
        <w:t xml:space="preserve">J. Tan, Z. Gao, S. Ren, Q. Xu, K. Wang, and Q. Zeng, Improving the microstructures and mechanical properties of U71Mn rail steel liner friction welded joint by normalizing treatment, Mater. Today </w:t>
      </w:r>
      <w:proofErr w:type="spellStart"/>
      <w:r>
        <w:t>Commun</w:t>
      </w:r>
      <w:proofErr w:type="spellEnd"/>
      <w:r>
        <w:t>. 38, 107736 (2024).</w:t>
      </w:r>
    </w:p>
    <w:p w14:paraId="3BF5A0B1" w14:textId="77777777" w:rsidR="004C1E9D" w:rsidRDefault="004C1E9D" w:rsidP="002A6AFD">
      <w:pPr>
        <w:pStyle w:val="Reference"/>
      </w:pPr>
      <w:r>
        <w:t>N. Guo, H. Hu, X. Tang, X. Ma, and X. Wang, The effect of TIG welding heat input on the deformation of a thin bending plate and its weld zone, Coatings 13(12), 2008 (2023).</w:t>
      </w:r>
    </w:p>
    <w:p w14:paraId="1A55E55E" w14:textId="77777777" w:rsidR="004C1E9D" w:rsidRDefault="004C1E9D" w:rsidP="002A6AFD">
      <w:pPr>
        <w:pStyle w:val="Reference"/>
      </w:pPr>
      <w:r>
        <w:t>L. Yi, G. Yu, Z. Tang, X. Li, and Z. Gu, Investigation of the hot stamping-in-die quenching composite forming process of 5083 aluminum alloy skin, Mater. 16(7), (2023).</w:t>
      </w:r>
    </w:p>
    <w:p w14:paraId="60F27564" w14:textId="77777777" w:rsidR="004C1E9D" w:rsidRDefault="004C1E9D" w:rsidP="002A6AFD">
      <w:pPr>
        <w:pStyle w:val="Reference"/>
      </w:pPr>
      <w:proofErr w:type="spellStart"/>
      <w:r>
        <w:t>Gumelang</w:t>
      </w:r>
      <w:proofErr w:type="spellEnd"/>
      <w:r>
        <w:t xml:space="preserve">, D. Kurniawati, and H. </w:t>
      </w:r>
      <w:proofErr w:type="spellStart"/>
      <w:r>
        <w:t>Supriyanto</w:t>
      </w:r>
      <w:proofErr w:type="spellEnd"/>
      <w:r>
        <w:t>, Effect of cooling media variation on tensile strength of SMAW welding of St41 steel, Turbine 1(1), 1–6 (2023).</w:t>
      </w:r>
    </w:p>
    <w:p w14:paraId="7FBE5DC6" w14:textId="77777777" w:rsidR="004C1E9D" w:rsidRDefault="004C1E9D" w:rsidP="002A6AFD">
      <w:pPr>
        <w:pStyle w:val="Reference"/>
      </w:pPr>
      <w:r>
        <w:t xml:space="preserve">M.N. </w:t>
      </w:r>
      <w:proofErr w:type="spellStart"/>
      <w:r>
        <w:t>Ilman</w:t>
      </w:r>
      <w:proofErr w:type="spellEnd"/>
      <w:r>
        <w:t xml:space="preserve">, </w:t>
      </w:r>
      <w:proofErr w:type="spellStart"/>
      <w:r>
        <w:t>Kusmono</w:t>
      </w:r>
      <w:proofErr w:type="spellEnd"/>
      <w:r>
        <w:t xml:space="preserve">, M.R. </w:t>
      </w:r>
      <w:proofErr w:type="spellStart"/>
      <w:r>
        <w:t>Muslih</w:t>
      </w:r>
      <w:proofErr w:type="spellEnd"/>
      <w:r>
        <w:t xml:space="preserve">, N. </w:t>
      </w:r>
      <w:proofErr w:type="spellStart"/>
      <w:r>
        <w:t>Subeki</w:t>
      </w:r>
      <w:proofErr w:type="spellEnd"/>
      <w:r>
        <w:t xml:space="preserve">, and H. Wibowo, </w:t>
      </w:r>
      <w:proofErr w:type="gramStart"/>
      <w:r>
        <w:t>Mitigating</w:t>
      </w:r>
      <w:proofErr w:type="gramEnd"/>
      <w:r>
        <w:t xml:space="preserve"> distortion and residual stress by static thermal tensioning to improve fatigue crack growth performance of MIG AA5083 welds, Mater. Des. 99, 273–283 (2016).</w:t>
      </w:r>
    </w:p>
    <w:p w14:paraId="7405E717" w14:textId="06B0C854" w:rsidR="002E6F1D" w:rsidRDefault="004C1E9D" w:rsidP="002A6AFD">
      <w:pPr>
        <w:pStyle w:val="Reference"/>
      </w:pPr>
      <w:r>
        <w:t xml:space="preserve">S.H. Susilo, E. </w:t>
      </w:r>
      <w:proofErr w:type="spellStart"/>
      <w:r>
        <w:t>Yudiyanto</w:t>
      </w:r>
      <w:proofErr w:type="spellEnd"/>
      <w:r>
        <w:t xml:space="preserve">, A. Setiawan, K. </w:t>
      </w:r>
      <w:proofErr w:type="spellStart"/>
      <w:r>
        <w:t>Khambali</w:t>
      </w:r>
      <w:proofErr w:type="spellEnd"/>
      <w:r>
        <w:t xml:space="preserve">, S. </w:t>
      </w:r>
      <w:proofErr w:type="spellStart"/>
      <w:r>
        <w:t>Suryanto</w:t>
      </w:r>
      <w:proofErr w:type="spellEnd"/>
      <w:r>
        <w:t xml:space="preserve">, and F. Alauddin, Effect of static thermal tensioning and preheating on angular distortion in FCAW welded SS400 steel corner joints, LOGIC: J. </w:t>
      </w:r>
      <w:proofErr w:type="spellStart"/>
      <w:r>
        <w:t>Rancang</w:t>
      </w:r>
      <w:proofErr w:type="spellEnd"/>
      <w:r>
        <w:t xml:space="preserve"> </w:t>
      </w:r>
      <w:proofErr w:type="spellStart"/>
      <w:r>
        <w:t>Bangun</w:t>
      </w:r>
      <w:proofErr w:type="spellEnd"/>
      <w:r>
        <w:t xml:space="preserve"> </w:t>
      </w:r>
      <w:proofErr w:type="spellStart"/>
      <w:r>
        <w:t>Teknol</w:t>
      </w:r>
      <w:proofErr w:type="spellEnd"/>
      <w:r>
        <w:t>. 24(2), 39–48 (2024).</w:t>
      </w:r>
    </w:p>
    <w:sectPr w:rsidR="002E6F1D" w:rsidSect="002A6AFD">
      <w:pgSz w:w="12240" w:h="15840"/>
      <w:pgMar w:top="1440" w:right="1440" w:bottom="1695"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D45778"/>
    <w:multiLevelType w:val="hybridMultilevel"/>
    <w:tmpl w:val="D2660C2C"/>
    <w:lvl w:ilvl="0" w:tplc="F42ABAA8">
      <w:start w:val="1"/>
      <w:numFmt w:val="decimal"/>
      <w:lvlText w:val="%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6" w15:restartNumberingAfterBreak="0">
    <w:nsid w:val="7CC86836"/>
    <w:multiLevelType w:val="hybridMultilevel"/>
    <w:tmpl w:val="6E5E641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3"/>
  </w:num>
  <w:num w:numId="2">
    <w:abstractNumId w:val="2"/>
  </w:num>
  <w:num w:numId="3">
    <w:abstractNumId w:val="4"/>
  </w:num>
  <w:num w:numId="4">
    <w:abstractNumId w:val="6"/>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xNjQCYksTYwNDMyUdpeDU4uLM/DyQAtNaAA9/oFIsAAAA"/>
  </w:docVars>
  <w:rsids>
    <w:rsidRoot w:val="00C14B14"/>
    <w:rsid w:val="00003D7C"/>
    <w:rsid w:val="00014140"/>
    <w:rsid w:val="0002068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121D"/>
    <w:rsid w:val="001937E9"/>
    <w:rsid w:val="001964E5"/>
    <w:rsid w:val="001B263B"/>
    <w:rsid w:val="001B476A"/>
    <w:rsid w:val="001C764F"/>
    <w:rsid w:val="001C7BB3"/>
    <w:rsid w:val="001D469C"/>
    <w:rsid w:val="0021619E"/>
    <w:rsid w:val="0023171B"/>
    <w:rsid w:val="00236BFC"/>
    <w:rsid w:val="00237437"/>
    <w:rsid w:val="002502FD"/>
    <w:rsid w:val="00264F9B"/>
    <w:rsid w:val="0026752A"/>
    <w:rsid w:val="00274622"/>
    <w:rsid w:val="00285D24"/>
    <w:rsid w:val="00290390"/>
    <w:rsid w:val="002915D3"/>
    <w:rsid w:val="002924DB"/>
    <w:rsid w:val="002941DA"/>
    <w:rsid w:val="002A6AFD"/>
    <w:rsid w:val="002B5648"/>
    <w:rsid w:val="002E3C35"/>
    <w:rsid w:val="002E6F1D"/>
    <w:rsid w:val="002F5298"/>
    <w:rsid w:val="002F694F"/>
    <w:rsid w:val="00326AE0"/>
    <w:rsid w:val="00337E4F"/>
    <w:rsid w:val="00340C36"/>
    <w:rsid w:val="00346A9D"/>
    <w:rsid w:val="0039376F"/>
    <w:rsid w:val="003A2052"/>
    <w:rsid w:val="003A287B"/>
    <w:rsid w:val="003A5C85"/>
    <w:rsid w:val="003A61B1"/>
    <w:rsid w:val="003B0050"/>
    <w:rsid w:val="003D6312"/>
    <w:rsid w:val="003E7C74"/>
    <w:rsid w:val="003F31C6"/>
    <w:rsid w:val="0040225B"/>
    <w:rsid w:val="00402DA2"/>
    <w:rsid w:val="00405AAE"/>
    <w:rsid w:val="00425AC2"/>
    <w:rsid w:val="0044771F"/>
    <w:rsid w:val="004B151D"/>
    <w:rsid w:val="004C019C"/>
    <w:rsid w:val="004C1E9D"/>
    <w:rsid w:val="004C7243"/>
    <w:rsid w:val="004E21DE"/>
    <w:rsid w:val="004E3C57"/>
    <w:rsid w:val="004E3CB2"/>
    <w:rsid w:val="005163A2"/>
    <w:rsid w:val="00525813"/>
    <w:rsid w:val="0053513F"/>
    <w:rsid w:val="0056680B"/>
    <w:rsid w:val="00572EFF"/>
    <w:rsid w:val="00574405"/>
    <w:rsid w:val="00575681"/>
    <w:rsid w:val="005854B0"/>
    <w:rsid w:val="005A0E21"/>
    <w:rsid w:val="005B3A34"/>
    <w:rsid w:val="005B6A81"/>
    <w:rsid w:val="005D49AF"/>
    <w:rsid w:val="005E415C"/>
    <w:rsid w:val="005E71ED"/>
    <w:rsid w:val="005E7946"/>
    <w:rsid w:val="005F7475"/>
    <w:rsid w:val="00611299"/>
    <w:rsid w:val="00613B4D"/>
    <w:rsid w:val="00616365"/>
    <w:rsid w:val="00616F3B"/>
    <w:rsid w:val="006249A7"/>
    <w:rsid w:val="0064225B"/>
    <w:rsid w:val="006763F9"/>
    <w:rsid w:val="006949BC"/>
    <w:rsid w:val="006A716D"/>
    <w:rsid w:val="006D1229"/>
    <w:rsid w:val="006D372F"/>
    <w:rsid w:val="006D7A18"/>
    <w:rsid w:val="006E4474"/>
    <w:rsid w:val="00701388"/>
    <w:rsid w:val="00704AC1"/>
    <w:rsid w:val="00723B7F"/>
    <w:rsid w:val="00725861"/>
    <w:rsid w:val="0073393A"/>
    <w:rsid w:val="0073539D"/>
    <w:rsid w:val="00767B8A"/>
    <w:rsid w:val="00775481"/>
    <w:rsid w:val="007A233B"/>
    <w:rsid w:val="007B4863"/>
    <w:rsid w:val="007B7C3E"/>
    <w:rsid w:val="007C5B9E"/>
    <w:rsid w:val="007C65E6"/>
    <w:rsid w:val="007D406B"/>
    <w:rsid w:val="007D4407"/>
    <w:rsid w:val="007E198E"/>
    <w:rsid w:val="007E1CA3"/>
    <w:rsid w:val="007F5CBC"/>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D62EC"/>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26931"/>
    <w:rsid w:val="00B500E5"/>
    <w:rsid w:val="00BA39BB"/>
    <w:rsid w:val="00BA3B3D"/>
    <w:rsid w:val="00BB7EEA"/>
    <w:rsid w:val="00BC37FF"/>
    <w:rsid w:val="00BD1909"/>
    <w:rsid w:val="00BE5E16"/>
    <w:rsid w:val="00BE5FD1"/>
    <w:rsid w:val="00C06E05"/>
    <w:rsid w:val="00C14B14"/>
    <w:rsid w:val="00C17370"/>
    <w:rsid w:val="00C2054D"/>
    <w:rsid w:val="00C252EB"/>
    <w:rsid w:val="00C26EC0"/>
    <w:rsid w:val="00C56C77"/>
    <w:rsid w:val="00C84923"/>
    <w:rsid w:val="00CB7B3E"/>
    <w:rsid w:val="00CC739D"/>
    <w:rsid w:val="00CF54C0"/>
    <w:rsid w:val="00D04468"/>
    <w:rsid w:val="00D30640"/>
    <w:rsid w:val="00D36257"/>
    <w:rsid w:val="00D4687E"/>
    <w:rsid w:val="00D53A12"/>
    <w:rsid w:val="00D87E2A"/>
    <w:rsid w:val="00DB0C43"/>
    <w:rsid w:val="00DE3354"/>
    <w:rsid w:val="00DF7DCD"/>
    <w:rsid w:val="00E50B7D"/>
    <w:rsid w:val="00E904A1"/>
    <w:rsid w:val="00EB7D28"/>
    <w:rsid w:val="00EC0D0C"/>
    <w:rsid w:val="00ED4A2C"/>
    <w:rsid w:val="00EF3DF6"/>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C1E9D"/>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F3DF6"/>
    <w:rPr>
      <w:b/>
      <w:caps/>
      <w:sz w:val="24"/>
      <w:lang w:val="en-US" w:eastAsia="en-US"/>
    </w:rPr>
  </w:style>
  <w:style w:type="character" w:customStyle="1" w:styleId="Heading2Char">
    <w:name w:val="Heading 2 Char"/>
    <w:basedOn w:val="DefaultParagraphFont"/>
    <w:link w:val="Heading2"/>
    <w:rsid w:val="002E6F1D"/>
    <w:rPr>
      <w:b/>
      <w:sz w:val="24"/>
      <w:lang w:val="en-US" w:eastAsia="en-US"/>
    </w:rPr>
  </w:style>
  <w:style w:type="paragraph" w:customStyle="1" w:styleId="Catatan">
    <w:name w:val="Catatan"/>
    <w:basedOn w:val="Normal"/>
    <w:qFormat/>
    <w:rsid w:val="002E6F1D"/>
    <w:pPr>
      <w:tabs>
        <w:tab w:val="left" w:pos="425"/>
        <w:tab w:val="left" w:pos="851"/>
        <w:tab w:val="left" w:pos="1134"/>
        <w:tab w:val="left" w:pos="1418"/>
      </w:tabs>
      <w:ind w:firstLine="567"/>
      <w:jc w:val="both"/>
    </w:pPr>
    <w:rPr>
      <w:rFonts w:ascii="Arial" w:eastAsia="Arial" w:hAnsi="Arial" w:cs="Arial"/>
      <w:color w:val="FF0000"/>
      <w:sz w:val="20"/>
      <w:lang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6265979">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398</TotalTime>
  <Pages>9</Pages>
  <Words>2951</Words>
  <Characters>16823</Characters>
  <Application>Microsoft Office Word</Application>
  <DocSecurity>0</DocSecurity>
  <Lines>140</Lines>
  <Paragraphs>39</Paragraphs>
  <ScaleCrop>false</ScaleCrop>
  <Company>PPI</Company>
  <LinksUpToDate>false</LinksUpToDate>
  <CharactersWithSpaces>19735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18</cp:revision>
  <cp:lastPrinted>2011-03-03T08:29:00Z</cp:lastPrinted>
  <dcterms:created xsi:type="dcterms:W3CDTF">2025-07-30T15:46:00Z</dcterms:created>
  <dcterms:modified xsi:type="dcterms:W3CDTF">2025-12-16T11:58:00Z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