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7AB35" w14:textId="77D5B224" w:rsidR="0007014A" w:rsidRPr="00B46E9D" w:rsidRDefault="0007014A" w:rsidP="00432783">
      <w:pPr>
        <w:pStyle w:val="PaperTitle"/>
        <w:spacing w:before="100" w:beforeAutospacing="1"/>
      </w:pPr>
      <w:r w:rsidRPr="00B46E9D">
        <w:t xml:space="preserve">Atmospheric Plasma Jet-Assisted Synthesis of </w:t>
      </w:r>
      <w:proofErr w:type="spellStart"/>
      <w:r w:rsidRPr="00B46E9D">
        <w:t>CuO</w:t>
      </w:r>
      <w:proofErr w:type="spellEnd"/>
      <w:r w:rsidRPr="00B46E9D">
        <w:t xml:space="preserve"> Nanofluids</w:t>
      </w:r>
      <w:r w:rsidR="001F48E6">
        <w:t>:</w:t>
      </w:r>
      <w:r w:rsidRPr="00B46E9D">
        <w:t xml:space="preserve"> Insights into Structural and Optical Properties</w:t>
      </w:r>
    </w:p>
    <w:p w14:paraId="23DFB87E" w14:textId="627DE426" w:rsidR="0007014A" w:rsidRPr="00B46E9D" w:rsidRDefault="0007014A" w:rsidP="00432783">
      <w:pPr>
        <w:pStyle w:val="AuthorName"/>
      </w:pPr>
      <w:r w:rsidRPr="00B46E9D">
        <w:t>Ghada Sabah Mahdi</w:t>
      </w:r>
      <w:proofErr w:type="gramStart"/>
      <w:r w:rsidR="00243AA0">
        <w:rPr>
          <w:vertAlign w:val="superscript"/>
        </w:rPr>
        <w:t>1,</w:t>
      </w:r>
      <w:r w:rsidRPr="00B46E9D">
        <w:rPr>
          <w:vertAlign w:val="superscript"/>
        </w:rPr>
        <w:t>a</w:t>
      </w:r>
      <w:proofErr w:type="gramEnd"/>
      <w:r w:rsidRPr="00B46E9D">
        <w:rPr>
          <w:vertAlign w:val="superscript"/>
        </w:rPr>
        <w:t>)</w:t>
      </w:r>
      <w:r w:rsidRPr="00B46E9D">
        <w:t>, As</w:t>
      </w:r>
      <w:r w:rsidR="0096628E">
        <w:t>e</w:t>
      </w:r>
      <w:r w:rsidRPr="00B46E9D">
        <w:t xml:space="preserve">el Mustafa </w:t>
      </w:r>
      <w:proofErr w:type="spellStart"/>
      <w:r w:rsidRPr="00B46E9D">
        <w:t>abdul</w:t>
      </w:r>
      <w:proofErr w:type="spellEnd"/>
      <w:r w:rsidRPr="00B46E9D">
        <w:t xml:space="preserve"> Majeed</w:t>
      </w:r>
      <w:proofErr w:type="gramStart"/>
      <w:r w:rsidR="00243AA0">
        <w:rPr>
          <w:vertAlign w:val="superscript"/>
        </w:rPr>
        <w:t>1,</w:t>
      </w:r>
      <w:r w:rsidRPr="00B46E9D">
        <w:rPr>
          <w:vertAlign w:val="superscript"/>
        </w:rPr>
        <w:t>b</w:t>
      </w:r>
      <w:proofErr w:type="gramEnd"/>
      <w:r w:rsidRPr="00B46E9D">
        <w:rPr>
          <w:vertAlign w:val="superscript"/>
        </w:rPr>
        <w:t>)</w:t>
      </w:r>
      <w:r w:rsidRPr="00B46E9D">
        <w:t>, Randa Kamel Husain</w:t>
      </w:r>
      <w:proofErr w:type="gramStart"/>
      <w:r w:rsidR="00243AA0">
        <w:rPr>
          <w:vertAlign w:val="superscript"/>
        </w:rPr>
        <w:t>1,</w:t>
      </w:r>
      <w:r w:rsidRPr="00B46E9D">
        <w:rPr>
          <w:vertAlign w:val="superscript"/>
        </w:rPr>
        <w:t>c</w:t>
      </w:r>
      <w:proofErr w:type="gramEnd"/>
      <w:r w:rsidRPr="00B46E9D">
        <w:rPr>
          <w:vertAlign w:val="superscript"/>
        </w:rPr>
        <w:t>)</w:t>
      </w:r>
    </w:p>
    <w:p w14:paraId="58B58201" w14:textId="77777777" w:rsidR="0007014A" w:rsidRDefault="0007014A" w:rsidP="00432783">
      <w:pPr>
        <w:pStyle w:val="AuthorAffiliation"/>
        <w:rPr>
          <w:lang w:val="en-GB"/>
        </w:rPr>
      </w:pPr>
      <w:r w:rsidRPr="00B46E9D">
        <w:rPr>
          <w:vertAlign w:val="superscript"/>
          <w:lang w:val="en-GB"/>
        </w:rPr>
        <w:t>1</w:t>
      </w:r>
      <w:r w:rsidRPr="00B46E9D">
        <w:rPr>
          <w:lang w:val="en-GB"/>
        </w:rPr>
        <w:t xml:space="preserve">Department of Physics, College of Science, </w:t>
      </w:r>
      <w:proofErr w:type="spellStart"/>
      <w:r w:rsidRPr="00B46E9D">
        <w:rPr>
          <w:lang w:val="en-GB"/>
        </w:rPr>
        <w:t>Mustansiriyah</w:t>
      </w:r>
      <w:proofErr w:type="spellEnd"/>
      <w:r w:rsidRPr="00B46E9D">
        <w:rPr>
          <w:lang w:val="en-GB"/>
        </w:rPr>
        <w:t xml:space="preserve"> University, Baghdad, I</w:t>
      </w:r>
      <w:proofErr w:type="spellStart"/>
      <w:r w:rsidRPr="00B46E9D">
        <w:t>raq</w:t>
      </w:r>
      <w:proofErr w:type="spellEnd"/>
      <w:r w:rsidRPr="00B46E9D">
        <w:rPr>
          <w:lang w:val="en-GB"/>
        </w:rPr>
        <w:t>.</w:t>
      </w:r>
    </w:p>
    <w:p w14:paraId="543C083E" w14:textId="77777777" w:rsidR="00432783" w:rsidRPr="00B570D4" w:rsidRDefault="00432783" w:rsidP="00432783">
      <w:pPr>
        <w:pStyle w:val="AuthorAffiliation"/>
        <w:rPr>
          <w:iCs/>
          <w:rtl/>
          <w:lang w:val="en-GB"/>
        </w:rPr>
      </w:pPr>
    </w:p>
    <w:p w14:paraId="4649551A" w14:textId="77777777" w:rsidR="0007014A" w:rsidRPr="00B570D4" w:rsidRDefault="0007014A" w:rsidP="00432783">
      <w:pPr>
        <w:pStyle w:val="AuthorEmail"/>
        <w:rPr>
          <w:i/>
          <w:iCs/>
          <w:noProof/>
        </w:rPr>
      </w:pPr>
      <w:bookmarkStart w:id="0" w:name="_Hlk167474941"/>
      <w:r w:rsidRPr="00B570D4">
        <w:rPr>
          <w:i/>
          <w:iCs/>
          <w:noProof/>
          <w:vertAlign w:val="superscript"/>
        </w:rPr>
        <w:t>a)</w:t>
      </w:r>
      <w:r w:rsidRPr="00B570D4">
        <w:rPr>
          <w:i/>
          <w:iCs/>
          <w:noProof/>
        </w:rPr>
        <w:t xml:space="preserve"> </w:t>
      </w:r>
      <w:bookmarkEnd w:id="0"/>
      <w:r w:rsidRPr="00B570D4">
        <w:rPr>
          <w:i/>
          <w:iCs/>
          <w:noProof/>
        </w:rPr>
        <w:t>ghada1997@uomustansiriyah.edu.iq</w:t>
      </w:r>
    </w:p>
    <w:p w14:paraId="0652A023" w14:textId="7CC43DC3" w:rsidR="0007014A" w:rsidRPr="00B570D4" w:rsidRDefault="0007014A" w:rsidP="00432783">
      <w:pPr>
        <w:pStyle w:val="AuthorEmail"/>
        <w:rPr>
          <w:i/>
          <w:iCs/>
          <w:noProof/>
          <w:vertAlign w:val="superscript"/>
          <w:rtl/>
        </w:rPr>
      </w:pPr>
      <w:r w:rsidRPr="00B570D4">
        <w:rPr>
          <w:i/>
          <w:iCs/>
          <w:noProof/>
          <w:vertAlign w:val="superscript"/>
        </w:rPr>
        <w:t>b</w:t>
      </w:r>
      <w:r w:rsidR="00551DE9" w:rsidRPr="00B570D4">
        <w:rPr>
          <w:i/>
          <w:iCs/>
          <w:noProof/>
          <w:vertAlign w:val="superscript"/>
        </w:rPr>
        <w:t>)</w:t>
      </w:r>
      <w:r w:rsidRPr="00B570D4">
        <w:rPr>
          <w:i/>
          <w:iCs/>
        </w:rPr>
        <w:t xml:space="preserve"> </w:t>
      </w:r>
      <w:r w:rsidR="00551DE9" w:rsidRPr="00B570D4">
        <w:rPr>
          <w:rFonts w:asciiTheme="majorBidi" w:hAnsiTheme="majorBidi" w:cstheme="majorBidi"/>
          <w:i/>
          <w:iCs/>
          <w:noProof/>
        </w:rPr>
        <w:t>Corresponding Author:</w:t>
      </w:r>
      <w:r w:rsidR="00551DE9" w:rsidRPr="00B570D4">
        <w:rPr>
          <w:i/>
          <w:iCs/>
        </w:rPr>
        <w:t xml:space="preserve"> </w:t>
      </w:r>
      <w:r w:rsidRPr="00B570D4">
        <w:rPr>
          <w:i/>
          <w:iCs/>
        </w:rPr>
        <w:t>aseelalaziz@uomustansiriyah.edu.iq</w:t>
      </w:r>
    </w:p>
    <w:p w14:paraId="2AD62274" w14:textId="1A437BC2" w:rsidR="0007014A" w:rsidRPr="00B570D4" w:rsidRDefault="0007014A" w:rsidP="00432783">
      <w:pPr>
        <w:pStyle w:val="AuthorEmail"/>
        <w:rPr>
          <w:i/>
          <w:iCs/>
          <w:noProof/>
        </w:rPr>
      </w:pPr>
      <w:r w:rsidRPr="00B570D4">
        <w:rPr>
          <w:i/>
          <w:iCs/>
          <w:noProof/>
          <w:vertAlign w:val="superscript"/>
        </w:rPr>
        <w:t>c)</w:t>
      </w:r>
      <w:r w:rsidRPr="00B570D4">
        <w:rPr>
          <w:i/>
          <w:iCs/>
          <w:noProof/>
        </w:rPr>
        <w:t xml:space="preserve"> dr</w:t>
      </w:r>
      <w:r w:rsidR="00E80762" w:rsidRPr="00B570D4">
        <w:rPr>
          <w:i/>
          <w:iCs/>
          <w:noProof/>
        </w:rPr>
        <w:t>.</w:t>
      </w:r>
      <w:r w:rsidRPr="00B570D4">
        <w:rPr>
          <w:i/>
          <w:iCs/>
          <w:noProof/>
        </w:rPr>
        <w:t>randa.kamel@uomustansiriyah.edu.iq</w:t>
      </w:r>
    </w:p>
    <w:p w14:paraId="0495C4A0" w14:textId="77777777" w:rsidR="0007014A" w:rsidRPr="00B46E9D" w:rsidRDefault="0007014A" w:rsidP="00432783">
      <w:pPr>
        <w:pStyle w:val="Abstract"/>
        <w:ind w:left="0" w:right="0"/>
        <w:rPr>
          <w:rtl/>
        </w:rPr>
      </w:pPr>
      <w:r w:rsidRPr="00B46E9D">
        <w:rPr>
          <w:b/>
          <w:bCs/>
          <w:color w:val="000000"/>
          <w:lang w:val="en-GB"/>
        </w:rPr>
        <w:t>Abstract.</w:t>
      </w:r>
      <w:r w:rsidRPr="00B46E9D">
        <w:rPr>
          <w:color w:val="000000"/>
          <w:lang w:val="en-GB"/>
        </w:rPr>
        <w:t xml:space="preserve"> </w:t>
      </w:r>
      <w:r w:rsidRPr="00B46E9D">
        <w:t xml:space="preserve">This study presents the fabrication of </w:t>
      </w:r>
      <w:proofErr w:type="spellStart"/>
      <w:r w:rsidRPr="00B46E9D">
        <w:t>CuO</w:t>
      </w:r>
      <w:proofErr w:type="spellEnd"/>
      <w:r w:rsidRPr="00B46E9D">
        <w:t xml:space="preserve"> nanoparticles </w:t>
      </w:r>
      <w:proofErr w:type="gramStart"/>
      <w:r w:rsidRPr="00B46E9D">
        <w:t>through the use of</w:t>
      </w:r>
      <w:proofErr w:type="gramEnd"/>
      <w:r w:rsidRPr="00B46E9D">
        <w:t xml:space="preserve"> atmospheric plasma jet technology. The prepared synthesized </w:t>
      </w:r>
      <w:proofErr w:type="spellStart"/>
      <w:r w:rsidRPr="00B46E9D">
        <w:t>CuO</w:t>
      </w:r>
      <w:proofErr w:type="spellEnd"/>
      <w:r w:rsidRPr="00B46E9D">
        <w:t xml:space="preserve"> nanoparticles were analyzed by multiple characterization analyzations, like X-ray diffraction (XRD), scanning electron microscopy, energy-dispersive X-ray spectroscopy (EDS) moreover UV-</w:t>
      </w:r>
      <w:proofErr w:type="gramStart"/>
      <w:r w:rsidRPr="00B46E9D">
        <w:t>Vis</w:t>
      </w:r>
      <w:proofErr w:type="gramEnd"/>
      <w:r w:rsidRPr="00B46E9D">
        <w:t xml:space="preserve"> spectroscopy. XRD results showed the absence of additional peaks associated with secondary phases, confirming the high purity of the </w:t>
      </w:r>
      <w:proofErr w:type="spellStart"/>
      <w:r w:rsidRPr="00B46E9D">
        <w:t>CuO</w:t>
      </w:r>
      <w:proofErr w:type="spellEnd"/>
      <w:r w:rsidRPr="00B46E9D">
        <w:t xml:space="preserve"> nanoparticles. Besides, the </w:t>
      </w:r>
      <w:proofErr w:type="spellStart"/>
      <w:r w:rsidRPr="00B46E9D">
        <w:t>CuO</w:t>
      </w:r>
      <w:proofErr w:type="spellEnd"/>
      <w:r w:rsidRPr="00B46E9D">
        <w:t xml:space="preserve"> NPs synthesized with high purity that assured by EDX analysis. SEM analysis was used to examine the surface morphology, revealing a high degree of nanoparticle agglomeration. The energy bandgap was 4 eV for </w:t>
      </w:r>
      <w:proofErr w:type="spellStart"/>
      <w:r w:rsidRPr="00B46E9D">
        <w:t>CuO</w:t>
      </w:r>
      <w:proofErr w:type="spellEnd"/>
      <w:r w:rsidRPr="00B46E9D">
        <w:t xml:space="preserve"> Nanoparticles. The current–voltage analysis indicated that the solar cell achieved a power conversion efficiency of 0.031%, with a fill factor of 18.46%.</w:t>
      </w:r>
    </w:p>
    <w:p w14:paraId="00A4DAB6" w14:textId="77777777" w:rsidR="0007014A" w:rsidRPr="00B46E9D" w:rsidRDefault="0007014A" w:rsidP="00432783">
      <w:pPr>
        <w:pStyle w:val="Abstract"/>
        <w:ind w:left="0" w:right="0"/>
        <w:rPr>
          <w:color w:val="000000"/>
          <w:lang w:val="en-GB"/>
        </w:rPr>
      </w:pPr>
      <w:r w:rsidRPr="00B46E9D">
        <w:rPr>
          <w:b/>
          <w:bCs/>
          <w:color w:val="000000"/>
          <w:lang w:val="en-GB"/>
        </w:rPr>
        <w:t>Keywords:</w:t>
      </w:r>
      <w:r w:rsidRPr="00B46E9D">
        <w:rPr>
          <w:color w:val="000000"/>
          <w:lang w:val="en-GB"/>
        </w:rPr>
        <w:t xml:space="preserve"> </w:t>
      </w:r>
      <w:r w:rsidRPr="00B46E9D">
        <w:t xml:space="preserve">Plasma jets, </w:t>
      </w:r>
      <w:proofErr w:type="spellStart"/>
      <w:r w:rsidRPr="00B46E9D">
        <w:t>CuO</w:t>
      </w:r>
      <w:proofErr w:type="spellEnd"/>
      <w:r w:rsidRPr="00B46E9D">
        <w:t xml:space="preserve"> nanoparticles, Structural and Optical properties, solar cell</w:t>
      </w:r>
    </w:p>
    <w:p w14:paraId="4F672E84" w14:textId="77777777" w:rsidR="0007014A" w:rsidRPr="00B46E9D" w:rsidRDefault="0007014A" w:rsidP="00432783">
      <w:pPr>
        <w:pStyle w:val="Heading1"/>
        <w:rPr>
          <w:lang w:val="en-GB"/>
        </w:rPr>
      </w:pPr>
      <w:r w:rsidRPr="00B46E9D">
        <w:rPr>
          <w:lang w:val="en-GB"/>
        </w:rPr>
        <w:t>Introduction</w:t>
      </w:r>
    </w:p>
    <w:p w14:paraId="447052D9" w14:textId="4A90262D" w:rsidR="0007014A" w:rsidRPr="00B46E9D" w:rsidRDefault="0007014A" w:rsidP="00432783">
      <w:pPr>
        <w:pStyle w:val="ListParagraph"/>
        <w:ind w:left="0" w:firstLine="720"/>
        <w:jc w:val="both"/>
        <w:rPr>
          <w:rFonts w:asciiTheme="majorBidi" w:hAnsiTheme="majorBidi" w:cstheme="majorBidi"/>
          <w:sz w:val="20"/>
        </w:rPr>
      </w:pPr>
      <w:r w:rsidRPr="00B46E9D">
        <w:rPr>
          <w:rFonts w:asciiTheme="majorBidi" w:hAnsiTheme="majorBidi" w:cstheme="majorBidi"/>
          <w:sz w:val="20"/>
        </w:rPr>
        <w:t xml:space="preserve">Metal oxide semiconductors have a significant attention in optical applications as a reason of their </w:t>
      </w:r>
      <w:r w:rsidR="001F48E6">
        <w:rPr>
          <w:rFonts w:asciiTheme="majorBidi" w:hAnsiTheme="majorBidi" w:cstheme="majorBidi"/>
          <w:sz w:val="20"/>
        </w:rPr>
        <w:t>ease</w:t>
      </w:r>
      <w:r w:rsidRPr="00B46E9D">
        <w:rPr>
          <w:rFonts w:asciiTheme="majorBidi" w:hAnsiTheme="majorBidi" w:cstheme="majorBidi"/>
          <w:sz w:val="20"/>
        </w:rPr>
        <w:t xml:space="preserve"> of </w:t>
      </w:r>
      <w:r w:rsidR="001F48E6">
        <w:rPr>
          <w:rFonts w:asciiTheme="majorBidi" w:hAnsiTheme="majorBidi" w:cstheme="majorBidi"/>
          <w:sz w:val="20"/>
        </w:rPr>
        <w:t>use</w:t>
      </w:r>
      <w:r w:rsidRPr="00B46E9D">
        <w:rPr>
          <w:rFonts w:asciiTheme="majorBidi" w:hAnsiTheme="majorBidi" w:cstheme="majorBidi"/>
          <w:sz w:val="20"/>
        </w:rPr>
        <w:t xml:space="preserve">, easy synthesis, safety, and acceptable cost. Copper oxide (of chemical formula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is a p-type semiconductor </w:t>
      </w:r>
      <w:r w:rsidR="001F48E6">
        <w:rPr>
          <w:rFonts w:asciiTheme="majorBidi" w:hAnsiTheme="majorBidi" w:cstheme="majorBidi"/>
          <w:sz w:val="20"/>
        </w:rPr>
        <w:t xml:space="preserve">with </w:t>
      </w:r>
      <w:r w:rsidRPr="00B46E9D">
        <w:rPr>
          <w:rFonts w:asciiTheme="majorBidi" w:hAnsiTheme="majorBidi" w:cstheme="majorBidi"/>
          <w:sz w:val="20"/>
        </w:rPr>
        <w:t>has band gap in range 1.3 – 1.5 eV. [1-2], which enables copper oxide to absorb light in a wide range of spectra, especially in the visible light range. Nano-copper oxide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has optical and absorption properties that make it an important material in optical and electronic applications. It has a high absorption coefficient in the visible and ultraviolet light ranges, making it suitable for solar applications [3]. Due to its high light absorption, which makes it effective in converting light into heat energy.</w:t>
      </w:r>
      <w:r w:rsidR="001F48E6">
        <w:rPr>
          <w:rFonts w:asciiTheme="majorBidi" w:hAnsiTheme="majorBidi" w:cstheme="majorBidi"/>
          <w:sz w:val="20"/>
        </w:rPr>
        <w:t xml:space="preserve"> </w:t>
      </w:r>
      <w:r w:rsidRPr="00B46E9D">
        <w:rPr>
          <w:rFonts w:asciiTheme="majorBidi" w:hAnsiTheme="majorBidi" w:cstheme="majorBidi"/>
          <w:sz w:val="20"/>
        </w:rPr>
        <w:t xml:space="preserve">Copper oxide nanomaterials possess unique optical properties due to their nanoscale size, exhibiting optical behavior that differs from conventional materials. They feature strong light absorption in the visible region and </w:t>
      </w:r>
      <w:proofErr w:type="gramStart"/>
      <w:r w:rsidRPr="00B46E9D">
        <w:rPr>
          <w:rFonts w:asciiTheme="majorBidi" w:hAnsiTheme="majorBidi" w:cstheme="majorBidi"/>
          <w:sz w:val="20"/>
        </w:rPr>
        <w:t>a narrow</w:t>
      </w:r>
      <w:proofErr w:type="gramEnd"/>
      <w:r w:rsidRPr="00B46E9D">
        <w:rPr>
          <w:rFonts w:asciiTheme="majorBidi" w:hAnsiTheme="majorBidi" w:cstheme="majorBidi"/>
          <w:sz w:val="20"/>
        </w:rPr>
        <w:t xml:space="preserve"> bandgap, making them effective in applications such as solar cells [4-7], optical sensing [8], and photocatalysis [9]. They also exhibit color variations depending on particle size and their surrounding environment due to quantum effects.</w:t>
      </w:r>
    </w:p>
    <w:p w14:paraId="18C0744A" w14:textId="77777777" w:rsidR="00243AA0" w:rsidRDefault="00243AA0" w:rsidP="00432783">
      <w:pPr>
        <w:pStyle w:val="ListParagraph"/>
        <w:ind w:left="0" w:firstLine="720"/>
        <w:jc w:val="both"/>
        <w:rPr>
          <w:rFonts w:asciiTheme="majorBidi" w:hAnsiTheme="majorBidi" w:cstheme="majorBidi"/>
          <w:sz w:val="20"/>
        </w:rPr>
      </w:pPr>
    </w:p>
    <w:p w14:paraId="24272C6B" w14:textId="482A91A3" w:rsidR="0007014A" w:rsidRPr="00B46E9D" w:rsidRDefault="0007014A" w:rsidP="00432783">
      <w:pPr>
        <w:pStyle w:val="ListParagraph"/>
        <w:ind w:left="0" w:firstLine="720"/>
        <w:jc w:val="both"/>
        <w:rPr>
          <w:rFonts w:asciiTheme="majorBidi" w:hAnsiTheme="majorBidi" w:cstheme="majorBidi"/>
          <w:sz w:val="20"/>
          <w:rtl/>
        </w:rPr>
      </w:pPr>
      <w:r w:rsidRPr="00B46E9D">
        <w:rPr>
          <w:rFonts w:asciiTheme="majorBidi" w:hAnsiTheme="majorBidi" w:cstheme="majorBidi"/>
          <w:sz w:val="20"/>
        </w:rPr>
        <w:t xml:space="preserve">The preparation methods of nanocrystalline copper oxide significantly influence its structural properties, such as crystal size, shape, and particle size distribution, which directly impact its optical properties [10-11]. For example, preparation by microwave irradiation precipitation can produce </w:t>
      </w:r>
      <w:proofErr w:type="gramStart"/>
      <w:r w:rsidRPr="00B46E9D">
        <w:rPr>
          <w:rFonts w:asciiTheme="majorBidi" w:hAnsiTheme="majorBidi" w:cstheme="majorBidi"/>
          <w:sz w:val="20"/>
        </w:rPr>
        <w:t>smaller</w:t>
      </w:r>
      <w:proofErr w:type="gramEnd"/>
      <w:r w:rsidRPr="00B46E9D">
        <w:rPr>
          <w:rFonts w:asciiTheme="majorBidi" w:hAnsiTheme="majorBidi" w:cstheme="majorBidi"/>
          <w:sz w:val="20"/>
        </w:rPr>
        <w:t xml:space="preserve"> giving higher effectivity in antimicrobials [12], it is highly effective in bactericidal activities and has great inhibition potential [13].  Copper oxide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were prepared using various methods, including spray decomposition [14], electrochemical techniques [15], hydrothermal treatment [16], and wet chemical methods [17]. The study demonstrated that optical properties, such as the energy band gap, depend on the preparation method. For example,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prepared by </w:t>
      </w:r>
      <w:proofErr w:type="spellStart"/>
      <w:r w:rsidRPr="00B46E9D">
        <w:rPr>
          <w:rFonts w:asciiTheme="majorBidi" w:hAnsiTheme="majorBidi" w:cstheme="majorBidi"/>
          <w:sz w:val="20"/>
        </w:rPr>
        <w:t>sonochemical</w:t>
      </w:r>
      <w:proofErr w:type="spellEnd"/>
      <w:r w:rsidRPr="00B46E9D">
        <w:rPr>
          <w:rFonts w:asciiTheme="majorBidi" w:hAnsiTheme="majorBidi" w:cstheme="majorBidi"/>
          <w:sz w:val="20"/>
        </w:rPr>
        <w:t xml:space="preserve"> methods [18], the distribution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NPs is obtained in the range between 35 - 125 nm and a big direct </w:t>
      </w:r>
      <w:proofErr w:type="gramStart"/>
      <w:r w:rsidRPr="00B46E9D">
        <w:rPr>
          <w:rFonts w:asciiTheme="majorBidi" w:hAnsiTheme="majorBidi" w:cstheme="majorBidi"/>
          <w:sz w:val="20"/>
        </w:rPr>
        <w:t>energy band</w:t>
      </w:r>
      <w:proofErr w:type="gramEnd"/>
      <w:r w:rsidRPr="00B46E9D">
        <w:rPr>
          <w:rFonts w:asciiTheme="majorBidi" w:hAnsiTheme="majorBidi" w:cstheme="majorBidi"/>
          <w:sz w:val="20"/>
        </w:rPr>
        <w:t xml:space="preserve"> gap (3.85 eV). On the other hand, the preparation conditions controlled the properties of the created nanoparticles [19]; the particle sizes increased according to the precursor concentration. In the co-precipitation preparation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method, it revealed the effect of sodium hydroxide concentration on structural properties; particle size, degree of crystal distortion, and optical </w:t>
      </w:r>
      <w:proofErr w:type="gramStart"/>
      <w:r w:rsidRPr="00B46E9D">
        <w:rPr>
          <w:rFonts w:asciiTheme="majorBidi" w:hAnsiTheme="majorBidi" w:cstheme="majorBidi"/>
          <w:sz w:val="20"/>
        </w:rPr>
        <w:t>gap</w:t>
      </w:r>
      <w:proofErr w:type="gramEnd"/>
      <w:r w:rsidRPr="00B46E9D">
        <w:rPr>
          <w:rFonts w:asciiTheme="majorBidi" w:hAnsiTheme="majorBidi" w:cstheme="majorBidi"/>
          <w:sz w:val="20"/>
        </w:rPr>
        <w:t xml:space="preserve"> which lies in range 1.47 and 1.39 eV.[20</w:t>
      </w:r>
      <w:r w:rsidR="006E180B" w:rsidRPr="00B46E9D">
        <w:rPr>
          <w:rFonts w:asciiTheme="majorBidi" w:hAnsiTheme="majorBidi" w:cstheme="majorBidi"/>
          <w:sz w:val="20"/>
        </w:rPr>
        <w:t>]. Recently</w:t>
      </w:r>
      <w:r w:rsidRPr="00B46E9D">
        <w:rPr>
          <w:rFonts w:asciiTheme="majorBidi" w:hAnsiTheme="majorBidi" w:cstheme="majorBidi"/>
          <w:sz w:val="20"/>
        </w:rPr>
        <w:t xml:space="preserv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w:t>
      </w:r>
      <w:r w:rsidR="00BD439B" w:rsidRPr="00B46E9D">
        <w:rPr>
          <w:rFonts w:asciiTheme="majorBidi" w:hAnsiTheme="majorBidi" w:cstheme="majorBidi"/>
          <w:sz w:val="20"/>
        </w:rPr>
        <w:t>were introduced</w:t>
      </w:r>
      <w:r w:rsidRPr="00B46E9D">
        <w:rPr>
          <w:rFonts w:asciiTheme="majorBidi" w:hAnsiTheme="majorBidi" w:cstheme="majorBidi"/>
          <w:sz w:val="20"/>
        </w:rPr>
        <w:t xml:space="preserve"> by non-thermal plasma technique [21]. Plasma lay out notable features in contrast with other nanoparticle preparation technologies, due to easy operation and maintain, fast - time processing time, and zero - waste or hazardous compounds [22]. Therefore, understanding the relationship between the synthetic method and optical properties is important for improving material performance in optical and photonic applications. This research aims to prepare copper oxide nanoparticles using plasm-assistant method. Studying the influence of the preparation </w:t>
      </w:r>
      <w:r w:rsidRPr="00B46E9D">
        <w:rPr>
          <w:rFonts w:asciiTheme="majorBidi" w:hAnsiTheme="majorBidi" w:cstheme="majorBidi"/>
          <w:sz w:val="20"/>
        </w:rPr>
        <w:lastRenderedPageBreak/>
        <w:t>method on the structural characteristics of the synthesized particles and their relationship with the optical properties to achieve optimal conditions for fabricating the solar cell heterojunction.</w:t>
      </w:r>
    </w:p>
    <w:p w14:paraId="5FAF2674" w14:textId="77777777" w:rsidR="0007014A" w:rsidRPr="006E180B" w:rsidRDefault="0007014A" w:rsidP="00432783">
      <w:pPr>
        <w:jc w:val="both"/>
        <w:rPr>
          <w:rFonts w:asciiTheme="majorBidi" w:hAnsiTheme="majorBidi" w:cstheme="majorBidi"/>
          <w:sz w:val="20"/>
        </w:rPr>
      </w:pPr>
    </w:p>
    <w:p w14:paraId="5D631119" w14:textId="78D33C1B" w:rsidR="0007014A" w:rsidRPr="00B46E9D" w:rsidRDefault="0007014A" w:rsidP="00432783">
      <w:pPr>
        <w:pStyle w:val="Heading1"/>
      </w:pPr>
      <w:r w:rsidRPr="00B46E9D">
        <w:t>Methods and materials</w:t>
      </w:r>
    </w:p>
    <w:p w14:paraId="3C93C792" w14:textId="1B3EBA1E" w:rsidR="0007014A" w:rsidRPr="00B46E9D" w:rsidRDefault="0007014A" w:rsidP="00432783">
      <w:pPr>
        <w:ind w:firstLine="720"/>
        <w:jc w:val="both"/>
        <w:rPr>
          <w:rFonts w:asciiTheme="majorBidi" w:hAnsiTheme="majorBidi" w:cstheme="majorBidi"/>
          <w:sz w:val="20"/>
        </w:rPr>
      </w:pPr>
      <w:r w:rsidRPr="00B46E9D">
        <w:rPr>
          <w:rFonts w:asciiTheme="majorBidi" w:hAnsiTheme="majorBidi" w:cstheme="majorBidi"/>
          <w:sz w:val="20"/>
        </w:rPr>
        <w:t xml:space="preserve">Nanoparticles of Copper oxide were prepared by plasma - jet system, (see Figure 1). The setup utilized a high-voltage DC power supply (20 kV) and employed a </w:t>
      </w:r>
      <w:r w:rsidR="006E180B" w:rsidRPr="00B46E9D">
        <w:rPr>
          <w:rFonts w:asciiTheme="majorBidi" w:hAnsiTheme="majorBidi" w:cstheme="majorBidi"/>
          <w:sz w:val="20"/>
        </w:rPr>
        <w:t>stainless-steel</w:t>
      </w:r>
      <w:r w:rsidRPr="00B46E9D">
        <w:rPr>
          <w:rFonts w:asciiTheme="majorBidi" w:hAnsiTheme="majorBidi" w:cstheme="majorBidi"/>
          <w:sz w:val="20"/>
        </w:rPr>
        <w:t xml:space="preserve"> tube as the cathode. A (0.98 g) weight of hydrated copper nitrate salt [</w:t>
      </w:r>
      <w:proofErr w:type="gramStart"/>
      <w:r w:rsidRPr="00B46E9D">
        <w:rPr>
          <w:rFonts w:asciiTheme="majorBidi" w:hAnsiTheme="majorBidi" w:cstheme="majorBidi"/>
          <w:sz w:val="20"/>
        </w:rPr>
        <w:t>Cu(</w:t>
      </w:r>
      <w:proofErr w:type="gramEnd"/>
      <w:r w:rsidRPr="00B46E9D">
        <w:rPr>
          <w:rFonts w:asciiTheme="majorBidi" w:hAnsiTheme="majorBidi" w:cstheme="majorBidi"/>
          <w:sz w:val="20"/>
        </w:rPr>
        <w:t>NO</w:t>
      </w:r>
      <w:proofErr w:type="gramStart"/>
      <w:r w:rsidRPr="00B46E9D">
        <w:rPr>
          <w:rFonts w:asciiTheme="majorBidi" w:hAnsiTheme="majorBidi" w:cstheme="majorBidi"/>
          <w:sz w:val="20"/>
        </w:rPr>
        <w:t>₃)₂</w:t>
      </w:r>
      <w:proofErr w:type="gramEnd"/>
      <w:r w:rsidRPr="00B46E9D">
        <w:rPr>
          <w:rFonts w:asciiTheme="majorBidi" w:hAnsiTheme="majorBidi" w:cstheme="majorBidi"/>
          <w:sz w:val="20"/>
        </w:rPr>
        <w:t xml:space="preserve">·3H₂O] salt is dissolved in deionized water under magnetic stirring to obtain0.2 M solution. High-purity argon gas (99.99%) was employed as the discharge medium, and its flow rate was maintained at 2 L/min using a flowmeter for precise control. The plasma jet extended through the air, with the nozzle positioned about 2 cm above the salt solution’s surface. The salt solution remains in presence of plasma processing for a duration of 5 minutes. A noticeable color change at the beginning of the process suggested the formation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nanomaterials. UV-</w:t>
      </w:r>
      <w:proofErr w:type="gramStart"/>
      <w:r w:rsidRPr="00B46E9D">
        <w:rPr>
          <w:rFonts w:asciiTheme="majorBidi" w:hAnsiTheme="majorBidi" w:cstheme="majorBidi"/>
          <w:sz w:val="20"/>
        </w:rPr>
        <w:t>Vis</w:t>
      </w:r>
      <w:proofErr w:type="gramEnd"/>
      <w:r w:rsidRPr="00B46E9D">
        <w:rPr>
          <w:rFonts w:asciiTheme="majorBidi" w:hAnsiTheme="majorBidi" w:cstheme="majorBidi"/>
          <w:sz w:val="20"/>
        </w:rPr>
        <w:t xml:space="preserve"> absorption spectra of the samples, ranging from 200 to 900 nm, were recorded using a </w:t>
      </w:r>
      <w:proofErr w:type="spellStart"/>
      <w:r w:rsidRPr="00B46E9D">
        <w:rPr>
          <w:rFonts w:asciiTheme="majorBidi" w:hAnsiTheme="majorBidi" w:cstheme="majorBidi"/>
          <w:sz w:val="20"/>
        </w:rPr>
        <w:t>Metertech</w:t>
      </w:r>
      <w:proofErr w:type="spellEnd"/>
      <w:r w:rsidRPr="00B46E9D">
        <w:rPr>
          <w:rFonts w:asciiTheme="majorBidi" w:hAnsiTheme="majorBidi" w:cstheme="majorBidi"/>
          <w:sz w:val="20"/>
        </w:rPr>
        <w:t xml:space="preserve"> dual-beam UV-Vis-NIR spectrometer. The synthesized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were analyzed by many techniques like XDR, EDS and SEM. The copper oxide nanoparticle solution was drop-cast onto a silicon substrate and then dried in an electric convection oven at 250 °C. One side of the silicon slide was polished, cleaned with distilled water, and thoroughly dried before being placed in the oven. The drop-casting process involved applying seven drops at three-minute intervals. These nanoparticles are intended for future use in solar cell applications.</w:t>
      </w:r>
    </w:p>
    <w:p w14:paraId="0C5BFD91" w14:textId="10209A60" w:rsidR="0007014A" w:rsidRDefault="0007014A" w:rsidP="00432783">
      <w:pPr>
        <w:ind w:firstLine="720"/>
        <w:jc w:val="both"/>
        <w:rPr>
          <w:rFonts w:asciiTheme="majorBidi" w:hAnsiTheme="majorBidi" w:cstheme="majorBidi"/>
          <w:sz w:val="20"/>
        </w:rPr>
      </w:pPr>
    </w:p>
    <w:p w14:paraId="72F7FC9D" w14:textId="4DCF00EF" w:rsidR="00FF2627" w:rsidRDefault="00FF2627" w:rsidP="00432783">
      <w:pPr>
        <w:ind w:firstLine="720"/>
        <w:jc w:val="both"/>
        <w:rPr>
          <w:rFonts w:asciiTheme="majorBidi" w:hAnsiTheme="majorBidi" w:cstheme="majorBidi"/>
          <w:sz w:val="20"/>
        </w:rPr>
      </w:pPr>
      <w:r w:rsidRPr="00B46E9D">
        <w:rPr>
          <w:rFonts w:asciiTheme="majorBidi" w:hAnsiTheme="majorBidi" w:cstheme="majorBidi"/>
          <w:noProof/>
          <w:sz w:val="20"/>
        </w:rPr>
        <w:drawing>
          <wp:anchor distT="0" distB="0" distL="114300" distR="114300" simplePos="0" relativeHeight="251673088" behindDoc="0" locked="0" layoutInCell="1" allowOverlap="1" wp14:anchorId="67F3C3B3" wp14:editId="440FCFD8">
            <wp:simplePos x="0" y="0"/>
            <wp:positionH relativeFrom="column">
              <wp:posOffset>1571625</wp:posOffset>
            </wp:positionH>
            <wp:positionV relativeFrom="paragraph">
              <wp:posOffset>8890</wp:posOffset>
            </wp:positionV>
            <wp:extent cx="3068955" cy="1819275"/>
            <wp:effectExtent l="0" t="0" r="0" b="9525"/>
            <wp:wrapThrough wrapText="bothSides">
              <wp:wrapPolygon edited="0">
                <wp:start x="0" y="0"/>
                <wp:lineTo x="0" y="21487"/>
                <wp:lineTo x="21453" y="21487"/>
                <wp:lineTo x="21453" y="0"/>
                <wp:lineTo x="0" y="0"/>
              </wp:wrapPolygon>
            </wp:wrapThrough>
            <wp:docPr id="13" name="Picture 2" descr="C:\Users\3D\AppData\Local\Packages\5319275A.WhatsAppDesktop_cv1g1gvanyjgm\TempState\100FC9DA60F9AE9D6488451DECDC0742\WhatsApp Image 2025-05-07 at 20.24.04_14b5cd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D\AppData\Local\Packages\5319275A.WhatsAppDesktop_cv1g1gvanyjgm\TempState\100FC9DA60F9AE9D6488451DECDC0742\WhatsApp Image 2025-05-07 at 20.24.04_14b5cdd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208" t="19688" b="45122"/>
                    <a:stretch/>
                  </pic:blipFill>
                  <pic:spPr bwMode="auto">
                    <a:xfrm>
                      <a:off x="0" y="0"/>
                      <a:ext cx="3068955" cy="1819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DC4A3E9" w14:textId="3BD0EF6C" w:rsidR="00FF2627" w:rsidRDefault="00FF2627" w:rsidP="00432783">
      <w:pPr>
        <w:ind w:firstLine="720"/>
        <w:jc w:val="both"/>
        <w:rPr>
          <w:rFonts w:asciiTheme="majorBidi" w:hAnsiTheme="majorBidi" w:cstheme="majorBidi"/>
          <w:sz w:val="20"/>
        </w:rPr>
      </w:pPr>
    </w:p>
    <w:p w14:paraId="597DCA8A" w14:textId="49CFF4D6" w:rsidR="00FF2627" w:rsidRDefault="00FF2627" w:rsidP="00432783">
      <w:pPr>
        <w:ind w:firstLine="720"/>
        <w:jc w:val="both"/>
        <w:rPr>
          <w:rFonts w:asciiTheme="majorBidi" w:hAnsiTheme="majorBidi" w:cstheme="majorBidi"/>
          <w:sz w:val="20"/>
        </w:rPr>
      </w:pPr>
    </w:p>
    <w:p w14:paraId="49F09460" w14:textId="2D791086" w:rsidR="00FF2627" w:rsidRDefault="00FF2627" w:rsidP="00432783">
      <w:pPr>
        <w:ind w:firstLine="720"/>
        <w:jc w:val="both"/>
        <w:rPr>
          <w:rFonts w:asciiTheme="majorBidi" w:hAnsiTheme="majorBidi" w:cstheme="majorBidi"/>
          <w:sz w:val="20"/>
        </w:rPr>
      </w:pPr>
    </w:p>
    <w:p w14:paraId="187BC2DE" w14:textId="5EEF7E7C" w:rsidR="00FF2627" w:rsidRDefault="00FF2627" w:rsidP="00432783">
      <w:pPr>
        <w:ind w:firstLine="720"/>
        <w:jc w:val="both"/>
        <w:rPr>
          <w:rFonts w:asciiTheme="majorBidi" w:hAnsiTheme="majorBidi" w:cstheme="majorBidi"/>
          <w:sz w:val="20"/>
        </w:rPr>
      </w:pPr>
    </w:p>
    <w:p w14:paraId="24D451F6" w14:textId="005907F6" w:rsidR="00FF2627" w:rsidRDefault="00FF2627" w:rsidP="00432783">
      <w:pPr>
        <w:ind w:firstLine="720"/>
        <w:jc w:val="both"/>
        <w:rPr>
          <w:rFonts w:asciiTheme="majorBidi" w:hAnsiTheme="majorBidi" w:cstheme="majorBidi"/>
          <w:sz w:val="20"/>
        </w:rPr>
      </w:pPr>
    </w:p>
    <w:p w14:paraId="729327AE" w14:textId="12662AB6" w:rsidR="00FF2627" w:rsidRDefault="00FF2627" w:rsidP="00432783">
      <w:pPr>
        <w:ind w:firstLine="720"/>
        <w:jc w:val="both"/>
        <w:rPr>
          <w:rFonts w:asciiTheme="majorBidi" w:hAnsiTheme="majorBidi" w:cstheme="majorBidi"/>
          <w:sz w:val="20"/>
        </w:rPr>
      </w:pPr>
    </w:p>
    <w:p w14:paraId="74814A93" w14:textId="1F16EE07" w:rsidR="00FF2627" w:rsidRDefault="00FF2627" w:rsidP="00432783">
      <w:pPr>
        <w:ind w:firstLine="720"/>
        <w:jc w:val="both"/>
        <w:rPr>
          <w:rFonts w:asciiTheme="majorBidi" w:hAnsiTheme="majorBidi" w:cstheme="majorBidi"/>
          <w:sz w:val="20"/>
        </w:rPr>
      </w:pPr>
    </w:p>
    <w:p w14:paraId="4DB64980" w14:textId="652E8DDD" w:rsidR="00FF2627" w:rsidRDefault="00FF2627" w:rsidP="00432783">
      <w:pPr>
        <w:ind w:firstLine="720"/>
        <w:jc w:val="both"/>
        <w:rPr>
          <w:rFonts w:asciiTheme="majorBidi" w:hAnsiTheme="majorBidi" w:cstheme="majorBidi"/>
          <w:sz w:val="20"/>
        </w:rPr>
      </w:pPr>
    </w:p>
    <w:p w14:paraId="4605335F" w14:textId="5090A66B" w:rsidR="00FF2627" w:rsidRDefault="00FF2627" w:rsidP="00432783">
      <w:pPr>
        <w:ind w:firstLine="720"/>
        <w:jc w:val="both"/>
        <w:rPr>
          <w:rFonts w:asciiTheme="majorBidi" w:hAnsiTheme="majorBidi" w:cstheme="majorBidi"/>
          <w:sz w:val="20"/>
        </w:rPr>
      </w:pPr>
    </w:p>
    <w:p w14:paraId="584D27B8" w14:textId="22F9974F" w:rsidR="00FF2627" w:rsidRDefault="00FF2627" w:rsidP="00432783">
      <w:pPr>
        <w:ind w:firstLine="720"/>
        <w:jc w:val="both"/>
        <w:rPr>
          <w:rFonts w:asciiTheme="majorBidi" w:hAnsiTheme="majorBidi" w:cstheme="majorBidi"/>
          <w:sz w:val="20"/>
        </w:rPr>
      </w:pPr>
    </w:p>
    <w:p w14:paraId="5C2E86E4" w14:textId="7FF9C6D2" w:rsidR="00FF2627" w:rsidRDefault="00FF2627" w:rsidP="00432783">
      <w:pPr>
        <w:ind w:firstLine="720"/>
        <w:jc w:val="both"/>
        <w:rPr>
          <w:rFonts w:asciiTheme="majorBidi" w:hAnsiTheme="majorBidi" w:cstheme="majorBidi"/>
          <w:sz w:val="20"/>
        </w:rPr>
      </w:pPr>
    </w:p>
    <w:p w14:paraId="2C4D5901" w14:textId="2E5C58CD" w:rsidR="00FF2627" w:rsidRPr="00243AA0" w:rsidRDefault="00FF2627" w:rsidP="00432783">
      <w:pPr>
        <w:ind w:firstLine="720"/>
        <w:jc w:val="center"/>
        <w:rPr>
          <w:rFonts w:asciiTheme="majorBidi" w:hAnsiTheme="majorBidi" w:cstheme="majorBidi"/>
          <w:sz w:val="18"/>
          <w:szCs w:val="18"/>
        </w:rPr>
      </w:pPr>
    </w:p>
    <w:p w14:paraId="401B48C4" w14:textId="371F32D3" w:rsidR="0007014A" w:rsidRPr="00243AA0" w:rsidRDefault="0007014A" w:rsidP="00432783">
      <w:pPr>
        <w:pStyle w:val="Figure"/>
        <w:rPr>
          <w:sz w:val="18"/>
          <w:szCs w:val="18"/>
          <w:lang w:bidi="ar-IQ"/>
        </w:rPr>
      </w:pPr>
      <w:r w:rsidRPr="00243AA0">
        <w:rPr>
          <w:sz w:val="18"/>
          <w:szCs w:val="18"/>
          <w:lang w:bidi="ar-IQ"/>
        </w:rPr>
        <w:t>Fig.1: Plasma jet system</w:t>
      </w:r>
    </w:p>
    <w:p w14:paraId="6EED5A7C" w14:textId="77777777" w:rsidR="0007014A" w:rsidRPr="0007014A" w:rsidRDefault="0007014A" w:rsidP="00432783">
      <w:pPr>
        <w:pStyle w:val="Heading1"/>
      </w:pPr>
      <w:r w:rsidRPr="0007014A">
        <w:t>Results and Discussion</w:t>
      </w:r>
    </w:p>
    <w:p w14:paraId="22B54082" w14:textId="6B2F6FBC" w:rsidR="0007014A" w:rsidRPr="00B46E9D" w:rsidRDefault="0007014A" w:rsidP="00432783">
      <w:pPr>
        <w:pStyle w:val="Heading2"/>
      </w:pPr>
      <w:r w:rsidRPr="00B46E9D">
        <w:t>XRD analyses</w:t>
      </w:r>
    </w:p>
    <w:p w14:paraId="1EBBE019" w14:textId="77777777" w:rsidR="000834B6" w:rsidRDefault="0007014A" w:rsidP="000834B6">
      <w:pPr>
        <w:pStyle w:val="ListParagraph"/>
        <w:ind w:left="0" w:firstLine="720"/>
        <w:jc w:val="both"/>
        <w:rPr>
          <w:rFonts w:asciiTheme="majorBidi" w:hAnsiTheme="majorBidi" w:cstheme="majorBidi"/>
          <w:sz w:val="20"/>
        </w:rPr>
      </w:pPr>
      <w:r w:rsidRPr="00B46E9D">
        <w:rPr>
          <w:rFonts w:asciiTheme="majorBidi" w:hAnsiTheme="majorBidi" w:cstheme="majorBidi"/>
          <w:sz w:val="20"/>
        </w:rPr>
        <w:t xml:space="preserve">X-ray diffraction (XRD) analysis confirmed the crystalline structural nature and its phase purity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synthesized using the plasma jet (APJ) method. As reported in previous studies, the XRD pattern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was obtained over a 2θ range of 15° to 85°, as illustrated in the figure (2). The diffraction peaks observed at 35.64° and 38.84° are characteristic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and correspond to the (</w:t>
      </w:r>
      <w:proofErr w:type="gramStart"/>
      <w:r w:rsidRPr="00B46E9D">
        <w:rPr>
          <w:rFonts w:asciiTheme="majorBidi" w:hAnsiTheme="majorBidi" w:cstheme="majorBidi"/>
          <w:sz w:val="20"/>
        </w:rPr>
        <w:t>11−1</w:t>
      </w:r>
      <w:proofErr w:type="gramEnd"/>
      <w:r w:rsidRPr="00B46E9D">
        <w:rPr>
          <w:rFonts w:asciiTheme="majorBidi" w:hAnsiTheme="majorBidi" w:cstheme="majorBidi"/>
          <w:sz w:val="20"/>
        </w:rPr>
        <w:t xml:space="preserve">) and (111) crystallographic planes, respectively. The Debye-Scherrer equation was adopted to calculate the crystallite size of the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as given in Equation (1) [23,24].</w:t>
      </w:r>
    </w:p>
    <w:p w14:paraId="0FC563D7" w14:textId="5C038EE8" w:rsidR="0007014A" w:rsidRPr="000834B6" w:rsidRDefault="000834B6" w:rsidP="000834B6">
      <w:pPr>
        <w:pStyle w:val="ListParagraph"/>
        <w:tabs>
          <w:tab w:val="left" w:pos="4320"/>
          <w:tab w:val="left" w:pos="9000"/>
        </w:tabs>
        <w:ind w:left="0" w:firstLine="720"/>
        <w:jc w:val="both"/>
        <w:rPr>
          <w:rFonts w:asciiTheme="majorBidi" w:hAnsiTheme="majorBidi" w:cstheme="majorBidi"/>
          <w:sz w:val="20"/>
        </w:rPr>
      </w:pPr>
      <w:r w:rsidRPr="000834B6">
        <w:rPr>
          <w:rFonts w:asciiTheme="majorBidi" w:hAnsiTheme="majorBidi" w:cstheme="majorBidi"/>
          <w:sz w:val="20"/>
        </w:rPr>
        <w:tab/>
      </w:r>
      <m:oMath>
        <m:r>
          <w:rPr>
            <w:rFonts w:ascii="Cambria Math" w:hAnsi="Cambria Math"/>
            <w:sz w:val="20"/>
          </w:rPr>
          <m:t>D</m:t>
        </m:r>
        <m:d>
          <m:dPr>
            <m:ctrlPr>
              <w:rPr>
                <w:rFonts w:ascii="Cambria Math" w:hAnsi="Cambria Math"/>
                <w:sz w:val="20"/>
              </w:rPr>
            </m:ctrlPr>
          </m:dPr>
          <m:e>
            <m:sSup>
              <m:sSupPr>
                <m:ctrlPr>
                  <w:rPr>
                    <w:rFonts w:ascii="Cambria Math" w:hAnsi="Cambria Math"/>
                    <w:sz w:val="20"/>
                  </w:rPr>
                </m:ctrlPr>
              </m:sSupPr>
              <m:e>
                <m:r>
                  <w:rPr>
                    <w:rFonts w:ascii="Cambria Math" w:hAnsi="Cambria Math"/>
                    <w:sz w:val="20"/>
                  </w:rPr>
                  <m:t>A</m:t>
                </m:r>
              </m:e>
              <m:sup>
                <m:r>
                  <w:rPr>
                    <w:rFonts w:ascii="Cambria Math" w:hAnsi="Cambria Math"/>
                    <w:sz w:val="20"/>
                  </w:rPr>
                  <m:t>o</m:t>
                </m:r>
              </m:sup>
            </m:sSup>
          </m:e>
        </m:d>
        <m:r>
          <m:rPr>
            <m:sty m:val="p"/>
          </m:rPr>
          <w:rPr>
            <w:rFonts w:ascii="Cambria Math" w:hAnsi="Cambria Math"/>
            <w:sz w:val="20"/>
          </w:rPr>
          <m:t xml:space="preserve">= </m:t>
        </m:r>
        <m:f>
          <m:fPr>
            <m:ctrlPr>
              <w:rPr>
                <w:rFonts w:ascii="Cambria Math" w:hAnsi="Cambria Math"/>
                <w:sz w:val="20"/>
              </w:rPr>
            </m:ctrlPr>
          </m:fPr>
          <m:num>
            <m:r>
              <w:rPr>
                <w:rFonts w:ascii="Cambria Math" w:hAnsi="Cambria Math"/>
                <w:sz w:val="20"/>
              </w:rPr>
              <m:t>Kλ</m:t>
            </m:r>
          </m:num>
          <m:den>
            <m:r>
              <w:rPr>
                <w:rFonts w:ascii="Cambria Math" w:hAnsi="Cambria Math"/>
                <w:sz w:val="20"/>
              </w:rPr>
              <m:t>β</m:t>
            </m:r>
            <m:r>
              <m:rPr>
                <m:sty m:val="p"/>
              </m:rPr>
              <w:rPr>
                <w:rFonts w:ascii="Cambria Math" w:hAnsi="Cambria Math"/>
                <w:sz w:val="20"/>
              </w:rPr>
              <m:t xml:space="preserve"> </m:t>
            </m:r>
            <m:r>
              <w:rPr>
                <w:rFonts w:ascii="Cambria Math" w:hAnsi="Cambria Math"/>
                <w:sz w:val="20"/>
              </w:rPr>
              <m:t>Cos</m:t>
            </m:r>
            <m:r>
              <m:rPr>
                <m:sty m:val="p"/>
              </m:rPr>
              <w:rPr>
                <w:rFonts w:ascii="Cambria Math" w:hAnsi="Cambria Math"/>
                <w:sz w:val="20"/>
              </w:rPr>
              <m:t xml:space="preserve"> </m:t>
            </m:r>
            <m:r>
              <w:rPr>
                <w:rFonts w:ascii="Cambria Math" w:hAnsi="Cambria Math"/>
                <w:sz w:val="20"/>
              </w:rPr>
              <m:t>θ</m:t>
            </m:r>
          </m:den>
        </m:f>
      </m:oMath>
      <w:r w:rsidR="0007014A" w:rsidRPr="000834B6">
        <w:rPr>
          <w:rFonts w:asciiTheme="majorBidi" w:eastAsiaTheme="minorEastAsia" w:hAnsiTheme="majorBidi"/>
          <w:sz w:val="20"/>
        </w:rPr>
        <w:t xml:space="preserve"> </w:t>
      </w:r>
      <w:r w:rsidRPr="000834B6">
        <w:rPr>
          <w:rFonts w:asciiTheme="majorBidi" w:eastAsiaTheme="minorEastAsia" w:hAnsiTheme="majorBidi"/>
          <w:sz w:val="20"/>
        </w:rPr>
        <w:tab/>
      </w:r>
      <w:r w:rsidR="00A21889" w:rsidRPr="000834B6">
        <w:rPr>
          <w:rFonts w:asciiTheme="majorBidi" w:eastAsiaTheme="minorEastAsia" w:hAnsiTheme="majorBidi"/>
          <w:sz w:val="20"/>
        </w:rPr>
        <w:t>(1)</w:t>
      </w:r>
    </w:p>
    <w:p w14:paraId="2293D77E" w14:textId="3568D2E9" w:rsidR="0007014A" w:rsidRDefault="0007014A" w:rsidP="00432783">
      <w:pPr>
        <w:pStyle w:val="ListParagraph"/>
        <w:ind w:left="0" w:firstLine="720"/>
        <w:jc w:val="both"/>
        <w:rPr>
          <w:rFonts w:asciiTheme="majorBidi" w:hAnsiTheme="majorBidi" w:cstheme="majorBidi"/>
          <w:color w:val="000000" w:themeColor="text1"/>
          <w:sz w:val="20"/>
        </w:rPr>
      </w:pPr>
      <w:r w:rsidRPr="00B46E9D">
        <w:rPr>
          <w:rFonts w:asciiTheme="majorBidi" w:hAnsiTheme="majorBidi" w:cstheme="majorBidi"/>
          <w:color w:val="000000" w:themeColor="text1"/>
          <w:sz w:val="20"/>
        </w:rPr>
        <w:t xml:space="preserve">In this equation, D remarked to the crystallite size, k is Scherrer’s constant (typically valued at 0.9), </w:t>
      </w:r>
      <w:proofErr w:type="gramStart"/>
      <w:r w:rsidRPr="00B46E9D">
        <w:rPr>
          <w:rFonts w:asciiTheme="majorBidi" w:hAnsiTheme="majorBidi" w:cstheme="majorBidi"/>
          <w:color w:val="000000" w:themeColor="text1"/>
          <w:sz w:val="20"/>
        </w:rPr>
        <w:t>while,</w:t>
      </w:r>
      <w:proofErr w:type="gramEnd"/>
      <w:r w:rsidRPr="00B46E9D">
        <w:rPr>
          <w:rFonts w:asciiTheme="majorBidi" w:hAnsiTheme="majorBidi" w:cstheme="majorBidi"/>
          <w:color w:val="000000" w:themeColor="text1"/>
          <w:sz w:val="20"/>
        </w:rPr>
        <w:t xml:space="preserve"> the wavelength of X-ray wavelength is represented by λ denotes the (1.540 Å), the symbol of β stands for the full width at half maximum (FWHM) of the diffraction peaks measured at the Bragg angle θ. The Copper oxide nanoparticles were formed in a </w:t>
      </w:r>
      <w:proofErr w:type="gramStart"/>
      <w:r w:rsidRPr="00B46E9D">
        <w:rPr>
          <w:rFonts w:asciiTheme="majorBidi" w:hAnsiTheme="majorBidi" w:cstheme="majorBidi"/>
          <w:color w:val="000000" w:themeColor="text1"/>
          <w:sz w:val="20"/>
        </w:rPr>
        <w:t>crystallite</w:t>
      </w:r>
      <w:proofErr w:type="gramEnd"/>
      <w:r w:rsidR="001F48E6">
        <w:rPr>
          <w:rFonts w:asciiTheme="majorBidi" w:hAnsiTheme="majorBidi" w:cstheme="majorBidi"/>
          <w:color w:val="000000" w:themeColor="text1"/>
          <w:sz w:val="20"/>
        </w:rPr>
        <w:t>,</w:t>
      </w:r>
      <w:r w:rsidRPr="00B46E9D">
        <w:rPr>
          <w:rFonts w:asciiTheme="majorBidi" w:hAnsiTheme="majorBidi" w:cstheme="majorBidi"/>
          <w:color w:val="000000" w:themeColor="text1"/>
          <w:sz w:val="20"/>
        </w:rPr>
        <w:t xml:space="preserve"> </w:t>
      </w:r>
      <w:proofErr w:type="spellStart"/>
      <w:proofErr w:type="gramStart"/>
      <w:r w:rsidRPr="00B46E9D">
        <w:rPr>
          <w:rFonts w:asciiTheme="majorBidi" w:hAnsiTheme="majorBidi" w:cstheme="majorBidi"/>
          <w:color w:val="000000" w:themeColor="text1"/>
          <w:sz w:val="20"/>
        </w:rPr>
        <w:t>its</w:t>
      </w:r>
      <w:proofErr w:type="spellEnd"/>
      <w:proofErr w:type="gramEnd"/>
      <w:r w:rsidRPr="00B46E9D">
        <w:rPr>
          <w:rFonts w:asciiTheme="majorBidi" w:hAnsiTheme="majorBidi" w:cstheme="majorBidi"/>
          <w:color w:val="000000" w:themeColor="text1"/>
          <w:sz w:val="20"/>
        </w:rPr>
        <w:t xml:space="preserve"> </w:t>
      </w:r>
      <w:r w:rsidR="001F48E6">
        <w:rPr>
          <w:rFonts w:asciiTheme="majorBidi" w:hAnsiTheme="majorBidi" w:cstheme="majorBidi"/>
          <w:color w:val="000000" w:themeColor="text1"/>
          <w:sz w:val="20"/>
        </w:rPr>
        <w:t xml:space="preserve">an </w:t>
      </w:r>
      <w:r w:rsidRPr="00B46E9D">
        <w:rPr>
          <w:rFonts w:asciiTheme="majorBidi" w:hAnsiTheme="majorBidi" w:cstheme="majorBidi"/>
          <w:color w:val="000000" w:themeColor="text1"/>
          <w:sz w:val="20"/>
        </w:rPr>
        <w:t>average size was 14nm.</w:t>
      </w:r>
    </w:p>
    <w:p w14:paraId="1CBED2F2" w14:textId="72C36F6C" w:rsidR="0007014A" w:rsidRPr="00B46E9D" w:rsidRDefault="00FD5C05" w:rsidP="00432783">
      <w:pPr>
        <w:pStyle w:val="ListParagraph"/>
        <w:ind w:left="0" w:firstLine="720"/>
        <w:jc w:val="both"/>
        <w:rPr>
          <w:rFonts w:asciiTheme="majorBidi" w:hAnsiTheme="majorBidi" w:cstheme="majorBidi"/>
          <w:b/>
          <w:bCs/>
          <w:color w:val="FF0000"/>
          <w:sz w:val="20"/>
        </w:rPr>
      </w:pPr>
      <w:r w:rsidRPr="00B46E9D">
        <w:rPr>
          <w:rFonts w:asciiTheme="majorBidi" w:hAnsiTheme="majorBidi" w:cstheme="majorBidi"/>
          <w:noProof/>
          <w:sz w:val="20"/>
        </w:rPr>
        <w:lastRenderedPageBreak/>
        <w:drawing>
          <wp:anchor distT="0" distB="0" distL="114300" distR="114300" simplePos="0" relativeHeight="251662848" behindDoc="0" locked="0" layoutInCell="1" allowOverlap="1" wp14:anchorId="4F955051" wp14:editId="3CA77580">
            <wp:simplePos x="0" y="0"/>
            <wp:positionH relativeFrom="margin">
              <wp:posOffset>1466850</wp:posOffset>
            </wp:positionH>
            <wp:positionV relativeFrom="paragraph">
              <wp:posOffset>92075</wp:posOffset>
            </wp:positionV>
            <wp:extent cx="3276600" cy="1914525"/>
            <wp:effectExtent l="0" t="0" r="0" b="9525"/>
            <wp:wrapThrough wrapText="bothSides">
              <wp:wrapPolygon edited="0">
                <wp:start x="0" y="0"/>
                <wp:lineTo x="0" y="21493"/>
                <wp:lineTo x="21474" y="21493"/>
                <wp:lineTo x="21474" y="0"/>
                <wp:lineTo x="0" y="0"/>
              </wp:wrapPolygon>
            </wp:wrapThrough>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FAF3D0B" w14:textId="081A83F0" w:rsidR="0007014A" w:rsidRPr="00B46E9D" w:rsidRDefault="0007014A" w:rsidP="00432783">
      <w:pPr>
        <w:pStyle w:val="ListParagraph"/>
        <w:ind w:left="0" w:firstLine="720"/>
        <w:jc w:val="both"/>
        <w:rPr>
          <w:rFonts w:asciiTheme="majorBidi" w:hAnsiTheme="majorBidi" w:cstheme="majorBidi"/>
          <w:b/>
          <w:bCs/>
          <w:color w:val="FF0000"/>
          <w:sz w:val="20"/>
        </w:rPr>
      </w:pPr>
    </w:p>
    <w:p w14:paraId="60C5B280" w14:textId="698A1E90" w:rsidR="0007014A" w:rsidRPr="00B46E9D" w:rsidRDefault="0007014A" w:rsidP="00432783">
      <w:pPr>
        <w:pStyle w:val="ListParagraph"/>
        <w:ind w:left="0" w:firstLine="720"/>
        <w:jc w:val="both"/>
        <w:rPr>
          <w:rFonts w:asciiTheme="majorBidi" w:hAnsiTheme="majorBidi" w:cstheme="majorBidi"/>
          <w:b/>
          <w:bCs/>
          <w:color w:val="FF0000"/>
          <w:sz w:val="20"/>
        </w:rPr>
      </w:pPr>
    </w:p>
    <w:p w14:paraId="1B5DBABC"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75D176CA"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7FC721EF"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156DC616"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2F550200"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6B3A82D4"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3EB9EE22" w14:textId="77777777" w:rsidR="0007014A" w:rsidRPr="00B46E9D" w:rsidRDefault="0007014A" w:rsidP="00432783">
      <w:pPr>
        <w:pStyle w:val="ListParagraph"/>
        <w:ind w:left="0" w:firstLine="720"/>
        <w:jc w:val="both"/>
        <w:rPr>
          <w:rFonts w:asciiTheme="majorBidi" w:hAnsiTheme="majorBidi" w:cstheme="majorBidi"/>
          <w:b/>
          <w:bCs/>
          <w:color w:val="FF0000"/>
          <w:sz w:val="20"/>
        </w:rPr>
      </w:pPr>
    </w:p>
    <w:p w14:paraId="7DF17693" w14:textId="60BDB830" w:rsidR="0007014A" w:rsidRPr="00B46E9D" w:rsidRDefault="0007014A" w:rsidP="00432783">
      <w:pPr>
        <w:pStyle w:val="ListParagraph"/>
        <w:ind w:left="0" w:firstLine="720"/>
        <w:jc w:val="both"/>
        <w:rPr>
          <w:rFonts w:asciiTheme="majorBidi" w:hAnsiTheme="majorBidi" w:cstheme="majorBidi"/>
          <w:b/>
          <w:bCs/>
          <w:color w:val="FF0000"/>
          <w:sz w:val="20"/>
        </w:rPr>
      </w:pPr>
    </w:p>
    <w:p w14:paraId="0AFA7E56" w14:textId="21516E88" w:rsidR="0007014A" w:rsidRDefault="0007014A" w:rsidP="00432783">
      <w:pPr>
        <w:tabs>
          <w:tab w:val="left" w:pos="945"/>
        </w:tabs>
        <w:ind w:firstLine="720"/>
        <w:jc w:val="center"/>
        <w:rPr>
          <w:rFonts w:asciiTheme="majorBidi" w:hAnsiTheme="majorBidi" w:cstheme="majorBidi"/>
          <w:sz w:val="20"/>
        </w:rPr>
      </w:pPr>
    </w:p>
    <w:p w14:paraId="500BC946" w14:textId="03D2E766" w:rsidR="0007014A" w:rsidRDefault="0007014A" w:rsidP="00432783">
      <w:pPr>
        <w:tabs>
          <w:tab w:val="left" w:pos="945"/>
        </w:tabs>
        <w:ind w:firstLine="720"/>
        <w:jc w:val="center"/>
        <w:rPr>
          <w:rFonts w:asciiTheme="majorBidi" w:hAnsiTheme="majorBidi" w:cstheme="majorBidi"/>
          <w:sz w:val="20"/>
        </w:rPr>
      </w:pPr>
    </w:p>
    <w:p w14:paraId="6CF9568C" w14:textId="51DF6FDA" w:rsidR="0007014A" w:rsidRPr="005D2DFF" w:rsidRDefault="0007014A" w:rsidP="00432783">
      <w:pPr>
        <w:tabs>
          <w:tab w:val="left" w:pos="945"/>
        </w:tabs>
        <w:ind w:firstLine="720"/>
        <w:jc w:val="center"/>
        <w:rPr>
          <w:rFonts w:asciiTheme="majorBidi" w:hAnsiTheme="majorBidi" w:cstheme="majorBidi"/>
          <w:sz w:val="18"/>
          <w:szCs w:val="18"/>
        </w:rPr>
      </w:pPr>
    </w:p>
    <w:p w14:paraId="335ED8A5" w14:textId="460F1F1D" w:rsidR="0007014A" w:rsidRPr="005D2DFF" w:rsidRDefault="0007014A" w:rsidP="00432783">
      <w:pPr>
        <w:pStyle w:val="Figure"/>
        <w:rPr>
          <w:sz w:val="18"/>
          <w:szCs w:val="18"/>
        </w:rPr>
      </w:pPr>
      <w:r w:rsidRPr="005D2DFF">
        <w:rPr>
          <w:sz w:val="18"/>
          <w:szCs w:val="18"/>
        </w:rPr>
        <w:t xml:space="preserve">Fig. 2: XRD pattern for </w:t>
      </w:r>
      <w:proofErr w:type="spellStart"/>
      <w:r w:rsidRPr="005D2DFF">
        <w:rPr>
          <w:sz w:val="18"/>
          <w:szCs w:val="18"/>
        </w:rPr>
        <w:t>CuO</w:t>
      </w:r>
      <w:proofErr w:type="spellEnd"/>
      <w:r w:rsidRPr="005D2DFF">
        <w:rPr>
          <w:sz w:val="18"/>
          <w:szCs w:val="18"/>
        </w:rPr>
        <w:t xml:space="preserve"> NP synthesis by plasma jet</w:t>
      </w:r>
    </w:p>
    <w:p w14:paraId="58A9F381" w14:textId="442F7F2F" w:rsidR="0007014A" w:rsidRPr="00B46E9D" w:rsidRDefault="0007014A" w:rsidP="00432783">
      <w:pPr>
        <w:pStyle w:val="Heading2"/>
      </w:pPr>
      <w:r w:rsidRPr="00B46E9D">
        <w:t xml:space="preserve">SEM </w:t>
      </w:r>
      <w:r w:rsidR="00BD439B" w:rsidRPr="00B46E9D">
        <w:t>analysis</w:t>
      </w:r>
    </w:p>
    <w:p w14:paraId="0AEF733C" w14:textId="065D8CCF" w:rsidR="0007014A" w:rsidRDefault="0007014A" w:rsidP="00432783">
      <w:pPr>
        <w:ind w:firstLine="720"/>
        <w:jc w:val="both"/>
        <w:rPr>
          <w:rFonts w:asciiTheme="majorBidi" w:hAnsiTheme="majorBidi" w:cstheme="majorBidi"/>
          <w:color w:val="000000" w:themeColor="text1"/>
          <w:sz w:val="20"/>
        </w:rPr>
      </w:pPr>
      <w:r w:rsidRPr="00B46E9D">
        <w:rPr>
          <w:rFonts w:asciiTheme="majorBidi" w:hAnsiTheme="majorBidi" w:cstheme="majorBidi"/>
          <w:color w:val="000000" w:themeColor="text1"/>
          <w:sz w:val="20"/>
        </w:rPr>
        <w:t xml:space="preserve">Scanning electron microscopy was used </w:t>
      </w:r>
      <w:proofErr w:type="gramStart"/>
      <w:r w:rsidRPr="00B46E9D">
        <w:rPr>
          <w:rFonts w:asciiTheme="majorBidi" w:hAnsiTheme="majorBidi" w:cstheme="majorBidi"/>
          <w:color w:val="000000" w:themeColor="text1"/>
          <w:sz w:val="20"/>
        </w:rPr>
        <w:t>for</w:t>
      </w:r>
      <w:proofErr w:type="gramEnd"/>
      <w:r w:rsidRPr="00B46E9D">
        <w:rPr>
          <w:rFonts w:asciiTheme="majorBidi" w:hAnsiTheme="majorBidi" w:cstheme="majorBidi"/>
          <w:color w:val="000000" w:themeColor="text1"/>
          <w:sz w:val="20"/>
        </w:rPr>
        <w:t xml:space="preserve"> </w:t>
      </w:r>
      <w:proofErr w:type="gramStart"/>
      <w:r w:rsidR="00D5682A">
        <w:rPr>
          <w:rFonts w:asciiTheme="majorBidi" w:hAnsiTheme="majorBidi" w:cstheme="majorBidi"/>
          <w:color w:val="000000" w:themeColor="text1"/>
          <w:sz w:val="20"/>
        </w:rPr>
        <w:t>inspect</w:t>
      </w:r>
      <w:proofErr w:type="gramEnd"/>
      <w:r w:rsidRPr="00B46E9D">
        <w:rPr>
          <w:rFonts w:asciiTheme="majorBidi" w:hAnsiTheme="majorBidi" w:cstheme="majorBidi"/>
          <w:color w:val="000000" w:themeColor="text1"/>
          <w:sz w:val="20"/>
        </w:rPr>
        <w:t xml:space="preserve"> the surface morphology of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produced via the plasma jet method. The SEM images revealed that the synthesized particles exhibited nanoscale features and morphology, with noticeable agglomeration, indicating that full dispersion of the nanoparticles was not attained. The shapes of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NPs synthesized by plasma jets had the appearance of </w:t>
      </w:r>
      <w:r w:rsidR="00D5682A">
        <w:rPr>
          <w:rFonts w:asciiTheme="majorBidi" w:hAnsiTheme="majorBidi" w:cstheme="majorBidi"/>
          <w:color w:val="000000" w:themeColor="text1"/>
          <w:sz w:val="20"/>
        </w:rPr>
        <w:t xml:space="preserve">a </w:t>
      </w:r>
      <w:r w:rsidRPr="00B46E9D">
        <w:rPr>
          <w:rFonts w:asciiTheme="majorBidi" w:hAnsiTheme="majorBidi" w:cstheme="majorBidi"/>
          <w:color w:val="000000" w:themeColor="text1"/>
          <w:sz w:val="20"/>
        </w:rPr>
        <w:t>spindle shape like, as shown in Fig. 3</w:t>
      </w:r>
      <w:r w:rsidR="00D5682A">
        <w:rPr>
          <w:rFonts w:asciiTheme="majorBidi" w:hAnsiTheme="majorBidi" w:cstheme="majorBidi"/>
          <w:color w:val="000000" w:themeColor="text1"/>
          <w:sz w:val="20"/>
        </w:rPr>
        <w:t>.</w:t>
      </w:r>
      <w:r w:rsidRPr="00B46E9D">
        <w:rPr>
          <w:rFonts w:asciiTheme="majorBidi" w:hAnsiTheme="majorBidi" w:cstheme="majorBidi"/>
          <w:sz w:val="20"/>
        </w:rPr>
        <w:t xml:space="preserve"> </w:t>
      </w:r>
      <w:r w:rsidRPr="00B46E9D">
        <w:rPr>
          <w:rFonts w:asciiTheme="majorBidi" w:hAnsiTheme="majorBidi" w:cstheme="majorBidi"/>
          <w:color w:val="000000" w:themeColor="text1"/>
          <w:sz w:val="20"/>
        </w:rPr>
        <w:t xml:space="preserve">The appearance of larger grains and nanoparticle aggregation is likely due to the high surface area and elevated surface energy characteristic of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[25]. As a reason of their high surface area-to-volume ratio, the nanoparticles tended to stick together or form agglomerates </w:t>
      </w:r>
      <w:proofErr w:type="gramStart"/>
      <w:r w:rsidRPr="00B46E9D">
        <w:rPr>
          <w:rFonts w:asciiTheme="majorBidi" w:hAnsiTheme="majorBidi" w:cstheme="majorBidi"/>
          <w:color w:val="000000" w:themeColor="text1"/>
          <w:sz w:val="20"/>
        </w:rPr>
        <w:t>as a result of</w:t>
      </w:r>
      <w:proofErr w:type="gramEnd"/>
      <w:r w:rsidRPr="00B46E9D">
        <w:rPr>
          <w:rFonts w:asciiTheme="majorBidi" w:hAnsiTheme="majorBidi" w:cstheme="majorBidi"/>
          <w:color w:val="000000" w:themeColor="text1"/>
          <w:sz w:val="20"/>
        </w:rPr>
        <w:t xml:space="preserve"> attractive physical interactions</w:t>
      </w:r>
      <w:r w:rsidR="00B160B0">
        <w:rPr>
          <w:rFonts w:asciiTheme="majorBidi" w:hAnsiTheme="majorBidi" w:cstheme="majorBidi"/>
          <w:color w:val="000000" w:themeColor="text1"/>
          <w:sz w:val="20"/>
        </w:rPr>
        <w:t xml:space="preserve"> [26]</w:t>
      </w:r>
      <w:r w:rsidRPr="00B46E9D">
        <w:rPr>
          <w:rFonts w:asciiTheme="majorBidi" w:hAnsiTheme="majorBidi" w:cstheme="majorBidi"/>
          <w:color w:val="000000" w:themeColor="text1"/>
          <w:sz w:val="20"/>
        </w:rPr>
        <w:t>.</w:t>
      </w:r>
    </w:p>
    <w:p w14:paraId="58AD3159" w14:textId="77777777" w:rsidR="000834B6" w:rsidRPr="00B46E9D" w:rsidRDefault="000834B6" w:rsidP="00432783">
      <w:pPr>
        <w:ind w:firstLine="720"/>
        <w:jc w:val="both"/>
        <w:rPr>
          <w:rFonts w:asciiTheme="majorBidi" w:hAnsiTheme="majorBidi" w:cstheme="majorBidi"/>
          <w:color w:val="000000" w:themeColor="text1"/>
          <w:sz w:val="20"/>
        </w:rPr>
      </w:pPr>
    </w:p>
    <w:p w14:paraId="74715D7B" w14:textId="77777777" w:rsidR="000834B6" w:rsidRDefault="00FD5C05" w:rsidP="000834B6">
      <w:pPr>
        <w:jc w:val="center"/>
        <w:rPr>
          <w:rFonts w:asciiTheme="majorBidi" w:hAnsiTheme="majorBidi" w:cstheme="majorBidi"/>
          <w:color w:val="000000" w:themeColor="text1"/>
          <w:sz w:val="20"/>
        </w:rPr>
      </w:pPr>
      <w:r w:rsidRPr="00B46E9D">
        <w:rPr>
          <w:noProof/>
        </w:rPr>
        <w:drawing>
          <wp:inline distT="0" distB="0" distL="0" distR="0" wp14:anchorId="700B996B" wp14:editId="017FA0EF">
            <wp:extent cx="3019425" cy="1838325"/>
            <wp:effectExtent l="0" t="0" r="9525" b="9525"/>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9425" cy="1838325"/>
                    </a:xfrm>
                    <a:prstGeom prst="rect">
                      <a:avLst/>
                    </a:prstGeom>
                    <a:noFill/>
                    <a:ln w="9525">
                      <a:noFill/>
                      <a:miter lim="800000"/>
                      <a:headEnd/>
                      <a:tailEnd/>
                    </a:ln>
                  </pic:spPr>
                </pic:pic>
              </a:graphicData>
            </a:graphic>
          </wp:inline>
        </w:drawing>
      </w:r>
    </w:p>
    <w:p w14:paraId="458F098F" w14:textId="57E550BB" w:rsidR="000834B6" w:rsidRDefault="000834B6" w:rsidP="000834B6">
      <w:pPr>
        <w:pStyle w:val="FigureCaption"/>
        <w:tabs>
          <w:tab w:val="left" w:pos="630"/>
        </w:tabs>
        <w:spacing w:before="0"/>
      </w:pPr>
      <w:r w:rsidRPr="00B46E9D">
        <w:t xml:space="preserve">Fig. 3: SEM images of </w:t>
      </w:r>
      <w:proofErr w:type="spellStart"/>
      <w:r w:rsidRPr="00B46E9D">
        <w:t>CuO</w:t>
      </w:r>
      <w:proofErr w:type="spellEnd"/>
      <w:r w:rsidRPr="00B46E9D">
        <w:t xml:space="preserve"> NPs synthesized b</w:t>
      </w:r>
      <w:r>
        <w:t xml:space="preserve">y </w:t>
      </w:r>
      <w:proofErr w:type="spellStart"/>
      <w:proofErr w:type="gramStart"/>
      <w:r w:rsidRPr="00B46E9D">
        <w:t>by</w:t>
      </w:r>
      <w:proofErr w:type="spellEnd"/>
      <w:r w:rsidRPr="00B46E9D">
        <w:t xml:space="preserve"> </w:t>
      </w:r>
      <w:r>
        <w:t xml:space="preserve"> </w:t>
      </w:r>
      <w:r w:rsidRPr="00B46E9D">
        <w:t>plasma</w:t>
      </w:r>
      <w:proofErr w:type="gramEnd"/>
      <w:r w:rsidRPr="00B46E9D">
        <w:t xml:space="preserve"> jet</w:t>
      </w:r>
    </w:p>
    <w:p w14:paraId="39313537" w14:textId="77777777" w:rsidR="000834B6" w:rsidRPr="000834B6" w:rsidRDefault="000834B6" w:rsidP="000834B6">
      <w:pPr>
        <w:pStyle w:val="Paragraph"/>
      </w:pPr>
    </w:p>
    <w:p w14:paraId="7BF30F79" w14:textId="184D9C49" w:rsidR="0007014A" w:rsidRDefault="00FD5C05" w:rsidP="000834B6">
      <w:pPr>
        <w:jc w:val="center"/>
        <w:rPr>
          <w:rFonts w:asciiTheme="majorBidi" w:hAnsiTheme="majorBidi" w:cstheme="majorBidi"/>
          <w:color w:val="000000" w:themeColor="text1"/>
          <w:sz w:val="20"/>
        </w:rPr>
      </w:pPr>
      <w:r w:rsidRPr="0007014A">
        <w:rPr>
          <w:noProof/>
        </w:rPr>
        <w:drawing>
          <wp:inline distT="0" distB="0" distL="0" distR="0" wp14:anchorId="0F558EC7" wp14:editId="549000C5">
            <wp:extent cx="2683510" cy="1781175"/>
            <wp:effectExtent l="0" t="0" r="2540" b="9525"/>
            <wp:docPr id="12" name="Picture 5" descr="C:\Users\AL\AppData\Local\Temp\Rar$DRa10192.32391\2024-11-21   202411050011\CuO\img56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AppData\Local\Temp\Rar$DRa10192.32391\2024-11-21   202411050011\CuO\img56s.tif"/>
                    <pic:cNvPicPr>
                      <a:picLocks noChangeAspect="1" noChangeArrowheads="1"/>
                    </pic:cNvPicPr>
                  </pic:nvPicPr>
                  <pic:blipFill>
                    <a:blip r:embed="rId14" cstate="print">
                      <a:extLst>
                        <a:ext uri="{BEBA8EAE-BF5A-486C-A8C5-ECC9F3942E4B}">
                          <a14:imgProps xmlns:a14="http://schemas.microsoft.com/office/drawing/2010/main">
                            <a14:imgLayer r:embed="rId15">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683510" cy="1781175"/>
                    </a:xfrm>
                    <a:prstGeom prst="rect">
                      <a:avLst/>
                    </a:prstGeom>
                    <a:noFill/>
                    <a:ln>
                      <a:noFill/>
                    </a:ln>
                  </pic:spPr>
                </pic:pic>
              </a:graphicData>
            </a:graphic>
          </wp:inline>
        </w:drawing>
      </w:r>
    </w:p>
    <w:p w14:paraId="2191EDE0" w14:textId="09D1A9C0" w:rsidR="00FD5C05" w:rsidRPr="00B46E9D" w:rsidRDefault="00FD5C05" w:rsidP="000834B6">
      <w:pPr>
        <w:pStyle w:val="FigureCaption"/>
        <w:tabs>
          <w:tab w:val="left" w:pos="630"/>
        </w:tabs>
        <w:spacing w:before="0"/>
      </w:pPr>
      <w:r w:rsidRPr="00B46E9D">
        <w:t xml:space="preserve">Fig. 4: EDX spectra of the </w:t>
      </w:r>
      <w:proofErr w:type="spellStart"/>
      <w:r w:rsidRPr="00B46E9D">
        <w:t>CuO</w:t>
      </w:r>
      <w:proofErr w:type="spellEnd"/>
      <w:r w:rsidRPr="00B46E9D">
        <w:t xml:space="preserve"> nanoparticles synthesized</w:t>
      </w:r>
      <w:r w:rsidR="000834B6">
        <w:t xml:space="preserve"> </w:t>
      </w:r>
      <w:r>
        <w:t xml:space="preserve">the </w:t>
      </w:r>
      <w:r w:rsidRPr="00B46E9D">
        <w:t>plasma jet technique</w:t>
      </w:r>
    </w:p>
    <w:p w14:paraId="417679CE" w14:textId="55483F8C" w:rsidR="0007014A" w:rsidRPr="00B46E9D" w:rsidRDefault="0007014A" w:rsidP="000834B6">
      <w:pPr>
        <w:spacing w:before="120"/>
        <w:ind w:firstLine="720"/>
        <w:jc w:val="both"/>
        <w:rPr>
          <w:rFonts w:asciiTheme="majorBidi" w:hAnsiTheme="majorBidi" w:cstheme="majorBidi"/>
          <w:color w:val="000000" w:themeColor="text1"/>
          <w:sz w:val="20"/>
        </w:rPr>
      </w:pPr>
      <w:r w:rsidRPr="00B46E9D">
        <w:rPr>
          <w:rFonts w:asciiTheme="majorBidi" w:hAnsiTheme="majorBidi" w:cstheme="majorBidi"/>
          <w:color w:val="000000" w:themeColor="text1"/>
          <w:sz w:val="20"/>
        </w:rPr>
        <w:t xml:space="preserve">To identify the chemical composition of the fabricated specimen, </w:t>
      </w:r>
      <w:r w:rsidR="00D5682A">
        <w:rPr>
          <w:rFonts w:asciiTheme="majorBidi" w:hAnsiTheme="majorBidi" w:cstheme="majorBidi"/>
          <w:color w:val="000000" w:themeColor="text1"/>
          <w:sz w:val="20"/>
        </w:rPr>
        <w:t xml:space="preserve">the </w:t>
      </w:r>
      <w:r w:rsidRPr="00B46E9D">
        <w:rPr>
          <w:rFonts w:asciiTheme="majorBidi" w:hAnsiTheme="majorBidi" w:cstheme="majorBidi"/>
          <w:color w:val="000000" w:themeColor="text1"/>
          <w:sz w:val="20"/>
        </w:rPr>
        <w:t xml:space="preserve">energy-dispersive X-ray (EDX) technique was conducted. Fig.4 </w:t>
      </w:r>
      <w:r w:rsidR="00D5682A">
        <w:rPr>
          <w:rFonts w:asciiTheme="majorBidi" w:hAnsiTheme="majorBidi" w:cstheme="majorBidi"/>
          <w:color w:val="000000" w:themeColor="text1"/>
          <w:sz w:val="20"/>
        </w:rPr>
        <w:t>illustrates</w:t>
      </w:r>
      <w:r w:rsidRPr="00B46E9D">
        <w:rPr>
          <w:rFonts w:asciiTheme="majorBidi" w:hAnsiTheme="majorBidi" w:cstheme="majorBidi"/>
          <w:color w:val="000000" w:themeColor="text1"/>
          <w:sz w:val="20"/>
        </w:rPr>
        <w:t xml:space="preserve"> the EDX spectrum, </w:t>
      </w:r>
      <w:r w:rsidR="00D5682A">
        <w:rPr>
          <w:rFonts w:asciiTheme="majorBidi" w:hAnsiTheme="majorBidi" w:cstheme="majorBidi"/>
          <w:color w:val="000000" w:themeColor="text1"/>
          <w:sz w:val="20"/>
        </w:rPr>
        <w:t>confirming</w:t>
      </w:r>
      <w:r w:rsidRPr="00B46E9D">
        <w:rPr>
          <w:rFonts w:asciiTheme="majorBidi" w:hAnsiTheme="majorBidi" w:cstheme="majorBidi"/>
          <w:color w:val="000000" w:themeColor="text1"/>
          <w:sz w:val="20"/>
        </w:rPr>
        <w:t xml:space="preserve"> the existence of copper (Cu) and oxygen </w:t>
      </w:r>
      <w:r w:rsidRPr="00B46E9D">
        <w:rPr>
          <w:rFonts w:asciiTheme="majorBidi" w:hAnsiTheme="majorBidi" w:cstheme="majorBidi"/>
          <w:color w:val="000000" w:themeColor="text1"/>
          <w:sz w:val="20"/>
        </w:rPr>
        <w:lastRenderedPageBreak/>
        <w:t xml:space="preserve">(O) elements within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w:t>
      </w:r>
      <w:r w:rsidR="00D5682A">
        <w:rPr>
          <w:rFonts w:asciiTheme="majorBidi" w:hAnsiTheme="majorBidi" w:cstheme="majorBidi"/>
          <w:color w:val="000000" w:themeColor="text1"/>
          <w:sz w:val="20"/>
        </w:rPr>
        <w:t xml:space="preserve"> </w:t>
      </w:r>
      <w:r w:rsidRPr="00B46E9D">
        <w:rPr>
          <w:rFonts w:asciiTheme="majorBidi" w:hAnsiTheme="majorBidi" w:cstheme="majorBidi"/>
          <w:color w:val="000000" w:themeColor="text1"/>
          <w:sz w:val="20"/>
        </w:rPr>
        <w:t xml:space="preserve">EDX analysis confirmed that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were compositionally pure, with no detectable traces of foreign elements or impurities. The achieved production of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using a plasma jet method was supported with EDX spectral analysis, which aligned with the findings obtained from XRD measurements</w:t>
      </w:r>
      <w:r w:rsidR="00DA667B">
        <w:rPr>
          <w:rFonts w:asciiTheme="majorBidi" w:hAnsiTheme="majorBidi" w:cstheme="majorBidi"/>
          <w:color w:val="000000" w:themeColor="text1"/>
          <w:sz w:val="20"/>
        </w:rPr>
        <w:t xml:space="preserve"> [27]</w:t>
      </w:r>
      <w:r w:rsidRPr="00B46E9D">
        <w:rPr>
          <w:rFonts w:asciiTheme="majorBidi" w:hAnsiTheme="majorBidi" w:cstheme="majorBidi"/>
          <w:color w:val="000000" w:themeColor="text1"/>
          <w:sz w:val="20"/>
        </w:rPr>
        <w:t>.</w:t>
      </w:r>
    </w:p>
    <w:p w14:paraId="78228386" w14:textId="117DFDE4" w:rsidR="0007014A" w:rsidRPr="00B46E9D" w:rsidRDefault="0007014A" w:rsidP="00432783">
      <w:pPr>
        <w:pStyle w:val="Heading2"/>
      </w:pPr>
      <w:r w:rsidRPr="00B46E9D">
        <w:t>Optical properties</w:t>
      </w:r>
    </w:p>
    <w:p w14:paraId="0C534899" w14:textId="77777777" w:rsidR="000834B6" w:rsidRDefault="0007014A" w:rsidP="000834B6">
      <w:pPr>
        <w:tabs>
          <w:tab w:val="left" w:pos="4320"/>
          <w:tab w:val="left" w:pos="9000"/>
        </w:tabs>
        <w:ind w:firstLine="720"/>
        <w:jc w:val="both"/>
        <w:rPr>
          <w:rFonts w:asciiTheme="majorBidi" w:hAnsiTheme="majorBidi" w:cstheme="majorBidi"/>
          <w:color w:val="000000" w:themeColor="text1"/>
          <w:sz w:val="20"/>
        </w:rPr>
      </w:pP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were produced using the Atmospheric Plasma Jet technique, and their optical characteristics were examined through </w:t>
      </w:r>
      <w:r w:rsidR="00D5682A">
        <w:rPr>
          <w:rFonts w:asciiTheme="majorBidi" w:hAnsiTheme="majorBidi" w:cstheme="majorBidi"/>
          <w:color w:val="000000" w:themeColor="text1"/>
          <w:sz w:val="20"/>
        </w:rPr>
        <w:t>UV-</w:t>
      </w:r>
      <w:proofErr w:type="gramStart"/>
      <w:r w:rsidR="00D5682A">
        <w:rPr>
          <w:rFonts w:asciiTheme="majorBidi" w:hAnsiTheme="majorBidi" w:cstheme="majorBidi"/>
          <w:color w:val="000000" w:themeColor="text1"/>
          <w:sz w:val="20"/>
        </w:rPr>
        <w:t>Vis</w:t>
      </w:r>
      <w:proofErr w:type="gramEnd"/>
      <w:r w:rsidRPr="00B46E9D">
        <w:rPr>
          <w:rFonts w:asciiTheme="majorBidi" w:hAnsiTheme="majorBidi" w:cstheme="majorBidi"/>
          <w:color w:val="000000" w:themeColor="text1"/>
          <w:sz w:val="20"/>
        </w:rPr>
        <w:t xml:space="preserve"> spectroscopy. The results showed a decline in absorption as the wavelength increased. This reduction in absorption could be due to factors such as internal electric fields within the crystal structure and possible lattice </w:t>
      </w:r>
      <w:r w:rsidR="00D5682A" w:rsidRPr="00B46E9D">
        <w:rPr>
          <w:rFonts w:asciiTheme="majorBidi" w:hAnsiTheme="majorBidi" w:cstheme="majorBidi"/>
          <w:color w:val="000000" w:themeColor="text1"/>
          <w:sz w:val="20"/>
        </w:rPr>
        <w:t>deformations. It</w:t>
      </w:r>
      <w:r w:rsidRPr="00B46E9D">
        <w:rPr>
          <w:rFonts w:asciiTheme="majorBidi" w:hAnsiTheme="majorBidi" w:cstheme="majorBidi"/>
          <w:color w:val="000000" w:themeColor="text1"/>
          <w:sz w:val="20"/>
        </w:rPr>
        <w:t xml:space="preserve"> was noted that the absorption edge of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shifted toward shorter wavelengths in comparison to bulk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This blue shift is likely a result of enhanced quantum confinement reactions due to the reduced particle size of the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w:t>
      </w:r>
      <w:r w:rsidR="00D5682A">
        <w:rPr>
          <w:rFonts w:asciiTheme="majorBidi" w:hAnsiTheme="majorBidi" w:cstheme="majorBidi"/>
          <w:color w:val="000000" w:themeColor="text1"/>
          <w:sz w:val="20"/>
        </w:rPr>
        <w:t xml:space="preserve"> </w:t>
      </w:r>
      <w:r w:rsidRPr="00B46E9D">
        <w:rPr>
          <w:rFonts w:asciiTheme="majorBidi" w:hAnsiTheme="majorBidi" w:cstheme="majorBidi"/>
          <w:color w:val="000000" w:themeColor="text1"/>
          <w:sz w:val="20"/>
        </w:rPr>
        <w:t>The band gap was calculated directly from the cut-off wavelength using Planck’s law, as illustrated in the equation below [2</w:t>
      </w:r>
      <w:r w:rsidR="00DA667B">
        <w:rPr>
          <w:rFonts w:asciiTheme="majorBidi" w:hAnsiTheme="majorBidi" w:cstheme="majorBidi"/>
          <w:color w:val="000000" w:themeColor="text1"/>
          <w:sz w:val="20"/>
        </w:rPr>
        <w:t>8</w:t>
      </w:r>
      <w:r w:rsidRPr="00B46E9D">
        <w:rPr>
          <w:rFonts w:asciiTheme="majorBidi" w:hAnsiTheme="majorBidi" w:cstheme="majorBidi"/>
          <w:color w:val="000000" w:themeColor="text1"/>
          <w:sz w:val="20"/>
        </w:rPr>
        <w:t>,2</w:t>
      </w:r>
      <w:r w:rsidR="00DA667B">
        <w:rPr>
          <w:rFonts w:asciiTheme="majorBidi" w:hAnsiTheme="majorBidi" w:cstheme="majorBidi"/>
          <w:color w:val="000000" w:themeColor="text1"/>
          <w:sz w:val="20"/>
        </w:rPr>
        <w:t>9</w:t>
      </w:r>
      <w:r w:rsidRPr="00B46E9D">
        <w:rPr>
          <w:rFonts w:asciiTheme="majorBidi" w:hAnsiTheme="majorBidi" w:cstheme="majorBidi"/>
          <w:color w:val="000000" w:themeColor="text1"/>
          <w:sz w:val="20"/>
        </w:rPr>
        <w:t>].</w:t>
      </w:r>
    </w:p>
    <w:p w14:paraId="68FDDA3A" w14:textId="65F40403" w:rsidR="0007014A" w:rsidRPr="000834B6" w:rsidRDefault="0007014A" w:rsidP="000834B6">
      <w:pPr>
        <w:pStyle w:val="ListParagraph"/>
        <w:tabs>
          <w:tab w:val="left" w:pos="4320"/>
          <w:tab w:val="left" w:pos="9000"/>
        </w:tabs>
        <w:ind w:left="3420" w:firstLine="720"/>
        <w:jc w:val="both"/>
        <w:rPr>
          <w:rFonts w:asciiTheme="majorBidi" w:hAnsiTheme="majorBidi" w:cstheme="majorBidi"/>
          <w:sz w:val="20"/>
        </w:rPr>
      </w:pPr>
      <m:oMath>
        <m:r>
          <w:rPr>
            <w:rFonts w:ascii="Cambria Math" w:hAnsi="Cambria Math" w:cstheme="majorBidi"/>
            <w:sz w:val="20"/>
          </w:rPr>
          <m:t>Eg</m:t>
        </m:r>
        <m:r>
          <m:rPr>
            <m:sty m:val="p"/>
          </m:rPr>
          <w:rPr>
            <w:rFonts w:ascii="Cambria Math" w:hAnsi="Cambria Math" w:cstheme="majorBidi"/>
            <w:sz w:val="20"/>
          </w:rPr>
          <m:t>=</m:t>
        </m:r>
        <m:f>
          <m:fPr>
            <m:ctrlPr>
              <w:rPr>
                <w:rFonts w:ascii="Cambria Math" w:hAnsi="Cambria Math" w:cstheme="majorBidi"/>
                <w:sz w:val="20"/>
              </w:rPr>
            </m:ctrlPr>
          </m:fPr>
          <m:num>
            <m:r>
              <w:rPr>
                <w:rFonts w:ascii="Cambria Math" w:hAnsi="Cambria Math" w:cstheme="majorBidi"/>
                <w:sz w:val="20"/>
              </w:rPr>
              <m:t>hc</m:t>
            </m:r>
          </m:num>
          <m:den>
            <m:sSub>
              <m:sSubPr>
                <m:ctrlPr>
                  <w:rPr>
                    <w:rFonts w:ascii="Cambria Math" w:hAnsi="Cambria Math" w:cstheme="majorBidi"/>
                    <w:sz w:val="20"/>
                  </w:rPr>
                </m:ctrlPr>
              </m:sSubPr>
              <m:e>
                <m:r>
                  <w:rPr>
                    <w:rFonts w:ascii="Cambria Math" w:hAnsi="Cambria Math" w:cstheme="majorBidi"/>
                    <w:sz w:val="20"/>
                  </w:rPr>
                  <m:t>λ</m:t>
                </m:r>
              </m:e>
              <m:sub>
                <m:r>
                  <w:rPr>
                    <w:rFonts w:ascii="Cambria Math" w:hAnsi="Cambria Math" w:cstheme="majorBidi"/>
                    <w:sz w:val="20"/>
                  </w:rPr>
                  <m:t>cut</m:t>
                </m:r>
              </m:sub>
            </m:sSub>
          </m:den>
        </m:f>
        <m:r>
          <m:rPr>
            <m:sty m:val="p"/>
          </m:rPr>
          <w:rPr>
            <w:rFonts w:ascii="Cambria Math" w:hAnsi="Cambria Math" w:cstheme="majorBidi"/>
            <w:sz w:val="20"/>
          </w:rPr>
          <m:t>=</m:t>
        </m:r>
        <m:f>
          <m:fPr>
            <m:ctrlPr>
              <w:rPr>
                <w:rFonts w:ascii="Cambria Math" w:hAnsi="Cambria Math" w:cstheme="majorBidi"/>
                <w:sz w:val="20"/>
              </w:rPr>
            </m:ctrlPr>
          </m:fPr>
          <m:num>
            <m:r>
              <m:rPr>
                <m:sty m:val="p"/>
              </m:rPr>
              <w:rPr>
                <w:rFonts w:ascii="Cambria Math" w:hAnsi="Cambria Math" w:cstheme="majorBidi"/>
                <w:sz w:val="20"/>
              </w:rPr>
              <m:t>1240</m:t>
            </m:r>
          </m:num>
          <m:den>
            <m:sSub>
              <m:sSubPr>
                <m:ctrlPr>
                  <w:rPr>
                    <w:rFonts w:ascii="Cambria Math" w:hAnsi="Cambria Math" w:cstheme="majorBidi"/>
                    <w:sz w:val="20"/>
                  </w:rPr>
                </m:ctrlPr>
              </m:sSubPr>
              <m:e>
                <m:r>
                  <w:rPr>
                    <w:rFonts w:ascii="Cambria Math" w:hAnsi="Cambria Math" w:cstheme="majorBidi"/>
                    <w:sz w:val="20"/>
                  </w:rPr>
                  <m:t>λ</m:t>
                </m:r>
              </m:e>
              <m:sub>
                <m:r>
                  <w:rPr>
                    <w:rFonts w:ascii="Cambria Math" w:hAnsi="Cambria Math" w:cstheme="majorBidi"/>
                    <w:sz w:val="20"/>
                  </w:rPr>
                  <m:t>cut</m:t>
                </m:r>
              </m:sub>
            </m:sSub>
          </m:den>
        </m:f>
        <m:r>
          <m:rPr>
            <m:sty m:val="p"/>
          </m:rPr>
          <w:rPr>
            <w:rFonts w:ascii="Cambria Math" w:hAnsi="Cambria Math" w:cstheme="majorBidi"/>
            <w:sz w:val="20"/>
          </w:rPr>
          <m:t xml:space="preserve"> </m:t>
        </m:r>
      </m:oMath>
      <w:r w:rsidR="000834B6">
        <w:rPr>
          <w:rFonts w:asciiTheme="majorBidi" w:hAnsiTheme="majorBidi" w:cstheme="majorBidi"/>
          <w:sz w:val="20"/>
        </w:rPr>
        <w:tab/>
      </w:r>
      <m:oMath>
        <m:r>
          <m:rPr>
            <m:sty m:val="p"/>
          </m:rPr>
          <w:rPr>
            <w:rFonts w:ascii="Cambria Math" w:hAnsi="Cambria Math" w:cstheme="majorBidi"/>
            <w:sz w:val="20"/>
          </w:rPr>
          <m:t>(2)</m:t>
        </m:r>
      </m:oMath>
    </w:p>
    <w:p w14:paraId="6DA9D4CF" w14:textId="228F62A2" w:rsidR="0007014A" w:rsidRPr="00B46E9D" w:rsidRDefault="0007014A" w:rsidP="00432783">
      <w:pPr>
        <w:ind w:firstLine="720"/>
        <w:jc w:val="both"/>
        <w:rPr>
          <w:rFonts w:asciiTheme="majorBidi" w:hAnsiTheme="majorBidi" w:cstheme="majorBidi"/>
          <w:color w:val="000000" w:themeColor="text1"/>
          <w:sz w:val="20"/>
        </w:rPr>
      </w:pPr>
      <w:r w:rsidRPr="00B46E9D">
        <w:rPr>
          <w:rFonts w:asciiTheme="majorBidi" w:hAnsiTheme="majorBidi" w:cstheme="majorBidi"/>
          <w:color w:val="000000" w:themeColor="text1"/>
          <w:sz w:val="20"/>
        </w:rPr>
        <w:t xml:space="preserve">In this context, Eg represents the optical energy gap, h (6.626 × 10⁻³⁴ J·s) is Planck’s constant, c (3 × 10⁸ m/s) is the speed of light, and </w:t>
      </w:r>
      <w:proofErr w:type="spellStart"/>
      <w:r w:rsidRPr="00B46E9D">
        <w:rPr>
          <w:rFonts w:asciiTheme="majorBidi" w:hAnsiTheme="majorBidi" w:cstheme="majorBidi"/>
          <w:color w:val="000000" w:themeColor="text1"/>
          <w:sz w:val="20"/>
        </w:rPr>
        <w:t>λcut</w:t>
      </w:r>
      <w:proofErr w:type="spellEnd"/>
      <w:r w:rsidRPr="00B46E9D">
        <w:rPr>
          <w:rFonts w:asciiTheme="majorBidi" w:hAnsiTheme="majorBidi" w:cstheme="majorBidi"/>
          <w:color w:val="000000" w:themeColor="text1"/>
          <w:sz w:val="20"/>
        </w:rPr>
        <w:t xml:space="preserve"> is the cut-off wavelength associated with the optical band gap. The value of λ cut was obtained graphically by extrapolating the linear section of the absorption spectra.” UV-</w:t>
      </w:r>
      <w:proofErr w:type="gramStart"/>
      <w:r w:rsidRPr="00B46E9D">
        <w:rPr>
          <w:rFonts w:asciiTheme="majorBidi" w:hAnsiTheme="majorBidi" w:cstheme="majorBidi"/>
          <w:color w:val="000000" w:themeColor="text1"/>
          <w:sz w:val="20"/>
        </w:rPr>
        <w:t>Vis</w:t>
      </w:r>
      <w:proofErr w:type="gramEnd"/>
      <w:r w:rsidRPr="00B46E9D">
        <w:rPr>
          <w:rFonts w:asciiTheme="majorBidi" w:hAnsiTheme="majorBidi" w:cstheme="majorBidi"/>
          <w:color w:val="000000" w:themeColor="text1"/>
          <w:sz w:val="20"/>
        </w:rPr>
        <w:t xml:space="preserve"> absorption curve of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NPs as a function of wavelength are shown in Fig. 5</w:t>
      </w:r>
      <w:r w:rsidR="00DA667B">
        <w:rPr>
          <w:rFonts w:asciiTheme="majorBidi" w:hAnsiTheme="majorBidi" w:cstheme="majorBidi"/>
          <w:color w:val="000000" w:themeColor="text1"/>
          <w:sz w:val="20"/>
        </w:rPr>
        <w:t>. The</w:t>
      </w:r>
      <w:r w:rsidRPr="00B46E9D">
        <w:rPr>
          <w:rFonts w:asciiTheme="majorBidi" w:hAnsiTheme="majorBidi" w:cstheme="majorBidi"/>
          <w:sz w:val="20"/>
        </w:rPr>
        <w:t xml:space="preserve"> optical absorption spectra curve </w:t>
      </w:r>
      <w:r w:rsidR="00DA667B">
        <w:rPr>
          <w:rFonts w:asciiTheme="majorBidi" w:hAnsiTheme="majorBidi" w:cstheme="majorBidi"/>
          <w:sz w:val="20"/>
        </w:rPr>
        <w:t>shows</w:t>
      </w:r>
      <w:r w:rsidRPr="00B46E9D">
        <w:rPr>
          <w:rFonts w:asciiTheme="majorBidi" w:hAnsiTheme="majorBidi" w:cstheme="majorBidi"/>
          <w:sz w:val="20"/>
        </w:rPr>
        <w:t xml:space="preserve"> a </w:t>
      </w:r>
      <w:r w:rsidR="00DA667B">
        <w:rPr>
          <w:rFonts w:asciiTheme="majorBidi" w:hAnsiTheme="majorBidi" w:cstheme="majorBidi"/>
          <w:sz w:val="20"/>
        </w:rPr>
        <w:t>shift</w:t>
      </w:r>
      <w:r w:rsidRPr="00B46E9D">
        <w:rPr>
          <w:rFonts w:asciiTheme="majorBidi" w:hAnsiTheme="majorBidi" w:cstheme="majorBidi"/>
          <w:sz w:val="20"/>
        </w:rPr>
        <w:t xml:space="preserve"> towards the blue region of the absorption</w:t>
      </w:r>
      <w:r w:rsidRPr="00B46E9D">
        <w:rPr>
          <w:rFonts w:asciiTheme="majorBidi" w:hAnsiTheme="majorBidi" w:cstheme="majorBidi"/>
          <w:color w:val="000000" w:themeColor="text1"/>
          <w:sz w:val="20"/>
        </w:rPr>
        <w:t xml:space="preserve">, which can be assigned to the </w:t>
      </w:r>
      <w:r w:rsidR="00DA667B">
        <w:rPr>
          <w:rFonts w:asciiTheme="majorBidi" w:hAnsiTheme="majorBidi" w:cstheme="majorBidi"/>
          <w:color w:val="000000" w:themeColor="text1"/>
          <w:sz w:val="20"/>
        </w:rPr>
        <w:t>decrease</w:t>
      </w:r>
      <w:r w:rsidRPr="00B46E9D">
        <w:rPr>
          <w:rFonts w:asciiTheme="majorBidi" w:hAnsiTheme="majorBidi" w:cstheme="majorBidi"/>
          <w:color w:val="000000" w:themeColor="text1"/>
          <w:sz w:val="20"/>
        </w:rPr>
        <w:t xml:space="preserve"> in particle size</w:t>
      </w:r>
      <w:r w:rsidR="00DA667B">
        <w:rPr>
          <w:rFonts w:asciiTheme="majorBidi" w:hAnsiTheme="majorBidi" w:cstheme="majorBidi"/>
          <w:color w:val="000000" w:themeColor="text1"/>
          <w:sz w:val="20"/>
        </w:rPr>
        <w:t xml:space="preserve"> [30]</w:t>
      </w:r>
      <w:r w:rsidRPr="00B46E9D">
        <w:rPr>
          <w:rFonts w:asciiTheme="majorBidi" w:hAnsiTheme="majorBidi" w:cstheme="majorBidi"/>
          <w:color w:val="000000" w:themeColor="text1"/>
          <w:sz w:val="20"/>
        </w:rPr>
        <w:t>.</w:t>
      </w:r>
    </w:p>
    <w:p w14:paraId="2755FF10" w14:textId="77777777" w:rsidR="0007014A" w:rsidRPr="00B46E9D" w:rsidRDefault="0007014A" w:rsidP="00432783">
      <w:pPr>
        <w:ind w:firstLine="720"/>
        <w:jc w:val="both"/>
        <w:rPr>
          <w:rFonts w:asciiTheme="majorBidi" w:hAnsiTheme="majorBidi" w:cstheme="majorBidi"/>
          <w:b/>
          <w:bCs/>
          <w:color w:val="1F497D" w:themeColor="text2"/>
          <w:sz w:val="20"/>
        </w:rPr>
      </w:pPr>
    </w:p>
    <w:p w14:paraId="2926D803" w14:textId="3F148F4F" w:rsidR="0007014A" w:rsidRPr="00B46E9D" w:rsidRDefault="00D5682A" w:rsidP="00432783">
      <w:pPr>
        <w:pStyle w:val="Figure"/>
      </w:pPr>
      <w:r w:rsidRPr="00B46E9D">
        <w:rPr>
          <w:noProof/>
        </w:rPr>
        <w:drawing>
          <wp:anchor distT="0" distB="0" distL="114300" distR="114300" simplePos="0" relativeHeight="251665920" behindDoc="0" locked="0" layoutInCell="1" allowOverlap="1" wp14:anchorId="705DF910" wp14:editId="5A2089E0">
            <wp:simplePos x="0" y="0"/>
            <wp:positionH relativeFrom="margin">
              <wp:posOffset>1638300</wp:posOffset>
            </wp:positionH>
            <wp:positionV relativeFrom="paragraph">
              <wp:posOffset>11430</wp:posOffset>
            </wp:positionV>
            <wp:extent cx="3171825" cy="1905000"/>
            <wp:effectExtent l="0" t="0" r="9525" b="0"/>
            <wp:wrapThrough wrapText="bothSides">
              <wp:wrapPolygon edited="0">
                <wp:start x="0" y="0"/>
                <wp:lineTo x="0" y="21384"/>
                <wp:lineTo x="21535" y="21384"/>
                <wp:lineTo x="21535" y="0"/>
                <wp:lineTo x="0" y="0"/>
              </wp:wrapPolygon>
            </wp:wrapThrough>
            <wp:docPr id="1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5239C4B4" w14:textId="4EAE652A" w:rsidR="0007014A" w:rsidRPr="00B46E9D" w:rsidRDefault="0007014A" w:rsidP="00432783">
      <w:pPr>
        <w:ind w:firstLine="720"/>
        <w:jc w:val="both"/>
        <w:rPr>
          <w:rFonts w:asciiTheme="majorBidi" w:hAnsiTheme="majorBidi" w:cstheme="majorBidi"/>
          <w:color w:val="000000" w:themeColor="text1"/>
          <w:sz w:val="20"/>
        </w:rPr>
      </w:pPr>
    </w:p>
    <w:p w14:paraId="0D3C1086" w14:textId="301A94C5" w:rsidR="0007014A" w:rsidRPr="00B46E9D" w:rsidRDefault="0007014A" w:rsidP="00432783">
      <w:pPr>
        <w:ind w:firstLine="720"/>
        <w:jc w:val="both"/>
        <w:rPr>
          <w:rFonts w:asciiTheme="majorBidi" w:hAnsiTheme="majorBidi" w:cstheme="majorBidi"/>
          <w:color w:val="000000" w:themeColor="text1"/>
          <w:sz w:val="20"/>
        </w:rPr>
      </w:pPr>
    </w:p>
    <w:p w14:paraId="5452A411" w14:textId="16BCCB6B" w:rsidR="0007014A" w:rsidRPr="00B46E9D" w:rsidRDefault="0007014A" w:rsidP="00432783">
      <w:pPr>
        <w:ind w:firstLine="720"/>
        <w:jc w:val="both"/>
        <w:rPr>
          <w:rFonts w:asciiTheme="majorBidi" w:hAnsiTheme="majorBidi" w:cstheme="majorBidi"/>
          <w:color w:val="000000" w:themeColor="text1"/>
          <w:sz w:val="20"/>
        </w:rPr>
      </w:pPr>
    </w:p>
    <w:p w14:paraId="016D13A5" w14:textId="715FA50E" w:rsidR="0007014A" w:rsidRPr="00B46E9D" w:rsidRDefault="00EA0668" w:rsidP="00432783">
      <w:pPr>
        <w:ind w:firstLine="720"/>
        <w:rPr>
          <w:rFonts w:asciiTheme="majorBidi" w:hAnsiTheme="majorBidi" w:cstheme="majorBidi"/>
          <w:b/>
          <w:bCs/>
          <w:color w:val="000000" w:themeColor="text1"/>
          <w:sz w:val="20"/>
        </w:rPr>
      </w:pPr>
      <w:r w:rsidRPr="00B46E9D">
        <w:rPr>
          <w:rFonts w:asciiTheme="majorBidi" w:hAnsiTheme="majorBidi" w:cstheme="majorBidi"/>
          <w:noProof/>
          <w:color w:val="000000" w:themeColor="text1"/>
          <w:sz w:val="20"/>
        </w:rPr>
        <mc:AlternateContent>
          <mc:Choice Requires="wps">
            <w:drawing>
              <wp:anchor distT="0" distB="0" distL="114300" distR="114300" simplePos="0" relativeHeight="251666944" behindDoc="0" locked="0" layoutInCell="1" allowOverlap="1" wp14:anchorId="1AA35769" wp14:editId="1B9FA372">
                <wp:simplePos x="0" y="0"/>
                <wp:positionH relativeFrom="column">
                  <wp:posOffset>2524125</wp:posOffset>
                </wp:positionH>
                <wp:positionV relativeFrom="paragraph">
                  <wp:posOffset>8255</wp:posOffset>
                </wp:positionV>
                <wp:extent cx="266700" cy="857250"/>
                <wp:effectExtent l="0" t="0" r="19050" b="19050"/>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747E976" id="Straight Connector 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75pt,.65pt" to="219.7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" strokecolor="#4579b8 [3044]">
                <o:lock v:ext="edit" shapetype="f"/>
              </v:line>
            </w:pict>
          </mc:Fallback>
        </mc:AlternateContent>
      </w:r>
    </w:p>
    <w:p w14:paraId="509750E5" w14:textId="1631037E" w:rsidR="0007014A" w:rsidRPr="00B46E9D" w:rsidRDefault="0007014A" w:rsidP="00432783">
      <w:pPr>
        <w:ind w:firstLine="720"/>
        <w:jc w:val="center"/>
        <w:rPr>
          <w:rFonts w:asciiTheme="majorBidi" w:hAnsiTheme="majorBidi" w:cstheme="majorBidi"/>
          <w:i/>
          <w:iCs/>
          <w:color w:val="000000" w:themeColor="text1"/>
          <w:sz w:val="20"/>
        </w:rPr>
      </w:pPr>
    </w:p>
    <w:p w14:paraId="193D8F3B" w14:textId="109E3BC0" w:rsidR="00D5682A" w:rsidRDefault="00D5682A" w:rsidP="00432783">
      <w:pPr>
        <w:ind w:firstLine="720"/>
        <w:jc w:val="center"/>
        <w:rPr>
          <w:rFonts w:asciiTheme="majorBidi" w:hAnsiTheme="majorBidi" w:cstheme="majorBidi"/>
          <w:color w:val="000000" w:themeColor="text1"/>
          <w:sz w:val="20"/>
        </w:rPr>
      </w:pPr>
    </w:p>
    <w:p w14:paraId="1BBA2A8C" w14:textId="77777777" w:rsidR="00D5682A" w:rsidRDefault="00D5682A" w:rsidP="00432783">
      <w:pPr>
        <w:ind w:firstLine="720"/>
        <w:jc w:val="center"/>
        <w:rPr>
          <w:rFonts w:asciiTheme="majorBidi" w:hAnsiTheme="majorBidi" w:cstheme="majorBidi"/>
          <w:color w:val="000000" w:themeColor="text1"/>
          <w:sz w:val="20"/>
        </w:rPr>
      </w:pPr>
    </w:p>
    <w:p w14:paraId="06A99321" w14:textId="77777777" w:rsidR="00D5682A" w:rsidRDefault="00D5682A" w:rsidP="00432783">
      <w:pPr>
        <w:ind w:firstLine="720"/>
        <w:jc w:val="center"/>
        <w:rPr>
          <w:rFonts w:asciiTheme="majorBidi" w:hAnsiTheme="majorBidi" w:cstheme="majorBidi"/>
          <w:color w:val="000000" w:themeColor="text1"/>
          <w:sz w:val="20"/>
        </w:rPr>
      </w:pPr>
    </w:p>
    <w:p w14:paraId="2691BB59" w14:textId="77777777" w:rsidR="00D5682A" w:rsidRDefault="00D5682A" w:rsidP="00432783">
      <w:pPr>
        <w:ind w:firstLine="720"/>
        <w:jc w:val="center"/>
        <w:rPr>
          <w:rFonts w:asciiTheme="majorBidi" w:hAnsiTheme="majorBidi" w:cstheme="majorBidi"/>
          <w:color w:val="000000" w:themeColor="text1"/>
          <w:sz w:val="20"/>
        </w:rPr>
      </w:pPr>
    </w:p>
    <w:p w14:paraId="371E3B9A" w14:textId="77777777" w:rsidR="00D5682A" w:rsidRDefault="00D5682A" w:rsidP="00432783">
      <w:pPr>
        <w:ind w:firstLine="720"/>
        <w:jc w:val="center"/>
        <w:rPr>
          <w:rFonts w:asciiTheme="majorBidi" w:hAnsiTheme="majorBidi" w:cstheme="majorBidi"/>
          <w:color w:val="000000" w:themeColor="text1"/>
          <w:sz w:val="20"/>
        </w:rPr>
      </w:pPr>
    </w:p>
    <w:p w14:paraId="69977DDA" w14:textId="77777777" w:rsidR="00D5682A" w:rsidRDefault="00D5682A" w:rsidP="00432783">
      <w:pPr>
        <w:ind w:firstLine="720"/>
        <w:jc w:val="center"/>
        <w:rPr>
          <w:rFonts w:asciiTheme="majorBidi" w:hAnsiTheme="majorBidi" w:cstheme="majorBidi"/>
          <w:color w:val="000000" w:themeColor="text1"/>
          <w:sz w:val="20"/>
        </w:rPr>
      </w:pPr>
    </w:p>
    <w:p w14:paraId="440D41B3" w14:textId="77777777" w:rsidR="00D5682A" w:rsidRDefault="00D5682A" w:rsidP="00432783">
      <w:pPr>
        <w:ind w:firstLine="720"/>
        <w:jc w:val="center"/>
        <w:rPr>
          <w:rFonts w:asciiTheme="majorBidi" w:hAnsiTheme="majorBidi" w:cstheme="majorBidi"/>
          <w:color w:val="000000" w:themeColor="text1"/>
          <w:sz w:val="20"/>
        </w:rPr>
      </w:pPr>
    </w:p>
    <w:p w14:paraId="5807449F" w14:textId="1669BAC2" w:rsidR="0007014A" w:rsidRPr="00B46E9D" w:rsidRDefault="0007014A" w:rsidP="00432783">
      <w:pPr>
        <w:pStyle w:val="FigureCaption"/>
      </w:pPr>
      <w:r w:rsidRPr="00B46E9D">
        <w:t xml:space="preserve">Fig. 5: </w:t>
      </w:r>
      <w:proofErr w:type="spellStart"/>
      <w:r w:rsidRPr="00B46E9D">
        <w:t>CuO</w:t>
      </w:r>
      <w:proofErr w:type="spellEnd"/>
      <w:r w:rsidRPr="00B46E9D">
        <w:t xml:space="preserve"> nanoparticles optical absorption spectra</w:t>
      </w:r>
    </w:p>
    <w:p w14:paraId="29E06E7D" w14:textId="77777777" w:rsidR="0007014A" w:rsidRPr="00B46E9D" w:rsidRDefault="0007014A" w:rsidP="00432783">
      <w:pPr>
        <w:ind w:firstLine="720"/>
        <w:rPr>
          <w:rFonts w:asciiTheme="majorBidi" w:hAnsiTheme="majorBidi" w:cstheme="majorBidi"/>
          <w:color w:val="000000" w:themeColor="text1"/>
          <w:sz w:val="20"/>
        </w:rPr>
      </w:pPr>
    </w:p>
    <w:p w14:paraId="2CA4A439" w14:textId="77777777" w:rsidR="000834B6" w:rsidRDefault="0007014A" w:rsidP="000834B6">
      <w:pPr>
        <w:ind w:firstLine="720"/>
        <w:jc w:val="both"/>
        <w:rPr>
          <w:rFonts w:asciiTheme="majorBidi" w:hAnsiTheme="majorBidi" w:cstheme="majorBidi"/>
          <w:sz w:val="20"/>
        </w:rPr>
      </w:pPr>
      <w:r w:rsidRPr="00B46E9D">
        <w:rPr>
          <w:rFonts w:asciiTheme="majorBidi" w:hAnsiTheme="majorBidi" w:cstheme="majorBidi"/>
          <w:sz w:val="20"/>
        </w:rPr>
        <w:t xml:space="preserve">“Using the absorbance spectra, the absorption coefficient of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was estimated through a graphical approach based on </w:t>
      </w:r>
      <w:proofErr w:type="spellStart"/>
      <w:r w:rsidRPr="00B46E9D">
        <w:rPr>
          <w:rFonts w:asciiTheme="majorBidi" w:hAnsiTheme="majorBidi" w:cstheme="majorBidi"/>
          <w:sz w:val="20"/>
        </w:rPr>
        <w:t>Tauc’s</w:t>
      </w:r>
      <w:proofErr w:type="spellEnd"/>
      <w:r w:rsidRPr="00B46E9D">
        <w:rPr>
          <w:rFonts w:asciiTheme="majorBidi" w:hAnsiTheme="majorBidi" w:cstheme="majorBidi"/>
          <w:sz w:val="20"/>
        </w:rPr>
        <w:t xml:space="preserve"> relation for direct electronic transitions, as illustrated in the corresponding equation (3) [27].</w:t>
      </w:r>
    </w:p>
    <w:p w14:paraId="4A4505FB" w14:textId="5C14FFC2" w:rsidR="0007014A" w:rsidRPr="000834B6" w:rsidRDefault="00000000" w:rsidP="000834B6">
      <w:pPr>
        <w:ind w:left="4410"/>
        <w:jc w:val="both"/>
        <w:rPr>
          <w:rFonts w:asciiTheme="majorBidi" w:hAnsiTheme="majorBidi" w:cstheme="majorBidi"/>
          <w:sz w:val="20"/>
        </w:rPr>
      </w:pPr>
      <m:oMathPara>
        <m:oMath>
          <m:sSup>
            <m:sSupPr>
              <m:ctrlPr>
                <w:rPr>
                  <w:rFonts w:ascii="Cambria Math" w:hAnsi="Cambria Math"/>
                  <w:sz w:val="20"/>
                </w:rPr>
              </m:ctrlPr>
            </m:sSupPr>
            <m:e>
              <m:d>
                <m:dPr>
                  <m:ctrlPr>
                    <w:rPr>
                      <w:rFonts w:ascii="Cambria Math" w:hAnsi="Cambria Math"/>
                      <w:sz w:val="20"/>
                    </w:rPr>
                  </m:ctrlPr>
                </m:dPr>
                <m:e>
                  <m:r>
                    <w:rPr>
                      <w:rFonts w:ascii="Cambria Math" w:hAnsi="Cambria Math"/>
                      <w:sz w:val="20"/>
                    </w:rPr>
                    <m:t>αhv</m:t>
                  </m:r>
                </m:e>
              </m:d>
            </m:e>
            <m:sup>
              <m:r>
                <w:rPr>
                  <w:rFonts w:ascii="Cambria Math" w:hAnsi="Cambria Math"/>
                  <w:sz w:val="20"/>
                </w:rPr>
                <m:t>r</m:t>
              </m:r>
            </m:sup>
          </m:sSup>
          <m:r>
            <m:rPr>
              <m:sty m:val="p"/>
            </m:rPr>
            <w:rPr>
              <w:rFonts w:ascii="Cambria Math" w:hAnsi="Cambria Math"/>
              <w:sz w:val="20"/>
            </w:rPr>
            <m:t>=</m:t>
          </m:r>
          <m:r>
            <w:rPr>
              <w:rFonts w:ascii="Cambria Math" w:hAnsi="Cambria Math"/>
              <w:sz w:val="20"/>
            </w:rPr>
            <m:t>A</m:t>
          </m:r>
          <m:d>
            <m:dPr>
              <m:ctrlPr>
                <w:rPr>
                  <w:rFonts w:ascii="Cambria Math" w:hAnsi="Cambria Math"/>
                  <w:sz w:val="20"/>
                </w:rPr>
              </m:ctrlPr>
            </m:dPr>
            <m:e>
              <m:r>
                <w:rPr>
                  <w:rFonts w:ascii="Cambria Math" w:hAnsi="Cambria Math"/>
                  <w:sz w:val="20"/>
                </w:rPr>
                <m:t>hv</m:t>
              </m:r>
              <m:r>
                <m:rPr>
                  <m:sty m:val="p"/>
                </m:rPr>
                <w:rPr>
                  <w:rFonts w:ascii="Cambria Math" w:hAnsi="Cambria Math"/>
                  <w:sz w:val="20"/>
                </w:rPr>
                <m:t>-</m:t>
              </m:r>
              <m:sSub>
                <m:sSubPr>
                  <m:ctrlPr>
                    <w:rPr>
                      <w:rFonts w:ascii="Cambria Math" w:hAnsi="Cambria Math"/>
                      <w:sz w:val="20"/>
                    </w:rPr>
                  </m:ctrlPr>
                </m:sSubPr>
                <m:e>
                  <m:r>
                    <w:rPr>
                      <w:rFonts w:ascii="Cambria Math" w:hAnsi="Cambria Math"/>
                      <w:sz w:val="20"/>
                    </w:rPr>
                    <m:t>E</m:t>
                  </m:r>
                </m:e>
                <m:sub>
                  <m:r>
                    <w:rPr>
                      <w:rFonts w:ascii="Cambria Math" w:hAnsi="Cambria Math"/>
                      <w:sz w:val="20"/>
                    </w:rPr>
                    <m:t>g</m:t>
                  </m:r>
                </m:sub>
              </m:sSub>
            </m:e>
          </m:d>
          <m:r>
            <m:rPr>
              <m:sty m:val="p"/>
            </m:rPr>
            <w:rPr>
              <w:rFonts w:ascii="Cambria Math" w:hAnsi="Cambria Math"/>
              <w:sz w:val="20"/>
            </w:rPr>
            <m:t xml:space="preserve">                                                           (3)  </m:t>
          </m:r>
        </m:oMath>
      </m:oMathPara>
    </w:p>
    <w:p w14:paraId="035A16A3" w14:textId="77777777" w:rsidR="00EF1A6E" w:rsidRDefault="00EF1A6E" w:rsidP="00432783">
      <w:pPr>
        <w:ind w:firstLine="720"/>
        <w:jc w:val="both"/>
        <w:rPr>
          <w:rFonts w:asciiTheme="majorBidi" w:hAnsiTheme="majorBidi" w:cstheme="majorBidi"/>
          <w:sz w:val="20"/>
        </w:rPr>
      </w:pPr>
    </w:p>
    <w:p w14:paraId="5503567C" w14:textId="009F8912" w:rsidR="0007014A" w:rsidRDefault="0007014A" w:rsidP="00432783">
      <w:pPr>
        <w:ind w:firstLine="720"/>
        <w:jc w:val="both"/>
        <w:rPr>
          <w:rFonts w:asciiTheme="majorBidi" w:hAnsiTheme="majorBidi" w:cstheme="majorBidi"/>
          <w:color w:val="000000" w:themeColor="text1"/>
          <w:sz w:val="20"/>
        </w:rPr>
      </w:pPr>
      <w:r w:rsidRPr="00B46E9D">
        <w:rPr>
          <w:rFonts w:asciiTheme="majorBidi" w:hAnsiTheme="majorBidi" w:cstheme="majorBidi"/>
          <w:sz w:val="20"/>
        </w:rPr>
        <w:t>In this equation, α represents the absorption coefficient, h is Planck’s constant, ν denotes the frequency of the incident photons, and A is a constant (typically taken as 0.9). E</w:t>
      </w:r>
      <w:r w:rsidRPr="00B46E9D">
        <w:rPr>
          <w:rFonts w:asciiTheme="majorBidi" w:hAnsiTheme="majorBidi" w:cstheme="majorBidi"/>
          <w:sz w:val="20"/>
          <w:vertAlign w:val="subscript"/>
        </w:rPr>
        <w:t>g</w:t>
      </w:r>
      <w:r w:rsidRPr="00B46E9D">
        <w:rPr>
          <w:rFonts w:asciiTheme="majorBidi" w:hAnsiTheme="majorBidi" w:cstheme="majorBidi"/>
          <w:sz w:val="20"/>
        </w:rPr>
        <w:t xml:space="preserve"> stands for the optical band gap, while r is a factor reflects the kind of electronic transition in this case, r = 2 corresponds to an allowed direct transition. To determine the band gap, a charting of (α</w:t>
      </w:r>
      <w:proofErr w:type="spellStart"/>
      <w:r w:rsidRPr="00B46E9D">
        <w:rPr>
          <w:rFonts w:asciiTheme="majorBidi" w:hAnsiTheme="majorBidi" w:cstheme="majorBidi"/>
          <w:sz w:val="20"/>
        </w:rPr>
        <w:t>hν</w:t>
      </w:r>
      <w:proofErr w:type="spellEnd"/>
      <w:r w:rsidRPr="00B46E9D">
        <w:rPr>
          <w:rFonts w:asciiTheme="majorBidi" w:hAnsiTheme="majorBidi" w:cstheme="majorBidi"/>
          <w:sz w:val="20"/>
        </w:rPr>
        <w:t>)</w:t>
      </w:r>
      <w:r w:rsidRPr="00B46E9D">
        <w:rPr>
          <w:rFonts w:asciiTheme="majorBidi" w:hAnsiTheme="majorBidi" w:cstheme="majorBidi"/>
          <w:sz w:val="20"/>
          <w:vertAlign w:val="superscript"/>
        </w:rPr>
        <w:t>2</w:t>
      </w:r>
      <w:r w:rsidRPr="00B46E9D">
        <w:rPr>
          <w:rFonts w:asciiTheme="majorBidi" w:hAnsiTheme="majorBidi" w:cstheme="majorBidi"/>
          <w:sz w:val="20"/>
        </w:rPr>
        <w:t xml:space="preserve"> against photon energy (</w:t>
      </w:r>
      <w:proofErr w:type="spellStart"/>
      <w:r w:rsidRPr="00B46E9D">
        <w:rPr>
          <w:rFonts w:asciiTheme="majorBidi" w:hAnsiTheme="majorBidi" w:cstheme="majorBidi"/>
          <w:sz w:val="20"/>
        </w:rPr>
        <w:t>hν</w:t>
      </w:r>
      <w:proofErr w:type="spellEnd"/>
      <w:r w:rsidRPr="00B46E9D">
        <w:rPr>
          <w:rFonts w:asciiTheme="majorBidi" w:hAnsiTheme="majorBidi" w:cstheme="majorBidi"/>
          <w:sz w:val="20"/>
        </w:rPr>
        <w:t>) is used, and the value of E</w:t>
      </w:r>
      <w:r w:rsidRPr="00B46E9D">
        <w:rPr>
          <w:rFonts w:asciiTheme="majorBidi" w:hAnsiTheme="majorBidi" w:cstheme="majorBidi"/>
          <w:sz w:val="20"/>
          <w:vertAlign w:val="subscript"/>
        </w:rPr>
        <w:t>g</w:t>
      </w:r>
      <w:r w:rsidRPr="00B46E9D">
        <w:rPr>
          <w:rFonts w:asciiTheme="majorBidi" w:hAnsiTheme="majorBidi" w:cstheme="majorBidi"/>
          <w:sz w:val="20"/>
        </w:rPr>
        <w:t xml:space="preserve"> is obtained by extending the linear region of the curve to where it intersects the energy axis.</w:t>
      </w:r>
      <w:r w:rsidRPr="00B46E9D">
        <w:rPr>
          <w:rFonts w:asciiTheme="majorBidi" w:hAnsiTheme="majorBidi" w:cstheme="majorBidi"/>
          <w:color w:val="000000" w:themeColor="text1"/>
          <w:sz w:val="20"/>
        </w:rPr>
        <w:t xml:space="preserve"> as illustrated in Fig. (6).</w:t>
      </w:r>
      <w:r w:rsidRPr="00B46E9D">
        <w:rPr>
          <w:rFonts w:asciiTheme="majorBidi" w:hAnsiTheme="majorBidi" w:cstheme="majorBidi"/>
          <w:sz w:val="20"/>
        </w:rPr>
        <w:t xml:space="preserve"> T</w:t>
      </w:r>
      <w:r w:rsidRPr="00B46E9D">
        <w:rPr>
          <w:rFonts w:asciiTheme="majorBidi" w:hAnsiTheme="majorBidi" w:cstheme="majorBidi"/>
          <w:color w:val="000000" w:themeColor="text1"/>
          <w:sz w:val="20"/>
        </w:rPr>
        <w:t xml:space="preserve">he value of optical band gap for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NPs was found (E</w:t>
      </w:r>
      <w:r w:rsidRPr="00B46E9D">
        <w:rPr>
          <w:rFonts w:asciiTheme="majorBidi" w:hAnsiTheme="majorBidi" w:cstheme="majorBidi"/>
          <w:color w:val="000000" w:themeColor="text1"/>
          <w:sz w:val="20"/>
          <w:vertAlign w:val="subscript"/>
        </w:rPr>
        <w:t>g</w:t>
      </w:r>
      <w:r w:rsidRPr="00B46E9D">
        <w:rPr>
          <w:rFonts w:asciiTheme="majorBidi" w:hAnsiTheme="majorBidi" w:cstheme="majorBidi"/>
          <w:color w:val="000000" w:themeColor="text1"/>
          <w:sz w:val="20"/>
        </w:rPr>
        <w:t xml:space="preserve"> = 3.9 eV).</w:t>
      </w:r>
      <w:r w:rsidRPr="00B46E9D">
        <w:rPr>
          <w:rFonts w:asciiTheme="majorBidi" w:hAnsiTheme="majorBidi" w:cstheme="majorBidi"/>
          <w:sz w:val="20"/>
        </w:rPr>
        <w:t xml:space="preserve"> That is the same result obtained by </w:t>
      </w:r>
      <w:r w:rsidRPr="00B46E9D">
        <w:rPr>
          <w:rFonts w:asciiTheme="majorBidi" w:hAnsiTheme="majorBidi" w:cstheme="majorBidi"/>
          <w:color w:val="000000" w:themeColor="text1"/>
          <w:sz w:val="20"/>
        </w:rPr>
        <w:t>[18]. The E</w:t>
      </w:r>
      <w:r w:rsidRPr="00B46E9D">
        <w:rPr>
          <w:rFonts w:asciiTheme="majorBidi" w:hAnsiTheme="majorBidi" w:cstheme="majorBidi"/>
          <w:color w:val="000000" w:themeColor="text1"/>
          <w:sz w:val="20"/>
          <w:vertAlign w:val="subscript"/>
        </w:rPr>
        <w:t>g</w:t>
      </w:r>
      <w:r w:rsidRPr="00B46E9D">
        <w:rPr>
          <w:rFonts w:asciiTheme="majorBidi" w:hAnsiTheme="majorBidi" w:cstheme="majorBidi"/>
          <w:color w:val="000000" w:themeColor="text1"/>
          <w:sz w:val="20"/>
        </w:rPr>
        <w:t xml:space="preserve"> of the copper oxide nanoparticles was achieved bigger in the reported literature. An enlargement of the energy gap between the conduction and valence bands in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can be linked to their reduced crystal size.</w:t>
      </w:r>
    </w:p>
    <w:p w14:paraId="50927BE4" w14:textId="1EA7AFC6" w:rsidR="006E180B" w:rsidRDefault="006E180B" w:rsidP="00432783">
      <w:pPr>
        <w:ind w:firstLine="720"/>
        <w:jc w:val="both"/>
        <w:rPr>
          <w:rFonts w:asciiTheme="majorBidi" w:hAnsiTheme="majorBidi" w:cstheme="majorBidi"/>
          <w:color w:val="000000" w:themeColor="text1"/>
          <w:sz w:val="20"/>
        </w:rPr>
      </w:pPr>
    </w:p>
    <w:p w14:paraId="1ABC0B1E" w14:textId="4CDE7DCA" w:rsidR="006E180B" w:rsidRDefault="006E180B" w:rsidP="00432783">
      <w:pPr>
        <w:ind w:firstLine="720"/>
        <w:jc w:val="both"/>
        <w:rPr>
          <w:rFonts w:asciiTheme="majorBidi" w:hAnsiTheme="majorBidi" w:cstheme="majorBidi"/>
          <w:sz w:val="20"/>
        </w:rPr>
      </w:pPr>
      <w:r w:rsidRPr="00B46E9D">
        <w:rPr>
          <w:rFonts w:asciiTheme="majorBidi" w:hAnsiTheme="majorBidi" w:cstheme="majorBidi"/>
          <w:color w:val="000000" w:themeColor="text1"/>
          <w:sz w:val="20"/>
        </w:rPr>
        <w:t>Copper oxide nanoparticles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NPs) were deposited onto the silicon surface using the drop-casting technique to fabricate an Al/ p-</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/p-Si/Al solar cell. The I-V characteristics showed that the forward bias current was significantly higher than the reverse bias current, as illustrated in the measurements.</w:t>
      </w:r>
      <w:r w:rsidRPr="00B46E9D">
        <w:rPr>
          <w:rFonts w:asciiTheme="majorBidi" w:hAnsiTheme="majorBidi" w:cstheme="majorBidi"/>
          <w:sz w:val="20"/>
        </w:rPr>
        <w:t xml:space="preserve"> At forward bias voltages below 4 V, the current primarily results from electron-hole pair recombination. When the applied voltage exceeds this </w:t>
      </w:r>
      <w:r w:rsidRPr="00B46E9D">
        <w:rPr>
          <w:rFonts w:asciiTheme="majorBidi" w:hAnsiTheme="majorBidi" w:cstheme="majorBidi"/>
          <w:sz w:val="20"/>
        </w:rPr>
        <w:lastRenderedPageBreak/>
        <w:t xml:space="preserve">threshold, electrons gain sufficient energy to overcome the potential barrier of the junction. “This type of current is referred to as diffusion current. Figure 8b presents the reverse I–V characteristics, along with the device parameters measured under dark conditions and illumination at a light intensity of 100 </w:t>
      </w:r>
      <w:proofErr w:type="spellStart"/>
      <w:r w:rsidRPr="00B46E9D">
        <w:rPr>
          <w:rFonts w:asciiTheme="majorBidi" w:hAnsiTheme="majorBidi" w:cstheme="majorBidi"/>
          <w:sz w:val="20"/>
        </w:rPr>
        <w:t>mW</w:t>
      </w:r>
      <w:proofErr w:type="spellEnd"/>
      <w:r w:rsidRPr="00B46E9D">
        <w:rPr>
          <w:rFonts w:asciiTheme="majorBidi" w:hAnsiTheme="majorBidi" w:cstheme="majorBidi"/>
          <w:sz w:val="20"/>
        </w:rPr>
        <w:t>/m². Under illumination, the reverse current of the Al/p-Si/p-</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/Al heterojunction increases compared to its value in the dark, indicating that photo-generated charge carriers contribute to the overall photocurrent through electron–hole pair generation [</w:t>
      </w:r>
      <w:r w:rsidR="005814F1">
        <w:rPr>
          <w:rFonts w:asciiTheme="majorBidi" w:hAnsiTheme="majorBidi" w:cstheme="majorBidi"/>
          <w:sz w:val="20"/>
        </w:rPr>
        <w:t>31</w:t>
      </w:r>
      <w:r w:rsidRPr="00B46E9D">
        <w:rPr>
          <w:rFonts w:asciiTheme="majorBidi" w:hAnsiTheme="majorBidi" w:cstheme="majorBidi"/>
          <w:sz w:val="20"/>
        </w:rPr>
        <w:t>,</w:t>
      </w:r>
      <w:r w:rsidR="005814F1">
        <w:rPr>
          <w:rFonts w:asciiTheme="majorBidi" w:hAnsiTheme="majorBidi" w:cstheme="majorBidi"/>
          <w:sz w:val="20"/>
        </w:rPr>
        <w:t xml:space="preserve"> 32</w:t>
      </w:r>
      <w:r w:rsidRPr="00B46E9D">
        <w:rPr>
          <w:rFonts w:asciiTheme="majorBidi" w:hAnsiTheme="majorBidi" w:cstheme="majorBidi"/>
          <w:sz w:val="20"/>
        </w:rPr>
        <w:t xml:space="preserve">]. This response highlights the role of incident </w:t>
      </w:r>
      <w:proofErr w:type="gramStart"/>
      <w:r w:rsidRPr="00B46E9D">
        <w:rPr>
          <w:rFonts w:asciiTheme="majorBidi" w:hAnsiTheme="majorBidi" w:cstheme="majorBidi"/>
          <w:sz w:val="20"/>
        </w:rPr>
        <w:t>photons</w:t>
      </w:r>
      <w:proofErr w:type="gramEnd"/>
      <w:r w:rsidRPr="00B46E9D">
        <w:rPr>
          <w:rFonts w:asciiTheme="majorBidi" w:hAnsiTheme="majorBidi" w:cstheme="majorBidi"/>
          <w:sz w:val="20"/>
        </w:rPr>
        <w:t xml:space="preserve"> in creating charge carriers within the device.</w:t>
      </w:r>
    </w:p>
    <w:p w14:paraId="7F8B60E2" w14:textId="77777777" w:rsidR="00BD439B" w:rsidRDefault="00BD439B" w:rsidP="00432783">
      <w:pPr>
        <w:ind w:firstLine="720"/>
        <w:jc w:val="both"/>
        <w:rPr>
          <w:rFonts w:asciiTheme="majorBidi" w:hAnsiTheme="majorBidi" w:cstheme="majorBidi"/>
          <w:sz w:val="20"/>
        </w:rPr>
      </w:pPr>
    </w:p>
    <w:p w14:paraId="7C42993D" w14:textId="6DEEFD9E" w:rsidR="00BD439B" w:rsidRPr="00B46E9D" w:rsidRDefault="00BD439B" w:rsidP="00BD439B">
      <w:pPr>
        <w:ind w:firstLine="720"/>
        <w:jc w:val="center"/>
        <w:rPr>
          <w:rFonts w:asciiTheme="majorBidi" w:hAnsiTheme="majorBidi" w:cstheme="majorBidi"/>
          <w:sz w:val="20"/>
        </w:rPr>
      </w:pPr>
      <w:r w:rsidRPr="00BD439B">
        <w:rPr>
          <w:rFonts w:asciiTheme="majorBidi" w:hAnsiTheme="majorBidi" w:cstheme="majorBidi"/>
          <w:noProof/>
          <w:sz w:val="20"/>
        </w:rPr>
        <w:drawing>
          <wp:inline distT="0" distB="0" distL="0" distR="0" wp14:anchorId="04848825" wp14:editId="3DC7BE13">
            <wp:extent cx="4811486" cy="2590800"/>
            <wp:effectExtent l="0" t="0" r="8255" b="0"/>
            <wp:docPr id="1269258564" name="Picture 1" descr="A graph with a lin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258564" name="Picture 1" descr="A graph with a line graph&#10;&#10;AI-generated content may be incorrect."/>
                    <pic:cNvPicPr/>
                  </pic:nvPicPr>
                  <pic:blipFill>
                    <a:blip r:embed="rId17"/>
                    <a:stretch>
                      <a:fillRect/>
                    </a:stretch>
                  </pic:blipFill>
                  <pic:spPr>
                    <a:xfrm>
                      <a:off x="0" y="0"/>
                      <a:ext cx="4814198" cy="2592260"/>
                    </a:xfrm>
                    <a:prstGeom prst="rect">
                      <a:avLst/>
                    </a:prstGeom>
                  </pic:spPr>
                </pic:pic>
              </a:graphicData>
            </a:graphic>
          </wp:inline>
        </w:drawing>
      </w:r>
    </w:p>
    <w:p w14:paraId="3FF99024" w14:textId="670F246A" w:rsidR="0007014A" w:rsidRPr="00B46E9D" w:rsidRDefault="0007014A" w:rsidP="00BD439B">
      <w:pPr>
        <w:pStyle w:val="FigureCaption"/>
        <w:spacing w:before="0"/>
        <w:rPr>
          <w:rtl/>
          <w:lang w:bidi="ar-IQ"/>
        </w:rPr>
      </w:pPr>
      <w:r w:rsidRPr="00B46E9D">
        <w:t xml:space="preserve">Fig. 6: Optical bandgap energy for </w:t>
      </w:r>
      <w:proofErr w:type="spellStart"/>
      <w:r w:rsidRPr="00B46E9D">
        <w:t>CuO</w:t>
      </w:r>
      <w:proofErr w:type="spellEnd"/>
      <w:r w:rsidRPr="00B46E9D">
        <w:t xml:space="preserve"> NPs.</w:t>
      </w:r>
    </w:p>
    <w:p w14:paraId="176AAA3A" w14:textId="77777777" w:rsidR="00BD439B" w:rsidRDefault="00BD439B" w:rsidP="00BD439B">
      <w:pPr>
        <w:jc w:val="both"/>
        <w:rPr>
          <w:rFonts w:asciiTheme="majorBidi" w:hAnsiTheme="majorBidi" w:cstheme="majorBidi"/>
          <w:sz w:val="20"/>
          <w:lang w:bidi="ar-IQ"/>
        </w:rPr>
      </w:pPr>
    </w:p>
    <w:p w14:paraId="29B8D93A" w14:textId="2110AA86" w:rsidR="0007014A" w:rsidRPr="00863A66" w:rsidRDefault="00DB2856" w:rsidP="00BD439B">
      <w:pPr>
        <w:jc w:val="both"/>
        <w:rPr>
          <w:rFonts w:asciiTheme="majorBidi" w:hAnsiTheme="majorBidi" w:cstheme="majorBidi"/>
          <w:color w:val="000000" w:themeColor="text1"/>
          <w:sz w:val="20"/>
        </w:rPr>
      </w:pPr>
      <w:r w:rsidRPr="00B46E9D">
        <w:rPr>
          <w:rFonts w:asciiTheme="majorBidi" w:hAnsiTheme="majorBidi" w:cstheme="majorBidi"/>
          <w:color w:val="000000" w:themeColor="text1"/>
          <w:sz w:val="20"/>
        </w:rPr>
        <w:t xml:space="preserve">Figure 9 presents the measurements of open-circuit voltage, short-circuit current, fill factor, and efficiency under an illumination intensity of 100 </w:t>
      </w:r>
      <w:proofErr w:type="spellStart"/>
      <w:r w:rsidRPr="00B46E9D">
        <w:rPr>
          <w:rFonts w:asciiTheme="majorBidi" w:hAnsiTheme="majorBidi" w:cstheme="majorBidi"/>
          <w:color w:val="000000" w:themeColor="text1"/>
          <w:sz w:val="20"/>
        </w:rPr>
        <w:t>mW</w:t>
      </w:r>
      <w:proofErr w:type="spellEnd"/>
      <w:r w:rsidRPr="00B46E9D">
        <w:rPr>
          <w:rFonts w:asciiTheme="majorBidi" w:hAnsiTheme="majorBidi" w:cstheme="majorBidi"/>
          <w:color w:val="000000" w:themeColor="text1"/>
          <w:sz w:val="20"/>
        </w:rPr>
        <w:t xml:space="preserve">/m². The I–V curve shown also illustrates the device behavior under varying load resistance in a light-exposed environment. This experiment provides a straightforward method for evaluating solar cell efficiency. One key parameter is the short-circuit current, which occurs when the external resistance is zero and the voltage across the cell is also zero. </w:t>
      </w:r>
      <w:proofErr w:type="gramStart"/>
      <w:r w:rsidRPr="00B46E9D">
        <w:rPr>
          <w:rFonts w:asciiTheme="majorBidi" w:hAnsiTheme="majorBidi" w:cstheme="majorBidi"/>
          <w:color w:val="000000" w:themeColor="text1"/>
          <w:sz w:val="20"/>
        </w:rPr>
        <w:t>The open</w:t>
      </w:r>
      <w:proofErr w:type="gramEnd"/>
      <w:r w:rsidRPr="00B46E9D">
        <w:rPr>
          <w:rFonts w:asciiTheme="majorBidi" w:hAnsiTheme="majorBidi" w:cstheme="majorBidi"/>
          <w:color w:val="000000" w:themeColor="text1"/>
          <w:sz w:val="20"/>
        </w:rPr>
        <w:t>-circuit voltage is observed when the external resistance is very high, resulting in zero current flow. By identifying these two key points—VOC and ISC—the maximum power point can be estimated.</w:t>
      </w:r>
    </w:p>
    <w:p w14:paraId="33725977" w14:textId="44F678C2" w:rsidR="0007014A" w:rsidRPr="00B46E9D" w:rsidRDefault="000834B6" w:rsidP="00432783">
      <w:pPr>
        <w:ind w:firstLine="720"/>
        <w:jc w:val="center"/>
        <w:rPr>
          <w:rFonts w:asciiTheme="majorBidi" w:hAnsiTheme="majorBidi" w:cstheme="majorBidi"/>
          <w:sz w:val="20"/>
          <w:lang w:bidi="ar-IQ"/>
        </w:rPr>
      </w:pPr>
      <w:r w:rsidRPr="00B46E9D">
        <w:rPr>
          <w:noProof/>
        </w:rPr>
        <mc:AlternateContent>
          <mc:Choice Requires="wps">
            <w:drawing>
              <wp:anchor distT="0" distB="0" distL="114300" distR="114300" simplePos="0" relativeHeight="251672064" behindDoc="0" locked="0" layoutInCell="1" allowOverlap="1" wp14:anchorId="352124BE" wp14:editId="2EF1A3D9">
                <wp:simplePos x="0" y="0"/>
                <wp:positionH relativeFrom="column">
                  <wp:posOffset>213360</wp:posOffset>
                </wp:positionH>
                <wp:positionV relativeFrom="paragraph">
                  <wp:posOffset>290830</wp:posOffset>
                </wp:positionV>
                <wp:extent cx="361950" cy="266700"/>
                <wp:effectExtent l="0" t="0" r="0" b="0"/>
                <wp:wrapNone/>
                <wp:docPr id="4" name="Text Box 3"/>
                <wp:cNvGraphicFramePr/>
                <a:graphic xmlns:a="http://schemas.openxmlformats.org/drawingml/2006/main">
                  <a:graphicData uri="http://schemas.microsoft.com/office/word/2010/wordprocessingShape">
                    <wps:wsp>
                      <wps:cNvSpPr txBox="1"/>
                      <wps:spPr>
                        <a:xfrm>
                          <a:off x="0" y="0"/>
                          <a:ext cx="361950" cy="266700"/>
                        </a:xfrm>
                        <a:prstGeom prst="rect">
                          <a:avLst/>
                        </a:prstGeom>
                        <a:solidFill>
                          <a:schemeClr val="lt1"/>
                        </a:solidFill>
                        <a:ln w="6350">
                          <a:noFill/>
                        </a:ln>
                      </wps:spPr>
                      <wps:txbx>
                        <w:txbxContent>
                          <w:p w14:paraId="66B88902" w14:textId="77777777" w:rsidR="0007014A" w:rsidRPr="000834B6" w:rsidRDefault="0007014A" w:rsidP="0007014A">
                            <w:pPr>
                              <w:rPr>
                                <w:rFonts w:asciiTheme="majorBidi" w:hAnsiTheme="majorBidi" w:cstheme="majorBidi"/>
                                <w:b/>
                                <w:bCs/>
                                <w:sz w:val="18"/>
                                <w:szCs w:val="18"/>
                              </w:rPr>
                            </w:pPr>
                            <w:r w:rsidRPr="000834B6">
                              <w:rPr>
                                <w:rFonts w:asciiTheme="majorBidi" w:hAnsiTheme="majorBidi" w:cstheme="majorBidi"/>
                                <w:b/>
                                <w:bCs/>
                                <w:sz w:val="18"/>
                                <w:szCs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124BE" id="_x0000_t202" coordsize="21600,21600" o:spt="202" path="m,l,21600r21600,l21600,xe">
                <v:stroke joinstyle="miter"/>
                <v:path gradientshapeok="t" o:connecttype="rect"/>
              </v:shapetype>
              <v:shape id="Text Box 3" o:spid="_x0000_s1026" type="#_x0000_t202" style="position:absolute;left:0;text-align:left;margin-left:16.8pt;margin-top:22.9pt;width:28.5pt;height:2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" fillcolor="white [3201]" stroked="f" strokeweight=".5pt">
                <v:textbox>
                  <w:txbxContent>
                    <w:p w14:paraId="66B88902" w14:textId="77777777" w:rsidR="0007014A" w:rsidRPr="000834B6" w:rsidRDefault="0007014A" w:rsidP="0007014A">
                      <w:pPr>
                        <w:rPr>
                          <w:rFonts w:asciiTheme="majorBidi" w:hAnsiTheme="majorBidi" w:cstheme="majorBidi"/>
                          <w:b/>
                          <w:bCs/>
                          <w:sz w:val="18"/>
                          <w:szCs w:val="18"/>
                        </w:rPr>
                      </w:pPr>
                      <w:r w:rsidRPr="000834B6">
                        <w:rPr>
                          <w:rFonts w:asciiTheme="majorBidi" w:hAnsiTheme="majorBidi" w:cstheme="majorBidi"/>
                          <w:b/>
                          <w:bCs/>
                          <w:sz w:val="18"/>
                          <w:szCs w:val="18"/>
                        </w:rPr>
                        <w:t>a</w:t>
                      </w:r>
                    </w:p>
                  </w:txbxContent>
                </v:textbox>
              </v:shape>
            </w:pict>
          </mc:Fallback>
        </mc:AlternateContent>
      </w:r>
      <w:r w:rsidR="00FD5C05" w:rsidRPr="00B46E9D">
        <w:rPr>
          <w:noProof/>
          <w:color w:val="000000" w:themeColor="text1"/>
        </w:rPr>
        <w:drawing>
          <wp:anchor distT="0" distB="0" distL="114300" distR="114300" simplePos="0" relativeHeight="251670016" behindDoc="0" locked="0" layoutInCell="1" allowOverlap="1" wp14:anchorId="2729901F" wp14:editId="49401690">
            <wp:simplePos x="0" y="0"/>
            <wp:positionH relativeFrom="margin">
              <wp:posOffset>2961640</wp:posOffset>
            </wp:positionH>
            <wp:positionV relativeFrom="paragraph">
              <wp:posOffset>202565</wp:posOffset>
            </wp:positionV>
            <wp:extent cx="2981325" cy="2581275"/>
            <wp:effectExtent l="0" t="0" r="9525" b="9525"/>
            <wp:wrapThrough wrapText="bothSides">
              <wp:wrapPolygon edited="0">
                <wp:start x="0" y="0"/>
                <wp:lineTo x="0" y="21520"/>
                <wp:lineTo x="21531" y="21520"/>
                <wp:lineTo x="21531" y="0"/>
                <wp:lineTo x="0" y="0"/>
              </wp:wrapPolygon>
            </wp:wrapThrough>
            <wp:docPr id="14"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FD5C05" w:rsidRPr="00B46E9D">
        <w:rPr>
          <w:noProof/>
          <w:color w:val="000000" w:themeColor="text1"/>
        </w:rPr>
        <w:drawing>
          <wp:anchor distT="0" distB="0" distL="114300" distR="114300" simplePos="0" relativeHeight="251668992" behindDoc="0" locked="0" layoutInCell="1" allowOverlap="1" wp14:anchorId="654F6B9C" wp14:editId="63185BD2">
            <wp:simplePos x="0" y="0"/>
            <wp:positionH relativeFrom="margin">
              <wp:posOffset>57150</wp:posOffset>
            </wp:positionH>
            <wp:positionV relativeFrom="paragraph">
              <wp:posOffset>202565</wp:posOffset>
            </wp:positionV>
            <wp:extent cx="2743200" cy="2609850"/>
            <wp:effectExtent l="0" t="0" r="0" b="0"/>
            <wp:wrapThrough wrapText="bothSides">
              <wp:wrapPolygon edited="0">
                <wp:start x="0" y="0"/>
                <wp:lineTo x="0" y="21442"/>
                <wp:lineTo x="21450" y="21442"/>
                <wp:lineTo x="21450" y="0"/>
                <wp:lineTo x="0" y="0"/>
              </wp:wrapPolygon>
            </wp:wrapThrough>
            <wp:docPr id="16"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44DF0A70" w14:textId="18AD21CD" w:rsidR="0007014A" w:rsidRPr="00B46E9D" w:rsidRDefault="0007014A" w:rsidP="00432783">
      <w:pPr>
        <w:pStyle w:val="FigureCaption"/>
        <w:rPr>
          <w:lang w:bidi="ar-IQ"/>
        </w:rPr>
      </w:pPr>
      <w:r w:rsidRPr="00B46E9D">
        <w:rPr>
          <w:lang w:bidi="ar-IQ"/>
        </w:rPr>
        <w:t xml:space="preserve">Fig. 8. (a) I-V dark characteristics 0f </w:t>
      </w:r>
      <w:proofErr w:type="spellStart"/>
      <w:r w:rsidRPr="00B46E9D">
        <w:rPr>
          <w:lang w:bidi="ar-IQ"/>
        </w:rPr>
        <w:t>CuO</w:t>
      </w:r>
      <w:proofErr w:type="spellEnd"/>
      <w:r w:rsidRPr="00B46E9D">
        <w:rPr>
          <w:lang w:bidi="ar-IQ"/>
        </w:rPr>
        <w:t xml:space="preserve"> NPs in forward and reverse direction, (b) I-V </w:t>
      </w:r>
      <w:r w:rsidR="00DB2856" w:rsidRPr="00B46E9D">
        <w:rPr>
          <w:lang w:bidi="ar-IQ"/>
        </w:rPr>
        <w:t>characteristics of</w:t>
      </w:r>
      <w:r w:rsidRPr="00B46E9D">
        <w:rPr>
          <w:lang w:bidi="ar-IQ"/>
        </w:rPr>
        <w:t xml:space="preserve"> </w:t>
      </w:r>
      <w:proofErr w:type="spellStart"/>
      <w:r w:rsidRPr="00B46E9D">
        <w:rPr>
          <w:lang w:bidi="ar-IQ"/>
        </w:rPr>
        <w:t>CuO</w:t>
      </w:r>
      <w:proofErr w:type="spellEnd"/>
      <w:r w:rsidRPr="00B46E9D">
        <w:rPr>
          <w:lang w:bidi="ar-IQ"/>
        </w:rPr>
        <w:t xml:space="preserve"> NPs in Dark and illumination</w:t>
      </w:r>
    </w:p>
    <w:p w14:paraId="3EAC6417" w14:textId="77777777" w:rsidR="00BD439B" w:rsidRDefault="00BD439B" w:rsidP="00432783">
      <w:pPr>
        <w:pStyle w:val="FigureCaption"/>
        <w:rPr>
          <w:lang w:bidi="ar-IQ"/>
        </w:rPr>
      </w:pPr>
      <w:r w:rsidRPr="00BD439B">
        <w:rPr>
          <w:noProof/>
          <w:lang w:bidi="ar-IQ"/>
        </w:rPr>
        <w:lastRenderedPageBreak/>
        <w:drawing>
          <wp:inline distT="0" distB="0" distL="0" distR="0" wp14:anchorId="74877CE1" wp14:editId="5B849106">
            <wp:extent cx="3876675" cy="2331720"/>
            <wp:effectExtent l="0" t="0" r="9525" b="0"/>
            <wp:docPr id="926442580" name="Picture 1" descr="A diagram of a volt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442580" name="Picture 1" descr="A diagram of a voltage&#10;&#10;AI-generated content may be incorrect."/>
                    <pic:cNvPicPr/>
                  </pic:nvPicPr>
                  <pic:blipFill>
                    <a:blip r:embed="rId20"/>
                    <a:stretch>
                      <a:fillRect/>
                    </a:stretch>
                  </pic:blipFill>
                  <pic:spPr>
                    <a:xfrm>
                      <a:off x="0" y="0"/>
                      <a:ext cx="3877217" cy="2332046"/>
                    </a:xfrm>
                    <a:prstGeom prst="rect">
                      <a:avLst/>
                    </a:prstGeom>
                  </pic:spPr>
                </pic:pic>
              </a:graphicData>
            </a:graphic>
          </wp:inline>
        </w:drawing>
      </w:r>
    </w:p>
    <w:p w14:paraId="6A24301F" w14:textId="27FD622F" w:rsidR="0007014A" w:rsidRPr="00B46E9D" w:rsidRDefault="0007014A" w:rsidP="00432783">
      <w:pPr>
        <w:pStyle w:val="FigureCaption"/>
        <w:rPr>
          <w:lang w:bidi="ar-IQ"/>
        </w:rPr>
      </w:pPr>
      <w:r w:rsidRPr="00B46E9D">
        <w:rPr>
          <w:lang w:bidi="ar-IQ"/>
        </w:rPr>
        <w:t>Fig. 9. Open-circuit voltage of the (Al/p-Si/p-</w:t>
      </w:r>
      <w:proofErr w:type="spellStart"/>
      <w:r w:rsidRPr="00B46E9D">
        <w:rPr>
          <w:lang w:bidi="ar-IQ"/>
        </w:rPr>
        <w:t>CuO</w:t>
      </w:r>
      <w:proofErr w:type="spellEnd"/>
      <w:r w:rsidRPr="00B46E9D">
        <w:rPr>
          <w:lang w:bidi="ar-IQ"/>
        </w:rPr>
        <w:t>) heterojunction.</w:t>
      </w:r>
    </w:p>
    <w:p w14:paraId="0957000A" w14:textId="4E7E053D" w:rsidR="0007014A" w:rsidRPr="00B46E9D" w:rsidRDefault="0007014A" w:rsidP="00432783">
      <w:pPr>
        <w:pStyle w:val="Heading1"/>
        <w:rPr>
          <w:rtl/>
          <w:lang w:bidi="ar-IQ"/>
        </w:rPr>
      </w:pPr>
      <w:r w:rsidRPr="00B46E9D">
        <w:t>Conclusion</w:t>
      </w:r>
    </w:p>
    <w:p w14:paraId="1A2BF595" w14:textId="3E30261F" w:rsidR="0007014A" w:rsidRPr="005814F1" w:rsidRDefault="0007014A" w:rsidP="00432783">
      <w:pPr>
        <w:ind w:firstLine="720"/>
        <w:jc w:val="both"/>
        <w:rPr>
          <w:rFonts w:asciiTheme="majorBidi" w:hAnsiTheme="majorBidi" w:cstheme="majorBidi"/>
          <w:color w:val="000000" w:themeColor="text1"/>
          <w:sz w:val="20"/>
        </w:rPr>
      </w:pP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were effectively synthesized using the plasma jet method. Based on XRD and EDS analyses, the resulting nanoparticles demonstrated high purity.</w:t>
      </w:r>
      <w:r w:rsidRPr="00B46E9D">
        <w:rPr>
          <w:rFonts w:asciiTheme="majorBidi" w:hAnsiTheme="majorBidi" w:cstheme="majorBidi"/>
          <w:sz w:val="20"/>
        </w:rPr>
        <w:t xml:space="preserve"> The crystalline structure of the </w:t>
      </w:r>
      <w:proofErr w:type="spellStart"/>
      <w:r w:rsidRPr="00B46E9D">
        <w:rPr>
          <w:rFonts w:asciiTheme="majorBidi" w:hAnsiTheme="majorBidi" w:cstheme="majorBidi"/>
          <w:sz w:val="20"/>
        </w:rPr>
        <w:t>CuO</w:t>
      </w:r>
      <w:proofErr w:type="spellEnd"/>
      <w:r w:rsidRPr="00B46E9D">
        <w:rPr>
          <w:rFonts w:asciiTheme="majorBidi" w:hAnsiTheme="majorBidi" w:cstheme="majorBidi"/>
          <w:sz w:val="20"/>
        </w:rPr>
        <w:t xml:space="preserve"> nanoparticles has been confirmed by the technique of XRD</w:t>
      </w:r>
      <w:r w:rsidRPr="00B46E9D">
        <w:rPr>
          <w:rFonts w:asciiTheme="majorBidi" w:hAnsiTheme="majorBidi" w:cstheme="majorBidi"/>
          <w:color w:val="000000" w:themeColor="text1"/>
          <w:sz w:val="20"/>
        </w:rPr>
        <w:t xml:space="preserve">, </w:t>
      </w:r>
      <w:r w:rsidR="005814F1">
        <w:rPr>
          <w:rFonts w:asciiTheme="majorBidi" w:hAnsiTheme="majorBidi" w:cstheme="majorBidi"/>
          <w:color w:val="000000" w:themeColor="text1"/>
          <w:sz w:val="20"/>
        </w:rPr>
        <w:t>with</w:t>
      </w:r>
      <w:r w:rsidRPr="00B46E9D">
        <w:rPr>
          <w:rFonts w:asciiTheme="majorBidi" w:hAnsiTheme="majorBidi" w:cstheme="majorBidi"/>
          <w:color w:val="000000" w:themeColor="text1"/>
          <w:sz w:val="20"/>
        </w:rPr>
        <w:t xml:space="preserve"> an estimated average crystallite size of approximately 14 nm.</w:t>
      </w:r>
      <w:r w:rsidRPr="00B46E9D">
        <w:rPr>
          <w:rFonts w:asciiTheme="majorBidi" w:hAnsiTheme="majorBidi" w:cstheme="majorBidi"/>
          <w:sz w:val="20"/>
        </w:rPr>
        <w:t xml:space="preserve"> </w:t>
      </w:r>
      <w:r w:rsidRPr="00B46E9D">
        <w:rPr>
          <w:rFonts w:asciiTheme="majorBidi" w:hAnsiTheme="majorBidi" w:cstheme="majorBidi"/>
          <w:color w:val="000000" w:themeColor="text1"/>
          <w:sz w:val="20"/>
        </w:rPr>
        <w:t xml:space="preserve">Scanning electron microscopy (SEM) technique </w:t>
      </w:r>
      <w:r w:rsidR="005814F1">
        <w:rPr>
          <w:rFonts w:asciiTheme="majorBidi" w:hAnsiTheme="majorBidi" w:cstheme="majorBidi"/>
          <w:color w:val="000000" w:themeColor="text1"/>
          <w:sz w:val="20"/>
        </w:rPr>
        <w:t>assists</w:t>
      </w:r>
      <w:r w:rsidRPr="00B46E9D">
        <w:rPr>
          <w:rFonts w:asciiTheme="majorBidi" w:hAnsiTheme="majorBidi" w:cstheme="majorBidi"/>
          <w:color w:val="000000" w:themeColor="text1"/>
          <w:sz w:val="20"/>
        </w:rPr>
        <w:t xml:space="preserve"> the synthesized </w:t>
      </w:r>
      <w:proofErr w:type="spellStart"/>
      <w:r w:rsidRPr="00B46E9D">
        <w:rPr>
          <w:rFonts w:asciiTheme="majorBidi" w:hAnsiTheme="majorBidi" w:cstheme="majorBidi"/>
          <w:color w:val="000000" w:themeColor="text1"/>
          <w:sz w:val="20"/>
        </w:rPr>
        <w:t>CuO</w:t>
      </w:r>
      <w:proofErr w:type="spellEnd"/>
      <w:r w:rsidRPr="00B46E9D">
        <w:rPr>
          <w:rFonts w:asciiTheme="majorBidi" w:hAnsiTheme="majorBidi" w:cstheme="majorBidi"/>
          <w:color w:val="000000" w:themeColor="text1"/>
          <w:sz w:val="20"/>
        </w:rPr>
        <w:t xml:space="preserve"> nanoparticles </w:t>
      </w:r>
      <w:r w:rsidR="005814F1">
        <w:rPr>
          <w:rFonts w:asciiTheme="majorBidi" w:hAnsiTheme="majorBidi" w:cstheme="majorBidi"/>
          <w:color w:val="000000" w:themeColor="text1"/>
          <w:sz w:val="20"/>
        </w:rPr>
        <w:t>in forming</w:t>
      </w:r>
      <w:r w:rsidRPr="00B46E9D">
        <w:rPr>
          <w:rFonts w:asciiTheme="majorBidi" w:hAnsiTheme="majorBidi" w:cstheme="majorBidi"/>
          <w:color w:val="000000" w:themeColor="text1"/>
          <w:sz w:val="20"/>
        </w:rPr>
        <w:t xml:space="preserve"> aggregates </w:t>
      </w:r>
      <w:r w:rsidR="00BD439B" w:rsidRPr="00B46E9D">
        <w:rPr>
          <w:rFonts w:asciiTheme="majorBidi" w:hAnsiTheme="majorBidi" w:cstheme="majorBidi"/>
          <w:color w:val="000000" w:themeColor="text1"/>
          <w:sz w:val="20"/>
        </w:rPr>
        <w:t>containing</w:t>
      </w:r>
      <w:r w:rsidRPr="00B46E9D">
        <w:rPr>
          <w:rFonts w:asciiTheme="majorBidi" w:hAnsiTheme="majorBidi" w:cstheme="majorBidi"/>
          <w:color w:val="000000" w:themeColor="text1"/>
          <w:sz w:val="20"/>
        </w:rPr>
        <w:t xml:space="preserve"> little particles, owing an average diameter in approximately 36 nm. The solar cell demonstrated an efficiency of 0.031%.</w:t>
      </w:r>
    </w:p>
    <w:p w14:paraId="237904EF" w14:textId="708A9E8E" w:rsidR="0007014A" w:rsidRPr="00B46E9D" w:rsidRDefault="004D0B86" w:rsidP="00432783">
      <w:pPr>
        <w:pStyle w:val="Heading2"/>
      </w:pPr>
      <w:r>
        <w:t>ACKNOWLEDGEMENTS</w:t>
      </w:r>
    </w:p>
    <w:p w14:paraId="74BF1A51" w14:textId="77777777" w:rsidR="0007014A" w:rsidRPr="00B46E9D" w:rsidRDefault="0007014A" w:rsidP="00BD439B">
      <w:pPr>
        <w:rPr>
          <w:rFonts w:asciiTheme="majorBidi" w:hAnsiTheme="majorBidi" w:cstheme="majorBidi"/>
          <w:color w:val="000000" w:themeColor="text1"/>
          <w:sz w:val="20"/>
          <w:rtl/>
          <w:lang w:bidi="ar-IQ"/>
        </w:rPr>
      </w:pPr>
      <w:r w:rsidRPr="00B46E9D">
        <w:rPr>
          <w:rFonts w:asciiTheme="majorBidi" w:hAnsiTheme="majorBidi" w:cstheme="majorBidi"/>
          <w:color w:val="000000" w:themeColor="text1"/>
          <w:sz w:val="20"/>
        </w:rPr>
        <w:t xml:space="preserve">This study is supported by Plasma Physics Lab., Physics Department, College of Science, </w:t>
      </w:r>
      <w:proofErr w:type="spellStart"/>
      <w:r w:rsidRPr="00B46E9D">
        <w:rPr>
          <w:rFonts w:asciiTheme="majorBidi" w:hAnsiTheme="majorBidi" w:cstheme="majorBidi"/>
          <w:color w:val="000000" w:themeColor="text1"/>
          <w:sz w:val="20"/>
        </w:rPr>
        <w:t>Mustansiriyah</w:t>
      </w:r>
      <w:proofErr w:type="spellEnd"/>
      <w:r w:rsidRPr="00B46E9D">
        <w:rPr>
          <w:rFonts w:asciiTheme="majorBidi" w:hAnsiTheme="majorBidi" w:cstheme="majorBidi"/>
          <w:color w:val="000000" w:themeColor="text1"/>
          <w:sz w:val="20"/>
        </w:rPr>
        <w:t xml:space="preserve"> University</w:t>
      </w:r>
    </w:p>
    <w:p w14:paraId="6CB17928" w14:textId="77777777" w:rsidR="0007014A" w:rsidRPr="00DB2856" w:rsidRDefault="0007014A" w:rsidP="00432783">
      <w:pPr>
        <w:pStyle w:val="Heading1"/>
      </w:pPr>
      <w:r w:rsidRPr="00DB2856">
        <w:t>References</w:t>
      </w:r>
    </w:p>
    <w:p w14:paraId="6F81F215" w14:textId="276F7B26"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Zehra Nur Ozer, Mehmet Ozkan, and Suat Pat, Optical and electric characteristics of </w:t>
      </w:r>
      <w:proofErr w:type="spellStart"/>
      <w:r w:rsidRPr="00BD439B">
        <w:rPr>
          <w:rFonts w:asciiTheme="majorBidi" w:hAnsiTheme="majorBidi" w:cstheme="majorBidi"/>
        </w:rPr>
        <w:t>CuO</w:t>
      </w:r>
      <w:proofErr w:type="spellEnd"/>
      <w:r w:rsidRPr="00BD439B">
        <w:rPr>
          <w:rFonts w:asciiTheme="majorBidi" w:hAnsiTheme="majorBidi" w:cstheme="majorBidi"/>
        </w:rPr>
        <w:t xml:space="preserve"> nanoparticle</w:t>
      </w:r>
      <w:r w:rsidRPr="00BD439B">
        <w:rPr>
          <w:rFonts w:asciiTheme="majorBidi" w:hAnsiTheme="majorBidi" w:cstheme="majorBidi"/>
        </w:rPr>
        <w:noBreakHyphen/>
        <w:t xml:space="preserve">doped </w:t>
      </w:r>
      <w:proofErr w:type="spellStart"/>
      <w:r w:rsidRPr="00BD439B">
        <w:rPr>
          <w:rFonts w:asciiTheme="majorBidi" w:hAnsiTheme="majorBidi" w:cstheme="majorBidi"/>
        </w:rPr>
        <w:t>ZnO</w:t>
      </w:r>
      <w:proofErr w:type="spellEnd"/>
      <w:r w:rsidRPr="00BD439B">
        <w:rPr>
          <w:rFonts w:asciiTheme="majorBidi" w:hAnsiTheme="majorBidi" w:cstheme="majorBidi"/>
        </w:rPr>
        <w:t xml:space="preserve"> thin </w:t>
      </w:r>
      <w:r w:rsidR="00DB2856" w:rsidRPr="00BD439B">
        <w:rPr>
          <w:rFonts w:asciiTheme="majorBidi" w:hAnsiTheme="majorBidi" w:cstheme="majorBidi"/>
        </w:rPr>
        <w:t>films</w:t>
      </w:r>
      <w:r w:rsidRPr="00BD439B">
        <w:rPr>
          <w:rFonts w:asciiTheme="majorBidi" w:hAnsiTheme="majorBidi" w:cstheme="majorBidi"/>
        </w:rPr>
        <w:t xml:space="preserve"> using thermionic vacuum arc deposition system, J Mater Sci: Mater Electron, 35:456, (2024).</w:t>
      </w:r>
    </w:p>
    <w:p w14:paraId="673107E3" w14:textId="32468751" w:rsidR="0007014A" w:rsidRPr="00BD439B" w:rsidRDefault="0007014A" w:rsidP="00BD439B">
      <w:pPr>
        <w:pStyle w:val="Reference"/>
        <w:ind w:left="360" w:hanging="360"/>
        <w:rPr>
          <w:rFonts w:asciiTheme="majorBidi" w:hAnsiTheme="majorBidi" w:cstheme="majorBidi"/>
        </w:rPr>
      </w:pPr>
      <w:proofErr w:type="spellStart"/>
      <w:r w:rsidRPr="00BD439B">
        <w:rPr>
          <w:rFonts w:asciiTheme="majorBidi" w:hAnsiTheme="majorBidi" w:cstheme="majorBidi"/>
        </w:rPr>
        <w:t>Ohya</w:t>
      </w:r>
      <w:proofErr w:type="spellEnd"/>
      <w:r w:rsidRPr="00BD439B">
        <w:rPr>
          <w:rFonts w:asciiTheme="majorBidi" w:hAnsiTheme="majorBidi" w:cstheme="majorBidi"/>
        </w:rPr>
        <w:t xml:space="preserve"> Y, Ito S, Ban T and Takahashi Y.2000.Preparation of </w:t>
      </w:r>
      <w:proofErr w:type="spellStart"/>
      <w:r w:rsidRPr="00BD439B">
        <w:rPr>
          <w:rFonts w:asciiTheme="majorBidi" w:hAnsiTheme="majorBidi" w:cstheme="majorBidi"/>
        </w:rPr>
        <w:t>CuO</w:t>
      </w:r>
      <w:proofErr w:type="spellEnd"/>
      <w:r w:rsidRPr="00BD439B">
        <w:rPr>
          <w:rFonts w:asciiTheme="majorBidi" w:hAnsiTheme="majorBidi" w:cstheme="majorBidi"/>
        </w:rPr>
        <w:t xml:space="preserve"> thin films and their electrical conductivity, Eng. Mater 181:113- 116.</w:t>
      </w:r>
    </w:p>
    <w:p w14:paraId="63D04392" w14:textId="7851FCEC"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Ahed M. Al-</w:t>
      </w:r>
      <w:proofErr w:type="spellStart"/>
      <w:r w:rsidRPr="00BD439B">
        <w:rPr>
          <w:rFonts w:asciiTheme="majorBidi" w:hAnsiTheme="majorBidi" w:cstheme="majorBidi"/>
        </w:rPr>
        <w:t>Fa’ouri</w:t>
      </w:r>
      <w:proofErr w:type="spellEnd"/>
      <w:r w:rsidRPr="00BD439B">
        <w:rPr>
          <w:rFonts w:asciiTheme="majorBidi" w:hAnsiTheme="majorBidi" w:cstheme="majorBidi"/>
        </w:rPr>
        <w:t xml:space="preserve">, Omar A. Lafi  , Husam H. Abu-Safe , and Mahmoud Abu-Kharma, Investigation of optical and electrical properties of copper oxide - polyvinyl alcohol nanocomposites for solar cell applications, </w:t>
      </w:r>
      <w:hyperlink r:id="rId21" w:tooltip="Go to Arabian Journal of Chemistry on ScienceDirect" w:history="1">
        <w:r w:rsidRPr="00BD439B">
          <w:rPr>
            <w:rFonts w:asciiTheme="majorBidi" w:hAnsiTheme="majorBidi" w:cstheme="majorBidi"/>
          </w:rPr>
          <w:t>Arabian Journal of Chemistry</w:t>
        </w:r>
      </w:hyperlink>
      <w:r w:rsidR="00DB2856" w:rsidRPr="00BD439B">
        <w:rPr>
          <w:rFonts w:asciiTheme="majorBidi" w:hAnsiTheme="majorBidi" w:cstheme="majorBidi"/>
        </w:rPr>
        <w:t xml:space="preserve">, </w:t>
      </w:r>
      <w:hyperlink r:id="rId22" w:tooltip="Go to table of contents for this volume/issue" w:history="1">
        <w:r w:rsidRPr="00BD439B">
          <w:rPr>
            <w:rFonts w:asciiTheme="majorBidi" w:hAnsiTheme="majorBidi" w:cstheme="majorBidi"/>
          </w:rPr>
          <w:t>Volume 16, Issue 4</w:t>
        </w:r>
      </w:hyperlink>
      <w:r w:rsidRPr="00BD439B">
        <w:rPr>
          <w:rFonts w:asciiTheme="majorBidi" w:hAnsiTheme="majorBidi" w:cstheme="majorBidi"/>
        </w:rPr>
        <w:t>,  (2023).</w:t>
      </w:r>
    </w:p>
    <w:p w14:paraId="3E9411AF" w14:textId="7F8D90D4" w:rsidR="0007014A" w:rsidRPr="00BD439B" w:rsidRDefault="0007014A" w:rsidP="00BD439B">
      <w:pPr>
        <w:pStyle w:val="Reference"/>
        <w:ind w:left="360" w:hanging="360"/>
        <w:rPr>
          <w:rFonts w:asciiTheme="majorBidi" w:hAnsiTheme="majorBidi" w:cstheme="majorBidi"/>
        </w:rPr>
      </w:pPr>
      <w:hyperlink r:id="rId23" w:history="1">
        <w:r w:rsidRPr="00BD439B">
          <w:rPr>
            <w:rFonts w:asciiTheme="majorBidi" w:hAnsiTheme="majorBidi" w:cstheme="majorBidi"/>
          </w:rPr>
          <w:t>Mossa Umran, N.</w:t>
        </w:r>
      </w:hyperlink>
      <w:r w:rsidRPr="00BD439B">
        <w:rPr>
          <w:rFonts w:asciiTheme="majorBidi" w:hAnsiTheme="majorBidi" w:cstheme="majorBidi"/>
        </w:rPr>
        <w:t xml:space="preserve">, </w:t>
      </w:r>
      <w:hyperlink r:id="rId24" w:history="1">
        <w:r w:rsidRPr="00BD439B">
          <w:rPr>
            <w:rFonts w:asciiTheme="majorBidi" w:hAnsiTheme="majorBidi" w:cstheme="majorBidi"/>
          </w:rPr>
          <w:t>Mustafa Abdul Majeed, A.</w:t>
        </w:r>
      </w:hyperlink>
      <w:r w:rsidRPr="00BD439B">
        <w:rPr>
          <w:rFonts w:asciiTheme="majorBidi" w:hAnsiTheme="majorBidi" w:cstheme="majorBidi"/>
        </w:rPr>
        <w:t xml:space="preserve">, </w:t>
      </w:r>
      <w:hyperlink r:id="rId25" w:history="1">
        <w:r w:rsidRPr="00BD439B">
          <w:rPr>
            <w:rFonts w:asciiTheme="majorBidi" w:hAnsiTheme="majorBidi" w:cstheme="majorBidi"/>
          </w:rPr>
          <w:t>Subhi Sultan, Z.</w:t>
        </w:r>
      </w:hyperlink>
      <w:r w:rsidRPr="00BD439B">
        <w:rPr>
          <w:rFonts w:asciiTheme="majorBidi" w:hAnsiTheme="majorBidi" w:cstheme="majorBidi"/>
        </w:rPr>
        <w:t xml:space="preserve">, </w:t>
      </w:r>
      <w:r w:rsidRPr="00BD439B">
        <w:rPr>
          <w:rStyle w:val="highlight-modulemmpyy"/>
          <w:rFonts w:asciiTheme="majorBidi" w:hAnsiTheme="majorBidi" w:cstheme="majorBidi"/>
        </w:rPr>
        <w:t xml:space="preserve">Examination the properties of doped copper oxide by silver: Prepared chemical method, </w:t>
      </w:r>
      <w:hyperlink r:id="rId26" w:history="1">
        <w:r w:rsidRPr="00BD439B">
          <w:rPr>
            <w:rStyle w:val="Emphasis"/>
            <w:rFonts w:asciiTheme="majorBidi" w:hAnsiTheme="majorBidi" w:cstheme="majorBidi"/>
          </w:rPr>
          <w:t xml:space="preserve">Journal of Physics: Conference </w:t>
        </w:r>
        <w:proofErr w:type="spellStart"/>
        <w:r w:rsidRPr="00BD439B">
          <w:rPr>
            <w:rStyle w:val="Emphasis"/>
            <w:rFonts w:asciiTheme="majorBidi" w:hAnsiTheme="majorBidi" w:cstheme="majorBidi"/>
          </w:rPr>
          <w:t>Series</w:t>
        </w:r>
      </w:hyperlink>
      <w:r w:rsidRPr="00BD439B">
        <w:rPr>
          <w:rStyle w:val="Emphasis"/>
          <w:rFonts w:asciiTheme="majorBidi" w:hAnsiTheme="majorBidi" w:cstheme="majorBidi"/>
        </w:rPr>
        <w:t>Open</w:t>
      </w:r>
      <w:proofErr w:type="spellEnd"/>
      <w:r w:rsidRPr="00BD439B">
        <w:rPr>
          <w:rStyle w:val="Emphasis"/>
          <w:rFonts w:asciiTheme="majorBidi" w:hAnsiTheme="majorBidi" w:cstheme="majorBidi"/>
        </w:rPr>
        <w:t xml:space="preserve"> </w:t>
      </w:r>
      <w:proofErr w:type="spellStart"/>
      <w:r w:rsidRPr="00BD439B">
        <w:rPr>
          <w:rStyle w:val="Emphasis"/>
          <w:rFonts w:asciiTheme="majorBidi" w:hAnsiTheme="majorBidi" w:cstheme="majorBidi"/>
        </w:rPr>
        <w:t>Access</w:t>
      </w:r>
      <w:r w:rsidRPr="00BD439B">
        <w:rPr>
          <w:rStyle w:val="typography-modulelvnit"/>
          <w:rFonts w:asciiTheme="majorBidi" w:hAnsiTheme="majorBidi" w:cstheme="majorBidi"/>
        </w:rPr>
        <w:t>Volume</w:t>
      </w:r>
      <w:proofErr w:type="spellEnd"/>
      <w:r w:rsidRPr="00BD439B">
        <w:rPr>
          <w:rStyle w:val="typography-modulelvnit"/>
          <w:rFonts w:asciiTheme="majorBidi" w:hAnsiTheme="majorBidi" w:cstheme="majorBidi"/>
        </w:rPr>
        <w:t xml:space="preserve"> 1279, Issue 131 July (2019).</w:t>
      </w:r>
    </w:p>
    <w:p w14:paraId="51772C7B" w14:textId="72BD4B7B" w:rsidR="0007014A" w:rsidRPr="00BD439B" w:rsidRDefault="0007014A" w:rsidP="00BD439B">
      <w:pPr>
        <w:pStyle w:val="Reference"/>
        <w:ind w:left="360" w:hanging="360"/>
        <w:rPr>
          <w:rFonts w:asciiTheme="majorBidi" w:hAnsiTheme="majorBidi" w:cstheme="majorBidi"/>
        </w:rPr>
      </w:pPr>
      <w:hyperlink r:id="rId27" w:history="1">
        <w:r w:rsidRPr="00BD439B">
          <w:rPr>
            <w:rFonts w:asciiTheme="majorBidi" w:hAnsiTheme="majorBidi" w:cstheme="majorBidi"/>
          </w:rPr>
          <w:t>Ismail, R.A.</w:t>
        </w:r>
      </w:hyperlink>
      <w:r w:rsidRPr="00BD439B">
        <w:rPr>
          <w:rFonts w:asciiTheme="majorBidi" w:hAnsiTheme="majorBidi" w:cstheme="majorBidi"/>
        </w:rPr>
        <w:t xml:space="preserve">, </w:t>
      </w:r>
      <w:hyperlink r:id="rId28" w:history="1">
        <w:r w:rsidRPr="00BD439B">
          <w:rPr>
            <w:rFonts w:asciiTheme="majorBidi" w:hAnsiTheme="majorBidi" w:cstheme="majorBidi"/>
          </w:rPr>
          <w:t>Ramadhan, I.</w:t>
        </w:r>
      </w:hyperlink>
      <w:r w:rsidRPr="00BD439B">
        <w:rPr>
          <w:rFonts w:asciiTheme="majorBidi" w:hAnsiTheme="majorBidi" w:cstheme="majorBidi"/>
        </w:rPr>
        <w:t xml:space="preserve">, </w:t>
      </w:r>
      <w:hyperlink r:id="rId29" w:history="1">
        <w:r w:rsidRPr="00BD439B">
          <w:rPr>
            <w:rFonts w:asciiTheme="majorBidi" w:hAnsiTheme="majorBidi" w:cstheme="majorBidi"/>
          </w:rPr>
          <w:t>Mustafa, A.</w:t>
        </w:r>
      </w:hyperlink>
      <w:r w:rsidRPr="00BD439B">
        <w:rPr>
          <w:rFonts w:asciiTheme="majorBidi" w:hAnsiTheme="majorBidi" w:cstheme="majorBidi"/>
        </w:rPr>
        <w:t xml:space="preserve">, </w:t>
      </w:r>
      <w:r w:rsidRPr="00BD439B">
        <w:rPr>
          <w:rStyle w:val="highlight-modulemmpyy"/>
          <w:rFonts w:asciiTheme="majorBidi" w:hAnsiTheme="majorBidi" w:cstheme="majorBidi"/>
        </w:rPr>
        <w:t>Growth and characterization of Cu</w:t>
      </w:r>
      <w:r w:rsidRPr="00BD439B">
        <w:rPr>
          <w:rStyle w:val="highlight-modulemmpyy"/>
          <w:rFonts w:asciiTheme="majorBidi" w:hAnsiTheme="majorBidi" w:cstheme="majorBidi"/>
          <w:vertAlign w:val="subscript"/>
        </w:rPr>
        <w:t>2</w:t>
      </w:r>
      <w:r w:rsidRPr="00BD439B">
        <w:rPr>
          <w:rStyle w:val="highlight-modulemmpyy"/>
          <w:rFonts w:asciiTheme="majorBidi" w:hAnsiTheme="majorBidi" w:cstheme="majorBidi"/>
        </w:rPr>
        <w:t xml:space="preserve">O films made by rapid thermal oxidation technique, </w:t>
      </w:r>
      <w:hyperlink r:id="rId30" w:history="1">
        <w:r w:rsidRPr="00BD439B">
          <w:rPr>
            <w:rFonts w:asciiTheme="majorBidi" w:hAnsiTheme="majorBidi" w:cstheme="majorBidi"/>
            <w:b/>
            <w:bCs/>
            <w:i/>
            <w:iCs/>
          </w:rPr>
          <w:t xml:space="preserve">Chinese Physics </w:t>
        </w:r>
        <w:proofErr w:type="spellStart"/>
        <w:r w:rsidRPr="00BD439B">
          <w:rPr>
            <w:rFonts w:asciiTheme="majorBidi" w:hAnsiTheme="majorBidi" w:cstheme="majorBidi"/>
            <w:b/>
            <w:bCs/>
            <w:i/>
            <w:iCs/>
          </w:rPr>
          <w:t>Letters</w:t>
        </w:r>
      </w:hyperlink>
      <w:r w:rsidRPr="00BD439B">
        <w:rPr>
          <w:rFonts w:asciiTheme="majorBidi" w:hAnsiTheme="majorBidi" w:cstheme="majorBidi"/>
        </w:rPr>
        <w:t>Volume</w:t>
      </w:r>
      <w:proofErr w:type="spellEnd"/>
      <w:r w:rsidRPr="00BD439B">
        <w:rPr>
          <w:rFonts w:asciiTheme="majorBidi" w:hAnsiTheme="majorBidi" w:cstheme="majorBidi"/>
        </w:rPr>
        <w:t xml:space="preserve"> 22, Issue 11, Pages 2977 - 29791 November( 2005 ).</w:t>
      </w:r>
    </w:p>
    <w:p w14:paraId="62F05B2F" w14:textId="20999AAB"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Ali Hameed </w:t>
      </w:r>
      <w:r w:rsidR="006E180B" w:rsidRPr="00BD439B">
        <w:rPr>
          <w:rFonts w:asciiTheme="majorBidi" w:hAnsiTheme="majorBidi" w:cstheme="majorBidi"/>
        </w:rPr>
        <w:t>Rasheed,</w:t>
      </w:r>
      <w:r w:rsidRPr="00BD439B">
        <w:rPr>
          <w:rFonts w:asciiTheme="majorBidi" w:hAnsiTheme="majorBidi" w:cstheme="majorBidi"/>
        </w:rPr>
        <w:t xml:space="preserve"> Anfal Ismael </w:t>
      </w:r>
      <w:proofErr w:type="gramStart"/>
      <w:r w:rsidRPr="00BD439B">
        <w:rPr>
          <w:rFonts w:asciiTheme="majorBidi" w:hAnsiTheme="majorBidi" w:cstheme="majorBidi"/>
        </w:rPr>
        <w:t>Ibrahim ,</w:t>
      </w:r>
      <w:proofErr w:type="gramEnd"/>
      <w:r w:rsidRPr="00BD439B">
        <w:rPr>
          <w:rFonts w:asciiTheme="majorBidi" w:hAnsiTheme="majorBidi" w:cstheme="majorBidi"/>
        </w:rPr>
        <w:t xml:space="preserve"> Suraa </w:t>
      </w:r>
      <w:proofErr w:type="gramStart"/>
      <w:r w:rsidRPr="00BD439B">
        <w:rPr>
          <w:rFonts w:asciiTheme="majorBidi" w:hAnsiTheme="majorBidi" w:cstheme="majorBidi"/>
        </w:rPr>
        <w:t>Reaad ,</w:t>
      </w:r>
      <w:proofErr w:type="gramEnd"/>
      <w:r w:rsidRPr="00BD439B">
        <w:rPr>
          <w:rFonts w:asciiTheme="majorBidi" w:hAnsiTheme="majorBidi" w:cstheme="majorBidi"/>
        </w:rPr>
        <w:t xml:space="preserve"> Mustafa M. Kadhim, Synthesis and Characterization of </w:t>
      </w:r>
      <w:proofErr w:type="spellStart"/>
      <w:r w:rsidRPr="00BD439B">
        <w:rPr>
          <w:rFonts w:asciiTheme="majorBidi" w:hAnsiTheme="majorBidi" w:cstheme="majorBidi"/>
        </w:rPr>
        <w:t>CuO</w:t>
      </w:r>
      <w:proofErr w:type="spellEnd"/>
      <w:r w:rsidRPr="00BD439B">
        <w:rPr>
          <w:rFonts w:asciiTheme="majorBidi" w:hAnsiTheme="majorBidi" w:cstheme="majorBidi"/>
        </w:rPr>
        <w:t xml:space="preserve"> Nanoparticles </w:t>
      </w:r>
      <w:proofErr w:type="gramStart"/>
      <w:r w:rsidRPr="00BD439B">
        <w:rPr>
          <w:rFonts w:asciiTheme="majorBidi" w:hAnsiTheme="majorBidi" w:cstheme="majorBidi"/>
        </w:rPr>
        <w:t>For</w:t>
      </w:r>
      <w:proofErr w:type="gramEnd"/>
      <w:r w:rsidRPr="00BD439B">
        <w:rPr>
          <w:rFonts w:asciiTheme="majorBidi" w:hAnsiTheme="majorBidi" w:cstheme="majorBidi"/>
        </w:rPr>
        <w:t xml:space="preserve"> Increase </w:t>
      </w:r>
      <w:proofErr w:type="gramStart"/>
      <w:r w:rsidRPr="00BD439B">
        <w:rPr>
          <w:rFonts w:asciiTheme="majorBidi" w:hAnsiTheme="majorBidi" w:cstheme="majorBidi"/>
        </w:rPr>
        <w:t>The</w:t>
      </w:r>
      <w:proofErr w:type="gramEnd"/>
      <w:r w:rsidRPr="00BD439B">
        <w:rPr>
          <w:rFonts w:asciiTheme="majorBidi" w:hAnsiTheme="majorBidi" w:cstheme="majorBidi"/>
        </w:rPr>
        <w:t xml:space="preserve"> Efficiency of the photovoltaic cell, Egypt. J. Chem. Vol. 66, No. 1 pp. 49 - 53 (2023).</w:t>
      </w:r>
    </w:p>
    <w:p w14:paraId="39E6F7BC" w14:textId="2CE82FE7" w:rsidR="0007014A" w:rsidRPr="00BD439B" w:rsidRDefault="0007014A" w:rsidP="00BD439B">
      <w:pPr>
        <w:pStyle w:val="Reference"/>
        <w:ind w:left="360" w:hanging="360"/>
        <w:rPr>
          <w:rStyle w:val="list-title"/>
          <w:rFonts w:asciiTheme="majorBidi" w:hAnsiTheme="majorBidi" w:cstheme="majorBidi"/>
          <w:b/>
          <w:bCs/>
        </w:rPr>
      </w:pPr>
      <w:r w:rsidRPr="00BD439B">
        <w:rPr>
          <w:rFonts w:asciiTheme="majorBidi" w:hAnsiTheme="majorBidi" w:cstheme="majorBidi"/>
        </w:rPr>
        <w:t xml:space="preserve">Aseel Mustafa Abdul Majeed, Asmaa </w:t>
      </w:r>
      <w:proofErr w:type="spellStart"/>
      <w:r w:rsidRPr="00BD439B">
        <w:rPr>
          <w:rFonts w:asciiTheme="majorBidi" w:hAnsiTheme="majorBidi" w:cstheme="majorBidi"/>
        </w:rPr>
        <w:t>Deiaa</w:t>
      </w:r>
      <w:proofErr w:type="spellEnd"/>
      <w:r w:rsidRPr="00BD439B">
        <w:rPr>
          <w:rFonts w:asciiTheme="majorBidi" w:hAnsiTheme="majorBidi" w:cstheme="majorBidi"/>
        </w:rPr>
        <w:t xml:space="preserve"> Nusseif, Nibras </w:t>
      </w:r>
      <w:r w:rsidR="00863A66" w:rsidRPr="00BD439B">
        <w:rPr>
          <w:rFonts w:asciiTheme="majorBidi" w:hAnsiTheme="majorBidi" w:cstheme="majorBidi"/>
        </w:rPr>
        <w:t>Salah</w:t>
      </w:r>
      <w:r w:rsidRPr="00BD439B">
        <w:rPr>
          <w:rFonts w:asciiTheme="majorBidi" w:hAnsiTheme="majorBidi" w:cstheme="majorBidi"/>
        </w:rPr>
        <w:t xml:space="preserve"> Hamed, </w:t>
      </w:r>
      <w:r w:rsidRPr="00BD439B">
        <w:rPr>
          <w:rStyle w:val="list-title"/>
          <w:rFonts w:asciiTheme="majorBidi" w:hAnsiTheme="majorBidi" w:cstheme="majorBidi"/>
        </w:rPr>
        <w:t xml:space="preserve">Investigations of </w:t>
      </w:r>
      <w:proofErr w:type="spellStart"/>
      <w:r w:rsidRPr="00BD439B">
        <w:rPr>
          <w:rStyle w:val="list-title"/>
          <w:rFonts w:asciiTheme="majorBidi" w:hAnsiTheme="majorBidi" w:cstheme="majorBidi"/>
        </w:rPr>
        <w:t>ZnO-NiO</w:t>
      </w:r>
      <w:proofErr w:type="spellEnd"/>
      <w:r w:rsidRPr="00BD439B">
        <w:rPr>
          <w:rStyle w:val="list-title"/>
          <w:rFonts w:asciiTheme="majorBidi" w:hAnsiTheme="majorBidi" w:cstheme="majorBidi"/>
        </w:rPr>
        <w:t xml:space="preserve">/Psi heterojunction for solar cell application, </w:t>
      </w:r>
      <w:hyperlink r:id="rId31" w:anchor="disabled" w:tooltip="Show document details" w:history="1">
        <w:r w:rsidR="00863A66" w:rsidRPr="00BD439B">
          <w:rPr>
            <w:rFonts w:asciiTheme="majorBidi" w:hAnsiTheme="majorBidi" w:cstheme="majorBidi"/>
          </w:rPr>
          <w:t>AIP Conference Proceedings</w:t>
        </w:r>
      </w:hyperlink>
      <w:r w:rsidRPr="00BD439B">
        <w:rPr>
          <w:rFonts w:asciiTheme="majorBidi" w:hAnsiTheme="majorBidi" w:cstheme="majorBidi"/>
        </w:rPr>
        <w:t>, 2144, 030015</w:t>
      </w:r>
      <w:r w:rsidRPr="00BD439B">
        <w:rPr>
          <w:rStyle w:val="list-title"/>
          <w:rFonts w:asciiTheme="majorBidi" w:hAnsiTheme="majorBidi" w:cstheme="majorBidi"/>
        </w:rPr>
        <w:t xml:space="preserve"> ,(</w:t>
      </w:r>
      <w:r w:rsidRPr="00BD439B">
        <w:rPr>
          <w:rFonts w:asciiTheme="majorBidi" w:hAnsiTheme="majorBidi" w:cstheme="majorBidi"/>
        </w:rPr>
        <w:t xml:space="preserve"> 2019).</w:t>
      </w:r>
      <w:r w:rsidRPr="00BD439B">
        <w:rPr>
          <w:rStyle w:val="list-title"/>
          <w:rFonts w:asciiTheme="majorBidi" w:hAnsiTheme="majorBidi" w:cstheme="majorBidi"/>
          <w:b/>
          <w:bCs/>
        </w:rPr>
        <w:t xml:space="preserve"> </w:t>
      </w:r>
    </w:p>
    <w:p w14:paraId="53DAEA06" w14:textId="7D47A327" w:rsidR="0007014A" w:rsidRPr="00BD439B" w:rsidRDefault="0007014A" w:rsidP="00BD439B">
      <w:pPr>
        <w:pStyle w:val="Reference"/>
        <w:ind w:left="360" w:hanging="360"/>
        <w:rPr>
          <w:rFonts w:asciiTheme="majorBidi" w:hAnsiTheme="majorBidi" w:cstheme="majorBidi"/>
        </w:rPr>
      </w:pPr>
      <w:r w:rsidRPr="00BD439B">
        <w:rPr>
          <w:rStyle w:val="given-name"/>
          <w:rFonts w:asciiTheme="majorBidi" w:hAnsiTheme="majorBidi" w:cstheme="majorBidi"/>
        </w:rPr>
        <w:t>B.</w:t>
      </w:r>
      <w:r w:rsidRPr="00BD439B">
        <w:rPr>
          <w:rStyle w:val="react-xocs-alternative-link"/>
          <w:rFonts w:asciiTheme="majorBidi" w:hAnsiTheme="majorBidi" w:cstheme="majorBidi"/>
        </w:rPr>
        <w:t> </w:t>
      </w:r>
      <w:r w:rsidRPr="00BD439B">
        <w:rPr>
          <w:rStyle w:val="text"/>
          <w:rFonts w:asciiTheme="majorBidi" w:hAnsiTheme="majorBidi" w:cstheme="majorBidi"/>
        </w:rPr>
        <w:t>Renganathan</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C.K.</w:t>
      </w:r>
      <w:r w:rsidRPr="00BD439B">
        <w:rPr>
          <w:rStyle w:val="react-xocs-alternative-link"/>
          <w:rFonts w:asciiTheme="majorBidi" w:hAnsiTheme="majorBidi" w:cstheme="majorBidi"/>
        </w:rPr>
        <w:t> </w:t>
      </w:r>
      <w:r w:rsidRPr="00BD439B">
        <w:rPr>
          <w:rStyle w:val="text"/>
          <w:rFonts w:asciiTheme="majorBidi" w:hAnsiTheme="majorBidi" w:cstheme="majorBidi"/>
        </w:rPr>
        <w:t>Gopakumar</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A.Kalai</w:t>
      </w:r>
      <w:r w:rsidRPr="00BD439B">
        <w:rPr>
          <w:rStyle w:val="react-xocs-alternative-link"/>
          <w:rFonts w:asciiTheme="majorBidi" w:hAnsiTheme="majorBidi" w:cstheme="majorBidi"/>
        </w:rPr>
        <w:t> </w:t>
      </w:r>
      <w:r w:rsidRPr="00BD439B">
        <w:rPr>
          <w:rStyle w:val="text"/>
          <w:rFonts w:asciiTheme="majorBidi" w:hAnsiTheme="majorBidi" w:cstheme="majorBidi"/>
        </w:rPr>
        <w:t>Priya</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SubhaKrishna</w:t>
      </w:r>
      <w:r w:rsidRPr="00BD439B">
        <w:rPr>
          <w:rStyle w:val="react-xocs-alternative-link"/>
          <w:rFonts w:asciiTheme="majorBidi" w:hAnsiTheme="majorBidi" w:cstheme="majorBidi"/>
        </w:rPr>
        <w:t> </w:t>
      </w:r>
      <w:r w:rsidRPr="00BD439B">
        <w:rPr>
          <w:rStyle w:val="text"/>
          <w:rFonts w:asciiTheme="majorBidi" w:hAnsiTheme="majorBidi" w:cstheme="majorBidi"/>
        </w:rPr>
        <w:t xml:space="preserve">Rao, et al., </w:t>
      </w:r>
      <w:r w:rsidRPr="00BD439B">
        <w:rPr>
          <w:rFonts w:asciiTheme="majorBidi" w:hAnsiTheme="majorBidi" w:cstheme="majorBidi"/>
          <w:kern w:val="36"/>
        </w:rPr>
        <w:t xml:space="preserve">Optimizing Gas Sensing Performance of </w:t>
      </w:r>
      <w:proofErr w:type="spellStart"/>
      <w:r w:rsidRPr="00BD439B">
        <w:rPr>
          <w:rFonts w:asciiTheme="majorBidi" w:hAnsiTheme="majorBidi" w:cstheme="majorBidi"/>
          <w:kern w:val="36"/>
        </w:rPr>
        <w:t>CuO</w:t>
      </w:r>
      <w:proofErr w:type="spellEnd"/>
      <w:r w:rsidRPr="00BD439B">
        <w:rPr>
          <w:rFonts w:asciiTheme="majorBidi" w:hAnsiTheme="majorBidi" w:cstheme="majorBidi"/>
          <w:kern w:val="36"/>
        </w:rPr>
        <w:t xml:space="preserve"> Nanoparticles via Sol-Gel Synthesis Approach for Efficient Detection of Ammonia Gas, </w:t>
      </w:r>
      <w:hyperlink r:id="rId32" w:tooltip="Go to Materials Research Bulletin on ScienceDirect" w:history="1">
        <w:r w:rsidRPr="00BD439B">
          <w:rPr>
            <w:rFonts w:asciiTheme="majorBidi" w:hAnsiTheme="majorBidi" w:cstheme="majorBidi"/>
          </w:rPr>
          <w:t>Materials Research Bulletin</w:t>
        </w:r>
      </w:hyperlink>
      <w:r w:rsidRPr="00BD439B">
        <w:rPr>
          <w:rFonts w:asciiTheme="majorBidi" w:hAnsiTheme="majorBidi" w:cstheme="majorBidi"/>
        </w:rPr>
        <w:t xml:space="preserve"> </w:t>
      </w:r>
      <w:hyperlink r:id="rId33" w:tooltip="Go to table of contents for this volume/issue" w:history="1">
        <w:r w:rsidRPr="00BD439B">
          <w:rPr>
            <w:rFonts w:asciiTheme="majorBidi" w:hAnsiTheme="majorBidi" w:cstheme="majorBidi"/>
          </w:rPr>
          <w:t>Volume 170</w:t>
        </w:r>
      </w:hyperlink>
      <w:r w:rsidRPr="00BD439B">
        <w:rPr>
          <w:rFonts w:asciiTheme="majorBidi" w:hAnsiTheme="majorBidi" w:cstheme="majorBidi"/>
        </w:rPr>
        <w:t>,  112556,  February (2024).</w:t>
      </w:r>
    </w:p>
    <w:p w14:paraId="064F7E8F" w14:textId="72E19337" w:rsidR="0007014A" w:rsidRPr="00BD439B" w:rsidRDefault="0007014A" w:rsidP="00BD439B">
      <w:pPr>
        <w:pStyle w:val="Reference"/>
        <w:ind w:left="360" w:hanging="360"/>
        <w:rPr>
          <w:rFonts w:asciiTheme="majorBidi" w:hAnsiTheme="majorBidi" w:cstheme="majorBidi"/>
        </w:rPr>
      </w:pPr>
      <w:r w:rsidRPr="00BD439B">
        <w:rPr>
          <w:rStyle w:val="given-name"/>
          <w:rFonts w:asciiTheme="majorBidi" w:hAnsiTheme="majorBidi" w:cstheme="majorBidi"/>
        </w:rPr>
        <w:t>Hridoy</w:t>
      </w:r>
      <w:r w:rsidRPr="00BD439B">
        <w:rPr>
          <w:rStyle w:val="react-xocs-alternative-link"/>
          <w:rFonts w:asciiTheme="majorBidi" w:hAnsiTheme="majorBidi" w:cstheme="majorBidi"/>
        </w:rPr>
        <w:t> </w:t>
      </w:r>
      <w:r w:rsidRPr="00BD439B">
        <w:rPr>
          <w:rStyle w:val="text"/>
          <w:rFonts w:asciiTheme="majorBidi" w:hAnsiTheme="majorBidi" w:cstheme="majorBidi"/>
        </w:rPr>
        <w:t>Saha</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Ankita</w:t>
      </w:r>
      <w:r w:rsidRPr="00BD439B">
        <w:rPr>
          <w:rStyle w:val="react-xocs-alternative-link"/>
          <w:rFonts w:asciiTheme="majorBidi" w:hAnsiTheme="majorBidi" w:cstheme="majorBidi"/>
        </w:rPr>
        <w:t> </w:t>
      </w:r>
      <w:r w:rsidRPr="00BD439B">
        <w:rPr>
          <w:rStyle w:val="text"/>
          <w:rFonts w:asciiTheme="majorBidi" w:hAnsiTheme="majorBidi" w:cstheme="majorBidi"/>
        </w:rPr>
        <w:t>Dastider</w:t>
      </w:r>
      <w:r w:rsidRPr="00BD439B">
        <w:rPr>
          <w:rStyle w:val="react-xocs-alternative-link"/>
          <w:rFonts w:asciiTheme="majorBidi" w:hAnsiTheme="majorBidi" w:cstheme="majorBidi"/>
        </w:rPr>
        <w:t xml:space="preserve"> , et al., </w:t>
      </w:r>
      <w:r w:rsidRPr="00BD439B">
        <w:rPr>
          <w:rFonts w:asciiTheme="majorBidi" w:hAnsiTheme="majorBidi" w:cstheme="majorBidi"/>
          <w:kern w:val="36"/>
        </w:rPr>
        <w:t xml:space="preserve">Photocatalytic performance of </w:t>
      </w:r>
      <w:proofErr w:type="spellStart"/>
      <w:r w:rsidRPr="00BD439B">
        <w:rPr>
          <w:rFonts w:asciiTheme="majorBidi" w:hAnsiTheme="majorBidi" w:cstheme="majorBidi"/>
          <w:kern w:val="36"/>
        </w:rPr>
        <w:t>CuO</w:t>
      </w:r>
      <w:proofErr w:type="spellEnd"/>
      <w:r w:rsidRPr="00BD439B">
        <w:rPr>
          <w:rFonts w:asciiTheme="majorBidi" w:hAnsiTheme="majorBidi" w:cstheme="majorBidi"/>
          <w:kern w:val="36"/>
        </w:rPr>
        <w:t xml:space="preserve"> NPs: An experimental approach for process parameter optimization for Rh B dye,</w:t>
      </w:r>
      <w:r w:rsidRPr="00BD439B">
        <w:rPr>
          <w:rFonts w:asciiTheme="majorBidi" w:hAnsiTheme="majorBidi" w:cstheme="majorBidi"/>
        </w:rPr>
        <w:t xml:space="preserve"> </w:t>
      </w:r>
      <w:hyperlink r:id="rId34" w:tooltip="Go to Results in Materials on ScienceDirect" w:history="1">
        <w:r w:rsidRPr="00BD439B">
          <w:rPr>
            <w:rFonts w:asciiTheme="majorBidi" w:hAnsiTheme="majorBidi" w:cstheme="majorBidi"/>
          </w:rPr>
          <w:t>Results in Materials</w:t>
        </w:r>
      </w:hyperlink>
      <w:r w:rsidRPr="00BD439B">
        <w:rPr>
          <w:rFonts w:asciiTheme="majorBidi" w:hAnsiTheme="majorBidi" w:cstheme="majorBidi"/>
        </w:rPr>
        <w:t xml:space="preserve">, </w:t>
      </w:r>
      <w:hyperlink r:id="rId35" w:tooltip="Go to table of contents for this volume/issue" w:history="1">
        <w:r w:rsidRPr="00BD439B">
          <w:rPr>
            <w:rFonts w:asciiTheme="majorBidi" w:hAnsiTheme="majorBidi" w:cstheme="majorBidi"/>
          </w:rPr>
          <w:t>Volume 24</w:t>
        </w:r>
      </w:hyperlink>
      <w:r w:rsidRPr="00BD439B">
        <w:rPr>
          <w:rFonts w:asciiTheme="majorBidi" w:hAnsiTheme="majorBidi" w:cstheme="majorBidi"/>
        </w:rPr>
        <w:t>,100614, , December (2024).</w:t>
      </w:r>
    </w:p>
    <w:p w14:paraId="32B6F0DE" w14:textId="52D98783" w:rsidR="0007014A" w:rsidRPr="00BD439B" w:rsidRDefault="0007014A" w:rsidP="00BD439B">
      <w:pPr>
        <w:pStyle w:val="Reference"/>
        <w:ind w:left="360" w:hanging="360"/>
        <w:rPr>
          <w:rFonts w:asciiTheme="majorBidi" w:hAnsiTheme="majorBidi" w:cstheme="majorBidi"/>
        </w:rPr>
      </w:pPr>
      <w:r w:rsidRPr="00BD439B">
        <w:rPr>
          <w:rStyle w:val="given-name"/>
          <w:rFonts w:asciiTheme="majorBidi" w:hAnsiTheme="majorBidi" w:cstheme="majorBidi"/>
        </w:rPr>
        <w:lastRenderedPageBreak/>
        <w:t>Khuram</w:t>
      </w:r>
      <w:r w:rsidRPr="00BD439B">
        <w:rPr>
          <w:rStyle w:val="react-xocs-alternative-link"/>
          <w:rFonts w:asciiTheme="majorBidi" w:hAnsiTheme="majorBidi" w:cstheme="majorBidi"/>
        </w:rPr>
        <w:t> </w:t>
      </w:r>
      <w:r w:rsidRPr="00BD439B">
        <w:rPr>
          <w:rStyle w:val="text"/>
          <w:rFonts w:asciiTheme="majorBidi" w:hAnsiTheme="majorBidi" w:cstheme="majorBidi"/>
        </w:rPr>
        <w:t>Ali</w:t>
      </w:r>
      <w:r w:rsidRPr="00BD439B">
        <w:rPr>
          <w:rFonts w:asciiTheme="majorBidi" w:hAnsiTheme="majorBidi" w:cstheme="majorBidi"/>
        </w:rPr>
        <w:t>, </w:t>
      </w:r>
      <w:r w:rsidRPr="00BD439B">
        <w:rPr>
          <w:rStyle w:val="given-name"/>
          <w:rFonts w:asciiTheme="majorBidi" w:hAnsiTheme="majorBidi" w:cstheme="majorBidi"/>
        </w:rPr>
        <w:t>Muhammad</w:t>
      </w:r>
      <w:r w:rsidRPr="00BD439B">
        <w:rPr>
          <w:rStyle w:val="react-xocs-alternative-link"/>
          <w:rFonts w:asciiTheme="majorBidi" w:hAnsiTheme="majorBidi" w:cstheme="majorBidi"/>
        </w:rPr>
        <w:t> </w:t>
      </w:r>
      <w:r w:rsidRPr="00BD439B">
        <w:rPr>
          <w:rStyle w:val="text"/>
          <w:rFonts w:asciiTheme="majorBidi" w:hAnsiTheme="majorBidi" w:cstheme="majorBidi"/>
        </w:rPr>
        <w:t>Sajid</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Suriani</w:t>
      </w:r>
      <w:r w:rsidRPr="00BD439B">
        <w:rPr>
          <w:rStyle w:val="react-xocs-alternative-link"/>
          <w:rFonts w:asciiTheme="majorBidi" w:hAnsiTheme="majorBidi" w:cstheme="majorBidi"/>
        </w:rPr>
        <w:t> </w:t>
      </w:r>
      <w:proofErr w:type="spellStart"/>
      <w:r w:rsidRPr="00BD439B">
        <w:rPr>
          <w:rStyle w:val="text"/>
          <w:rFonts w:asciiTheme="majorBidi" w:hAnsiTheme="majorBidi" w:cstheme="majorBidi"/>
        </w:rPr>
        <w:t>AbuBakar</w:t>
      </w:r>
      <w:proofErr w:type="spellEnd"/>
      <w:r w:rsidRPr="00BD439B">
        <w:rPr>
          <w:rFonts w:asciiTheme="majorBidi" w:hAnsiTheme="majorBidi" w:cstheme="majorBidi"/>
        </w:rPr>
        <w:t>,  </w:t>
      </w:r>
      <w:r w:rsidRPr="00BD439B">
        <w:rPr>
          <w:rStyle w:val="given-name"/>
          <w:rFonts w:asciiTheme="majorBidi" w:hAnsiTheme="majorBidi" w:cstheme="majorBidi"/>
        </w:rPr>
        <w:t>Ayesha</w:t>
      </w:r>
      <w:r w:rsidRPr="00BD439B">
        <w:rPr>
          <w:rStyle w:val="react-xocs-alternative-link"/>
          <w:rFonts w:asciiTheme="majorBidi" w:hAnsiTheme="majorBidi" w:cstheme="majorBidi"/>
        </w:rPr>
        <w:t> </w:t>
      </w:r>
      <w:r w:rsidRPr="00BD439B">
        <w:rPr>
          <w:rStyle w:val="text"/>
          <w:rFonts w:asciiTheme="majorBidi" w:hAnsiTheme="majorBidi" w:cstheme="majorBidi"/>
        </w:rPr>
        <w:t>Younus</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Hassan</w:t>
      </w:r>
      <w:r w:rsidRPr="00BD439B">
        <w:rPr>
          <w:rStyle w:val="react-xocs-alternative-link"/>
          <w:rFonts w:asciiTheme="majorBidi" w:hAnsiTheme="majorBidi" w:cstheme="majorBidi"/>
        </w:rPr>
        <w:t> </w:t>
      </w:r>
      <w:r w:rsidRPr="00BD439B">
        <w:rPr>
          <w:rStyle w:val="text"/>
          <w:rFonts w:asciiTheme="majorBidi" w:hAnsiTheme="majorBidi" w:cstheme="majorBidi"/>
        </w:rPr>
        <w:t>Ali</w:t>
      </w:r>
      <w:r w:rsidRPr="00BD439B">
        <w:rPr>
          <w:rStyle w:val="react-xocs-alternative-link"/>
          <w:rFonts w:asciiTheme="majorBidi" w:hAnsiTheme="majorBidi" w:cstheme="majorBidi"/>
        </w:rPr>
        <w:t> </w:t>
      </w:r>
      <w:r w:rsidRPr="00BD439B">
        <w:rPr>
          <w:rFonts w:asciiTheme="majorBidi" w:hAnsiTheme="majorBidi" w:cstheme="majorBidi"/>
        </w:rPr>
        <w:t>, </w:t>
      </w:r>
      <w:r w:rsidRPr="00BD439B">
        <w:rPr>
          <w:rStyle w:val="given-name"/>
          <w:rFonts w:asciiTheme="majorBidi" w:hAnsiTheme="majorBidi" w:cstheme="majorBidi"/>
        </w:rPr>
        <w:t>Muhammad</w:t>
      </w:r>
      <w:r w:rsidRPr="00BD439B">
        <w:rPr>
          <w:rStyle w:val="react-xocs-alternative-link"/>
          <w:rFonts w:asciiTheme="majorBidi" w:hAnsiTheme="majorBidi" w:cstheme="majorBidi"/>
        </w:rPr>
        <w:t> </w:t>
      </w:r>
      <w:r w:rsidRPr="00BD439B">
        <w:rPr>
          <w:rStyle w:val="text"/>
          <w:rFonts w:asciiTheme="majorBidi" w:hAnsiTheme="majorBidi" w:cstheme="majorBidi"/>
        </w:rPr>
        <w:t xml:space="preserve">Zahid Rashid, </w:t>
      </w:r>
      <w:r w:rsidRPr="00BD439B">
        <w:rPr>
          <w:rFonts w:asciiTheme="majorBidi" w:hAnsiTheme="majorBidi" w:cstheme="majorBidi"/>
          <w:kern w:val="36"/>
        </w:rPr>
        <w:t>Synthesis of copper oxide (</w:t>
      </w:r>
      <w:proofErr w:type="spellStart"/>
      <w:r w:rsidRPr="00BD439B">
        <w:rPr>
          <w:rFonts w:asciiTheme="majorBidi" w:hAnsiTheme="majorBidi" w:cstheme="majorBidi"/>
          <w:kern w:val="36"/>
        </w:rPr>
        <w:t>CuO</w:t>
      </w:r>
      <w:proofErr w:type="spellEnd"/>
      <w:r w:rsidRPr="00BD439B">
        <w:rPr>
          <w:rFonts w:asciiTheme="majorBidi" w:hAnsiTheme="majorBidi" w:cstheme="majorBidi"/>
          <w:kern w:val="36"/>
        </w:rPr>
        <w:t xml:space="preserve">) via coprecipitation method: Tailoring structural and optical properties of </w:t>
      </w:r>
      <w:proofErr w:type="spellStart"/>
      <w:r w:rsidRPr="00BD439B">
        <w:rPr>
          <w:rFonts w:asciiTheme="majorBidi" w:hAnsiTheme="majorBidi" w:cstheme="majorBidi"/>
          <w:kern w:val="36"/>
        </w:rPr>
        <w:t>CuO</w:t>
      </w:r>
      <w:proofErr w:type="spellEnd"/>
      <w:r w:rsidRPr="00BD439B">
        <w:rPr>
          <w:rFonts w:asciiTheme="majorBidi" w:hAnsiTheme="majorBidi" w:cstheme="majorBidi"/>
          <w:kern w:val="36"/>
        </w:rPr>
        <w:t xml:space="preserve"> nanoparticles for optoelectronic device applications, </w:t>
      </w:r>
      <w:hyperlink r:id="rId36" w:tooltip="Go to Hybrid Advances on ScienceDirect" w:history="1">
        <w:r w:rsidRPr="00BD439B">
          <w:rPr>
            <w:rFonts w:asciiTheme="majorBidi" w:hAnsiTheme="majorBidi" w:cstheme="majorBidi"/>
          </w:rPr>
          <w:t>Hybrid Advances</w:t>
        </w:r>
      </w:hyperlink>
      <w:r w:rsidRPr="00BD439B">
        <w:rPr>
          <w:rFonts w:asciiTheme="majorBidi" w:hAnsiTheme="majorBidi" w:cstheme="majorBidi"/>
        </w:rPr>
        <w:t xml:space="preserve">, </w:t>
      </w:r>
      <w:hyperlink r:id="rId37" w:tooltip="Go to table of contents for this volume/issue" w:history="1">
        <w:r w:rsidRPr="00BD439B">
          <w:rPr>
            <w:rFonts w:asciiTheme="majorBidi" w:hAnsiTheme="majorBidi" w:cstheme="majorBidi"/>
          </w:rPr>
          <w:t>Volume 6</w:t>
        </w:r>
      </w:hyperlink>
      <w:r w:rsidRPr="00BD439B">
        <w:rPr>
          <w:rFonts w:asciiTheme="majorBidi" w:hAnsiTheme="majorBidi" w:cstheme="majorBidi"/>
        </w:rPr>
        <w:t>, August (2024).</w:t>
      </w:r>
    </w:p>
    <w:p w14:paraId="2F4341FA" w14:textId="10EF81C1"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Oleksii </w:t>
      </w:r>
      <w:r w:rsidR="006E180B" w:rsidRPr="00BD439B">
        <w:rPr>
          <w:rFonts w:asciiTheme="majorBidi" w:hAnsiTheme="majorBidi" w:cstheme="majorBidi"/>
        </w:rPr>
        <w:t>Diachenko,</w:t>
      </w:r>
      <w:r w:rsidRPr="00BD439B">
        <w:rPr>
          <w:rFonts w:asciiTheme="majorBidi" w:hAnsiTheme="majorBidi" w:cstheme="majorBidi"/>
        </w:rPr>
        <w:t xml:space="preserve"> Jaroslav Kováˇc, </w:t>
      </w:r>
      <w:proofErr w:type="gramStart"/>
      <w:r w:rsidRPr="00BD439B">
        <w:rPr>
          <w:rFonts w:asciiTheme="majorBidi" w:hAnsiTheme="majorBidi" w:cstheme="majorBidi"/>
        </w:rPr>
        <w:t>Jr.  ,</w:t>
      </w:r>
      <w:proofErr w:type="gramEnd"/>
      <w:r w:rsidRPr="00BD439B">
        <w:rPr>
          <w:rFonts w:asciiTheme="majorBidi" w:hAnsiTheme="majorBidi" w:cstheme="majorBidi"/>
        </w:rPr>
        <w:t xml:space="preserve"> Oleksandr </w:t>
      </w:r>
      <w:proofErr w:type="gramStart"/>
      <w:r w:rsidRPr="00BD439B">
        <w:rPr>
          <w:rFonts w:asciiTheme="majorBidi" w:hAnsiTheme="majorBidi" w:cstheme="majorBidi"/>
        </w:rPr>
        <w:t>Dobrozhan  ,</w:t>
      </w:r>
      <w:proofErr w:type="gramEnd"/>
      <w:r w:rsidRPr="00BD439B">
        <w:rPr>
          <w:rFonts w:asciiTheme="majorBidi" w:hAnsiTheme="majorBidi" w:cstheme="majorBidi"/>
        </w:rPr>
        <w:t xml:space="preserve"> Patrik </w:t>
      </w:r>
      <w:proofErr w:type="gramStart"/>
      <w:r w:rsidRPr="00BD439B">
        <w:rPr>
          <w:rFonts w:asciiTheme="majorBidi" w:hAnsiTheme="majorBidi" w:cstheme="majorBidi"/>
        </w:rPr>
        <w:t>Novák ,</w:t>
      </w:r>
      <w:proofErr w:type="gramEnd"/>
      <w:r w:rsidRPr="00BD439B">
        <w:rPr>
          <w:rFonts w:asciiTheme="majorBidi" w:hAnsiTheme="majorBidi" w:cstheme="majorBidi"/>
        </w:rPr>
        <w:t xml:space="preserve"> Jaroslav </w:t>
      </w:r>
      <w:proofErr w:type="gramStart"/>
      <w:r w:rsidRPr="00BD439B">
        <w:rPr>
          <w:rFonts w:asciiTheme="majorBidi" w:hAnsiTheme="majorBidi" w:cstheme="majorBidi"/>
        </w:rPr>
        <w:t>Kováˇc ,</w:t>
      </w:r>
      <w:proofErr w:type="gramEnd"/>
      <w:r w:rsidRPr="00BD439B">
        <w:rPr>
          <w:rFonts w:asciiTheme="majorBidi" w:hAnsiTheme="majorBidi" w:cstheme="majorBidi"/>
        </w:rPr>
        <w:t xml:space="preserve"> Jaroslava </w:t>
      </w:r>
      <w:proofErr w:type="spellStart"/>
      <w:proofErr w:type="gramStart"/>
      <w:r w:rsidRPr="00BD439B">
        <w:rPr>
          <w:rFonts w:asciiTheme="majorBidi" w:hAnsiTheme="majorBidi" w:cstheme="majorBidi"/>
        </w:rPr>
        <w:t>Skriniarova</w:t>
      </w:r>
      <w:proofErr w:type="spellEnd"/>
      <w:r w:rsidRPr="00BD439B">
        <w:rPr>
          <w:rFonts w:asciiTheme="majorBidi" w:hAnsiTheme="majorBidi" w:cstheme="majorBidi"/>
        </w:rPr>
        <w:t xml:space="preserve">  and</w:t>
      </w:r>
      <w:proofErr w:type="gramEnd"/>
      <w:r w:rsidRPr="00BD439B">
        <w:rPr>
          <w:rFonts w:asciiTheme="majorBidi" w:hAnsiTheme="majorBidi" w:cstheme="majorBidi"/>
        </w:rPr>
        <w:t xml:space="preserve"> Anatoliy Opanasyuk, Structural and Optical Properties of </w:t>
      </w:r>
      <w:proofErr w:type="spellStart"/>
      <w:r w:rsidRPr="00BD439B">
        <w:rPr>
          <w:rFonts w:asciiTheme="majorBidi" w:hAnsiTheme="majorBidi" w:cstheme="majorBidi"/>
        </w:rPr>
        <w:t>CuO</w:t>
      </w:r>
      <w:proofErr w:type="spellEnd"/>
      <w:r w:rsidRPr="00BD439B">
        <w:rPr>
          <w:rFonts w:asciiTheme="majorBidi" w:hAnsiTheme="majorBidi" w:cstheme="majorBidi"/>
        </w:rPr>
        <w:t xml:space="preserve"> Thin Films Synthesized Using Spray Pyrolysis Method, Coatings 2021, 11, 1392(2021). </w:t>
      </w:r>
    </w:p>
    <w:p w14:paraId="49947EBA" w14:textId="77777777" w:rsidR="00B612D1" w:rsidRPr="00BD439B" w:rsidRDefault="00B612D1" w:rsidP="00BD439B">
      <w:pPr>
        <w:pStyle w:val="Reference"/>
        <w:ind w:left="360" w:hanging="360"/>
        <w:rPr>
          <w:rFonts w:asciiTheme="majorBidi" w:hAnsiTheme="majorBidi" w:cstheme="majorBidi"/>
        </w:rPr>
      </w:pPr>
      <w:proofErr w:type="spellStart"/>
      <w:proofErr w:type="gramStart"/>
      <w:r w:rsidRPr="00BD439B">
        <w:rPr>
          <w:rStyle w:val="given-name"/>
          <w:rFonts w:asciiTheme="majorBidi" w:hAnsiTheme="majorBidi" w:cstheme="majorBidi"/>
        </w:rPr>
        <w:t>Ghdeeb,N</w:t>
      </w:r>
      <w:proofErr w:type="gramEnd"/>
      <w:r w:rsidRPr="00BD439B">
        <w:rPr>
          <w:rStyle w:val="given-name"/>
          <w:rFonts w:asciiTheme="majorBidi" w:hAnsiTheme="majorBidi" w:cstheme="majorBidi"/>
        </w:rPr>
        <w:t>.J</w:t>
      </w:r>
      <w:proofErr w:type="spellEnd"/>
      <w:r w:rsidRPr="00BD439B">
        <w:rPr>
          <w:rStyle w:val="given-name"/>
          <w:rFonts w:asciiTheme="majorBidi" w:hAnsiTheme="majorBidi" w:cstheme="majorBidi"/>
        </w:rPr>
        <w:t>, Mohammed, A.H, Majeed, A.M.A, The Anti-proliferative Activity of Factory Wastes Nanoparticles against Uterus Cancer cells: In-vitro Study, Nano Biomedicine and Engineering, 14(2), pp.149-158, (2002).</w:t>
      </w:r>
    </w:p>
    <w:p w14:paraId="3E0E1A2E" w14:textId="684E26EE" w:rsidR="0007014A" w:rsidRPr="00BD439B" w:rsidRDefault="0007014A" w:rsidP="00BD439B">
      <w:pPr>
        <w:pStyle w:val="Reference"/>
        <w:ind w:left="360" w:hanging="360"/>
        <w:rPr>
          <w:rFonts w:asciiTheme="majorBidi" w:hAnsiTheme="majorBidi" w:cstheme="majorBidi"/>
        </w:rPr>
      </w:pPr>
      <w:hyperlink r:id="rId38" w:history="1">
        <w:r w:rsidRPr="00BD439B">
          <w:rPr>
            <w:rFonts w:asciiTheme="majorBidi" w:hAnsiTheme="majorBidi" w:cstheme="majorBidi"/>
            <w:bdr w:val="none" w:sz="0" w:space="0" w:color="auto" w:frame="1"/>
          </w:rPr>
          <w:t>Hussain, R.K.</w:t>
        </w:r>
      </w:hyperlink>
      <w:r w:rsidRPr="00BD439B">
        <w:rPr>
          <w:rFonts w:asciiTheme="majorBidi" w:hAnsiTheme="majorBidi" w:cstheme="majorBidi"/>
        </w:rPr>
        <w:t xml:space="preserve">, </w:t>
      </w:r>
      <w:hyperlink r:id="rId39" w:history="1">
        <w:r w:rsidRPr="00BD439B">
          <w:rPr>
            <w:rFonts w:asciiTheme="majorBidi" w:hAnsiTheme="majorBidi" w:cstheme="majorBidi"/>
            <w:bdr w:val="none" w:sz="0" w:space="0" w:color="auto" w:frame="1"/>
          </w:rPr>
          <w:t>Aziz, W.J.</w:t>
        </w:r>
      </w:hyperlink>
      <w:r w:rsidRPr="00BD439B">
        <w:rPr>
          <w:rFonts w:asciiTheme="majorBidi" w:hAnsiTheme="majorBidi" w:cstheme="majorBidi"/>
        </w:rPr>
        <w:t xml:space="preserve">, </w:t>
      </w:r>
      <w:hyperlink r:id="rId40" w:history="1">
        <w:r w:rsidRPr="00BD439B">
          <w:rPr>
            <w:rFonts w:asciiTheme="majorBidi" w:hAnsiTheme="majorBidi" w:cstheme="majorBidi"/>
            <w:bdr w:val="none" w:sz="0" w:space="0" w:color="auto" w:frame="1"/>
          </w:rPr>
          <w:t>Ibrahim, .</w:t>
        </w:r>
      </w:hyperlink>
      <w:hyperlink r:id="rId41" w:history="1">
        <w:r w:rsidRPr="00BD439B">
          <w:rPr>
            <w:rFonts w:asciiTheme="majorBidi" w:hAnsiTheme="majorBidi" w:cstheme="majorBidi"/>
          </w:rPr>
          <w:t xml:space="preserve">Antibacterial activity of </w:t>
        </w:r>
        <w:proofErr w:type="spellStart"/>
        <w:r w:rsidRPr="00BD439B">
          <w:rPr>
            <w:rFonts w:asciiTheme="majorBidi" w:hAnsiTheme="majorBidi" w:cstheme="majorBidi"/>
          </w:rPr>
          <w:t>CuO</w:t>
        </w:r>
        <w:proofErr w:type="spellEnd"/>
        <w:r w:rsidRPr="00BD439B">
          <w:rPr>
            <w:rFonts w:asciiTheme="majorBidi" w:hAnsiTheme="majorBidi" w:cstheme="majorBidi"/>
          </w:rPr>
          <w:t xml:space="preserve"> - cellulose nano rods depends on anew green synthesis (cotton)</w:t>
        </w:r>
      </w:hyperlink>
      <w:r w:rsidRPr="00BD439B">
        <w:rPr>
          <w:rFonts w:asciiTheme="majorBidi" w:hAnsiTheme="majorBidi" w:cstheme="majorBidi"/>
        </w:rPr>
        <w:t xml:space="preserve">, </w:t>
      </w:r>
      <w:hyperlink r:id="rId42" w:history="1">
        <w:r w:rsidRPr="00BD439B">
          <w:rPr>
            <w:rFonts w:asciiTheme="majorBidi" w:hAnsiTheme="majorBidi" w:cstheme="majorBidi"/>
            <w:bdr w:val="none" w:sz="0" w:space="0" w:color="auto" w:frame="1"/>
            <w:shd w:val="clear" w:color="auto" w:fill="FFFFFF"/>
          </w:rPr>
          <w:t>Journal of Nanostructures</w:t>
        </w:r>
      </w:hyperlink>
      <w:r w:rsidRPr="00BD439B">
        <w:rPr>
          <w:rFonts w:asciiTheme="majorBidi" w:hAnsiTheme="majorBidi" w:cstheme="majorBidi"/>
          <w:shd w:val="clear" w:color="auto" w:fill="FFFFFF"/>
        </w:rPr>
        <w:t>,  9(4), pp. 761–767,(2019).</w:t>
      </w:r>
    </w:p>
    <w:p w14:paraId="3E0F2F20" w14:textId="27994993" w:rsidR="0007014A" w:rsidRPr="00BD439B" w:rsidRDefault="001C661D" w:rsidP="00BD439B">
      <w:pPr>
        <w:pStyle w:val="Reference"/>
        <w:ind w:left="360" w:hanging="360"/>
        <w:rPr>
          <w:rFonts w:asciiTheme="majorBidi" w:hAnsiTheme="majorBidi" w:cstheme="majorBidi"/>
        </w:rPr>
      </w:pPr>
      <w:r w:rsidRPr="001C661D">
        <w:rPr>
          <w:rStyle w:val="given-name"/>
          <w:rFonts w:asciiTheme="majorBidi" w:hAnsiTheme="majorBidi" w:cstheme="majorBidi"/>
        </w:rPr>
        <w:t xml:space="preserve">C. Salame, P. </w:t>
      </w:r>
      <w:proofErr w:type="spellStart"/>
      <w:r w:rsidRPr="001C661D">
        <w:rPr>
          <w:rStyle w:val="given-name"/>
          <w:rFonts w:asciiTheme="majorBidi" w:hAnsiTheme="majorBidi" w:cstheme="majorBidi"/>
        </w:rPr>
        <w:t>Mialhe</w:t>
      </w:r>
      <w:proofErr w:type="spellEnd"/>
      <w:r w:rsidRPr="001C661D">
        <w:rPr>
          <w:rStyle w:val="given-name"/>
          <w:rFonts w:asciiTheme="majorBidi" w:hAnsiTheme="majorBidi" w:cstheme="majorBidi"/>
        </w:rPr>
        <w:t>, and J.-P. Charles, “VDMOSFET model parameter extraction based on electrical and optical measurements,” Microelectron. J. 32, 599–603 (2001).</w:t>
      </w:r>
    </w:p>
    <w:p w14:paraId="678FC559" w14:textId="21D96020" w:rsidR="0007014A" w:rsidRPr="00BD439B" w:rsidRDefault="0007014A" w:rsidP="00BD439B">
      <w:pPr>
        <w:pStyle w:val="Reference"/>
        <w:ind w:left="360" w:hanging="360"/>
        <w:rPr>
          <w:rStyle w:val="given-name"/>
          <w:rFonts w:asciiTheme="majorBidi" w:hAnsiTheme="majorBidi" w:cstheme="majorBidi"/>
        </w:rPr>
      </w:pPr>
      <w:r w:rsidRPr="00BD439B">
        <w:rPr>
          <w:rStyle w:val="given-name"/>
          <w:rFonts w:asciiTheme="majorBidi" w:hAnsiTheme="majorBidi" w:cstheme="majorBidi"/>
        </w:rPr>
        <w:t xml:space="preserve">Rishu </w:t>
      </w:r>
      <w:proofErr w:type="spellStart"/>
      <w:r w:rsidRPr="00BD439B">
        <w:rPr>
          <w:rStyle w:val="given-name"/>
          <w:rFonts w:asciiTheme="majorBidi" w:hAnsiTheme="majorBidi" w:cstheme="majorBidi"/>
        </w:rPr>
        <w:t>Katwal</w:t>
      </w:r>
      <w:proofErr w:type="spellEnd"/>
      <w:r w:rsidRPr="00BD439B">
        <w:rPr>
          <w:rStyle w:val="given-name"/>
          <w:rFonts w:asciiTheme="majorBidi" w:hAnsiTheme="majorBidi" w:cstheme="majorBidi"/>
        </w:rPr>
        <w:t xml:space="preserve">, Harpreet Kaur, Gaurav </w:t>
      </w:r>
      <w:r w:rsidR="00863A66" w:rsidRPr="00BD439B">
        <w:rPr>
          <w:rStyle w:val="given-name"/>
          <w:rFonts w:asciiTheme="majorBidi" w:hAnsiTheme="majorBidi" w:cstheme="majorBidi"/>
        </w:rPr>
        <w:t>Sharma, Mu</w:t>
      </w:r>
      <w:r w:rsidRPr="00BD439B">
        <w:rPr>
          <w:rStyle w:val="given-name"/>
          <w:rFonts w:asciiTheme="majorBidi" w:hAnsiTheme="majorBidi" w:cstheme="majorBidi"/>
        </w:rPr>
        <w:t>. Naushad and Deepak Pathania, Electrochemical synthesized copper oxide nanoparticles for enhanced photocatalytic and antimicrobial activity, Journal of Industrial and Engineering Chemistry, Volume 31, 25, Pages 173-184, November (2015).</w:t>
      </w:r>
    </w:p>
    <w:p w14:paraId="1192E8A9" w14:textId="24EB02F9" w:rsidR="0007014A" w:rsidRPr="00BD439B" w:rsidRDefault="00863A66" w:rsidP="00BD439B">
      <w:pPr>
        <w:pStyle w:val="Reference"/>
        <w:ind w:left="360" w:hanging="360"/>
        <w:rPr>
          <w:rStyle w:val="given-name"/>
          <w:rFonts w:asciiTheme="majorBidi" w:hAnsiTheme="majorBidi" w:cstheme="majorBidi"/>
        </w:rPr>
      </w:pPr>
      <w:r w:rsidRPr="00BD439B">
        <w:rPr>
          <w:rStyle w:val="given-name"/>
          <w:rFonts w:asciiTheme="majorBidi" w:hAnsiTheme="majorBidi" w:cstheme="majorBidi"/>
        </w:rPr>
        <w:t xml:space="preserve">Safana </w:t>
      </w:r>
      <w:proofErr w:type="spellStart"/>
      <w:r w:rsidRPr="00BD439B">
        <w:rPr>
          <w:rStyle w:val="given-name"/>
          <w:rFonts w:asciiTheme="majorBidi" w:hAnsiTheme="majorBidi" w:cstheme="majorBidi"/>
        </w:rPr>
        <w:t>Alzalzala</w:t>
      </w:r>
      <w:proofErr w:type="spellEnd"/>
      <w:r w:rsidR="0007014A" w:rsidRPr="00BD439B">
        <w:rPr>
          <w:rStyle w:val="given-name"/>
          <w:rFonts w:asciiTheme="majorBidi" w:hAnsiTheme="majorBidi" w:cstheme="majorBidi"/>
        </w:rPr>
        <w:t xml:space="preserve"> and Amer M. J. AL-Shamari, Preparation and Characterization of Copper Oxide </w:t>
      </w:r>
      <w:proofErr w:type="spellStart"/>
      <w:r w:rsidR="0007014A" w:rsidRPr="00BD439B">
        <w:rPr>
          <w:rStyle w:val="given-name"/>
          <w:rFonts w:asciiTheme="majorBidi" w:hAnsiTheme="majorBidi" w:cstheme="majorBidi"/>
        </w:rPr>
        <w:t>CuO</w:t>
      </w:r>
      <w:proofErr w:type="spellEnd"/>
      <w:r w:rsidR="0007014A" w:rsidRPr="00BD439B">
        <w:rPr>
          <w:rStyle w:val="given-name"/>
          <w:rFonts w:asciiTheme="majorBidi" w:hAnsiTheme="majorBidi" w:cstheme="majorBidi"/>
        </w:rPr>
        <w:t xml:space="preserve"> (II) nanoparticles Prepared by a Hydrothermal Method and for Solar Cells applications, Journal of Kufa-Physics, Vol. 15 No. 02 (2023).</w:t>
      </w:r>
    </w:p>
    <w:p w14:paraId="4BF46280" w14:textId="1929A7EE" w:rsidR="0007014A" w:rsidRPr="00BD439B" w:rsidRDefault="0007014A" w:rsidP="00BD439B">
      <w:pPr>
        <w:pStyle w:val="Reference"/>
        <w:ind w:left="360" w:hanging="360"/>
        <w:rPr>
          <w:rStyle w:val="given-name"/>
          <w:rFonts w:asciiTheme="majorBidi" w:hAnsiTheme="majorBidi" w:cstheme="majorBidi"/>
        </w:rPr>
      </w:pPr>
      <w:r w:rsidRPr="00BD439B">
        <w:rPr>
          <w:rStyle w:val="given-name"/>
          <w:rFonts w:asciiTheme="majorBidi" w:hAnsiTheme="majorBidi" w:cstheme="majorBidi"/>
        </w:rPr>
        <w:t xml:space="preserve">Zubin Parekh, Sunil Chaki, Anilkumar B Hirpara, </w:t>
      </w:r>
      <w:proofErr w:type="spellStart"/>
      <w:r w:rsidRPr="00BD439B">
        <w:rPr>
          <w:rStyle w:val="given-name"/>
          <w:rFonts w:asciiTheme="majorBidi" w:hAnsiTheme="majorBidi" w:cstheme="majorBidi"/>
        </w:rPr>
        <w:t>Gauravkumar</w:t>
      </w:r>
      <w:proofErr w:type="spellEnd"/>
      <w:r w:rsidRPr="00BD439B">
        <w:rPr>
          <w:rStyle w:val="given-name"/>
          <w:rFonts w:asciiTheme="majorBidi" w:hAnsiTheme="majorBidi" w:cstheme="majorBidi"/>
        </w:rPr>
        <w:t xml:space="preserve"> H. Patel, Rohitkumar Kannaujiya, </w:t>
      </w:r>
      <w:proofErr w:type="spellStart"/>
      <w:r w:rsidRPr="00BD439B">
        <w:rPr>
          <w:rStyle w:val="given-name"/>
          <w:rFonts w:asciiTheme="majorBidi" w:hAnsiTheme="majorBidi" w:cstheme="majorBidi"/>
        </w:rPr>
        <w:t>Ankurkumar</w:t>
      </w:r>
      <w:proofErr w:type="spellEnd"/>
      <w:r w:rsidRPr="00BD439B">
        <w:rPr>
          <w:rStyle w:val="given-name"/>
          <w:rFonts w:asciiTheme="majorBidi" w:hAnsiTheme="majorBidi" w:cstheme="majorBidi"/>
        </w:rPr>
        <w:t xml:space="preserve"> J </w:t>
      </w:r>
      <w:proofErr w:type="spellStart"/>
      <w:proofErr w:type="gramStart"/>
      <w:r w:rsidRPr="00BD439B">
        <w:rPr>
          <w:rStyle w:val="given-name"/>
          <w:rFonts w:asciiTheme="majorBidi" w:hAnsiTheme="majorBidi" w:cstheme="majorBidi"/>
        </w:rPr>
        <w:t>Khiman,i</w:t>
      </w:r>
      <w:proofErr w:type="spellEnd"/>
      <w:proofErr w:type="gramEnd"/>
      <w:r w:rsidRPr="00BD439B">
        <w:rPr>
          <w:rStyle w:val="given-name"/>
          <w:rFonts w:asciiTheme="majorBidi" w:hAnsiTheme="majorBidi" w:cstheme="majorBidi"/>
        </w:rPr>
        <w:t xml:space="preserve"> </w:t>
      </w:r>
      <w:r w:rsidR="00863A66" w:rsidRPr="00BD439B">
        <w:rPr>
          <w:rStyle w:val="given-name"/>
          <w:rFonts w:asciiTheme="majorBidi" w:hAnsiTheme="majorBidi" w:cstheme="majorBidi"/>
        </w:rPr>
        <w:t>M</w:t>
      </w:r>
      <w:r w:rsidRPr="00BD439B">
        <w:rPr>
          <w:rStyle w:val="given-name"/>
          <w:rFonts w:asciiTheme="majorBidi" w:hAnsiTheme="majorBidi" w:cstheme="majorBidi"/>
        </w:rPr>
        <w:t xml:space="preserve">. P. Deshpande, </w:t>
      </w:r>
      <w:proofErr w:type="spellStart"/>
      <w:r w:rsidRPr="00BD439B">
        <w:rPr>
          <w:rStyle w:val="given-name"/>
          <w:rFonts w:asciiTheme="majorBidi" w:hAnsiTheme="majorBidi" w:cstheme="majorBidi"/>
        </w:rPr>
        <w:t>CuO</w:t>
      </w:r>
      <w:proofErr w:type="spellEnd"/>
      <w:r w:rsidRPr="00BD439B">
        <w:rPr>
          <w:rStyle w:val="given-name"/>
          <w:rFonts w:asciiTheme="majorBidi" w:hAnsiTheme="majorBidi" w:cstheme="majorBidi"/>
        </w:rPr>
        <w:t xml:space="preserve"> nanoparticles – Synthesis by wet precipitation technique and its characterization, Physica B Condensed Matter 610(2–3):412950 (2021).</w:t>
      </w:r>
    </w:p>
    <w:p w14:paraId="7973B0CC" w14:textId="328C1B3B"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Mohammed J. Mohammed Ali a, Munthir Mohammed Radhy b, Salam Jumah </w:t>
      </w:r>
      <w:proofErr w:type="spellStart"/>
      <w:r w:rsidRPr="00BD439B">
        <w:rPr>
          <w:rFonts w:asciiTheme="majorBidi" w:hAnsiTheme="majorBidi" w:cstheme="majorBidi"/>
        </w:rPr>
        <w:t>mashkoor</w:t>
      </w:r>
      <w:proofErr w:type="spellEnd"/>
      <w:r w:rsidRPr="00BD439B">
        <w:rPr>
          <w:rFonts w:asciiTheme="majorBidi" w:hAnsiTheme="majorBidi" w:cstheme="majorBidi"/>
        </w:rPr>
        <w:t xml:space="preserve"> </w:t>
      </w:r>
      <w:proofErr w:type="gramStart"/>
      <w:r w:rsidRPr="00BD439B">
        <w:rPr>
          <w:rFonts w:asciiTheme="majorBidi" w:hAnsiTheme="majorBidi" w:cstheme="majorBidi"/>
        </w:rPr>
        <w:t>c ,</w:t>
      </w:r>
      <w:proofErr w:type="gramEnd"/>
      <w:r w:rsidRPr="00BD439B">
        <w:rPr>
          <w:rFonts w:asciiTheme="majorBidi" w:hAnsiTheme="majorBidi" w:cstheme="majorBidi"/>
        </w:rPr>
        <w:t xml:space="preserve"> Ehab M. Ali b, Synthesis and characterization of copper oxide nanoparticles and their application for solar cell, Materials Today: Proceedings, Accepted 10 October (2021</w:t>
      </w:r>
      <w:proofErr w:type="gramStart"/>
      <w:r w:rsidRPr="00BD439B">
        <w:rPr>
          <w:rFonts w:asciiTheme="majorBidi" w:hAnsiTheme="majorBidi" w:cstheme="majorBidi"/>
        </w:rPr>
        <w:t>).</w:t>
      </w:r>
      <w:r w:rsidRPr="00BD439B">
        <w:rPr>
          <w:rFonts w:ascii="Cambria Math" w:hAnsi="Cambria Math" w:cs="Cambria Math"/>
        </w:rPr>
        <w:t>⇑</w:t>
      </w:r>
      <w:proofErr w:type="gramEnd"/>
    </w:p>
    <w:p w14:paraId="66527C51" w14:textId="29D9F054" w:rsidR="0007014A" w:rsidRPr="00BD439B" w:rsidRDefault="00B612D1" w:rsidP="00BD439B">
      <w:pPr>
        <w:pStyle w:val="Reference"/>
        <w:ind w:left="360" w:hanging="360"/>
        <w:rPr>
          <w:rFonts w:asciiTheme="majorBidi" w:hAnsiTheme="majorBidi" w:cstheme="majorBidi"/>
        </w:rPr>
      </w:pPr>
      <w:proofErr w:type="spellStart"/>
      <w:r w:rsidRPr="00BD439B">
        <w:rPr>
          <w:rStyle w:val="given-name"/>
          <w:rFonts w:asciiTheme="majorBidi" w:hAnsiTheme="majorBidi" w:cstheme="majorBidi"/>
        </w:rPr>
        <w:t>Sttar</w:t>
      </w:r>
      <w:proofErr w:type="spellEnd"/>
      <w:r w:rsidRPr="00BD439B">
        <w:rPr>
          <w:rStyle w:val="given-name"/>
          <w:rFonts w:asciiTheme="majorBidi" w:hAnsiTheme="majorBidi" w:cstheme="majorBidi"/>
        </w:rPr>
        <w:t xml:space="preserve">, M.A.K.A., </w:t>
      </w:r>
      <w:proofErr w:type="spellStart"/>
      <w:r w:rsidRPr="00BD439B">
        <w:rPr>
          <w:rStyle w:val="given-name"/>
          <w:rFonts w:asciiTheme="majorBidi" w:hAnsiTheme="majorBidi" w:cstheme="majorBidi"/>
        </w:rPr>
        <w:t>Mkhaiber</w:t>
      </w:r>
      <w:proofErr w:type="spellEnd"/>
      <w:r w:rsidRPr="00BD439B">
        <w:rPr>
          <w:rStyle w:val="given-name"/>
          <w:rFonts w:asciiTheme="majorBidi" w:hAnsiTheme="majorBidi" w:cstheme="majorBidi"/>
        </w:rPr>
        <w:t xml:space="preserve">, A.F., Majeed, A.M.A., Study of the effect of using nanomaterial in radiological shielding, </w:t>
      </w:r>
      <w:proofErr w:type="spellStart"/>
      <w:r w:rsidRPr="00BD439B">
        <w:rPr>
          <w:rStyle w:val="given-name"/>
          <w:rFonts w:asciiTheme="majorBidi" w:hAnsiTheme="majorBidi" w:cstheme="majorBidi"/>
        </w:rPr>
        <w:t>Aip</w:t>
      </w:r>
      <w:proofErr w:type="spellEnd"/>
      <w:r w:rsidRPr="00BD439B">
        <w:rPr>
          <w:rStyle w:val="given-name"/>
          <w:rFonts w:asciiTheme="majorBidi" w:hAnsiTheme="majorBidi" w:cstheme="majorBidi"/>
        </w:rPr>
        <w:t xml:space="preserve"> Conference proceedings, (2019), 2190, 020077.</w:t>
      </w:r>
    </w:p>
    <w:p w14:paraId="40BDD07E" w14:textId="0B2A7E27" w:rsidR="005814F1" w:rsidRPr="00BD439B" w:rsidRDefault="005814F1" w:rsidP="00BD439B">
      <w:pPr>
        <w:pStyle w:val="Reference"/>
        <w:ind w:left="360" w:hanging="360"/>
        <w:rPr>
          <w:rFonts w:asciiTheme="majorBidi" w:hAnsiTheme="majorBidi" w:cstheme="majorBidi"/>
        </w:rPr>
      </w:pPr>
      <w:r w:rsidRPr="00BD439B">
        <w:rPr>
          <w:rFonts w:asciiTheme="majorBidi" w:hAnsiTheme="majorBidi" w:cstheme="majorBidi"/>
        </w:rPr>
        <w:t xml:space="preserve">Abdulateef, A.N., </w:t>
      </w:r>
      <w:proofErr w:type="spellStart"/>
      <w:r w:rsidRPr="00BD439B">
        <w:rPr>
          <w:rFonts w:asciiTheme="majorBidi" w:hAnsiTheme="majorBidi" w:cstheme="majorBidi"/>
        </w:rPr>
        <w:t>Alsudani</w:t>
      </w:r>
      <w:proofErr w:type="spellEnd"/>
      <w:r w:rsidRPr="00BD439B">
        <w:rPr>
          <w:rFonts w:asciiTheme="majorBidi" w:hAnsiTheme="majorBidi" w:cstheme="majorBidi"/>
        </w:rPr>
        <w:t xml:space="preserve">, A., </w:t>
      </w:r>
      <w:proofErr w:type="spellStart"/>
      <w:r w:rsidRPr="00BD439B">
        <w:rPr>
          <w:rFonts w:asciiTheme="majorBidi" w:hAnsiTheme="majorBidi" w:cstheme="majorBidi"/>
        </w:rPr>
        <w:t>Chillab</w:t>
      </w:r>
      <w:proofErr w:type="spellEnd"/>
      <w:r w:rsidRPr="00BD439B">
        <w:rPr>
          <w:rFonts w:asciiTheme="majorBidi" w:hAnsiTheme="majorBidi" w:cstheme="majorBidi"/>
        </w:rPr>
        <w:t>, R.K., Jasim, K.A., Shaban, A.H., Journal of Green Engineering, 2020, 10(9), pp. 5487–5503.</w:t>
      </w:r>
    </w:p>
    <w:p w14:paraId="05781329" w14:textId="6EDB72D9"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Tabarak F. Orabi1 · Kadhim A. Aadim1, Study of the structural and optical properties of copper oxide nanoparticles prepared by plasma jet and their application as solar cells, Journal of Optics, 30 </w:t>
      </w:r>
      <w:proofErr w:type="spellStart"/>
      <w:r w:rsidRPr="00BD439B">
        <w:rPr>
          <w:rFonts w:asciiTheme="majorBidi" w:hAnsiTheme="majorBidi" w:cstheme="majorBidi"/>
        </w:rPr>
        <w:t>july</w:t>
      </w:r>
      <w:proofErr w:type="spellEnd"/>
      <w:r w:rsidRPr="00BD439B">
        <w:rPr>
          <w:rFonts w:asciiTheme="majorBidi" w:hAnsiTheme="majorBidi" w:cstheme="majorBidi"/>
        </w:rPr>
        <w:t xml:space="preserve"> (2024).</w:t>
      </w:r>
    </w:p>
    <w:p w14:paraId="6A83B64D" w14:textId="256F9E01"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Bahaa Hassoun Abbas, Nisreen Kh Abdalameer, Raghad S. Mohammed, Synthesis of Copper Oxide Nanostructures by </w:t>
      </w:r>
      <w:proofErr w:type="spellStart"/>
      <w:r w:rsidRPr="00BD439B">
        <w:rPr>
          <w:rFonts w:asciiTheme="majorBidi" w:hAnsiTheme="majorBidi" w:cstheme="majorBidi"/>
        </w:rPr>
        <w:t>Ar</w:t>
      </w:r>
      <w:proofErr w:type="spellEnd"/>
      <w:r w:rsidRPr="00BD439B">
        <w:rPr>
          <w:rFonts w:asciiTheme="majorBidi" w:hAnsiTheme="majorBidi" w:cstheme="majorBidi"/>
        </w:rPr>
        <w:t xml:space="preserve"> Plasma Jet and Study of Their Structural and Optical Properties, Iraqi Journal of Science, Vol. 65, No.4, pp: 1999-2006, (2024).</w:t>
      </w:r>
    </w:p>
    <w:p w14:paraId="3F27E4B2" w14:textId="26472602" w:rsidR="0007014A" w:rsidRPr="00BD439B" w:rsidRDefault="0007014A" w:rsidP="00BD439B">
      <w:pPr>
        <w:pStyle w:val="Reference"/>
        <w:ind w:left="360" w:hanging="360"/>
        <w:rPr>
          <w:rFonts w:asciiTheme="majorBidi" w:hAnsiTheme="majorBidi" w:cstheme="majorBidi"/>
        </w:rPr>
      </w:pPr>
      <w:r w:rsidRPr="00BD439B">
        <w:rPr>
          <w:rFonts w:asciiTheme="majorBidi" w:hAnsiTheme="majorBidi" w:cstheme="majorBidi"/>
        </w:rPr>
        <w:t xml:space="preserve">Raghad S. Mohammed, Kadhim A. Aadim, and Khalid A. Ahmed, Synthesis of </w:t>
      </w:r>
      <w:proofErr w:type="spellStart"/>
      <w:r w:rsidRPr="00BD439B">
        <w:rPr>
          <w:rFonts w:asciiTheme="majorBidi" w:hAnsiTheme="majorBidi" w:cstheme="majorBidi"/>
        </w:rPr>
        <w:t>CuO</w:t>
      </w:r>
      <w:proofErr w:type="spellEnd"/>
      <w:r w:rsidRPr="00BD439B">
        <w:rPr>
          <w:rFonts w:asciiTheme="majorBidi" w:hAnsiTheme="majorBidi" w:cstheme="majorBidi"/>
        </w:rPr>
        <w:t>/</w:t>
      </w:r>
      <w:proofErr w:type="spellStart"/>
      <w:r w:rsidRPr="00BD439B">
        <w:rPr>
          <w:rFonts w:asciiTheme="majorBidi" w:hAnsiTheme="majorBidi" w:cstheme="majorBidi"/>
        </w:rPr>
        <w:t>ZnO</w:t>
      </w:r>
      <w:proofErr w:type="spellEnd"/>
      <w:r w:rsidRPr="00BD439B">
        <w:rPr>
          <w:rFonts w:asciiTheme="majorBidi" w:hAnsiTheme="majorBidi" w:cstheme="majorBidi"/>
        </w:rPr>
        <w:t xml:space="preserve"> and MgO/</w:t>
      </w:r>
      <w:proofErr w:type="spellStart"/>
      <w:r w:rsidRPr="00BD439B">
        <w:rPr>
          <w:rFonts w:asciiTheme="majorBidi" w:hAnsiTheme="majorBidi" w:cstheme="majorBidi"/>
        </w:rPr>
        <w:t>ZnO</w:t>
      </w:r>
      <w:proofErr w:type="spellEnd"/>
      <w:r w:rsidRPr="00BD439B">
        <w:rPr>
          <w:rFonts w:asciiTheme="majorBidi" w:hAnsiTheme="majorBidi" w:cstheme="majorBidi"/>
        </w:rPr>
        <w:t xml:space="preserve"> Core/Shell Nanoparticles with Plasma Jets and Study of their Structural and Optical Properties, Journal of Modern Science: Vol. </w:t>
      </w:r>
      <w:proofErr w:type="gramStart"/>
      <w:r w:rsidRPr="00BD439B">
        <w:rPr>
          <w:rFonts w:asciiTheme="majorBidi" w:hAnsiTheme="majorBidi" w:cstheme="majorBidi"/>
        </w:rPr>
        <w:t>8 :</w:t>
      </w:r>
      <w:proofErr w:type="gramEnd"/>
      <w:r w:rsidRPr="00BD439B">
        <w:rPr>
          <w:rFonts w:asciiTheme="majorBidi" w:hAnsiTheme="majorBidi" w:cstheme="majorBidi"/>
        </w:rPr>
        <w:t xml:space="preserve"> </w:t>
      </w:r>
      <w:proofErr w:type="spellStart"/>
      <w:r w:rsidRPr="00BD439B">
        <w:rPr>
          <w:rFonts w:asciiTheme="majorBidi" w:hAnsiTheme="majorBidi" w:cstheme="majorBidi"/>
        </w:rPr>
        <w:t>Iss</w:t>
      </w:r>
      <w:proofErr w:type="spellEnd"/>
      <w:r w:rsidRPr="00BD439B">
        <w:rPr>
          <w:rFonts w:asciiTheme="majorBidi" w:hAnsiTheme="majorBidi" w:cstheme="majorBidi"/>
        </w:rPr>
        <w:t>. 2(2022).</w:t>
      </w:r>
    </w:p>
    <w:p w14:paraId="793CF89B" w14:textId="538798CD" w:rsidR="0007014A" w:rsidRPr="00BD439B" w:rsidRDefault="0007014A" w:rsidP="00BD439B">
      <w:pPr>
        <w:pStyle w:val="Reference"/>
        <w:ind w:left="360" w:hanging="360"/>
        <w:rPr>
          <w:rFonts w:asciiTheme="majorBidi" w:hAnsiTheme="majorBidi" w:cstheme="majorBidi"/>
        </w:rPr>
      </w:pPr>
      <w:hyperlink r:id="rId43" w:history="1">
        <w:r w:rsidRPr="00BD439B">
          <w:rPr>
            <w:rFonts w:asciiTheme="majorBidi" w:hAnsiTheme="majorBidi" w:cstheme="majorBidi"/>
          </w:rPr>
          <w:t>Hussein, I.F.</w:t>
        </w:r>
      </w:hyperlink>
      <w:r w:rsidRPr="00BD439B">
        <w:rPr>
          <w:rFonts w:asciiTheme="majorBidi" w:hAnsiTheme="majorBidi" w:cstheme="majorBidi"/>
        </w:rPr>
        <w:t xml:space="preserve">, </w:t>
      </w:r>
      <w:hyperlink r:id="rId44" w:history="1">
        <w:r w:rsidRPr="00BD439B">
          <w:rPr>
            <w:rFonts w:asciiTheme="majorBidi" w:hAnsiTheme="majorBidi" w:cstheme="majorBidi"/>
          </w:rPr>
          <w:t>Nusseif, A.D.</w:t>
        </w:r>
      </w:hyperlink>
      <w:r w:rsidRPr="00BD439B">
        <w:rPr>
          <w:rFonts w:asciiTheme="majorBidi" w:hAnsiTheme="majorBidi" w:cstheme="majorBidi"/>
        </w:rPr>
        <w:t xml:space="preserve">, </w:t>
      </w:r>
      <w:hyperlink r:id="rId45" w:history="1">
        <w:r w:rsidRPr="00BD439B">
          <w:rPr>
            <w:rFonts w:asciiTheme="majorBidi" w:hAnsiTheme="majorBidi" w:cstheme="majorBidi"/>
          </w:rPr>
          <w:t>Majeed, A.M.A.</w:t>
        </w:r>
      </w:hyperlink>
      <w:r w:rsidRPr="00BD439B">
        <w:rPr>
          <w:rFonts w:asciiTheme="majorBidi" w:hAnsiTheme="majorBidi" w:cstheme="majorBidi"/>
        </w:rPr>
        <w:t xml:space="preserve">, </w:t>
      </w:r>
      <w:r w:rsidRPr="00BD439B">
        <w:rPr>
          <w:rStyle w:val="highlight-modulemmpyy"/>
          <w:rFonts w:asciiTheme="majorBidi" w:hAnsiTheme="majorBidi" w:cstheme="majorBidi"/>
        </w:rPr>
        <w:t xml:space="preserve">Analytical study of </w:t>
      </w:r>
      <w:proofErr w:type="spellStart"/>
      <w:r w:rsidRPr="00BD439B">
        <w:rPr>
          <w:rStyle w:val="highlight-modulemmpyy"/>
          <w:rFonts w:asciiTheme="majorBidi" w:hAnsiTheme="majorBidi" w:cstheme="majorBidi"/>
        </w:rPr>
        <w:t>ZnO:NiO</w:t>
      </w:r>
      <w:proofErr w:type="spellEnd"/>
      <w:r w:rsidRPr="00BD439B">
        <w:rPr>
          <w:rStyle w:val="highlight-modulemmpyy"/>
          <w:rFonts w:asciiTheme="majorBidi" w:hAnsiTheme="majorBidi" w:cstheme="majorBidi"/>
        </w:rPr>
        <w:t xml:space="preserve"> nanocomposite of antibacterial activities, </w:t>
      </w:r>
      <w:hyperlink r:id="rId46" w:history="1">
        <w:r w:rsidRPr="00BD439B">
          <w:rPr>
            <w:rStyle w:val="Emphasis"/>
            <w:rFonts w:asciiTheme="majorBidi" w:hAnsiTheme="majorBidi" w:cstheme="majorBidi"/>
          </w:rPr>
          <w:t xml:space="preserve">Plant </w:t>
        </w:r>
        <w:proofErr w:type="spellStart"/>
        <w:r w:rsidRPr="00BD439B">
          <w:rPr>
            <w:rStyle w:val="Emphasis"/>
            <w:rFonts w:asciiTheme="majorBidi" w:hAnsiTheme="majorBidi" w:cstheme="majorBidi"/>
          </w:rPr>
          <w:t>Archives</w:t>
        </w:r>
      </w:hyperlink>
      <w:r w:rsidRPr="00BD439B">
        <w:rPr>
          <w:rStyle w:val="typography-modulelvnit"/>
          <w:rFonts w:asciiTheme="majorBidi" w:hAnsiTheme="majorBidi" w:cstheme="majorBidi"/>
        </w:rPr>
        <w:t>Volume</w:t>
      </w:r>
      <w:proofErr w:type="spellEnd"/>
      <w:r w:rsidRPr="00BD439B">
        <w:rPr>
          <w:rStyle w:val="typography-modulelvnit"/>
          <w:rFonts w:asciiTheme="majorBidi" w:hAnsiTheme="majorBidi" w:cstheme="majorBidi"/>
        </w:rPr>
        <w:t xml:space="preserve"> 20, Issue 1, Pages 2747 – 2750, (2020).</w:t>
      </w:r>
    </w:p>
    <w:p w14:paraId="11BFD5A7" w14:textId="5920E607" w:rsidR="0007014A" w:rsidRPr="00BD439B" w:rsidRDefault="0007014A" w:rsidP="00BD439B">
      <w:pPr>
        <w:pStyle w:val="Reference"/>
        <w:ind w:left="360" w:hanging="360"/>
        <w:rPr>
          <w:rStyle w:val="typography-modulelvnit"/>
          <w:rFonts w:asciiTheme="majorBidi" w:hAnsiTheme="majorBidi" w:cstheme="majorBidi"/>
        </w:rPr>
      </w:pPr>
      <w:hyperlink r:id="rId47" w:history="1">
        <w:proofErr w:type="spellStart"/>
        <w:r w:rsidRPr="00BD439B">
          <w:rPr>
            <w:rFonts w:asciiTheme="majorBidi" w:hAnsiTheme="majorBidi" w:cstheme="majorBidi"/>
          </w:rPr>
          <w:t>Ghdeeb</w:t>
        </w:r>
        <w:proofErr w:type="spellEnd"/>
        <w:r w:rsidRPr="00BD439B">
          <w:rPr>
            <w:rFonts w:asciiTheme="majorBidi" w:hAnsiTheme="majorBidi" w:cstheme="majorBidi"/>
          </w:rPr>
          <w:t>, N.J.</w:t>
        </w:r>
      </w:hyperlink>
      <w:r w:rsidRPr="00BD439B">
        <w:rPr>
          <w:rFonts w:asciiTheme="majorBidi" w:hAnsiTheme="majorBidi" w:cstheme="majorBidi"/>
        </w:rPr>
        <w:t xml:space="preserve">, </w:t>
      </w:r>
      <w:hyperlink r:id="rId48" w:history="1">
        <w:r w:rsidRPr="00BD439B">
          <w:rPr>
            <w:rFonts w:asciiTheme="majorBidi" w:hAnsiTheme="majorBidi" w:cstheme="majorBidi"/>
          </w:rPr>
          <w:t>Abdul Majeed, A.M.</w:t>
        </w:r>
      </w:hyperlink>
      <w:r w:rsidRPr="00BD439B">
        <w:rPr>
          <w:rFonts w:asciiTheme="majorBidi" w:hAnsiTheme="majorBidi" w:cstheme="majorBidi"/>
        </w:rPr>
        <w:t xml:space="preserve">, </w:t>
      </w:r>
      <w:hyperlink r:id="rId49" w:history="1">
        <w:r w:rsidRPr="00BD439B">
          <w:rPr>
            <w:rFonts w:asciiTheme="majorBidi" w:hAnsiTheme="majorBidi" w:cstheme="majorBidi"/>
          </w:rPr>
          <w:t>Mohammed, A.H.</w:t>
        </w:r>
      </w:hyperlink>
      <w:r w:rsidRPr="00BD439B">
        <w:rPr>
          <w:rFonts w:asciiTheme="majorBidi" w:hAnsiTheme="majorBidi" w:cstheme="majorBidi"/>
        </w:rPr>
        <w:t xml:space="preserve">, </w:t>
      </w:r>
      <w:hyperlink r:id="rId50" w:history="1">
        <w:r w:rsidRPr="00BD439B">
          <w:rPr>
            <w:rStyle w:val="typography-modulelvnit"/>
            <w:rFonts w:asciiTheme="majorBidi" w:hAnsiTheme="majorBidi" w:cstheme="majorBidi"/>
          </w:rPr>
          <w:t>Antibacterial activity and physical  properties of some metal oxide nanoparticles prepared by different methods</w:t>
        </w:r>
      </w:hyperlink>
      <w:r w:rsidRPr="00BD439B">
        <w:rPr>
          <w:rFonts w:asciiTheme="majorBidi" w:hAnsiTheme="majorBidi" w:cstheme="majorBidi"/>
        </w:rPr>
        <w:t xml:space="preserve">, </w:t>
      </w:r>
      <w:hyperlink r:id="rId51" w:history="1">
        <w:r w:rsidRPr="00BD439B">
          <w:rPr>
            <w:rStyle w:val="typography-modulelvnit"/>
            <w:rFonts w:asciiTheme="majorBidi" w:hAnsiTheme="majorBidi" w:cstheme="majorBidi"/>
          </w:rPr>
          <w:t>AIP Conference Proceedings</w:t>
        </w:r>
      </w:hyperlink>
      <w:r w:rsidRPr="00BD439B">
        <w:rPr>
          <w:rStyle w:val="typography-modulelvnit"/>
          <w:rFonts w:asciiTheme="majorBidi" w:hAnsiTheme="majorBidi" w:cstheme="majorBidi"/>
        </w:rPr>
        <w:t>, 2834(1), 090004, (2023)</w:t>
      </w:r>
      <w:r w:rsidR="00863A66" w:rsidRPr="00BD439B">
        <w:rPr>
          <w:rStyle w:val="typography-modulelvnit"/>
          <w:rFonts w:asciiTheme="majorBidi" w:hAnsiTheme="majorBidi" w:cstheme="majorBidi"/>
        </w:rPr>
        <w:t>.</w:t>
      </w:r>
    </w:p>
    <w:p w14:paraId="07742929" w14:textId="1CEF8B71" w:rsidR="0007014A" w:rsidRPr="00BD439B" w:rsidRDefault="0007014A" w:rsidP="00BD439B">
      <w:pPr>
        <w:pStyle w:val="Reference"/>
        <w:ind w:left="360" w:hanging="360"/>
        <w:rPr>
          <w:rFonts w:asciiTheme="majorBidi" w:hAnsiTheme="majorBidi" w:cstheme="majorBidi"/>
          <w:color w:val="000000" w:themeColor="text1"/>
        </w:rPr>
      </w:pPr>
      <w:r w:rsidRPr="00BD439B">
        <w:rPr>
          <w:rStyle w:val="name"/>
          <w:rFonts w:asciiTheme="majorBidi" w:hAnsiTheme="majorBidi" w:cstheme="majorBidi"/>
          <w:color w:val="000000" w:themeColor="text1"/>
        </w:rPr>
        <w:t xml:space="preserve">Nadia Jasim Ghdeeb, Aseel Mustafa AbdulMajeed, Asma Hadi Mohammed, </w:t>
      </w:r>
      <w:r w:rsidRPr="00BD439B">
        <w:rPr>
          <w:rFonts w:asciiTheme="majorBidi" w:hAnsiTheme="majorBidi" w:cstheme="majorBidi"/>
          <w:color w:val="000000" w:themeColor="text1"/>
        </w:rPr>
        <w:t xml:space="preserve">Role of Extracted Nano-metal Oxides </w:t>
      </w:r>
      <w:r w:rsidR="00BD439B" w:rsidRPr="00BD439B">
        <w:rPr>
          <w:rFonts w:asciiTheme="majorBidi" w:hAnsiTheme="majorBidi" w:cstheme="majorBidi"/>
          <w:color w:val="000000" w:themeColor="text1"/>
        </w:rPr>
        <w:t>from</w:t>
      </w:r>
      <w:r w:rsidRPr="00BD439B">
        <w:rPr>
          <w:rFonts w:asciiTheme="majorBidi" w:hAnsiTheme="majorBidi" w:cstheme="majorBidi"/>
          <w:color w:val="000000" w:themeColor="text1"/>
        </w:rPr>
        <w:t xml:space="preserve"> Factory Wastes </w:t>
      </w:r>
      <w:r w:rsidR="00BD439B">
        <w:rPr>
          <w:rFonts w:asciiTheme="majorBidi" w:hAnsiTheme="majorBidi" w:cstheme="majorBidi"/>
          <w:color w:val="000000" w:themeColor="text1"/>
        </w:rPr>
        <w:t>i</w:t>
      </w:r>
      <w:r w:rsidRPr="00BD439B">
        <w:rPr>
          <w:rFonts w:asciiTheme="majorBidi" w:hAnsiTheme="majorBidi" w:cstheme="majorBidi"/>
          <w:color w:val="000000" w:themeColor="text1"/>
        </w:rPr>
        <w:t>n Medical Applications, Iraqi Journal of Science, vol.64, No. 4, PP. 1704-</w:t>
      </w:r>
      <w:r w:rsidR="005814F1" w:rsidRPr="00BD439B">
        <w:rPr>
          <w:rFonts w:asciiTheme="majorBidi" w:hAnsiTheme="majorBidi" w:cstheme="majorBidi"/>
          <w:color w:val="000000" w:themeColor="text1"/>
        </w:rPr>
        <w:t>1716, (2023</w:t>
      </w:r>
      <w:r w:rsidRPr="00BD439B">
        <w:rPr>
          <w:rFonts w:asciiTheme="majorBidi" w:hAnsiTheme="majorBidi" w:cstheme="majorBidi"/>
          <w:color w:val="000000" w:themeColor="text1"/>
        </w:rPr>
        <w:t>).</w:t>
      </w:r>
    </w:p>
    <w:p w14:paraId="1F898D5A" w14:textId="5939FDD7" w:rsidR="00B160B0" w:rsidRPr="00BD439B" w:rsidRDefault="00B160B0" w:rsidP="00BD439B">
      <w:pPr>
        <w:pStyle w:val="Reference"/>
        <w:ind w:left="360" w:hanging="360"/>
        <w:rPr>
          <w:rFonts w:asciiTheme="majorBidi" w:hAnsiTheme="majorBidi" w:cstheme="majorBidi"/>
          <w:color w:val="000000" w:themeColor="text1"/>
        </w:rPr>
      </w:pPr>
      <w:r w:rsidRPr="00BD439B">
        <w:rPr>
          <w:rFonts w:asciiTheme="majorBidi" w:hAnsiTheme="majorBidi" w:cstheme="majorBidi"/>
          <w:color w:val="000000" w:themeColor="text1"/>
        </w:rPr>
        <w:t>Jasim, K.A., Journal of Superconductivity and Novel Magnetism, 2013, 26(3), pp. 549–552.</w:t>
      </w:r>
    </w:p>
    <w:p w14:paraId="6F12877A" w14:textId="5D8FEE09" w:rsidR="0007014A" w:rsidRPr="00BD439B" w:rsidRDefault="0007014A" w:rsidP="00BD439B">
      <w:pPr>
        <w:pStyle w:val="Reference"/>
        <w:ind w:left="360" w:hanging="360"/>
        <w:rPr>
          <w:rFonts w:asciiTheme="majorBidi" w:hAnsiTheme="majorBidi" w:cstheme="majorBidi"/>
          <w:color w:val="000000" w:themeColor="text1"/>
        </w:rPr>
      </w:pPr>
      <w:r w:rsidRPr="00BD439B">
        <w:rPr>
          <w:rStyle w:val="given-name"/>
          <w:rFonts w:asciiTheme="majorBidi" w:hAnsiTheme="majorBidi" w:cstheme="majorBidi"/>
          <w:color w:val="000000" w:themeColor="text1"/>
        </w:rPr>
        <w:t>N.</w:t>
      </w:r>
      <w:r w:rsidRPr="00BD439B">
        <w:rPr>
          <w:rStyle w:val="react-xocs-alternative-link"/>
          <w:rFonts w:asciiTheme="majorBidi" w:hAnsiTheme="majorBidi" w:cstheme="majorBidi"/>
          <w:color w:val="000000" w:themeColor="text1"/>
        </w:rPr>
        <w:t> </w:t>
      </w:r>
      <w:r w:rsidRPr="00BD439B">
        <w:rPr>
          <w:rStyle w:val="text"/>
          <w:rFonts w:asciiTheme="majorBidi" w:hAnsiTheme="majorBidi" w:cstheme="majorBidi"/>
          <w:color w:val="000000" w:themeColor="text1"/>
        </w:rPr>
        <w:t>Khlifi</w:t>
      </w:r>
      <w:r w:rsidRPr="00BD439B">
        <w:rPr>
          <w:rStyle w:val="react-xocs-alternative-link"/>
          <w:rFonts w:asciiTheme="majorBidi" w:hAnsiTheme="majorBidi" w:cstheme="majorBidi"/>
          <w:color w:val="000000" w:themeColor="text1"/>
        </w:rPr>
        <w:t> </w:t>
      </w:r>
      <w:r w:rsidRPr="00BD439B">
        <w:rPr>
          <w:rFonts w:asciiTheme="majorBidi" w:hAnsiTheme="majorBidi" w:cstheme="majorBidi"/>
          <w:color w:val="000000" w:themeColor="text1"/>
        </w:rPr>
        <w:t>, </w:t>
      </w:r>
      <w:r w:rsidRPr="00BD439B">
        <w:rPr>
          <w:rStyle w:val="given-name"/>
          <w:rFonts w:asciiTheme="majorBidi" w:hAnsiTheme="majorBidi" w:cstheme="majorBidi"/>
          <w:color w:val="000000" w:themeColor="text1"/>
        </w:rPr>
        <w:t>C.</w:t>
      </w:r>
      <w:r w:rsidRPr="00BD439B">
        <w:rPr>
          <w:rStyle w:val="react-xocs-alternative-link"/>
          <w:rFonts w:asciiTheme="majorBidi" w:hAnsiTheme="majorBidi" w:cstheme="majorBidi"/>
          <w:color w:val="000000" w:themeColor="text1"/>
        </w:rPr>
        <w:t> </w:t>
      </w:r>
      <w:r w:rsidRPr="00BD439B">
        <w:rPr>
          <w:rStyle w:val="text"/>
          <w:rFonts w:asciiTheme="majorBidi" w:hAnsiTheme="majorBidi" w:cstheme="majorBidi"/>
          <w:color w:val="000000" w:themeColor="text1"/>
        </w:rPr>
        <w:t>Zerrouki</w:t>
      </w:r>
      <w:r w:rsidRPr="00BD439B">
        <w:rPr>
          <w:rStyle w:val="react-xocs-alternative-link"/>
          <w:rFonts w:asciiTheme="majorBidi" w:hAnsiTheme="majorBidi" w:cstheme="majorBidi"/>
          <w:color w:val="000000" w:themeColor="text1"/>
        </w:rPr>
        <w:t> </w:t>
      </w:r>
      <w:r w:rsidRPr="00BD439B">
        <w:rPr>
          <w:rFonts w:asciiTheme="majorBidi" w:hAnsiTheme="majorBidi" w:cstheme="majorBidi"/>
          <w:color w:val="000000" w:themeColor="text1"/>
        </w:rPr>
        <w:t>, </w:t>
      </w:r>
      <w:r w:rsidRPr="00BD439B">
        <w:rPr>
          <w:rStyle w:val="given-name"/>
          <w:rFonts w:asciiTheme="majorBidi" w:hAnsiTheme="majorBidi" w:cstheme="majorBidi"/>
          <w:color w:val="000000" w:themeColor="text1"/>
        </w:rPr>
        <w:t>N.</w:t>
      </w:r>
      <w:r w:rsidRPr="00BD439B">
        <w:rPr>
          <w:rStyle w:val="react-xocs-alternative-link"/>
          <w:rFonts w:asciiTheme="majorBidi" w:hAnsiTheme="majorBidi" w:cstheme="majorBidi"/>
          <w:color w:val="000000" w:themeColor="text1"/>
        </w:rPr>
        <w:t> </w:t>
      </w:r>
      <w:r w:rsidRPr="00BD439B">
        <w:rPr>
          <w:rStyle w:val="text"/>
          <w:rFonts w:asciiTheme="majorBidi" w:hAnsiTheme="majorBidi" w:cstheme="majorBidi"/>
          <w:color w:val="000000" w:themeColor="text1"/>
        </w:rPr>
        <w:t>Fourati</w:t>
      </w:r>
      <w:r w:rsidRPr="00BD439B">
        <w:rPr>
          <w:rStyle w:val="react-xocs-alternative-link"/>
          <w:rFonts w:asciiTheme="majorBidi" w:hAnsiTheme="majorBidi" w:cstheme="majorBidi"/>
          <w:color w:val="000000" w:themeColor="text1"/>
        </w:rPr>
        <w:t> </w:t>
      </w:r>
      <w:r w:rsidRPr="00BD439B">
        <w:rPr>
          <w:rFonts w:asciiTheme="majorBidi" w:hAnsiTheme="majorBidi" w:cstheme="majorBidi"/>
          <w:color w:val="000000" w:themeColor="text1"/>
        </w:rPr>
        <w:t>, </w:t>
      </w:r>
      <w:r w:rsidRPr="00BD439B">
        <w:rPr>
          <w:rStyle w:val="given-name"/>
          <w:rFonts w:asciiTheme="majorBidi" w:hAnsiTheme="majorBidi" w:cstheme="majorBidi"/>
          <w:color w:val="000000" w:themeColor="text1"/>
        </w:rPr>
        <w:t>H.</w:t>
      </w:r>
      <w:r w:rsidRPr="00BD439B">
        <w:rPr>
          <w:rStyle w:val="react-xocs-alternative-link"/>
          <w:rFonts w:asciiTheme="majorBidi" w:hAnsiTheme="majorBidi" w:cstheme="majorBidi"/>
          <w:color w:val="000000" w:themeColor="text1"/>
        </w:rPr>
        <w:t> </w:t>
      </w:r>
      <w:r w:rsidRPr="00BD439B">
        <w:rPr>
          <w:rStyle w:val="text"/>
          <w:rFonts w:asciiTheme="majorBidi" w:hAnsiTheme="majorBidi" w:cstheme="majorBidi"/>
          <w:color w:val="000000" w:themeColor="text1"/>
        </w:rPr>
        <w:t>Guermazi</w:t>
      </w:r>
      <w:r w:rsidRPr="00BD439B">
        <w:rPr>
          <w:rStyle w:val="react-xocs-alternative-link"/>
          <w:rFonts w:asciiTheme="majorBidi" w:hAnsiTheme="majorBidi" w:cstheme="majorBidi"/>
          <w:color w:val="000000" w:themeColor="text1"/>
        </w:rPr>
        <w:t> </w:t>
      </w:r>
      <w:r w:rsidRPr="00BD439B">
        <w:rPr>
          <w:rFonts w:asciiTheme="majorBidi" w:hAnsiTheme="majorBidi" w:cstheme="majorBidi"/>
          <w:color w:val="000000" w:themeColor="text1"/>
        </w:rPr>
        <w:t>, </w:t>
      </w:r>
      <w:r w:rsidRPr="00BD439B">
        <w:rPr>
          <w:rStyle w:val="given-name"/>
          <w:rFonts w:asciiTheme="majorBidi" w:hAnsiTheme="majorBidi" w:cstheme="majorBidi"/>
          <w:color w:val="000000" w:themeColor="text1"/>
        </w:rPr>
        <w:t>S.</w:t>
      </w:r>
      <w:r w:rsidRPr="00BD439B">
        <w:rPr>
          <w:rStyle w:val="react-xocs-alternative-link"/>
          <w:rFonts w:asciiTheme="majorBidi" w:hAnsiTheme="majorBidi" w:cstheme="majorBidi"/>
          <w:color w:val="000000" w:themeColor="text1"/>
        </w:rPr>
        <w:t> </w:t>
      </w:r>
      <w:r w:rsidRPr="00BD439B">
        <w:rPr>
          <w:rStyle w:val="text"/>
          <w:rFonts w:asciiTheme="majorBidi" w:hAnsiTheme="majorBidi" w:cstheme="majorBidi"/>
          <w:color w:val="000000" w:themeColor="text1"/>
        </w:rPr>
        <w:t>Guermazi</w:t>
      </w:r>
      <w:r w:rsidRPr="00BD439B">
        <w:rPr>
          <w:rStyle w:val="react-xocs-alternative-link"/>
          <w:rFonts w:asciiTheme="majorBidi" w:hAnsiTheme="majorBidi" w:cstheme="majorBidi"/>
          <w:color w:val="000000" w:themeColor="text1"/>
        </w:rPr>
        <w:t xml:space="preserve"> , </w:t>
      </w:r>
      <w:r w:rsidRPr="00BD439B">
        <w:rPr>
          <w:rFonts w:asciiTheme="majorBidi" w:hAnsiTheme="majorBidi" w:cstheme="majorBidi"/>
          <w:color w:val="000000" w:themeColor="text1"/>
          <w:kern w:val="36"/>
        </w:rPr>
        <w:t xml:space="preserve">Investigation of structural and optical properties of TM-doped </w:t>
      </w:r>
      <w:proofErr w:type="spellStart"/>
      <w:r w:rsidRPr="00BD439B">
        <w:rPr>
          <w:rFonts w:asciiTheme="majorBidi" w:hAnsiTheme="majorBidi" w:cstheme="majorBidi"/>
          <w:color w:val="000000" w:themeColor="text1"/>
          <w:kern w:val="36"/>
        </w:rPr>
        <w:t>CuO</w:t>
      </w:r>
      <w:proofErr w:type="spellEnd"/>
      <w:r w:rsidRPr="00BD439B">
        <w:rPr>
          <w:rFonts w:asciiTheme="majorBidi" w:hAnsiTheme="majorBidi" w:cstheme="majorBidi"/>
          <w:color w:val="000000" w:themeColor="text1"/>
          <w:kern w:val="36"/>
        </w:rPr>
        <w:t xml:space="preserve"> NPs: Correlation with their photocatalytic efficiency in sunlight-induced pollutant degradation, </w:t>
      </w:r>
      <w:r w:rsidR="00863A66" w:rsidRPr="00BD439B">
        <w:rPr>
          <w:rFonts w:asciiTheme="majorBidi" w:hAnsiTheme="majorBidi" w:cstheme="majorBidi"/>
          <w:color w:val="000000" w:themeColor="text1"/>
          <w:kern w:val="36"/>
        </w:rPr>
        <w:t>Measurement</w:t>
      </w:r>
      <w:r w:rsidRPr="00BD439B">
        <w:rPr>
          <w:rFonts w:asciiTheme="majorBidi" w:hAnsiTheme="majorBidi" w:cstheme="majorBidi"/>
          <w:color w:val="000000" w:themeColor="text1"/>
        </w:rPr>
        <w:t xml:space="preserve">, </w:t>
      </w:r>
      <w:hyperlink r:id="rId52" w:tooltip="Go to table of contents for this volume/issue" w:history="1">
        <w:r w:rsidRPr="00BD439B">
          <w:rPr>
            <w:rFonts w:asciiTheme="majorBidi" w:hAnsiTheme="majorBidi" w:cstheme="majorBidi"/>
            <w:color w:val="000000" w:themeColor="text1"/>
          </w:rPr>
          <w:t>Volume 237</w:t>
        </w:r>
      </w:hyperlink>
      <w:r w:rsidRPr="00BD439B">
        <w:rPr>
          <w:rFonts w:asciiTheme="majorBidi" w:hAnsiTheme="majorBidi" w:cstheme="majorBidi"/>
          <w:color w:val="000000" w:themeColor="text1"/>
        </w:rPr>
        <w:t>, 115209, 30 September( 2024).</w:t>
      </w:r>
    </w:p>
    <w:p w14:paraId="33A7ACFC" w14:textId="243E0D55" w:rsidR="0007014A" w:rsidRPr="00B570D4" w:rsidRDefault="0007014A" w:rsidP="00BD439B">
      <w:pPr>
        <w:pStyle w:val="Reference"/>
        <w:ind w:left="360" w:hanging="360"/>
        <w:rPr>
          <w:rFonts w:asciiTheme="majorBidi" w:hAnsiTheme="majorBidi" w:cstheme="majorBidi"/>
        </w:rPr>
      </w:pPr>
      <w:r w:rsidRPr="00B570D4">
        <w:rPr>
          <w:rStyle w:val="nowrap"/>
          <w:rFonts w:asciiTheme="majorBidi" w:hAnsiTheme="majorBidi" w:cstheme="majorBidi"/>
        </w:rPr>
        <w:t>Rasha S Ahmed</w:t>
      </w:r>
      <w:r w:rsidRPr="00B570D4">
        <w:rPr>
          <w:rFonts w:asciiTheme="majorBidi" w:hAnsiTheme="majorBidi" w:cstheme="majorBidi"/>
        </w:rPr>
        <w:t xml:space="preserve">, </w:t>
      </w:r>
      <w:r w:rsidRPr="00B570D4">
        <w:rPr>
          <w:rStyle w:val="nowrap"/>
          <w:rFonts w:asciiTheme="majorBidi" w:hAnsiTheme="majorBidi" w:cstheme="majorBidi"/>
        </w:rPr>
        <w:t>Raghad S Mohammed</w:t>
      </w:r>
      <w:r w:rsidRPr="00B570D4">
        <w:rPr>
          <w:rFonts w:asciiTheme="majorBidi" w:hAnsiTheme="majorBidi" w:cstheme="majorBidi"/>
        </w:rPr>
        <w:t xml:space="preserve">, </w:t>
      </w:r>
      <w:r w:rsidRPr="00B570D4">
        <w:rPr>
          <w:rStyle w:val="nowrap"/>
          <w:rFonts w:asciiTheme="majorBidi" w:hAnsiTheme="majorBidi" w:cstheme="majorBidi"/>
        </w:rPr>
        <w:t>Aseel Mustafa Abdul Majeed</w:t>
      </w:r>
      <w:r w:rsidRPr="00B570D4">
        <w:rPr>
          <w:rFonts w:asciiTheme="majorBidi" w:hAnsiTheme="majorBidi" w:cstheme="majorBidi"/>
        </w:rPr>
        <w:t xml:space="preserve"> and </w:t>
      </w:r>
      <w:r w:rsidRPr="00B570D4">
        <w:rPr>
          <w:rStyle w:val="nowrap"/>
          <w:rFonts w:asciiTheme="majorBidi" w:hAnsiTheme="majorBidi" w:cstheme="majorBidi"/>
        </w:rPr>
        <w:t xml:space="preserve">Allwin Sudhakaran, </w:t>
      </w:r>
      <w:r w:rsidRPr="00B570D4">
        <w:rPr>
          <w:rFonts w:asciiTheme="majorBidi" w:hAnsiTheme="majorBidi" w:cstheme="majorBidi"/>
        </w:rPr>
        <w:t>Biological activity of MgO nanoparticle synthesis by plasma-assisted reduction method, Physica Scripta, 99, 115901, (2024).</w:t>
      </w:r>
    </w:p>
    <w:p w14:paraId="42A401A2" w14:textId="2DBEB802" w:rsidR="0007014A" w:rsidRPr="00BD439B" w:rsidRDefault="0007014A" w:rsidP="00BD439B">
      <w:pPr>
        <w:pStyle w:val="Reference"/>
        <w:ind w:left="360" w:hanging="360"/>
        <w:rPr>
          <w:rStyle w:val="typography-modulelvnit"/>
          <w:rFonts w:asciiTheme="majorBidi" w:hAnsiTheme="majorBidi" w:cstheme="majorBidi"/>
        </w:rPr>
      </w:pPr>
      <w:r w:rsidRPr="00BD439B">
        <w:rPr>
          <w:rStyle w:val="list-title"/>
          <w:rFonts w:asciiTheme="majorBidi" w:hAnsiTheme="majorBidi" w:cstheme="majorBidi"/>
          <w:color w:val="000000" w:themeColor="text1"/>
        </w:rPr>
        <w:t>Aseel Mustafa Abdul Majeed, Itab F. Hussein, Rana O. Abd-Jalil, Fabrication of High Responsivity for MgO NPs/</w:t>
      </w:r>
      <w:proofErr w:type="spellStart"/>
      <w:r w:rsidRPr="00BD439B">
        <w:rPr>
          <w:rStyle w:val="list-title"/>
          <w:rFonts w:asciiTheme="majorBidi" w:hAnsiTheme="majorBidi" w:cstheme="majorBidi"/>
          <w:color w:val="000000" w:themeColor="text1"/>
        </w:rPr>
        <w:t>PSi</w:t>
      </w:r>
      <w:proofErr w:type="spellEnd"/>
      <w:r w:rsidRPr="00BD439B">
        <w:rPr>
          <w:rStyle w:val="list-title"/>
          <w:rFonts w:asciiTheme="majorBidi" w:hAnsiTheme="majorBidi" w:cstheme="majorBidi"/>
          <w:color w:val="000000" w:themeColor="text1"/>
        </w:rPr>
        <w:t xml:space="preserve"> Heterojunction Device by Sol-Gel Technique, </w:t>
      </w:r>
      <w:r w:rsidRPr="00BD439B">
        <w:rPr>
          <w:rStyle w:val="list-title"/>
          <w:rFonts w:asciiTheme="majorBidi" w:hAnsiTheme="majorBidi" w:cstheme="majorBidi"/>
          <w:b/>
          <w:bCs/>
        </w:rPr>
        <w:t xml:space="preserve">Silicon, </w:t>
      </w:r>
      <w:r w:rsidRPr="00BD439B">
        <w:rPr>
          <w:rStyle w:val="typography-modulelvnit"/>
          <w:rFonts w:asciiTheme="majorBidi" w:hAnsiTheme="majorBidi" w:cstheme="majorBidi"/>
        </w:rPr>
        <w:t>12(5), pp. 1007–1010, (2020).</w:t>
      </w:r>
    </w:p>
    <w:p w14:paraId="08A5E89E" w14:textId="11BBB22F" w:rsidR="00DA667B" w:rsidRPr="00BD439B" w:rsidRDefault="00DA667B" w:rsidP="00BD439B">
      <w:pPr>
        <w:pStyle w:val="Reference"/>
        <w:ind w:left="360" w:hanging="360"/>
        <w:rPr>
          <w:rStyle w:val="typography-modulelvnit"/>
          <w:rFonts w:asciiTheme="majorBidi" w:hAnsiTheme="majorBidi" w:cstheme="majorBidi"/>
        </w:rPr>
      </w:pPr>
      <w:r w:rsidRPr="00BD439B">
        <w:rPr>
          <w:rStyle w:val="typography-modulelvnit"/>
          <w:rFonts w:asciiTheme="majorBidi" w:hAnsiTheme="majorBidi" w:cstheme="majorBidi"/>
        </w:rPr>
        <w:t>Ahmed, B.A., Mohammed, J.S., Fadhil, R.N., ...Shaban, A.H., Al Dulaimi, A.H., Chalcogenide Letters, 2022, 19(4), pp. 301–308</w:t>
      </w:r>
    </w:p>
    <w:p w14:paraId="22167344" w14:textId="78DCB0D2" w:rsidR="0007014A" w:rsidRPr="00BD439B" w:rsidRDefault="0007014A" w:rsidP="00BD439B">
      <w:pPr>
        <w:pStyle w:val="Reference"/>
        <w:ind w:left="360"/>
        <w:rPr>
          <w:rFonts w:asciiTheme="majorBidi" w:hAnsiTheme="majorBidi" w:cstheme="majorBidi"/>
        </w:rPr>
      </w:pPr>
      <w:r w:rsidRPr="00BD439B">
        <w:rPr>
          <w:rStyle w:val="highlighthighlightpbr3q"/>
          <w:rFonts w:asciiTheme="majorBidi" w:hAnsiTheme="majorBidi" w:cstheme="majorBidi"/>
        </w:rPr>
        <w:t>Raid A. Ismail, Aseel Mustafa Abdul, Preparation and investigation of nanostructured SnO</w:t>
      </w:r>
      <w:r w:rsidR="005814F1" w:rsidRPr="00BD439B">
        <w:rPr>
          <w:rStyle w:val="highlighthighlightpbr3q"/>
          <w:rFonts w:asciiTheme="majorBidi" w:hAnsiTheme="majorBidi" w:cstheme="majorBidi"/>
          <w:vertAlign w:val="subscript"/>
        </w:rPr>
        <w:t>2</w:t>
      </w:r>
      <w:r w:rsidR="005814F1" w:rsidRPr="00BD439B">
        <w:rPr>
          <w:rStyle w:val="highlighthighlightpbr3q"/>
          <w:rFonts w:asciiTheme="majorBidi" w:hAnsiTheme="majorBidi" w:cstheme="majorBidi"/>
        </w:rPr>
        <w:t>: Pd</w:t>
      </w:r>
      <w:r w:rsidRPr="00BD439B">
        <w:rPr>
          <w:rStyle w:val="highlighthighlightpbr3q"/>
          <w:rFonts w:asciiTheme="majorBidi" w:hAnsiTheme="majorBidi" w:cstheme="majorBidi"/>
        </w:rPr>
        <w:t xml:space="preserve">/ porous silicon/c-Si heterostructure solar cell, </w:t>
      </w:r>
      <w:hyperlink r:id="rId53" w:history="1">
        <w:r w:rsidRPr="00BD439B">
          <w:rPr>
            <w:rStyle w:val="app-article-mastheadjournal-title"/>
            <w:rFonts w:asciiTheme="majorBidi" w:hAnsiTheme="majorBidi" w:cstheme="majorBidi"/>
          </w:rPr>
          <w:t xml:space="preserve">Journal of </w:t>
        </w:r>
        <w:r w:rsidR="005814F1" w:rsidRPr="00BD439B">
          <w:rPr>
            <w:rStyle w:val="app-article-mastheadjournal-title"/>
            <w:rFonts w:asciiTheme="majorBidi" w:hAnsiTheme="majorBidi" w:cstheme="majorBidi"/>
          </w:rPr>
          <w:t>Solid-State</w:t>
        </w:r>
        <w:r w:rsidRPr="00BD439B">
          <w:rPr>
            <w:rStyle w:val="app-article-mastheadjournal-title"/>
            <w:rFonts w:asciiTheme="majorBidi" w:hAnsiTheme="majorBidi" w:cstheme="majorBidi"/>
          </w:rPr>
          <w:t xml:space="preserve"> Electrochemistry</w:t>
        </w:r>
      </w:hyperlink>
      <w:r w:rsidRPr="00BD439B">
        <w:rPr>
          <w:rFonts w:asciiTheme="majorBidi" w:hAnsiTheme="majorBidi" w:cstheme="majorBidi"/>
        </w:rPr>
        <w:t xml:space="preserve">, </w:t>
      </w:r>
      <w:r w:rsidRPr="00BD439B">
        <w:rPr>
          <w:rStyle w:val="typography-modulelvnit"/>
          <w:rFonts w:asciiTheme="majorBidi" w:hAnsiTheme="majorBidi" w:cstheme="majorBidi"/>
        </w:rPr>
        <w:t>25(3), pp. 1039–1048, (2021).</w:t>
      </w:r>
    </w:p>
    <w:sectPr w:rsidR="0007014A" w:rsidRPr="00BD439B" w:rsidSect="00676F6D">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C7E73" w14:textId="77777777" w:rsidR="002F6CF6" w:rsidRDefault="002F6CF6" w:rsidP="00A21889">
      <w:r>
        <w:separator/>
      </w:r>
    </w:p>
  </w:endnote>
  <w:endnote w:type="continuationSeparator" w:id="0">
    <w:p w14:paraId="06858C5A" w14:textId="77777777" w:rsidR="002F6CF6" w:rsidRDefault="002F6CF6" w:rsidP="00A2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32AC7" w14:textId="77777777" w:rsidR="002F6CF6" w:rsidRDefault="002F6CF6" w:rsidP="00A21889">
      <w:r>
        <w:separator/>
      </w:r>
    </w:p>
  </w:footnote>
  <w:footnote w:type="continuationSeparator" w:id="0">
    <w:p w14:paraId="7E37A180" w14:textId="77777777" w:rsidR="002F6CF6" w:rsidRDefault="002F6CF6" w:rsidP="00A21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0DB0DDC"/>
    <w:multiLevelType w:val="hybridMultilevel"/>
    <w:tmpl w:val="9446D6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2D076A7"/>
    <w:multiLevelType w:val="hybridMultilevel"/>
    <w:tmpl w:val="F95CE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52012074">
    <w:abstractNumId w:val="17"/>
  </w:num>
  <w:num w:numId="2" w16cid:durableId="1075512633">
    <w:abstractNumId w:val="3"/>
  </w:num>
  <w:num w:numId="3" w16cid:durableId="461189122">
    <w:abstractNumId w:val="14"/>
  </w:num>
  <w:num w:numId="4" w16cid:durableId="2118520102">
    <w:abstractNumId w:val="8"/>
  </w:num>
  <w:num w:numId="5" w16cid:durableId="2069262694">
    <w:abstractNumId w:val="12"/>
  </w:num>
  <w:num w:numId="6" w16cid:durableId="1376931566">
    <w:abstractNumId w:val="4"/>
  </w:num>
  <w:num w:numId="7" w16cid:durableId="1532959061">
    <w:abstractNumId w:val="7"/>
  </w:num>
  <w:num w:numId="8" w16cid:durableId="1485850948">
    <w:abstractNumId w:val="1"/>
  </w:num>
  <w:num w:numId="9" w16cid:durableId="614409169">
    <w:abstractNumId w:val="16"/>
  </w:num>
  <w:num w:numId="10" w16cid:durableId="1316572374">
    <w:abstractNumId w:val="10"/>
  </w:num>
  <w:num w:numId="11" w16cid:durableId="1784764275">
    <w:abstractNumId w:val="15"/>
  </w:num>
  <w:num w:numId="12" w16cid:durableId="691566788">
    <w:abstractNumId w:val="11"/>
  </w:num>
  <w:num w:numId="13" w16cid:durableId="387996627">
    <w:abstractNumId w:val="6"/>
  </w:num>
  <w:num w:numId="14" w16cid:durableId="454370560">
    <w:abstractNumId w:val="16"/>
  </w:num>
  <w:num w:numId="15" w16cid:durableId="2054110160">
    <w:abstractNumId w:val="9"/>
  </w:num>
  <w:num w:numId="16" w16cid:durableId="2110392686">
    <w:abstractNumId w:val="6"/>
  </w:num>
  <w:num w:numId="17" w16cid:durableId="446706940">
    <w:abstractNumId w:val="6"/>
  </w:num>
  <w:num w:numId="18" w16cid:durableId="1702627703">
    <w:abstractNumId w:val="6"/>
  </w:num>
  <w:num w:numId="19" w16cid:durableId="89815001">
    <w:abstractNumId w:val="6"/>
  </w:num>
  <w:num w:numId="20" w16cid:durableId="381909505">
    <w:abstractNumId w:val="6"/>
  </w:num>
  <w:num w:numId="21" w16cid:durableId="627053254">
    <w:abstractNumId w:val="6"/>
  </w:num>
  <w:num w:numId="22" w16cid:durableId="1010526066">
    <w:abstractNumId w:val="6"/>
  </w:num>
  <w:num w:numId="23" w16cid:durableId="1989555268">
    <w:abstractNumId w:val="6"/>
  </w:num>
  <w:num w:numId="24" w16cid:durableId="1388990314">
    <w:abstractNumId w:val="6"/>
  </w:num>
  <w:num w:numId="25" w16cid:durableId="278922498">
    <w:abstractNumId w:val="6"/>
  </w:num>
  <w:num w:numId="26" w16cid:durableId="1015575866">
    <w:abstractNumId w:val="6"/>
  </w:num>
  <w:num w:numId="27" w16cid:durableId="1470902791">
    <w:abstractNumId w:val="6"/>
  </w:num>
  <w:num w:numId="28" w16cid:durableId="398945890">
    <w:abstractNumId w:val="6"/>
  </w:num>
  <w:num w:numId="29" w16cid:durableId="2067143792">
    <w:abstractNumId w:val="12"/>
  </w:num>
  <w:num w:numId="30" w16cid:durableId="1364012836">
    <w:abstractNumId w:val="12"/>
  </w:num>
  <w:num w:numId="31" w16cid:durableId="1167132506">
    <w:abstractNumId w:val="12"/>
    <w:lvlOverride w:ilvl="0">
      <w:startOverride w:val="1"/>
    </w:lvlOverride>
  </w:num>
  <w:num w:numId="32" w16cid:durableId="293298336">
    <w:abstractNumId w:val="12"/>
  </w:num>
  <w:num w:numId="33" w16cid:durableId="1670981823">
    <w:abstractNumId w:val="12"/>
    <w:lvlOverride w:ilvl="0">
      <w:startOverride w:val="1"/>
    </w:lvlOverride>
  </w:num>
  <w:num w:numId="34" w16cid:durableId="827208759">
    <w:abstractNumId w:val="12"/>
    <w:lvlOverride w:ilvl="0">
      <w:startOverride w:val="1"/>
    </w:lvlOverride>
  </w:num>
  <w:num w:numId="35" w16cid:durableId="1325812801">
    <w:abstractNumId w:val="14"/>
    <w:lvlOverride w:ilvl="0">
      <w:startOverride w:val="1"/>
    </w:lvlOverride>
  </w:num>
  <w:num w:numId="36" w16cid:durableId="2091731343">
    <w:abstractNumId w:val="14"/>
  </w:num>
  <w:num w:numId="37" w16cid:durableId="1996758975">
    <w:abstractNumId w:val="14"/>
    <w:lvlOverride w:ilvl="0">
      <w:startOverride w:val="1"/>
    </w:lvlOverride>
  </w:num>
  <w:num w:numId="38" w16cid:durableId="293949475">
    <w:abstractNumId w:val="14"/>
  </w:num>
  <w:num w:numId="39" w16cid:durableId="1024021918">
    <w:abstractNumId w:val="14"/>
    <w:lvlOverride w:ilvl="0">
      <w:startOverride w:val="1"/>
    </w:lvlOverride>
  </w:num>
  <w:num w:numId="40" w16cid:durableId="1998730594">
    <w:abstractNumId w:val="14"/>
    <w:lvlOverride w:ilvl="0">
      <w:startOverride w:val="1"/>
    </w:lvlOverride>
  </w:num>
  <w:num w:numId="41" w16cid:durableId="2116973334">
    <w:abstractNumId w:val="14"/>
    <w:lvlOverride w:ilvl="0">
      <w:startOverride w:val="1"/>
    </w:lvlOverride>
  </w:num>
  <w:num w:numId="42" w16cid:durableId="1281836446">
    <w:abstractNumId w:val="14"/>
  </w:num>
  <w:num w:numId="43" w16cid:durableId="1708411455">
    <w:abstractNumId w:val="14"/>
  </w:num>
  <w:num w:numId="44" w16cid:durableId="854421274">
    <w:abstractNumId w:val="2"/>
  </w:num>
  <w:num w:numId="45" w16cid:durableId="830296297">
    <w:abstractNumId w:val="0"/>
  </w:num>
  <w:num w:numId="46" w16cid:durableId="1012534884">
    <w:abstractNumId w:val="13"/>
  </w:num>
  <w:num w:numId="47" w16cid:durableId="14231815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40C0C"/>
    <w:rsid w:val="000434D7"/>
    <w:rsid w:val="00066FED"/>
    <w:rsid w:val="0007014A"/>
    <w:rsid w:val="00075EA6"/>
    <w:rsid w:val="0007709F"/>
    <w:rsid w:val="000834B6"/>
    <w:rsid w:val="00086F62"/>
    <w:rsid w:val="00090674"/>
    <w:rsid w:val="0009320B"/>
    <w:rsid w:val="00096AE0"/>
    <w:rsid w:val="000B1B74"/>
    <w:rsid w:val="000B3A2D"/>
    <w:rsid w:val="000B49C0"/>
    <w:rsid w:val="000B6E97"/>
    <w:rsid w:val="000E382F"/>
    <w:rsid w:val="000E75CD"/>
    <w:rsid w:val="001036BA"/>
    <w:rsid w:val="001146DC"/>
    <w:rsid w:val="00114AB1"/>
    <w:rsid w:val="00115E23"/>
    <w:rsid w:val="001230FF"/>
    <w:rsid w:val="00130BD7"/>
    <w:rsid w:val="00155B67"/>
    <w:rsid w:val="001562AF"/>
    <w:rsid w:val="00161A5B"/>
    <w:rsid w:val="0016385D"/>
    <w:rsid w:val="0016782F"/>
    <w:rsid w:val="001937E9"/>
    <w:rsid w:val="001964E5"/>
    <w:rsid w:val="001A47A9"/>
    <w:rsid w:val="001B263B"/>
    <w:rsid w:val="001B476A"/>
    <w:rsid w:val="001C661D"/>
    <w:rsid w:val="001C764F"/>
    <w:rsid w:val="001C7BB3"/>
    <w:rsid w:val="001D469C"/>
    <w:rsid w:val="001F48E6"/>
    <w:rsid w:val="0021619E"/>
    <w:rsid w:val="0023171B"/>
    <w:rsid w:val="00236BFC"/>
    <w:rsid w:val="00237437"/>
    <w:rsid w:val="00243AA0"/>
    <w:rsid w:val="002502FD"/>
    <w:rsid w:val="00272060"/>
    <w:rsid w:val="00272E8A"/>
    <w:rsid w:val="00274622"/>
    <w:rsid w:val="00285D24"/>
    <w:rsid w:val="00290390"/>
    <w:rsid w:val="002915D3"/>
    <w:rsid w:val="002924DB"/>
    <w:rsid w:val="002941DA"/>
    <w:rsid w:val="002B5648"/>
    <w:rsid w:val="002E3C35"/>
    <w:rsid w:val="002F5298"/>
    <w:rsid w:val="002F6CF6"/>
    <w:rsid w:val="00326AE0"/>
    <w:rsid w:val="00337E4F"/>
    <w:rsid w:val="00340C36"/>
    <w:rsid w:val="00346A9D"/>
    <w:rsid w:val="003815AF"/>
    <w:rsid w:val="0039376F"/>
    <w:rsid w:val="003A287B"/>
    <w:rsid w:val="003A5C85"/>
    <w:rsid w:val="003A61B1"/>
    <w:rsid w:val="003B0050"/>
    <w:rsid w:val="003D6312"/>
    <w:rsid w:val="003E7C74"/>
    <w:rsid w:val="003F31C6"/>
    <w:rsid w:val="0040225B"/>
    <w:rsid w:val="00402DA2"/>
    <w:rsid w:val="00425AC2"/>
    <w:rsid w:val="00432783"/>
    <w:rsid w:val="0044771F"/>
    <w:rsid w:val="004B151D"/>
    <w:rsid w:val="004C7243"/>
    <w:rsid w:val="004D0B86"/>
    <w:rsid w:val="004E21DE"/>
    <w:rsid w:val="004E3C57"/>
    <w:rsid w:val="004E3CB2"/>
    <w:rsid w:val="0050115E"/>
    <w:rsid w:val="00525813"/>
    <w:rsid w:val="0053513F"/>
    <w:rsid w:val="00551DE9"/>
    <w:rsid w:val="00574405"/>
    <w:rsid w:val="005814F1"/>
    <w:rsid w:val="005854B0"/>
    <w:rsid w:val="0058675E"/>
    <w:rsid w:val="005A0E21"/>
    <w:rsid w:val="005B3A34"/>
    <w:rsid w:val="005D2DFF"/>
    <w:rsid w:val="005D49AF"/>
    <w:rsid w:val="005E415C"/>
    <w:rsid w:val="005E71ED"/>
    <w:rsid w:val="005E7946"/>
    <w:rsid w:val="005F7475"/>
    <w:rsid w:val="00611299"/>
    <w:rsid w:val="00613B4D"/>
    <w:rsid w:val="00616365"/>
    <w:rsid w:val="00616F3B"/>
    <w:rsid w:val="006249A7"/>
    <w:rsid w:val="0064225B"/>
    <w:rsid w:val="006763F9"/>
    <w:rsid w:val="00676F6D"/>
    <w:rsid w:val="006949BC"/>
    <w:rsid w:val="006D1229"/>
    <w:rsid w:val="006D372F"/>
    <w:rsid w:val="006D7A18"/>
    <w:rsid w:val="006E180B"/>
    <w:rsid w:val="006E4474"/>
    <w:rsid w:val="00701388"/>
    <w:rsid w:val="00723B7F"/>
    <w:rsid w:val="00725861"/>
    <w:rsid w:val="007263FC"/>
    <w:rsid w:val="0073393A"/>
    <w:rsid w:val="0073539D"/>
    <w:rsid w:val="0074691C"/>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63A66"/>
    <w:rsid w:val="008930E4"/>
    <w:rsid w:val="00893821"/>
    <w:rsid w:val="008A7B9C"/>
    <w:rsid w:val="008B39FA"/>
    <w:rsid w:val="008B4754"/>
    <w:rsid w:val="008E6A7A"/>
    <w:rsid w:val="008F1038"/>
    <w:rsid w:val="008F7046"/>
    <w:rsid w:val="009005FC"/>
    <w:rsid w:val="00922E5A"/>
    <w:rsid w:val="00943315"/>
    <w:rsid w:val="00946C27"/>
    <w:rsid w:val="0096628E"/>
    <w:rsid w:val="0099717D"/>
    <w:rsid w:val="009A4F3D"/>
    <w:rsid w:val="009B696B"/>
    <w:rsid w:val="009B7671"/>
    <w:rsid w:val="009D7CC5"/>
    <w:rsid w:val="009E5BA1"/>
    <w:rsid w:val="009F056E"/>
    <w:rsid w:val="00A21889"/>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AF7C62"/>
    <w:rsid w:val="00B00415"/>
    <w:rsid w:val="00B03C2A"/>
    <w:rsid w:val="00B1000D"/>
    <w:rsid w:val="00B10134"/>
    <w:rsid w:val="00B160B0"/>
    <w:rsid w:val="00B16BFE"/>
    <w:rsid w:val="00B500E5"/>
    <w:rsid w:val="00B570D4"/>
    <w:rsid w:val="00B612D1"/>
    <w:rsid w:val="00BA39BB"/>
    <w:rsid w:val="00BA3B3D"/>
    <w:rsid w:val="00BB7EEA"/>
    <w:rsid w:val="00BD1909"/>
    <w:rsid w:val="00BD439B"/>
    <w:rsid w:val="00BE5E16"/>
    <w:rsid w:val="00BE5FD1"/>
    <w:rsid w:val="00C06E05"/>
    <w:rsid w:val="00C14B14"/>
    <w:rsid w:val="00C17370"/>
    <w:rsid w:val="00C17C7D"/>
    <w:rsid w:val="00C2054D"/>
    <w:rsid w:val="00C252EB"/>
    <w:rsid w:val="00C26EC0"/>
    <w:rsid w:val="00C317F6"/>
    <w:rsid w:val="00C56C77"/>
    <w:rsid w:val="00C84923"/>
    <w:rsid w:val="00C9587F"/>
    <w:rsid w:val="00CB7B3E"/>
    <w:rsid w:val="00CC739D"/>
    <w:rsid w:val="00D04468"/>
    <w:rsid w:val="00D30640"/>
    <w:rsid w:val="00D36257"/>
    <w:rsid w:val="00D4687E"/>
    <w:rsid w:val="00D53A12"/>
    <w:rsid w:val="00D5682A"/>
    <w:rsid w:val="00D87E2A"/>
    <w:rsid w:val="00DA667B"/>
    <w:rsid w:val="00DB0C43"/>
    <w:rsid w:val="00DB2856"/>
    <w:rsid w:val="00DE3354"/>
    <w:rsid w:val="00DF7DCD"/>
    <w:rsid w:val="00E4484C"/>
    <w:rsid w:val="00E50B7D"/>
    <w:rsid w:val="00E80762"/>
    <w:rsid w:val="00E904A1"/>
    <w:rsid w:val="00E975B5"/>
    <w:rsid w:val="00EA0668"/>
    <w:rsid w:val="00EB7D28"/>
    <w:rsid w:val="00EC0D0C"/>
    <w:rsid w:val="00ED46BA"/>
    <w:rsid w:val="00ED4A2C"/>
    <w:rsid w:val="00EF1A6E"/>
    <w:rsid w:val="00EF6940"/>
    <w:rsid w:val="00F2044A"/>
    <w:rsid w:val="00F20BFC"/>
    <w:rsid w:val="00F24D5F"/>
    <w:rsid w:val="00F33CD7"/>
    <w:rsid w:val="00F726C3"/>
    <w:rsid w:val="00F820CA"/>
    <w:rsid w:val="00F8554C"/>
    <w:rsid w:val="00F95F82"/>
    <w:rsid w:val="00F97A90"/>
    <w:rsid w:val="00FC2F35"/>
    <w:rsid w:val="00FC3FD7"/>
    <w:rsid w:val="00FD1FC6"/>
    <w:rsid w:val="00FD5C05"/>
    <w:rsid w:val="00FE5869"/>
    <w:rsid w:val="00FF262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typography-modulelvnit">
    <w:name w:val="typography-module__lvnit"/>
    <w:basedOn w:val="DefaultParagraphFont"/>
    <w:rsid w:val="0007014A"/>
  </w:style>
  <w:style w:type="character" w:customStyle="1" w:styleId="highlight-modulemmpyy">
    <w:name w:val="highlight-module__mmpyy"/>
    <w:basedOn w:val="DefaultParagraphFont"/>
    <w:rsid w:val="0007014A"/>
  </w:style>
  <w:style w:type="character" w:customStyle="1" w:styleId="list-title">
    <w:name w:val="list-title"/>
    <w:basedOn w:val="DefaultParagraphFont"/>
    <w:rsid w:val="0007014A"/>
  </w:style>
  <w:style w:type="character" w:customStyle="1" w:styleId="react-xocs-alternative-link">
    <w:name w:val="react-xocs-alternative-link"/>
    <w:basedOn w:val="DefaultParagraphFont"/>
    <w:rsid w:val="0007014A"/>
  </w:style>
  <w:style w:type="character" w:customStyle="1" w:styleId="given-name">
    <w:name w:val="given-name"/>
    <w:basedOn w:val="DefaultParagraphFont"/>
    <w:rsid w:val="0007014A"/>
  </w:style>
  <w:style w:type="character" w:customStyle="1" w:styleId="text">
    <w:name w:val="text"/>
    <w:basedOn w:val="DefaultParagraphFont"/>
    <w:rsid w:val="0007014A"/>
  </w:style>
  <w:style w:type="character" w:customStyle="1" w:styleId="name">
    <w:name w:val="name"/>
    <w:basedOn w:val="DefaultParagraphFont"/>
    <w:rsid w:val="0007014A"/>
  </w:style>
  <w:style w:type="character" w:customStyle="1" w:styleId="highlighthighlightpbr3q">
    <w:name w:val="highlight_highlight__pbr3q"/>
    <w:basedOn w:val="DefaultParagraphFont"/>
    <w:rsid w:val="0007014A"/>
  </w:style>
  <w:style w:type="character" w:customStyle="1" w:styleId="app-article-mastheadjournal-title">
    <w:name w:val="app-article-masthead__journal-title"/>
    <w:basedOn w:val="DefaultParagraphFont"/>
    <w:rsid w:val="0007014A"/>
  </w:style>
  <w:style w:type="character" w:customStyle="1" w:styleId="nowrap">
    <w:name w:val="nowrap"/>
    <w:basedOn w:val="DefaultParagraphFont"/>
    <w:rsid w:val="0007014A"/>
  </w:style>
  <w:style w:type="paragraph" w:styleId="Header">
    <w:name w:val="header"/>
    <w:basedOn w:val="Normal"/>
    <w:link w:val="HeaderChar"/>
    <w:unhideWhenUsed/>
    <w:rsid w:val="00A21889"/>
    <w:pPr>
      <w:tabs>
        <w:tab w:val="center" w:pos="4680"/>
        <w:tab w:val="right" w:pos="9360"/>
      </w:tabs>
    </w:pPr>
  </w:style>
  <w:style w:type="character" w:customStyle="1" w:styleId="HeaderChar">
    <w:name w:val="Header Char"/>
    <w:basedOn w:val="DefaultParagraphFont"/>
    <w:link w:val="Header"/>
    <w:rsid w:val="00A21889"/>
    <w:rPr>
      <w:sz w:val="24"/>
      <w:lang w:val="en-US" w:eastAsia="en-US"/>
    </w:rPr>
  </w:style>
  <w:style w:type="paragraph" w:styleId="Footer">
    <w:name w:val="footer"/>
    <w:basedOn w:val="Normal"/>
    <w:link w:val="FooterChar"/>
    <w:unhideWhenUsed/>
    <w:rsid w:val="00A21889"/>
    <w:pPr>
      <w:tabs>
        <w:tab w:val="center" w:pos="4680"/>
        <w:tab w:val="right" w:pos="9360"/>
      </w:tabs>
    </w:pPr>
  </w:style>
  <w:style w:type="character" w:customStyle="1" w:styleId="FooterChar">
    <w:name w:val="Footer Char"/>
    <w:basedOn w:val="DefaultParagraphFont"/>
    <w:link w:val="Footer"/>
    <w:rsid w:val="00A2188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chart" Target="charts/chart3.xml"/><Relationship Id="rId26" Type="http://schemas.openxmlformats.org/officeDocument/2006/relationships/hyperlink" Target="https://www.scopus.com/record/display.uri?eid=2-s2.0-85070654629&amp;origin=recordpage" TargetMode="External"/><Relationship Id="rId39" Type="http://schemas.openxmlformats.org/officeDocument/2006/relationships/hyperlink" Target="https://www.scopus.com/authid/detail.uri?authorId=35209524900" TargetMode="External"/><Relationship Id="rId21" Type="http://schemas.openxmlformats.org/officeDocument/2006/relationships/hyperlink" Target="https://www.sciencedirect.com/journal/arabian-journal-of-chemistry" TargetMode="External"/><Relationship Id="rId34" Type="http://schemas.openxmlformats.org/officeDocument/2006/relationships/hyperlink" Target="https://www.sciencedirect.com/journal/results-in-materials" TargetMode="External"/><Relationship Id="rId42" Type="http://schemas.openxmlformats.org/officeDocument/2006/relationships/hyperlink" Target="https://www.scopus.com/sourceid/21100856121?origin=resultslist" TargetMode="External"/><Relationship Id="rId47" Type="http://schemas.openxmlformats.org/officeDocument/2006/relationships/hyperlink" Target="https://www.scopus.com/authid/detail.uri?authorId=57214778087" TargetMode="External"/><Relationship Id="rId50" Type="http://schemas.openxmlformats.org/officeDocument/2006/relationships/hyperlink" Target="https://www.scopus.com/record/display.uri?eid=2-s2.0-85180620967&amp;origin=recordpag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2.xml"/><Relationship Id="rId29" Type="http://schemas.openxmlformats.org/officeDocument/2006/relationships/hyperlink" Target="https://www.scopus.com/authid/detail.uri?authorId=57202467742" TargetMode="External"/><Relationship Id="rId11" Type="http://schemas.openxmlformats.org/officeDocument/2006/relationships/image" Target="media/image1.jpeg"/><Relationship Id="rId24" Type="http://schemas.openxmlformats.org/officeDocument/2006/relationships/hyperlink" Target="https://www.scopus.com/authid/detail.uri?authorId=57202467742" TargetMode="External"/><Relationship Id="rId32" Type="http://schemas.openxmlformats.org/officeDocument/2006/relationships/hyperlink" Target="https://www.sciencedirect.com/journal/materials-research-bulletin" TargetMode="External"/><Relationship Id="rId37" Type="http://schemas.openxmlformats.org/officeDocument/2006/relationships/hyperlink" Target="https://www.sciencedirect.com/journal/hybrid-advances/vol/6/suppl/C" TargetMode="External"/><Relationship Id="rId40" Type="http://schemas.openxmlformats.org/officeDocument/2006/relationships/hyperlink" Target="https://www.scopus.com/authid/detail.uri?authorId=57215829999" TargetMode="External"/><Relationship Id="rId45" Type="http://schemas.openxmlformats.org/officeDocument/2006/relationships/hyperlink" Target="https://www.scopus.com/authid/detail.uri?authorId=57202467742" TargetMode="External"/><Relationship Id="rId53" Type="http://schemas.openxmlformats.org/officeDocument/2006/relationships/hyperlink" Target="https://link.springer.com/journal/10008"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hyperlink" Target="https://www.scopus.com/authid/detail.uri?authorId=57202467742" TargetMode="External"/><Relationship Id="rId44" Type="http://schemas.openxmlformats.org/officeDocument/2006/relationships/hyperlink" Target="https://www.scopus.com/authid/detail.uri?authorId=57208111404" TargetMode="External"/><Relationship Id="rId52" Type="http://schemas.openxmlformats.org/officeDocument/2006/relationships/hyperlink" Target="https://www.sciencedirect.com/journal/measurement/vol/237/suppl/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sciencedirect.com/journal/arabian-journal-of-chemistry/vol/16/issue/4" TargetMode="External"/><Relationship Id="rId27" Type="http://schemas.openxmlformats.org/officeDocument/2006/relationships/hyperlink" Target="https://www.scopus.com/authid/detail.uri?authorId=10143906300" TargetMode="External"/><Relationship Id="rId30" Type="http://schemas.openxmlformats.org/officeDocument/2006/relationships/hyperlink" Target="https://www.scopus.com/record/display.uri?eid=2-s2.0-27644509253&amp;origin=recordpage" TargetMode="External"/><Relationship Id="rId35" Type="http://schemas.openxmlformats.org/officeDocument/2006/relationships/hyperlink" Target="https://www.sciencedirect.com/journal/results-in-materials/vol/24/suppl/C" TargetMode="External"/><Relationship Id="rId43" Type="http://schemas.openxmlformats.org/officeDocument/2006/relationships/hyperlink" Target="https://www.scopus.com/authid/detail.uri?authorId=57209455324" TargetMode="External"/><Relationship Id="rId48" Type="http://schemas.openxmlformats.org/officeDocument/2006/relationships/hyperlink" Target="https://www.scopus.com/authid/detail.uri?authorId=57202467742" TargetMode="External"/><Relationship Id="rId8" Type="http://schemas.openxmlformats.org/officeDocument/2006/relationships/webSettings" Target="webSettings.xml"/><Relationship Id="rId51" Type="http://schemas.openxmlformats.org/officeDocument/2006/relationships/hyperlink" Target="https://www.scopus.com/sourceid/26916?origin=resultslist" TargetMode="External"/><Relationship Id="rId3" Type="http://schemas.openxmlformats.org/officeDocument/2006/relationships/customXml" Target="../customXml/item3.xml"/><Relationship Id="rId12" Type="http://schemas.openxmlformats.org/officeDocument/2006/relationships/chart" Target="charts/chart1.xml"/><Relationship Id="rId17" Type="http://schemas.openxmlformats.org/officeDocument/2006/relationships/image" Target="media/image4.png"/><Relationship Id="rId25" Type="http://schemas.openxmlformats.org/officeDocument/2006/relationships/hyperlink" Target="https://www.scopus.com/authid/detail.uri?authorId=57210413229" TargetMode="External"/><Relationship Id="rId33" Type="http://schemas.openxmlformats.org/officeDocument/2006/relationships/hyperlink" Target="https://www.sciencedirect.com/journal/materials-research-bulletin/vol/170/suppl/C" TargetMode="External"/><Relationship Id="rId38" Type="http://schemas.openxmlformats.org/officeDocument/2006/relationships/hyperlink" Target="https://www.scopus.com/authid/detail.uri?authorId=57209504415" TargetMode="External"/><Relationship Id="rId46" Type="http://schemas.openxmlformats.org/officeDocument/2006/relationships/hyperlink" Target="https://www.scopus.com/record/display.uri?eid=2-s2.0-85086001066&amp;origin=recordpage" TargetMode="External"/><Relationship Id="rId20" Type="http://schemas.openxmlformats.org/officeDocument/2006/relationships/image" Target="media/image5.png"/><Relationship Id="rId41" Type="http://schemas.openxmlformats.org/officeDocument/2006/relationships/hyperlink" Target="https://www.scopus.com/record/display.uri?eid=2-s2.0-85082014292&amp;origin=recordpag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07/relationships/hdphoto" Target="media/hdphoto1.wdp"/><Relationship Id="rId23" Type="http://schemas.openxmlformats.org/officeDocument/2006/relationships/hyperlink" Target="https://www.scopus.com/authid/detail.uri?authorId=54793528900" TargetMode="External"/><Relationship Id="rId28" Type="http://schemas.openxmlformats.org/officeDocument/2006/relationships/hyperlink" Target="https://www.scopus.com/authid/detail.uri?authorId=9044828200" TargetMode="External"/><Relationship Id="rId36" Type="http://schemas.openxmlformats.org/officeDocument/2006/relationships/hyperlink" Target="https://www.sciencedirect.com/journal/hybrid-advances" TargetMode="External"/><Relationship Id="rId49" Type="http://schemas.openxmlformats.org/officeDocument/2006/relationships/hyperlink" Target="https://www.scopus.com/authid/detail.uri?authorId=588345273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L\AppData\Local\Temp\Rar$DIa17756.22530\CuO.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L\Desktop\&#1602;&#1610;&#1575;&#1587;&#1575;&#1578;%20&#1594;&#1575;&#1583;&#1577;\&#1576;&#1591;&#1585;&#1610;&#1602;&#1577;%20&#1575;&#1604;&#1576;&#1604;&#1575;&#1586;&#1605;&#1575;\&#1575;&#1604;&#1582;&#1589;&#1575;&#1574;&#1589;%20&#1575;&#1604;&#1576;&#1589;&#1585;&#1610;&#1577;\Eg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AL\Desktop\&#1602;&#1610;&#1575;&#1587;&#1575;&#1578;%20&#1594;&#1575;&#1583;&#1577;\&#1575;&#1604;&#1582;&#1604;&#1575;&#1610;&#1575;%20&#1575;&#1604;&#1588;&#1605;&#1587;&#1610;&#1577;\&#1591;&#1585;&#1610;&#1602;&#1577;%20&#1575;&#1604;&#1576;&#1604;&#1575;&#1586;&#1605;&#1575;%20&#1605;&#1593;%20&#1575;&#1608;&#1603;&#1587;&#1610;&#1583;%20&#1575;&#1604;&#1582;&#1575;&#1585;&#1589;&#1610;&#1606;.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AL\Desktop\&#1602;&#1610;&#1575;&#1587;&#1575;&#1578;%20&#1594;&#1575;&#1583;&#1577;\&#1575;&#1604;&#1582;&#1604;&#1575;&#1610;&#1575;%20&#1575;&#1604;&#1588;&#1605;&#1587;&#1610;&#1577;\&#1591;&#1585;&#1610;&#1602;&#1577;%20&#1575;&#1604;&#1576;&#1604;&#1575;&#1586;&#1605;&#1575;%20&#1605;&#1593;%20&#1575;&#1608;&#1603;&#1587;&#1610;&#1583;%20&#1575;&#1604;&#1582;&#1575;&#1585;&#1589;&#1610;&#16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069634888316325"/>
          <c:y val="0.11980489563268108"/>
          <c:w val="0.69482861553061104"/>
          <c:h val="0.59382289660144461"/>
        </c:manualLayout>
      </c:layout>
      <c:scatterChart>
        <c:scatterStyle val="smoothMarker"/>
        <c:varyColors val="0"/>
        <c:ser>
          <c:idx val="0"/>
          <c:order val="0"/>
          <c:spPr>
            <a:ln w="19050" cap="rnd">
              <a:solidFill>
                <a:schemeClr val="accent1"/>
              </a:solidFill>
              <a:round/>
            </a:ln>
            <a:effectLst/>
          </c:spPr>
          <c:marker>
            <c:symbol val="none"/>
          </c:marker>
          <c:xVal>
            <c:numRef>
              <c:f>CuO!$A$1:$A$1397</c:f>
              <c:numCache>
                <c:formatCode>General</c:formatCode>
                <c:ptCount val="1397"/>
                <c:pt idx="0">
                  <c:v>10.193</c:v>
                </c:pt>
                <c:pt idx="1">
                  <c:v>10.243</c:v>
                </c:pt>
                <c:pt idx="2">
                  <c:v>10.293000000000001</c:v>
                </c:pt>
                <c:pt idx="3">
                  <c:v>10.343</c:v>
                </c:pt>
                <c:pt idx="4">
                  <c:v>10.393000000000002</c:v>
                </c:pt>
                <c:pt idx="5">
                  <c:v>10.443</c:v>
                </c:pt>
                <c:pt idx="6">
                  <c:v>10.493</c:v>
                </c:pt>
                <c:pt idx="7">
                  <c:v>10.543000000000001</c:v>
                </c:pt>
                <c:pt idx="8">
                  <c:v>10.593</c:v>
                </c:pt>
                <c:pt idx="9">
                  <c:v>10.643000000000001</c:v>
                </c:pt>
                <c:pt idx="10">
                  <c:v>10.693</c:v>
                </c:pt>
                <c:pt idx="11">
                  <c:v>10.743</c:v>
                </c:pt>
                <c:pt idx="12">
                  <c:v>10.793000000000001</c:v>
                </c:pt>
                <c:pt idx="13">
                  <c:v>10.843</c:v>
                </c:pt>
                <c:pt idx="14">
                  <c:v>10.893000000000002</c:v>
                </c:pt>
                <c:pt idx="15">
                  <c:v>10.943</c:v>
                </c:pt>
                <c:pt idx="16">
                  <c:v>10.993</c:v>
                </c:pt>
                <c:pt idx="17">
                  <c:v>11.043000000000001</c:v>
                </c:pt>
                <c:pt idx="18">
                  <c:v>11.093</c:v>
                </c:pt>
                <c:pt idx="19">
                  <c:v>11.143000000000001</c:v>
                </c:pt>
                <c:pt idx="20">
                  <c:v>11.193</c:v>
                </c:pt>
                <c:pt idx="21">
                  <c:v>11.243</c:v>
                </c:pt>
                <c:pt idx="22">
                  <c:v>11.293000000000001</c:v>
                </c:pt>
                <c:pt idx="23">
                  <c:v>11.343</c:v>
                </c:pt>
                <c:pt idx="24">
                  <c:v>11.393000000000002</c:v>
                </c:pt>
                <c:pt idx="25">
                  <c:v>11.443</c:v>
                </c:pt>
                <c:pt idx="26">
                  <c:v>11.493</c:v>
                </c:pt>
                <c:pt idx="27">
                  <c:v>11.543000000000001</c:v>
                </c:pt>
                <c:pt idx="28">
                  <c:v>11.593</c:v>
                </c:pt>
                <c:pt idx="29">
                  <c:v>11.643000000000001</c:v>
                </c:pt>
                <c:pt idx="30">
                  <c:v>11.693</c:v>
                </c:pt>
                <c:pt idx="31">
                  <c:v>11.743</c:v>
                </c:pt>
                <c:pt idx="32">
                  <c:v>11.793000000000001</c:v>
                </c:pt>
                <c:pt idx="33">
                  <c:v>11.843</c:v>
                </c:pt>
                <c:pt idx="34">
                  <c:v>11.893000000000002</c:v>
                </c:pt>
                <c:pt idx="35">
                  <c:v>11.943</c:v>
                </c:pt>
                <c:pt idx="36">
                  <c:v>11.993</c:v>
                </c:pt>
                <c:pt idx="37">
                  <c:v>12.043000000000001</c:v>
                </c:pt>
                <c:pt idx="38">
                  <c:v>12.093</c:v>
                </c:pt>
                <c:pt idx="39">
                  <c:v>12.143000000000001</c:v>
                </c:pt>
                <c:pt idx="40">
                  <c:v>12.193</c:v>
                </c:pt>
                <c:pt idx="41">
                  <c:v>12.243</c:v>
                </c:pt>
                <c:pt idx="42">
                  <c:v>12.293000000000001</c:v>
                </c:pt>
                <c:pt idx="43">
                  <c:v>12.343</c:v>
                </c:pt>
                <c:pt idx="44">
                  <c:v>12.393000000000002</c:v>
                </c:pt>
                <c:pt idx="45">
                  <c:v>12.443</c:v>
                </c:pt>
                <c:pt idx="46">
                  <c:v>12.493</c:v>
                </c:pt>
                <c:pt idx="47">
                  <c:v>12.543000000000001</c:v>
                </c:pt>
                <c:pt idx="48">
                  <c:v>12.593</c:v>
                </c:pt>
                <c:pt idx="49">
                  <c:v>12.643000000000001</c:v>
                </c:pt>
                <c:pt idx="50">
                  <c:v>12.693</c:v>
                </c:pt>
                <c:pt idx="51">
                  <c:v>12.743</c:v>
                </c:pt>
                <c:pt idx="52">
                  <c:v>12.793000000000001</c:v>
                </c:pt>
                <c:pt idx="53">
                  <c:v>12.843</c:v>
                </c:pt>
                <c:pt idx="54">
                  <c:v>12.893000000000002</c:v>
                </c:pt>
                <c:pt idx="55">
                  <c:v>12.943</c:v>
                </c:pt>
                <c:pt idx="56">
                  <c:v>12.993</c:v>
                </c:pt>
                <c:pt idx="57">
                  <c:v>13.043000000000001</c:v>
                </c:pt>
                <c:pt idx="58">
                  <c:v>13.093</c:v>
                </c:pt>
                <c:pt idx="59">
                  <c:v>13.143000000000001</c:v>
                </c:pt>
                <c:pt idx="60">
                  <c:v>13.193</c:v>
                </c:pt>
                <c:pt idx="61">
                  <c:v>13.243</c:v>
                </c:pt>
                <c:pt idx="62">
                  <c:v>13.293000000000001</c:v>
                </c:pt>
                <c:pt idx="63">
                  <c:v>13.343</c:v>
                </c:pt>
                <c:pt idx="64">
                  <c:v>13.393000000000002</c:v>
                </c:pt>
                <c:pt idx="65">
                  <c:v>13.443</c:v>
                </c:pt>
                <c:pt idx="66">
                  <c:v>13.493</c:v>
                </c:pt>
                <c:pt idx="67">
                  <c:v>13.543000000000001</c:v>
                </c:pt>
                <c:pt idx="68">
                  <c:v>13.593</c:v>
                </c:pt>
                <c:pt idx="69">
                  <c:v>13.643000000000001</c:v>
                </c:pt>
                <c:pt idx="70">
                  <c:v>13.693</c:v>
                </c:pt>
                <c:pt idx="71">
                  <c:v>13.743</c:v>
                </c:pt>
                <c:pt idx="72">
                  <c:v>13.793000000000001</c:v>
                </c:pt>
                <c:pt idx="73">
                  <c:v>13.843</c:v>
                </c:pt>
                <c:pt idx="74">
                  <c:v>13.893000000000002</c:v>
                </c:pt>
                <c:pt idx="75">
                  <c:v>13.943</c:v>
                </c:pt>
                <c:pt idx="76">
                  <c:v>13.993</c:v>
                </c:pt>
                <c:pt idx="77">
                  <c:v>14.043000000000001</c:v>
                </c:pt>
                <c:pt idx="78">
                  <c:v>14.093</c:v>
                </c:pt>
                <c:pt idx="79">
                  <c:v>14.143000000000001</c:v>
                </c:pt>
                <c:pt idx="80">
                  <c:v>14.193</c:v>
                </c:pt>
                <c:pt idx="81">
                  <c:v>14.243</c:v>
                </c:pt>
                <c:pt idx="82">
                  <c:v>14.293000000000001</c:v>
                </c:pt>
                <c:pt idx="83">
                  <c:v>14.343</c:v>
                </c:pt>
                <c:pt idx="84">
                  <c:v>14.393000000000002</c:v>
                </c:pt>
                <c:pt idx="85">
                  <c:v>14.443</c:v>
                </c:pt>
                <c:pt idx="86">
                  <c:v>14.493</c:v>
                </c:pt>
                <c:pt idx="87">
                  <c:v>14.543000000000001</c:v>
                </c:pt>
                <c:pt idx="88">
                  <c:v>14.593</c:v>
                </c:pt>
                <c:pt idx="89">
                  <c:v>14.643000000000001</c:v>
                </c:pt>
                <c:pt idx="90">
                  <c:v>14.693</c:v>
                </c:pt>
                <c:pt idx="91">
                  <c:v>14.743</c:v>
                </c:pt>
                <c:pt idx="92">
                  <c:v>14.793000000000001</c:v>
                </c:pt>
                <c:pt idx="93">
                  <c:v>14.843</c:v>
                </c:pt>
                <c:pt idx="94">
                  <c:v>14.893000000000002</c:v>
                </c:pt>
                <c:pt idx="95">
                  <c:v>14.943</c:v>
                </c:pt>
                <c:pt idx="96">
                  <c:v>14.993</c:v>
                </c:pt>
                <c:pt idx="97">
                  <c:v>15.043000000000001</c:v>
                </c:pt>
                <c:pt idx="98">
                  <c:v>15.093</c:v>
                </c:pt>
                <c:pt idx="99">
                  <c:v>15.143000000000001</c:v>
                </c:pt>
                <c:pt idx="100">
                  <c:v>15.193</c:v>
                </c:pt>
                <c:pt idx="101">
                  <c:v>15.243</c:v>
                </c:pt>
                <c:pt idx="102">
                  <c:v>15.293000000000001</c:v>
                </c:pt>
                <c:pt idx="103">
                  <c:v>15.343</c:v>
                </c:pt>
                <c:pt idx="104">
                  <c:v>15.393000000000002</c:v>
                </c:pt>
                <c:pt idx="105">
                  <c:v>15.443</c:v>
                </c:pt>
                <c:pt idx="106">
                  <c:v>15.493</c:v>
                </c:pt>
                <c:pt idx="107">
                  <c:v>15.543000000000001</c:v>
                </c:pt>
                <c:pt idx="108">
                  <c:v>15.593</c:v>
                </c:pt>
                <c:pt idx="109">
                  <c:v>15.643000000000001</c:v>
                </c:pt>
                <c:pt idx="110">
                  <c:v>15.693</c:v>
                </c:pt>
                <c:pt idx="111">
                  <c:v>15.743</c:v>
                </c:pt>
                <c:pt idx="112">
                  <c:v>15.793000000000001</c:v>
                </c:pt>
                <c:pt idx="113">
                  <c:v>15.843</c:v>
                </c:pt>
                <c:pt idx="114">
                  <c:v>15.893000000000002</c:v>
                </c:pt>
                <c:pt idx="115">
                  <c:v>15.943</c:v>
                </c:pt>
                <c:pt idx="116">
                  <c:v>15.993</c:v>
                </c:pt>
                <c:pt idx="117">
                  <c:v>16.042999999999989</c:v>
                </c:pt>
                <c:pt idx="118">
                  <c:v>16.093</c:v>
                </c:pt>
                <c:pt idx="119">
                  <c:v>16.143000000000001</c:v>
                </c:pt>
                <c:pt idx="120">
                  <c:v>16.193000000000001</c:v>
                </c:pt>
                <c:pt idx="121">
                  <c:v>16.242999999999974</c:v>
                </c:pt>
                <c:pt idx="122">
                  <c:v>16.292999999999989</c:v>
                </c:pt>
                <c:pt idx="123">
                  <c:v>16.343</c:v>
                </c:pt>
                <c:pt idx="124">
                  <c:v>16.393000000000001</c:v>
                </c:pt>
                <c:pt idx="125">
                  <c:v>16.442999999999973</c:v>
                </c:pt>
                <c:pt idx="126">
                  <c:v>16.492999999999974</c:v>
                </c:pt>
                <c:pt idx="127">
                  <c:v>16.542999999999989</c:v>
                </c:pt>
                <c:pt idx="128">
                  <c:v>16.593</c:v>
                </c:pt>
                <c:pt idx="129">
                  <c:v>16.643000000000001</c:v>
                </c:pt>
                <c:pt idx="130">
                  <c:v>16.693000000000001</c:v>
                </c:pt>
                <c:pt idx="131">
                  <c:v>16.742999999999974</c:v>
                </c:pt>
                <c:pt idx="132">
                  <c:v>16.792999999999989</c:v>
                </c:pt>
                <c:pt idx="133">
                  <c:v>16.843</c:v>
                </c:pt>
                <c:pt idx="134">
                  <c:v>16.893000000000001</c:v>
                </c:pt>
                <c:pt idx="135">
                  <c:v>16.942999999999973</c:v>
                </c:pt>
                <c:pt idx="136">
                  <c:v>16.992999999999974</c:v>
                </c:pt>
                <c:pt idx="137">
                  <c:v>17.042999999999989</c:v>
                </c:pt>
                <c:pt idx="138">
                  <c:v>17.093</c:v>
                </c:pt>
                <c:pt idx="139">
                  <c:v>17.143000000000001</c:v>
                </c:pt>
                <c:pt idx="140">
                  <c:v>17.193000000000001</c:v>
                </c:pt>
                <c:pt idx="141">
                  <c:v>17.242999999999974</c:v>
                </c:pt>
                <c:pt idx="142">
                  <c:v>17.292999999999989</c:v>
                </c:pt>
                <c:pt idx="143">
                  <c:v>17.343</c:v>
                </c:pt>
                <c:pt idx="144">
                  <c:v>17.393000000000001</c:v>
                </c:pt>
                <c:pt idx="145">
                  <c:v>17.442999999999973</c:v>
                </c:pt>
                <c:pt idx="146">
                  <c:v>17.492999999999974</c:v>
                </c:pt>
                <c:pt idx="147">
                  <c:v>17.542999999999989</c:v>
                </c:pt>
                <c:pt idx="148">
                  <c:v>17.593</c:v>
                </c:pt>
                <c:pt idx="149">
                  <c:v>17.643000000000001</c:v>
                </c:pt>
                <c:pt idx="150">
                  <c:v>17.693000000000001</c:v>
                </c:pt>
                <c:pt idx="151">
                  <c:v>17.742999999999974</c:v>
                </c:pt>
                <c:pt idx="152">
                  <c:v>17.792999999999989</c:v>
                </c:pt>
                <c:pt idx="153">
                  <c:v>17.843</c:v>
                </c:pt>
                <c:pt idx="154">
                  <c:v>17.893000000000001</c:v>
                </c:pt>
                <c:pt idx="155">
                  <c:v>17.942999999999973</c:v>
                </c:pt>
                <c:pt idx="156">
                  <c:v>17.992999999999974</c:v>
                </c:pt>
                <c:pt idx="157">
                  <c:v>18.042999999999989</c:v>
                </c:pt>
                <c:pt idx="158">
                  <c:v>18.093</c:v>
                </c:pt>
                <c:pt idx="159">
                  <c:v>18.143000000000001</c:v>
                </c:pt>
                <c:pt idx="160">
                  <c:v>18.193000000000001</c:v>
                </c:pt>
                <c:pt idx="161">
                  <c:v>18.242999999999974</c:v>
                </c:pt>
                <c:pt idx="162">
                  <c:v>18.292999999999989</c:v>
                </c:pt>
                <c:pt idx="163">
                  <c:v>18.343</c:v>
                </c:pt>
                <c:pt idx="164">
                  <c:v>18.393000000000001</c:v>
                </c:pt>
                <c:pt idx="165">
                  <c:v>18.442999999999973</c:v>
                </c:pt>
                <c:pt idx="166">
                  <c:v>18.492999999999974</c:v>
                </c:pt>
                <c:pt idx="167">
                  <c:v>18.542999999999989</c:v>
                </c:pt>
                <c:pt idx="168">
                  <c:v>18.593</c:v>
                </c:pt>
                <c:pt idx="169">
                  <c:v>18.643000000000001</c:v>
                </c:pt>
                <c:pt idx="170">
                  <c:v>18.693000000000001</c:v>
                </c:pt>
                <c:pt idx="171">
                  <c:v>18.742999999999974</c:v>
                </c:pt>
                <c:pt idx="172">
                  <c:v>18.792999999999989</c:v>
                </c:pt>
                <c:pt idx="173">
                  <c:v>18.843</c:v>
                </c:pt>
                <c:pt idx="174">
                  <c:v>18.893000000000001</c:v>
                </c:pt>
                <c:pt idx="175">
                  <c:v>18.942999999999973</c:v>
                </c:pt>
                <c:pt idx="176">
                  <c:v>18.992999999999974</c:v>
                </c:pt>
                <c:pt idx="177">
                  <c:v>19.042999999999989</c:v>
                </c:pt>
                <c:pt idx="178">
                  <c:v>19.093</c:v>
                </c:pt>
                <c:pt idx="179">
                  <c:v>19.143000000000001</c:v>
                </c:pt>
                <c:pt idx="180">
                  <c:v>19.193000000000001</c:v>
                </c:pt>
                <c:pt idx="181">
                  <c:v>19.242999999999974</c:v>
                </c:pt>
                <c:pt idx="182">
                  <c:v>19.292999999999989</c:v>
                </c:pt>
                <c:pt idx="183">
                  <c:v>19.343</c:v>
                </c:pt>
                <c:pt idx="184">
                  <c:v>19.393000000000001</c:v>
                </c:pt>
                <c:pt idx="185">
                  <c:v>19.442999999999973</c:v>
                </c:pt>
                <c:pt idx="186">
                  <c:v>19.492999999999974</c:v>
                </c:pt>
                <c:pt idx="187">
                  <c:v>19.542999999999989</c:v>
                </c:pt>
                <c:pt idx="188">
                  <c:v>19.593</c:v>
                </c:pt>
                <c:pt idx="189">
                  <c:v>19.643000000000001</c:v>
                </c:pt>
                <c:pt idx="190">
                  <c:v>19.693000000000001</c:v>
                </c:pt>
                <c:pt idx="191">
                  <c:v>19.742999999999974</c:v>
                </c:pt>
                <c:pt idx="192">
                  <c:v>19.792999999999989</c:v>
                </c:pt>
                <c:pt idx="193">
                  <c:v>19.843</c:v>
                </c:pt>
                <c:pt idx="194">
                  <c:v>19.893000000000001</c:v>
                </c:pt>
                <c:pt idx="195">
                  <c:v>19.942999999999973</c:v>
                </c:pt>
                <c:pt idx="196">
                  <c:v>19.992999999999974</c:v>
                </c:pt>
                <c:pt idx="197">
                  <c:v>20.042999999999989</c:v>
                </c:pt>
                <c:pt idx="198">
                  <c:v>20.093</c:v>
                </c:pt>
                <c:pt idx="199">
                  <c:v>20.143000000000001</c:v>
                </c:pt>
                <c:pt idx="200">
                  <c:v>20.193000000000001</c:v>
                </c:pt>
                <c:pt idx="201">
                  <c:v>20.242999999999974</c:v>
                </c:pt>
                <c:pt idx="202">
                  <c:v>20.292999999999989</c:v>
                </c:pt>
                <c:pt idx="203">
                  <c:v>20.343</c:v>
                </c:pt>
                <c:pt idx="204">
                  <c:v>20.393000000000001</c:v>
                </c:pt>
                <c:pt idx="205">
                  <c:v>20.442999999999973</c:v>
                </c:pt>
                <c:pt idx="206">
                  <c:v>20.492999999999974</c:v>
                </c:pt>
                <c:pt idx="207">
                  <c:v>20.542999999999989</c:v>
                </c:pt>
                <c:pt idx="208">
                  <c:v>20.593</c:v>
                </c:pt>
                <c:pt idx="209">
                  <c:v>20.643000000000001</c:v>
                </c:pt>
                <c:pt idx="210">
                  <c:v>20.693000000000001</c:v>
                </c:pt>
                <c:pt idx="211">
                  <c:v>20.742999999999974</c:v>
                </c:pt>
                <c:pt idx="212">
                  <c:v>20.792999999999989</c:v>
                </c:pt>
                <c:pt idx="213">
                  <c:v>20.843</c:v>
                </c:pt>
                <c:pt idx="214">
                  <c:v>20.893000000000001</c:v>
                </c:pt>
                <c:pt idx="215">
                  <c:v>20.942999999999973</c:v>
                </c:pt>
                <c:pt idx="216">
                  <c:v>20.992999999999974</c:v>
                </c:pt>
                <c:pt idx="217">
                  <c:v>21.042999999999989</c:v>
                </c:pt>
                <c:pt idx="218">
                  <c:v>21.093</c:v>
                </c:pt>
                <c:pt idx="219">
                  <c:v>21.143000000000001</c:v>
                </c:pt>
                <c:pt idx="220">
                  <c:v>21.193000000000001</c:v>
                </c:pt>
                <c:pt idx="221">
                  <c:v>21.242999999999974</c:v>
                </c:pt>
                <c:pt idx="222">
                  <c:v>21.292999999999989</c:v>
                </c:pt>
                <c:pt idx="223">
                  <c:v>21.343</c:v>
                </c:pt>
                <c:pt idx="224">
                  <c:v>21.393000000000001</c:v>
                </c:pt>
                <c:pt idx="225">
                  <c:v>21.442999999999973</c:v>
                </c:pt>
                <c:pt idx="226">
                  <c:v>21.492999999999974</c:v>
                </c:pt>
                <c:pt idx="227">
                  <c:v>21.542999999999989</c:v>
                </c:pt>
                <c:pt idx="228">
                  <c:v>21.593</c:v>
                </c:pt>
                <c:pt idx="229">
                  <c:v>21.643000000000001</c:v>
                </c:pt>
                <c:pt idx="230">
                  <c:v>21.693000000000001</c:v>
                </c:pt>
                <c:pt idx="231">
                  <c:v>21.742999999999974</c:v>
                </c:pt>
                <c:pt idx="232">
                  <c:v>21.792999999999989</c:v>
                </c:pt>
                <c:pt idx="233">
                  <c:v>21.843</c:v>
                </c:pt>
                <c:pt idx="234">
                  <c:v>21.893000000000001</c:v>
                </c:pt>
                <c:pt idx="235">
                  <c:v>21.942999999999973</c:v>
                </c:pt>
                <c:pt idx="236">
                  <c:v>21.992999999999974</c:v>
                </c:pt>
                <c:pt idx="237">
                  <c:v>22.042999999999989</c:v>
                </c:pt>
                <c:pt idx="238">
                  <c:v>22.093</c:v>
                </c:pt>
                <c:pt idx="239">
                  <c:v>22.143000000000001</c:v>
                </c:pt>
                <c:pt idx="240">
                  <c:v>22.193000000000001</c:v>
                </c:pt>
                <c:pt idx="241">
                  <c:v>22.242999999999974</c:v>
                </c:pt>
                <c:pt idx="242">
                  <c:v>22.292999999999989</c:v>
                </c:pt>
                <c:pt idx="243">
                  <c:v>22.343</c:v>
                </c:pt>
                <c:pt idx="244">
                  <c:v>22.393000000000001</c:v>
                </c:pt>
                <c:pt idx="245">
                  <c:v>22.442999999999973</c:v>
                </c:pt>
                <c:pt idx="246">
                  <c:v>22.492999999999974</c:v>
                </c:pt>
                <c:pt idx="247">
                  <c:v>22.542999999999989</c:v>
                </c:pt>
                <c:pt idx="248">
                  <c:v>22.593</c:v>
                </c:pt>
                <c:pt idx="249">
                  <c:v>22.643000000000001</c:v>
                </c:pt>
                <c:pt idx="250">
                  <c:v>22.693000000000001</c:v>
                </c:pt>
                <c:pt idx="251">
                  <c:v>22.742999999999974</c:v>
                </c:pt>
                <c:pt idx="252">
                  <c:v>22.792999999999989</c:v>
                </c:pt>
                <c:pt idx="253">
                  <c:v>22.843</c:v>
                </c:pt>
                <c:pt idx="254">
                  <c:v>22.893000000000001</c:v>
                </c:pt>
                <c:pt idx="255">
                  <c:v>22.942999999999973</c:v>
                </c:pt>
                <c:pt idx="256">
                  <c:v>22.992999999999974</c:v>
                </c:pt>
                <c:pt idx="257">
                  <c:v>23.042999999999989</c:v>
                </c:pt>
                <c:pt idx="258">
                  <c:v>23.093</c:v>
                </c:pt>
                <c:pt idx="259">
                  <c:v>23.143000000000001</c:v>
                </c:pt>
                <c:pt idx="260">
                  <c:v>23.193000000000001</c:v>
                </c:pt>
                <c:pt idx="261">
                  <c:v>23.242999999999974</c:v>
                </c:pt>
                <c:pt idx="262">
                  <c:v>23.292999999999989</c:v>
                </c:pt>
                <c:pt idx="263">
                  <c:v>23.343</c:v>
                </c:pt>
                <c:pt idx="264">
                  <c:v>23.393000000000001</c:v>
                </c:pt>
                <c:pt idx="265">
                  <c:v>23.442999999999973</c:v>
                </c:pt>
                <c:pt idx="266">
                  <c:v>23.492999999999974</c:v>
                </c:pt>
                <c:pt idx="267">
                  <c:v>23.542999999999989</c:v>
                </c:pt>
                <c:pt idx="268">
                  <c:v>23.593</c:v>
                </c:pt>
                <c:pt idx="269">
                  <c:v>23.643000000000001</c:v>
                </c:pt>
                <c:pt idx="270">
                  <c:v>23.693000000000001</c:v>
                </c:pt>
                <c:pt idx="271">
                  <c:v>23.742999999999974</c:v>
                </c:pt>
                <c:pt idx="272">
                  <c:v>23.792999999999989</c:v>
                </c:pt>
                <c:pt idx="273">
                  <c:v>23.843</c:v>
                </c:pt>
                <c:pt idx="274">
                  <c:v>23.893000000000001</c:v>
                </c:pt>
                <c:pt idx="275">
                  <c:v>23.942999999999973</c:v>
                </c:pt>
                <c:pt idx="276">
                  <c:v>23.992999999999974</c:v>
                </c:pt>
                <c:pt idx="277">
                  <c:v>24.042999999999989</c:v>
                </c:pt>
                <c:pt idx="278">
                  <c:v>24.093</c:v>
                </c:pt>
                <c:pt idx="279">
                  <c:v>24.143000000000001</c:v>
                </c:pt>
                <c:pt idx="280">
                  <c:v>24.193000000000001</c:v>
                </c:pt>
                <c:pt idx="281">
                  <c:v>24.242999999999974</c:v>
                </c:pt>
                <c:pt idx="282">
                  <c:v>24.292999999999989</c:v>
                </c:pt>
                <c:pt idx="283">
                  <c:v>24.343</c:v>
                </c:pt>
                <c:pt idx="284">
                  <c:v>24.393000000000001</c:v>
                </c:pt>
                <c:pt idx="285">
                  <c:v>24.442999999999973</c:v>
                </c:pt>
                <c:pt idx="286">
                  <c:v>24.492999999999974</c:v>
                </c:pt>
                <c:pt idx="287">
                  <c:v>24.542999999999989</c:v>
                </c:pt>
                <c:pt idx="288">
                  <c:v>24.593</c:v>
                </c:pt>
                <c:pt idx="289">
                  <c:v>24.643000000000001</c:v>
                </c:pt>
                <c:pt idx="290">
                  <c:v>24.693000000000001</c:v>
                </c:pt>
                <c:pt idx="291">
                  <c:v>24.742999999999974</c:v>
                </c:pt>
                <c:pt idx="292">
                  <c:v>24.792999999999989</c:v>
                </c:pt>
                <c:pt idx="293">
                  <c:v>24.843</c:v>
                </c:pt>
                <c:pt idx="294">
                  <c:v>24.893000000000001</c:v>
                </c:pt>
                <c:pt idx="295">
                  <c:v>24.942999999999973</c:v>
                </c:pt>
                <c:pt idx="296">
                  <c:v>24.992999999999974</c:v>
                </c:pt>
                <c:pt idx="297">
                  <c:v>25.042999999999989</c:v>
                </c:pt>
                <c:pt idx="298">
                  <c:v>25.093</c:v>
                </c:pt>
                <c:pt idx="299">
                  <c:v>25.143000000000001</c:v>
                </c:pt>
                <c:pt idx="300">
                  <c:v>25.193000000000001</c:v>
                </c:pt>
                <c:pt idx="301">
                  <c:v>25.242999999999974</c:v>
                </c:pt>
                <c:pt idx="302">
                  <c:v>25.292999999999989</c:v>
                </c:pt>
                <c:pt idx="303">
                  <c:v>25.343</c:v>
                </c:pt>
                <c:pt idx="304">
                  <c:v>25.393000000000001</c:v>
                </c:pt>
                <c:pt idx="305">
                  <c:v>25.442999999999973</c:v>
                </c:pt>
                <c:pt idx="306">
                  <c:v>25.492999999999974</c:v>
                </c:pt>
                <c:pt idx="307">
                  <c:v>25.542999999999989</c:v>
                </c:pt>
                <c:pt idx="308">
                  <c:v>25.593</c:v>
                </c:pt>
                <c:pt idx="309">
                  <c:v>25.643000000000001</c:v>
                </c:pt>
                <c:pt idx="310">
                  <c:v>25.693000000000001</c:v>
                </c:pt>
                <c:pt idx="311">
                  <c:v>25.742999999999974</c:v>
                </c:pt>
                <c:pt idx="312">
                  <c:v>25.792999999999989</c:v>
                </c:pt>
                <c:pt idx="313">
                  <c:v>25.843</c:v>
                </c:pt>
                <c:pt idx="314">
                  <c:v>25.893000000000001</c:v>
                </c:pt>
                <c:pt idx="315">
                  <c:v>25.942999999999973</c:v>
                </c:pt>
                <c:pt idx="316">
                  <c:v>25.992999999999974</c:v>
                </c:pt>
                <c:pt idx="317">
                  <c:v>26.042999999999989</c:v>
                </c:pt>
                <c:pt idx="318">
                  <c:v>26.093</c:v>
                </c:pt>
                <c:pt idx="319">
                  <c:v>26.143000000000001</c:v>
                </c:pt>
                <c:pt idx="320">
                  <c:v>26.193000000000001</c:v>
                </c:pt>
                <c:pt idx="321">
                  <c:v>26.242999999999974</c:v>
                </c:pt>
                <c:pt idx="322">
                  <c:v>26.292999999999989</c:v>
                </c:pt>
                <c:pt idx="323">
                  <c:v>26.343</c:v>
                </c:pt>
                <c:pt idx="324">
                  <c:v>26.393000000000001</c:v>
                </c:pt>
                <c:pt idx="325">
                  <c:v>26.442999999999973</c:v>
                </c:pt>
                <c:pt idx="326">
                  <c:v>26.492999999999974</c:v>
                </c:pt>
                <c:pt idx="327">
                  <c:v>26.542999999999989</c:v>
                </c:pt>
                <c:pt idx="328">
                  <c:v>26.593</c:v>
                </c:pt>
                <c:pt idx="329">
                  <c:v>26.643000000000001</c:v>
                </c:pt>
                <c:pt idx="330">
                  <c:v>26.693000000000001</c:v>
                </c:pt>
                <c:pt idx="331">
                  <c:v>26.742999999999974</c:v>
                </c:pt>
                <c:pt idx="332">
                  <c:v>26.792999999999989</c:v>
                </c:pt>
                <c:pt idx="333">
                  <c:v>26.843</c:v>
                </c:pt>
                <c:pt idx="334">
                  <c:v>26.893000000000001</c:v>
                </c:pt>
                <c:pt idx="335">
                  <c:v>26.942999999999973</c:v>
                </c:pt>
                <c:pt idx="336">
                  <c:v>26.992999999999974</c:v>
                </c:pt>
                <c:pt idx="337">
                  <c:v>27.042999999999989</c:v>
                </c:pt>
                <c:pt idx="338">
                  <c:v>27.093</c:v>
                </c:pt>
                <c:pt idx="339">
                  <c:v>27.143000000000001</c:v>
                </c:pt>
                <c:pt idx="340">
                  <c:v>27.193000000000001</c:v>
                </c:pt>
                <c:pt idx="341">
                  <c:v>27.242999999999974</c:v>
                </c:pt>
                <c:pt idx="342">
                  <c:v>27.292999999999989</c:v>
                </c:pt>
                <c:pt idx="343">
                  <c:v>27.343</c:v>
                </c:pt>
                <c:pt idx="344">
                  <c:v>27.393000000000001</c:v>
                </c:pt>
                <c:pt idx="345">
                  <c:v>27.442999999999973</c:v>
                </c:pt>
                <c:pt idx="346">
                  <c:v>27.492999999999974</c:v>
                </c:pt>
                <c:pt idx="347">
                  <c:v>27.542999999999989</c:v>
                </c:pt>
                <c:pt idx="348">
                  <c:v>27.593</c:v>
                </c:pt>
                <c:pt idx="349">
                  <c:v>27.643000000000001</c:v>
                </c:pt>
                <c:pt idx="350">
                  <c:v>27.693000000000001</c:v>
                </c:pt>
                <c:pt idx="351">
                  <c:v>27.742999999999974</c:v>
                </c:pt>
                <c:pt idx="352">
                  <c:v>27.792999999999989</c:v>
                </c:pt>
                <c:pt idx="353">
                  <c:v>27.843</c:v>
                </c:pt>
                <c:pt idx="354">
                  <c:v>27.893000000000001</c:v>
                </c:pt>
                <c:pt idx="355">
                  <c:v>27.942999999999973</c:v>
                </c:pt>
                <c:pt idx="356">
                  <c:v>27.992999999999974</c:v>
                </c:pt>
                <c:pt idx="357">
                  <c:v>28.042999999999989</c:v>
                </c:pt>
                <c:pt idx="358">
                  <c:v>28.093</c:v>
                </c:pt>
                <c:pt idx="359">
                  <c:v>28.143000000000001</c:v>
                </c:pt>
                <c:pt idx="360">
                  <c:v>28.193000000000001</c:v>
                </c:pt>
                <c:pt idx="361">
                  <c:v>28.242999999999974</c:v>
                </c:pt>
                <c:pt idx="362">
                  <c:v>28.292999999999989</c:v>
                </c:pt>
                <c:pt idx="363">
                  <c:v>28.343</c:v>
                </c:pt>
                <c:pt idx="364">
                  <c:v>28.393000000000001</c:v>
                </c:pt>
                <c:pt idx="365">
                  <c:v>28.442999999999973</c:v>
                </c:pt>
                <c:pt idx="366">
                  <c:v>28.492999999999974</c:v>
                </c:pt>
                <c:pt idx="367">
                  <c:v>28.542999999999989</c:v>
                </c:pt>
                <c:pt idx="368">
                  <c:v>28.593</c:v>
                </c:pt>
                <c:pt idx="369">
                  <c:v>28.643000000000001</c:v>
                </c:pt>
                <c:pt idx="370">
                  <c:v>28.693000000000001</c:v>
                </c:pt>
                <c:pt idx="371">
                  <c:v>28.742999999999974</c:v>
                </c:pt>
                <c:pt idx="372">
                  <c:v>28.792999999999989</c:v>
                </c:pt>
                <c:pt idx="373">
                  <c:v>28.843</c:v>
                </c:pt>
                <c:pt idx="374">
                  <c:v>28.893000000000001</c:v>
                </c:pt>
                <c:pt idx="375">
                  <c:v>28.942999999999973</c:v>
                </c:pt>
                <c:pt idx="376">
                  <c:v>28.992999999999974</c:v>
                </c:pt>
                <c:pt idx="377">
                  <c:v>29.042999999999989</c:v>
                </c:pt>
                <c:pt idx="378">
                  <c:v>29.093</c:v>
                </c:pt>
                <c:pt idx="379">
                  <c:v>29.143000000000001</c:v>
                </c:pt>
                <c:pt idx="380">
                  <c:v>29.193000000000001</c:v>
                </c:pt>
                <c:pt idx="381">
                  <c:v>29.242999999999974</c:v>
                </c:pt>
                <c:pt idx="382">
                  <c:v>29.292999999999989</c:v>
                </c:pt>
                <c:pt idx="383">
                  <c:v>29.343</c:v>
                </c:pt>
                <c:pt idx="384">
                  <c:v>29.393000000000001</c:v>
                </c:pt>
                <c:pt idx="385">
                  <c:v>29.442999999999973</c:v>
                </c:pt>
                <c:pt idx="386">
                  <c:v>29.492999999999974</c:v>
                </c:pt>
                <c:pt idx="387">
                  <c:v>29.542999999999989</c:v>
                </c:pt>
                <c:pt idx="388">
                  <c:v>29.593</c:v>
                </c:pt>
                <c:pt idx="389">
                  <c:v>29.643000000000001</c:v>
                </c:pt>
                <c:pt idx="390">
                  <c:v>29.693000000000001</c:v>
                </c:pt>
                <c:pt idx="391">
                  <c:v>29.742999999999974</c:v>
                </c:pt>
                <c:pt idx="392">
                  <c:v>29.792999999999989</c:v>
                </c:pt>
                <c:pt idx="393">
                  <c:v>29.843</c:v>
                </c:pt>
                <c:pt idx="394">
                  <c:v>29.893000000000001</c:v>
                </c:pt>
                <c:pt idx="395">
                  <c:v>29.942999999999973</c:v>
                </c:pt>
                <c:pt idx="396">
                  <c:v>29.992999999999974</c:v>
                </c:pt>
                <c:pt idx="397">
                  <c:v>30.042999999999989</c:v>
                </c:pt>
                <c:pt idx="398">
                  <c:v>30.093</c:v>
                </c:pt>
                <c:pt idx="399">
                  <c:v>30.143000000000001</c:v>
                </c:pt>
                <c:pt idx="400">
                  <c:v>30.193000000000001</c:v>
                </c:pt>
                <c:pt idx="401">
                  <c:v>30.242999999999974</c:v>
                </c:pt>
                <c:pt idx="402">
                  <c:v>30.292999999999989</c:v>
                </c:pt>
                <c:pt idx="403">
                  <c:v>30.343</c:v>
                </c:pt>
                <c:pt idx="404">
                  <c:v>30.393000000000001</c:v>
                </c:pt>
                <c:pt idx="405">
                  <c:v>30.442999999999973</c:v>
                </c:pt>
                <c:pt idx="406">
                  <c:v>30.492999999999974</c:v>
                </c:pt>
                <c:pt idx="407">
                  <c:v>30.542999999999989</c:v>
                </c:pt>
                <c:pt idx="408">
                  <c:v>30.593</c:v>
                </c:pt>
                <c:pt idx="409">
                  <c:v>30.643000000000001</c:v>
                </c:pt>
                <c:pt idx="410">
                  <c:v>30.693000000000001</c:v>
                </c:pt>
                <c:pt idx="411">
                  <c:v>30.742999999999974</c:v>
                </c:pt>
                <c:pt idx="412">
                  <c:v>30.792999999999989</c:v>
                </c:pt>
                <c:pt idx="413">
                  <c:v>30.843</c:v>
                </c:pt>
                <c:pt idx="414">
                  <c:v>30.893000000000001</c:v>
                </c:pt>
                <c:pt idx="415">
                  <c:v>30.942999999999973</c:v>
                </c:pt>
                <c:pt idx="416">
                  <c:v>30.992999999999974</c:v>
                </c:pt>
                <c:pt idx="417">
                  <c:v>31.042999999999989</c:v>
                </c:pt>
                <c:pt idx="418">
                  <c:v>31.093</c:v>
                </c:pt>
                <c:pt idx="419">
                  <c:v>31.143000000000001</c:v>
                </c:pt>
                <c:pt idx="420">
                  <c:v>31.193000000000001</c:v>
                </c:pt>
                <c:pt idx="421">
                  <c:v>31.242999999999974</c:v>
                </c:pt>
                <c:pt idx="422">
                  <c:v>31.292999999999989</c:v>
                </c:pt>
                <c:pt idx="423">
                  <c:v>31.343</c:v>
                </c:pt>
                <c:pt idx="424">
                  <c:v>31.393000000000001</c:v>
                </c:pt>
                <c:pt idx="425">
                  <c:v>31.442999999999973</c:v>
                </c:pt>
                <c:pt idx="426">
                  <c:v>31.492999999999974</c:v>
                </c:pt>
                <c:pt idx="427">
                  <c:v>31.542999999999989</c:v>
                </c:pt>
                <c:pt idx="428">
                  <c:v>31.593</c:v>
                </c:pt>
                <c:pt idx="429">
                  <c:v>31.643000000000001</c:v>
                </c:pt>
                <c:pt idx="430">
                  <c:v>31.693000000000001</c:v>
                </c:pt>
                <c:pt idx="431">
                  <c:v>31.742999999999974</c:v>
                </c:pt>
                <c:pt idx="432">
                  <c:v>31.792999999999989</c:v>
                </c:pt>
                <c:pt idx="433">
                  <c:v>31.843</c:v>
                </c:pt>
                <c:pt idx="434">
                  <c:v>31.893000000000001</c:v>
                </c:pt>
                <c:pt idx="435">
                  <c:v>31.942999999999973</c:v>
                </c:pt>
                <c:pt idx="436">
                  <c:v>31.992999999999974</c:v>
                </c:pt>
                <c:pt idx="437">
                  <c:v>32.043000000000006</c:v>
                </c:pt>
                <c:pt idx="438">
                  <c:v>32.093000000000011</c:v>
                </c:pt>
                <c:pt idx="439">
                  <c:v>32.143000000000001</c:v>
                </c:pt>
                <c:pt idx="440">
                  <c:v>32.193000000000012</c:v>
                </c:pt>
                <c:pt idx="441">
                  <c:v>32.243000000000002</c:v>
                </c:pt>
                <c:pt idx="442">
                  <c:v>32.293000000000013</c:v>
                </c:pt>
                <c:pt idx="443">
                  <c:v>32.343000000000004</c:v>
                </c:pt>
                <c:pt idx="444">
                  <c:v>32.393000000000001</c:v>
                </c:pt>
                <c:pt idx="445">
                  <c:v>32.443000000000005</c:v>
                </c:pt>
                <c:pt idx="446">
                  <c:v>32.493000000000002</c:v>
                </c:pt>
                <c:pt idx="447">
                  <c:v>32.543000000000006</c:v>
                </c:pt>
                <c:pt idx="448">
                  <c:v>32.593000000000011</c:v>
                </c:pt>
                <c:pt idx="449">
                  <c:v>32.643000000000001</c:v>
                </c:pt>
                <c:pt idx="450">
                  <c:v>32.693000000000012</c:v>
                </c:pt>
                <c:pt idx="451">
                  <c:v>32.743000000000002</c:v>
                </c:pt>
                <c:pt idx="452">
                  <c:v>32.793000000000013</c:v>
                </c:pt>
                <c:pt idx="453">
                  <c:v>32.843000000000004</c:v>
                </c:pt>
                <c:pt idx="454">
                  <c:v>32.893000000000001</c:v>
                </c:pt>
                <c:pt idx="455">
                  <c:v>32.943000000000005</c:v>
                </c:pt>
                <c:pt idx="456">
                  <c:v>32.993000000000002</c:v>
                </c:pt>
                <c:pt idx="457">
                  <c:v>33.043000000000006</c:v>
                </c:pt>
                <c:pt idx="458">
                  <c:v>33.093000000000011</c:v>
                </c:pt>
                <c:pt idx="459">
                  <c:v>33.143000000000001</c:v>
                </c:pt>
                <c:pt idx="460">
                  <c:v>33.193000000000012</c:v>
                </c:pt>
                <c:pt idx="461">
                  <c:v>33.243000000000002</c:v>
                </c:pt>
                <c:pt idx="462">
                  <c:v>33.293000000000013</c:v>
                </c:pt>
                <c:pt idx="463">
                  <c:v>33.343000000000004</c:v>
                </c:pt>
                <c:pt idx="464">
                  <c:v>33.393000000000001</c:v>
                </c:pt>
                <c:pt idx="465">
                  <c:v>33.443000000000005</c:v>
                </c:pt>
                <c:pt idx="466">
                  <c:v>33.493000000000002</c:v>
                </c:pt>
                <c:pt idx="467">
                  <c:v>33.543000000000006</c:v>
                </c:pt>
                <c:pt idx="468">
                  <c:v>33.593000000000011</c:v>
                </c:pt>
                <c:pt idx="469">
                  <c:v>33.643000000000001</c:v>
                </c:pt>
                <c:pt idx="470">
                  <c:v>33.693000000000012</c:v>
                </c:pt>
                <c:pt idx="471">
                  <c:v>33.743000000000002</c:v>
                </c:pt>
                <c:pt idx="472">
                  <c:v>33.793000000000013</c:v>
                </c:pt>
                <c:pt idx="473">
                  <c:v>33.843000000000004</c:v>
                </c:pt>
                <c:pt idx="474">
                  <c:v>33.893000000000001</c:v>
                </c:pt>
                <c:pt idx="475">
                  <c:v>33.943000000000005</c:v>
                </c:pt>
                <c:pt idx="476">
                  <c:v>33.993000000000002</c:v>
                </c:pt>
                <c:pt idx="477">
                  <c:v>34.043000000000006</c:v>
                </c:pt>
                <c:pt idx="478">
                  <c:v>34.093000000000011</c:v>
                </c:pt>
                <c:pt idx="479">
                  <c:v>34.143000000000001</c:v>
                </c:pt>
                <c:pt idx="480">
                  <c:v>34.193000000000012</c:v>
                </c:pt>
                <c:pt idx="481">
                  <c:v>34.243000000000002</c:v>
                </c:pt>
                <c:pt idx="482">
                  <c:v>34.293000000000013</c:v>
                </c:pt>
                <c:pt idx="483">
                  <c:v>34.343000000000004</c:v>
                </c:pt>
                <c:pt idx="484">
                  <c:v>34.393000000000001</c:v>
                </c:pt>
                <c:pt idx="485">
                  <c:v>34.443000000000005</c:v>
                </c:pt>
                <c:pt idx="486">
                  <c:v>34.493000000000002</c:v>
                </c:pt>
                <c:pt idx="487">
                  <c:v>34.543000000000006</c:v>
                </c:pt>
                <c:pt idx="488">
                  <c:v>34.593000000000011</c:v>
                </c:pt>
                <c:pt idx="489">
                  <c:v>34.643000000000001</c:v>
                </c:pt>
                <c:pt idx="490">
                  <c:v>34.693000000000012</c:v>
                </c:pt>
                <c:pt idx="491">
                  <c:v>34.743000000000002</c:v>
                </c:pt>
                <c:pt idx="492">
                  <c:v>34.793000000000013</c:v>
                </c:pt>
                <c:pt idx="493">
                  <c:v>34.843000000000004</c:v>
                </c:pt>
                <c:pt idx="494">
                  <c:v>34.893000000000001</c:v>
                </c:pt>
                <c:pt idx="495">
                  <c:v>34.943000000000005</c:v>
                </c:pt>
                <c:pt idx="496">
                  <c:v>34.993000000000002</c:v>
                </c:pt>
                <c:pt idx="497">
                  <c:v>35.043000000000006</c:v>
                </c:pt>
                <c:pt idx="498">
                  <c:v>35.093000000000011</c:v>
                </c:pt>
                <c:pt idx="499">
                  <c:v>35.143000000000001</c:v>
                </c:pt>
                <c:pt idx="500">
                  <c:v>35.193000000000012</c:v>
                </c:pt>
                <c:pt idx="501">
                  <c:v>35.243000000000002</c:v>
                </c:pt>
                <c:pt idx="502">
                  <c:v>35.293000000000013</c:v>
                </c:pt>
                <c:pt idx="503">
                  <c:v>35.343000000000004</c:v>
                </c:pt>
                <c:pt idx="504">
                  <c:v>35.393000000000001</c:v>
                </c:pt>
                <c:pt idx="505">
                  <c:v>35.443000000000005</c:v>
                </c:pt>
                <c:pt idx="506">
                  <c:v>35.493000000000002</c:v>
                </c:pt>
                <c:pt idx="507">
                  <c:v>35.543000000000006</c:v>
                </c:pt>
                <c:pt idx="508">
                  <c:v>35.593000000000011</c:v>
                </c:pt>
                <c:pt idx="509">
                  <c:v>35.643000000000001</c:v>
                </c:pt>
                <c:pt idx="510">
                  <c:v>35.693000000000012</c:v>
                </c:pt>
                <c:pt idx="511">
                  <c:v>35.743000000000002</c:v>
                </c:pt>
                <c:pt idx="512">
                  <c:v>35.793000000000013</c:v>
                </c:pt>
                <c:pt idx="513">
                  <c:v>35.843000000000004</c:v>
                </c:pt>
                <c:pt idx="514">
                  <c:v>35.893000000000001</c:v>
                </c:pt>
                <c:pt idx="515">
                  <c:v>35.943000000000005</c:v>
                </c:pt>
                <c:pt idx="516">
                  <c:v>35.993000000000002</c:v>
                </c:pt>
                <c:pt idx="517">
                  <c:v>36.043000000000006</c:v>
                </c:pt>
                <c:pt idx="518">
                  <c:v>36.093000000000011</c:v>
                </c:pt>
                <c:pt idx="519">
                  <c:v>36.143000000000001</c:v>
                </c:pt>
                <c:pt idx="520">
                  <c:v>36.193000000000012</c:v>
                </c:pt>
                <c:pt idx="521">
                  <c:v>36.243000000000002</c:v>
                </c:pt>
                <c:pt idx="522">
                  <c:v>36.293000000000013</c:v>
                </c:pt>
                <c:pt idx="523">
                  <c:v>36.343000000000004</c:v>
                </c:pt>
                <c:pt idx="524">
                  <c:v>36.393000000000001</c:v>
                </c:pt>
                <c:pt idx="525">
                  <c:v>36.443000000000005</c:v>
                </c:pt>
                <c:pt idx="526">
                  <c:v>36.493000000000002</c:v>
                </c:pt>
                <c:pt idx="527">
                  <c:v>36.543000000000006</c:v>
                </c:pt>
                <c:pt idx="528">
                  <c:v>36.593000000000011</c:v>
                </c:pt>
                <c:pt idx="529">
                  <c:v>36.643000000000001</c:v>
                </c:pt>
                <c:pt idx="530">
                  <c:v>36.693000000000012</c:v>
                </c:pt>
                <c:pt idx="531">
                  <c:v>36.743000000000002</c:v>
                </c:pt>
                <c:pt idx="532">
                  <c:v>36.793000000000013</c:v>
                </c:pt>
                <c:pt idx="533">
                  <c:v>36.843000000000004</c:v>
                </c:pt>
                <c:pt idx="534">
                  <c:v>36.893000000000001</c:v>
                </c:pt>
                <c:pt idx="535">
                  <c:v>36.943000000000005</c:v>
                </c:pt>
                <c:pt idx="536">
                  <c:v>36.993000000000002</c:v>
                </c:pt>
                <c:pt idx="537">
                  <c:v>37.043000000000006</c:v>
                </c:pt>
                <c:pt idx="538">
                  <c:v>37.093000000000011</c:v>
                </c:pt>
                <c:pt idx="539">
                  <c:v>37.143000000000001</c:v>
                </c:pt>
                <c:pt idx="540">
                  <c:v>37.193000000000012</c:v>
                </c:pt>
                <c:pt idx="541">
                  <c:v>37.243000000000002</c:v>
                </c:pt>
                <c:pt idx="542">
                  <c:v>37.293000000000013</c:v>
                </c:pt>
                <c:pt idx="543">
                  <c:v>37.343000000000004</c:v>
                </c:pt>
                <c:pt idx="544">
                  <c:v>37.393000000000001</c:v>
                </c:pt>
                <c:pt idx="545">
                  <c:v>37.443000000000005</c:v>
                </c:pt>
                <c:pt idx="546">
                  <c:v>37.493000000000002</c:v>
                </c:pt>
                <c:pt idx="547">
                  <c:v>37.543000000000006</c:v>
                </c:pt>
                <c:pt idx="548">
                  <c:v>37.593000000000011</c:v>
                </c:pt>
                <c:pt idx="549">
                  <c:v>37.643000000000001</c:v>
                </c:pt>
                <c:pt idx="550">
                  <c:v>37.693000000000012</c:v>
                </c:pt>
                <c:pt idx="551">
                  <c:v>37.743000000000002</c:v>
                </c:pt>
                <c:pt idx="552">
                  <c:v>37.793000000000013</c:v>
                </c:pt>
                <c:pt idx="553">
                  <c:v>37.843000000000004</c:v>
                </c:pt>
                <c:pt idx="554">
                  <c:v>37.893000000000001</c:v>
                </c:pt>
                <c:pt idx="555">
                  <c:v>37.943000000000005</c:v>
                </c:pt>
                <c:pt idx="556">
                  <c:v>37.993000000000002</c:v>
                </c:pt>
                <c:pt idx="557">
                  <c:v>38.043000000000006</c:v>
                </c:pt>
                <c:pt idx="558">
                  <c:v>38.093000000000011</c:v>
                </c:pt>
                <c:pt idx="559">
                  <c:v>38.143000000000001</c:v>
                </c:pt>
                <c:pt idx="560">
                  <c:v>38.193000000000012</c:v>
                </c:pt>
                <c:pt idx="561">
                  <c:v>38.243000000000002</c:v>
                </c:pt>
                <c:pt idx="562">
                  <c:v>38.293000000000013</c:v>
                </c:pt>
                <c:pt idx="563">
                  <c:v>38.343000000000004</c:v>
                </c:pt>
                <c:pt idx="564">
                  <c:v>38.393000000000001</c:v>
                </c:pt>
                <c:pt idx="565">
                  <c:v>38.443000000000005</c:v>
                </c:pt>
                <c:pt idx="566">
                  <c:v>38.493000000000002</c:v>
                </c:pt>
                <c:pt idx="567">
                  <c:v>38.543000000000006</c:v>
                </c:pt>
                <c:pt idx="568">
                  <c:v>38.593000000000011</c:v>
                </c:pt>
                <c:pt idx="569">
                  <c:v>38.643000000000001</c:v>
                </c:pt>
                <c:pt idx="570">
                  <c:v>38.693000000000012</c:v>
                </c:pt>
                <c:pt idx="571">
                  <c:v>38.743000000000002</c:v>
                </c:pt>
                <c:pt idx="572">
                  <c:v>38.793000000000013</c:v>
                </c:pt>
                <c:pt idx="573">
                  <c:v>38.843000000000004</c:v>
                </c:pt>
                <c:pt idx="574">
                  <c:v>38.893000000000001</c:v>
                </c:pt>
                <c:pt idx="575">
                  <c:v>38.943000000000005</c:v>
                </c:pt>
                <c:pt idx="576">
                  <c:v>38.993000000000002</c:v>
                </c:pt>
                <c:pt idx="577">
                  <c:v>39.043000000000006</c:v>
                </c:pt>
                <c:pt idx="578">
                  <c:v>39.093000000000011</c:v>
                </c:pt>
                <c:pt idx="579">
                  <c:v>39.143000000000001</c:v>
                </c:pt>
                <c:pt idx="580">
                  <c:v>39.193000000000012</c:v>
                </c:pt>
                <c:pt idx="581">
                  <c:v>39.243000000000002</c:v>
                </c:pt>
                <c:pt idx="582">
                  <c:v>39.293000000000013</c:v>
                </c:pt>
                <c:pt idx="583">
                  <c:v>39.343000000000004</c:v>
                </c:pt>
                <c:pt idx="584">
                  <c:v>39.393000000000001</c:v>
                </c:pt>
                <c:pt idx="585">
                  <c:v>39.443000000000005</c:v>
                </c:pt>
                <c:pt idx="586">
                  <c:v>39.493000000000002</c:v>
                </c:pt>
                <c:pt idx="587">
                  <c:v>39.543000000000006</c:v>
                </c:pt>
                <c:pt idx="588">
                  <c:v>39.593000000000011</c:v>
                </c:pt>
                <c:pt idx="589">
                  <c:v>39.643000000000001</c:v>
                </c:pt>
                <c:pt idx="590">
                  <c:v>39.693000000000012</c:v>
                </c:pt>
                <c:pt idx="591">
                  <c:v>39.743000000000002</c:v>
                </c:pt>
                <c:pt idx="592">
                  <c:v>39.793000000000013</c:v>
                </c:pt>
                <c:pt idx="593">
                  <c:v>39.843000000000004</c:v>
                </c:pt>
                <c:pt idx="594">
                  <c:v>39.893000000000001</c:v>
                </c:pt>
                <c:pt idx="595">
                  <c:v>39.943000000000005</c:v>
                </c:pt>
                <c:pt idx="596">
                  <c:v>39.993000000000002</c:v>
                </c:pt>
                <c:pt idx="597">
                  <c:v>40.043000000000006</c:v>
                </c:pt>
                <c:pt idx="598">
                  <c:v>40.093000000000011</c:v>
                </c:pt>
                <c:pt idx="599">
                  <c:v>40.143000000000001</c:v>
                </c:pt>
                <c:pt idx="600">
                  <c:v>40.193000000000012</c:v>
                </c:pt>
                <c:pt idx="601">
                  <c:v>40.243000000000002</c:v>
                </c:pt>
                <c:pt idx="602">
                  <c:v>40.293000000000013</c:v>
                </c:pt>
                <c:pt idx="603">
                  <c:v>40.343000000000004</c:v>
                </c:pt>
                <c:pt idx="604">
                  <c:v>40.393000000000001</c:v>
                </c:pt>
                <c:pt idx="605">
                  <c:v>40.443000000000005</c:v>
                </c:pt>
                <c:pt idx="606">
                  <c:v>40.493000000000002</c:v>
                </c:pt>
                <c:pt idx="607">
                  <c:v>40.543000000000006</c:v>
                </c:pt>
                <c:pt idx="608">
                  <c:v>40.593000000000011</c:v>
                </c:pt>
                <c:pt idx="609">
                  <c:v>40.643000000000001</c:v>
                </c:pt>
                <c:pt idx="610">
                  <c:v>40.693000000000012</c:v>
                </c:pt>
                <c:pt idx="611">
                  <c:v>40.743000000000002</c:v>
                </c:pt>
                <c:pt idx="612">
                  <c:v>40.793000000000013</c:v>
                </c:pt>
                <c:pt idx="613">
                  <c:v>40.843000000000004</c:v>
                </c:pt>
                <c:pt idx="614">
                  <c:v>40.893000000000001</c:v>
                </c:pt>
                <c:pt idx="615">
                  <c:v>40.943000000000005</c:v>
                </c:pt>
                <c:pt idx="616">
                  <c:v>40.993000000000002</c:v>
                </c:pt>
                <c:pt idx="617">
                  <c:v>41.043000000000006</c:v>
                </c:pt>
                <c:pt idx="618">
                  <c:v>41.093000000000011</c:v>
                </c:pt>
                <c:pt idx="619">
                  <c:v>41.143000000000001</c:v>
                </c:pt>
                <c:pt idx="620">
                  <c:v>41.193000000000012</c:v>
                </c:pt>
                <c:pt idx="621">
                  <c:v>41.243000000000002</c:v>
                </c:pt>
                <c:pt idx="622">
                  <c:v>41.293000000000013</c:v>
                </c:pt>
                <c:pt idx="623">
                  <c:v>41.343000000000004</c:v>
                </c:pt>
                <c:pt idx="624">
                  <c:v>41.393000000000001</c:v>
                </c:pt>
                <c:pt idx="625">
                  <c:v>41.443000000000005</c:v>
                </c:pt>
                <c:pt idx="626">
                  <c:v>41.493000000000002</c:v>
                </c:pt>
                <c:pt idx="627">
                  <c:v>41.543000000000006</c:v>
                </c:pt>
                <c:pt idx="628">
                  <c:v>41.593000000000011</c:v>
                </c:pt>
                <c:pt idx="629">
                  <c:v>41.643000000000001</c:v>
                </c:pt>
                <c:pt idx="630">
                  <c:v>41.693000000000012</c:v>
                </c:pt>
                <c:pt idx="631">
                  <c:v>41.743000000000002</c:v>
                </c:pt>
                <c:pt idx="632">
                  <c:v>41.793000000000013</c:v>
                </c:pt>
                <c:pt idx="633">
                  <c:v>41.843000000000004</c:v>
                </c:pt>
                <c:pt idx="634">
                  <c:v>41.893000000000001</c:v>
                </c:pt>
                <c:pt idx="635">
                  <c:v>41.943000000000005</c:v>
                </c:pt>
                <c:pt idx="636">
                  <c:v>41.993000000000002</c:v>
                </c:pt>
                <c:pt idx="637">
                  <c:v>42.043000000000006</c:v>
                </c:pt>
                <c:pt idx="638">
                  <c:v>42.093000000000011</c:v>
                </c:pt>
                <c:pt idx="639">
                  <c:v>42.143000000000001</c:v>
                </c:pt>
                <c:pt idx="640">
                  <c:v>42.193000000000012</c:v>
                </c:pt>
                <c:pt idx="641">
                  <c:v>42.243000000000002</c:v>
                </c:pt>
                <c:pt idx="642">
                  <c:v>42.293000000000013</c:v>
                </c:pt>
                <c:pt idx="643">
                  <c:v>42.343000000000004</c:v>
                </c:pt>
                <c:pt idx="644">
                  <c:v>42.393000000000001</c:v>
                </c:pt>
                <c:pt idx="645">
                  <c:v>42.443000000000005</c:v>
                </c:pt>
                <c:pt idx="646">
                  <c:v>42.493000000000002</c:v>
                </c:pt>
                <c:pt idx="647">
                  <c:v>42.543000000000006</c:v>
                </c:pt>
                <c:pt idx="648">
                  <c:v>42.593000000000011</c:v>
                </c:pt>
                <c:pt idx="649">
                  <c:v>42.643000000000001</c:v>
                </c:pt>
                <c:pt idx="650">
                  <c:v>42.693000000000012</c:v>
                </c:pt>
                <c:pt idx="651">
                  <c:v>42.743000000000002</c:v>
                </c:pt>
                <c:pt idx="652">
                  <c:v>42.793000000000013</c:v>
                </c:pt>
                <c:pt idx="653">
                  <c:v>42.843000000000004</c:v>
                </c:pt>
                <c:pt idx="654">
                  <c:v>42.893000000000001</c:v>
                </c:pt>
                <c:pt idx="655">
                  <c:v>42.943000000000005</c:v>
                </c:pt>
                <c:pt idx="656">
                  <c:v>42.993000000000002</c:v>
                </c:pt>
                <c:pt idx="657">
                  <c:v>43.043000000000006</c:v>
                </c:pt>
                <c:pt idx="658">
                  <c:v>43.093000000000011</c:v>
                </c:pt>
                <c:pt idx="659">
                  <c:v>43.143000000000001</c:v>
                </c:pt>
                <c:pt idx="660">
                  <c:v>43.193000000000012</c:v>
                </c:pt>
                <c:pt idx="661">
                  <c:v>43.243000000000002</c:v>
                </c:pt>
                <c:pt idx="662">
                  <c:v>43.293000000000013</c:v>
                </c:pt>
                <c:pt idx="663">
                  <c:v>43.343000000000004</c:v>
                </c:pt>
                <c:pt idx="664">
                  <c:v>43.393000000000001</c:v>
                </c:pt>
                <c:pt idx="665">
                  <c:v>43.443000000000005</c:v>
                </c:pt>
                <c:pt idx="666">
                  <c:v>43.493000000000002</c:v>
                </c:pt>
                <c:pt idx="667">
                  <c:v>43.543000000000006</c:v>
                </c:pt>
                <c:pt idx="668">
                  <c:v>43.593000000000011</c:v>
                </c:pt>
                <c:pt idx="669">
                  <c:v>43.643000000000001</c:v>
                </c:pt>
                <c:pt idx="670">
                  <c:v>43.693000000000012</c:v>
                </c:pt>
                <c:pt idx="671">
                  <c:v>43.743000000000002</c:v>
                </c:pt>
                <c:pt idx="672">
                  <c:v>43.793000000000013</c:v>
                </c:pt>
                <c:pt idx="673">
                  <c:v>43.843000000000004</c:v>
                </c:pt>
                <c:pt idx="674">
                  <c:v>43.893000000000001</c:v>
                </c:pt>
                <c:pt idx="675">
                  <c:v>43.943000000000005</c:v>
                </c:pt>
                <c:pt idx="676">
                  <c:v>43.993000000000002</c:v>
                </c:pt>
                <c:pt idx="677">
                  <c:v>44.043000000000006</c:v>
                </c:pt>
                <c:pt idx="678">
                  <c:v>44.093000000000011</c:v>
                </c:pt>
                <c:pt idx="679">
                  <c:v>44.143000000000001</c:v>
                </c:pt>
                <c:pt idx="680">
                  <c:v>44.193000000000012</c:v>
                </c:pt>
                <c:pt idx="681">
                  <c:v>44.243000000000002</c:v>
                </c:pt>
                <c:pt idx="682">
                  <c:v>44.293000000000013</c:v>
                </c:pt>
                <c:pt idx="683">
                  <c:v>44.343000000000004</c:v>
                </c:pt>
                <c:pt idx="684">
                  <c:v>44.393000000000001</c:v>
                </c:pt>
                <c:pt idx="685">
                  <c:v>44.443000000000005</c:v>
                </c:pt>
                <c:pt idx="686">
                  <c:v>44.493000000000002</c:v>
                </c:pt>
                <c:pt idx="687">
                  <c:v>44.543000000000006</c:v>
                </c:pt>
                <c:pt idx="688">
                  <c:v>44.593000000000011</c:v>
                </c:pt>
                <c:pt idx="689">
                  <c:v>44.643000000000001</c:v>
                </c:pt>
                <c:pt idx="690">
                  <c:v>44.693000000000012</c:v>
                </c:pt>
                <c:pt idx="691">
                  <c:v>44.743000000000002</c:v>
                </c:pt>
                <c:pt idx="692">
                  <c:v>44.793000000000013</c:v>
                </c:pt>
                <c:pt idx="693">
                  <c:v>44.843000000000004</c:v>
                </c:pt>
                <c:pt idx="694">
                  <c:v>44.893000000000001</c:v>
                </c:pt>
                <c:pt idx="695">
                  <c:v>44.943000000000005</c:v>
                </c:pt>
                <c:pt idx="696">
                  <c:v>44.993000000000002</c:v>
                </c:pt>
                <c:pt idx="697">
                  <c:v>45.043000000000006</c:v>
                </c:pt>
                <c:pt idx="698">
                  <c:v>45.093000000000011</c:v>
                </c:pt>
                <c:pt idx="699">
                  <c:v>45.143000000000001</c:v>
                </c:pt>
                <c:pt idx="700">
                  <c:v>45.193000000000012</c:v>
                </c:pt>
                <c:pt idx="701">
                  <c:v>45.243000000000002</c:v>
                </c:pt>
                <c:pt idx="702">
                  <c:v>45.293000000000013</c:v>
                </c:pt>
                <c:pt idx="703">
                  <c:v>45.343000000000004</c:v>
                </c:pt>
                <c:pt idx="704">
                  <c:v>45.393000000000001</c:v>
                </c:pt>
                <c:pt idx="705">
                  <c:v>45.443000000000005</c:v>
                </c:pt>
                <c:pt idx="706">
                  <c:v>45.493000000000002</c:v>
                </c:pt>
                <c:pt idx="707">
                  <c:v>45.543000000000006</c:v>
                </c:pt>
                <c:pt idx="708">
                  <c:v>45.593000000000011</c:v>
                </c:pt>
                <c:pt idx="709">
                  <c:v>45.643000000000001</c:v>
                </c:pt>
                <c:pt idx="710">
                  <c:v>45.693000000000012</c:v>
                </c:pt>
                <c:pt idx="711">
                  <c:v>45.743000000000002</c:v>
                </c:pt>
                <c:pt idx="712">
                  <c:v>45.793000000000013</c:v>
                </c:pt>
                <c:pt idx="713">
                  <c:v>45.843000000000004</c:v>
                </c:pt>
                <c:pt idx="714">
                  <c:v>45.893000000000001</c:v>
                </c:pt>
                <c:pt idx="715">
                  <c:v>45.943000000000005</c:v>
                </c:pt>
                <c:pt idx="716">
                  <c:v>45.993000000000002</c:v>
                </c:pt>
                <c:pt idx="717">
                  <c:v>46.043000000000006</c:v>
                </c:pt>
                <c:pt idx="718">
                  <c:v>46.093000000000011</c:v>
                </c:pt>
                <c:pt idx="719">
                  <c:v>46.143000000000001</c:v>
                </c:pt>
                <c:pt idx="720">
                  <c:v>46.193000000000012</c:v>
                </c:pt>
                <c:pt idx="721">
                  <c:v>46.243000000000002</c:v>
                </c:pt>
                <c:pt idx="722">
                  <c:v>46.293000000000013</c:v>
                </c:pt>
                <c:pt idx="723">
                  <c:v>46.343000000000004</c:v>
                </c:pt>
                <c:pt idx="724">
                  <c:v>46.393000000000001</c:v>
                </c:pt>
                <c:pt idx="725">
                  <c:v>46.443000000000005</c:v>
                </c:pt>
                <c:pt idx="726">
                  <c:v>46.493000000000002</c:v>
                </c:pt>
                <c:pt idx="727">
                  <c:v>46.543000000000006</c:v>
                </c:pt>
                <c:pt idx="728">
                  <c:v>46.593000000000011</c:v>
                </c:pt>
                <c:pt idx="729">
                  <c:v>46.643000000000001</c:v>
                </c:pt>
                <c:pt idx="730">
                  <c:v>46.693000000000012</c:v>
                </c:pt>
                <c:pt idx="731">
                  <c:v>46.743000000000002</c:v>
                </c:pt>
                <c:pt idx="732">
                  <c:v>46.793000000000013</c:v>
                </c:pt>
                <c:pt idx="733">
                  <c:v>46.843000000000004</c:v>
                </c:pt>
                <c:pt idx="734">
                  <c:v>46.893000000000001</c:v>
                </c:pt>
                <c:pt idx="735">
                  <c:v>46.943000000000005</c:v>
                </c:pt>
                <c:pt idx="736">
                  <c:v>46.993000000000002</c:v>
                </c:pt>
                <c:pt idx="737">
                  <c:v>47.043000000000006</c:v>
                </c:pt>
                <c:pt idx="738">
                  <c:v>47.093000000000011</c:v>
                </c:pt>
                <c:pt idx="739">
                  <c:v>47.143000000000001</c:v>
                </c:pt>
                <c:pt idx="740">
                  <c:v>47.193000000000012</c:v>
                </c:pt>
                <c:pt idx="741">
                  <c:v>47.243000000000002</c:v>
                </c:pt>
                <c:pt idx="742">
                  <c:v>47.293000000000013</c:v>
                </c:pt>
                <c:pt idx="743">
                  <c:v>47.343000000000004</c:v>
                </c:pt>
                <c:pt idx="744">
                  <c:v>47.393000000000001</c:v>
                </c:pt>
                <c:pt idx="745">
                  <c:v>47.443000000000005</c:v>
                </c:pt>
                <c:pt idx="746">
                  <c:v>47.493000000000002</c:v>
                </c:pt>
                <c:pt idx="747">
                  <c:v>47.543000000000006</c:v>
                </c:pt>
                <c:pt idx="748">
                  <c:v>47.593000000000011</c:v>
                </c:pt>
                <c:pt idx="749">
                  <c:v>47.643000000000001</c:v>
                </c:pt>
                <c:pt idx="750">
                  <c:v>47.693000000000012</c:v>
                </c:pt>
                <c:pt idx="751">
                  <c:v>47.743000000000002</c:v>
                </c:pt>
                <c:pt idx="752">
                  <c:v>47.793000000000013</c:v>
                </c:pt>
                <c:pt idx="753">
                  <c:v>47.843000000000004</c:v>
                </c:pt>
                <c:pt idx="754">
                  <c:v>47.893000000000001</c:v>
                </c:pt>
                <c:pt idx="755">
                  <c:v>47.943000000000005</c:v>
                </c:pt>
                <c:pt idx="756">
                  <c:v>47.993000000000002</c:v>
                </c:pt>
                <c:pt idx="757">
                  <c:v>48.043000000000006</c:v>
                </c:pt>
                <c:pt idx="758">
                  <c:v>48.093000000000011</c:v>
                </c:pt>
                <c:pt idx="759">
                  <c:v>48.143000000000001</c:v>
                </c:pt>
                <c:pt idx="760">
                  <c:v>48.193000000000012</c:v>
                </c:pt>
                <c:pt idx="761">
                  <c:v>48.243000000000002</c:v>
                </c:pt>
                <c:pt idx="762">
                  <c:v>48.293000000000013</c:v>
                </c:pt>
                <c:pt idx="763">
                  <c:v>48.343000000000004</c:v>
                </c:pt>
                <c:pt idx="764">
                  <c:v>48.393000000000001</c:v>
                </c:pt>
                <c:pt idx="765">
                  <c:v>48.443000000000005</c:v>
                </c:pt>
                <c:pt idx="766">
                  <c:v>48.493000000000002</c:v>
                </c:pt>
                <c:pt idx="767">
                  <c:v>48.543000000000006</c:v>
                </c:pt>
                <c:pt idx="768">
                  <c:v>48.593000000000011</c:v>
                </c:pt>
                <c:pt idx="769">
                  <c:v>48.643000000000001</c:v>
                </c:pt>
                <c:pt idx="770">
                  <c:v>48.693000000000012</c:v>
                </c:pt>
                <c:pt idx="771">
                  <c:v>48.743000000000002</c:v>
                </c:pt>
                <c:pt idx="772">
                  <c:v>48.793000000000013</c:v>
                </c:pt>
                <c:pt idx="773">
                  <c:v>48.843000000000004</c:v>
                </c:pt>
                <c:pt idx="774">
                  <c:v>48.893000000000001</c:v>
                </c:pt>
                <c:pt idx="775">
                  <c:v>48.943000000000005</c:v>
                </c:pt>
                <c:pt idx="776">
                  <c:v>48.993000000000002</c:v>
                </c:pt>
                <c:pt idx="777">
                  <c:v>49.043000000000006</c:v>
                </c:pt>
                <c:pt idx="778">
                  <c:v>49.093000000000011</c:v>
                </c:pt>
                <c:pt idx="779">
                  <c:v>49.143000000000001</c:v>
                </c:pt>
                <c:pt idx="780">
                  <c:v>49.193000000000012</c:v>
                </c:pt>
                <c:pt idx="781">
                  <c:v>49.243000000000002</c:v>
                </c:pt>
                <c:pt idx="782">
                  <c:v>49.293000000000013</c:v>
                </c:pt>
                <c:pt idx="783">
                  <c:v>49.343000000000004</c:v>
                </c:pt>
                <c:pt idx="784">
                  <c:v>49.393000000000001</c:v>
                </c:pt>
                <c:pt idx="785">
                  <c:v>49.443000000000005</c:v>
                </c:pt>
                <c:pt idx="786">
                  <c:v>49.493000000000002</c:v>
                </c:pt>
                <c:pt idx="787">
                  <c:v>49.543000000000006</c:v>
                </c:pt>
                <c:pt idx="788">
                  <c:v>49.593000000000011</c:v>
                </c:pt>
                <c:pt idx="789">
                  <c:v>49.643000000000001</c:v>
                </c:pt>
                <c:pt idx="790">
                  <c:v>49.693000000000012</c:v>
                </c:pt>
                <c:pt idx="791">
                  <c:v>49.743000000000002</c:v>
                </c:pt>
                <c:pt idx="792">
                  <c:v>49.793000000000013</c:v>
                </c:pt>
                <c:pt idx="793">
                  <c:v>49.843000000000004</c:v>
                </c:pt>
                <c:pt idx="794">
                  <c:v>49.893000000000001</c:v>
                </c:pt>
                <c:pt idx="795">
                  <c:v>49.943000000000005</c:v>
                </c:pt>
                <c:pt idx="796">
                  <c:v>49.993000000000002</c:v>
                </c:pt>
                <c:pt idx="797">
                  <c:v>50.043000000000006</c:v>
                </c:pt>
                <c:pt idx="798">
                  <c:v>50.093000000000011</c:v>
                </c:pt>
                <c:pt idx="799">
                  <c:v>50.143000000000001</c:v>
                </c:pt>
                <c:pt idx="800">
                  <c:v>50.193000000000012</c:v>
                </c:pt>
                <c:pt idx="801">
                  <c:v>50.243000000000002</c:v>
                </c:pt>
                <c:pt idx="802">
                  <c:v>50.293000000000013</c:v>
                </c:pt>
                <c:pt idx="803">
                  <c:v>50.343000000000004</c:v>
                </c:pt>
                <c:pt idx="804">
                  <c:v>50.393000000000001</c:v>
                </c:pt>
                <c:pt idx="805">
                  <c:v>50.443000000000005</c:v>
                </c:pt>
                <c:pt idx="806">
                  <c:v>50.493000000000002</c:v>
                </c:pt>
                <c:pt idx="807">
                  <c:v>50.543000000000006</c:v>
                </c:pt>
                <c:pt idx="808">
                  <c:v>50.593000000000011</c:v>
                </c:pt>
                <c:pt idx="809">
                  <c:v>50.643000000000001</c:v>
                </c:pt>
                <c:pt idx="810">
                  <c:v>50.693000000000012</c:v>
                </c:pt>
                <c:pt idx="811">
                  <c:v>50.743000000000002</c:v>
                </c:pt>
                <c:pt idx="812">
                  <c:v>50.793000000000013</c:v>
                </c:pt>
                <c:pt idx="813">
                  <c:v>50.843000000000004</c:v>
                </c:pt>
                <c:pt idx="814">
                  <c:v>50.893000000000001</c:v>
                </c:pt>
                <c:pt idx="815">
                  <c:v>50.943000000000005</c:v>
                </c:pt>
                <c:pt idx="816">
                  <c:v>50.993000000000002</c:v>
                </c:pt>
                <c:pt idx="817">
                  <c:v>51.043000000000006</c:v>
                </c:pt>
                <c:pt idx="818">
                  <c:v>51.093000000000011</c:v>
                </c:pt>
                <c:pt idx="819">
                  <c:v>51.143000000000001</c:v>
                </c:pt>
                <c:pt idx="820">
                  <c:v>51.193000000000012</c:v>
                </c:pt>
                <c:pt idx="821">
                  <c:v>51.243000000000002</c:v>
                </c:pt>
                <c:pt idx="822">
                  <c:v>51.293000000000013</c:v>
                </c:pt>
                <c:pt idx="823">
                  <c:v>51.343000000000004</c:v>
                </c:pt>
                <c:pt idx="824">
                  <c:v>51.393000000000001</c:v>
                </c:pt>
                <c:pt idx="825">
                  <c:v>51.443000000000005</c:v>
                </c:pt>
                <c:pt idx="826">
                  <c:v>51.493000000000002</c:v>
                </c:pt>
                <c:pt idx="827">
                  <c:v>51.543000000000006</c:v>
                </c:pt>
                <c:pt idx="828">
                  <c:v>51.593000000000011</c:v>
                </c:pt>
                <c:pt idx="829">
                  <c:v>51.643000000000001</c:v>
                </c:pt>
                <c:pt idx="830">
                  <c:v>51.693000000000012</c:v>
                </c:pt>
                <c:pt idx="831">
                  <c:v>51.743000000000002</c:v>
                </c:pt>
                <c:pt idx="832">
                  <c:v>51.793000000000013</c:v>
                </c:pt>
                <c:pt idx="833">
                  <c:v>51.843000000000004</c:v>
                </c:pt>
                <c:pt idx="834">
                  <c:v>51.893000000000001</c:v>
                </c:pt>
                <c:pt idx="835">
                  <c:v>51.943000000000005</c:v>
                </c:pt>
                <c:pt idx="836">
                  <c:v>51.993000000000002</c:v>
                </c:pt>
                <c:pt idx="837">
                  <c:v>52.043000000000006</c:v>
                </c:pt>
                <c:pt idx="838">
                  <c:v>52.093000000000011</c:v>
                </c:pt>
                <c:pt idx="839">
                  <c:v>52.143000000000001</c:v>
                </c:pt>
                <c:pt idx="840">
                  <c:v>52.193000000000012</c:v>
                </c:pt>
                <c:pt idx="841">
                  <c:v>52.243000000000002</c:v>
                </c:pt>
                <c:pt idx="842">
                  <c:v>52.293000000000013</c:v>
                </c:pt>
                <c:pt idx="843">
                  <c:v>52.343000000000004</c:v>
                </c:pt>
                <c:pt idx="844">
                  <c:v>52.393000000000001</c:v>
                </c:pt>
                <c:pt idx="845">
                  <c:v>52.443000000000005</c:v>
                </c:pt>
                <c:pt idx="846">
                  <c:v>52.493000000000002</c:v>
                </c:pt>
                <c:pt idx="847">
                  <c:v>52.543000000000006</c:v>
                </c:pt>
                <c:pt idx="848">
                  <c:v>52.593000000000011</c:v>
                </c:pt>
                <c:pt idx="849">
                  <c:v>52.643000000000001</c:v>
                </c:pt>
                <c:pt idx="850">
                  <c:v>52.693000000000012</c:v>
                </c:pt>
                <c:pt idx="851">
                  <c:v>52.743000000000002</c:v>
                </c:pt>
                <c:pt idx="852">
                  <c:v>52.793000000000013</c:v>
                </c:pt>
                <c:pt idx="853">
                  <c:v>52.843000000000004</c:v>
                </c:pt>
                <c:pt idx="854">
                  <c:v>52.893000000000001</c:v>
                </c:pt>
                <c:pt idx="855">
                  <c:v>52.943000000000005</c:v>
                </c:pt>
                <c:pt idx="856">
                  <c:v>52.993000000000002</c:v>
                </c:pt>
                <c:pt idx="857">
                  <c:v>53.043000000000006</c:v>
                </c:pt>
                <c:pt idx="858">
                  <c:v>53.093000000000011</c:v>
                </c:pt>
                <c:pt idx="859">
                  <c:v>53.143000000000001</c:v>
                </c:pt>
                <c:pt idx="860">
                  <c:v>53.193000000000012</c:v>
                </c:pt>
                <c:pt idx="861">
                  <c:v>53.243000000000002</c:v>
                </c:pt>
                <c:pt idx="862">
                  <c:v>53.293000000000013</c:v>
                </c:pt>
                <c:pt idx="863">
                  <c:v>53.343000000000004</c:v>
                </c:pt>
                <c:pt idx="864">
                  <c:v>53.393000000000001</c:v>
                </c:pt>
                <c:pt idx="865">
                  <c:v>53.443000000000005</c:v>
                </c:pt>
                <c:pt idx="866">
                  <c:v>53.493000000000002</c:v>
                </c:pt>
                <c:pt idx="867">
                  <c:v>53.543000000000006</c:v>
                </c:pt>
                <c:pt idx="868">
                  <c:v>53.593000000000011</c:v>
                </c:pt>
                <c:pt idx="869">
                  <c:v>53.643000000000001</c:v>
                </c:pt>
                <c:pt idx="870">
                  <c:v>53.693000000000012</c:v>
                </c:pt>
                <c:pt idx="871">
                  <c:v>53.743000000000002</c:v>
                </c:pt>
                <c:pt idx="872">
                  <c:v>53.793000000000013</c:v>
                </c:pt>
                <c:pt idx="873">
                  <c:v>53.843000000000004</c:v>
                </c:pt>
                <c:pt idx="874">
                  <c:v>53.893000000000001</c:v>
                </c:pt>
                <c:pt idx="875">
                  <c:v>53.943000000000005</c:v>
                </c:pt>
                <c:pt idx="876">
                  <c:v>53.993000000000002</c:v>
                </c:pt>
                <c:pt idx="877">
                  <c:v>54.043000000000006</c:v>
                </c:pt>
                <c:pt idx="878">
                  <c:v>54.093000000000011</c:v>
                </c:pt>
                <c:pt idx="879">
                  <c:v>54.143000000000001</c:v>
                </c:pt>
                <c:pt idx="880">
                  <c:v>54.193000000000012</c:v>
                </c:pt>
                <c:pt idx="881">
                  <c:v>54.243000000000002</c:v>
                </c:pt>
                <c:pt idx="882">
                  <c:v>54.293000000000013</c:v>
                </c:pt>
                <c:pt idx="883">
                  <c:v>54.343000000000004</c:v>
                </c:pt>
                <c:pt idx="884">
                  <c:v>54.393000000000001</c:v>
                </c:pt>
                <c:pt idx="885">
                  <c:v>54.443000000000005</c:v>
                </c:pt>
                <c:pt idx="886">
                  <c:v>54.493000000000002</c:v>
                </c:pt>
                <c:pt idx="887">
                  <c:v>54.543000000000006</c:v>
                </c:pt>
                <c:pt idx="888">
                  <c:v>54.593000000000011</c:v>
                </c:pt>
                <c:pt idx="889">
                  <c:v>54.643000000000001</c:v>
                </c:pt>
                <c:pt idx="890">
                  <c:v>54.693000000000012</c:v>
                </c:pt>
                <c:pt idx="891">
                  <c:v>54.743000000000002</c:v>
                </c:pt>
                <c:pt idx="892">
                  <c:v>54.793000000000013</c:v>
                </c:pt>
                <c:pt idx="893">
                  <c:v>54.843000000000004</c:v>
                </c:pt>
                <c:pt idx="894">
                  <c:v>54.893000000000001</c:v>
                </c:pt>
                <c:pt idx="895">
                  <c:v>54.943000000000005</c:v>
                </c:pt>
                <c:pt idx="896">
                  <c:v>54.993000000000002</c:v>
                </c:pt>
                <c:pt idx="897">
                  <c:v>55.043000000000006</c:v>
                </c:pt>
                <c:pt idx="898">
                  <c:v>55.093000000000011</c:v>
                </c:pt>
                <c:pt idx="899">
                  <c:v>55.143000000000001</c:v>
                </c:pt>
                <c:pt idx="900">
                  <c:v>55.193000000000012</c:v>
                </c:pt>
                <c:pt idx="901">
                  <c:v>55.243000000000002</c:v>
                </c:pt>
                <c:pt idx="902">
                  <c:v>55.293000000000013</c:v>
                </c:pt>
                <c:pt idx="903">
                  <c:v>55.343000000000004</c:v>
                </c:pt>
                <c:pt idx="904">
                  <c:v>55.393000000000001</c:v>
                </c:pt>
                <c:pt idx="905">
                  <c:v>55.443000000000005</c:v>
                </c:pt>
                <c:pt idx="906">
                  <c:v>55.493000000000002</c:v>
                </c:pt>
                <c:pt idx="907">
                  <c:v>55.543000000000006</c:v>
                </c:pt>
                <c:pt idx="908">
                  <c:v>55.593000000000011</c:v>
                </c:pt>
                <c:pt idx="909">
                  <c:v>55.643000000000001</c:v>
                </c:pt>
                <c:pt idx="910">
                  <c:v>55.693000000000012</c:v>
                </c:pt>
                <c:pt idx="911">
                  <c:v>55.743000000000002</c:v>
                </c:pt>
                <c:pt idx="912">
                  <c:v>55.793000000000013</c:v>
                </c:pt>
                <c:pt idx="913">
                  <c:v>55.843000000000004</c:v>
                </c:pt>
                <c:pt idx="914">
                  <c:v>55.893000000000001</c:v>
                </c:pt>
                <c:pt idx="915">
                  <c:v>55.943000000000005</c:v>
                </c:pt>
                <c:pt idx="916">
                  <c:v>55.993000000000002</c:v>
                </c:pt>
                <c:pt idx="917">
                  <c:v>56.043000000000006</c:v>
                </c:pt>
                <c:pt idx="918">
                  <c:v>56.093000000000011</c:v>
                </c:pt>
                <c:pt idx="919">
                  <c:v>56.143000000000001</c:v>
                </c:pt>
                <c:pt idx="920">
                  <c:v>56.193000000000012</c:v>
                </c:pt>
                <c:pt idx="921">
                  <c:v>56.243000000000002</c:v>
                </c:pt>
                <c:pt idx="922">
                  <c:v>56.293000000000013</c:v>
                </c:pt>
                <c:pt idx="923">
                  <c:v>56.343000000000004</c:v>
                </c:pt>
                <c:pt idx="924">
                  <c:v>56.393000000000001</c:v>
                </c:pt>
                <c:pt idx="925">
                  <c:v>56.443000000000005</c:v>
                </c:pt>
                <c:pt idx="926">
                  <c:v>56.493000000000002</c:v>
                </c:pt>
                <c:pt idx="927">
                  <c:v>56.543000000000006</c:v>
                </c:pt>
                <c:pt idx="928">
                  <c:v>56.593000000000011</c:v>
                </c:pt>
                <c:pt idx="929">
                  <c:v>56.643000000000001</c:v>
                </c:pt>
                <c:pt idx="930">
                  <c:v>56.693000000000012</c:v>
                </c:pt>
                <c:pt idx="931">
                  <c:v>56.743000000000002</c:v>
                </c:pt>
                <c:pt idx="932">
                  <c:v>56.793000000000013</c:v>
                </c:pt>
                <c:pt idx="933">
                  <c:v>56.843000000000004</c:v>
                </c:pt>
                <c:pt idx="934">
                  <c:v>56.893000000000001</c:v>
                </c:pt>
                <c:pt idx="935">
                  <c:v>56.943000000000005</c:v>
                </c:pt>
                <c:pt idx="936">
                  <c:v>56.993000000000002</c:v>
                </c:pt>
                <c:pt idx="937">
                  <c:v>57.043000000000006</c:v>
                </c:pt>
                <c:pt idx="938">
                  <c:v>57.093000000000011</c:v>
                </c:pt>
                <c:pt idx="939">
                  <c:v>57.143000000000001</c:v>
                </c:pt>
                <c:pt idx="940">
                  <c:v>57.193000000000012</c:v>
                </c:pt>
                <c:pt idx="941">
                  <c:v>57.243000000000002</c:v>
                </c:pt>
                <c:pt idx="942">
                  <c:v>57.293000000000013</c:v>
                </c:pt>
                <c:pt idx="943">
                  <c:v>57.343000000000004</c:v>
                </c:pt>
                <c:pt idx="944">
                  <c:v>57.393000000000001</c:v>
                </c:pt>
                <c:pt idx="945">
                  <c:v>57.443000000000005</c:v>
                </c:pt>
                <c:pt idx="946">
                  <c:v>57.493000000000002</c:v>
                </c:pt>
                <c:pt idx="947">
                  <c:v>57.543000000000006</c:v>
                </c:pt>
                <c:pt idx="948">
                  <c:v>57.593000000000011</c:v>
                </c:pt>
                <c:pt idx="949">
                  <c:v>57.643000000000001</c:v>
                </c:pt>
                <c:pt idx="950">
                  <c:v>57.693000000000012</c:v>
                </c:pt>
                <c:pt idx="951">
                  <c:v>57.743000000000002</c:v>
                </c:pt>
                <c:pt idx="952">
                  <c:v>57.793000000000013</c:v>
                </c:pt>
                <c:pt idx="953">
                  <c:v>57.843000000000004</c:v>
                </c:pt>
                <c:pt idx="954">
                  <c:v>57.893000000000001</c:v>
                </c:pt>
                <c:pt idx="955">
                  <c:v>57.943000000000005</c:v>
                </c:pt>
                <c:pt idx="956">
                  <c:v>57.993000000000002</c:v>
                </c:pt>
                <c:pt idx="957">
                  <c:v>58.043000000000006</c:v>
                </c:pt>
                <c:pt idx="958">
                  <c:v>58.093000000000011</c:v>
                </c:pt>
                <c:pt idx="959">
                  <c:v>58.143000000000001</c:v>
                </c:pt>
                <c:pt idx="960">
                  <c:v>58.193000000000012</c:v>
                </c:pt>
                <c:pt idx="961">
                  <c:v>58.243000000000002</c:v>
                </c:pt>
                <c:pt idx="962">
                  <c:v>58.293000000000013</c:v>
                </c:pt>
                <c:pt idx="963">
                  <c:v>58.343000000000004</c:v>
                </c:pt>
                <c:pt idx="964">
                  <c:v>58.393000000000001</c:v>
                </c:pt>
                <c:pt idx="965">
                  <c:v>58.443000000000005</c:v>
                </c:pt>
                <c:pt idx="966">
                  <c:v>58.493000000000002</c:v>
                </c:pt>
                <c:pt idx="967">
                  <c:v>58.543000000000006</c:v>
                </c:pt>
                <c:pt idx="968">
                  <c:v>58.593000000000011</c:v>
                </c:pt>
                <c:pt idx="969">
                  <c:v>58.643000000000001</c:v>
                </c:pt>
                <c:pt idx="970">
                  <c:v>58.693000000000012</c:v>
                </c:pt>
                <c:pt idx="971">
                  <c:v>58.743000000000002</c:v>
                </c:pt>
                <c:pt idx="972">
                  <c:v>58.793000000000013</c:v>
                </c:pt>
                <c:pt idx="973">
                  <c:v>58.843000000000004</c:v>
                </c:pt>
                <c:pt idx="974">
                  <c:v>58.893000000000001</c:v>
                </c:pt>
                <c:pt idx="975">
                  <c:v>58.943000000000005</c:v>
                </c:pt>
                <c:pt idx="976">
                  <c:v>58.993000000000002</c:v>
                </c:pt>
                <c:pt idx="977">
                  <c:v>59.043000000000006</c:v>
                </c:pt>
                <c:pt idx="978">
                  <c:v>59.093000000000011</c:v>
                </c:pt>
                <c:pt idx="979">
                  <c:v>59.143000000000001</c:v>
                </c:pt>
                <c:pt idx="980">
                  <c:v>59.193000000000012</c:v>
                </c:pt>
                <c:pt idx="981">
                  <c:v>59.243000000000002</c:v>
                </c:pt>
                <c:pt idx="982">
                  <c:v>59.293000000000013</c:v>
                </c:pt>
                <c:pt idx="983">
                  <c:v>59.343000000000004</c:v>
                </c:pt>
                <c:pt idx="984">
                  <c:v>59.393000000000001</c:v>
                </c:pt>
                <c:pt idx="985">
                  <c:v>59.443000000000005</c:v>
                </c:pt>
                <c:pt idx="986">
                  <c:v>59.493000000000002</c:v>
                </c:pt>
                <c:pt idx="987">
                  <c:v>59.543000000000006</c:v>
                </c:pt>
                <c:pt idx="988">
                  <c:v>59.593000000000011</c:v>
                </c:pt>
                <c:pt idx="989">
                  <c:v>59.643000000000001</c:v>
                </c:pt>
                <c:pt idx="990">
                  <c:v>59.693000000000012</c:v>
                </c:pt>
                <c:pt idx="991">
                  <c:v>59.743000000000002</c:v>
                </c:pt>
                <c:pt idx="992">
                  <c:v>59.793000000000013</c:v>
                </c:pt>
                <c:pt idx="993">
                  <c:v>59.843000000000004</c:v>
                </c:pt>
                <c:pt idx="994">
                  <c:v>59.893000000000001</c:v>
                </c:pt>
                <c:pt idx="995">
                  <c:v>59.943000000000005</c:v>
                </c:pt>
                <c:pt idx="996">
                  <c:v>59.993000000000002</c:v>
                </c:pt>
                <c:pt idx="997">
                  <c:v>60.043000000000006</c:v>
                </c:pt>
                <c:pt idx="998">
                  <c:v>60.093000000000011</c:v>
                </c:pt>
                <c:pt idx="999">
                  <c:v>60.143000000000001</c:v>
                </c:pt>
                <c:pt idx="1000">
                  <c:v>60.193000000000012</c:v>
                </c:pt>
                <c:pt idx="1001">
                  <c:v>60.243000000000002</c:v>
                </c:pt>
                <c:pt idx="1002">
                  <c:v>60.293000000000013</c:v>
                </c:pt>
                <c:pt idx="1003">
                  <c:v>60.343000000000004</c:v>
                </c:pt>
                <c:pt idx="1004">
                  <c:v>60.393000000000001</c:v>
                </c:pt>
                <c:pt idx="1005">
                  <c:v>60.443000000000005</c:v>
                </c:pt>
                <c:pt idx="1006">
                  <c:v>60.493000000000002</c:v>
                </c:pt>
                <c:pt idx="1007">
                  <c:v>60.543000000000006</c:v>
                </c:pt>
                <c:pt idx="1008">
                  <c:v>60.593000000000011</c:v>
                </c:pt>
                <c:pt idx="1009">
                  <c:v>60.643000000000001</c:v>
                </c:pt>
                <c:pt idx="1010">
                  <c:v>60.693000000000012</c:v>
                </c:pt>
                <c:pt idx="1011">
                  <c:v>60.743000000000002</c:v>
                </c:pt>
                <c:pt idx="1012">
                  <c:v>60.793000000000013</c:v>
                </c:pt>
                <c:pt idx="1013">
                  <c:v>60.843000000000004</c:v>
                </c:pt>
                <c:pt idx="1014">
                  <c:v>60.893000000000001</c:v>
                </c:pt>
                <c:pt idx="1015">
                  <c:v>60.943000000000005</c:v>
                </c:pt>
                <c:pt idx="1016">
                  <c:v>60.993000000000002</c:v>
                </c:pt>
                <c:pt idx="1017">
                  <c:v>61.043000000000006</c:v>
                </c:pt>
                <c:pt idx="1018">
                  <c:v>61.093000000000011</c:v>
                </c:pt>
                <c:pt idx="1019">
                  <c:v>61.143000000000001</c:v>
                </c:pt>
                <c:pt idx="1020">
                  <c:v>61.193000000000012</c:v>
                </c:pt>
                <c:pt idx="1021">
                  <c:v>61.243000000000002</c:v>
                </c:pt>
                <c:pt idx="1022">
                  <c:v>61.293000000000013</c:v>
                </c:pt>
                <c:pt idx="1023">
                  <c:v>61.343000000000004</c:v>
                </c:pt>
                <c:pt idx="1024">
                  <c:v>61.393000000000001</c:v>
                </c:pt>
                <c:pt idx="1025">
                  <c:v>61.443000000000005</c:v>
                </c:pt>
                <c:pt idx="1026">
                  <c:v>61.493000000000002</c:v>
                </c:pt>
                <c:pt idx="1027">
                  <c:v>61.543000000000006</c:v>
                </c:pt>
                <c:pt idx="1028">
                  <c:v>61.593000000000011</c:v>
                </c:pt>
                <c:pt idx="1029">
                  <c:v>61.643000000000001</c:v>
                </c:pt>
                <c:pt idx="1030">
                  <c:v>61.693000000000012</c:v>
                </c:pt>
                <c:pt idx="1031">
                  <c:v>61.743000000000002</c:v>
                </c:pt>
                <c:pt idx="1032">
                  <c:v>61.793000000000013</c:v>
                </c:pt>
                <c:pt idx="1033">
                  <c:v>61.843000000000004</c:v>
                </c:pt>
                <c:pt idx="1034">
                  <c:v>61.893000000000001</c:v>
                </c:pt>
                <c:pt idx="1035">
                  <c:v>61.943000000000005</c:v>
                </c:pt>
                <c:pt idx="1036">
                  <c:v>61.993000000000002</c:v>
                </c:pt>
                <c:pt idx="1037">
                  <c:v>62.043000000000006</c:v>
                </c:pt>
                <c:pt idx="1038">
                  <c:v>62.093000000000011</c:v>
                </c:pt>
                <c:pt idx="1039">
                  <c:v>62.143000000000001</c:v>
                </c:pt>
                <c:pt idx="1040">
                  <c:v>62.193000000000012</c:v>
                </c:pt>
                <c:pt idx="1041">
                  <c:v>62.243000000000002</c:v>
                </c:pt>
                <c:pt idx="1042">
                  <c:v>62.293000000000013</c:v>
                </c:pt>
                <c:pt idx="1043">
                  <c:v>62.343000000000004</c:v>
                </c:pt>
                <c:pt idx="1044">
                  <c:v>62.393000000000001</c:v>
                </c:pt>
                <c:pt idx="1045">
                  <c:v>62.443000000000005</c:v>
                </c:pt>
                <c:pt idx="1046">
                  <c:v>62.493000000000002</c:v>
                </c:pt>
                <c:pt idx="1047">
                  <c:v>62.543000000000006</c:v>
                </c:pt>
                <c:pt idx="1048">
                  <c:v>62.593000000000011</c:v>
                </c:pt>
                <c:pt idx="1049">
                  <c:v>62.643000000000001</c:v>
                </c:pt>
                <c:pt idx="1050">
                  <c:v>62.693000000000012</c:v>
                </c:pt>
                <c:pt idx="1051">
                  <c:v>62.743000000000002</c:v>
                </c:pt>
                <c:pt idx="1052">
                  <c:v>62.793000000000013</c:v>
                </c:pt>
                <c:pt idx="1053">
                  <c:v>62.843000000000004</c:v>
                </c:pt>
                <c:pt idx="1054">
                  <c:v>62.893000000000001</c:v>
                </c:pt>
                <c:pt idx="1055">
                  <c:v>62.943000000000005</c:v>
                </c:pt>
                <c:pt idx="1056">
                  <c:v>62.993000000000002</c:v>
                </c:pt>
                <c:pt idx="1057">
                  <c:v>63.043000000000006</c:v>
                </c:pt>
                <c:pt idx="1058">
                  <c:v>63.093000000000011</c:v>
                </c:pt>
                <c:pt idx="1059">
                  <c:v>63.143000000000001</c:v>
                </c:pt>
                <c:pt idx="1060">
                  <c:v>63.193000000000012</c:v>
                </c:pt>
                <c:pt idx="1061">
                  <c:v>63.243000000000002</c:v>
                </c:pt>
                <c:pt idx="1062">
                  <c:v>63.293000000000013</c:v>
                </c:pt>
                <c:pt idx="1063">
                  <c:v>63.343000000000004</c:v>
                </c:pt>
                <c:pt idx="1064">
                  <c:v>63.393000000000001</c:v>
                </c:pt>
                <c:pt idx="1065">
                  <c:v>63.443000000000005</c:v>
                </c:pt>
                <c:pt idx="1066">
                  <c:v>63.493000000000002</c:v>
                </c:pt>
                <c:pt idx="1067">
                  <c:v>63.543000000000006</c:v>
                </c:pt>
                <c:pt idx="1068">
                  <c:v>63.593000000000011</c:v>
                </c:pt>
                <c:pt idx="1069">
                  <c:v>63.643000000000001</c:v>
                </c:pt>
                <c:pt idx="1070">
                  <c:v>63.693000000000012</c:v>
                </c:pt>
                <c:pt idx="1071">
                  <c:v>63.743000000000002</c:v>
                </c:pt>
                <c:pt idx="1072">
                  <c:v>63.793000000000013</c:v>
                </c:pt>
                <c:pt idx="1073">
                  <c:v>63.843000000000004</c:v>
                </c:pt>
                <c:pt idx="1074">
                  <c:v>63.893000000000001</c:v>
                </c:pt>
                <c:pt idx="1075">
                  <c:v>63.943000000000005</c:v>
                </c:pt>
                <c:pt idx="1076">
                  <c:v>63.993000000000002</c:v>
                </c:pt>
                <c:pt idx="1077">
                  <c:v>64.043000000000006</c:v>
                </c:pt>
                <c:pt idx="1078">
                  <c:v>64.093000000000004</c:v>
                </c:pt>
                <c:pt idx="1079">
                  <c:v>64.143000000000001</c:v>
                </c:pt>
                <c:pt idx="1080">
                  <c:v>64.192999999999998</c:v>
                </c:pt>
                <c:pt idx="1081">
                  <c:v>64.242999999999995</c:v>
                </c:pt>
                <c:pt idx="1082">
                  <c:v>64.293000000000006</c:v>
                </c:pt>
                <c:pt idx="1083">
                  <c:v>64.343000000000004</c:v>
                </c:pt>
                <c:pt idx="1084">
                  <c:v>64.393000000000001</c:v>
                </c:pt>
                <c:pt idx="1085">
                  <c:v>64.443000000000026</c:v>
                </c:pt>
                <c:pt idx="1086">
                  <c:v>64.492999999999995</c:v>
                </c:pt>
                <c:pt idx="1087">
                  <c:v>64.543000000000006</c:v>
                </c:pt>
                <c:pt idx="1088">
                  <c:v>64.593000000000004</c:v>
                </c:pt>
                <c:pt idx="1089">
                  <c:v>64.643000000000001</c:v>
                </c:pt>
                <c:pt idx="1090">
                  <c:v>64.692999999999998</c:v>
                </c:pt>
                <c:pt idx="1091">
                  <c:v>64.742999999999995</c:v>
                </c:pt>
                <c:pt idx="1092">
                  <c:v>64.793000000000006</c:v>
                </c:pt>
                <c:pt idx="1093">
                  <c:v>64.843000000000004</c:v>
                </c:pt>
                <c:pt idx="1094">
                  <c:v>64.893000000000001</c:v>
                </c:pt>
                <c:pt idx="1095">
                  <c:v>64.943000000000026</c:v>
                </c:pt>
                <c:pt idx="1096">
                  <c:v>64.992999999999995</c:v>
                </c:pt>
                <c:pt idx="1097">
                  <c:v>65.043000000000006</c:v>
                </c:pt>
                <c:pt idx="1098">
                  <c:v>65.093000000000004</c:v>
                </c:pt>
                <c:pt idx="1099">
                  <c:v>65.143000000000001</c:v>
                </c:pt>
                <c:pt idx="1100">
                  <c:v>65.192999999999998</c:v>
                </c:pt>
                <c:pt idx="1101">
                  <c:v>65.242999999999995</c:v>
                </c:pt>
                <c:pt idx="1102">
                  <c:v>65.293000000000006</c:v>
                </c:pt>
                <c:pt idx="1103">
                  <c:v>65.343000000000004</c:v>
                </c:pt>
                <c:pt idx="1104">
                  <c:v>65.393000000000001</c:v>
                </c:pt>
                <c:pt idx="1105">
                  <c:v>65.443000000000026</c:v>
                </c:pt>
                <c:pt idx="1106">
                  <c:v>65.492999999999995</c:v>
                </c:pt>
                <c:pt idx="1107">
                  <c:v>65.543000000000006</c:v>
                </c:pt>
                <c:pt idx="1108">
                  <c:v>65.593000000000004</c:v>
                </c:pt>
                <c:pt idx="1109">
                  <c:v>65.643000000000001</c:v>
                </c:pt>
                <c:pt idx="1110">
                  <c:v>65.692999999999998</c:v>
                </c:pt>
                <c:pt idx="1111">
                  <c:v>65.742999999999995</c:v>
                </c:pt>
                <c:pt idx="1112">
                  <c:v>65.793000000000006</c:v>
                </c:pt>
                <c:pt idx="1113">
                  <c:v>65.843000000000004</c:v>
                </c:pt>
                <c:pt idx="1114">
                  <c:v>65.893000000000001</c:v>
                </c:pt>
                <c:pt idx="1115">
                  <c:v>65.943000000000026</c:v>
                </c:pt>
                <c:pt idx="1116">
                  <c:v>65.992999999999995</c:v>
                </c:pt>
                <c:pt idx="1117">
                  <c:v>66.043000000000006</c:v>
                </c:pt>
                <c:pt idx="1118">
                  <c:v>66.093000000000004</c:v>
                </c:pt>
                <c:pt idx="1119">
                  <c:v>66.143000000000001</c:v>
                </c:pt>
                <c:pt idx="1120">
                  <c:v>66.192999999999998</c:v>
                </c:pt>
                <c:pt idx="1121">
                  <c:v>66.242999999999995</c:v>
                </c:pt>
                <c:pt idx="1122">
                  <c:v>66.293000000000006</c:v>
                </c:pt>
                <c:pt idx="1123">
                  <c:v>66.343000000000004</c:v>
                </c:pt>
                <c:pt idx="1124">
                  <c:v>66.393000000000001</c:v>
                </c:pt>
                <c:pt idx="1125">
                  <c:v>66.443000000000026</c:v>
                </c:pt>
                <c:pt idx="1126">
                  <c:v>66.492999999999995</c:v>
                </c:pt>
                <c:pt idx="1127">
                  <c:v>66.543000000000006</c:v>
                </c:pt>
                <c:pt idx="1128">
                  <c:v>66.593000000000004</c:v>
                </c:pt>
                <c:pt idx="1129">
                  <c:v>66.643000000000001</c:v>
                </c:pt>
                <c:pt idx="1130">
                  <c:v>66.692999999999998</c:v>
                </c:pt>
                <c:pt idx="1131">
                  <c:v>66.742999999999995</c:v>
                </c:pt>
                <c:pt idx="1132">
                  <c:v>66.793000000000006</c:v>
                </c:pt>
                <c:pt idx="1133">
                  <c:v>66.843000000000004</c:v>
                </c:pt>
                <c:pt idx="1134">
                  <c:v>66.893000000000001</c:v>
                </c:pt>
                <c:pt idx="1135">
                  <c:v>66.943000000000026</c:v>
                </c:pt>
                <c:pt idx="1136">
                  <c:v>66.992999999999995</c:v>
                </c:pt>
                <c:pt idx="1137">
                  <c:v>67.043000000000006</c:v>
                </c:pt>
                <c:pt idx="1138">
                  <c:v>67.093000000000004</c:v>
                </c:pt>
                <c:pt idx="1139">
                  <c:v>67.143000000000001</c:v>
                </c:pt>
                <c:pt idx="1140">
                  <c:v>67.192999999999998</c:v>
                </c:pt>
                <c:pt idx="1141">
                  <c:v>67.242999999999995</c:v>
                </c:pt>
                <c:pt idx="1142">
                  <c:v>67.293000000000006</c:v>
                </c:pt>
                <c:pt idx="1143">
                  <c:v>67.343000000000004</c:v>
                </c:pt>
                <c:pt idx="1144">
                  <c:v>67.393000000000001</c:v>
                </c:pt>
                <c:pt idx="1145">
                  <c:v>67.443000000000026</c:v>
                </c:pt>
                <c:pt idx="1146">
                  <c:v>67.492999999999995</c:v>
                </c:pt>
                <c:pt idx="1147">
                  <c:v>67.543000000000006</c:v>
                </c:pt>
                <c:pt idx="1148">
                  <c:v>67.593000000000004</c:v>
                </c:pt>
                <c:pt idx="1149">
                  <c:v>67.643000000000001</c:v>
                </c:pt>
                <c:pt idx="1150">
                  <c:v>67.692999999999998</c:v>
                </c:pt>
                <c:pt idx="1151">
                  <c:v>67.742999999999995</c:v>
                </c:pt>
                <c:pt idx="1152">
                  <c:v>67.793000000000006</c:v>
                </c:pt>
                <c:pt idx="1153">
                  <c:v>67.843000000000004</c:v>
                </c:pt>
                <c:pt idx="1154">
                  <c:v>67.893000000000001</c:v>
                </c:pt>
                <c:pt idx="1155">
                  <c:v>67.943000000000026</c:v>
                </c:pt>
                <c:pt idx="1156">
                  <c:v>67.992999999999995</c:v>
                </c:pt>
                <c:pt idx="1157">
                  <c:v>68.043000000000006</c:v>
                </c:pt>
                <c:pt idx="1158">
                  <c:v>68.093000000000004</c:v>
                </c:pt>
                <c:pt idx="1159">
                  <c:v>68.143000000000001</c:v>
                </c:pt>
                <c:pt idx="1160">
                  <c:v>68.192999999999998</c:v>
                </c:pt>
                <c:pt idx="1161">
                  <c:v>68.242999999999995</c:v>
                </c:pt>
                <c:pt idx="1162">
                  <c:v>68.293000000000006</c:v>
                </c:pt>
                <c:pt idx="1163">
                  <c:v>68.343000000000004</c:v>
                </c:pt>
                <c:pt idx="1164">
                  <c:v>68.393000000000001</c:v>
                </c:pt>
                <c:pt idx="1165">
                  <c:v>68.443000000000026</c:v>
                </c:pt>
                <c:pt idx="1166">
                  <c:v>68.492999999999995</c:v>
                </c:pt>
                <c:pt idx="1167">
                  <c:v>68.543000000000006</c:v>
                </c:pt>
                <c:pt idx="1168">
                  <c:v>68.593000000000004</c:v>
                </c:pt>
                <c:pt idx="1169">
                  <c:v>68.643000000000001</c:v>
                </c:pt>
                <c:pt idx="1170">
                  <c:v>68.692999999999998</c:v>
                </c:pt>
                <c:pt idx="1171">
                  <c:v>68.742999999999995</c:v>
                </c:pt>
                <c:pt idx="1172">
                  <c:v>68.793000000000006</c:v>
                </c:pt>
                <c:pt idx="1173">
                  <c:v>68.843000000000004</c:v>
                </c:pt>
                <c:pt idx="1174">
                  <c:v>68.893000000000001</c:v>
                </c:pt>
                <c:pt idx="1175">
                  <c:v>68.943000000000026</c:v>
                </c:pt>
                <c:pt idx="1176">
                  <c:v>68.992999999999995</c:v>
                </c:pt>
                <c:pt idx="1177">
                  <c:v>69.043000000000006</c:v>
                </c:pt>
                <c:pt idx="1178">
                  <c:v>69.093000000000004</c:v>
                </c:pt>
                <c:pt idx="1179">
                  <c:v>69.143000000000001</c:v>
                </c:pt>
                <c:pt idx="1180">
                  <c:v>69.192999999999998</c:v>
                </c:pt>
                <c:pt idx="1181">
                  <c:v>69.242999999999995</c:v>
                </c:pt>
                <c:pt idx="1182">
                  <c:v>69.293000000000006</c:v>
                </c:pt>
                <c:pt idx="1183">
                  <c:v>69.343000000000004</c:v>
                </c:pt>
                <c:pt idx="1184">
                  <c:v>69.393000000000001</c:v>
                </c:pt>
                <c:pt idx="1185">
                  <c:v>69.443000000000026</c:v>
                </c:pt>
                <c:pt idx="1186">
                  <c:v>69.492999999999995</c:v>
                </c:pt>
                <c:pt idx="1187">
                  <c:v>69.543000000000006</c:v>
                </c:pt>
                <c:pt idx="1188">
                  <c:v>69.593000000000004</c:v>
                </c:pt>
                <c:pt idx="1189">
                  <c:v>69.643000000000001</c:v>
                </c:pt>
                <c:pt idx="1190">
                  <c:v>69.692999999999998</c:v>
                </c:pt>
                <c:pt idx="1191">
                  <c:v>69.742999999999995</c:v>
                </c:pt>
                <c:pt idx="1192">
                  <c:v>69.793000000000006</c:v>
                </c:pt>
                <c:pt idx="1193">
                  <c:v>69.843000000000004</c:v>
                </c:pt>
                <c:pt idx="1194">
                  <c:v>69.893000000000001</c:v>
                </c:pt>
                <c:pt idx="1195">
                  <c:v>69.943000000000026</c:v>
                </c:pt>
                <c:pt idx="1196">
                  <c:v>69.992999999999995</c:v>
                </c:pt>
                <c:pt idx="1197">
                  <c:v>70.043000000000006</c:v>
                </c:pt>
                <c:pt idx="1198">
                  <c:v>70.093000000000004</c:v>
                </c:pt>
                <c:pt idx="1199">
                  <c:v>70.143000000000001</c:v>
                </c:pt>
                <c:pt idx="1200">
                  <c:v>70.192999999999998</c:v>
                </c:pt>
                <c:pt idx="1201">
                  <c:v>70.242999999999995</c:v>
                </c:pt>
                <c:pt idx="1202">
                  <c:v>70.293000000000006</c:v>
                </c:pt>
                <c:pt idx="1203">
                  <c:v>70.343000000000004</c:v>
                </c:pt>
                <c:pt idx="1204">
                  <c:v>70.393000000000001</c:v>
                </c:pt>
                <c:pt idx="1205">
                  <c:v>70.443000000000026</c:v>
                </c:pt>
                <c:pt idx="1206">
                  <c:v>70.492999999999995</c:v>
                </c:pt>
                <c:pt idx="1207">
                  <c:v>70.543000000000006</c:v>
                </c:pt>
                <c:pt idx="1208">
                  <c:v>70.593000000000004</c:v>
                </c:pt>
                <c:pt idx="1209">
                  <c:v>70.643000000000001</c:v>
                </c:pt>
                <c:pt idx="1210">
                  <c:v>70.692999999999998</c:v>
                </c:pt>
                <c:pt idx="1211">
                  <c:v>70.742999999999995</c:v>
                </c:pt>
                <c:pt idx="1212">
                  <c:v>70.793000000000006</c:v>
                </c:pt>
                <c:pt idx="1213">
                  <c:v>70.843000000000004</c:v>
                </c:pt>
                <c:pt idx="1214">
                  <c:v>70.893000000000001</c:v>
                </c:pt>
                <c:pt idx="1215">
                  <c:v>70.943000000000026</c:v>
                </c:pt>
                <c:pt idx="1216">
                  <c:v>70.992999999999995</c:v>
                </c:pt>
                <c:pt idx="1217">
                  <c:v>71.043000000000006</c:v>
                </c:pt>
                <c:pt idx="1218">
                  <c:v>71.093000000000004</c:v>
                </c:pt>
                <c:pt idx="1219">
                  <c:v>71.143000000000001</c:v>
                </c:pt>
                <c:pt idx="1220">
                  <c:v>71.192999999999998</c:v>
                </c:pt>
                <c:pt idx="1221">
                  <c:v>71.242999999999995</c:v>
                </c:pt>
                <c:pt idx="1222">
                  <c:v>71.293000000000006</c:v>
                </c:pt>
                <c:pt idx="1223">
                  <c:v>71.343000000000004</c:v>
                </c:pt>
                <c:pt idx="1224">
                  <c:v>71.393000000000001</c:v>
                </c:pt>
                <c:pt idx="1225">
                  <c:v>71.443000000000026</c:v>
                </c:pt>
                <c:pt idx="1226">
                  <c:v>71.492999999999995</c:v>
                </c:pt>
                <c:pt idx="1227">
                  <c:v>71.543000000000006</c:v>
                </c:pt>
                <c:pt idx="1228">
                  <c:v>71.593000000000004</c:v>
                </c:pt>
                <c:pt idx="1229">
                  <c:v>71.643000000000001</c:v>
                </c:pt>
                <c:pt idx="1230">
                  <c:v>71.692999999999998</c:v>
                </c:pt>
                <c:pt idx="1231">
                  <c:v>71.742999999999995</c:v>
                </c:pt>
                <c:pt idx="1232">
                  <c:v>71.793000000000006</c:v>
                </c:pt>
                <c:pt idx="1233">
                  <c:v>71.843000000000004</c:v>
                </c:pt>
                <c:pt idx="1234">
                  <c:v>71.893000000000001</c:v>
                </c:pt>
                <c:pt idx="1235">
                  <c:v>71.943000000000026</c:v>
                </c:pt>
                <c:pt idx="1236">
                  <c:v>71.992999999999995</c:v>
                </c:pt>
                <c:pt idx="1237">
                  <c:v>72.043000000000006</c:v>
                </c:pt>
                <c:pt idx="1238">
                  <c:v>72.093000000000004</c:v>
                </c:pt>
                <c:pt idx="1239">
                  <c:v>72.143000000000001</c:v>
                </c:pt>
                <c:pt idx="1240">
                  <c:v>72.192999999999998</c:v>
                </c:pt>
                <c:pt idx="1241">
                  <c:v>72.242999999999995</c:v>
                </c:pt>
                <c:pt idx="1242">
                  <c:v>72.293000000000006</c:v>
                </c:pt>
                <c:pt idx="1243">
                  <c:v>72.343000000000004</c:v>
                </c:pt>
                <c:pt idx="1244">
                  <c:v>72.393000000000001</c:v>
                </c:pt>
                <c:pt idx="1245">
                  <c:v>72.443000000000026</c:v>
                </c:pt>
                <c:pt idx="1246">
                  <c:v>72.492999999999995</c:v>
                </c:pt>
                <c:pt idx="1247">
                  <c:v>72.543000000000006</c:v>
                </c:pt>
                <c:pt idx="1248">
                  <c:v>72.593000000000004</c:v>
                </c:pt>
                <c:pt idx="1249">
                  <c:v>72.643000000000001</c:v>
                </c:pt>
                <c:pt idx="1250">
                  <c:v>72.692999999999998</c:v>
                </c:pt>
                <c:pt idx="1251">
                  <c:v>72.742999999999995</c:v>
                </c:pt>
                <c:pt idx="1252">
                  <c:v>72.793000000000006</c:v>
                </c:pt>
                <c:pt idx="1253">
                  <c:v>72.843000000000004</c:v>
                </c:pt>
                <c:pt idx="1254">
                  <c:v>72.893000000000001</c:v>
                </c:pt>
                <c:pt idx="1255">
                  <c:v>72.943000000000026</c:v>
                </c:pt>
                <c:pt idx="1256">
                  <c:v>72.992999999999995</c:v>
                </c:pt>
                <c:pt idx="1257">
                  <c:v>73.043000000000006</c:v>
                </c:pt>
                <c:pt idx="1258">
                  <c:v>73.093000000000004</c:v>
                </c:pt>
                <c:pt idx="1259">
                  <c:v>73.143000000000001</c:v>
                </c:pt>
                <c:pt idx="1260">
                  <c:v>73.192999999999998</c:v>
                </c:pt>
                <c:pt idx="1261">
                  <c:v>73.242999999999995</c:v>
                </c:pt>
                <c:pt idx="1262">
                  <c:v>73.293000000000006</c:v>
                </c:pt>
                <c:pt idx="1263">
                  <c:v>73.343000000000004</c:v>
                </c:pt>
                <c:pt idx="1264">
                  <c:v>73.393000000000001</c:v>
                </c:pt>
                <c:pt idx="1265">
                  <c:v>73.443000000000026</c:v>
                </c:pt>
                <c:pt idx="1266">
                  <c:v>73.492999999999995</c:v>
                </c:pt>
                <c:pt idx="1267">
                  <c:v>73.543000000000006</c:v>
                </c:pt>
                <c:pt idx="1268">
                  <c:v>73.593000000000004</c:v>
                </c:pt>
                <c:pt idx="1269">
                  <c:v>73.643000000000001</c:v>
                </c:pt>
                <c:pt idx="1270">
                  <c:v>73.692999999999998</c:v>
                </c:pt>
                <c:pt idx="1271">
                  <c:v>73.742999999999995</c:v>
                </c:pt>
                <c:pt idx="1272">
                  <c:v>73.793000000000006</c:v>
                </c:pt>
                <c:pt idx="1273">
                  <c:v>73.843000000000004</c:v>
                </c:pt>
                <c:pt idx="1274">
                  <c:v>73.893000000000001</c:v>
                </c:pt>
                <c:pt idx="1275">
                  <c:v>73.943000000000026</c:v>
                </c:pt>
                <c:pt idx="1276">
                  <c:v>73.992999999999995</c:v>
                </c:pt>
                <c:pt idx="1277">
                  <c:v>74.043000000000006</c:v>
                </c:pt>
                <c:pt idx="1278">
                  <c:v>74.093000000000004</c:v>
                </c:pt>
                <c:pt idx="1279">
                  <c:v>74.143000000000001</c:v>
                </c:pt>
                <c:pt idx="1280">
                  <c:v>74.192999999999998</c:v>
                </c:pt>
                <c:pt idx="1281">
                  <c:v>74.242999999999995</c:v>
                </c:pt>
                <c:pt idx="1282">
                  <c:v>74.293000000000006</c:v>
                </c:pt>
                <c:pt idx="1283">
                  <c:v>74.343000000000004</c:v>
                </c:pt>
                <c:pt idx="1284">
                  <c:v>74.393000000000001</c:v>
                </c:pt>
                <c:pt idx="1285">
                  <c:v>74.443000000000026</c:v>
                </c:pt>
                <c:pt idx="1286">
                  <c:v>74.492999999999995</c:v>
                </c:pt>
                <c:pt idx="1287">
                  <c:v>74.543000000000006</c:v>
                </c:pt>
                <c:pt idx="1288">
                  <c:v>74.593000000000004</c:v>
                </c:pt>
                <c:pt idx="1289">
                  <c:v>74.643000000000001</c:v>
                </c:pt>
                <c:pt idx="1290">
                  <c:v>74.692999999999998</c:v>
                </c:pt>
                <c:pt idx="1291">
                  <c:v>74.742999999999995</c:v>
                </c:pt>
                <c:pt idx="1292">
                  <c:v>74.793000000000006</c:v>
                </c:pt>
                <c:pt idx="1293">
                  <c:v>74.843000000000004</c:v>
                </c:pt>
                <c:pt idx="1294">
                  <c:v>74.893000000000001</c:v>
                </c:pt>
                <c:pt idx="1295">
                  <c:v>74.943000000000026</c:v>
                </c:pt>
                <c:pt idx="1296">
                  <c:v>74.992999999999995</c:v>
                </c:pt>
                <c:pt idx="1297">
                  <c:v>75.043000000000006</c:v>
                </c:pt>
                <c:pt idx="1298">
                  <c:v>75.093000000000004</c:v>
                </c:pt>
                <c:pt idx="1299">
                  <c:v>75.143000000000001</c:v>
                </c:pt>
                <c:pt idx="1300">
                  <c:v>75.192999999999998</c:v>
                </c:pt>
                <c:pt idx="1301">
                  <c:v>75.242999999999995</c:v>
                </c:pt>
                <c:pt idx="1302">
                  <c:v>75.293000000000006</c:v>
                </c:pt>
                <c:pt idx="1303">
                  <c:v>75.343000000000004</c:v>
                </c:pt>
                <c:pt idx="1304">
                  <c:v>75.393000000000001</c:v>
                </c:pt>
                <c:pt idx="1305">
                  <c:v>75.443000000000026</c:v>
                </c:pt>
                <c:pt idx="1306">
                  <c:v>75.492999999999995</c:v>
                </c:pt>
                <c:pt idx="1307">
                  <c:v>75.543000000000006</c:v>
                </c:pt>
                <c:pt idx="1308">
                  <c:v>75.593000000000004</c:v>
                </c:pt>
                <c:pt idx="1309">
                  <c:v>75.643000000000001</c:v>
                </c:pt>
                <c:pt idx="1310">
                  <c:v>75.692999999999998</c:v>
                </c:pt>
                <c:pt idx="1311">
                  <c:v>75.742999999999995</c:v>
                </c:pt>
                <c:pt idx="1312">
                  <c:v>75.793000000000006</c:v>
                </c:pt>
                <c:pt idx="1313">
                  <c:v>75.843000000000004</c:v>
                </c:pt>
                <c:pt idx="1314">
                  <c:v>75.893000000000001</c:v>
                </c:pt>
                <c:pt idx="1315">
                  <c:v>75.943000000000026</c:v>
                </c:pt>
                <c:pt idx="1316">
                  <c:v>75.992999999999995</c:v>
                </c:pt>
                <c:pt idx="1317">
                  <c:v>76.043000000000006</c:v>
                </c:pt>
                <c:pt idx="1318">
                  <c:v>76.093000000000004</c:v>
                </c:pt>
                <c:pt idx="1319">
                  <c:v>76.143000000000001</c:v>
                </c:pt>
                <c:pt idx="1320">
                  <c:v>76.192999999999998</c:v>
                </c:pt>
                <c:pt idx="1321">
                  <c:v>76.242999999999995</c:v>
                </c:pt>
                <c:pt idx="1322">
                  <c:v>76.293000000000006</c:v>
                </c:pt>
                <c:pt idx="1323">
                  <c:v>76.343000000000004</c:v>
                </c:pt>
                <c:pt idx="1324">
                  <c:v>76.393000000000001</c:v>
                </c:pt>
                <c:pt idx="1325">
                  <c:v>76.443000000000026</c:v>
                </c:pt>
                <c:pt idx="1326">
                  <c:v>76.492999999999995</c:v>
                </c:pt>
                <c:pt idx="1327">
                  <c:v>76.543000000000006</c:v>
                </c:pt>
                <c:pt idx="1328">
                  <c:v>76.593000000000004</c:v>
                </c:pt>
                <c:pt idx="1329">
                  <c:v>76.643000000000001</c:v>
                </c:pt>
                <c:pt idx="1330">
                  <c:v>76.692999999999998</c:v>
                </c:pt>
                <c:pt idx="1331">
                  <c:v>76.742999999999995</c:v>
                </c:pt>
                <c:pt idx="1332">
                  <c:v>76.793000000000006</c:v>
                </c:pt>
                <c:pt idx="1333">
                  <c:v>76.843000000000004</c:v>
                </c:pt>
                <c:pt idx="1334">
                  <c:v>76.893000000000001</c:v>
                </c:pt>
                <c:pt idx="1335">
                  <c:v>76.943000000000026</c:v>
                </c:pt>
                <c:pt idx="1336">
                  <c:v>76.992999999999995</c:v>
                </c:pt>
                <c:pt idx="1337">
                  <c:v>77.043000000000006</c:v>
                </c:pt>
                <c:pt idx="1338">
                  <c:v>77.093000000000004</c:v>
                </c:pt>
                <c:pt idx="1339">
                  <c:v>77.143000000000001</c:v>
                </c:pt>
                <c:pt idx="1340">
                  <c:v>77.192999999999998</c:v>
                </c:pt>
                <c:pt idx="1341">
                  <c:v>77.242999999999995</c:v>
                </c:pt>
                <c:pt idx="1342">
                  <c:v>77.293000000000006</c:v>
                </c:pt>
                <c:pt idx="1343">
                  <c:v>77.343000000000004</c:v>
                </c:pt>
                <c:pt idx="1344">
                  <c:v>77.393000000000001</c:v>
                </c:pt>
                <c:pt idx="1345">
                  <c:v>77.443000000000026</c:v>
                </c:pt>
                <c:pt idx="1346">
                  <c:v>77.492999999999995</c:v>
                </c:pt>
                <c:pt idx="1347">
                  <c:v>77.543000000000006</c:v>
                </c:pt>
                <c:pt idx="1348">
                  <c:v>77.593000000000004</c:v>
                </c:pt>
                <c:pt idx="1349">
                  <c:v>77.643000000000001</c:v>
                </c:pt>
                <c:pt idx="1350">
                  <c:v>77.692999999999998</c:v>
                </c:pt>
                <c:pt idx="1351">
                  <c:v>77.742999999999995</c:v>
                </c:pt>
                <c:pt idx="1352">
                  <c:v>77.793000000000006</c:v>
                </c:pt>
                <c:pt idx="1353">
                  <c:v>77.843000000000004</c:v>
                </c:pt>
                <c:pt idx="1354">
                  <c:v>77.893000000000001</c:v>
                </c:pt>
                <c:pt idx="1355">
                  <c:v>77.943000000000026</c:v>
                </c:pt>
                <c:pt idx="1356">
                  <c:v>77.992999999999995</c:v>
                </c:pt>
                <c:pt idx="1357">
                  <c:v>78.043000000000006</c:v>
                </c:pt>
                <c:pt idx="1358">
                  <c:v>78.093000000000004</c:v>
                </c:pt>
                <c:pt idx="1359">
                  <c:v>78.143000000000001</c:v>
                </c:pt>
                <c:pt idx="1360">
                  <c:v>78.192999999999998</c:v>
                </c:pt>
                <c:pt idx="1361">
                  <c:v>78.242999999999995</c:v>
                </c:pt>
                <c:pt idx="1362">
                  <c:v>78.293000000000006</c:v>
                </c:pt>
                <c:pt idx="1363">
                  <c:v>78.343000000000004</c:v>
                </c:pt>
                <c:pt idx="1364">
                  <c:v>78.393000000000001</c:v>
                </c:pt>
                <c:pt idx="1365">
                  <c:v>78.443000000000026</c:v>
                </c:pt>
                <c:pt idx="1366">
                  <c:v>78.492999999999995</c:v>
                </c:pt>
                <c:pt idx="1367">
                  <c:v>78.543000000000006</c:v>
                </c:pt>
                <c:pt idx="1368">
                  <c:v>78.593000000000004</c:v>
                </c:pt>
                <c:pt idx="1369">
                  <c:v>78.643000000000001</c:v>
                </c:pt>
                <c:pt idx="1370">
                  <c:v>78.692999999999998</c:v>
                </c:pt>
                <c:pt idx="1371">
                  <c:v>78.742999999999995</c:v>
                </c:pt>
                <c:pt idx="1372">
                  <c:v>78.793000000000006</c:v>
                </c:pt>
                <c:pt idx="1373">
                  <c:v>78.843000000000004</c:v>
                </c:pt>
                <c:pt idx="1374">
                  <c:v>78.893000000000001</c:v>
                </c:pt>
                <c:pt idx="1375">
                  <c:v>78.943000000000026</c:v>
                </c:pt>
                <c:pt idx="1376">
                  <c:v>78.992999999999995</c:v>
                </c:pt>
                <c:pt idx="1377">
                  <c:v>79.043000000000006</c:v>
                </c:pt>
                <c:pt idx="1378">
                  <c:v>79.093000000000004</c:v>
                </c:pt>
                <c:pt idx="1379">
                  <c:v>79.143000000000001</c:v>
                </c:pt>
                <c:pt idx="1380">
                  <c:v>79.192999999999998</c:v>
                </c:pt>
                <c:pt idx="1381">
                  <c:v>79.242999999999995</c:v>
                </c:pt>
                <c:pt idx="1382">
                  <c:v>79.293000000000006</c:v>
                </c:pt>
                <c:pt idx="1383">
                  <c:v>79.343000000000004</c:v>
                </c:pt>
                <c:pt idx="1384">
                  <c:v>79.393000000000001</c:v>
                </c:pt>
                <c:pt idx="1385">
                  <c:v>79.443000000000026</c:v>
                </c:pt>
                <c:pt idx="1386">
                  <c:v>79.492999999999995</c:v>
                </c:pt>
                <c:pt idx="1387">
                  <c:v>79.543000000000006</c:v>
                </c:pt>
                <c:pt idx="1388">
                  <c:v>79.593000000000004</c:v>
                </c:pt>
                <c:pt idx="1389">
                  <c:v>79.643000000000001</c:v>
                </c:pt>
                <c:pt idx="1390">
                  <c:v>79.692999999999998</c:v>
                </c:pt>
                <c:pt idx="1391">
                  <c:v>79.742999999999995</c:v>
                </c:pt>
                <c:pt idx="1392">
                  <c:v>79.793000000000006</c:v>
                </c:pt>
                <c:pt idx="1393">
                  <c:v>79.843000000000004</c:v>
                </c:pt>
                <c:pt idx="1394">
                  <c:v>79.893000000000001</c:v>
                </c:pt>
                <c:pt idx="1395">
                  <c:v>79.943000000000026</c:v>
                </c:pt>
                <c:pt idx="1396">
                  <c:v>79.992999999999995</c:v>
                </c:pt>
              </c:numCache>
            </c:numRef>
          </c:xVal>
          <c:yVal>
            <c:numRef>
              <c:f>CuO!$B$1:$B$1397</c:f>
              <c:numCache>
                <c:formatCode>General</c:formatCode>
                <c:ptCount val="1397"/>
                <c:pt idx="0">
                  <c:v>1274</c:v>
                </c:pt>
                <c:pt idx="1">
                  <c:v>1215.2</c:v>
                </c:pt>
                <c:pt idx="2">
                  <c:v>1216.5999999999999</c:v>
                </c:pt>
                <c:pt idx="3">
                  <c:v>1191.4000000000001</c:v>
                </c:pt>
                <c:pt idx="4">
                  <c:v>1166.2</c:v>
                </c:pt>
                <c:pt idx="5">
                  <c:v>1264.2</c:v>
                </c:pt>
                <c:pt idx="6">
                  <c:v>1258.5999999999999</c:v>
                </c:pt>
                <c:pt idx="7">
                  <c:v>1094.8</c:v>
                </c:pt>
                <c:pt idx="8">
                  <c:v>1149.4000000000001</c:v>
                </c:pt>
                <c:pt idx="9">
                  <c:v>1009.4</c:v>
                </c:pt>
                <c:pt idx="10">
                  <c:v>1012.2</c:v>
                </c:pt>
                <c:pt idx="11">
                  <c:v>1106</c:v>
                </c:pt>
                <c:pt idx="12">
                  <c:v>1229.2</c:v>
                </c:pt>
                <c:pt idx="13">
                  <c:v>1148</c:v>
                </c:pt>
                <c:pt idx="14">
                  <c:v>1149.4000000000001</c:v>
                </c:pt>
                <c:pt idx="15">
                  <c:v>1106</c:v>
                </c:pt>
                <c:pt idx="16">
                  <c:v>1121.4000000000001</c:v>
                </c:pt>
                <c:pt idx="17">
                  <c:v>1092</c:v>
                </c:pt>
                <c:pt idx="18">
                  <c:v>1092</c:v>
                </c:pt>
                <c:pt idx="19">
                  <c:v>1234.8</c:v>
                </c:pt>
                <c:pt idx="20">
                  <c:v>1149.4000000000001</c:v>
                </c:pt>
                <c:pt idx="21">
                  <c:v>1082.2</c:v>
                </c:pt>
                <c:pt idx="22">
                  <c:v>1082.2</c:v>
                </c:pt>
                <c:pt idx="23">
                  <c:v>1090.5999999999999</c:v>
                </c:pt>
                <c:pt idx="24">
                  <c:v>1079.4000000000001</c:v>
                </c:pt>
                <c:pt idx="25">
                  <c:v>1275.4000000000001</c:v>
                </c:pt>
                <c:pt idx="26">
                  <c:v>1278.2</c:v>
                </c:pt>
                <c:pt idx="27">
                  <c:v>1150.8</c:v>
                </c:pt>
                <c:pt idx="28">
                  <c:v>1093.4000000000001</c:v>
                </c:pt>
                <c:pt idx="29">
                  <c:v>1131.2</c:v>
                </c:pt>
                <c:pt idx="30">
                  <c:v>1132.5999999999999</c:v>
                </c:pt>
                <c:pt idx="31">
                  <c:v>1076.5999999999999</c:v>
                </c:pt>
                <c:pt idx="32">
                  <c:v>1201.2</c:v>
                </c:pt>
                <c:pt idx="33">
                  <c:v>1166.2</c:v>
                </c:pt>
                <c:pt idx="34">
                  <c:v>1163.4000000000001</c:v>
                </c:pt>
                <c:pt idx="35">
                  <c:v>1187.2</c:v>
                </c:pt>
                <c:pt idx="36">
                  <c:v>1176</c:v>
                </c:pt>
                <c:pt idx="37">
                  <c:v>1066.8</c:v>
                </c:pt>
                <c:pt idx="38">
                  <c:v>1062.5999999999999</c:v>
                </c:pt>
                <c:pt idx="39">
                  <c:v>1190</c:v>
                </c:pt>
                <c:pt idx="40">
                  <c:v>1148</c:v>
                </c:pt>
                <c:pt idx="41">
                  <c:v>1178.8</c:v>
                </c:pt>
                <c:pt idx="42">
                  <c:v>1174.5999999999999</c:v>
                </c:pt>
                <c:pt idx="43">
                  <c:v>1230.5999999999999</c:v>
                </c:pt>
                <c:pt idx="44">
                  <c:v>1080.8</c:v>
                </c:pt>
                <c:pt idx="45">
                  <c:v>1108.8</c:v>
                </c:pt>
                <c:pt idx="46">
                  <c:v>1103.2</c:v>
                </c:pt>
                <c:pt idx="47">
                  <c:v>1177.4000000000001</c:v>
                </c:pt>
                <c:pt idx="48">
                  <c:v>1135.4000000000001</c:v>
                </c:pt>
                <c:pt idx="49">
                  <c:v>1388.8</c:v>
                </c:pt>
                <c:pt idx="50">
                  <c:v>1390.2</c:v>
                </c:pt>
                <c:pt idx="51">
                  <c:v>1402.8</c:v>
                </c:pt>
                <c:pt idx="52">
                  <c:v>1386</c:v>
                </c:pt>
                <c:pt idx="53">
                  <c:v>1234.8</c:v>
                </c:pt>
                <c:pt idx="54">
                  <c:v>1232</c:v>
                </c:pt>
                <c:pt idx="55">
                  <c:v>1258.5999999999999</c:v>
                </c:pt>
                <c:pt idx="56">
                  <c:v>1145.2</c:v>
                </c:pt>
                <c:pt idx="57">
                  <c:v>1304.8</c:v>
                </c:pt>
                <c:pt idx="58">
                  <c:v>1304.8</c:v>
                </c:pt>
                <c:pt idx="59">
                  <c:v>1150.8</c:v>
                </c:pt>
                <c:pt idx="60">
                  <c:v>1177.4000000000001</c:v>
                </c:pt>
                <c:pt idx="61">
                  <c:v>1048.5999999999999</c:v>
                </c:pt>
                <c:pt idx="62">
                  <c:v>1052.8</c:v>
                </c:pt>
                <c:pt idx="63">
                  <c:v>1202.5999999999999</c:v>
                </c:pt>
                <c:pt idx="64">
                  <c:v>1090.5999999999999</c:v>
                </c:pt>
                <c:pt idx="65">
                  <c:v>1134</c:v>
                </c:pt>
                <c:pt idx="66">
                  <c:v>1135.4000000000001</c:v>
                </c:pt>
                <c:pt idx="67">
                  <c:v>1092</c:v>
                </c:pt>
                <c:pt idx="68">
                  <c:v>1148</c:v>
                </c:pt>
                <c:pt idx="69">
                  <c:v>1166.2</c:v>
                </c:pt>
                <c:pt idx="70">
                  <c:v>1164.8</c:v>
                </c:pt>
                <c:pt idx="71">
                  <c:v>1118.5999999999999</c:v>
                </c:pt>
                <c:pt idx="72">
                  <c:v>1135.4000000000001</c:v>
                </c:pt>
                <c:pt idx="73">
                  <c:v>1062.5999999999999</c:v>
                </c:pt>
                <c:pt idx="74">
                  <c:v>1068.2</c:v>
                </c:pt>
                <c:pt idx="75">
                  <c:v>1048.5999999999999</c:v>
                </c:pt>
                <c:pt idx="76">
                  <c:v>1192.8</c:v>
                </c:pt>
                <c:pt idx="77">
                  <c:v>1066.8</c:v>
                </c:pt>
                <c:pt idx="78">
                  <c:v>1068.2</c:v>
                </c:pt>
                <c:pt idx="79">
                  <c:v>1106</c:v>
                </c:pt>
                <c:pt idx="80">
                  <c:v>1316</c:v>
                </c:pt>
                <c:pt idx="81">
                  <c:v>1236.2</c:v>
                </c:pt>
                <c:pt idx="82">
                  <c:v>1230.5999999999999</c:v>
                </c:pt>
                <c:pt idx="83">
                  <c:v>1052.8</c:v>
                </c:pt>
                <c:pt idx="84">
                  <c:v>1121.4000000000001</c:v>
                </c:pt>
                <c:pt idx="85">
                  <c:v>1108.8</c:v>
                </c:pt>
                <c:pt idx="86">
                  <c:v>1110.2</c:v>
                </c:pt>
                <c:pt idx="87">
                  <c:v>1222.2</c:v>
                </c:pt>
                <c:pt idx="88">
                  <c:v>1187.2</c:v>
                </c:pt>
                <c:pt idx="89">
                  <c:v>1108.8</c:v>
                </c:pt>
                <c:pt idx="90">
                  <c:v>1103.2</c:v>
                </c:pt>
                <c:pt idx="91">
                  <c:v>1038.8</c:v>
                </c:pt>
                <c:pt idx="92">
                  <c:v>1118.5999999999999</c:v>
                </c:pt>
                <c:pt idx="93">
                  <c:v>1136.8</c:v>
                </c:pt>
                <c:pt idx="94">
                  <c:v>1134</c:v>
                </c:pt>
                <c:pt idx="95">
                  <c:v>1090.5999999999999</c:v>
                </c:pt>
                <c:pt idx="96">
                  <c:v>1149.4000000000001</c:v>
                </c:pt>
                <c:pt idx="97">
                  <c:v>1107.4000000000001</c:v>
                </c:pt>
                <c:pt idx="98">
                  <c:v>1110.2</c:v>
                </c:pt>
                <c:pt idx="99">
                  <c:v>1118.5999999999999</c:v>
                </c:pt>
                <c:pt idx="100">
                  <c:v>1134</c:v>
                </c:pt>
                <c:pt idx="101">
                  <c:v>1089.2</c:v>
                </c:pt>
                <c:pt idx="102">
                  <c:v>1093.4000000000001</c:v>
                </c:pt>
                <c:pt idx="103">
                  <c:v>1176</c:v>
                </c:pt>
                <c:pt idx="104">
                  <c:v>1187.2</c:v>
                </c:pt>
                <c:pt idx="105">
                  <c:v>1150.8</c:v>
                </c:pt>
                <c:pt idx="106">
                  <c:v>1146.5999999999999</c:v>
                </c:pt>
                <c:pt idx="107">
                  <c:v>1118.5999999999999</c:v>
                </c:pt>
                <c:pt idx="108">
                  <c:v>1122.8</c:v>
                </c:pt>
                <c:pt idx="109">
                  <c:v>1122.8</c:v>
                </c:pt>
                <c:pt idx="110">
                  <c:v>1121.4000000000001</c:v>
                </c:pt>
                <c:pt idx="111">
                  <c:v>1118.5999999999999</c:v>
                </c:pt>
                <c:pt idx="112">
                  <c:v>1145.2</c:v>
                </c:pt>
                <c:pt idx="113">
                  <c:v>1103.2</c:v>
                </c:pt>
                <c:pt idx="114">
                  <c:v>1107.4000000000001</c:v>
                </c:pt>
                <c:pt idx="115">
                  <c:v>1149.4000000000001</c:v>
                </c:pt>
                <c:pt idx="116">
                  <c:v>1206.8</c:v>
                </c:pt>
                <c:pt idx="117">
                  <c:v>1215.2</c:v>
                </c:pt>
                <c:pt idx="118">
                  <c:v>1216.5999999999999</c:v>
                </c:pt>
                <c:pt idx="119">
                  <c:v>1148</c:v>
                </c:pt>
                <c:pt idx="120">
                  <c:v>1162</c:v>
                </c:pt>
                <c:pt idx="121">
                  <c:v>1159.2</c:v>
                </c:pt>
                <c:pt idx="122">
                  <c:v>1258.5999999999999</c:v>
                </c:pt>
                <c:pt idx="123">
                  <c:v>1274</c:v>
                </c:pt>
                <c:pt idx="124">
                  <c:v>1205.4000000000001</c:v>
                </c:pt>
                <c:pt idx="125">
                  <c:v>1201.2</c:v>
                </c:pt>
                <c:pt idx="126">
                  <c:v>1248.8</c:v>
                </c:pt>
                <c:pt idx="127">
                  <c:v>1122.8</c:v>
                </c:pt>
                <c:pt idx="128">
                  <c:v>1096.2</c:v>
                </c:pt>
                <c:pt idx="129">
                  <c:v>1090.5999999999999</c:v>
                </c:pt>
                <c:pt idx="130">
                  <c:v>1218</c:v>
                </c:pt>
                <c:pt idx="131">
                  <c:v>1302</c:v>
                </c:pt>
                <c:pt idx="132">
                  <c:v>1120</c:v>
                </c:pt>
                <c:pt idx="133">
                  <c:v>1120</c:v>
                </c:pt>
                <c:pt idx="134">
                  <c:v>1303.4000000000001</c:v>
                </c:pt>
                <c:pt idx="135">
                  <c:v>1178.8</c:v>
                </c:pt>
                <c:pt idx="136">
                  <c:v>1204</c:v>
                </c:pt>
                <c:pt idx="137">
                  <c:v>1260</c:v>
                </c:pt>
                <c:pt idx="138">
                  <c:v>1260</c:v>
                </c:pt>
                <c:pt idx="139">
                  <c:v>1220.8</c:v>
                </c:pt>
                <c:pt idx="140">
                  <c:v>1233.4000000000001</c:v>
                </c:pt>
                <c:pt idx="141">
                  <c:v>1208.2</c:v>
                </c:pt>
                <c:pt idx="142">
                  <c:v>1202.5999999999999</c:v>
                </c:pt>
                <c:pt idx="143">
                  <c:v>1220.8</c:v>
                </c:pt>
                <c:pt idx="144">
                  <c:v>1346.8</c:v>
                </c:pt>
                <c:pt idx="145">
                  <c:v>1344</c:v>
                </c:pt>
                <c:pt idx="146">
                  <c:v>1220.8</c:v>
                </c:pt>
                <c:pt idx="147">
                  <c:v>1230.5999999999999</c:v>
                </c:pt>
                <c:pt idx="148">
                  <c:v>1220.8</c:v>
                </c:pt>
                <c:pt idx="149">
                  <c:v>1216.5999999999999</c:v>
                </c:pt>
                <c:pt idx="150">
                  <c:v>1262.8</c:v>
                </c:pt>
                <c:pt idx="151">
                  <c:v>1300.5999999999999</c:v>
                </c:pt>
                <c:pt idx="152">
                  <c:v>1275.4000000000001</c:v>
                </c:pt>
                <c:pt idx="153">
                  <c:v>1275.4000000000001</c:v>
                </c:pt>
                <c:pt idx="154">
                  <c:v>1146.5999999999999</c:v>
                </c:pt>
                <c:pt idx="155">
                  <c:v>1289.4000000000001</c:v>
                </c:pt>
                <c:pt idx="156">
                  <c:v>1244.5999999999999</c:v>
                </c:pt>
                <c:pt idx="157">
                  <c:v>1247.4000000000001</c:v>
                </c:pt>
                <c:pt idx="158">
                  <c:v>1360.8</c:v>
                </c:pt>
                <c:pt idx="159">
                  <c:v>1244.5999999999999</c:v>
                </c:pt>
                <c:pt idx="160">
                  <c:v>1313.2</c:v>
                </c:pt>
                <c:pt idx="161">
                  <c:v>1318.8</c:v>
                </c:pt>
                <c:pt idx="162">
                  <c:v>1300.5999999999999</c:v>
                </c:pt>
                <c:pt idx="163">
                  <c:v>1290.8</c:v>
                </c:pt>
                <c:pt idx="164">
                  <c:v>1292.2</c:v>
                </c:pt>
                <c:pt idx="165">
                  <c:v>1289.4000000000001</c:v>
                </c:pt>
                <c:pt idx="166">
                  <c:v>1300.5999999999999</c:v>
                </c:pt>
                <c:pt idx="167">
                  <c:v>1334.2</c:v>
                </c:pt>
                <c:pt idx="168">
                  <c:v>1342.6</c:v>
                </c:pt>
                <c:pt idx="169">
                  <c:v>1346.8</c:v>
                </c:pt>
                <c:pt idx="170">
                  <c:v>1306.2</c:v>
                </c:pt>
                <c:pt idx="171">
                  <c:v>1318.8</c:v>
                </c:pt>
                <c:pt idx="172">
                  <c:v>1359.4</c:v>
                </c:pt>
                <c:pt idx="173">
                  <c:v>1356.6</c:v>
                </c:pt>
                <c:pt idx="174">
                  <c:v>1275.4000000000001</c:v>
                </c:pt>
                <c:pt idx="175">
                  <c:v>1342.6</c:v>
                </c:pt>
                <c:pt idx="176">
                  <c:v>1390.2</c:v>
                </c:pt>
                <c:pt idx="177">
                  <c:v>1388.8</c:v>
                </c:pt>
                <c:pt idx="178">
                  <c:v>1330</c:v>
                </c:pt>
                <c:pt idx="179">
                  <c:v>1460.2</c:v>
                </c:pt>
                <c:pt idx="180">
                  <c:v>1481.2</c:v>
                </c:pt>
                <c:pt idx="181">
                  <c:v>1486.8</c:v>
                </c:pt>
                <c:pt idx="182">
                  <c:v>1484</c:v>
                </c:pt>
                <c:pt idx="183">
                  <c:v>1426.6</c:v>
                </c:pt>
                <c:pt idx="184">
                  <c:v>1412.6</c:v>
                </c:pt>
                <c:pt idx="185">
                  <c:v>1412.6</c:v>
                </c:pt>
                <c:pt idx="186">
                  <c:v>1430.8</c:v>
                </c:pt>
                <c:pt idx="187">
                  <c:v>1500.8</c:v>
                </c:pt>
                <c:pt idx="188">
                  <c:v>1261.4000000000001</c:v>
                </c:pt>
                <c:pt idx="189">
                  <c:v>1260</c:v>
                </c:pt>
                <c:pt idx="190">
                  <c:v>1470</c:v>
                </c:pt>
                <c:pt idx="191">
                  <c:v>1334.2</c:v>
                </c:pt>
                <c:pt idx="192">
                  <c:v>1344</c:v>
                </c:pt>
                <c:pt idx="193">
                  <c:v>1345.4</c:v>
                </c:pt>
                <c:pt idx="194">
                  <c:v>1499.4</c:v>
                </c:pt>
                <c:pt idx="195">
                  <c:v>1342.6</c:v>
                </c:pt>
                <c:pt idx="196">
                  <c:v>1360.8</c:v>
                </c:pt>
                <c:pt idx="197">
                  <c:v>1358</c:v>
                </c:pt>
                <c:pt idx="198">
                  <c:v>1500.8</c:v>
                </c:pt>
                <c:pt idx="199">
                  <c:v>1440.6</c:v>
                </c:pt>
                <c:pt idx="200">
                  <c:v>1499.4</c:v>
                </c:pt>
                <c:pt idx="201">
                  <c:v>1495.2</c:v>
                </c:pt>
                <c:pt idx="202">
                  <c:v>1446.2</c:v>
                </c:pt>
                <c:pt idx="203">
                  <c:v>1499.4</c:v>
                </c:pt>
                <c:pt idx="204">
                  <c:v>1456</c:v>
                </c:pt>
                <c:pt idx="205">
                  <c:v>1457.4</c:v>
                </c:pt>
                <c:pt idx="206">
                  <c:v>1570.8</c:v>
                </c:pt>
                <c:pt idx="207">
                  <c:v>1390.2</c:v>
                </c:pt>
                <c:pt idx="208">
                  <c:v>1530.2</c:v>
                </c:pt>
                <c:pt idx="209">
                  <c:v>1528.8</c:v>
                </c:pt>
                <c:pt idx="210">
                  <c:v>1526</c:v>
                </c:pt>
                <c:pt idx="211">
                  <c:v>1495.2</c:v>
                </c:pt>
                <c:pt idx="212">
                  <c:v>1528.8</c:v>
                </c:pt>
                <c:pt idx="213">
                  <c:v>1526</c:v>
                </c:pt>
                <c:pt idx="214">
                  <c:v>1555.4</c:v>
                </c:pt>
                <c:pt idx="215">
                  <c:v>1540</c:v>
                </c:pt>
                <c:pt idx="216">
                  <c:v>1552.6</c:v>
                </c:pt>
                <c:pt idx="217">
                  <c:v>1551.2</c:v>
                </c:pt>
                <c:pt idx="218">
                  <c:v>1528.8</c:v>
                </c:pt>
                <c:pt idx="219">
                  <c:v>1572.2</c:v>
                </c:pt>
                <c:pt idx="220">
                  <c:v>1551.2</c:v>
                </c:pt>
                <c:pt idx="221">
                  <c:v>1554</c:v>
                </c:pt>
                <c:pt idx="222">
                  <c:v>1593.2</c:v>
                </c:pt>
                <c:pt idx="223">
                  <c:v>1486.8</c:v>
                </c:pt>
                <c:pt idx="224">
                  <c:v>1608.6</c:v>
                </c:pt>
                <c:pt idx="225">
                  <c:v>1610</c:v>
                </c:pt>
                <c:pt idx="226">
                  <c:v>1460.2</c:v>
                </c:pt>
                <c:pt idx="227">
                  <c:v>1527.4</c:v>
                </c:pt>
                <c:pt idx="228">
                  <c:v>1597.4</c:v>
                </c:pt>
                <c:pt idx="229">
                  <c:v>1594.6</c:v>
                </c:pt>
                <c:pt idx="230">
                  <c:v>1454.6</c:v>
                </c:pt>
                <c:pt idx="231">
                  <c:v>1682.8</c:v>
                </c:pt>
                <c:pt idx="232">
                  <c:v>1639.4</c:v>
                </c:pt>
                <c:pt idx="233">
                  <c:v>1640.8</c:v>
                </c:pt>
                <c:pt idx="234">
                  <c:v>1498</c:v>
                </c:pt>
                <c:pt idx="235">
                  <c:v>1622.6</c:v>
                </c:pt>
                <c:pt idx="236">
                  <c:v>1653.4</c:v>
                </c:pt>
                <c:pt idx="237">
                  <c:v>1649.2</c:v>
                </c:pt>
                <c:pt idx="238">
                  <c:v>1565.2</c:v>
                </c:pt>
                <c:pt idx="239">
                  <c:v>1639.4</c:v>
                </c:pt>
                <c:pt idx="240">
                  <c:v>1677.2</c:v>
                </c:pt>
                <c:pt idx="241">
                  <c:v>1681.4</c:v>
                </c:pt>
                <c:pt idx="242">
                  <c:v>1596</c:v>
                </c:pt>
                <c:pt idx="243">
                  <c:v>1596</c:v>
                </c:pt>
                <c:pt idx="244">
                  <c:v>1500.8</c:v>
                </c:pt>
                <c:pt idx="245">
                  <c:v>1496.6</c:v>
                </c:pt>
                <c:pt idx="246">
                  <c:v>1439.2</c:v>
                </c:pt>
                <c:pt idx="247">
                  <c:v>1652</c:v>
                </c:pt>
                <c:pt idx="248">
                  <c:v>1610</c:v>
                </c:pt>
                <c:pt idx="249">
                  <c:v>1611.4</c:v>
                </c:pt>
                <c:pt idx="250">
                  <c:v>1626.8</c:v>
                </c:pt>
                <c:pt idx="251">
                  <c:v>1752.8</c:v>
                </c:pt>
                <c:pt idx="252">
                  <c:v>1612.8</c:v>
                </c:pt>
                <c:pt idx="253">
                  <c:v>1608.6</c:v>
                </c:pt>
                <c:pt idx="254">
                  <c:v>1724.8</c:v>
                </c:pt>
                <c:pt idx="255">
                  <c:v>1527.4</c:v>
                </c:pt>
                <c:pt idx="256">
                  <c:v>1622.6</c:v>
                </c:pt>
                <c:pt idx="257">
                  <c:v>1621.2</c:v>
                </c:pt>
                <c:pt idx="258">
                  <c:v>1780.8</c:v>
                </c:pt>
                <c:pt idx="259">
                  <c:v>1516.2</c:v>
                </c:pt>
                <c:pt idx="260">
                  <c:v>1516.2</c:v>
                </c:pt>
                <c:pt idx="261">
                  <c:v>1510.6</c:v>
                </c:pt>
                <c:pt idx="262">
                  <c:v>1764</c:v>
                </c:pt>
                <c:pt idx="263">
                  <c:v>1656.2</c:v>
                </c:pt>
                <c:pt idx="264">
                  <c:v>1596</c:v>
                </c:pt>
                <c:pt idx="265">
                  <c:v>1594.6</c:v>
                </c:pt>
                <c:pt idx="266">
                  <c:v>1565.2</c:v>
                </c:pt>
                <c:pt idx="267">
                  <c:v>1667.4</c:v>
                </c:pt>
                <c:pt idx="268">
                  <c:v>1652</c:v>
                </c:pt>
                <c:pt idx="269">
                  <c:v>1653.4</c:v>
                </c:pt>
                <c:pt idx="270">
                  <c:v>1640.8</c:v>
                </c:pt>
                <c:pt idx="271">
                  <c:v>1621.2</c:v>
                </c:pt>
                <c:pt idx="272">
                  <c:v>1678.6</c:v>
                </c:pt>
                <c:pt idx="273">
                  <c:v>1677.2</c:v>
                </c:pt>
                <c:pt idx="274">
                  <c:v>1649.2</c:v>
                </c:pt>
                <c:pt idx="275">
                  <c:v>1598.8</c:v>
                </c:pt>
                <c:pt idx="276">
                  <c:v>1636.6</c:v>
                </c:pt>
                <c:pt idx="277">
                  <c:v>1636.6</c:v>
                </c:pt>
                <c:pt idx="278">
                  <c:v>1654.8</c:v>
                </c:pt>
                <c:pt idx="279">
                  <c:v>1555.4</c:v>
                </c:pt>
                <c:pt idx="280">
                  <c:v>1628.2</c:v>
                </c:pt>
                <c:pt idx="281">
                  <c:v>1624</c:v>
                </c:pt>
                <c:pt idx="282">
                  <c:v>1625.4</c:v>
                </c:pt>
                <c:pt idx="283">
                  <c:v>1555.4</c:v>
                </c:pt>
                <c:pt idx="284">
                  <c:v>1642.2</c:v>
                </c:pt>
                <c:pt idx="285">
                  <c:v>1638</c:v>
                </c:pt>
                <c:pt idx="286">
                  <c:v>1682.8</c:v>
                </c:pt>
                <c:pt idx="287">
                  <c:v>1516.2</c:v>
                </c:pt>
                <c:pt idx="288">
                  <c:v>1654.8</c:v>
                </c:pt>
                <c:pt idx="289">
                  <c:v>1650.6</c:v>
                </c:pt>
                <c:pt idx="290">
                  <c:v>1666</c:v>
                </c:pt>
                <c:pt idx="291">
                  <c:v>1663.2</c:v>
                </c:pt>
                <c:pt idx="292">
                  <c:v>1598.8</c:v>
                </c:pt>
                <c:pt idx="293">
                  <c:v>1598.8</c:v>
                </c:pt>
                <c:pt idx="294">
                  <c:v>1652</c:v>
                </c:pt>
                <c:pt idx="295">
                  <c:v>1666</c:v>
                </c:pt>
                <c:pt idx="296">
                  <c:v>1540</c:v>
                </c:pt>
                <c:pt idx="297">
                  <c:v>1540</c:v>
                </c:pt>
                <c:pt idx="298">
                  <c:v>1542.8</c:v>
                </c:pt>
                <c:pt idx="299">
                  <c:v>1626.8</c:v>
                </c:pt>
                <c:pt idx="300">
                  <c:v>1541.4</c:v>
                </c:pt>
                <c:pt idx="301">
                  <c:v>1541.4</c:v>
                </c:pt>
                <c:pt idx="302">
                  <c:v>1668.8</c:v>
                </c:pt>
                <c:pt idx="303">
                  <c:v>1664.6</c:v>
                </c:pt>
                <c:pt idx="304">
                  <c:v>1514.8</c:v>
                </c:pt>
                <c:pt idx="305">
                  <c:v>1512</c:v>
                </c:pt>
                <c:pt idx="306">
                  <c:v>1582</c:v>
                </c:pt>
                <c:pt idx="307">
                  <c:v>1569.4</c:v>
                </c:pt>
                <c:pt idx="308">
                  <c:v>1524.6</c:v>
                </c:pt>
                <c:pt idx="309">
                  <c:v>1530.2</c:v>
                </c:pt>
                <c:pt idx="310">
                  <c:v>1778</c:v>
                </c:pt>
                <c:pt idx="311">
                  <c:v>1551.2</c:v>
                </c:pt>
                <c:pt idx="312">
                  <c:v>1552.6</c:v>
                </c:pt>
                <c:pt idx="313">
                  <c:v>1502.2</c:v>
                </c:pt>
                <c:pt idx="314">
                  <c:v>1540</c:v>
                </c:pt>
                <c:pt idx="315">
                  <c:v>1626.8</c:v>
                </c:pt>
                <c:pt idx="316">
                  <c:v>1624</c:v>
                </c:pt>
                <c:pt idx="317">
                  <c:v>1556.8</c:v>
                </c:pt>
                <c:pt idx="318">
                  <c:v>1538.6</c:v>
                </c:pt>
                <c:pt idx="319">
                  <c:v>1677.2</c:v>
                </c:pt>
                <c:pt idx="320">
                  <c:v>1682.8</c:v>
                </c:pt>
                <c:pt idx="321">
                  <c:v>1566.6</c:v>
                </c:pt>
                <c:pt idx="322">
                  <c:v>1570.8</c:v>
                </c:pt>
                <c:pt idx="323">
                  <c:v>1415.4</c:v>
                </c:pt>
                <c:pt idx="324">
                  <c:v>1412.6</c:v>
                </c:pt>
                <c:pt idx="325">
                  <c:v>1552.6</c:v>
                </c:pt>
                <c:pt idx="326">
                  <c:v>1542.8</c:v>
                </c:pt>
                <c:pt idx="327">
                  <c:v>1482.6</c:v>
                </c:pt>
                <c:pt idx="328">
                  <c:v>1485.4</c:v>
                </c:pt>
                <c:pt idx="329">
                  <c:v>1510.6</c:v>
                </c:pt>
                <c:pt idx="330">
                  <c:v>1611.4</c:v>
                </c:pt>
                <c:pt idx="331">
                  <c:v>1569.4</c:v>
                </c:pt>
                <c:pt idx="332">
                  <c:v>1570.8</c:v>
                </c:pt>
                <c:pt idx="333">
                  <c:v>1552.6</c:v>
                </c:pt>
                <c:pt idx="334">
                  <c:v>1481.2</c:v>
                </c:pt>
                <c:pt idx="335">
                  <c:v>1654.8</c:v>
                </c:pt>
                <c:pt idx="336">
                  <c:v>1652</c:v>
                </c:pt>
                <c:pt idx="337">
                  <c:v>1412.6</c:v>
                </c:pt>
                <c:pt idx="338">
                  <c:v>1607.2</c:v>
                </c:pt>
                <c:pt idx="339">
                  <c:v>1453.2</c:v>
                </c:pt>
                <c:pt idx="340">
                  <c:v>1457.4</c:v>
                </c:pt>
                <c:pt idx="341">
                  <c:v>1566.6</c:v>
                </c:pt>
                <c:pt idx="342">
                  <c:v>1551.2</c:v>
                </c:pt>
                <c:pt idx="343">
                  <c:v>1538.6</c:v>
                </c:pt>
                <c:pt idx="344">
                  <c:v>1540</c:v>
                </c:pt>
                <c:pt idx="345">
                  <c:v>1457.4</c:v>
                </c:pt>
                <c:pt idx="346">
                  <c:v>1582</c:v>
                </c:pt>
                <c:pt idx="347">
                  <c:v>1597.4</c:v>
                </c:pt>
                <c:pt idx="348">
                  <c:v>1594.6</c:v>
                </c:pt>
                <c:pt idx="349">
                  <c:v>1404.2</c:v>
                </c:pt>
                <c:pt idx="350">
                  <c:v>1470</c:v>
                </c:pt>
                <c:pt idx="351">
                  <c:v>1426.6</c:v>
                </c:pt>
                <c:pt idx="352">
                  <c:v>1430.8</c:v>
                </c:pt>
                <c:pt idx="353">
                  <c:v>1499.4</c:v>
                </c:pt>
                <c:pt idx="354">
                  <c:v>1510.6</c:v>
                </c:pt>
                <c:pt idx="355">
                  <c:v>1426.6</c:v>
                </c:pt>
                <c:pt idx="356">
                  <c:v>1426.6</c:v>
                </c:pt>
                <c:pt idx="357">
                  <c:v>1358</c:v>
                </c:pt>
                <c:pt idx="358">
                  <c:v>1500.8</c:v>
                </c:pt>
                <c:pt idx="359">
                  <c:v>1414</c:v>
                </c:pt>
                <c:pt idx="360">
                  <c:v>1412.6</c:v>
                </c:pt>
                <c:pt idx="361">
                  <c:v>1556.8</c:v>
                </c:pt>
                <c:pt idx="362">
                  <c:v>1412.6</c:v>
                </c:pt>
                <c:pt idx="363">
                  <c:v>1558.2</c:v>
                </c:pt>
                <c:pt idx="364">
                  <c:v>1551.2</c:v>
                </c:pt>
                <c:pt idx="365">
                  <c:v>1428</c:v>
                </c:pt>
                <c:pt idx="366">
                  <c:v>1430.8</c:v>
                </c:pt>
                <c:pt idx="367">
                  <c:v>1471.4</c:v>
                </c:pt>
                <c:pt idx="368">
                  <c:v>1470</c:v>
                </c:pt>
                <c:pt idx="369">
                  <c:v>1484</c:v>
                </c:pt>
                <c:pt idx="370">
                  <c:v>1443.4</c:v>
                </c:pt>
                <c:pt idx="371">
                  <c:v>1512</c:v>
                </c:pt>
                <c:pt idx="372">
                  <c:v>1514.8</c:v>
                </c:pt>
                <c:pt idx="373">
                  <c:v>1470</c:v>
                </c:pt>
                <c:pt idx="374">
                  <c:v>1320.2</c:v>
                </c:pt>
                <c:pt idx="375">
                  <c:v>1442</c:v>
                </c:pt>
                <c:pt idx="376">
                  <c:v>1443.4</c:v>
                </c:pt>
                <c:pt idx="377">
                  <c:v>1500.8</c:v>
                </c:pt>
                <c:pt idx="378">
                  <c:v>1460.2</c:v>
                </c:pt>
                <c:pt idx="379">
                  <c:v>1443.4</c:v>
                </c:pt>
                <c:pt idx="380">
                  <c:v>1442</c:v>
                </c:pt>
                <c:pt idx="381">
                  <c:v>1318.8</c:v>
                </c:pt>
                <c:pt idx="382">
                  <c:v>1467.2</c:v>
                </c:pt>
                <c:pt idx="383">
                  <c:v>1387.4</c:v>
                </c:pt>
                <c:pt idx="384">
                  <c:v>1383.2</c:v>
                </c:pt>
                <c:pt idx="385">
                  <c:v>1314.6</c:v>
                </c:pt>
                <c:pt idx="386">
                  <c:v>1457.4</c:v>
                </c:pt>
                <c:pt idx="387">
                  <c:v>1458.8</c:v>
                </c:pt>
                <c:pt idx="388">
                  <c:v>1458.8</c:v>
                </c:pt>
                <c:pt idx="389">
                  <c:v>1414</c:v>
                </c:pt>
                <c:pt idx="390">
                  <c:v>1275.4000000000001</c:v>
                </c:pt>
                <c:pt idx="391">
                  <c:v>1440.6</c:v>
                </c:pt>
                <c:pt idx="392">
                  <c:v>1442</c:v>
                </c:pt>
                <c:pt idx="393">
                  <c:v>1474.2</c:v>
                </c:pt>
                <c:pt idx="394">
                  <c:v>1356.6</c:v>
                </c:pt>
                <c:pt idx="395">
                  <c:v>1300.5999999999999</c:v>
                </c:pt>
                <c:pt idx="396">
                  <c:v>1303.4000000000001</c:v>
                </c:pt>
                <c:pt idx="397">
                  <c:v>1261.4000000000001</c:v>
                </c:pt>
                <c:pt idx="398">
                  <c:v>1398.6</c:v>
                </c:pt>
                <c:pt idx="399">
                  <c:v>1341.2</c:v>
                </c:pt>
                <c:pt idx="400">
                  <c:v>1345.4</c:v>
                </c:pt>
                <c:pt idx="401">
                  <c:v>1442</c:v>
                </c:pt>
                <c:pt idx="402">
                  <c:v>1316</c:v>
                </c:pt>
                <c:pt idx="403">
                  <c:v>1485.4</c:v>
                </c:pt>
                <c:pt idx="404">
                  <c:v>1486.8</c:v>
                </c:pt>
                <c:pt idx="405">
                  <c:v>1386</c:v>
                </c:pt>
                <c:pt idx="406">
                  <c:v>1318.8</c:v>
                </c:pt>
                <c:pt idx="407">
                  <c:v>1358</c:v>
                </c:pt>
                <c:pt idx="408">
                  <c:v>1360.8</c:v>
                </c:pt>
                <c:pt idx="409">
                  <c:v>1345.4</c:v>
                </c:pt>
                <c:pt idx="410">
                  <c:v>1272.5999999999999</c:v>
                </c:pt>
                <c:pt idx="411">
                  <c:v>1373.4</c:v>
                </c:pt>
                <c:pt idx="412">
                  <c:v>1372</c:v>
                </c:pt>
                <c:pt idx="413">
                  <c:v>1146.5999999999999</c:v>
                </c:pt>
                <c:pt idx="414">
                  <c:v>1234.8</c:v>
                </c:pt>
                <c:pt idx="415">
                  <c:v>1386</c:v>
                </c:pt>
                <c:pt idx="416">
                  <c:v>1387.4</c:v>
                </c:pt>
                <c:pt idx="417">
                  <c:v>1272.5999999999999</c:v>
                </c:pt>
                <c:pt idx="418">
                  <c:v>1272.5999999999999</c:v>
                </c:pt>
                <c:pt idx="419">
                  <c:v>1358</c:v>
                </c:pt>
                <c:pt idx="420">
                  <c:v>1355.2</c:v>
                </c:pt>
                <c:pt idx="421">
                  <c:v>1344</c:v>
                </c:pt>
                <c:pt idx="422">
                  <c:v>1290.8</c:v>
                </c:pt>
                <c:pt idx="423">
                  <c:v>1299.2</c:v>
                </c:pt>
                <c:pt idx="424">
                  <c:v>1306.2</c:v>
                </c:pt>
                <c:pt idx="425">
                  <c:v>1302</c:v>
                </c:pt>
                <c:pt idx="426">
                  <c:v>1233.4000000000001</c:v>
                </c:pt>
                <c:pt idx="427">
                  <c:v>1218</c:v>
                </c:pt>
                <c:pt idx="428">
                  <c:v>1222.2</c:v>
                </c:pt>
                <c:pt idx="429">
                  <c:v>1243.2</c:v>
                </c:pt>
                <c:pt idx="430">
                  <c:v>1288</c:v>
                </c:pt>
                <c:pt idx="431">
                  <c:v>1290.8</c:v>
                </c:pt>
                <c:pt idx="432">
                  <c:v>1290.8</c:v>
                </c:pt>
                <c:pt idx="433">
                  <c:v>1218</c:v>
                </c:pt>
                <c:pt idx="434">
                  <c:v>1248.8</c:v>
                </c:pt>
                <c:pt idx="435">
                  <c:v>1314.6</c:v>
                </c:pt>
                <c:pt idx="436">
                  <c:v>1316</c:v>
                </c:pt>
                <c:pt idx="437">
                  <c:v>1331.4</c:v>
                </c:pt>
                <c:pt idx="438">
                  <c:v>1219.4000000000001</c:v>
                </c:pt>
                <c:pt idx="439">
                  <c:v>1257.2</c:v>
                </c:pt>
                <c:pt idx="440">
                  <c:v>1257.2</c:v>
                </c:pt>
                <c:pt idx="441">
                  <c:v>1230.5999999999999</c:v>
                </c:pt>
                <c:pt idx="442">
                  <c:v>1359.4</c:v>
                </c:pt>
                <c:pt idx="443">
                  <c:v>1246</c:v>
                </c:pt>
                <c:pt idx="444">
                  <c:v>1243.2</c:v>
                </c:pt>
                <c:pt idx="445">
                  <c:v>1246</c:v>
                </c:pt>
                <c:pt idx="446">
                  <c:v>1341.2</c:v>
                </c:pt>
                <c:pt idx="447">
                  <c:v>1400</c:v>
                </c:pt>
                <c:pt idx="448">
                  <c:v>1400</c:v>
                </c:pt>
                <c:pt idx="449">
                  <c:v>1288</c:v>
                </c:pt>
                <c:pt idx="450">
                  <c:v>1318.8</c:v>
                </c:pt>
                <c:pt idx="451">
                  <c:v>1204</c:v>
                </c:pt>
                <c:pt idx="452">
                  <c:v>1202.5999999999999</c:v>
                </c:pt>
                <c:pt idx="453">
                  <c:v>1274</c:v>
                </c:pt>
                <c:pt idx="454">
                  <c:v>1246</c:v>
                </c:pt>
                <c:pt idx="455">
                  <c:v>1148</c:v>
                </c:pt>
                <c:pt idx="456">
                  <c:v>1150.8</c:v>
                </c:pt>
                <c:pt idx="457">
                  <c:v>1177.4000000000001</c:v>
                </c:pt>
                <c:pt idx="458">
                  <c:v>1229.2</c:v>
                </c:pt>
                <c:pt idx="459">
                  <c:v>1061.2</c:v>
                </c:pt>
                <c:pt idx="460">
                  <c:v>1062.5999999999999</c:v>
                </c:pt>
                <c:pt idx="461">
                  <c:v>1066.8</c:v>
                </c:pt>
                <c:pt idx="462">
                  <c:v>1149.4000000000001</c:v>
                </c:pt>
                <c:pt idx="463">
                  <c:v>1110.2</c:v>
                </c:pt>
                <c:pt idx="464">
                  <c:v>1108.8</c:v>
                </c:pt>
                <c:pt idx="465">
                  <c:v>1107.4000000000001</c:v>
                </c:pt>
                <c:pt idx="466">
                  <c:v>1146.5999999999999</c:v>
                </c:pt>
                <c:pt idx="467">
                  <c:v>1117.2</c:v>
                </c:pt>
                <c:pt idx="468">
                  <c:v>1122.8</c:v>
                </c:pt>
                <c:pt idx="469">
                  <c:v>1103.2</c:v>
                </c:pt>
                <c:pt idx="470">
                  <c:v>1173.2</c:v>
                </c:pt>
                <c:pt idx="471">
                  <c:v>1052.8</c:v>
                </c:pt>
                <c:pt idx="472">
                  <c:v>1050</c:v>
                </c:pt>
                <c:pt idx="473">
                  <c:v>1106</c:v>
                </c:pt>
                <c:pt idx="474">
                  <c:v>1104.5999999999999</c:v>
                </c:pt>
                <c:pt idx="475">
                  <c:v>1173.2</c:v>
                </c:pt>
                <c:pt idx="476">
                  <c:v>1178.8</c:v>
                </c:pt>
                <c:pt idx="477">
                  <c:v>1274</c:v>
                </c:pt>
                <c:pt idx="478">
                  <c:v>1104.5999999999999</c:v>
                </c:pt>
                <c:pt idx="479">
                  <c:v>1138.2</c:v>
                </c:pt>
                <c:pt idx="480">
                  <c:v>1136.8</c:v>
                </c:pt>
                <c:pt idx="481">
                  <c:v>1149.4000000000001</c:v>
                </c:pt>
                <c:pt idx="482">
                  <c:v>1106</c:v>
                </c:pt>
                <c:pt idx="483">
                  <c:v>1152.2</c:v>
                </c:pt>
                <c:pt idx="484">
                  <c:v>1146.5999999999999</c:v>
                </c:pt>
                <c:pt idx="485">
                  <c:v>1120</c:v>
                </c:pt>
                <c:pt idx="486">
                  <c:v>1094.8</c:v>
                </c:pt>
                <c:pt idx="487">
                  <c:v>1089.2</c:v>
                </c:pt>
                <c:pt idx="488">
                  <c:v>1118.5999999999999</c:v>
                </c:pt>
                <c:pt idx="489">
                  <c:v>1163.4000000000001</c:v>
                </c:pt>
                <c:pt idx="490">
                  <c:v>1080.8</c:v>
                </c:pt>
                <c:pt idx="491">
                  <c:v>1075.2</c:v>
                </c:pt>
                <c:pt idx="492">
                  <c:v>1190</c:v>
                </c:pt>
                <c:pt idx="493">
                  <c:v>1222.2</c:v>
                </c:pt>
                <c:pt idx="494">
                  <c:v>1150.8</c:v>
                </c:pt>
                <c:pt idx="495">
                  <c:v>1148</c:v>
                </c:pt>
                <c:pt idx="496">
                  <c:v>1205.4000000000001</c:v>
                </c:pt>
                <c:pt idx="497">
                  <c:v>1220.8</c:v>
                </c:pt>
                <c:pt idx="498">
                  <c:v>1205.4000000000001</c:v>
                </c:pt>
                <c:pt idx="499">
                  <c:v>1204</c:v>
                </c:pt>
                <c:pt idx="500">
                  <c:v>1439.2</c:v>
                </c:pt>
                <c:pt idx="501">
                  <c:v>1551.2</c:v>
                </c:pt>
                <c:pt idx="502">
                  <c:v>1640.8</c:v>
                </c:pt>
                <c:pt idx="503">
                  <c:v>1639.4</c:v>
                </c:pt>
                <c:pt idx="504">
                  <c:v>1724.8</c:v>
                </c:pt>
                <c:pt idx="505">
                  <c:v>1916.6</c:v>
                </c:pt>
                <c:pt idx="506">
                  <c:v>1986.6</c:v>
                </c:pt>
                <c:pt idx="507">
                  <c:v>1989.4</c:v>
                </c:pt>
                <c:pt idx="508">
                  <c:v>2158.8000000000002</c:v>
                </c:pt>
                <c:pt idx="509">
                  <c:v>2268</c:v>
                </c:pt>
                <c:pt idx="510">
                  <c:v>2115.4</c:v>
                </c:pt>
                <c:pt idx="511">
                  <c:v>2112.6</c:v>
                </c:pt>
                <c:pt idx="512">
                  <c:v>1918</c:v>
                </c:pt>
                <c:pt idx="513">
                  <c:v>1890</c:v>
                </c:pt>
                <c:pt idx="514">
                  <c:v>1636.6</c:v>
                </c:pt>
                <c:pt idx="515">
                  <c:v>1638</c:v>
                </c:pt>
                <c:pt idx="516">
                  <c:v>1440.6</c:v>
                </c:pt>
                <c:pt idx="517">
                  <c:v>1387.4</c:v>
                </c:pt>
                <c:pt idx="518">
                  <c:v>1188.5999999999999</c:v>
                </c:pt>
                <c:pt idx="519">
                  <c:v>1192.8</c:v>
                </c:pt>
                <c:pt idx="520">
                  <c:v>1178.8</c:v>
                </c:pt>
                <c:pt idx="521">
                  <c:v>1149.4000000000001</c:v>
                </c:pt>
                <c:pt idx="522">
                  <c:v>1131.2</c:v>
                </c:pt>
                <c:pt idx="523">
                  <c:v>1138.2</c:v>
                </c:pt>
                <c:pt idx="524">
                  <c:v>1110.2</c:v>
                </c:pt>
                <c:pt idx="525">
                  <c:v>1108.8</c:v>
                </c:pt>
                <c:pt idx="526">
                  <c:v>980</c:v>
                </c:pt>
                <c:pt idx="527">
                  <c:v>978.6</c:v>
                </c:pt>
                <c:pt idx="528">
                  <c:v>1178.8</c:v>
                </c:pt>
                <c:pt idx="529">
                  <c:v>995.4</c:v>
                </c:pt>
                <c:pt idx="530">
                  <c:v>1020.6</c:v>
                </c:pt>
                <c:pt idx="531">
                  <c:v>1020.6</c:v>
                </c:pt>
                <c:pt idx="532">
                  <c:v>968.8</c:v>
                </c:pt>
                <c:pt idx="533">
                  <c:v>1052.8</c:v>
                </c:pt>
                <c:pt idx="534">
                  <c:v>1020.6</c:v>
                </c:pt>
                <c:pt idx="535">
                  <c:v>1023.4</c:v>
                </c:pt>
                <c:pt idx="536">
                  <c:v>1036</c:v>
                </c:pt>
                <c:pt idx="537">
                  <c:v>912.8</c:v>
                </c:pt>
                <c:pt idx="538">
                  <c:v>868</c:v>
                </c:pt>
                <c:pt idx="539">
                  <c:v>868</c:v>
                </c:pt>
                <c:pt idx="540">
                  <c:v>953.4</c:v>
                </c:pt>
                <c:pt idx="541">
                  <c:v>952</c:v>
                </c:pt>
                <c:pt idx="542">
                  <c:v>926.8</c:v>
                </c:pt>
                <c:pt idx="543">
                  <c:v>924</c:v>
                </c:pt>
                <c:pt idx="544">
                  <c:v>970.2</c:v>
                </c:pt>
                <c:pt idx="545">
                  <c:v>912.8</c:v>
                </c:pt>
                <c:pt idx="546">
                  <c:v>981.4</c:v>
                </c:pt>
                <c:pt idx="547">
                  <c:v>977.2</c:v>
                </c:pt>
                <c:pt idx="548">
                  <c:v>942.2</c:v>
                </c:pt>
                <c:pt idx="549">
                  <c:v>936.6</c:v>
                </c:pt>
                <c:pt idx="550">
                  <c:v>938</c:v>
                </c:pt>
                <c:pt idx="551">
                  <c:v>936.6</c:v>
                </c:pt>
                <c:pt idx="552">
                  <c:v>1020.6</c:v>
                </c:pt>
                <c:pt idx="553">
                  <c:v>894.6</c:v>
                </c:pt>
                <c:pt idx="554">
                  <c:v>992.6</c:v>
                </c:pt>
                <c:pt idx="555">
                  <c:v>991.2</c:v>
                </c:pt>
                <c:pt idx="556">
                  <c:v>1008</c:v>
                </c:pt>
                <c:pt idx="557">
                  <c:v>992.6</c:v>
                </c:pt>
                <c:pt idx="558">
                  <c:v>964.6</c:v>
                </c:pt>
                <c:pt idx="559">
                  <c:v>963.2</c:v>
                </c:pt>
                <c:pt idx="560">
                  <c:v>1117.2</c:v>
                </c:pt>
                <c:pt idx="561">
                  <c:v>1080.8</c:v>
                </c:pt>
                <c:pt idx="562">
                  <c:v>1216.5999999999999</c:v>
                </c:pt>
                <c:pt idx="563">
                  <c:v>1215.2</c:v>
                </c:pt>
                <c:pt idx="564">
                  <c:v>1190</c:v>
                </c:pt>
                <c:pt idx="565">
                  <c:v>1289.4000000000001</c:v>
                </c:pt>
                <c:pt idx="566">
                  <c:v>1275.4000000000001</c:v>
                </c:pt>
                <c:pt idx="567">
                  <c:v>1272.5999999999999</c:v>
                </c:pt>
                <c:pt idx="568">
                  <c:v>1468.6</c:v>
                </c:pt>
                <c:pt idx="569">
                  <c:v>1496.6</c:v>
                </c:pt>
                <c:pt idx="570">
                  <c:v>1584.8</c:v>
                </c:pt>
                <c:pt idx="571">
                  <c:v>1582</c:v>
                </c:pt>
                <c:pt idx="572">
                  <c:v>1736</c:v>
                </c:pt>
                <c:pt idx="573">
                  <c:v>1918</c:v>
                </c:pt>
                <c:pt idx="574">
                  <c:v>1723.4</c:v>
                </c:pt>
                <c:pt idx="575">
                  <c:v>1726.2</c:v>
                </c:pt>
                <c:pt idx="576">
                  <c:v>1670.2</c:v>
                </c:pt>
                <c:pt idx="577">
                  <c:v>1594.6</c:v>
                </c:pt>
                <c:pt idx="578">
                  <c:v>1558.2</c:v>
                </c:pt>
                <c:pt idx="579">
                  <c:v>1556.8</c:v>
                </c:pt>
                <c:pt idx="580">
                  <c:v>1360.8</c:v>
                </c:pt>
                <c:pt idx="581">
                  <c:v>1376.2</c:v>
                </c:pt>
                <c:pt idx="582">
                  <c:v>1090.5999999999999</c:v>
                </c:pt>
                <c:pt idx="583">
                  <c:v>1096.2</c:v>
                </c:pt>
                <c:pt idx="584">
                  <c:v>1093.4000000000001</c:v>
                </c:pt>
                <c:pt idx="585">
                  <c:v>1104.5999999999999</c:v>
                </c:pt>
                <c:pt idx="586">
                  <c:v>996.8</c:v>
                </c:pt>
                <c:pt idx="587">
                  <c:v>996.8</c:v>
                </c:pt>
                <c:pt idx="588">
                  <c:v>954.8</c:v>
                </c:pt>
                <c:pt idx="589">
                  <c:v>970.2</c:v>
                </c:pt>
                <c:pt idx="590">
                  <c:v>896</c:v>
                </c:pt>
                <c:pt idx="591">
                  <c:v>900.2</c:v>
                </c:pt>
                <c:pt idx="592">
                  <c:v>714</c:v>
                </c:pt>
                <c:pt idx="593">
                  <c:v>897.4</c:v>
                </c:pt>
                <c:pt idx="594">
                  <c:v>880.6</c:v>
                </c:pt>
                <c:pt idx="595">
                  <c:v>882</c:v>
                </c:pt>
                <c:pt idx="596">
                  <c:v>872.2</c:v>
                </c:pt>
                <c:pt idx="597">
                  <c:v>872.2</c:v>
                </c:pt>
                <c:pt idx="598">
                  <c:v>908.6</c:v>
                </c:pt>
                <c:pt idx="599">
                  <c:v>912.8</c:v>
                </c:pt>
                <c:pt idx="600">
                  <c:v>858.2</c:v>
                </c:pt>
                <c:pt idx="601">
                  <c:v>784</c:v>
                </c:pt>
                <c:pt idx="602">
                  <c:v>841.4</c:v>
                </c:pt>
                <c:pt idx="603">
                  <c:v>838.6</c:v>
                </c:pt>
                <c:pt idx="604">
                  <c:v>742</c:v>
                </c:pt>
                <c:pt idx="605">
                  <c:v>886.2</c:v>
                </c:pt>
                <c:pt idx="606">
                  <c:v>921.2</c:v>
                </c:pt>
                <c:pt idx="607">
                  <c:v>925.4</c:v>
                </c:pt>
                <c:pt idx="608">
                  <c:v>796.6</c:v>
                </c:pt>
                <c:pt idx="609">
                  <c:v>788.2</c:v>
                </c:pt>
                <c:pt idx="610">
                  <c:v>732.2</c:v>
                </c:pt>
                <c:pt idx="611">
                  <c:v>725.2</c:v>
                </c:pt>
                <c:pt idx="612">
                  <c:v>781.2</c:v>
                </c:pt>
                <c:pt idx="613">
                  <c:v>770</c:v>
                </c:pt>
                <c:pt idx="614">
                  <c:v>823.2</c:v>
                </c:pt>
                <c:pt idx="615">
                  <c:v>827.4</c:v>
                </c:pt>
                <c:pt idx="616">
                  <c:v>754.6</c:v>
                </c:pt>
                <c:pt idx="617">
                  <c:v>830.2</c:v>
                </c:pt>
                <c:pt idx="618">
                  <c:v>828.8</c:v>
                </c:pt>
                <c:pt idx="619">
                  <c:v>828.8</c:v>
                </c:pt>
                <c:pt idx="620">
                  <c:v>824.6</c:v>
                </c:pt>
                <c:pt idx="621">
                  <c:v>786.8</c:v>
                </c:pt>
                <c:pt idx="622">
                  <c:v>726.6</c:v>
                </c:pt>
                <c:pt idx="623">
                  <c:v>732.2</c:v>
                </c:pt>
                <c:pt idx="624">
                  <c:v>852.6</c:v>
                </c:pt>
                <c:pt idx="625">
                  <c:v>634.20000000000005</c:v>
                </c:pt>
                <c:pt idx="626">
                  <c:v>880.6</c:v>
                </c:pt>
                <c:pt idx="627">
                  <c:v>880.6</c:v>
                </c:pt>
                <c:pt idx="628">
                  <c:v>784</c:v>
                </c:pt>
                <c:pt idx="629">
                  <c:v>744.8</c:v>
                </c:pt>
                <c:pt idx="630">
                  <c:v>770</c:v>
                </c:pt>
                <c:pt idx="631">
                  <c:v>772.8</c:v>
                </c:pt>
                <c:pt idx="632">
                  <c:v>758.8</c:v>
                </c:pt>
                <c:pt idx="633">
                  <c:v>772.8</c:v>
                </c:pt>
                <c:pt idx="634">
                  <c:v>771.4</c:v>
                </c:pt>
                <c:pt idx="635">
                  <c:v>770</c:v>
                </c:pt>
                <c:pt idx="636">
                  <c:v>702.8</c:v>
                </c:pt>
                <c:pt idx="637">
                  <c:v>757.4</c:v>
                </c:pt>
                <c:pt idx="638">
                  <c:v>744.8</c:v>
                </c:pt>
                <c:pt idx="639">
                  <c:v>743.4</c:v>
                </c:pt>
                <c:pt idx="640">
                  <c:v>757.4</c:v>
                </c:pt>
                <c:pt idx="641">
                  <c:v>712.6</c:v>
                </c:pt>
                <c:pt idx="642">
                  <c:v>756</c:v>
                </c:pt>
                <c:pt idx="643">
                  <c:v>753.2</c:v>
                </c:pt>
                <c:pt idx="644">
                  <c:v>730.8</c:v>
                </c:pt>
                <c:pt idx="645">
                  <c:v>742</c:v>
                </c:pt>
                <c:pt idx="646">
                  <c:v>702.8</c:v>
                </c:pt>
                <c:pt idx="647">
                  <c:v>700</c:v>
                </c:pt>
                <c:pt idx="648">
                  <c:v>715.4</c:v>
                </c:pt>
                <c:pt idx="649">
                  <c:v>802.2</c:v>
                </c:pt>
                <c:pt idx="650">
                  <c:v>686</c:v>
                </c:pt>
                <c:pt idx="651">
                  <c:v>684.6</c:v>
                </c:pt>
                <c:pt idx="652">
                  <c:v>770</c:v>
                </c:pt>
                <c:pt idx="653">
                  <c:v>786.8</c:v>
                </c:pt>
                <c:pt idx="654">
                  <c:v>770</c:v>
                </c:pt>
                <c:pt idx="655">
                  <c:v>772.8</c:v>
                </c:pt>
                <c:pt idx="656">
                  <c:v>757.4</c:v>
                </c:pt>
                <c:pt idx="657">
                  <c:v>786.8</c:v>
                </c:pt>
                <c:pt idx="658">
                  <c:v>786.8</c:v>
                </c:pt>
                <c:pt idx="659">
                  <c:v>700</c:v>
                </c:pt>
                <c:pt idx="660">
                  <c:v>712.6</c:v>
                </c:pt>
                <c:pt idx="661">
                  <c:v>774.2</c:v>
                </c:pt>
                <c:pt idx="662">
                  <c:v>768.6</c:v>
                </c:pt>
                <c:pt idx="663">
                  <c:v>754.6</c:v>
                </c:pt>
                <c:pt idx="664">
                  <c:v>754.6</c:v>
                </c:pt>
                <c:pt idx="665">
                  <c:v>729.4</c:v>
                </c:pt>
                <c:pt idx="666">
                  <c:v>729.4</c:v>
                </c:pt>
                <c:pt idx="667">
                  <c:v>823.2</c:v>
                </c:pt>
                <c:pt idx="668">
                  <c:v>658</c:v>
                </c:pt>
                <c:pt idx="669">
                  <c:v>740.6</c:v>
                </c:pt>
                <c:pt idx="670">
                  <c:v>744.8</c:v>
                </c:pt>
                <c:pt idx="671">
                  <c:v>754.6</c:v>
                </c:pt>
                <c:pt idx="672">
                  <c:v>786.8</c:v>
                </c:pt>
                <c:pt idx="673">
                  <c:v>658</c:v>
                </c:pt>
                <c:pt idx="674">
                  <c:v>658</c:v>
                </c:pt>
                <c:pt idx="675">
                  <c:v>786.8</c:v>
                </c:pt>
                <c:pt idx="676">
                  <c:v>854</c:v>
                </c:pt>
                <c:pt idx="677">
                  <c:v>739.2</c:v>
                </c:pt>
                <c:pt idx="678">
                  <c:v>743.4</c:v>
                </c:pt>
                <c:pt idx="679">
                  <c:v>714</c:v>
                </c:pt>
                <c:pt idx="680">
                  <c:v>700</c:v>
                </c:pt>
                <c:pt idx="681">
                  <c:v>714</c:v>
                </c:pt>
                <c:pt idx="682">
                  <c:v>715.4</c:v>
                </c:pt>
                <c:pt idx="683">
                  <c:v>740.6</c:v>
                </c:pt>
                <c:pt idx="684">
                  <c:v>716.8</c:v>
                </c:pt>
                <c:pt idx="685">
                  <c:v>786.8</c:v>
                </c:pt>
                <c:pt idx="686">
                  <c:v>782.6</c:v>
                </c:pt>
                <c:pt idx="687">
                  <c:v>728</c:v>
                </c:pt>
                <c:pt idx="688">
                  <c:v>715.4</c:v>
                </c:pt>
                <c:pt idx="689">
                  <c:v>754.6</c:v>
                </c:pt>
                <c:pt idx="690">
                  <c:v>757.4</c:v>
                </c:pt>
                <c:pt idx="691">
                  <c:v>813.4</c:v>
                </c:pt>
                <c:pt idx="692">
                  <c:v>772.8</c:v>
                </c:pt>
                <c:pt idx="693">
                  <c:v>784</c:v>
                </c:pt>
                <c:pt idx="694">
                  <c:v>782.6</c:v>
                </c:pt>
                <c:pt idx="695">
                  <c:v>686</c:v>
                </c:pt>
                <c:pt idx="696">
                  <c:v>739.2</c:v>
                </c:pt>
                <c:pt idx="697">
                  <c:v>698.6</c:v>
                </c:pt>
                <c:pt idx="698">
                  <c:v>698.6</c:v>
                </c:pt>
                <c:pt idx="699">
                  <c:v>718.2</c:v>
                </c:pt>
                <c:pt idx="700">
                  <c:v>704.2</c:v>
                </c:pt>
                <c:pt idx="701">
                  <c:v>646.79999999999995</c:v>
                </c:pt>
                <c:pt idx="702">
                  <c:v>646.79999999999995</c:v>
                </c:pt>
                <c:pt idx="703">
                  <c:v>688.8</c:v>
                </c:pt>
                <c:pt idx="704">
                  <c:v>768.6</c:v>
                </c:pt>
                <c:pt idx="705">
                  <c:v>728</c:v>
                </c:pt>
                <c:pt idx="706">
                  <c:v>729.4</c:v>
                </c:pt>
                <c:pt idx="707">
                  <c:v>715.4</c:v>
                </c:pt>
                <c:pt idx="708">
                  <c:v>655.20000000000005</c:v>
                </c:pt>
                <c:pt idx="709">
                  <c:v>728</c:v>
                </c:pt>
                <c:pt idx="710">
                  <c:v>725.2</c:v>
                </c:pt>
                <c:pt idx="711">
                  <c:v>687.4</c:v>
                </c:pt>
                <c:pt idx="712">
                  <c:v>701.4</c:v>
                </c:pt>
                <c:pt idx="713">
                  <c:v>740.6</c:v>
                </c:pt>
                <c:pt idx="714">
                  <c:v>744.8</c:v>
                </c:pt>
                <c:pt idx="715">
                  <c:v>714</c:v>
                </c:pt>
                <c:pt idx="716">
                  <c:v>645.4</c:v>
                </c:pt>
                <c:pt idx="717">
                  <c:v>660.8</c:v>
                </c:pt>
                <c:pt idx="718">
                  <c:v>655.20000000000005</c:v>
                </c:pt>
                <c:pt idx="719">
                  <c:v>753.2</c:v>
                </c:pt>
                <c:pt idx="720">
                  <c:v>743.4</c:v>
                </c:pt>
                <c:pt idx="721">
                  <c:v>670.6</c:v>
                </c:pt>
                <c:pt idx="722">
                  <c:v>674.8</c:v>
                </c:pt>
                <c:pt idx="723">
                  <c:v>714</c:v>
                </c:pt>
                <c:pt idx="724">
                  <c:v>702.8</c:v>
                </c:pt>
                <c:pt idx="725">
                  <c:v>771.4</c:v>
                </c:pt>
                <c:pt idx="726">
                  <c:v>768.6</c:v>
                </c:pt>
                <c:pt idx="727">
                  <c:v>642.6</c:v>
                </c:pt>
                <c:pt idx="728">
                  <c:v>712.6</c:v>
                </c:pt>
                <c:pt idx="729">
                  <c:v>676.2</c:v>
                </c:pt>
                <c:pt idx="730">
                  <c:v>673.4</c:v>
                </c:pt>
                <c:pt idx="731">
                  <c:v>701.4</c:v>
                </c:pt>
                <c:pt idx="732">
                  <c:v>688.8</c:v>
                </c:pt>
                <c:pt idx="733">
                  <c:v>656.6</c:v>
                </c:pt>
                <c:pt idx="734">
                  <c:v>655.20000000000005</c:v>
                </c:pt>
                <c:pt idx="735">
                  <c:v>711.2</c:v>
                </c:pt>
                <c:pt idx="736">
                  <c:v>617.4</c:v>
                </c:pt>
                <c:pt idx="737">
                  <c:v>687.4</c:v>
                </c:pt>
                <c:pt idx="738">
                  <c:v>684.6</c:v>
                </c:pt>
                <c:pt idx="739">
                  <c:v>744.8</c:v>
                </c:pt>
                <c:pt idx="740">
                  <c:v>690.2</c:v>
                </c:pt>
                <c:pt idx="741">
                  <c:v>630</c:v>
                </c:pt>
                <c:pt idx="742">
                  <c:v>630</c:v>
                </c:pt>
                <c:pt idx="743">
                  <c:v>702.8</c:v>
                </c:pt>
                <c:pt idx="744">
                  <c:v>715.4</c:v>
                </c:pt>
                <c:pt idx="745">
                  <c:v>742</c:v>
                </c:pt>
                <c:pt idx="746">
                  <c:v>742</c:v>
                </c:pt>
                <c:pt idx="747">
                  <c:v>656.6</c:v>
                </c:pt>
                <c:pt idx="748">
                  <c:v>743.4</c:v>
                </c:pt>
                <c:pt idx="749">
                  <c:v>771.4</c:v>
                </c:pt>
                <c:pt idx="750">
                  <c:v>770</c:v>
                </c:pt>
                <c:pt idx="751">
                  <c:v>757.4</c:v>
                </c:pt>
                <c:pt idx="752">
                  <c:v>670.6</c:v>
                </c:pt>
                <c:pt idx="753">
                  <c:v>702.8</c:v>
                </c:pt>
                <c:pt idx="754">
                  <c:v>701.4</c:v>
                </c:pt>
                <c:pt idx="755">
                  <c:v>746.2</c:v>
                </c:pt>
                <c:pt idx="756">
                  <c:v>712.6</c:v>
                </c:pt>
                <c:pt idx="757">
                  <c:v>712.6</c:v>
                </c:pt>
                <c:pt idx="758">
                  <c:v>712.6</c:v>
                </c:pt>
                <c:pt idx="759">
                  <c:v>627.20000000000005</c:v>
                </c:pt>
                <c:pt idx="760">
                  <c:v>770</c:v>
                </c:pt>
                <c:pt idx="761">
                  <c:v>757.4</c:v>
                </c:pt>
                <c:pt idx="762">
                  <c:v>756</c:v>
                </c:pt>
                <c:pt idx="763">
                  <c:v>698.6</c:v>
                </c:pt>
                <c:pt idx="764">
                  <c:v>672</c:v>
                </c:pt>
                <c:pt idx="765">
                  <c:v>714</c:v>
                </c:pt>
                <c:pt idx="766">
                  <c:v>712.6</c:v>
                </c:pt>
                <c:pt idx="767">
                  <c:v>809.2</c:v>
                </c:pt>
                <c:pt idx="768">
                  <c:v>687.4</c:v>
                </c:pt>
                <c:pt idx="769">
                  <c:v>716.8</c:v>
                </c:pt>
                <c:pt idx="770">
                  <c:v>714</c:v>
                </c:pt>
                <c:pt idx="771">
                  <c:v>851.2</c:v>
                </c:pt>
                <c:pt idx="772">
                  <c:v>865.2</c:v>
                </c:pt>
                <c:pt idx="773">
                  <c:v>842.8</c:v>
                </c:pt>
                <c:pt idx="774">
                  <c:v>840</c:v>
                </c:pt>
                <c:pt idx="775">
                  <c:v>814.8</c:v>
                </c:pt>
                <c:pt idx="776">
                  <c:v>798</c:v>
                </c:pt>
                <c:pt idx="777">
                  <c:v>824.6</c:v>
                </c:pt>
                <c:pt idx="778">
                  <c:v>827.4</c:v>
                </c:pt>
                <c:pt idx="779">
                  <c:v>770</c:v>
                </c:pt>
                <c:pt idx="780">
                  <c:v>810.6</c:v>
                </c:pt>
                <c:pt idx="781">
                  <c:v>686</c:v>
                </c:pt>
                <c:pt idx="782">
                  <c:v>684.6</c:v>
                </c:pt>
                <c:pt idx="783">
                  <c:v>740.6</c:v>
                </c:pt>
                <c:pt idx="784">
                  <c:v>686</c:v>
                </c:pt>
                <c:pt idx="785">
                  <c:v>746.2</c:v>
                </c:pt>
                <c:pt idx="786">
                  <c:v>739.2</c:v>
                </c:pt>
                <c:pt idx="787">
                  <c:v>782.6</c:v>
                </c:pt>
                <c:pt idx="788">
                  <c:v>743.4</c:v>
                </c:pt>
                <c:pt idx="789">
                  <c:v>687.4</c:v>
                </c:pt>
                <c:pt idx="790">
                  <c:v>684.6</c:v>
                </c:pt>
                <c:pt idx="791">
                  <c:v>730.8</c:v>
                </c:pt>
                <c:pt idx="792">
                  <c:v>662.2</c:v>
                </c:pt>
                <c:pt idx="793">
                  <c:v>659.4</c:v>
                </c:pt>
                <c:pt idx="794">
                  <c:v>658</c:v>
                </c:pt>
                <c:pt idx="795">
                  <c:v>602</c:v>
                </c:pt>
                <c:pt idx="796">
                  <c:v>674.8</c:v>
                </c:pt>
                <c:pt idx="797">
                  <c:v>648.20000000000005</c:v>
                </c:pt>
                <c:pt idx="798">
                  <c:v>648.20000000000005</c:v>
                </c:pt>
                <c:pt idx="799">
                  <c:v>711.2</c:v>
                </c:pt>
                <c:pt idx="800">
                  <c:v>673.4</c:v>
                </c:pt>
                <c:pt idx="801">
                  <c:v>687.4</c:v>
                </c:pt>
                <c:pt idx="802">
                  <c:v>688.8</c:v>
                </c:pt>
                <c:pt idx="803">
                  <c:v>630</c:v>
                </c:pt>
                <c:pt idx="804">
                  <c:v>543.20000000000005</c:v>
                </c:pt>
                <c:pt idx="805">
                  <c:v>673.4</c:v>
                </c:pt>
                <c:pt idx="806">
                  <c:v>670.6</c:v>
                </c:pt>
                <c:pt idx="807">
                  <c:v>618.79999999999995</c:v>
                </c:pt>
                <c:pt idx="808">
                  <c:v>628.6</c:v>
                </c:pt>
                <c:pt idx="809">
                  <c:v>620.20000000000005</c:v>
                </c:pt>
                <c:pt idx="810">
                  <c:v>617.4</c:v>
                </c:pt>
                <c:pt idx="811">
                  <c:v>616</c:v>
                </c:pt>
                <c:pt idx="812">
                  <c:v>642.6</c:v>
                </c:pt>
                <c:pt idx="813">
                  <c:v>603.4</c:v>
                </c:pt>
                <c:pt idx="814">
                  <c:v>603.4</c:v>
                </c:pt>
                <c:pt idx="815">
                  <c:v>631.4</c:v>
                </c:pt>
                <c:pt idx="816">
                  <c:v>613.20000000000005</c:v>
                </c:pt>
                <c:pt idx="817">
                  <c:v>673.4</c:v>
                </c:pt>
                <c:pt idx="818">
                  <c:v>670.6</c:v>
                </c:pt>
                <c:pt idx="819">
                  <c:v>758.8</c:v>
                </c:pt>
                <c:pt idx="820">
                  <c:v>572.6</c:v>
                </c:pt>
                <c:pt idx="821">
                  <c:v>656.6</c:v>
                </c:pt>
                <c:pt idx="822">
                  <c:v>660.8</c:v>
                </c:pt>
                <c:pt idx="823">
                  <c:v>684.6</c:v>
                </c:pt>
                <c:pt idx="824">
                  <c:v>688.8</c:v>
                </c:pt>
                <c:pt idx="825">
                  <c:v>684.6</c:v>
                </c:pt>
                <c:pt idx="826">
                  <c:v>660.8</c:v>
                </c:pt>
                <c:pt idx="827">
                  <c:v>714</c:v>
                </c:pt>
                <c:pt idx="828">
                  <c:v>586.6</c:v>
                </c:pt>
                <c:pt idx="829">
                  <c:v>589.4</c:v>
                </c:pt>
                <c:pt idx="830">
                  <c:v>726.6</c:v>
                </c:pt>
                <c:pt idx="831">
                  <c:v>572.6</c:v>
                </c:pt>
                <c:pt idx="832">
                  <c:v>645.4</c:v>
                </c:pt>
                <c:pt idx="833">
                  <c:v>642.6</c:v>
                </c:pt>
                <c:pt idx="834">
                  <c:v>616</c:v>
                </c:pt>
                <c:pt idx="835">
                  <c:v>687.4</c:v>
                </c:pt>
                <c:pt idx="836">
                  <c:v>618.79999999999995</c:v>
                </c:pt>
                <c:pt idx="837">
                  <c:v>618.79999999999995</c:v>
                </c:pt>
                <c:pt idx="838">
                  <c:v>739.2</c:v>
                </c:pt>
                <c:pt idx="839">
                  <c:v>702.8</c:v>
                </c:pt>
                <c:pt idx="840">
                  <c:v>646.79999999999995</c:v>
                </c:pt>
                <c:pt idx="841">
                  <c:v>641.20000000000005</c:v>
                </c:pt>
                <c:pt idx="842">
                  <c:v>660.8</c:v>
                </c:pt>
                <c:pt idx="843">
                  <c:v>618.79999999999995</c:v>
                </c:pt>
                <c:pt idx="844">
                  <c:v>628.6</c:v>
                </c:pt>
                <c:pt idx="845">
                  <c:v>630</c:v>
                </c:pt>
                <c:pt idx="846">
                  <c:v>558.6</c:v>
                </c:pt>
                <c:pt idx="847">
                  <c:v>739.2</c:v>
                </c:pt>
                <c:pt idx="848">
                  <c:v>575.4</c:v>
                </c:pt>
                <c:pt idx="849">
                  <c:v>575.4</c:v>
                </c:pt>
                <c:pt idx="850">
                  <c:v>659.4</c:v>
                </c:pt>
                <c:pt idx="851">
                  <c:v>562.79999999999995</c:v>
                </c:pt>
                <c:pt idx="852">
                  <c:v>655.20000000000005</c:v>
                </c:pt>
                <c:pt idx="853">
                  <c:v>659.4</c:v>
                </c:pt>
                <c:pt idx="854">
                  <c:v>687.4</c:v>
                </c:pt>
                <c:pt idx="855">
                  <c:v>562.79999999999995</c:v>
                </c:pt>
                <c:pt idx="856">
                  <c:v>702.8</c:v>
                </c:pt>
                <c:pt idx="857">
                  <c:v>701.4</c:v>
                </c:pt>
                <c:pt idx="858">
                  <c:v>642.6</c:v>
                </c:pt>
                <c:pt idx="859">
                  <c:v>630</c:v>
                </c:pt>
                <c:pt idx="860">
                  <c:v>604.79999999999995</c:v>
                </c:pt>
                <c:pt idx="861">
                  <c:v>606.20000000000005</c:v>
                </c:pt>
                <c:pt idx="862">
                  <c:v>701.4</c:v>
                </c:pt>
                <c:pt idx="863">
                  <c:v>648.20000000000005</c:v>
                </c:pt>
                <c:pt idx="864">
                  <c:v>658</c:v>
                </c:pt>
                <c:pt idx="865">
                  <c:v>660.8</c:v>
                </c:pt>
                <c:pt idx="866">
                  <c:v>603.4</c:v>
                </c:pt>
                <c:pt idx="867">
                  <c:v>656.6</c:v>
                </c:pt>
                <c:pt idx="868">
                  <c:v>631.4</c:v>
                </c:pt>
                <c:pt idx="869">
                  <c:v>634.20000000000005</c:v>
                </c:pt>
                <c:pt idx="870">
                  <c:v>726.6</c:v>
                </c:pt>
                <c:pt idx="871">
                  <c:v>711.2</c:v>
                </c:pt>
                <c:pt idx="872">
                  <c:v>690.2</c:v>
                </c:pt>
                <c:pt idx="873">
                  <c:v>686</c:v>
                </c:pt>
                <c:pt idx="874">
                  <c:v>701.4</c:v>
                </c:pt>
                <c:pt idx="875">
                  <c:v>648.20000000000005</c:v>
                </c:pt>
                <c:pt idx="876">
                  <c:v>771.4</c:v>
                </c:pt>
                <c:pt idx="877">
                  <c:v>772.8</c:v>
                </c:pt>
                <c:pt idx="878">
                  <c:v>746.2</c:v>
                </c:pt>
                <c:pt idx="879">
                  <c:v>614.6</c:v>
                </c:pt>
                <c:pt idx="880">
                  <c:v>632.79999999999995</c:v>
                </c:pt>
                <c:pt idx="881">
                  <c:v>628.6</c:v>
                </c:pt>
                <c:pt idx="882">
                  <c:v>782.6</c:v>
                </c:pt>
                <c:pt idx="883">
                  <c:v>603.4</c:v>
                </c:pt>
                <c:pt idx="884">
                  <c:v>660.8</c:v>
                </c:pt>
                <c:pt idx="885">
                  <c:v>659.4</c:v>
                </c:pt>
                <c:pt idx="886">
                  <c:v>616</c:v>
                </c:pt>
                <c:pt idx="887">
                  <c:v>630</c:v>
                </c:pt>
                <c:pt idx="888">
                  <c:v>686</c:v>
                </c:pt>
                <c:pt idx="889">
                  <c:v>686</c:v>
                </c:pt>
                <c:pt idx="890">
                  <c:v>628.6</c:v>
                </c:pt>
                <c:pt idx="891">
                  <c:v>662.2</c:v>
                </c:pt>
                <c:pt idx="892">
                  <c:v>662.2</c:v>
                </c:pt>
                <c:pt idx="893">
                  <c:v>660.8</c:v>
                </c:pt>
                <c:pt idx="894">
                  <c:v>688.8</c:v>
                </c:pt>
                <c:pt idx="895">
                  <c:v>560</c:v>
                </c:pt>
                <c:pt idx="896">
                  <c:v>606.20000000000005</c:v>
                </c:pt>
                <c:pt idx="897">
                  <c:v>603.4</c:v>
                </c:pt>
                <c:pt idx="898">
                  <c:v>659.4</c:v>
                </c:pt>
                <c:pt idx="899">
                  <c:v>628.6</c:v>
                </c:pt>
                <c:pt idx="900">
                  <c:v>614.6</c:v>
                </c:pt>
                <c:pt idx="901">
                  <c:v>620.20000000000005</c:v>
                </c:pt>
                <c:pt idx="902">
                  <c:v>641.20000000000005</c:v>
                </c:pt>
                <c:pt idx="903">
                  <c:v>586.6</c:v>
                </c:pt>
                <c:pt idx="904">
                  <c:v>686</c:v>
                </c:pt>
                <c:pt idx="905">
                  <c:v>688.8</c:v>
                </c:pt>
                <c:pt idx="906">
                  <c:v>656.6</c:v>
                </c:pt>
                <c:pt idx="907">
                  <c:v>644</c:v>
                </c:pt>
                <c:pt idx="908">
                  <c:v>603.4</c:v>
                </c:pt>
                <c:pt idx="909">
                  <c:v>603.4</c:v>
                </c:pt>
                <c:pt idx="910">
                  <c:v>630</c:v>
                </c:pt>
                <c:pt idx="911">
                  <c:v>600.6</c:v>
                </c:pt>
                <c:pt idx="912">
                  <c:v>575.4</c:v>
                </c:pt>
                <c:pt idx="913">
                  <c:v>571.20000000000005</c:v>
                </c:pt>
                <c:pt idx="914">
                  <c:v>686</c:v>
                </c:pt>
                <c:pt idx="915">
                  <c:v>642.6</c:v>
                </c:pt>
                <c:pt idx="916">
                  <c:v>614.6</c:v>
                </c:pt>
                <c:pt idx="917">
                  <c:v>620.20000000000005</c:v>
                </c:pt>
                <c:pt idx="918">
                  <c:v>659.4</c:v>
                </c:pt>
                <c:pt idx="919">
                  <c:v>632.79999999999995</c:v>
                </c:pt>
                <c:pt idx="920">
                  <c:v>658</c:v>
                </c:pt>
                <c:pt idx="921">
                  <c:v>659.4</c:v>
                </c:pt>
                <c:pt idx="922">
                  <c:v>604.79999999999995</c:v>
                </c:pt>
                <c:pt idx="923">
                  <c:v>642.6</c:v>
                </c:pt>
                <c:pt idx="924">
                  <c:v>550.20000000000005</c:v>
                </c:pt>
                <c:pt idx="925">
                  <c:v>548.79999999999995</c:v>
                </c:pt>
                <c:pt idx="926">
                  <c:v>690.2</c:v>
                </c:pt>
                <c:pt idx="927">
                  <c:v>618.79999999999995</c:v>
                </c:pt>
                <c:pt idx="928">
                  <c:v>520.79999999999995</c:v>
                </c:pt>
                <c:pt idx="929">
                  <c:v>516.6</c:v>
                </c:pt>
                <c:pt idx="930">
                  <c:v>578.20000000000005</c:v>
                </c:pt>
                <c:pt idx="931">
                  <c:v>599.20000000000005</c:v>
                </c:pt>
                <c:pt idx="932">
                  <c:v>618.79999999999995</c:v>
                </c:pt>
                <c:pt idx="933">
                  <c:v>616</c:v>
                </c:pt>
                <c:pt idx="934">
                  <c:v>557.20000000000005</c:v>
                </c:pt>
                <c:pt idx="935">
                  <c:v>670.6</c:v>
                </c:pt>
                <c:pt idx="936">
                  <c:v>614.6</c:v>
                </c:pt>
                <c:pt idx="937">
                  <c:v>618.79999999999995</c:v>
                </c:pt>
                <c:pt idx="938">
                  <c:v>586.6</c:v>
                </c:pt>
                <c:pt idx="939">
                  <c:v>644</c:v>
                </c:pt>
                <c:pt idx="940">
                  <c:v>712.6</c:v>
                </c:pt>
                <c:pt idx="941">
                  <c:v>714</c:v>
                </c:pt>
                <c:pt idx="942">
                  <c:v>630</c:v>
                </c:pt>
                <c:pt idx="943">
                  <c:v>590.79999999999995</c:v>
                </c:pt>
                <c:pt idx="944">
                  <c:v>590.79999999999995</c:v>
                </c:pt>
                <c:pt idx="945">
                  <c:v>586.6</c:v>
                </c:pt>
                <c:pt idx="946">
                  <c:v>684.6</c:v>
                </c:pt>
                <c:pt idx="947">
                  <c:v>642.6</c:v>
                </c:pt>
                <c:pt idx="948">
                  <c:v>632.79999999999995</c:v>
                </c:pt>
                <c:pt idx="949">
                  <c:v>634.20000000000005</c:v>
                </c:pt>
                <c:pt idx="950">
                  <c:v>628.6</c:v>
                </c:pt>
                <c:pt idx="951">
                  <c:v>616</c:v>
                </c:pt>
                <c:pt idx="952">
                  <c:v>620.20000000000005</c:v>
                </c:pt>
                <c:pt idx="953">
                  <c:v>620.20000000000005</c:v>
                </c:pt>
                <c:pt idx="954">
                  <c:v>656.6</c:v>
                </c:pt>
                <c:pt idx="955">
                  <c:v>674.8</c:v>
                </c:pt>
                <c:pt idx="956">
                  <c:v>631.4</c:v>
                </c:pt>
                <c:pt idx="957">
                  <c:v>632.79999999999995</c:v>
                </c:pt>
                <c:pt idx="958">
                  <c:v>772.8</c:v>
                </c:pt>
                <c:pt idx="959">
                  <c:v>631.4</c:v>
                </c:pt>
                <c:pt idx="960">
                  <c:v>600.6</c:v>
                </c:pt>
                <c:pt idx="961">
                  <c:v>606.20000000000005</c:v>
                </c:pt>
                <c:pt idx="962">
                  <c:v>742</c:v>
                </c:pt>
                <c:pt idx="963">
                  <c:v>655.20000000000005</c:v>
                </c:pt>
                <c:pt idx="964">
                  <c:v>686</c:v>
                </c:pt>
                <c:pt idx="965">
                  <c:v>687.4</c:v>
                </c:pt>
                <c:pt idx="966">
                  <c:v>684.6</c:v>
                </c:pt>
                <c:pt idx="967">
                  <c:v>700</c:v>
                </c:pt>
                <c:pt idx="968">
                  <c:v>672</c:v>
                </c:pt>
                <c:pt idx="969">
                  <c:v>673.4</c:v>
                </c:pt>
                <c:pt idx="970">
                  <c:v>732.2</c:v>
                </c:pt>
                <c:pt idx="971">
                  <c:v>642.6</c:v>
                </c:pt>
                <c:pt idx="972">
                  <c:v>604.79999999999995</c:v>
                </c:pt>
                <c:pt idx="973">
                  <c:v>606.20000000000005</c:v>
                </c:pt>
                <c:pt idx="974">
                  <c:v>670.6</c:v>
                </c:pt>
                <c:pt idx="975">
                  <c:v>632.79999999999995</c:v>
                </c:pt>
                <c:pt idx="976">
                  <c:v>658</c:v>
                </c:pt>
                <c:pt idx="977">
                  <c:v>662.2</c:v>
                </c:pt>
                <c:pt idx="978">
                  <c:v>670.6</c:v>
                </c:pt>
                <c:pt idx="979">
                  <c:v>599.20000000000005</c:v>
                </c:pt>
                <c:pt idx="980">
                  <c:v>575.4</c:v>
                </c:pt>
                <c:pt idx="981">
                  <c:v>572.6</c:v>
                </c:pt>
                <c:pt idx="982">
                  <c:v>604.79999999999995</c:v>
                </c:pt>
                <c:pt idx="983">
                  <c:v>618.79999999999995</c:v>
                </c:pt>
                <c:pt idx="984">
                  <c:v>628.6</c:v>
                </c:pt>
                <c:pt idx="985">
                  <c:v>630</c:v>
                </c:pt>
                <c:pt idx="986">
                  <c:v>586.6</c:v>
                </c:pt>
                <c:pt idx="987">
                  <c:v>589.4</c:v>
                </c:pt>
                <c:pt idx="988">
                  <c:v>588</c:v>
                </c:pt>
                <c:pt idx="989">
                  <c:v>660.8</c:v>
                </c:pt>
                <c:pt idx="990">
                  <c:v>632.79999999999995</c:v>
                </c:pt>
                <c:pt idx="991">
                  <c:v>658</c:v>
                </c:pt>
                <c:pt idx="992">
                  <c:v>660.8</c:v>
                </c:pt>
                <c:pt idx="993">
                  <c:v>644</c:v>
                </c:pt>
                <c:pt idx="994">
                  <c:v>574</c:v>
                </c:pt>
                <c:pt idx="995">
                  <c:v>562.79999999999995</c:v>
                </c:pt>
                <c:pt idx="996">
                  <c:v>558.6</c:v>
                </c:pt>
                <c:pt idx="997">
                  <c:v>634.20000000000005</c:v>
                </c:pt>
                <c:pt idx="998">
                  <c:v>686</c:v>
                </c:pt>
                <c:pt idx="999">
                  <c:v>630</c:v>
                </c:pt>
                <c:pt idx="1000">
                  <c:v>630</c:v>
                </c:pt>
                <c:pt idx="1001">
                  <c:v>646.79999999999995</c:v>
                </c:pt>
                <c:pt idx="1002">
                  <c:v>589.4</c:v>
                </c:pt>
                <c:pt idx="1003">
                  <c:v>646.79999999999995</c:v>
                </c:pt>
                <c:pt idx="1004">
                  <c:v>646.79999999999995</c:v>
                </c:pt>
                <c:pt idx="1005">
                  <c:v>662.2</c:v>
                </c:pt>
                <c:pt idx="1006">
                  <c:v>634.20000000000005</c:v>
                </c:pt>
                <c:pt idx="1007">
                  <c:v>546</c:v>
                </c:pt>
                <c:pt idx="1008">
                  <c:v>547.4</c:v>
                </c:pt>
                <c:pt idx="1009">
                  <c:v>659.4</c:v>
                </c:pt>
                <c:pt idx="1010">
                  <c:v>599.20000000000005</c:v>
                </c:pt>
                <c:pt idx="1011">
                  <c:v>642.6</c:v>
                </c:pt>
                <c:pt idx="1012">
                  <c:v>646.79999999999995</c:v>
                </c:pt>
                <c:pt idx="1013">
                  <c:v>572.6</c:v>
                </c:pt>
                <c:pt idx="1014">
                  <c:v>662.2</c:v>
                </c:pt>
                <c:pt idx="1015">
                  <c:v>631.4</c:v>
                </c:pt>
                <c:pt idx="1016">
                  <c:v>630</c:v>
                </c:pt>
                <c:pt idx="1017">
                  <c:v>673.4</c:v>
                </c:pt>
                <c:pt idx="1018">
                  <c:v>604.79999999999995</c:v>
                </c:pt>
                <c:pt idx="1019">
                  <c:v>644</c:v>
                </c:pt>
                <c:pt idx="1020">
                  <c:v>641.20000000000005</c:v>
                </c:pt>
                <c:pt idx="1021">
                  <c:v>676.2</c:v>
                </c:pt>
                <c:pt idx="1022">
                  <c:v>644</c:v>
                </c:pt>
                <c:pt idx="1023">
                  <c:v>627.20000000000005</c:v>
                </c:pt>
                <c:pt idx="1024">
                  <c:v>631.4</c:v>
                </c:pt>
                <c:pt idx="1025">
                  <c:v>670.6</c:v>
                </c:pt>
                <c:pt idx="1026">
                  <c:v>688.8</c:v>
                </c:pt>
                <c:pt idx="1027">
                  <c:v>674.8</c:v>
                </c:pt>
                <c:pt idx="1028">
                  <c:v>669.2</c:v>
                </c:pt>
                <c:pt idx="1029">
                  <c:v>659.4</c:v>
                </c:pt>
                <c:pt idx="1030">
                  <c:v>672</c:v>
                </c:pt>
                <c:pt idx="1031">
                  <c:v>744.8</c:v>
                </c:pt>
                <c:pt idx="1032">
                  <c:v>742</c:v>
                </c:pt>
                <c:pt idx="1033">
                  <c:v>590.79999999999995</c:v>
                </c:pt>
                <c:pt idx="1034">
                  <c:v>684.6</c:v>
                </c:pt>
                <c:pt idx="1035">
                  <c:v>656.6</c:v>
                </c:pt>
                <c:pt idx="1036">
                  <c:v>660.8</c:v>
                </c:pt>
                <c:pt idx="1037">
                  <c:v>628.6</c:v>
                </c:pt>
                <c:pt idx="1038">
                  <c:v>674.8</c:v>
                </c:pt>
                <c:pt idx="1039">
                  <c:v>618.79999999999995</c:v>
                </c:pt>
                <c:pt idx="1040">
                  <c:v>618.79999999999995</c:v>
                </c:pt>
                <c:pt idx="1041">
                  <c:v>660.8</c:v>
                </c:pt>
                <c:pt idx="1042">
                  <c:v>533.4</c:v>
                </c:pt>
                <c:pt idx="1043">
                  <c:v>673.4</c:v>
                </c:pt>
                <c:pt idx="1044">
                  <c:v>673.4</c:v>
                </c:pt>
                <c:pt idx="1045">
                  <c:v>616</c:v>
                </c:pt>
                <c:pt idx="1046">
                  <c:v>670.6</c:v>
                </c:pt>
                <c:pt idx="1047">
                  <c:v>634.20000000000005</c:v>
                </c:pt>
                <c:pt idx="1048">
                  <c:v>634.20000000000005</c:v>
                </c:pt>
                <c:pt idx="1049">
                  <c:v>606.20000000000005</c:v>
                </c:pt>
                <c:pt idx="1050">
                  <c:v>544.6</c:v>
                </c:pt>
                <c:pt idx="1051">
                  <c:v>574</c:v>
                </c:pt>
                <c:pt idx="1052">
                  <c:v>576.79999999999995</c:v>
                </c:pt>
                <c:pt idx="1053">
                  <c:v>617.4</c:v>
                </c:pt>
                <c:pt idx="1054">
                  <c:v>632.79999999999995</c:v>
                </c:pt>
                <c:pt idx="1055">
                  <c:v>564.20000000000005</c:v>
                </c:pt>
                <c:pt idx="1056">
                  <c:v>561.4</c:v>
                </c:pt>
                <c:pt idx="1057">
                  <c:v>576.79999999999995</c:v>
                </c:pt>
                <c:pt idx="1058">
                  <c:v>660.8</c:v>
                </c:pt>
                <c:pt idx="1059">
                  <c:v>557.20000000000005</c:v>
                </c:pt>
                <c:pt idx="1060">
                  <c:v>560</c:v>
                </c:pt>
                <c:pt idx="1061">
                  <c:v>544.6</c:v>
                </c:pt>
                <c:pt idx="1062">
                  <c:v>599.20000000000005</c:v>
                </c:pt>
                <c:pt idx="1063">
                  <c:v>704.2</c:v>
                </c:pt>
                <c:pt idx="1064">
                  <c:v>701.4</c:v>
                </c:pt>
                <c:pt idx="1065">
                  <c:v>672</c:v>
                </c:pt>
                <c:pt idx="1066">
                  <c:v>603.4</c:v>
                </c:pt>
                <c:pt idx="1067">
                  <c:v>590.79999999999995</c:v>
                </c:pt>
                <c:pt idx="1068">
                  <c:v>585.20000000000005</c:v>
                </c:pt>
                <c:pt idx="1069">
                  <c:v>631.4</c:v>
                </c:pt>
                <c:pt idx="1070">
                  <c:v>572.6</c:v>
                </c:pt>
                <c:pt idx="1071">
                  <c:v>548.79999999999995</c:v>
                </c:pt>
                <c:pt idx="1072">
                  <c:v>548.79999999999995</c:v>
                </c:pt>
                <c:pt idx="1073">
                  <c:v>627.20000000000005</c:v>
                </c:pt>
                <c:pt idx="1074">
                  <c:v>645.4</c:v>
                </c:pt>
                <c:pt idx="1075">
                  <c:v>492.8</c:v>
                </c:pt>
                <c:pt idx="1076">
                  <c:v>491.4</c:v>
                </c:pt>
                <c:pt idx="1077">
                  <c:v>543.20000000000005</c:v>
                </c:pt>
                <c:pt idx="1078">
                  <c:v>604.79999999999995</c:v>
                </c:pt>
                <c:pt idx="1079">
                  <c:v>604.79999999999995</c:v>
                </c:pt>
                <c:pt idx="1080">
                  <c:v>600.6</c:v>
                </c:pt>
                <c:pt idx="1081">
                  <c:v>616</c:v>
                </c:pt>
                <c:pt idx="1082">
                  <c:v>603.4</c:v>
                </c:pt>
                <c:pt idx="1083">
                  <c:v>600.6</c:v>
                </c:pt>
                <c:pt idx="1084">
                  <c:v>604.79999999999995</c:v>
                </c:pt>
                <c:pt idx="1085">
                  <c:v>589.4</c:v>
                </c:pt>
                <c:pt idx="1086">
                  <c:v>642.6</c:v>
                </c:pt>
                <c:pt idx="1087">
                  <c:v>618.79999999999995</c:v>
                </c:pt>
                <c:pt idx="1088">
                  <c:v>618.79999999999995</c:v>
                </c:pt>
                <c:pt idx="1089">
                  <c:v>604.79999999999995</c:v>
                </c:pt>
                <c:pt idx="1090">
                  <c:v>533.4</c:v>
                </c:pt>
                <c:pt idx="1091">
                  <c:v>586.6</c:v>
                </c:pt>
                <c:pt idx="1092">
                  <c:v>586.6</c:v>
                </c:pt>
                <c:pt idx="1093">
                  <c:v>574</c:v>
                </c:pt>
                <c:pt idx="1094">
                  <c:v>560</c:v>
                </c:pt>
                <c:pt idx="1095">
                  <c:v>574</c:v>
                </c:pt>
                <c:pt idx="1096">
                  <c:v>572.6</c:v>
                </c:pt>
                <c:pt idx="1097">
                  <c:v>627.20000000000005</c:v>
                </c:pt>
                <c:pt idx="1098">
                  <c:v>590.79999999999995</c:v>
                </c:pt>
                <c:pt idx="1099">
                  <c:v>589.4</c:v>
                </c:pt>
                <c:pt idx="1100">
                  <c:v>586.6</c:v>
                </c:pt>
                <c:pt idx="1101">
                  <c:v>576.79999999999995</c:v>
                </c:pt>
                <c:pt idx="1102">
                  <c:v>588</c:v>
                </c:pt>
                <c:pt idx="1103">
                  <c:v>592.20000000000005</c:v>
                </c:pt>
                <c:pt idx="1104">
                  <c:v>590.79999999999995</c:v>
                </c:pt>
                <c:pt idx="1105">
                  <c:v>631.4</c:v>
                </c:pt>
                <c:pt idx="1106">
                  <c:v>613.20000000000005</c:v>
                </c:pt>
                <c:pt idx="1107">
                  <c:v>656.6</c:v>
                </c:pt>
                <c:pt idx="1108">
                  <c:v>660.8</c:v>
                </c:pt>
                <c:pt idx="1109">
                  <c:v>572.6</c:v>
                </c:pt>
                <c:pt idx="1110">
                  <c:v>547.4</c:v>
                </c:pt>
                <c:pt idx="1111">
                  <c:v>562.79999999999995</c:v>
                </c:pt>
                <c:pt idx="1112">
                  <c:v>562.79999999999995</c:v>
                </c:pt>
                <c:pt idx="1113">
                  <c:v>606.20000000000005</c:v>
                </c:pt>
                <c:pt idx="1114">
                  <c:v>676.2</c:v>
                </c:pt>
                <c:pt idx="1115">
                  <c:v>600.6</c:v>
                </c:pt>
                <c:pt idx="1116">
                  <c:v>604.79999999999995</c:v>
                </c:pt>
                <c:pt idx="1117">
                  <c:v>660.8</c:v>
                </c:pt>
                <c:pt idx="1118">
                  <c:v>704.2</c:v>
                </c:pt>
                <c:pt idx="1119">
                  <c:v>730.8</c:v>
                </c:pt>
                <c:pt idx="1120">
                  <c:v>732.2</c:v>
                </c:pt>
                <c:pt idx="1121">
                  <c:v>701.4</c:v>
                </c:pt>
                <c:pt idx="1122">
                  <c:v>728</c:v>
                </c:pt>
                <c:pt idx="1123">
                  <c:v>714</c:v>
                </c:pt>
                <c:pt idx="1124">
                  <c:v>714</c:v>
                </c:pt>
                <c:pt idx="1125">
                  <c:v>660.8</c:v>
                </c:pt>
                <c:pt idx="1126">
                  <c:v>656.6</c:v>
                </c:pt>
                <c:pt idx="1127">
                  <c:v>700</c:v>
                </c:pt>
                <c:pt idx="1128">
                  <c:v>698.6</c:v>
                </c:pt>
                <c:pt idx="1129">
                  <c:v>728</c:v>
                </c:pt>
                <c:pt idx="1130">
                  <c:v>702.8</c:v>
                </c:pt>
                <c:pt idx="1131">
                  <c:v>683.2</c:v>
                </c:pt>
                <c:pt idx="1132">
                  <c:v>684.6</c:v>
                </c:pt>
                <c:pt idx="1133">
                  <c:v>674.8</c:v>
                </c:pt>
                <c:pt idx="1134">
                  <c:v>642.6</c:v>
                </c:pt>
                <c:pt idx="1135">
                  <c:v>670.6</c:v>
                </c:pt>
                <c:pt idx="1136">
                  <c:v>674.8</c:v>
                </c:pt>
                <c:pt idx="1137">
                  <c:v>672</c:v>
                </c:pt>
                <c:pt idx="1138">
                  <c:v>618.79999999999995</c:v>
                </c:pt>
                <c:pt idx="1139">
                  <c:v>644</c:v>
                </c:pt>
                <c:pt idx="1140">
                  <c:v>644</c:v>
                </c:pt>
                <c:pt idx="1141">
                  <c:v>574</c:v>
                </c:pt>
                <c:pt idx="1142">
                  <c:v>547.4</c:v>
                </c:pt>
                <c:pt idx="1143">
                  <c:v>589.4</c:v>
                </c:pt>
                <c:pt idx="1144">
                  <c:v>590.79999999999995</c:v>
                </c:pt>
                <c:pt idx="1145">
                  <c:v>631.4</c:v>
                </c:pt>
                <c:pt idx="1146">
                  <c:v>547.4</c:v>
                </c:pt>
                <c:pt idx="1147">
                  <c:v>632.79999999999995</c:v>
                </c:pt>
                <c:pt idx="1148">
                  <c:v>627.20000000000005</c:v>
                </c:pt>
                <c:pt idx="1149">
                  <c:v>530.6</c:v>
                </c:pt>
                <c:pt idx="1150">
                  <c:v>604.79999999999995</c:v>
                </c:pt>
                <c:pt idx="1151">
                  <c:v>599.20000000000005</c:v>
                </c:pt>
                <c:pt idx="1152">
                  <c:v>571.20000000000005</c:v>
                </c:pt>
                <c:pt idx="1153">
                  <c:v>564.20000000000005</c:v>
                </c:pt>
                <c:pt idx="1154">
                  <c:v>670.6</c:v>
                </c:pt>
                <c:pt idx="1155">
                  <c:v>670.6</c:v>
                </c:pt>
                <c:pt idx="1156">
                  <c:v>673.4</c:v>
                </c:pt>
                <c:pt idx="1157">
                  <c:v>586.6</c:v>
                </c:pt>
                <c:pt idx="1158">
                  <c:v>628.6</c:v>
                </c:pt>
                <c:pt idx="1159">
                  <c:v>632.79999999999995</c:v>
                </c:pt>
                <c:pt idx="1160">
                  <c:v>672</c:v>
                </c:pt>
                <c:pt idx="1161">
                  <c:v>658</c:v>
                </c:pt>
                <c:pt idx="1162">
                  <c:v>618.79999999999995</c:v>
                </c:pt>
                <c:pt idx="1163">
                  <c:v>616</c:v>
                </c:pt>
                <c:pt idx="1164">
                  <c:v>576.79999999999995</c:v>
                </c:pt>
                <c:pt idx="1165">
                  <c:v>616</c:v>
                </c:pt>
                <c:pt idx="1166">
                  <c:v>659.4</c:v>
                </c:pt>
                <c:pt idx="1167">
                  <c:v>662.2</c:v>
                </c:pt>
                <c:pt idx="1168">
                  <c:v>701.4</c:v>
                </c:pt>
                <c:pt idx="1169">
                  <c:v>617.4</c:v>
                </c:pt>
                <c:pt idx="1170">
                  <c:v>586.6</c:v>
                </c:pt>
                <c:pt idx="1171">
                  <c:v>586.6</c:v>
                </c:pt>
                <c:pt idx="1172">
                  <c:v>560</c:v>
                </c:pt>
                <c:pt idx="1173">
                  <c:v>602</c:v>
                </c:pt>
                <c:pt idx="1174">
                  <c:v>604.79999999999995</c:v>
                </c:pt>
                <c:pt idx="1175">
                  <c:v>603.4</c:v>
                </c:pt>
                <c:pt idx="1176">
                  <c:v>628.6</c:v>
                </c:pt>
                <c:pt idx="1177">
                  <c:v>642.6</c:v>
                </c:pt>
                <c:pt idx="1178">
                  <c:v>532</c:v>
                </c:pt>
                <c:pt idx="1179">
                  <c:v>536.20000000000005</c:v>
                </c:pt>
                <c:pt idx="1180">
                  <c:v>564.20000000000005</c:v>
                </c:pt>
                <c:pt idx="1181">
                  <c:v>520.79999999999995</c:v>
                </c:pt>
                <c:pt idx="1182">
                  <c:v>620.20000000000005</c:v>
                </c:pt>
                <c:pt idx="1183">
                  <c:v>613.20000000000005</c:v>
                </c:pt>
                <c:pt idx="1184">
                  <c:v>544.6</c:v>
                </c:pt>
                <c:pt idx="1185">
                  <c:v>578.20000000000005</c:v>
                </c:pt>
                <c:pt idx="1186">
                  <c:v>562.79999999999995</c:v>
                </c:pt>
                <c:pt idx="1187">
                  <c:v>562.79999999999995</c:v>
                </c:pt>
                <c:pt idx="1188">
                  <c:v>504</c:v>
                </c:pt>
                <c:pt idx="1189">
                  <c:v>547.4</c:v>
                </c:pt>
                <c:pt idx="1190">
                  <c:v>544.6</c:v>
                </c:pt>
                <c:pt idx="1191">
                  <c:v>544.6</c:v>
                </c:pt>
                <c:pt idx="1192">
                  <c:v>530.6</c:v>
                </c:pt>
                <c:pt idx="1193">
                  <c:v>505.4</c:v>
                </c:pt>
                <c:pt idx="1194">
                  <c:v>548.79999999999995</c:v>
                </c:pt>
                <c:pt idx="1195">
                  <c:v>544.6</c:v>
                </c:pt>
                <c:pt idx="1196">
                  <c:v>501.2</c:v>
                </c:pt>
                <c:pt idx="1197">
                  <c:v>546</c:v>
                </c:pt>
                <c:pt idx="1198">
                  <c:v>529.20000000000005</c:v>
                </c:pt>
                <c:pt idx="1199">
                  <c:v>534.79999999999995</c:v>
                </c:pt>
                <c:pt idx="1200">
                  <c:v>586.6</c:v>
                </c:pt>
                <c:pt idx="1201">
                  <c:v>544.6</c:v>
                </c:pt>
                <c:pt idx="1202">
                  <c:v>606.20000000000005</c:v>
                </c:pt>
                <c:pt idx="1203">
                  <c:v>599.20000000000005</c:v>
                </c:pt>
                <c:pt idx="1204">
                  <c:v>520.79999999999995</c:v>
                </c:pt>
                <c:pt idx="1205">
                  <c:v>462</c:v>
                </c:pt>
                <c:pt idx="1206">
                  <c:v>504</c:v>
                </c:pt>
                <c:pt idx="1207">
                  <c:v>505.4</c:v>
                </c:pt>
                <c:pt idx="1208">
                  <c:v>522.20000000000005</c:v>
                </c:pt>
                <c:pt idx="1209">
                  <c:v>547.4</c:v>
                </c:pt>
                <c:pt idx="1210">
                  <c:v>532</c:v>
                </c:pt>
                <c:pt idx="1211">
                  <c:v>530.6</c:v>
                </c:pt>
                <c:pt idx="1212">
                  <c:v>504</c:v>
                </c:pt>
                <c:pt idx="1213">
                  <c:v>561.4</c:v>
                </c:pt>
                <c:pt idx="1214">
                  <c:v>575.4</c:v>
                </c:pt>
                <c:pt idx="1215">
                  <c:v>574</c:v>
                </c:pt>
                <c:pt idx="1216">
                  <c:v>476</c:v>
                </c:pt>
                <c:pt idx="1217">
                  <c:v>520.79999999999995</c:v>
                </c:pt>
                <c:pt idx="1218">
                  <c:v>522.20000000000005</c:v>
                </c:pt>
                <c:pt idx="1219">
                  <c:v>515.20000000000005</c:v>
                </c:pt>
                <c:pt idx="1220">
                  <c:v>476</c:v>
                </c:pt>
                <c:pt idx="1221">
                  <c:v>562.79999999999995</c:v>
                </c:pt>
                <c:pt idx="1222">
                  <c:v>516.6</c:v>
                </c:pt>
                <c:pt idx="1223">
                  <c:v>515.20000000000005</c:v>
                </c:pt>
                <c:pt idx="1224">
                  <c:v>494.2</c:v>
                </c:pt>
                <c:pt idx="1225">
                  <c:v>532</c:v>
                </c:pt>
                <c:pt idx="1226">
                  <c:v>546</c:v>
                </c:pt>
                <c:pt idx="1227">
                  <c:v>544.6</c:v>
                </c:pt>
                <c:pt idx="1228">
                  <c:v>548.79999999999995</c:v>
                </c:pt>
                <c:pt idx="1229">
                  <c:v>575.4</c:v>
                </c:pt>
                <c:pt idx="1230">
                  <c:v>449.4</c:v>
                </c:pt>
                <c:pt idx="1231">
                  <c:v>452.2</c:v>
                </c:pt>
                <c:pt idx="1232">
                  <c:v>519.4</c:v>
                </c:pt>
                <c:pt idx="1233">
                  <c:v>532</c:v>
                </c:pt>
                <c:pt idx="1234">
                  <c:v>564.20000000000005</c:v>
                </c:pt>
                <c:pt idx="1235">
                  <c:v>562.79999999999995</c:v>
                </c:pt>
                <c:pt idx="1236">
                  <c:v>561.4</c:v>
                </c:pt>
                <c:pt idx="1237">
                  <c:v>515.20000000000005</c:v>
                </c:pt>
                <c:pt idx="1238">
                  <c:v>533.4</c:v>
                </c:pt>
                <c:pt idx="1239">
                  <c:v>530.6</c:v>
                </c:pt>
                <c:pt idx="1240">
                  <c:v>518</c:v>
                </c:pt>
                <c:pt idx="1241">
                  <c:v>518</c:v>
                </c:pt>
                <c:pt idx="1242">
                  <c:v>504</c:v>
                </c:pt>
                <c:pt idx="1243">
                  <c:v>505.4</c:v>
                </c:pt>
                <c:pt idx="1244">
                  <c:v>530.6</c:v>
                </c:pt>
                <c:pt idx="1245">
                  <c:v>530.6</c:v>
                </c:pt>
                <c:pt idx="1246">
                  <c:v>519.4</c:v>
                </c:pt>
                <c:pt idx="1247">
                  <c:v>520.79999999999995</c:v>
                </c:pt>
                <c:pt idx="1248">
                  <c:v>491.4</c:v>
                </c:pt>
                <c:pt idx="1249">
                  <c:v>547.4</c:v>
                </c:pt>
                <c:pt idx="1250">
                  <c:v>534.79999999999995</c:v>
                </c:pt>
                <c:pt idx="1251">
                  <c:v>532</c:v>
                </c:pt>
                <c:pt idx="1252">
                  <c:v>616</c:v>
                </c:pt>
                <c:pt idx="1253">
                  <c:v>504</c:v>
                </c:pt>
                <c:pt idx="1254">
                  <c:v>544.6</c:v>
                </c:pt>
                <c:pt idx="1255">
                  <c:v>548.79999999999995</c:v>
                </c:pt>
                <c:pt idx="1256">
                  <c:v>431.2</c:v>
                </c:pt>
                <c:pt idx="1257">
                  <c:v>532</c:v>
                </c:pt>
                <c:pt idx="1258">
                  <c:v>547.4</c:v>
                </c:pt>
                <c:pt idx="1259">
                  <c:v>547.4</c:v>
                </c:pt>
                <c:pt idx="1260">
                  <c:v>518</c:v>
                </c:pt>
                <c:pt idx="1261">
                  <c:v>560</c:v>
                </c:pt>
                <c:pt idx="1262">
                  <c:v>491.4</c:v>
                </c:pt>
                <c:pt idx="1263">
                  <c:v>494.2</c:v>
                </c:pt>
                <c:pt idx="1264">
                  <c:v>519.4</c:v>
                </c:pt>
                <c:pt idx="1265">
                  <c:v>518</c:v>
                </c:pt>
                <c:pt idx="1266">
                  <c:v>448</c:v>
                </c:pt>
                <c:pt idx="1267">
                  <c:v>452.2</c:v>
                </c:pt>
                <c:pt idx="1268">
                  <c:v>534.79999999999995</c:v>
                </c:pt>
                <c:pt idx="1269">
                  <c:v>490</c:v>
                </c:pt>
                <c:pt idx="1270">
                  <c:v>505.4</c:v>
                </c:pt>
                <c:pt idx="1271">
                  <c:v>506.8</c:v>
                </c:pt>
                <c:pt idx="1272">
                  <c:v>550.20000000000005</c:v>
                </c:pt>
                <c:pt idx="1273">
                  <c:v>533.4</c:v>
                </c:pt>
                <c:pt idx="1274">
                  <c:v>508.2</c:v>
                </c:pt>
                <c:pt idx="1275">
                  <c:v>502.6</c:v>
                </c:pt>
                <c:pt idx="1276">
                  <c:v>445.2</c:v>
                </c:pt>
                <c:pt idx="1277">
                  <c:v>464.8</c:v>
                </c:pt>
                <c:pt idx="1278">
                  <c:v>529.20000000000005</c:v>
                </c:pt>
                <c:pt idx="1279">
                  <c:v>533.4</c:v>
                </c:pt>
                <c:pt idx="1280">
                  <c:v>460.6</c:v>
                </c:pt>
                <c:pt idx="1281">
                  <c:v>529.20000000000005</c:v>
                </c:pt>
                <c:pt idx="1282">
                  <c:v>491.4</c:v>
                </c:pt>
                <c:pt idx="1283">
                  <c:v>488.6</c:v>
                </c:pt>
                <c:pt idx="1284">
                  <c:v>516.6</c:v>
                </c:pt>
                <c:pt idx="1285">
                  <c:v>462</c:v>
                </c:pt>
                <c:pt idx="1286">
                  <c:v>506.8</c:v>
                </c:pt>
                <c:pt idx="1287">
                  <c:v>502.6</c:v>
                </c:pt>
                <c:pt idx="1288">
                  <c:v>504</c:v>
                </c:pt>
                <c:pt idx="1289">
                  <c:v>460.6</c:v>
                </c:pt>
                <c:pt idx="1290">
                  <c:v>459.2</c:v>
                </c:pt>
                <c:pt idx="1291">
                  <c:v>464.8</c:v>
                </c:pt>
                <c:pt idx="1292">
                  <c:v>502.6</c:v>
                </c:pt>
                <c:pt idx="1293">
                  <c:v>477.4</c:v>
                </c:pt>
                <c:pt idx="1294">
                  <c:v>464.8</c:v>
                </c:pt>
                <c:pt idx="1295">
                  <c:v>464.8</c:v>
                </c:pt>
                <c:pt idx="1296">
                  <c:v>446.6</c:v>
                </c:pt>
                <c:pt idx="1297">
                  <c:v>506.8</c:v>
                </c:pt>
                <c:pt idx="1298">
                  <c:v>494.2</c:v>
                </c:pt>
                <c:pt idx="1299">
                  <c:v>492.8</c:v>
                </c:pt>
                <c:pt idx="1300">
                  <c:v>480.2</c:v>
                </c:pt>
                <c:pt idx="1301">
                  <c:v>519.4</c:v>
                </c:pt>
                <c:pt idx="1302">
                  <c:v>490</c:v>
                </c:pt>
                <c:pt idx="1303">
                  <c:v>492.8</c:v>
                </c:pt>
                <c:pt idx="1304">
                  <c:v>547.4</c:v>
                </c:pt>
                <c:pt idx="1305">
                  <c:v>404.6</c:v>
                </c:pt>
                <c:pt idx="1306">
                  <c:v>546</c:v>
                </c:pt>
                <c:pt idx="1307">
                  <c:v>547.4</c:v>
                </c:pt>
                <c:pt idx="1308">
                  <c:v>506.8</c:v>
                </c:pt>
                <c:pt idx="1309">
                  <c:v>432.6</c:v>
                </c:pt>
                <c:pt idx="1310">
                  <c:v>576.79999999999995</c:v>
                </c:pt>
                <c:pt idx="1311">
                  <c:v>576.79999999999995</c:v>
                </c:pt>
                <c:pt idx="1312">
                  <c:v>505.4</c:v>
                </c:pt>
                <c:pt idx="1313">
                  <c:v>558.6</c:v>
                </c:pt>
                <c:pt idx="1314">
                  <c:v>547.4</c:v>
                </c:pt>
                <c:pt idx="1315">
                  <c:v>547.4</c:v>
                </c:pt>
                <c:pt idx="1316">
                  <c:v>534.79999999999995</c:v>
                </c:pt>
                <c:pt idx="1317">
                  <c:v>476</c:v>
                </c:pt>
                <c:pt idx="1318">
                  <c:v>547.4</c:v>
                </c:pt>
                <c:pt idx="1319">
                  <c:v>547.4</c:v>
                </c:pt>
                <c:pt idx="1320">
                  <c:v>564.20000000000005</c:v>
                </c:pt>
                <c:pt idx="1321">
                  <c:v>506.8</c:v>
                </c:pt>
                <c:pt idx="1322">
                  <c:v>448</c:v>
                </c:pt>
                <c:pt idx="1323">
                  <c:v>449.4</c:v>
                </c:pt>
                <c:pt idx="1324">
                  <c:v>464.8</c:v>
                </c:pt>
                <c:pt idx="1325">
                  <c:v>420</c:v>
                </c:pt>
                <c:pt idx="1326">
                  <c:v>422.8</c:v>
                </c:pt>
                <c:pt idx="1327">
                  <c:v>418.6</c:v>
                </c:pt>
                <c:pt idx="1328">
                  <c:v>406</c:v>
                </c:pt>
                <c:pt idx="1329">
                  <c:v>463.4</c:v>
                </c:pt>
                <c:pt idx="1330">
                  <c:v>464.8</c:v>
                </c:pt>
                <c:pt idx="1331">
                  <c:v>393.4</c:v>
                </c:pt>
                <c:pt idx="1332">
                  <c:v>376.6</c:v>
                </c:pt>
                <c:pt idx="1333">
                  <c:v>449.4</c:v>
                </c:pt>
                <c:pt idx="1334">
                  <c:v>448</c:v>
                </c:pt>
                <c:pt idx="1335">
                  <c:v>460.6</c:v>
                </c:pt>
                <c:pt idx="1336">
                  <c:v>365.4</c:v>
                </c:pt>
                <c:pt idx="1337">
                  <c:v>462</c:v>
                </c:pt>
                <c:pt idx="1338">
                  <c:v>464.8</c:v>
                </c:pt>
                <c:pt idx="1339">
                  <c:v>530.6</c:v>
                </c:pt>
                <c:pt idx="1340">
                  <c:v>474.6</c:v>
                </c:pt>
                <c:pt idx="1341">
                  <c:v>379.4</c:v>
                </c:pt>
                <c:pt idx="1342">
                  <c:v>378</c:v>
                </c:pt>
                <c:pt idx="1343">
                  <c:v>463.4</c:v>
                </c:pt>
                <c:pt idx="1344">
                  <c:v>478.8</c:v>
                </c:pt>
                <c:pt idx="1345">
                  <c:v>449.4</c:v>
                </c:pt>
                <c:pt idx="1346">
                  <c:v>446.6</c:v>
                </c:pt>
                <c:pt idx="1347">
                  <c:v>446.6</c:v>
                </c:pt>
                <c:pt idx="1348">
                  <c:v>502.6</c:v>
                </c:pt>
                <c:pt idx="1349">
                  <c:v>436.8</c:v>
                </c:pt>
                <c:pt idx="1350">
                  <c:v>432.6</c:v>
                </c:pt>
                <c:pt idx="1351">
                  <c:v>389.2</c:v>
                </c:pt>
                <c:pt idx="1352">
                  <c:v>393.4</c:v>
                </c:pt>
                <c:pt idx="1353">
                  <c:v>488.6</c:v>
                </c:pt>
                <c:pt idx="1354">
                  <c:v>492.8</c:v>
                </c:pt>
                <c:pt idx="1355">
                  <c:v>446.6</c:v>
                </c:pt>
                <c:pt idx="1356">
                  <c:v>408.8</c:v>
                </c:pt>
                <c:pt idx="1357">
                  <c:v>406</c:v>
                </c:pt>
                <c:pt idx="1358">
                  <c:v>410.2</c:v>
                </c:pt>
                <c:pt idx="1359">
                  <c:v>477.4</c:v>
                </c:pt>
                <c:pt idx="1360">
                  <c:v>463.4</c:v>
                </c:pt>
                <c:pt idx="1361">
                  <c:v>448</c:v>
                </c:pt>
                <c:pt idx="1362">
                  <c:v>448</c:v>
                </c:pt>
                <c:pt idx="1363">
                  <c:v>393.4</c:v>
                </c:pt>
                <c:pt idx="1364">
                  <c:v>452.2</c:v>
                </c:pt>
                <c:pt idx="1365">
                  <c:v>463.4</c:v>
                </c:pt>
                <c:pt idx="1366">
                  <c:v>462</c:v>
                </c:pt>
                <c:pt idx="1367">
                  <c:v>462</c:v>
                </c:pt>
                <c:pt idx="1368">
                  <c:v>448</c:v>
                </c:pt>
                <c:pt idx="1369">
                  <c:v>406</c:v>
                </c:pt>
                <c:pt idx="1370">
                  <c:v>404.6</c:v>
                </c:pt>
                <c:pt idx="1371">
                  <c:v>420</c:v>
                </c:pt>
                <c:pt idx="1372">
                  <c:v>431.2</c:v>
                </c:pt>
                <c:pt idx="1373">
                  <c:v>436.8</c:v>
                </c:pt>
                <c:pt idx="1374">
                  <c:v>438.2</c:v>
                </c:pt>
                <c:pt idx="1375">
                  <c:v>410.2</c:v>
                </c:pt>
                <c:pt idx="1376">
                  <c:v>446.6</c:v>
                </c:pt>
                <c:pt idx="1377">
                  <c:v>420</c:v>
                </c:pt>
                <c:pt idx="1378">
                  <c:v>418.6</c:v>
                </c:pt>
                <c:pt idx="1379">
                  <c:v>518</c:v>
                </c:pt>
                <c:pt idx="1380">
                  <c:v>434</c:v>
                </c:pt>
                <c:pt idx="1381">
                  <c:v>394.8</c:v>
                </c:pt>
                <c:pt idx="1382">
                  <c:v>396.2</c:v>
                </c:pt>
                <c:pt idx="1383">
                  <c:v>446.6</c:v>
                </c:pt>
                <c:pt idx="1384">
                  <c:v>438.2</c:v>
                </c:pt>
                <c:pt idx="1385">
                  <c:v>421.4</c:v>
                </c:pt>
                <c:pt idx="1386">
                  <c:v>420</c:v>
                </c:pt>
                <c:pt idx="1387">
                  <c:v>460.6</c:v>
                </c:pt>
                <c:pt idx="1388">
                  <c:v>432.6</c:v>
                </c:pt>
                <c:pt idx="1389">
                  <c:v>434</c:v>
                </c:pt>
                <c:pt idx="1390">
                  <c:v>436.8</c:v>
                </c:pt>
                <c:pt idx="1391">
                  <c:v>448</c:v>
                </c:pt>
                <c:pt idx="1392">
                  <c:v>462</c:v>
                </c:pt>
                <c:pt idx="1393">
                  <c:v>491.4</c:v>
                </c:pt>
                <c:pt idx="1394">
                  <c:v>492.8</c:v>
                </c:pt>
                <c:pt idx="1395">
                  <c:v>436.8</c:v>
                </c:pt>
                <c:pt idx="1396">
                  <c:v>436.8</c:v>
                </c:pt>
              </c:numCache>
            </c:numRef>
          </c:yVal>
          <c:smooth val="1"/>
          <c:extLst>
            <c:ext xmlns:c16="http://schemas.microsoft.com/office/drawing/2014/chart" uri="{C3380CC4-5D6E-409C-BE32-E72D297353CC}">
              <c16:uniqueId val="{00000000-01A9-48C7-A8E1-FCB6978F5BF2}"/>
            </c:ext>
          </c:extLst>
        </c:ser>
        <c:dLbls>
          <c:showLegendKey val="0"/>
          <c:showVal val="0"/>
          <c:showCatName val="0"/>
          <c:showSerName val="0"/>
          <c:showPercent val="0"/>
          <c:showBubbleSize val="0"/>
        </c:dLbls>
        <c:axId val="142616064"/>
        <c:axId val="142617600"/>
      </c:scatterChart>
      <c:valAx>
        <c:axId val="142616064"/>
        <c:scaling>
          <c:orientation val="minMax"/>
          <c:max val="85"/>
          <c:min val="1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617600"/>
        <c:crosses val="autoZero"/>
        <c:crossBetween val="midCat"/>
        <c:majorUnit val="5"/>
      </c:valAx>
      <c:valAx>
        <c:axId val="142617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61606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85953294299753"/>
          <c:y val="8.6580086580086674E-2"/>
          <c:w val="0.75261834578370013"/>
          <c:h val="0.62944722818738574"/>
        </c:manualLayout>
      </c:layout>
      <c:scatterChart>
        <c:scatterStyle val="smoothMarker"/>
        <c:varyColors val="0"/>
        <c:ser>
          <c:idx val="0"/>
          <c:order val="0"/>
          <c:tx>
            <c:strRef>
              <c:f>ورقة1!$E$1</c:f>
              <c:strCache>
                <c:ptCount val="1"/>
                <c:pt idx="0">
                  <c:v>log(1/(T/100))</c:v>
                </c:pt>
              </c:strCache>
            </c:strRef>
          </c:tx>
          <c:spPr>
            <a:ln w="19050" cap="rnd">
              <a:solidFill>
                <a:schemeClr val="accent1"/>
              </a:solidFill>
              <a:round/>
            </a:ln>
            <a:effectLst/>
          </c:spPr>
          <c:marker>
            <c:symbol val="none"/>
          </c:marker>
          <c:xVal>
            <c:numRef>
              <c:f>ورقة1!$A$2:$A$792</c:f>
              <c:numCache>
                <c:formatCode>General</c:formatCode>
                <c:ptCount val="791"/>
                <c:pt idx="0">
                  <c:v>190</c:v>
                </c:pt>
                <c:pt idx="1">
                  <c:v>191</c:v>
                </c:pt>
                <c:pt idx="2">
                  <c:v>192</c:v>
                </c:pt>
                <c:pt idx="3">
                  <c:v>193</c:v>
                </c:pt>
                <c:pt idx="4">
                  <c:v>194</c:v>
                </c:pt>
                <c:pt idx="5">
                  <c:v>195</c:v>
                </c:pt>
                <c:pt idx="6">
                  <c:v>196</c:v>
                </c:pt>
                <c:pt idx="7">
                  <c:v>197</c:v>
                </c:pt>
                <c:pt idx="8">
                  <c:v>198</c:v>
                </c:pt>
                <c:pt idx="9">
                  <c:v>199</c:v>
                </c:pt>
                <c:pt idx="10">
                  <c:v>200</c:v>
                </c:pt>
                <c:pt idx="11">
                  <c:v>201</c:v>
                </c:pt>
                <c:pt idx="12">
                  <c:v>202</c:v>
                </c:pt>
                <c:pt idx="13">
                  <c:v>203</c:v>
                </c:pt>
                <c:pt idx="14">
                  <c:v>204</c:v>
                </c:pt>
                <c:pt idx="15">
                  <c:v>205</c:v>
                </c:pt>
                <c:pt idx="16">
                  <c:v>206</c:v>
                </c:pt>
                <c:pt idx="17">
                  <c:v>207</c:v>
                </c:pt>
                <c:pt idx="18">
                  <c:v>208</c:v>
                </c:pt>
                <c:pt idx="19">
                  <c:v>209</c:v>
                </c:pt>
                <c:pt idx="20">
                  <c:v>210</c:v>
                </c:pt>
                <c:pt idx="21">
                  <c:v>211</c:v>
                </c:pt>
                <c:pt idx="22">
                  <c:v>212</c:v>
                </c:pt>
                <c:pt idx="23">
                  <c:v>213</c:v>
                </c:pt>
                <c:pt idx="24">
                  <c:v>214</c:v>
                </c:pt>
                <c:pt idx="25">
                  <c:v>215</c:v>
                </c:pt>
                <c:pt idx="26">
                  <c:v>216</c:v>
                </c:pt>
                <c:pt idx="27">
                  <c:v>217</c:v>
                </c:pt>
                <c:pt idx="28">
                  <c:v>218</c:v>
                </c:pt>
                <c:pt idx="29">
                  <c:v>219</c:v>
                </c:pt>
                <c:pt idx="30">
                  <c:v>220</c:v>
                </c:pt>
                <c:pt idx="31">
                  <c:v>221</c:v>
                </c:pt>
                <c:pt idx="32">
                  <c:v>222</c:v>
                </c:pt>
                <c:pt idx="33">
                  <c:v>223</c:v>
                </c:pt>
                <c:pt idx="34">
                  <c:v>224</c:v>
                </c:pt>
                <c:pt idx="35">
                  <c:v>225</c:v>
                </c:pt>
                <c:pt idx="36">
                  <c:v>226</c:v>
                </c:pt>
                <c:pt idx="37">
                  <c:v>227</c:v>
                </c:pt>
                <c:pt idx="38">
                  <c:v>228</c:v>
                </c:pt>
                <c:pt idx="39">
                  <c:v>229</c:v>
                </c:pt>
                <c:pt idx="40">
                  <c:v>230</c:v>
                </c:pt>
                <c:pt idx="41">
                  <c:v>231</c:v>
                </c:pt>
                <c:pt idx="42">
                  <c:v>232</c:v>
                </c:pt>
                <c:pt idx="43">
                  <c:v>233</c:v>
                </c:pt>
                <c:pt idx="44">
                  <c:v>234</c:v>
                </c:pt>
                <c:pt idx="45">
                  <c:v>235</c:v>
                </c:pt>
                <c:pt idx="46">
                  <c:v>236</c:v>
                </c:pt>
                <c:pt idx="47">
                  <c:v>237</c:v>
                </c:pt>
                <c:pt idx="48">
                  <c:v>238</c:v>
                </c:pt>
                <c:pt idx="49">
                  <c:v>239</c:v>
                </c:pt>
                <c:pt idx="50">
                  <c:v>240</c:v>
                </c:pt>
                <c:pt idx="51">
                  <c:v>241</c:v>
                </c:pt>
                <c:pt idx="52">
                  <c:v>242</c:v>
                </c:pt>
                <c:pt idx="53">
                  <c:v>243</c:v>
                </c:pt>
                <c:pt idx="54">
                  <c:v>244</c:v>
                </c:pt>
                <c:pt idx="55">
                  <c:v>245</c:v>
                </c:pt>
                <c:pt idx="56">
                  <c:v>246</c:v>
                </c:pt>
                <c:pt idx="57">
                  <c:v>247</c:v>
                </c:pt>
                <c:pt idx="58">
                  <c:v>248</c:v>
                </c:pt>
                <c:pt idx="59">
                  <c:v>249</c:v>
                </c:pt>
                <c:pt idx="60">
                  <c:v>250</c:v>
                </c:pt>
                <c:pt idx="61">
                  <c:v>251</c:v>
                </c:pt>
                <c:pt idx="62">
                  <c:v>252</c:v>
                </c:pt>
                <c:pt idx="63">
                  <c:v>253</c:v>
                </c:pt>
                <c:pt idx="64">
                  <c:v>254</c:v>
                </c:pt>
                <c:pt idx="65">
                  <c:v>255</c:v>
                </c:pt>
                <c:pt idx="66">
                  <c:v>256</c:v>
                </c:pt>
                <c:pt idx="67">
                  <c:v>257</c:v>
                </c:pt>
                <c:pt idx="68">
                  <c:v>258</c:v>
                </c:pt>
                <c:pt idx="69">
                  <c:v>259</c:v>
                </c:pt>
                <c:pt idx="70">
                  <c:v>260</c:v>
                </c:pt>
                <c:pt idx="71">
                  <c:v>261</c:v>
                </c:pt>
                <c:pt idx="72">
                  <c:v>262</c:v>
                </c:pt>
                <c:pt idx="73">
                  <c:v>263</c:v>
                </c:pt>
                <c:pt idx="74">
                  <c:v>264</c:v>
                </c:pt>
                <c:pt idx="75">
                  <c:v>265</c:v>
                </c:pt>
                <c:pt idx="76">
                  <c:v>266</c:v>
                </c:pt>
                <c:pt idx="77">
                  <c:v>267</c:v>
                </c:pt>
                <c:pt idx="78">
                  <c:v>268</c:v>
                </c:pt>
                <c:pt idx="79">
                  <c:v>269</c:v>
                </c:pt>
                <c:pt idx="80">
                  <c:v>270</c:v>
                </c:pt>
                <c:pt idx="81">
                  <c:v>271</c:v>
                </c:pt>
                <c:pt idx="82">
                  <c:v>272</c:v>
                </c:pt>
                <c:pt idx="83">
                  <c:v>273</c:v>
                </c:pt>
                <c:pt idx="84">
                  <c:v>274</c:v>
                </c:pt>
                <c:pt idx="85">
                  <c:v>275</c:v>
                </c:pt>
                <c:pt idx="86">
                  <c:v>276</c:v>
                </c:pt>
                <c:pt idx="87">
                  <c:v>277</c:v>
                </c:pt>
                <c:pt idx="88">
                  <c:v>278</c:v>
                </c:pt>
                <c:pt idx="89">
                  <c:v>279</c:v>
                </c:pt>
                <c:pt idx="90">
                  <c:v>280</c:v>
                </c:pt>
                <c:pt idx="91">
                  <c:v>281</c:v>
                </c:pt>
                <c:pt idx="92">
                  <c:v>282</c:v>
                </c:pt>
                <c:pt idx="93">
                  <c:v>283</c:v>
                </c:pt>
                <c:pt idx="94">
                  <c:v>284</c:v>
                </c:pt>
                <c:pt idx="95">
                  <c:v>285</c:v>
                </c:pt>
                <c:pt idx="96">
                  <c:v>286</c:v>
                </c:pt>
                <c:pt idx="97">
                  <c:v>287</c:v>
                </c:pt>
                <c:pt idx="98">
                  <c:v>288</c:v>
                </c:pt>
                <c:pt idx="99">
                  <c:v>289</c:v>
                </c:pt>
                <c:pt idx="100">
                  <c:v>290</c:v>
                </c:pt>
                <c:pt idx="101">
                  <c:v>291</c:v>
                </c:pt>
                <c:pt idx="102">
                  <c:v>292</c:v>
                </c:pt>
                <c:pt idx="103">
                  <c:v>293</c:v>
                </c:pt>
                <c:pt idx="104">
                  <c:v>294</c:v>
                </c:pt>
                <c:pt idx="105">
                  <c:v>295</c:v>
                </c:pt>
                <c:pt idx="106">
                  <c:v>296</c:v>
                </c:pt>
                <c:pt idx="107">
                  <c:v>297</c:v>
                </c:pt>
                <c:pt idx="108">
                  <c:v>298</c:v>
                </c:pt>
                <c:pt idx="109">
                  <c:v>299</c:v>
                </c:pt>
                <c:pt idx="110">
                  <c:v>300</c:v>
                </c:pt>
                <c:pt idx="111">
                  <c:v>301</c:v>
                </c:pt>
                <c:pt idx="112">
                  <c:v>302</c:v>
                </c:pt>
                <c:pt idx="113">
                  <c:v>303</c:v>
                </c:pt>
                <c:pt idx="114">
                  <c:v>304</c:v>
                </c:pt>
                <c:pt idx="115">
                  <c:v>305</c:v>
                </c:pt>
                <c:pt idx="116">
                  <c:v>306</c:v>
                </c:pt>
                <c:pt idx="117">
                  <c:v>307</c:v>
                </c:pt>
                <c:pt idx="118">
                  <c:v>308</c:v>
                </c:pt>
                <c:pt idx="119">
                  <c:v>309</c:v>
                </c:pt>
                <c:pt idx="120">
                  <c:v>310</c:v>
                </c:pt>
                <c:pt idx="121">
                  <c:v>311</c:v>
                </c:pt>
                <c:pt idx="122">
                  <c:v>312</c:v>
                </c:pt>
                <c:pt idx="123">
                  <c:v>313</c:v>
                </c:pt>
                <c:pt idx="124">
                  <c:v>314</c:v>
                </c:pt>
                <c:pt idx="125">
                  <c:v>315</c:v>
                </c:pt>
                <c:pt idx="126">
                  <c:v>316</c:v>
                </c:pt>
                <c:pt idx="127">
                  <c:v>317</c:v>
                </c:pt>
                <c:pt idx="128">
                  <c:v>318</c:v>
                </c:pt>
                <c:pt idx="129">
                  <c:v>319</c:v>
                </c:pt>
                <c:pt idx="130">
                  <c:v>320</c:v>
                </c:pt>
                <c:pt idx="131">
                  <c:v>321</c:v>
                </c:pt>
                <c:pt idx="132">
                  <c:v>322</c:v>
                </c:pt>
                <c:pt idx="133">
                  <c:v>323</c:v>
                </c:pt>
                <c:pt idx="134">
                  <c:v>324</c:v>
                </c:pt>
                <c:pt idx="135">
                  <c:v>325</c:v>
                </c:pt>
                <c:pt idx="136">
                  <c:v>326</c:v>
                </c:pt>
                <c:pt idx="137">
                  <c:v>327</c:v>
                </c:pt>
                <c:pt idx="138">
                  <c:v>328</c:v>
                </c:pt>
                <c:pt idx="139">
                  <c:v>329</c:v>
                </c:pt>
                <c:pt idx="140">
                  <c:v>330</c:v>
                </c:pt>
                <c:pt idx="141">
                  <c:v>331</c:v>
                </c:pt>
                <c:pt idx="142">
                  <c:v>332</c:v>
                </c:pt>
                <c:pt idx="143">
                  <c:v>333</c:v>
                </c:pt>
                <c:pt idx="144">
                  <c:v>334</c:v>
                </c:pt>
                <c:pt idx="145">
                  <c:v>335</c:v>
                </c:pt>
                <c:pt idx="146">
                  <c:v>336</c:v>
                </c:pt>
                <c:pt idx="147">
                  <c:v>337</c:v>
                </c:pt>
                <c:pt idx="148">
                  <c:v>338</c:v>
                </c:pt>
                <c:pt idx="149">
                  <c:v>339</c:v>
                </c:pt>
                <c:pt idx="150">
                  <c:v>340</c:v>
                </c:pt>
                <c:pt idx="151">
                  <c:v>341</c:v>
                </c:pt>
                <c:pt idx="152">
                  <c:v>342</c:v>
                </c:pt>
                <c:pt idx="153">
                  <c:v>343</c:v>
                </c:pt>
                <c:pt idx="154">
                  <c:v>344</c:v>
                </c:pt>
                <c:pt idx="155">
                  <c:v>345</c:v>
                </c:pt>
                <c:pt idx="156">
                  <c:v>346</c:v>
                </c:pt>
                <c:pt idx="157">
                  <c:v>347</c:v>
                </c:pt>
                <c:pt idx="158">
                  <c:v>348</c:v>
                </c:pt>
                <c:pt idx="159">
                  <c:v>349</c:v>
                </c:pt>
                <c:pt idx="160">
                  <c:v>350</c:v>
                </c:pt>
                <c:pt idx="161">
                  <c:v>351</c:v>
                </c:pt>
                <c:pt idx="162">
                  <c:v>352</c:v>
                </c:pt>
                <c:pt idx="163">
                  <c:v>353</c:v>
                </c:pt>
                <c:pt idx="164">
                  <c:v>354</c:v>
                </c:pt>
                <c:pt idx="165">
                  <c:v>355</c:v>
                </c:pt>
                <c:pt idx="166">
                  <c:v>356</c:v>
                </c:pt>
                <c:pt idx="167">
                  <c:v>357</c:v>
                </c:pt>
                <c:pt idx="168">
                  <c:v>358</c:v>
                </c:pt>
                <c:pt idx="169">
                  <c:v>359</c:v>
                </c:pt>
                <c:pt idx="170">
                  <c:v>360</c:v>
                </c:pt>
                <c:pt idx="171">
                  <c:v>361</c:v>
                </c:pt>
                <c:pt idx="172">
                  <c:v>362</c:v>
                </c:pt>
                <c:pt idx="173">
                  <c:v>363</c:v>
                </c:pt>
                <c:pt idx="174">
                  <c:v>364</c:v>
                </c:pt>
                <c:pt idx="175">
                  <c:v>365</c:v>
                </c:pt>
                <c:pt idx="176">
                  <c:v>366</c:v>
                </c:pt>
                <c:pt idx="177">
                  <c:v>367</c:v>
                </c:pt>
                <c:pt idx="178">
                  <c:v>368</c:v>
                </c:pt>
                <c:pt idx="179">
                  <c:v>369</c:v>
                </c:pt>
                <c:pt idx="180">
                  <c:v>370</c:v>
                </c:pt>
                <c:pt idx="181">
                  <c:v>371</c:v>
                </c:pt>
                <c:pt idx="182">
                  <c:v>372</c:v>
                </c:pt>
                <c:pt idx="183">
                  <c:v>373</c:v>
                </c:pt>
                <c:pt idx="184">
                  <c:v>374</c:v>
                </c:pt>
                <c:pt idx="185">
                  <c:v>375</c:v>
                </c:pt>
                <c:pt idx="186">
                  <c:v>376</c:v>
                </c:pt>
                <c:pt idx="187">
                  <c:v>377</c:v>
                </c:pt>
                <c:pt idx="188">
                  <c:v>378</c:v>
                </c:pt>
                <c:pt idx="189">
                  <c:v>379</c:v>
                </c:pt>
                <c:pt idx="190">
                  <c:v>380</c:v>
                </c:pt>
                <c:pt idx="191">
                  <c:v>381</c:v>
                </c:pt>
                <c:pt idx="192">
                  <c:v>382</c:v>
                </c:pt>
                <c:pt idx="193">
                  <c:v>383</c:v>
                </c:pt>
                <c:pt idx="194">
                  <c:v>384</c:v>
                </c:pt>
                <c:pt idx="195">
                  <c:v>385</c:v>
                </c:pt>
                <c:pt idx="196">
                  <c:v>386</c:v>
                </c:pt>
                <c:pt idx="197">
                  <c:v>387</c:v>
                </c:pt>
                <c:pt idx="198">
                  <c:v>388</c:v>
                </c:pt>
                <c:pt idx="199">
                  <c:v>389</c:v>
                </c:pt>
                <c:pt idx="200">
                  <c:v>390</c:v>
                </c:pt>
                <c:pt idx="201">
                  <c:v>391</c:v>
                </c:pt>
                <c:pt idx="202">
                  <c:v>392</c:v>
                </c:pt>
                <c:pt idx="203">
                  <c:v>393</c:v>
                </c:pt>
                <c:pt idx="204">
                  <c:v>394</c:v>
                </c:pt>
                <c:pt idx="205">
                  <c:v>395</c:v>
                </c:pt>
                <c:pt idx="206">
                  <c:v>396</c:v>
                </c:pt>
                <c:pt idx="207">
                  <c:v>397</c:v>
                </c:pt>
                <c:pt idx="208">
                  <c:v>398</c:v>
                </c:pt>
                <c:pt idx="209">
                  <c:v>399</c:v>
                </c:pt>
                <c:pt idx="210">
                  <c:v>400</c:v>
                </c:pt>
                <c:pt idx="211">
                  <c:v>401</c:v>
                </c:pt>
                <c:pt idx="212">
                  <c:v>402</c:v>
                </c:pt>
                <c:pt idx="213">
                  <c:v>403</c:v>
                </c:pt>
                <c:pt idx="214">
                  <c:v>404</c:v>
                </c:pt>
                <c:pt idx="215">
                  <c:v>405</c:v>
                </c:pt>
                <c:pt idx="216">
                  <c:v>406</c:v>
                </c:pt>
                <c:pt idx="217">
                  <c:v>407</c:v>
                </c:pt>
                <c:pt idx="218">
                  <c:v>408</c:v>
                </c:pt>
                <c:pt idx="219">
                  <c:v>409</c:v>
                </c:pt>
                <c:pt idx="220">
                  <c:v>410</c:v>
                </c:pt>
                <c:pt idx="221">
                  <c:v>411</c:v>
                </c:pt>
                <c:pt idx="222">
                  <c:v>412</c:v>
                </c:pt>
                <c:pt idx="223">
                  <c:v>413</c:v>
                </c:pt>
                <c:pt idx="224">
                  <c:v>414</c:v>
                </c:pt>
                <c:pt idx="225">
                  <c:v>415</c:v>
                </c:pt>
                <c:pt idx="226">
                  <c:v>416</c:v>
                </c:pt>
                <c:pt idx="227">
                  <c:v>417</c:v>
                </c:pt>
                <c:pt idx="228">
                  <c:v>418</c:v>
                </c:pt>
                <c:pt idx="229">
                  <c:v>419</c:v>
                </c:pt>
                <c:pt idx="230">
                  <c:v>420</c:v>
                </c:pt>
                <c:pt idx="231">
                  <c:v>421</c:v>
                </c:pt>
                <c:pt idx="232">
                  <c:v>422</c:v>
                </c:pt>
                <c:pt idx="233">
                  <c:v>423</c:v>
                </c:pt>
                <c:pt idx="234">
                  <c:v>424</c:v>
                </c:pt>
                <c:pt idx="235">
                  <c:v>425</c:v>
                </c:pt>
                <c:pt idx="236">
                  <c:v>426</c:v>
                </c:pt>
                <c:pt idx="237">
                  <c:v>427</c:v>
                </c:pt>
                <c:pt idx="238">
                  <c:v>428</c:v>
                </c:pt>
                <c:pt idx="239">
                  <c:v>429</c:v>
                </c:pt>
                <c:pt idx="240">
                  <c:v>430</c:v>
                </c:pt>
                <c:pt idx="241">
                  <c:v>431</c:v>
                </c:pt>
                <c:pt idx="242">
                  <c:v>432</c:v>
                </c:pt>
                <c:pt idx="243">
                  <c:v>433</c:v>
                </c:pt>
                <c:pt idx="244">
                  <c:v>434</c:v>
                </c:pt>
                <c:pt idx="245">
                  <c:v>435</c:v>
                </c:pt>
                <c:pt idx="246">
                  <c:v>436</c:v>
                </c:pt>
                <c:pt idx="247">
                  <c:v>437</c:v>
                </c:pt>
                <c:pt idx="248">
                  <c:v>438</c:v>
                </c:pt>
                <c:pt idx="249">
                  <c:v>439</c:v>
                </c:pt>
                <c:pt idx="250">
                  <c:v>440</c:v>
                </c:pt>
                <c:pt idx="251">
                  <c:v>441</c:v>
                </c:pt>
                <c:pt idx="252">
                  <c:v>442</c:v>
                </c:pt>
                <c:pt idx="253">
                  <c:v>443</c:v>
                </c:pt>
                <c:pt idx="254">
                  <c:v>444</c:v>
                </c:pt>
                <c:pt idx="255">
                  <c:v>445</c:v>
                </c:pt>
                <c:pt idx="256">
                  <c:v>446</c:v>
                </c:pt>
                <c:pt idx="257">
                  <c:v>447</c:v>
                </c:pt>
                <c:pt idx="258">
                  <c:v>448</c:v>
                </c:pt>
                <c:pt idx="259">
                  <c:v>449</c:v>
                </c:pt>
                <c:pt idx="260">
                  <c:v>450</c:v>
                </c:pt>
                <c:pt idx="261">
                  <c:v>451</c:v>
                </c:pt>
                <c:pt idx="262">
                  <c:v>452</c:v>
                </c:pt>
                <c:pt idx="263">
                  <c:v>453</c:v>
                </c:pt>
                <c:pt idx="264">
                  <c:v>454</c:v>
                </c:pt>
                <c:pt idx="265">
                  <c:v>455</c:v>
                </c:pt>
                <c:pt idx="266">
                  <c:v>456</c:v>
                </c:pt>
                <c:pt idx="267">
                  <c:v>457</c:v>
                </c:pt>
                <c:pt idx="268">
                  <c:v>458</c:v>
                </c:pt>
                <c:pt idx="269">
                  <c:v>459</c:v>
                </c:pt>
                <c:pt idx="270">
                  <c:v>460</c:v>
                </c:pt>
                <c:pt idx="271">
                  <c:v>461</c:v>
                </c:pt>
                <c:pt idx="272">
                  <c:v>462</c:v>
                </c:pt>
                <c:pt idx="273">
                  <c:v>463</c:v>
                </c:pt>
                <c:pt idx="274">
                  <c:v>464</c:v>
                </c:pt>
                <c:pt idx="275">
                  <c:v>465</c:v>
                </c:pt>
                <c:pt idx="276">
                  <c:v>466</c:v>
                </c:pt>
                <c:pt idx="277">
                  <c:v>467</c:v>
                </c:pt>
                <c:pt idx="278">
                  <c:v>468</c:v>
                </c:pt>
                <c:pt idx="279">
                  <c:v>469</c:v>
                </c:pt>
                <c:pt idx="280">
                  <c:v>470</c:v>
                </c:pt>
                <c:pt idx="281">
                  <c:v>471</c:v>
                </c:pt>
                <c:pt idx="282">
                  <c:v>472</c:v>
                </c:pt>
                <c:pt idx="283">
                  <c:v>473</c:v>
                </c:pt>
                <c:pt idx="284">
                  <c:v>474</c:v>
                </c:pt>
                <c:pt idx="285">
                  <c:v>475</c:v>
                </c:pt>
                <c:pt idx="286">
                  <c:v>476</c:v>
                </c:pt>
                <c:pt idx="287">
                  <c:v>477</c:v>
                </c:pt>
                <c:pt idx="288">
                  <c:v>478</c:v>
                </c:pt>
                <c:pt idx="289">
                  <c:v>479</c:v>
                </c:pt>
                <c:pt idx="290">
                  <c:v>480</c:v>
                </c:pt>
                <c:pt idx="291">
                  <c:v>481</c:v>
                </c:pt>
                <c:pt idx="292">
                  <c:v>482</c:v>
                </c:pt>
                <c:pt idx="293">
                  <c:v>483</c:v>
                </c:pt>
                <c:pt idx="294">
                  <c:v>484</c:v>
                </c:pt>
                <c:pt idx="295">
                  <c:v>485</c:v>
                </c:pt>
                <c:pt idx="296">
                  <c:v>486</c:v>
                </c:pt>
                <c:pt idx="297">
                  <c:v>487</c:v>
                </c:pt>
                <c:pt idx="298">
                  <c:v>488</c:v>
                </c:pt>
                <c:pt idx="299">
                  <c:v>489</c:v>
                </c:pt>
                <c:pt idx="300">
                  <c:v>490</c:v>
                </c:pt>
                <c:pt idx="301">
                  <c:v>491</c:v>
                </c:pt>
                <c:pt idx="302">
                  <c:v>492</c:v>
                </c:pt>
                <c:pt idx="303">
                  <c:v>493</c:v>
                </c:pt>
                <c:pt idx="304">
                  <c:v>494</c:v>
                </c:pt>
                <c:pt idx="305">
                  <c:v>495</c:v>
                </c:pt>
                <c:pt idx="306">
                  <c:v>496</c:v>
                </c:pt>
                <c:pt idx="307">
                  <c:v>497</c:v>
                </c:pt>
                <c:pt idx="308">
                  <c:v>498</c:v>
                </c:pt>
                <c:pt idx="309">
                  <c:v>499</c:v>
                </c:pt>
                <c:pt idx="310">
                  <c:v>500</c:v>
                </c:pt>
                <c:pt idx="311">
                  <c:v>501</c:v>
                </c:pt>
                <c:pt idx="312">
                  <c:v>502</c:v>
                </c:pt>
                <c:pt idx="313">
                  <c:v>503</c:v>
                </c:pt>
                <c:pt idx="314">
                  <c:v>504</c:v>
                </c:pt>
                <c:pt idx="315">
                  <c:v>505</c:v>
                </c:pt>
                <c:pt idx="316">
                  <c:v>506</c:v>
                </c:pt>
                <c:pt idx="317">
                  <c:v>507</c:v>
                </c:pt>
                <c:pt idx="318">
                  <c:v>508</c:v>
                </c:pt>
                <c:pt idx="319">
                  <c:v>509</c:v>
                </c:pt>
                <c:pt idx="320">
                  <c:v>510</c:v>
                </c:pt>
                <c:pt idx="321">
                  <c:v>511</c:v>
                </c:pt>
                <c:pt idx="322">
                  <c:v>512</c:v>
                </c:pt>
                <c:pt idx="323">
                  <c:v>513</c:v>
                </c:pt>
                <c:pt idx="324">
                  <c:v>514</c:v>
                </c:pt>
                <c:pt idx="325">
                  <c:v>515</c:v>
                </c:pt>
                <c:pt idx="326">
                  <c:v>516</c:v>
                </c:pt>
                <c:pt idx="327">
                  <c:v>517</c:v>
                </c:pt>
                <c:pt idx="328">
                  <c:v>518</c:v>
                </c:pt>
                <c:pt idx="329">
                  <c:v>519</c:v>
                </c:pt>
                <c:pt idx="330">
                  <c:v>520</c:v>
                </c:pt>
                <c:pt idx="331">
                  <c:v>521</c:v>
                </c:pt>
                <c:pt idx="332">
                  <c:v>522</c:v>
                </c:pt>
                <c:pt idx="333">
                  <c:v>523</c:v>
                </c:pt>
                <c:pt idx="334">
                  <c:v>524</c:v>
                </c:pt>
                <c:pt idx="335">
                  <c:v>525</c:v>
                </c:pt>
                <c:pt idx="336">
                  <c:v>526</c:v>
                </c:pt>
                <c:pt idx="337">
                  <c:v>527</c:v>
                </c:pt>
                <c:pt idx="338">
                  <c:v>528</c:v>
                </c:pt>
                <c:pt idx="339">
                  <c:v>529</c:v>
                </c:pt>
                <c:pt idx="340">
                  <c:v>530</c:v>
                </c:pt>
                <c:pt idx="341">
                  <c:v>531</c:v>
                </c:pt>
                <c:pt idx="342">
                  <c:v>532</c:v>
                </c:pt>
                <c:pt idx="343">
                  <c:v>533</c:v>
                </c:pt>
                <c:pt idx="344">
                  <c:v>534</c:v>
                </c:pt>
                <c:pt idx="345">
                  <c:v>535</c:v>
                </c:pt>
                <c:pt idx="346">
                  <c:v>536</c:v>
                </c:pt>
                <c:pt idx="347">
                  <c:v>537</c:v>
                </c:pt>
                <c:pt idx="348">
                  <c:v>538</c:v>
                </c:pt>
                <c:pt idx="349">
                  <c:v>539</c:v>
                </c:pt>
                <c:pt idx="350">
                  <c:v>540</c:v>
                </c:pt>
                <c:pt idx="351">
                  <c:v>541</c:v>
                </c:pt>
                <c:pt idx="352">
                  <c:v>542</c:v>
                </c:pt>
                <c:pt idx="353">
                  <c:v>543</c:v>
                </c:pt>
                <c:pt idx="354">
                  <c:v>544</c:v>
                </c:pt>
                <c:pt idx="355">
                  <c:v>545</c:v>
                </c:pt>
                <c:pt idx="356">
                  <c:v>546</c:v>
                </c:pt>
                <c:pt idx="357">
                  <c:v>547</c:v>
                </c:pt>
                <c:pt idx="358">
                  <c:v>548</c:v>
                </c:pt>
                <c:pt idx="359">
                  <c:v>549</c:v>
                </c:pt>
                <c:pt idx="360">
                  <c:v>550</c:v>
                </c:pt>
                <c:pt idx="361">
                  <c:v>551</c:v>
                </c:pt>
                <c:pt idx="362">
                  <c:v>552</c:v>
                </c:pt>
                <c:pt idx="363">
                  <c:v>553</c:v>
                </c:pt>
                <c:pt idx="364">
                  <c:v>554</c:v>
                </c:pt>
                <c:pt idx="365">
                  <c:v>555</c:v>
                </c:pt>
                <c:pt idx="366">
                  <c:v>556</c:v>
                </c:pt>
                <c:pt idx="367">
                  <c:v>557</c:v>
                </c:pt>
                <c:pt idx="368">
                  <c:v>558</c:v>
                </c:pt>
                <c:pt idx="369">
                  <c:v>559</c:v>
                </c:pt>
                <c:pt idx="370">
                  <c:v>560</c:v>
                </c:pt>
                <c:pt idx="371">
                  <c:v>561</c:v>
                </c:pt>
                <c:pt idx="372">
                  <c:v>562</c:v>
                </c:pt>
                <c:pt idx="373">
                  <c:v>563</c:v>
                </c:pt>
                <c:pt idx="374">
                  <c:v>564</c:v>
                </c:pt>
                <c:pt idx="375">
                  <c:v>565</c:v>
                </c:pt>
                <c:pt idx="376">
                  <c:v>566</c:v>
                </c:pt>
                <c:pt idx="377">
                  <c:v>567</c:v>
                </c:pt>
                <c:pt idx="378">
                  <c:v>568</c:v>
                </c:pt>
                <c:pt idx="379">
                  <c:v>569</c:v>
                </c:pt>
                <c:pt idx="380">
                  <c:v>570</c:v>
                </c:pt>
                <c:pt idx="381">
                  <c:v>571</c:v>
                </c:pt>
                <c:pt idx="382">
                  <c:v>572</c:v>
                </c:pt>
                <c:pt idx="383">
                  <c:v>573</c:v>
                </c:pt>
                <c:pt idx="384">
                  <c:v>574</c:v>
                </c:pt>
                <c:pt idx="385">
                  <c:v>575</c:v>
                </c:pt>
                <c:pt idx="386">
                  <c:v>576</c:v>
                </c:pt>
                <c:pt idx="387">
                  <c:v>577</c:v>
                </c:pt>
                <c:pt idx="388">
                  <c:v>578</c:v>
                </c:pt>
                <c:pt idx="389">
                  <c:v>579</c:v>
                </c:pt>
                <c:pt idx="390">
                  <c:v>580</c:v>
                </c:pt>
                <c:pt idx="391">
                  <c:v>581</c:v>
                </c:pt>
                <c:pt idx="392">
                  <c:v>582</c:v>
                </c:pt>
                <c:pt idx="393">
                  <c:v>583</c:v>
                </c:pt>
                <c:pt idx="394">
                  <c:v>584</c:v>
                </c:pt>
                <c:pt idx="395">
                  <c:v>585</c:v>
                </c:pt>
                <c:pt idx="396">
                  <c:v>586</c:v>
                </c:pt>
                <c:pt idx="397">
                  <c:v>587</c:v>
                </c:pt>
                <c:pt idx="398">
                  <c:v>588</c:v>
                </c:pt>
                <c:pt idx="399">
                  <c:v>589</c:v>
                </c:pt>
                <c:pt idx="400">
                  <c:v>590</c:v>
                </c:pt>
                <c:pt idx="401">
                  <c:v>591</c:v>
                </c:pt>
                <c:pt idx="402">
                  <c:v>592</c:v>
                </c:pt>
                <c:pt idx="403">
                  <c:v>593</c:v>
                </c:pt>
                <c:pt idx="404">
                  <c:v>594</c:v>
                </c:pt>
                <c:pt idx="405">
                  <c:v>595</c:v>
                </c:pt>
                <c:pt idx="406">
                  <c:v>596</c:v>
                </c:pt>
                <c:pt idx="407">
                  <c:v>597</c:v>
                </c:pt>
                <c:pt idx="408">
                  <c:v>598</c:v>
                </c:pt>
                <c:pt idx="409">
                  <c:v>599</c:v>
                </c:pt>
                <c:pt idx="410">
                  <c:v>600</c:v>
                </c:pt>
                <c:pt idx="411">
                  <c:v>601</c:v>
                </c:pt>
                <c:pt idx="412">
                  <c:v>602</c:v>
                </c:pt>
                <c:pt idx="413">
                  <c:v>603</c:v>
                </c:pt>
                <c:pt idx="414">
                  <c:v>604</c:v>
                </c:pt>
                <c:pt idx="415">
                  <c:v>605</c:v>
                </c:pt>
                <c:pt idx="416">
                  <c:v>606</c:v>
                </c:pt>
                <c:pt idx="417">
                  <c:v>607</c:v>
                </c:pt>
                <c:pt idx="418">
                  <c:v>608</c:v>
                </c:pt>
                <c:pt idx="419">
                  <c:v>609</c:v>
                </c:pt>
                <c:pt idx="420">
                  <c:v>610</c:v>
                </c:pt>
                <c:pt idx="421">
                  <c:v>611</c:v>
                </c:pt>
                <c:pt idx="422">
                  <c:v>612</c:v>
                </c:pt>
                <c:pt idx="423">
                  <c:v>613</c:v>
                </c:pt>
                <c:pt idx="424">
                  <c:v>614</c:v>
                </c:pt>
                <c:pt idx="425">
                  <c:v>615</c:v>
                </c:pt>
                <c:pt idx="426">
                  <c:v>616</c:v>
                </c:pt>
                <c:pt idx="427">
                  <c:v>617</c:v>
                </c:pt>
                <c:pt idx="428">
                  <c:v>618</c:v>
                </c:pt>
                <c:pt idx="429">
                  <c:v>619</c:v>
                </c:pt>
                <c:pt idx="430">
                  <c:v>620</c:v>
                </c:pt>
                <c:pt idx="431">
                  <c:v>621</c:v>
                </c:pt>
                <c:pt idx="432">
                  <c:v>622</c:v>
                </c:pt>
                <c:pt idx="433">
                  <c:v>623</c:v>
                </c:pt>
                <c:pt idx="434">
                  <c:v>624</c:v>
                </c:pt>
                <c:pt idx="435">
                  <c:v>625</c:v>
                </c:pt>
                <c:pt idx="436">
                  <c:v>626</c:v>
                </c:pt>
                <c:pt idx="437">
                  <c:v>627</c:v>
                </c:pt>
                <c:pt idx="438">
                  <c:v>628</c:v>
                </c:pt>
                <c:pt idx="439">
                  <c:v>629</c:v>
                </c:pt>
                <c:pt idx="440">
                  <c:v>630</c:v>
                </c:pt>
                <c:pt idx="441">
                  <c:v>631</c:v>
                </c:pt>
                <c:pt idx="442">
                  <c:v>632</c:v>
                </c:pt>
                <c:pt idx="443">
                  <c:v>633</c:v>
                </c:pt>
                <c:pt idx="444">
                  <c:v>634</c:v>
                </c:pt>
                <c:pt idx="445">
                  <c:v>635</c:v>
                </c:pt>
                <c:pt idx="446">
                  <c:v>636</c:v>
                </c:pt>
                <c:pt idx="447">
                  <c:v>637</c:v>
                </c:pt>
                <c:pt idx="448">
                  <c:v>638</c:v>
                </c:pt>
                <c:pt idx="449">
                  <c:v>639</c:v>
                </c:pt>
                <c:pt idx="450">
                  <c:v>640</c:v>
                </c:pt>
                <c:pt idx="451">
                  <c:v>641</c:v>
                </c:pt>
                <c:pt idx="452">
                  <c:v>642</c:v>
                </c:pt>
                <c:pt idx="453">
                  <c:v>643</c:v>
                </c:pt>
                <c:pt idx="454">
                  <c:v>644</c:v>
                </c:pt>
                <c:pt idx="455">
                  <c:v>645</c:v>
                </c:pt>
                <c:pt idx="456">
                  <c:v>646</c:v>
                </c:pt>
                <c:pt idx="457">
                  <c:v>647</c:v>
                </c:pt>
                <c:pt idx="458">
                  <c:v>648</c:v>
                </c:pt>
                <c:pt idx="459">
                  <c:v>649</c:v>
                </c:pt>
                <c:pt idx="460">
                  <c:v>650</c:v>
                </c:pt>
                <c:pt idx="461">
                  <c:v>651</c:v>
                </c:pt>
                <c:pt idx="462">
                  <c:v>652</c:v>
                </c:pt>
                <c:pt idx="463">
                  <c:v>653</c:v>
                </c:pt>
                <c:pt idx="464">
                  <c:v>654</c:v>
                </c:pt>
                <c:pt idx="465">
                  <c:v>655</c:v>
                </c:pt>
                <c:pt idx="466">
                  <c:v>656</c:v>
                </c:pt>
                <c:pt idx="467">
                  <c:v>657</c:v>
                </c:pt>
                <c:pt idx="468">
                  <c:v>658</c:v>
                </c:pt>
                <c:pt idx="469">
                  <c:v>659</c:v>
                </c:pt>
                <c:pt idx="470">
                  <c:v>660</c:v>
                </c:pt>
                <c:pt idx="471">
                  <c:v>661</c:v>
                </c:pt>
                <c:pt idx="472">
                  <c:v>662</c:v>
                </c:pt>
                <c:pt idx="473">
                  <c:v>663</c:v>
                </c:pt>
                <c:pt idx="474">
                  <c:v>664</c:v>
                </c:pt>
                <c:pt idx="475">
                  <c:v>665</c:v>
                </c:pt>
                <c:pt idx="476">
                  <c:v>666</c:v>
                </c:pt>
                <c:pt idx="477">
                  <c:v>667</c:v>
                </c:pt>
                <c:pt idx="478">
                  <c:v>668</c:v>
                </c:pt>
                <c:pt idx="479">
                  <c:v>669</c:v>
                </c:pt>
                <c:pt idx="480">
                  <c:v>670</c:v>
                </c:pt>
                <c:pt idx="481">
                  <c:v>671</c:v>
                </c:pt>
                <c:pt idx="482">
                  <c:v>672</c:v>
                </c:pt>
                <c:pt idx="483">
                  <c:v>673</c:v>
                </c:pt>
                <c:pt idx="484">
                  <c:v>674</c:v>
                </c:pt>
                <c:pt idx="485">
                  <c:v>675</c:v>
                </c:pt>
                <c:pt idx="486">
                  <c:v>676</c:v>
                </c:pt>
                <c:pt idx="487">
                  <c:v>677</c:v>
                </c:pt>
                <c:pt idx="488">
                  <c:v>678</c:v>
                </c:pt>
                <c:pt idx="489">
                  <c:v>679</c:v>
                </c:pt>
                <c:pt idx="490">
                  <c:v>680</c:v>
                </c:pt>
                <c:pt idx="491">
                  <c:v>681</c:v>
                </c:pt>
                <c:pt idx="492">
                  <c:v>682</c:v>
                </c:pt>
                <c:pt idx="493">
                  <c:v>683</c:v>
                </c:pt>
                <c:pt idx="494">
                  <c:v>684</c:v>
                </c:pt>
                <c:pt idx="495">
                  <c:v>685</c:v>
                </c:pt>
                <c:pt idx="496">
                  <c:v>686</c:v>
                </c:pt>
                <c:pt idx="497">
                  <c:v>687</c:v>
                </c:pt>
                <c:pt idx="498">
                  <c:v>688</c:v>
                </c:pt>
                <c:pt idx="499">
                  <c:v>689</c:v>
                </c:pt>
                <c:pt idx="500">
                  <c:v>690</c:v>
                </c:pt>
                <c:pt idx="501">
                  <c:v>691</c:v>
                </c:pt>
                <c:pt idx="502">
                  <c:v>692</c:v>
                </c:pt>
                <c:pt idx="503">
                  <c:v>693</c:v>
                </c:pt>
                <c:pt idx="504">
                  <c:v>694</c:v>
                </c:pt>
                <c:pt idx="505">
                  <c:v>695</c:v>
                </c:pt>
                <c:pt idx="506">
                  <c:v>696</c:v>
                </c:pt>
                <c:pt idx="507">
                  <c:v>697</c:v>
                </c:pt>
                <c:pt idx="508">
                  <c:v>698</c:v>
                </c:pt>
                <c:pt idx="509">
                  <c:v>699</c:v>
                </c:pt>
                <c:pt idx="510">
                  <c:v>700</c:v>
                </c:pt>
                <c:pt idx="511">
                  <c:v>701</c:v>
                </c:pt>
                <c:pt idx="512">
                  <c:v>702</c:v>
                </c:pt>
                <c:pt idx="513">
                  <c:v>703</c:v>
                </c:pt>
                <c:pt idx="514">
                  <c:v>704</c:v>
                </c:pt>
                <c:pt idx="515">
                  <c:v>705</c:v>
                </c:pt>
                <c:pt idx="516">
                  <c:v>706</c:v>
                </c:pt>
                <c:pt idx="517">
                  <c:v>707</c:v>
                </c:pt>
                <c:pt idx="518">
                  <c:v>708</c:v>
                </c:pt>
                <c:pt idx="519">
                  <c:v>709</c:v>
                </c:pt>
                <c:pt idx="520">
                  <c:v>710</c:v>
                </c:pt>
                <c:pt idx="521">
                  <c:v>711</c:v>
                </c:pt>
                <c:pt idx="522">
                  <c:v>712</c:v>
                </c:pt>
                <c:pt idx="523">
                  <c:v>713</c:v>
                </c:pt>
                <c:pt idx="524">
                  <c:v>714</c:v>
                </c:pt>
                <c:pt idx="525">
                  <c:v>715</c:v>
                </c:pt>
                <c:pt idx="526">
                  <c:v>716</c:v>
                </c:pt>
                <c:pt idx="527">
                  <c:v>717</c:v>
                </c:pt>
                <c:pt idx="528">
                  <c:v>718</c:v>
                </c:pt>
                <c:pt idx="529">
                  <c:v>719</c:v>
                </c:pt>
                <c:pt idx="530">
                  <c:v>720</c:v>
                </c:pt>
                <c:pt idx="531">
                  <c:v>721</c:v>
                </c:pt>
                <c:pt idx="532">
                  <c:v>722</c:v>
                </c:pt>
                <c:pt idx="533">
                  <c:v>723</c:v>
                </c:pt>
                <c:pt idx="534">
                  <c:v>724</c:v>
                </c:pt>
                <c:pt idx="535">
                  <c:v>725</c:v>
                </c:pt>
                <c:pt idx="536">
                  <c:v>726</c:v>
                </c:pt>
                <c:pt idx="537">
                  <c:v>727</c:v>
                </c:pt>
                <c:pt idx="538">
                  <c:v>728</c:v>
                </c:pt>
                <c:pt idx="539">
                  <c:v>729</c:v>
                </c:pt>
                <c:pt idx="540">
                  <c:v>730</c:v>
                </c:pt>
                <c:pt idx="541">
                  <c:v>731</c:v>
                </c:pt>
                <c:pt idx="542">
                  <c:v>732</c:v>
                </c:pt>
                <c:pt idx="543">
                  <c:v>733</c:v>
                </c:pt>
                <c:pt idx="544">
                  <c:v>734</c:v>
                </c:pt>
                <c:pt idx="545">
                  <c:v>735</c:v>
                </c:pt>
                <c:pt idx="546">
                  <c:v>736</c:v>
                </c:pt>
                <c:pt idx="547">
                  <c:v>737</c:v>
                </c:pt>
                <c:pt idx="548">
                  <c:v>738</c:v>
                </c:pt>
                <c:pt idx="549">
                  <c:v>739</c:v>
                </c:pt>
                <c:pt idx="550">
                  <c:v>740</c:v>
                </c:pt>
                <c:pt idx="551">
                  <c:v>741</c:v>
                </c:pt>
                <c:pt idx="552">
                  <c:v>742</c:v>
                </c:pt>
                <c:pt idx="553">
                  <c:v>743</c:v>
                </c:pt>
                <c:pt idx="554">
                  <c:v>744</c:v>
                </c:pt>
                <c:pt idx="555">
                  <c:v>745</c:v>
                </c:pt>
                <c:pt idx="556">
                  <c:v>746</c:v>
                </c:pt>
                <c:pt idx="557">
                  <c:v>747</c:v>
                </c:pt>
                <c:pt idx="558">
                  <c:v>748</c:v>
                </c:pt>
                <c:pt idx="559">
                  <c:v>749</c:v>
                </c:pt>
                <c:pt idx="560">
                  <c:v>750</c:v>
                </c:pt>
                <c:pt idx="561">
                  <c:v>751</c:v>
                </c:pt>
                <c:pt idx="562">
                  <c:v>752</c:v>
                </c:pt>
                <c:pt idx="563">
                  <c:v>753</c:v>
                </c:pt>
                <c:pt idx="564">
                  <c:v>754</c:v>
                </c:pt>
                <c:pt idx="565">
                  <c:v>755</c:v>
                </c:pt>
                <c:pt idx="566">
                  <c:v>756</c:v>
                </c:pt>
                <c:pt idx="567">
                  <c:v>757</c:v>
                </c:pt>
                <c:pt idx="568">
                  <c:v>758</c:v>
                </c:pt>
                <c:pt idx="569">
                  <c:v>759</c:v>
                </c:pt>
                <c:pt idx="570">
                  <c:v>760</c:v>
                </c:pt>
                <c:pt idx="571">
                  <c:v>761</c:v>
                </c:pt>
                <c:pt idx="572">
                  <c:v>762</c:v>
                </c:pt>
                <c:pt idx="573">
                  <c:v>763</c:v>
                </c:pt>
                <c:pt idx="574">
                  <c:v>764</c:v>
                </c:pt>
                <c:pt idx="575">
                  <c:v>765</c:v>
                </c:pt>
                <c:pt idx="576">
                  <c:v>766</c:v>
                </c:pt>
                <c:pt idx="577">
                  <c:v>767</c:v>
                </c:pt>
                <c:pt idx="578">
                  <c:v>768</c:v>
                </c:pt>
                <c:pt idx="579">
                  <c:v>769</c:v>
                </c:pt>
                <c:pt idx="580">
                  <c:v>770</c:v>
                </c:pt>
                <c:pt idx="581">
                  <c:v>771</c:v>
                </c:pt>
                <c:pt idx="582">
                  <c:v>772</c:v>
                </c:pt>
                <c:pt idx="583">
                  <c:v>773</c:v>
                </c:pt>
                <c:pt idx="584">
                  <c:v>774</c:v>
                </c:pt>
                <c:pt idx="585">
                  <c:v>775</c:v>
                </c:pt>
                <c:pt idx="586">
                  <c:v>776</c:v>
                </c:pt>
                <c:pt idx="587">
                  <c:v>777</c:v>
                </c:pt>
                <c:pt idx="588">
                  <c:v>778</c:v>
                </c:pt>
                <c:pt idx="589">
                  <c:v>779</c:v>
                </c:pt>
                <c:pt idx="590">
                  <c:v>780</c:v>
                </c:pt>
                <c:pt idx="591">
                  <c:v>781</c:v>
                </c:pt>
                <c:pt idx="592">
                  <c:v>782</c:v>
                </c:pt>
                <c:pt idx="593">
                  <c:v>783</c:v>
                </c:pt>
                <c:pt idx="594">
                  <c:v>784</c:v>
                </c:pt>
                <c:pt idx="595">
                  <c:v>785</c:v>
                </c:pt>
                <c:pt idx="596">
                  <c:v>786</c:v>
                </c:pt>
                <c:pt idx="597">
                  <c:v>787</c:v>
                </c:pt>
                <c:pt idx="598">
                  <c:v>788</c:v>
                </c:pt>
                <c:pt idx="599">
                  <c:v>789</c:v>
                </c:pt>
                <c:pt idx="600">
                  <c:v>790</c:v>
                </c:pt>
                <c:pt idx="601">
                  <c:v>791</c:v>
                </c:pt>
                <c:pt idx="602">
                  <c:v>792</c:v>
                </c:pt>
                <c:pt idx="603">
                  <c:v>793</c:v>
                </c:pt>
                <c:pt idx="604">
                  <c:v>794</c:v>
                </c:pt>
                <c:pt idx="605">
                  <c:v>795</c:v>
                </c:pt>
                <c:pt idx="606">
                  <c:v>796</c:v>
                </c:pt>
                <c:pt idx="607">
                  <c:v>797</c:v>
                </c:pt>
                <c:pt idx="608">
                  <c:v>798</c:v>
                </c:pt>
                <c:pt idx="609">
                  <c:v>799</c:v>
                </c:pt>
                <c:pt idx="610">
                  <c:v>800</c:v>
                </c:pt>
                <c:pt idx="611">
                  <c:v>801</c:v>
                </c:pt>
                <c:pt idx="612">
                  <c:v>802</c:v>
                </c:pt>
                <c:pt idx="613">
                  <c:v>803</c:v>
                </c:pt>
                <c:pt idx="614">
                  <c:v>804</c:v>
                </c:pt>
                <c:pt idx="615">
                  <c:v>805</c:v>
                </c:pt>
                <c:pt idx="616">
                  <c:v>806</c:v>
                </c:pt>
                <c:pt idx="617">
                  <c:v>807</c:v>
                </c:pt>
                <c:pt idx="618">
                  <c:v>808</c:v>
                </c:pt>
                <c:pt idx="619">
                  <c:v>809</c:v>
                </c:pt>
                <c:pt idx="620">
                  <c:v>810</c:v>
                </c:pt>
                <c:pt idx="621">
                  <c:v>811</c:v>
                </c:pt>
                <c:pt idx="622">
                  <c:v>812</c:v>
                </c:pt>
                <c:pt idx="623">
                  <c:v>813</c:v>
                </c:pt>
                <c:pt idx="624">
                  <c:v>814</c:v>
                </c:pt>
                <c:pt idx="625">
                  <c:v>815</c:v>
                </c:pt>
                <c:pt idx="626">
                  <c:v>816</c:v>
                </c:pt>
                <c:pt idx="627">
                  <c:v>817</c:v>
                </c:pt>
                <c:pt idx="628">
                  <c:v>818</c:v>
                </c:pt>
                <c:pt idx="629">
                  <c:v>819</c:v>
                </c:pt>
                <c:pt idx="630">
                  <c:v>820</c:v>
                </c:pt>
                <c:pt idx="631">
                  <c:v>821</c:v>
                </c:pt>
                <c:pt idx="632">
                  <c:v>822</c:v>
                </c:pt>
                <c:pt idx="633">
                  <c:v>823</c:v>
                </c:pt>
                <c:pt idx="634">
                  <c:v>824</c:v>
                </c:pt>
                <c:pt idx="635">
                  <c:v>825</c:v>
                </c:pt>
                <c:pt idx="636">
                  <c:v>826</c:v>
                </c:pt>
                <c:pt idx="637">
                  <c:v>827</c:v>
                </c:pt>
                <c:pt idx="638">
                  <c:v>828</c:v>
                </c:pt>
                <c:pt idx="639">
                  <c:v>829</c:v>
                </c:pt>
                <c:pt idx="640">
                  <c:v>830</c:v>
                </c:pt>
                <c:pt idx="641">
                  <c:v>831</c:v>
                </c:pt>
                <c:pt idx="642">
                  <c:v>832</c:v>
                </c:pt>
                <c:pt idx="643">
                  <c:v>833</c:v>
                </c:pt>
                <c:pt idx="644">
                  <c:v>834</c:v>
                </c:pt>
                <c:pt idx="645">
                  <c:v>835</c:v>
                </c:pt>
                <c:pt idx="646">
                  <c:v>836</c:v>
                </c:pt>
                <c:pt idx="647">
                  <c:v>837</c:v>
                </c:pt>
                <c:pt idx="648">
                  <c:v>838</c:v>
                </c:pt>
                <c:pt idx="649">
                  <c:v>839</c:v>
                </c:pt>
                <c:pt idx="650">
                  <c:v>840</c:v>
                </c:pt>
                <c:pt idx="651">
                  <c:v>841</c:v>
                </c:pt>
                <c:pt idx="652">
                  <c:v>842</c:v>
                </c:pt>
                <c:pt idx="653">
                  <c:v>843</c:v>
                </c:pt>
                <c:pt idx="654">
                  <c:v>844</c:v>
                </c:pt>
                <c:pt idx="655">
                  <c:v>845</c:v>
                </c:pt>
                <c:pt idx="656">
                  <c:v>846</c:v>
                </c:pt>
                <c:pt idx="657">
                  <c:v>847</c:v>
                </c:pt>
                <c:pt idx="658">
                  <c:v>848</c:v>
                </c:pt>
                <c:pt idx="659">
                  <c:v>849</c:v>
                </c:pt>
                <c:pt idx="660">
                  <c:v>850</c:v>
                </c:pt>
                <c:pt idx="661">
                  <c:v>851</c:v>
                </c:pt>
                <c:pt idx="662">
                  <c:v>852</c:v>
                </c:pt>
                <c:pt idx="663">
                  <c:v>853</c:v>
                </c:pt>
                <c:pt idx="664">
                  <c:v>854</c:v>
                </c:pt>
                <c:pt idx="665">
                  <c:v>855</c:v>
                </c:pt>
                <c:pt idx="666">
                  <c:v>856</c:v>
                </c:pt>
                <c:pt idx="667">
                  <c:v>857</c:v>
                </c:pt>
                <c:pt idx="668">
                  <c:v>858</c:v>
                </c:pt>
                <c:pt idx="669">
                  <c:v>859</c:v>
                </c:pt>
                <c:pt idx="670">
                  <c:v>860</c:v>
                </c:pt>
                <c:pt idx="671">
                  <c:v>861</c:v>
                </c:pt>
                <c:pt idx="672">
                  <c:v>862</c:v>
                </c:pt>
                <c:pt idx="673">
                  <c:v>863</c:v>
                </c:pt>
                <c:pt idx="674">
                  <c:v>864</c:v>
                </c:pt>
                <c:pt idx="675">
                  <c:v>865</c:v>
                </c:pt>
                <c:pt idx="676">
                  <c:v>866</c:v>
                </c:pt>
                <c:pt idx="677">
                  <c:v>867</c:v>
                </c:pt>
                <c:pt idx="678">
                  <c:v>868</c:v>
                </c:pt>
                <c:pt idx="679">
                  <c:v>869</c:v>
                </c:pt>
                <c:pt idx="680">
                  <c:v>870</c:v>
                </c:pt>
                <c:pt idx="681">
                  <c:v>871</c:v>
                </c:pt>
                <c:pt idx="682">
                  <c:v>872</c:v>
                </c:pt>
                <c:pt idx="683">
                  <c:v>873</c:v>
                </c:pt>
                <c:pt idx="684">
                  <c:v>874</c:v>
                </c:pt>
                <c:pt idx="685">
                  <c:v>875</c:v>
                </c:pt>
                <c:pt idx="686">
                  <c:v>876</c:v>
                </c:pt>
                <c:pt idx="687">
                  <c:v>877</c:v>
                </c:pt>
                <c:pt idx="688">
                  <c:v>878</c:v>
                </c:pt>
                <c:pt idx="689">
                  <c:v>879</c:v>
                </c:pt>
                <c:pt idx="690">
                  <c:v>880</c:v>
                </c:pt>
                <c:pt idx="691">
                  <c:v>881</c:v>
                </c:pt>
                <c:pt idx="692">
                  <c:v>882</c:v>
                </c:pt>
                <c:pt idx="693">
                  <c:v>883</c:v>
                </c:pt>
                <c:pt idx="694">
                  <c:v>884</c:v>
                </c:pt>
                <c:pt idx="695">
                  <c:v>885</c:v>
                </c:pt>
                <c:pt idx="696">
                  <c:v>886</c:v>
                </c:pt>
                <c:pt idx="697">
                  <c:v>887</c:v>
                </c:pt>
                <c:pt idx="698">
                  <c:v>888</c:v>
                </c:pt>
                <c:pt idx="699">
                  <c:v>889</c:v>
                </c:pt>
                <c:pt idx="700">
                  <c:v>890</c:v>
                </c:pt>
                <c:pt idx="701">
                  <c:v>891</c:v>
                </c:pt>
                <c:pt idx="702">
                  <c:v>892</c:v>
                </c:pt>
                <c:pt idx="703">
                  <c:v>893</c:v>
                </c:pt>
                <c:pt idx="704">
                  <c:v>894</c:v>
                </c:pt>
                <c:pt idx="705">
                  <c:v>895</c:v>
                </c:pt>
                <c:pt idx="706">
                  <c:v>896</c:v>
                </c:pt>
                <c:pt idx="707">
                  <c:v>897</c:v>
                </c:pt>
                <c:pt idx="708">
                  <c:v>898</c:v>
                </c:pt>
                <c:pt idx="709">
                  <c:v>899</c:v>
                </c:pt>
                <c:pt idx="710">
                  <c:v>900</c:v>
                </c:pt>
                <c:pt idx="711">
                  <c:v>901</c:v>
                </c:pt>
                <c:pt idx="712">
                  <c:v>902</c:v>
                </c:pt>
                <c:pt idx="713">
                  <c:v>903</c:v>
                </c:pt>
                <c:pt idx="714">
                  <c:v>904</c:v>
                </c:pt>
                <c:pt idx="715">
                  <c:v>905</c:v>
                </c:pt>
                <c:pt idx="716">
                  <c:v>906</c:v>
                </c:pt>
                <c:pt idx="717">
                  <c:v>907</c:v>
                </c:pt>
                <c:pt idx="718">
                  <c:v>908</c:v>
                </c:pt>
                <c:pt idx="719">
                  <c:v>909</c:v>
                </c:pt>
                <c:pt idx="720">
                  <c:v>910</c:v>
                </c:pt>
                <c:pt idx="721">
                  <c:v>911</c:v>
                </c:pt>
                <c:pt idx="722">
                  <c:v>912</c:v>
                </c:pt>
                <c:pt idx="723">
                  <c:v>913</c:v>
                </c:pt>
                <c:pt idx="724">
                  <c:v>914</c:v>
                </c:pt>
                <c:pt idx="725">
                  <c:v>915</c:v>
                </c:pt>
                <c:pt idx="726">
                  <c:v>916</c:v>
                </c:pt>
                <c:pt idx="727">
                  <c:v>917</c:v>
                </c:pt>
                <c:pt idx="728">
                  <c:v>918</c:v>
                </c:pt>
                <c:pt idx="729">
                  <c:v>919</c:v>
                </c:pt>
                <c:pt idx="730">
                  <c:v>920</c:v>
                </c:pt>
                <c:pt idx="731">
                  <c:v>921</c:v>
                </c:pt>
                <c:pt idx="732">
                  <c:v>922</c:v>
                </c:pt>
                <c:pt idx="733">
                  <c:v>923</c:v>
                </c:pt>
                <c:pt idx="734">
                  <c:v>924</c:v>
                </c:pt>
                <c:pt idx="735">
                  <c:v>925</c:v>
                </c:pt>
                <c:pt idx="736">
                  <c:v>926</c:v>
                </c:pt>
                <c:pt idx="737">
                  <c:v>927</c:v>
                </c:pt>
                <c:pt idx="738">
                  <c:v>928</c:v>
                </c:pt>
                <c:pt idx="739">
                  <c:v>929</c:v>
                </c:pt>
                <c:pt idx="740">
                  <c:v>930</c:v>
                </c:pt>
                <c:pt idx="741">
                  <c:v>931</c:v>
                </c:pt>
                <c:pt idx="742">
                  <c:v>932</c:v>
                </c:pt>
                <c:pt idx="743">
                  <c:v>933</c:v>
                </c:pt>
                <c:pt idx="744">
                  <c:v>934</c:v>
                </c:pt>
                <c:pt idx="745">
                  <c:v>935</c:v>
                </c:pt>
                <c:pt idx="746">
                  <c:v>936</c:v>
                </c:pt>
                <c:pt idx="747">
                  <c:v>937</c:v>
                </c:pt>
                <c:pt idx="748">
                  <c:v>938</c:v>
                </c:pt>
                <c:pt idx="749">
                  <c:v>939</c:v>
                </c:pt>
                <c:pt idx="750">
                  <c:v>940</c:v>
                </c:pt>
                <c:pt idx="751">
                  <c:v>941</c:v>
                </c:pt>
                <c:pt idx="752">
                  <c:v>942</c:v>
                </c:pt>
                <c:pt idx="753">
                  <c:v>943</c:v>
                </c:pt>
                <c:pt idx="754">
                  <c:v>944</c:v>
                </c:pt>
                <c:pt idx="755">
                  <c:v>945</c:v>
                </c:pt>
                <c:pt idx="756">
                  <c:v>946</c:v>
                </c:pt>
                <c:pt idx="757">
                  <c:v>947</c:v>
                </c:pt>
                <c:pt idx="758">
                  <c:v>948</c:v>
                </c:pt>
                <c:pt idx="759">
                  <c:v>949</c:v>
                </c:pt>
                <c:pt idx="760">
                  <c:v>950</c:v>
                </c:pt>
                <c:pt idx="761">
                  <c:v>951</c:v>
                </c:pt>
                <c:pt idx="762">
                  <c:v>952</c:v>
                </c:pt>
                <c:pt idx="763">
                  <c:v>953</c:v>
                </c:pt>
                <c:pt idx="764">
                  <c:v>954</c:v>
                </c:pt>
                <c:pt idx="765">
                  <c:v>955</c:v>
                </c:pt>
                <c:pt idx="766">
                  <c:v>956</c:v>
                </c:pt>
                <c:pt idx="767">
                  <c:v>957</c:v>
                </c:pt>
                <c:pt idx="768">
                  <c:v>958</c:v>
                </c:pt>
                <c:pt idx="769">
                  <c:v>959</c:v>
                </c:pt>
                <c:pt idx="770">
                  <c:v>960</c:v>
                </c:pt>
                <c:pt idx="771">
                  <c:v>961</c:v>
                </c:pt>
                <c:pt idx="772">
                  <c:v>962</c:v>
                </c:pt>
                <c:pt idx="773">
                  <c:v>963</c:v>
                </c:pt>
                <c:pt idx="774">
                  <c:v>964</c:v>
                </c:pt>
                <c:pt idx="775">
                  <c:v>965</c:v>
                </c:pt>
                <c:pt idx="776">
                  <c:v>966</c:v>
                </c:pt>
                <c:pt idx="777">
                  <c:v>967</c:v>
                </c:pt>
                <c:pt idx="778">
                  <c:v>968</c:v>
                </c:pt>
                <c:pt idx="779">
                  <c:v>969</c:v>
                </c:pt>
                <c:pt idx="780">
                  <c:v>970</c:v>
                </c:pt>
                <c:pt idx="781">
                  <c:v>971</c:v>
                </c:pt>
                <c:pt idx="782">
                  <c:v>972</c:v>
                </c:pt>
                <c:pt idx="783">
                  <c:v>973</c:v>
                </c:pt>
                <c:pt idx="784">
                  <c:v>974</c:v>
                </c:pt>
                <c:pt idx="785">
                  <c:v>975</c:v>
                </c:pt>
                <c:pt idx="786">
                  <c:v>976</c:v>
                </c:pt>
              </c:numCache>
            </c:numRef>
          </c:xVal>
          <c:yVal>
            <c:numRef>
              <c:f>ورقة1!$E$2:$E$792</c:f>
              <c:numCache>
                <c:formatCode>General</c:formatCode>
                <c:ptCount val="791"/>
                <c:pt idx="0">
                  <c:v>2.0457574905606748</c:v>
                </c:pt>
                <c:pt idx="1">
                  <c:v>2.2596373105057572</c:v>
                </c:pt>
                <c:pt idx="2">
                  <c:v>2.3767507096020997</c:v>
                </c:pt>
                <c:pt idx="3">
                  <c:v>2.3467874862246565</c:v>
                </c:pt>
                <c:pt idx="4">
                  <c:v>2.5850266520291822</c:v>
                </c:pt>
                <c:pt idx="5">
                  <c:v>2.5686362358410153</c:v>
                </c:pt>
                <c:pt idx="6">
                  <c:v>2.6382721639824069</c:v>
                </c:pt>
                <c:pt idx="7">
                  <c:v>2.7447274948966967</c:v>
                </c:pt>
                <c:pt idx="8">
                  <c:v>2.7695510786217294</c:v>
                </c:pt>
                <c:pt idx="9">
                  <c:v>2.8538719643217592</c:v>
                </c:pt>
                <c:pt idx="10">
                  <c:v>2.8239087409443218</c:v>
                </c:pt>
                <c:pt idx="11">
                  <c:v>2.8860566476931604</c:v>
                </c:pt>
                <c:pt idx="12">
                  <c:v>2.7447274948966967</c:v>
                </c:pt>
                <c:pt idx="13">
                  <c:v>2.8538719643217592</c:v>
                </c:pt>
                <c:pt idx="14">
                  <c:v>2.8538719643217592</c:v>
                </c:pt>
                <c:pt idx="15">
                  <c:v>2.9586073148417737</c:v>
                </c:pt>
                <c:pt idx="16">
                  <c:v>3</c:v>
                </c:pt>
                <c:pt idx="17">
                  <c:v>2.9586073148417737</c:v>
                </c:pt>
                <c:pt idx="18">
                  <c:v>2.9586073148417737</c:v>
                </c:pt>
                <c:pt idx="19">
                  <c:v>3</c:v>
                </c:pt>
                <c:pt idx="20">
                  <c:v>3.0969100130080536</c:v>
                </c:pt>
                <c:pt idx="21">
                  <c:v>3.1549019599857431</c:v>
                </c:pt>
                <c:pt idx="22">
                  <c:v>3</c:v>
                </c:pt>
                <c:pt idx="23">
                  <c:v>3.0457574905606748</c:v>
                </c:pt>
                <c:pt idx="24">
                  <c:v>2.9586073148417737</c:v>
                </c:pt>
                <c:pt idx="25">
                  <c:v>3</c:v>
                </c:pt>
                <c:pt idx="26">
                  <c:v>3.0457574905606748</c:v>
                </c:pt>
                <c:pt idx="27">
                  <c:v>3.1549019599857431</c:v>
                </c:pt>
                <c:pt idx="28">
                  <c:v>3.0457574905606748</c:v>
                </c:pt>
                <c:pt idx="29">
                  <c:v>3.2218487496163593</c:v>
                </c:pt>
                <c:pt idx="30">
                  <c:v>3.1549019599857431</c:v>
                </c:pt>
                <c:pt idx="31">
                  <c:v>3.2218487496163593</c:v>
                </c:pt>
                <c:pt idx="32">
                  <c:v>3.2218487496163593</c:v>
                </c:pt>
                <c:pt idx="33">
                  <c:v>3.3010299956639786</c:v>
                </c:pt>
                <c:pt idx="34">
                  <c:v>3.2218487496163593</c:v>
                </c:pt>
                <c:pt idx="35">
                  <c:v>3.1549019599857431</c:v>
                </c:pt>
                <c:pt idx="36">
                  <c:v>3.2218487496163593</c:v>
                </c:pt>
                <c:pt idx="37">
                  <c:v>3.1549019599857431</c:v>
                </c:pt>
                <c:pt idx="38">
                  <c:v>3.2218487496163593</c:v>
                </c:pt>
                <c:pt idx="39">
                  <c:v>3.2218487496163593</c:v>
                </c:pt>
                <c:pt idx="40">
                  <c:v>3.2218487496163593</c:v>
                </c:pt>
                <c:pt idx="41">
                  <c:v>3.2218487496163593</c:v>
                </c:pt>
                <c:pt idx="42">
                  <c:v>3.2218487496163593</c:v>
                </c:pt>
                <c:pt idx="43">
                  <c:v>3.2218487496163593</c:v>
                </c:pt>
                <c:pt idx="44">
                  <c:v>3.0969100130080536</c:v>
                </c:pt>
                <c:pt idx="45">
                  <c:v>3.1549019599857431</c:v>
                </c:pt>
                <c:pt idx="46">
                  <c:v>3.3010299956639786</c:v>
                </c:pt>
                <c:pt idx="47">
                  <c:v>3.2218487496163593</c:v>
                </c:pt>
                <c:pt idx="48">
                  <c:v>3.3979400086720402</c:v>
                </c:pt>
                <c:pt idx="49">
                  <c:v>3.1549019599857431</c:v>
                </c:pt>
                <c:pt idx="50">
                  <c:v>3.2218487496163593</c:v>
                </c:pt>
                <c:pt idx="51">
                  <c:v>3.3010299956639786</c:v>
                </c:pt>
                <c:pt idx="52">
                  <c:v>3.2218487496163593</c:v>
                </c:pt>
                <c:pt idx="53">
                  <c:v>3.2218487496163593</c:v>
                </c:pt>
                <c:pt idx="54">
                  <c:v>3.2218487496163593</c:v>
                </c:pt>
                <c:pt idx="55">
                  <c:v>3.0969100130080536</c:v>
                </c:pt>
                <c:pt idx="56">
                  <c:v>3.1549019599857431</c:v>
                </c:pt>
                <c:pt idx="57">
                  <c:v>2.9586073148417737</c:v>
                </c:pt>
                <c:pt idx="58">
                  <c:v>3.1549019599857431</c:v>
                </c:pt>
                <c:pt idx="59">
                  <c:v>3.0457574905606748</c:v>
                </c:pt>
                <c:pt idx="60">
                  <c:v>2.9208187539523784</c:v>
                </c:pt>
                <c:pt idx="61">
                  <c:v>2.9208187539523784</c:v>
                </c:pt>
                <c:pt idx="62">
                  <c:v>3.0457574905606748</c:v>
                </c:pt>
                <c:pt idx="63">
                  <c:v>3.0969100130080536</c:v>
                </c:pt>
                <c:pt idx="64">
                  <c:v>3.0969100130080536</c:v>
                </c:pt>
                <c:pt idx="65">
                  <c:v>3.0457574905606748</c:v>
                </c:pt>
                <c:pt idx="66">
                  <c:v>3.0969100130080536</c:v>
                </c:pt>
                <c:pt idx="67">
                  <c:v>3.1549019599857431</c:v>
                </c:pt>
                <c:pt idx="68">
                  <c:v>3.0969100130080536</c:v>
                </c:pt>
                <c:pt idx="69">
                  <c:v>3.0457574905606748</c:v>
                </c:pt>
                <c:pt idx="70">
                  <c:v>3.0969100130080536</c:v>
                </c:pt>
                <c:pt idx="71">
                  <c:v>3.0457574905606748</c:v>
                </c:pt>
                <c:pt idx="72">
                  <c:v>2.9586073148417737</c:v>
                </c:pt>
                <c:pt idx="73">
                  <c:v>3.0969100130080536</c:v>
                </c:pt>
                <c:pt idx="74">
                  <c:v>3.0969100130080536</c:v>
                </c:pt>
                <c:pt idx="75">
                  <c:v>3</c:v>
                </c:pt>
                <c:pt idx="76">
                  <c:v>2.9586073148417737</c:v>
                </c:pt>
                <c:pt idx="77">
                  <c:v>3</c:v>
                </c:pt>
                <c:pt idx="78">
                  <c:v>3.0457574905606748</c:v>
                </c:pt>
                <c:pt idx="79">
                  <c:v>3.0457574905606748</c:v>
                </c:pt>
                <c:pt idx="80">
                  <c:v>3.0969100130080536</c:v>
                </c:pt>
                <c:pt idx="81">
                  <c:v>3.1549019599857431</c:v>
                </c:pt>
                <c:pt idx="82">
                  <c:v>3.0969100130080536</c:v>
                </c:pt>
                <c:pt idx="83">
                  <c:v>2.9208187539523784</c:v>
                </c:pt>
                <c:pt idx="84">
                  <c:v>2.9208187539523784</c:v>
                </c:pt>
                <c:pt idx="85">
                  <c:v>2.9208187539523784</c:v>
                </c:pt>
                <c:pt idx="86">
                  <c:v>2.8860566476931604</c:v>
                </c:pt>
                <c:pt idx="87">
                  <c:v>2.9586073148417737</c:v>
                </c:pt>
                <c:pt idx="88">
                  <c:v>2.8860566476931604</c:v>
                </c:pt>
                <c:pt idx="89">
                  <c:v>2.8860566476931604</c:v>
                </c:pt>
                <c:pt idx="90">
                  <c:v>2.8239087409443218</c:v>
                </c:pt>
                <c:pt idx="91">
                  <c:v>2.8538719643217592</c:v>
                </c:pt>
                <c:pt idx="92">
                  <c:v>2.8538719643217592</c:v>
                </c:pt>
                <c:pt idx="93">
                  <c:v>2.8239087409443218</c:v>
                </c:pt>
                <c:pt idx="94">
                  <c:v>2.8860566476931604</c:v>
                </c:pt>
                <c:pt idx="95">
                  <c:v>2.9586073148417737</c:v>
                </c:pt>
                <c:pt idx="96">
                  <c:v>2.7695510786217294</c:v>
                </c:pt>
                <c:pt idx="97">
                  <c:v>2.7695510786217294</c:v>
                </c:pt>
                <c:pt idx="98">
                  <c:v>2.8538719643217592</c:v>
                </c:pt>
                <c:pt idx="99">
                  <c:v>2.6989700043360192</c:v>
                </c:pt>
                <c:pt idx="100">
                  <c:v>2.6575773191777952</c:v>
                </c:pt>
                <c:pt idx="101">
                  <c:v>2.7212463990471707</c:v>
                </c:pt>
                <c:pt idx="102">
                  <c:v>2.6020599913279625</c:v>
                </c:pt>
                <c:pt idx="103">
                  <c:v>2.6575773191777952</c:v>
                </c:pt>
                <c:pt idx="104">
                  <c:v>2.6575773191777952</c:v>
                </c:pt>
                <c:pt idx="105">
                  <c:v>2.5686362358410153</c:v>
                </c:pt>
                <c:pt idx="106">
                  <c:v>2.4948500216800937</c:v>
                </c:pt>
                <c:pt idx="107">
                  <c:v>2.3279021420642825</c:v>
                </c:pt>
                <c:pt idx="108">
                  <c:v>2.1674910872937652</c:v>
                </c:pt>
                <c:pt idx="109">
                  <c:v>2.0757207139381184</c:v>
                </c:pt>
                <c:pt idx="110">
                  <c:v>1.9913998282380825</c:v>
                </c:pt>
                <c:pt idx="111">
                  <c:v>1.9172146296835513</c:v>
                </c:pt>
                <c:pt idx="112">
                  <c:v>1.8632794328435933</c:v>
                </c:pt>
                <c:pt idx="113">
                  <c:v>1.8268137315877273</c:v>
                </c:pt>
                <c:pt idx="114">
                  <c:v>1.7772835288524167</c:v>
                </c:pt>
                <c:pt idx="115">
                  <c:v>1.7351821769904641</c:v>
                </c:pt>
                <c:pt idx="116">
                  <c:v>1.7011469235902941</c:v>
                </c:pt>
                <c:pt idx="117">
                  <c:v>1.6635402661514704</c:v>
                </c:pt>
                <c:pt idx="118">
                  <c:v>1.6216020990518623</c:v>
                </c:pt>
                <c:pt idx="119">
                  <c:v>1.5917600346881504</c:v>
                </c:pt>
                <c:pt idx="120">
                  <c:v>1.555955204081924</c:v>
                </c:pt>
                <c:pt idx="121">
                  <c:v>1.5228787452803376</c:v>
                </c:pt>
                <c:pt idx="122">
                  <c:v>1.4934949675951266</c:v>
                </c:pt>
                <c:pt idx="123">
                  <c:v>1.4584207560534175</c:v>
                </c:pt>
                <c:pt idx="124">
                  <c:v>1.4294570601181025</c:v>
                </c:pt>
                <c:pt idx="125">
                  <c:v>1.3904055907747801</c:v>
                </c:pt>
                <c:pt idx="126">
                  <c:v>1.349692476868064</c:v>
                </c:pt>
                <c:pt idx="127">
                  <c:v>1.3045183235098039</c:v>
                </c:pt>
                <c:pt idx="128">
                  <c:v>1.2588484011482164</c:v>
                </c:pt>
                <c:pt idx="129">
                  <c:v>1.2153827073671233</c:v>
                </c:pt>
                <c:pt idx="130">
                  <c:v>1.1700533040583656</c:v>
                </c:pt>
                <c:pt idx="131">
                  <c:v>1.1266793981845999</c:v>
                </c:pt>
                <c:pt idx="132">
                  <c:v>1.0867160982395816</c:v>
                </c:pt>
                <c:pt idx="133">
                  <c:v>1.0491485411114541</c:v>
                </c:pt>
                <c:pt idx="134">
                  <c:v>1.0141246426916051</c:v>
                </c:pt>
                <c:pt idx="135">
                  <c:v>0.9800533183211575</c:v>
                </c:pt>
                <c:pt idx="136">
                  <c:v>0.94538694544311219</c:v>
                </c:pt>
                <c:pt idx="137">
                  <c:v>0.90938929217159414</c:v>
                </c:pt>
                <c:pt idx="138">
                  <c:v>0.87909718238547385</c:v>
                </c:pt>
                <c:pt idx="139">
                  <c:v>0.85201467931619546</c:v>
                </c:pt>
                <c:pt idx="140">
                  <c:v>0.8250684064715581</c:v>
                </c:pt>
                <c:pt idx="141">
                  <c:v>0.79723931260680092</c:v>
                </c:pt>
                <c:pt idx="142">
                  <c:v>0.77185639240225834</c:v>
                </c:pt>
                <c:pt idx="143">
                  <c:v>0.74909230029914464</c:v>
                </c:pt>
                <c:pt idx="144">
                  <c:v>0.72584215073632019</c:v>
                </c:pt>
                <c:pt idx="145">
                  <c:v>0.70443290003752057</c:v>
                </c:pt>
                <c:pt idx="146">
                  <c:v>0.68444946557809594</c:v>
                </c:pt>
                <c:pt idx="147">
                  <c:v>0.66474274356546903</c:v>
                </c:pt>
                <c:pt idx="148">
                  <c:v>0.64936439174104488</c:v>
                </c:pt>
                <c:pt idx="149">
                  <c:v>0.63620005452089212</c:v>
                </c:pt>
                <c:pt idx="150">
                  <c:v>0.55877632575738678</c:v>
                </c:pt>
                <c:pt idx="151">
                  <c:v>0.54576510425173441</c:v>
                </c:pt>
                <c:pt idx="152">
                  <c:v>0.54637592640854993</c:v>
                </c:pt>
                <c:pt idx="153">
                  <c:v>0.5446982283429237</c:v>
                </c:pt>
                <c:pt idx="154">
                  <c:v>0.5304725208129849</c:v>
                </c:pt>
                <c:pt idx="155">
                  <c:v>0.53165266958784252</c:v>
                </c:pt>
                <c:pt idx="156">
                  <c:v>0.51927462101151234</c:v>
                </c:pt>
                <c:pt idx="157">
                  <c:v>0.51385300319342764</c:v>
                </c:pt>
                <c:pt idx="158">
                  <c:v>0.51201366887060573</c:v>
                </c:pt>
                <c:pt idx="159">
                  <c:v>0.50584540598155725</c:v>
                </c:pt>
                <c:pt idx="160">
                  <c:v>0.49403648198187466</c:v>
                </c:pt>
                <c:pt idx="161">
                  <c:v>0.48985730059742727</c:v>
                </c:pt>
                <c:pt idx="162">
                  <c:v>0.48017200622428163</c:v>
                </c:pt>
                <c:pt idx="163">
                  <c:v>0.48492132492407763</c:v>
                </c:pt>
                <c:pt idx="164">
                  <c:v>0.48771593671814639</c:v>
                </c:pt>
                <c:pt idx="165">
                  <c:v>0.48798303050387332</c:v>
                </c:pt>
                <c:pt idx="166">
                  <c:v>0.47417804784333734</c:v>
                </c:pt>
                <c:pt idx="167">
                  <c:v>0.47224124747902779</c:v>
                </c:pt>
                <c:pt idx="168">
                  <c:v>0.4604221166546914</c:v>
                </c:pt>
                <c:pt idx="169">
                  <c:v>0.46067293646062496</c:v>
                </c:pt>
                <c:pt idx="170">
                  <c:v>0.45580788923496818</c:v>
                </c:pt>
                <c:pt idx="171">
                  <c:v>0.45136494018524898</c:v>
                </c:pt>
                <c:pt idx="172">
                  <c:v>0.43758816705027348</c:v>
                </c:pt>
                <c:pt idx="173">
                  <c:v>0.44105155402196011</c:v>
                </c:pt>
                <c:pt idx="174">
                  <c:v>0.43344466911694574</c:v>
                </c:pt>
                <c:pt idx="175">
                  <c:v>0.43156358558311481</c:v>
                </c:pt>
                <c:pt idx="176">
                  <c:v>0.42354346759438016</c:v>
                </c:pt>
                <c:pt idx="177">
                  <c:v>0.42423501946328029</c:v>
                </c:pt>
                <c:pt idx="178">
                  <c:v>0.41363777669213425</c:v>
                </c:pt>
                <c:pt idx="179">
                  <c:v>0.40704642845213379</c:v>
                </c:pt>
                <c:pt idx="180">
                  <c:v>0.40505526330491715</c:v>
                </c:pt>
                <c:pt idx="181">
                  <c:v>0.40439356513439739</c:v>
                </c:pt>
                <c:pt idx="182">
                  <c:v>0.398048595866479</c:v>
                </c:pt>
                <c:pt idx="183">
                  <c:v>0.40175680834637739</c:v>
                </c:pt>
                <c:pt idx="184">
                  <c:v>0.39083262569798088</c:v>
                </c:pt>
                <c:pt idx="185">
                  <c:v>0.38394480502341444</c:v>
                </c:pt>
                <c:pt idx="186">
                  <c:v>0.38090666937325834</c:v>
                </c:pt>
                <c:pt idx="187">
                  <c:v>0.37499639898513681</c:v>
                </c:pt>
                <c:pt idx="188">
                  <c:v>0.37561475857973492</c:v>
                </c:pt>
                <c:pt idx="189">
                  <c:v>0.36653154442041325</c:v>
                </c:pt>
                <c:pt idx="190">
                  <c:v>0.36612773734166776</c:v>
                </c:pt>
                <c:pt idx="191">
                  <c:v>0.35902194264166792</c:v>
                </c:pt>
                <c:pt idx="192">
                  <c:v>0.35291057128344611</c:v>
                </c:pt>
                <c:pt idx="193">
                  <c:v>0.3554629422215928</c:v>
                </c:pt>
                <c:pt idx="194">
                  <c:v>0.35310637583225557</c:v>
                </c:pt>
                <c:pt idx="195">
                  <c:v>0.35203054163702818</c:v>
                </c:pt>
                <c:pt idx="196">
                  <c:v>0.34852814780095803</c:v>
                </c:pt>
                <c:pt idx="197">
                  <c:v>0.34428545038129021</c:v>
                </c:pt>
                <c:pt idx="198">
                  <c:v>0.34256167729703807</c:v>
                </c:pt>
                <c:pt idx="199">
                  <c:v>0.34170234969181018</c:v>
                </c:pt>
                <c:pt idx="200">
                  <c:v>0.33951398421503287</c:v>
                </c:pt>
                <c:pt idx="201">
                  <c:v>0.33611070137733923</c:v>
                </c:pt>
                <c:pt idx="202">
                  <c:v>0.33517005885690948</c:v>
                </c:pt>
                <c:pt idx="203">
                  <c:v>0.33526403148129502</c:v>
                </c:pt>
                <c:pt idx="204">
                  <c:v>0.33357562748124087</c:v>
                </c:pt>
                <c:pt idx="205">
                  <c:v>0.33217362104928944</c:v>
                </c:pt>
                <c:pt idx="206">
                  <c:v>0.33049716589565775</c:v>
                </c:pt>
                <c:pt idx="207">
                  <c:v>0.32910504647978989</c:v>
                </c:pt>
                <c:pt idx="208">
                  <c:v>0.32771737521107991</c:v>
                </c:pt>
                <c:pt idx="209">
                  <c:v>0.3244049436132545</c:v>
                </c:pt>
                <c:pt idx="210">
                  <c:v>0.32468001666070812</c:v>
                </c:pt>
                <c:pt idx="211">
                  <c:v>0.32458830628513707</c:v>
                </c:pt>
                <c:pt idx="212">
                  <c:v>0.32422165832591526</c:v>
                </c:pt>
                <c:pt idx="213">
                  <c:v>0.32157267756613322</c:v>
                </c:pt>
                <c:pt idx="214">
                  <c:v>0.31984585826562734</c:v>
                </c:pt>
                <c:pt idx="215">
                  <c:v>0.31857784427899183</c:v>
                </c:pt>
                <c:pt idx="216">
                  <c:v>0.31713320433767578</c:v>
                </c:pt>
                <c:pt idx="217">
                  <c:v>0.31506491735911107</c:v>
                </c:pt>
                <c:pt idx="218">
                  <c:v>0.31434781588447641</c:v>
                </c:pt>
                <c:pt idx="219">
                  <c:v>0.31327437892545856</c:v>
                </c:pt>
                <c:pt idx="220">
                  <c:v>0.31184724440843364</c:v>
                </c:pt>
                <c:pt idx="221">
                  <c:v>0.31095766097182875</c:v>
                </c:pt>
                <c:pt idx="222">
                  <c:v>0.31015859086249564</c:v>
                </c:pt>
                <c:pt idx="223">
                  <c:v>0.30944953848964174</c:v>
                </c:pt>
                <c:pt idx="224">
                  <c:v>0.30874164186688885</c:v>
                </c:pt>
                <c:pt idx="225">
                  <c:v>0.30653687278046954</c:v>
                </c:pt>
                <c:pt idx="226">
                  <c:v>0.30539480106643163</c:v>
                </c:pt>
                <c:pt idx="227">
                  <c:v>0.30425572480267682</c:v>
                </c:pt>
                <c:pt idx="228">
                  <c:v>0.30311962831723782</c:v>
                </c:pt>
                <c:pt idx="229">
                  <c:v>0.30224772583224585</c:v>
                </c:pt>
                <c:pt idx="230">
                  <c:v>0.2997290626435633</c:v>
                </c:pt>
                <c:pt idx="231">
                  <c:v>0.29964247217734047</c:v>
                </c:pt>
                <c:pt idx="232">
                  <c:v>0.29895036927086116</c:v>
                </c:pt>
                <c:pt idx="233">
                  <c:v>0.29610704636745583</c:v>
                </c:pt>
                <c:pt idx="234">
                  <c:v>0.29524909570932883</c:v>
                </c:pt>
                <c:pt idx="235">
                  <c:v>0.2951633937885963</c:v>
                </c:pt>
                <c:pt idx="236">
                  <c:v>0.29490638945212688</c:v>
                </c:pt>
                <c:pt idx="237">
                  <c:v>0.29302632382382243</c:v>
                </c:pt>
                <c:pt idx="238">
                  <c:v>0.29140915484965663</c:v>
                </c:pt>
                <c:pt idx="239">
                  <c:v>0.28996730093424711</c:v>
                </c:pt>
                <c:pt idx="240">
                  <c:v>0.28751866219808175</c:v>
                </c:pt>
                <c:pt idx="241">
                  <c:v>0.28751866219808175</c:v>
                </c:pt>
                <c:pt idx="242">
                  <c:v>0.28634148379164404</c:v>
                </c:pt>
                <c:pt idx="243">
                  <c:v>0.28650945690605745</c:v>
                </c:pt>
                <c:pt idx="244">
                  <c:v>0.28391314622516789</c:v>
                </c:pt>
                <c:pt idx="245">
                  <c:v>0.28316227670047583</c:v>
                </c:pt>
                <c:pt idx="246">
                  <c:v>0.28058584029740707</c:v>
                </c:pt>
                <c:pt idx="247">
                  <c:v>0.28183059460869331</c:v>
                </c:pt>
                <c:pt idx="248">
                  <c:v>0.28083450591078696</c:v>
                </c:pt>
                <c:pt idx="249">
                  <c:v>0.27959259919689178</c:v>
                </c:pt>
                <c:pt idx="250">
                  <c:v>0.2796752825825583</c:v>
                </c:pt>
                <c:pt idx="251">
                  <c:v>0.27802459841404703</c:v>
                </c:pt>
                <c:pt idx="252">
                  <c:v>0.27909682918654288</c:v>
                </c:pt>
                <c:pt idx="253">
                  <c:v>0.27769521312567236</c:v>
                </c:pt>
                <c:pt idx="254">
                  <c:v>0.27613403555649613</c:v>
                </c:pt>
                <c:pt idx="255">
                  <c:v>0.27531461176264149</c:v>
                </c:pt>
                <c:pt idx="256">
                  <c:v>0.27531461176264149</c:v>
                </c:pt>
                <c:pt idx="257">
                  <c:v>0.27376195319736246</c:v>
                </c:pt>
                <c:pt idx="258">
                  <c:v>0.27351730321517032</c:v>
                </c:pt>
                <c:pt idx="259">
                  <c:v>0.27335427975908877</c:v>
                </c:pt>
                <c:pt idx="260">
                  <c:v>0.27197104557948182</c:v>
                </c:pt>
                <c:pt idx="261">
                  <c:v>0.27319131747503572</c:v>
                </c:pt>
                <c:pt idx="262">
                  <c:v>0.27245874297144396</c:v>
                </c:pt>
                <c:pt idx="263">
                  <c:v>0.27205229045520318</c:v>
                </c:pt>
                <c:pt idx="264">
                  <c:v>0.27002571430044486</c:v>
                </c:pt>
                <c:pt idx="265">
                  <c:v>0.27010659603676235</c:v>
                </c:pt>
                <c:pt idx="266">
                  <c:v>0.27018749283906474</c:v>
                </c:pt>
                <c:pt idx="267">
                  <c:v>0.26800855098107057</c:v>
                </c:pt>
                <c:pt idx="268">
                  <c:v>0.26704363042437529</c:v>
                </c:pt>
                <c:pt idx="269">
                  <c:v>0.26672246606741862</c:v>
                </c:pt>
                <c:pt idx="270">
                  <c:v>0.2666422120744148</c:v>
                </c:pt>
                <c:pt idx="271">
                  <c:v>0.26608084898760964</c:v>
                </c:pt>
                <c:pt idx="272">
                  <c:v>0.26584048675553335</c:v>
                </c:pt>
                <c:pt idx="273">
                  <c:v>0.26568031914099338</c:v>
                </c:pt>
                <c:pt idx="274">
                  <c:v>0.26512019720737284</c:v>
                </c:pt>
                <c:pt idx="275">
                  <c:v>0.26464066699828931</c:v>
                </c:pt>
                <c:pt idx="276">
                  <c:v>0.26312563835157754</c:v>
                </c:pt>
                <c:pt idx="277">
                  <c:v>0.26296646866612233</c:v>
                </c:pt>
                <c:pt idx="278">
                  <c:v>0.26217149410421536</c:v>
                </c:pt>
                <c:pt idx="279">
                  <c:v>0.26169520692589521</c:v>
                </c:pt>
                <c:pt idx="280">
                  <c:v>0.26098175411651903</c:v>
                </c:pt>
                <c:pt idx="281">
                  <c:v>0.25979526449255025</c:v>
                </c:pt>
                <c:pt idx="282">
                  <c:v>0.25987426303427019</c:v>
                </c:pt>
                <c:pt idx="283">
                  <c:v>0.25900606841511375</c:v>
                </c:pt>
                <c:pt idx="284">
                  <c:v>0.25861200752073094</c:v>
                </c:pt>
                <c:pt idx="285">
                  <c:v>0.25782495677632283</c:v>
                </c:pt>
                <c:pt idx="286">
                  <c:v>0.25703932978584781</c:v>
                </c:pt>
                <c:pt idx="287">
                  <c:v>0.25649023527157028</c:v>
                </c:pt>
                <c:pt idx="288">
                  <c:v>0.25594183412116417</c:v>
                </c:pt>
                <c:pt idx="289">
                  <c:v>0.25500332596143999</c:v>
                </c:pt>
                <c:pt idx="290">
                  <c:v>0.25469094005917203</c:v>
                </c:pt>
                <c:pt idx="291">
                  <c:v>0.25375512827980184</c:v>
                </c:pt>
                <c:pt idx="292">
                  <c:v>0.25305459038489575</c:v>
                </c:pt>
                <c:pt idx="293">
                  <c:v>0.25305459038489575</c:v>
                </c:pt>
                <c:pt idx="294">
                  <c:v>0.25313237214957052</c:v>
                </c:pt>
                <c:pt idx="295">
                  <c:v>0.25227753796449182</c:v>
                </c:pt>
                <c:pt idx="296">
                  <c:v>0.25181197299379982</c:v>
                </c:pt>
                <c:pt idx="297">
                  <c:v>0.25111455999048332</c:v>
                </c:pt>
                <c:pt idx="298">
                  <c:v>0.25057290087825157</c:v>
                </c:pt>
                <c:pt idx="299">
                  <c:v>0.25095973129654281</c:v>
                </c:pt>
                <c:pt idx="300">
                  <c:v>0.249568751339798</c:v>
                </c:pt>
                <c:pt idx="301">
                  <c:v>0.24872089601665773</c:v>
                </c:pt>
                <c:pt idx="302">
                  <c:v>0.24772101453988141</c:v>
                </c:pt>
                <c:pt idx="303">
                  <c:v>0.24741382125959091</c:v>
                </c:pt>
                <c:pt idx="304">
                  <c:v>0.24841299491768992</c:v>
                </c:pt>
                <c:pt idx="305">
                  <c:v>0.24818221226312084</c:v>
                </c:pt>
                <c:pt idx="306">
                  <c:v>0.2477978468234793</c:v>
                </c:pt>
                <c:pt idx="307">
                  <c:v>0.24649354300903023</c:v>
                </c:pt>
                <c:pt idx="308">
                  <c:v>0.24526953097624657</c:v>
                </c:pt>
                <c:pt idx="309">
                  <c:v>0.24496406623222877</c:v>
                </c:pt>
                <c:pt idx="310">
                  <c:v>0.24526953097624657</c:v>
                </c:pt>
                <c:pt idx="311">
                  <c:v>0.24488773360492891</c:v>
                </c:pt>
                <c:pt idx="312">
                  <c:v>0.24488773360492891</c:v>
                </c:pt>
                <c:pt idx="313">
                  <c:v>0.24465881618845239</c:v>
                </c:pt>
                <c:pt idx="314">
                  <c:v>0.24458253718906386</c:v>
                </c:pt>
                <c:pt idx="315">
                  <c:v>0.24450627158488097</c:v>
                </c:pt>
                <c:pt idx="316">
                  <c:v>0.24343995699331725</c:v>
                </c:pt>
                <c:pt idx="317">
                  <c:v>0.24298376526869947</c:v>
                </c:pt>
                <c:pt idx="318">
                  <c:v>0.24343995699331725</c:v>
                </c:pt>
                <c:pt idx="319">
                  <c:v>0.24290777988106757</c:v>
                </c:pt>
                <c:pt idx="320">
                  <c:v>0.24321180123188221</c:v>
                </c:pt>
                <c:pt idx="321">
                  <c:v>0.24108810760202673</c:v>
                </c:pt>
                <c:pt idx="322">
                  <c:v>0.24207281688667076</c:v>
                </c:pt>
                <c:pt idx="323">
                  <c:v>0.24290777988106757</c:v>
                </c:pt>
                <c:pt idx="324">
                  <c:v>0.24161805822532484</c:v>
                </c:pt>
                <c:pt idx="325">
                  <c:v>0.24184537803261025</c:v>
                </c:pt>
                <c:pt idx="326">
                  <c:v>0.24199699070020117</c:v>
                </c:pt>
                <c:pt idx="327">
                  <c:v>0.24161805822532484</c:v>
                </c:pt>
                <c:pt idx="328">
                  <c:v>0.24154231138953441</c:v>
                </c:pt>
                <c:pt idx="329">
                  <c:v>0.24101245313238107</c:v>
                </c:pt>
                <c:pt idx="330">
                  <c:v>0.24207281688667076</c:v>
                </c:pt>
                <c:pt idx="331">
                  <c:v>0.24199699070020117</c:v>
                </c:pt>
                <c:pt idx="332">
                  <c:v>0.24139085734025628</c:v>
                </c:pt>
                <c:pt idx="333">
                  <c:v>0.24184537803261025</c:v>
                </c:pt>
                <c:pt idx="334">
                  <c:v>0.24070996697569619</c:v>
                </c:pt>
                <c:pt idx="335">
                  <c:v>0.24010562597450055</c:v>
                </c:pt>
                <c:pt idx="336">
                  <c:v>0.24003014244569296</c:v>
                </c:pt>
                <c:pt idx="337">
                  <c:v>0.23995467203418938</c:v>
                </c:pt>
                <c:pt idx="338">
                  <c:v>0.24123945609002079</c:v>
                </c:pt>
                <c:pt idx="339">
                  <c:v>0.23950212477347341</c:v>
                </c:pt>
                <c:pt idx="340">
                  <c:v>0.23980377054486604</c:v>
                </c:pt>
                <c:pt idx="341">
                  <c:v>0.23987921473543244</c:v>
                </c:pt>
                <c:pt idx="342">
                  <c:v>0.2393513804186439</c:v>
                </c:pt>
                <c:pt idx="343">
                  <c:v>0.23912536194781103</c:v>
                </c:pt>
                <c:pt idx="344">
                  <c:v>0.23987921473543244</c:v>
                </c:pt>
                <c:pt idx="345">
                  <c:v>0.23957751657678789</c:v>
                </c:pt>
                <c:pt idx="346">
                  <c:v>0.23905004858910286</c:v>
                </c:pt>
                <c:pt idx="347">
                  <c:v>0.2396529214700937</c:v>
                </c:pt>
                <c:pt idx="348">
                  <c:v>0.2393513804186439</c:v>
                </c:pt>
                <c:pt idx="349">
                  <c:v>0.2397283394579372</c:v>
                </c:pt>
                <c:pt idx="350">
                  <c:v>0.23912536194781103</c:v>
                </c:pt>
                <c:pt idx="351">
                  <c:v>0.23889946104185789</c:v>
                </c:pt>
                <c:pt idx="352">
                  <c:v>0.2385232204552985</c:v>
                </c:pt>
                <c:pt idx="353">
                  <c:v>0.23777171571352557</c:v>
                </c:pt>
                <c:pt idx="354">
                  <c:v>0.2396529214700937</c:v>
                </c:pt>
                <c:pt idx="355">
                  <c:v>0.23987921473543244</c:v>
                </c:pt>
                <c:pt idx="356">
                  <c:v>0.24018112262517377</c:v>
                </c:pt>
                <c:pt idx="357">
                  <c:v>0.24116377525304167</c:v>
                </c:pt>
                <c:pt idx="358">
                  <c:v>0.23980377054486604</c:v>
                </c:pt>
                <c:pt idx="359">
                  <c:v>0.24025663240227527</c:v>
                </c:pt>
                <c:pt idx="360">
                  <c:v>0.23920068836928221</c:v>
                </c:pt>
                <c:pt idx="361">
                  <c:v>0.24093681183951279</c:v>
                </c:pt>
                <c:pt idx="362">
                  <c:v>0.24101245313238107</c:v>
                </c:pt>
                <c:pt idx="363">
                  <c:v>0.24078556876575605</c:v>
                </c:pt>
                <c:pt idx="364">
                  <c:v>0.24420134302616969</c:v>
                </c:pt>
                <c:pt idx="365">
                  <c:v>0.24192117775038746</c:v>
                </c:pt>
                <c:pt idx="366">
                  <c:v>0.24222450898807438</c:v>
                </c:pt>
                <c:pt idx="367">
                  <c:v>0.24214865631442037</c:v>
                </c:pt>
                <c:pt idx="368">
                  <c:v>0.24260397120697577</c:v>
                </c:pt>
                <c:pt idx="369">
                  <c:v>0.24131515011755916</c:v>
                </c:pt>
                <c:pt idx="370">
                  <c:v>0.24146657776271349</c:v>
                </c:pt>
                <c:pt idx="371">
                  <c:v>0.24199699070020117</c:v>
                </c:pt>
                <c:pt idx="372">
                  <c:v>0.24222450898807438</c:v>
                </c:pt>
                <c:pt idx="373">
                  <c:v>0.24230037491226142</c:v>
                </c:pt>
                <c:pt idx="374">
                  <c:v>0.24237625409161104</c:v>
                </c:pt>
                <c:pt idx="375">
                  <c:v>0.24161805822532484</c:v>
                </c:pt>
                <c:pt idx="376">
                  <c:v>0.24230037491226142</c:v>
                </c:pt>
                <c:pt idx="377">
                  <c:v>0.24192117775038746</c:v>
                </c:pt>
                <c:pt idx="378">
                  <c:v>0.24214865631442037</c:v>
                </c:pt>
                <c:pt idx="379">
                  <c:v>0.24283180778572744</c:v>
                </c:pt>
                <c:pt idx="380">
                  <c:v>0.24427755509654198</c:v>
                </c:pt>
                <c:pt idx="381">
                  <c:v>0.24473510858775346</c:v>
                </c:pt>
                <c:pt idx="382">
                  <c:v>0.24549877061308295</c:v>
                </c:pt>
                <c:pt idx="383">
                  <c:v>0.24618721643529809</c:v>
                </c:pt>
                <c:pt idx="384">
                  <c:v>0.24580461181016183</c:v>
                </c:pt>
                <c:pt idx="385">
                  <c:v>0.24595761321456361</c:v>
                </c:pt>
                <c:pt idx="386">
                  <c:v>0.24641694110709389</c:v>
                </c:pt>
                <c:pt idx="387">
                  <c:v>0.24664678735850401</c:v>
                </c:pt>
                <c:pt idx="388">
                  <c:v>0.2469534383734712</c:v>
                </c:pt>
                <c:pt idx="389">
                  <c:v>0.2477978468234793</c:v>
                </c:pt>
                <c:pt idx="390">
                  <c:v>0.24995468798823262</c:v>
                </c:pt>
                <c:pt idx="391">
                  <c:v>0.24972308484600764</c:v>
                </c:pt>
                <c:pt idx="392">
                  <c:v>0.249568751339798</c:v>
                </c:pt>
                <c:pt idx="393">
                  <c:v>0.25119199504139744</c:v>
                </c:pt>
                <c:pt idx="394">
                  <c:v>0.25157937753243181</c:v>
                </c:pt>
                <c:pt idx="395">
                  <c:v>0.25142438306900866</c:v>
                </c:pt>
                <c:pt idx="396">
                  <c:v>0.25617677839625014</c:v>
                </c:pt>
                <c:pt idx="397">
                  <c:v>0.25703932978584781</c:v>
                </c:pt>
                <c:pt idx="398">
                  <c:v>0.25829701604226013</c:v>
                </c:pt>
                <c:pt idx="399">
                  <c:v>0.2585332382302451</c:v>
                </c:pt>
                <c:pt idx="400">
                  <c:v>0.25845448322379089</c:v>
                </c:pt>
                <c:pt idx="401">
                  <c:v>0.25892722762667858</c:v>
                </c:pt>
                <c:pt idx="402">
                  <c:v>0.259558355050234</c:v>
                </c:pt>
                <c:pt idx="403">
                  <c:v>0.26074419673148924</c:v>
                </c:pt>
                <c:pt idx="404">
                  <c:v>0.26034855629062331</c:v>
                </c:pt>
                <c:pt idx="405">
                  <c:v>0.26074419673148924</c:v>
                </c:pt>
                <c:pt idx="406">
                  <c:v>0.26129869956529028</c:v>
                </c:pt>
                <c:pt idx="407">
                  <c:v>0.26288690569403939</c:v>
                </c:pt>
                <c:pt idx="408">
                  <c:v>0.26256879948541789</c:v>
                </c:pt>
                <c:pt idx="409">
                  <c:v>0.26416166568292632</c:v>
                </c:pt>
                <c:pt idx="410">
                  <c:v>0.26384262472686798</c:v>
                </c:pt>
                <c:pt idx="411">
                  <c:v>0.26440110030182007</c:v>
                </c:pt>
                <c:pt idx="412">
                  <c:v>0.26488036591812847</c:v>
                </c:pt>
                <c:pt idx="413">
                  <c:v>0.26576039556454534</c:v>
                </c:pt>
                <c:pt idx="414">
                  <c:v>0.26672246606741862</c:v>
                </c:pt>
                <c:pt idx="415">
                  <c:v>0.26760624017703144</c:v>
                </c:pt>
                <c:pt idx="416">
                  <c:v>0.26937920211271732</c:v>
                </c:pt>
                <c:pt idx="417">
                  <c:v>0.27091624295638811</c:v>
                </c:pt>
                <c:pt idx="418">
                  <c:v>0.27229611631464634</c:v>
                </c:pt>
                <c:pt idx="419">
                  <c:v>0.27302841631712338</c:v>
                </c:pt>
                <c:pt idx="420">
                  <c:v>0.27327279097342788</c:v>
                </c:pt>
                <c:pt idx="421">
                  <c:v>0.27392512978463041</c:v>
                </c:pt>
                <c:pt idx="422">
                  <c:v>0.27556027660292537</c:v>
                </c:pt>
                <c:pt idx="423">
                  <c:v>0.27646223846794332</c:v>
                </c:pt>
                <c:pt idx="424">
                  <c:v>0.27785987454258482</c:v>
                </c:pt>
                <c:pt idx="425">
                  <c:v>0.27959259919689178</c:v>
                </c:pt>
                <c:pt idx="426">
                  <c:v>0.28066871301627366</c:v>
                </c:pt>
                <c:pt idx="427">
                  <c:v>0.2819968317329829</c:v>
                </c:pt>
                <c:pt idx="428">
                  <c:v>0.28324564256730245</c:v>
                </c:pt>
                <c:pt idx="429">
                  <c:v>0.28382965214014638</c:v>
                </c:pt>
                <c:pt idx="430">
                  <c:v>0.28508375200641506</c:v>
                </c:pt>
                <c:pt idx="431">
                  <c:v>0.28726614093004832</c:v>
                </c:pt>
                <c:pt idx="432">
                  <c:v>0.28701376640561732</c:v>
                </c:pt>
                <c:pt idx="433">
                  <c:v>0.28903688100472463</c:v>
                </c:pt>
                <c:pt idx="434">
                  <c:v>0.28979798534461576</c:v>
                </c:pt>
                <c:pt idx="435">
                  <c:v>0.29166409731773696</c:v>
                </c:pt>
                <c:pt idx="436">
                  <c:v>0.29285581165755525</c:v>
                </c:pt>
                <c:pt idx="437">
                  <c:v>0.29447838657733288</c:v>
                </c:pt>
                <c:pt idx="438">
                  <c:v>0.29619293472567138</c:v>
                </c:pt>
                <c:pt idx="439">
                  <c:v>0.2985183643790737</c:v>
                </c:pt>
                <c:pt idx="440">
                  <c:v>0.30024896831048614</c:v>
                </c:pt>
                <c:pt idx="441">
                  <c:v>0.30155146198467192</c:v>
                </c:pt>
                <c:pt idx="442">
                  <c:v>0.3027706572402829</c:v>
                </c:pt>
                <c:pt idx="443">
                  <c:v>0.30548254618884452</c:v>
                </c:pt>
                <c:pt idx="444">
                  <c:v>0.30741743772509122</c:v>
                </c:pt>
                <c:pt idx="445">
                  <c:v>0.30865323586517834</c:v>
                </c:pt>
                <c:pt idx="446">
                  <c:v>0.31077996273616448</c:v>
                </c:pt>
                <c:pt idx="447">
                  <c:v>0.31211447515129503</c:v>
                </c:pt>
                <c:pt idx="448">
                  <c:v>0.31497521489428654</c:v>
                </c:pt>
                <c:pt idx="449">
                  <c:v>0.31695296176115106</c:v>
                </c:pt>
                <c:pt idx="450">
                  <c:v>0.31957382914185539</c:v>
                </c:pt>
                <c:pt idx="451">
                  <c:v>0.3211175853292651</c:v>
                </c:pt>
                <c:pt idx="452">
                  <c:v>0.32294082260783896</c:v>
                </c:pt>
                <c:pt idx="453">
                  <c:v>0.3256901110585228</c:v>
                </c:pt>
                <c:pt idx="454">
                  <c:v>0.3276250212539209</c:v>
                </c:pt>
                <c:pt idx="455">
                  <c:v>0.32910504647978989</c:v>
                </c:pt>
                <c:pt idx="456">
                  <c:v>0.33105526554226689</c:v>
                </c:pt>
                <c:pt idx="457">
                  <c:v>0.33366925569803146</c:v>
                </c:pt>
                <c:pt idx="458">
                  <c:v>0.3358282946380699</c:v>
                </c:pt>
                <c:pt idx="459">
                  <c:v>0.33818731446273881</c:v>
                </c:pt>
                <c:pt idx="460">
                  <c:v>0.33989377827675643</c:v>
                </c:pt>
                <c:pt idx="461">
                  <c:v>0.34179774661298523</c:v>
                </c:pt>
                <c:pt idx="462">
                  <c:v>0.34418950550474814</c:v>
                </c:pt>
                <c:pt idx="463">
                  <c:v>0.34669098706152107</c:v>
                </c:pt>
                <c:pt idx="464">
                  <c:v>0.34910992214368752</c:v>
                </c:pt>
                <c:pt idx="465">
                  <c:v>0.35183522142599899</c:v>
                </c:pt>
                <c:pt idx="466">
                  <c:v>0.35467599843770681</c:v>
                </c:pt>
                <c:pt idx="467">
                  <c:v>0.35684353438029381</c:v>
                </c:pt>
                <c:pt idx="468">
                  <c:v>0.36011525808369577</c:v>
                </c:pt>
                <c:pt idx="469">
                  <c:v>0.36251027048748974</c:v>
                </c:pt>
                <c:pt idx="470">
                  <c:v>0.36391348489692732</c:v>
                </c:pt>
                <c:pt idx="471">
                  <c:v>0.36663255488299307</c:v>
                </c:pt>
                <c:pt idx="472">
                  <c:v>0.3701828039814849</c:v>
                </c:pt>
                <c:pt idx="473">
                  <c:v>0.37324914631660677</c:v>
                </c:pt>
                <c:pt idx="474">
                  <c:v>0.37561475857973492</c:v>
                </c:pt>
                <c:pt idx="475">
                  <c:v>0.37757872602433007</c:v>
                </c:pt>
                <c:pt idx="476">
                  <c:v>0.38174265515959882</c:v>
                </c:pt>
                <c:pt idx="477">
                  <c:v>0.38499738547541212</c:v>
                </c:pt>
                <c:pt idx="478">
                  <c:v>0.38742804593482483</c:v>
                </c:pt>
                <c:pt idx="479">
                  <c:v>0.39115317767358837</c:v>
                </c:pt>
                <c:pt idx="480">
                  <c:v>0.39404884243512711</c:v>
                </c:pt>
                <c:pt idx="481">
                  <c:v>0.39707228714081172</c:v>
                </c:pt>
                <c:pt idx="482">
                  <c:v>0.40077213722620358</c:v>
                </c:pt>
                <c:pt idx="483">
                  <c:v>0.40208552879747211</c:v>
                </c:pt>
                <c:pt idx="484">
                  <c:v>0.40428338005657555</c:v>
                </c:pt>
                <c:pt idx="485">
                  <c:v>0.40815658877521582</c:v>
                </c:pt>
                <c:pt idx="486">
                  <c:v>0.41217682868104527</c:v>
                </c:pt>
                <c:pt idx="487">
                  <c:v>0.41544263947432508</c:v>
                </c:pt>
                <c:pt idx="488">
                  <c:v>0.41736856051036403</c:v>
                </c:pt>
                <c:pt idx="489">
                  <c:v>0.42090267344735688</c:v>
                </c:pt>
                <c:pt idx="490">
                  <c:v>0.42262310808298548</c:v>
                </c:pt>
                <c:pt idx="491">
                  <c:v>0.42596873227228177</c:v>
                </c:pt>
                <c:pt idx="492">
                  <c:v>0.42887372291568893</c:v>
                </c:pt>
                <c:pt idx="493">
                  <c:v>0.43203309317684624</c:v>
                </c:pt>
                <c:pt idx="494">
                  <c:v>0.43486084803021091</c:v>
                </c:pt>
                <c:pt idx="495">
                  <c:v>0.4380642366862188</c:v>
                </c:pt>
                <c:pt idx="496">
                  <c:v>0.44129142946683375</c:v>
                </c:pt>
                <c:pt idx="497">
                  <c:v>0.44405956218148895</c:v>
                </c:pt>
                <c:pt idx="498">
                  <c:v>0.44733178388780725</c:v>
                </c:pt>
                <c:pt idx="499">
                  <c:v>0.45111943736248544</c:v>
                </c:pt>
                <c:pt idx="500">
                  <c:v>0.45370416487855758</c:v>
                </c:pt>
                <c:pt idx="501">
                  <c:v>0.45692576496646836</c:v>
                </c:pt>
                <c:pt idx="502">
                  <c:v>0.46029676105217482</c:v>
                </c:pt>
                <c:pt idx="503">
                  <c:v>0.46306297729532697</c:v>
                </c:pt>
                <c:pt idx="504">
                  <c:v>0.46750041390533748</c:v>
                </c:pt>
                <c:pt idx="505">
                  <c:v>0.46992843116262251</c:v>
                </c:pt>
                <c:pt idx="506">
                  <c:v>0.47301493144000467</c:v>
                </c:pt>
                <c:pt idx="507">
                  <c:v>0.47560387789615832</c:v>
                </c:pt>
                <c:pt idx="508">
                  <c:v>0.47873112440161425</c:v>
                </c:pt>
                <c:pt idx="509">
                  <c:v>0.4826721177056269</c:v>
                </c:pt>
                <c:pt idx="510">
                  <c:v>0.48598381959935139</c:v>
                </c:pt>
                <c:pt idx="511">
                  <c:v>0.48985730059742727</c:v>
                </c:pt>
                <c:pt idx="512">
                  <c:v>0.49214412830416931</c:v>
                </c:pt>
                <c:pt idx="513">
                  <c:v>0.49512154058978408</c:v>
                </c:pt>
                <c:pt idx="514">
                  <c:v>0.49825627037200604</c:v>
                </c:pt>
                <c:pt idx="515">
                  <c:v>0.50113831100711559</c:v>
                </c:pt>
                <c:pt idx="516">
                  <c:v>0.50542801576980145</c:v>
                </c:pt>
                <c:pt idx="517">
                  <c:v>0.50849823376267367</c:v>
                </c:pt>
                <c:pt idx="518">
                  <c:v>0.51201366887060573</c:v>
                </c:pt>
                <c:pt idx="519">
                  <c:v>0.51555779235759291</c:v>
                </c:pt>
                <c:pt idx="520">
                  <c:v>0.51769823277655813</c:v>
                </c:pt>
                <c:pt idx="521">
                  <c:v>0.5210008683266425</c:v>
                </c:pt>
                <c:pt idx="522">
                  <c:v>0.52331325705435527</c:v>
                </c:pt>
                <c:pt idx="523">
                  <c:v>0.52636707312615849</c:v>
                </c:pt>
                <c:pt idx="524">
                  <c:v>0.53017798402183658</c:v>
                </c:pt>
                <c:pt idx="525">
                  <c:v>0.53283603403090951</c:v>
                </c:pt>
                <c:pt idx="526">
                  <c:v>0.53610701101409264</c:v>
                </c:pt>
                <c:pt idx="527">
                  <c:v>0.53985418250824968</c:v>
                </c:pt>
                <c:pt idx="528">
                  <c:v>0.54257230705351545</c:v>
                </c:pt>
                <c:pt idx="529">
                  <c:v>0.54637592640854993</c:v>
                </c:pt>
                <c:pt idx="530">
                  <c:v>0.54683460747414359</c:v>
                </c:pt>
                <c:pt idx="531">
                  <c:v>0.55083026783479905</c:v>
                </c:pt>
                <c:pt idx="532">
                  <c:v>0.55253186905024343</c:v>
                </c:pt>
                <c:pt idx="533">
                  <c:v>0.55501888791205456</c:v>
                </c:pt>
                <c:pt idx="534">
                  <c:v>0.55689354326273399</c:v>
                </c:pt>
                <c:pt idx="535">
                  <c:v>0.55972078676441184</c:v>
                </c:pt>
                <c:pt idx="536">
                  <c:v>0.56288390695192136</c:v>
                </c:pt>
                <c:pt idx="537">
                  <c:v>0.56527145822024261</c:v>
                </c:pt>
                <c:pt idx="538">
                  <c:v>0.56847541581254912</c:v>
                </c:pt>
                <c:pt idx="539">
                  <c:v>0.5708939916673037</c:v>
                </c:pt>
                <c:pt idx="540">
                  <c:v>0.57397698431012389</c:v>
                </c:pt>
                <c:pt idx="541">
                  <c:v>0.57609908147158428</c:v>
                </c:pt>
                <c:pt idx="542">
                  <c:v>0.57921938045143451</c:v>
                </c:pt>
                <c:pt idx="543">
                  <c:v>0.58136731264593389</c:v>
                </c:pt>
                <c:pt idx="544">
                  <c:v>0.58385896883167032</c:v>
                </c:pt>
                <c:pt idx="545">
                  <c:v>0.58653258701417454</c:v>
                </c:pt>
                <c:pt idx="546">
                  <c:v>0.58972903574781554</c:v>
                </c:pt>
                <c:pt idx="547">
                  <c:v>0.59108197915321958</c:v>
                </c:pt>
                <c:pt idx="548">
                  <c:v>0.59499533494963053</c:v>
                </c:pt>
                <c:pt idx="549">
                  <c:v>0.59722293038965257</c:v>
                </c:pt>
                <c:pt idx="550">
                  <c:v>0.60032627851896181</c:v>
                </c:pt>
                <c:pt idx="551">
                  <c:v>0.60258145764865301</c:v>
                </c:pt>
                <c:pt idx="552">
                  <c:v>0.60310355085747613</c:v>
                </c:pt>
                <c:pt idx="553">
                  <c:v>0.60589869795995599</c:v>
                </c:pt>
                <c:pt idx="554">
                  <c:v>0.60747891006806765</c:v>
                </c:pt>
                <c:pt idx="555">
                  <c:v>0.61012544160901538</c:v>
                </c:pt>
                <c:pt idx="556">
                  <c:v>0.61136603064821082</c:v>
                </c:pt>
                <c:pt idx="557">
                  <c:v>0.6140364293993027</c:v>
                </c:pt>
                <c:pt idx="558">
                  <c:v>0.61636413163812065</c:v>
                </c:pt>
                <c:pt idx="559">
                  <c:v>0.61834351741421378</c:v>
                </c:pt>
                <c:pt idx="560">
                  <c:v>0.62015082123717102</c:v>
                </c:pt>
                <c:pt idx="561">
                  <c:v>0.6216020990518627</c:v>
                </c:pt>
                <c:pt idx="562">
                  <c:v>0.62378814971732655</c:v>
                </c:pt>
                <c:pt idx="563">
                  <c:v>0.62525165398989757</c:v>
                </c:pt>
                <c:pt idx="564">
                  <c:v>0.62782471388493666</c:v>
                </c:pt>
                <c:pt idx="565">
                  <c:v>0.62708799702989415</c:v>
                </c:pt>
                <c:pt idx="566">
                  <c:v>0.62967199222049153</c:v>
                </c:pt>
                <c:pt idx="567">
                  <c:v>0.63096977819084754</c:v>
                </c:pt>
                <c:pt idx="568">
                  <c:v>0.63152716155963817</c:v>
                </c:pt>
                <c:pt idx="569">
                  <c:v>0.6345120151091006</c:v>
                </c:pt>
                <c:pt idx="570">
                  <c:v>0.63638802010785567</c:v>
                </c:pt>
                <c:pt idx="571">
                  <c:v>0.63657606708282366</c:v>
                </c:pt>
                <c:pt idx="572">
                  <c:v>0.63732907027433394</c:v>
                </c:pt>
                <c:pt idx="573">
                  <c:v>0.63902811627406531</c:v>
                </c:pt>
                <c:pt idx="574">
                  <c:v>0.64092377394073763</c:v>
                </c:pt>
                <c:pt idx="575">
                  <c:v>0.64206515299954703</c:v>
                </c:pt>
                <c:pt idx="576">
                  <c:v>0.64359167296101971</c:v>
                </c:pt>
                <c:pt idx="577">
                  <c:v>0.64474009447262248</c:v>
                </c:pt>
                <c:pt idx="578">
                  <c:v>0.64550739941056368</c:v>
                </c:pt>
                <c:pt idx="579">
                  <c:v>0.64723880827616964</c:v>
                </c:pt>
                <c:pt idx="580">
                  <c:v>0.64762450499948121</c:v>
                </c:pt>
                <c:pt idx="581">
                  <c:v>0.64897714741587731</c:v>
                </c:pt>
                <c:pt idx="582">
                  <c:v>0.65072247253204574</c:v>
                </c:pt>
                <c:pt idx="583">
                  <c:v>0.65072247253204574</c:v>
                </c:pt>
                <c:pt idx="584">
                  <c:v>0.65052820078561435</c:v>
                </c:pt>
                <c:pt idx="585">
                  <c:v>0.65052820078561435</c:v>
                </c:pt>
                <c:pt idx="586">
                  <c:v>0.65208481349831027</c:v>
                </c:pt>
                <c:pt idx="587">
                  <c:v>0.65423430688551243</c:v>
                </c:pt>
                <c:pt idx="588">
                  <c:v>0.65501858607274199</c:v>
                </c:pt>
                <c:pt idx="589">
                  <c:v>0.65541125742128692</c:v>
                </c:pt>
                <c:pt idx="590">
                  <c:v>0.65600093094283873</c:v>
                </c:pt>
                <c:pt idx="591">
                  <c:v>0.65600093094283873</c:v>
                </c:pt>
                <c:pt idx="592">
                  <c:v>0.65737995744665279</c:v>
                </c:pt>
                <c:pt idx="593">
                  <c:v>0.65757731917779383</c:v>
                </c:pt>
                <c:pt idx="594">
                  <c:v>0.65816994307949073</c:v>
                </c:pt>
                <c:pt idx="595">
                  <c:v>0.65856547542185984</c:v>
                </c:pt>
                <c:pt idx="596">
                  <c:v>0.6587633767613077</c:v>
                </c:pt>
                <c:pt idx="597">
                  <c:v>0.66034984238631733</c:v>
                </c:pt>
                <c:pt idx="598">
                  <c:v>0.65915945018766864</c:v>
                </c:pt>
                <c:pt idx="599">
                  <c:v>0.66054855869356066</c:v>
                </c:pt>
                <c:pt idx="600">
                  <c:v>0.66054855869356066</c:v>
                </c:pt>
                <c:pt idx="601">
                  <c:v>0.66015121696236378</c:v>
                </c:pt>
                <c:pt idx="602">
                  <c:v>0.66134433442130058</c:v>
                </c:pt>
                <c:pt idx="603">
                  <c:v>0.66094626429086145</c:v>
                </c:pt>
                <c:pt idx="604">
                  <c:v>0.66174276975374469</c:v>
                </c:pt>
                <c:pt idx="605">
                  <c:v>0.66254073870934382</c:v>
                </c:pt>
                <c:pt idx="606">
                  <c:v>0.66174276975374469</c:v>
                </c:pt>
                <c:pt idx="607">
                  <c:v>0.66254073870934382</c:v>
                </c:pt>
                <c:pt idx="608">
                  <c:v>0.66214157095890636</c:v>
                </c:pt>
                <c:pt idx="609">
                  <c:v>0.66234110897385834</c:v>
                </c:pt>
                <c:pt idx="610">
                  <c:v>0.66234110897385834</c:v>
                </c:pt>
                <c:pt idx="611">
                  <c:v>0.66234110897385834</c:v>
                </c:pt>
                <c:pt idx="612">
                  <c:v>0.66194212458024382</c:v>
                </c:pt>
                <c:pt idx="613">
                  <c:v>0.66274046024972566</c:v>
                </c:pt>
                <c:pt idx="614">
                  <c:v>0.66334017654558186</c:v>
                </c:pt>
                <c:pt idx="615">
                  <c:v>0.66154350639539605</c:v>
                </c:pt>
                <c:pt idx="616">
                  <c:v>0.66334017654558186</c:v>
                </c:pt>
                <c:pt idx="617">
                  <c:v>0.66274046024972566</c:v>
                </c:pt>
                <c:pt idx="618">
                  <c:v>0.66294027367947783</c:v>
                </c:pt>
                <c:pt idx="619">
                  <c:v>0.66154350639539605</c:v>
                </c:pt>
                <c:pt idx="620">
                  <c:v>0.66294027367947783</c:v>
                </c:pt>
                <c:pt idx="621">
                  <c:v>0.66314017908319212</c:v>
                </c:pt>
                <c:pt idx="622">
                  <c:v>0.66154350639539605</c:v>
                </c:pt>
                <c:pt idx="623">
                  <c:v>0.66154350639539605</c:v>
                </c:pt>
                <c:pt idx="624">
                  <c:v>0.66034984238631733</c:v>
                </c:pt>
                <c:pt idx="625">
                  <c:v>0.66154350639539605</c:v>
                </c:pt>
                <c:pt idx="626">
                  <c:v>0.66034984238631733</c:v>
                </c:pt>
                <c:pt idx="627">
                  <c:v>0.66074736596730033</c:v>
                </c:pt>
                <c:pt idx="628">
                  <c:v>0.66034984238631733</c:v>
                </c:pt>
                <c:pt idx="629">
                  <c:v>0.65975423843206915</c:v>
                </c:pt>
                <c:pt idx="630">
                  <c:v>0.65955588515988273</c:v>
                </c:pt>
                <c:pt idx="631">
                  <c:v>0.65935762243929574</c:v>
                </c:pt>
                <c:pt idx="632">
                  <c:v>0.65915945018766864</c:v>
                </c:pt>
                <c:pt idx="633">
                  <c:v>0.65836766422194559</c:v>
                </c:pt>
                <c:pt idx="634">
                  <c:v>0.65737995744665279</c:v>
                </c:pt>
                <c:pt idx="635">
                  <c:v>0.65797231191252825</c:v>
                </c:pt>
                <c:pt idx="636">
                  <c:v>0.65737995744665279</c:v>
                </c:pt>
                <c:pt idx="637">
                  <c:v>0.65698550284923263</c:v>
                </c:pt>
                <c:pt idx="638">
                  <c:v>0.65737995744665279</c:v>
                </c:pt>
                <c:pt idx="639">
                  <c:v>0.65757731917779383</c:v>
                </c:pt>
                <c:pt idx="640">
                  <c:v>0.65678840982025255</c:v>
                </c:pt>
                <c:pt idx="641">
                  <c:v>0.65718268536426649</c:v>
                </c:pt>
                <c:pt idx="642">
                  <c:v>0.65600093094283873</c:v>
                </c:pt>
                <c:pt idx="643">
                  <c:v>0.65560772631489095</c:v>
                </c:pt>
                <c:pt idx="644">
                  <c:v>0.65659140619614376</c:v>
                </c:pt>
                <c:pt idx="645">
                  <c:v>0.65521487736733963</c:v>
                </c:pt>
                <c:pt idx="646">
                  <c:v>0.65462626944091162</c:v>
                </c:pt>
                <c:pt idx="647">
                  <c:v>0.65462626944091162</c:v>
                </c:pt>
                <c:pt idx="648">
                  <c:v>0.65306053730100999</c:v>
                </c:pt>
                <c:pt idx="649">
                  <c:v>0.65208481349831027</c:v>
                </c:pt>
                <c:pt idx="650">
                  <c:v>0.65130580973445884</c:v>
                </c:pt>
                <c:pt idx="651">
                  <c:v>0.65208481349831027</c:v>
                </c:pt>
                <c:pt idx="652">
                  <c:v>0.65111127692856319</c:v>
                </c:pt>
                <c:pt idx="653">
                  <c:v>0.65072247253204574</c:v>
                </c:pt>
                <c:pt idx="654">
                  <c:v>0.65091683122041044</c:v>
                </c:pt>
                <c:pt idx="655">
                  <c:v>0.64878365466065879</c:v>
                </c:pt>
                <c:pt idx="656">
                  <c:v>0.64723880827616964</c:v>
                </c:pt>
                <c:pt idx="657">
                  <c:v>0.64839692758087231</c:v>
                </c:pt>
                <c:pt idx="658">
                  <c:v>0.64762450499948121</c:v>
                </c:pt>
                <c:pt idx="659">
                  <c:v>0.64589156085259991</c:v>
                </c:pt>
                <c:pt idx="660">
                  <c:v>0.64493179365115016</c:v>
                </c:pt>
                <c:pt idx="661">
                  <c:v>0.6480105445643678</c:v>
                </c:pt>
                <c:pt idx="662">
                  <c:v>0.64781748188863753</c:v>
                </c:pt>
                <c:pt idx="663">
                  <c:v>0.64762450499948121</c:v>
                </c:pt>
                <c:pt idx="664">
                  <c:v>0.64762450499948121</c:v>
                </c:pt>
                <c:pt idx="665">
                  <c:v>0.64589156085259991</c:v>
                </c:pt>
                <c:pt idx="666">
                  <c:v>0.64512357748376703</c:v>
                </c:pt>
                <c:pt idx="667">
                  <c:v>0.64397414280687826</c:v>
                </c:pt>
                <c:pt idx="668">
                  <c:v>0.6432095396482852</c:v>
                </c:pt>
                <c:pt idx="669">
                  <c:v>0.64244628025691841</c:v>
                </c:pt>
                <c:pt idx="670">
                  <c:v>0.64187471472335222</c:v>
                </c:pt>
                <c:pt idx="671">
                  <c:v>0.64168435991780415</c:v>
                </c:pt>
                <c:pt idx="672">
                  <c:v>0.64187471472335222</c:v>
                </c:pt>
                <c:pt idx="673">
                  <c:v>0.64206515299954703</c:v>
                </c:pt>
                <c:pt idx="674">
                  <c:v>0.64168435991780415</c:v>
                </c:pt>
                <c:pt idx="675">
                  <c:v>0.64340056427502912</c:v>
                </c:pt>
                <c:pt idx="676">
                  <c:v>0.64397414280687826</c:v>
                </c:pt>
                <c:pt idx="677">
                  <c:v>0.64378286578026456</c:v>
                </c:pt>
                <c:pt idx="678">
                  <c:v>0.64435694977913049</c:v>
                </c:pt>
                <c:pt idx="679">
                  <c:v>0.64474009447262248</c:v>
                </c:pt>
                <c:pt idx="680">
                  <c:v>0.6464684409222371</c:v>
                </c:pt>
                <c:pt idx="681">
                  <c:v>0.6480105445643678</c:v>
                </c:pt>
                <c:pt idx="682">
                  <c:v>0.64820369310297665</c:v>
                </c:pt>
                <c:pt idx="683">
                  <c:v>0.64975198166583814</c:v>
                </c:pt>
                <c:pt idx="684">
                  <c:v>0.65072247253204574</c:v>
                </c:pt>
                <c:pt idx="685">
                  <c:v>0.65013991780766878</c:v>
                </c:pt>
                <c:pt idx="686">
                  <c:v>0.64936439174104488</c:v>
                </c:pt>
                <c:pt idx="687">
                  <c:v>0.64975198166583814</c:v>
                </c:pt>
                <c:pt idx="688">
                  <c:v>0.64723880827616964</c:v>
                </c:pt>
                <c:pt idx="689">
                  <c:v>0.64627606241105162</c:v>
                </c:pt>
                <c:pt idx="690">
                  <c:v>0.64206515299954703</c:v>
                </c:pt>
                <c:pt idx="691">
                  <c:v>0.63940658643475101</c:v>
                </c:pt>
                <c:pt idx="692">
                  <c:v>0.63714069704132048</c:v>
                </c:pt>
                <c:pt idx="693">
                  <c:v>0.63339028960757116</c:v>
                </c:pt>
                <c:pt idx="694">
                  <c:v>0.62967199222049153</c:v>
                </c:pt>
                <c:pt idx="695">
                  <c:v>0.62782471388493666</c:v>
                </c:pt>
                <c:pt idx="696">
                  <c:v>0.62561830194911783</c:v>
                </c:pt>
                <c:pt idx="697">
                  <c:v>0.62305824285324163</c:v>
                </c:pt>
                <c:pt idx="698">
                  <c:v>0.62123882468362734</c:v>
                </c:pt>
                <c:pt idx="699">
                  <c:v>0.61924622919609995</c:v>
                </c:pt>
                <c:pt idx="700">
                  <c:v>0.61888491929014999</c:v>
                </c:pt>
                <c:pt idx="701">
                  <c:v>0.61708286491246844</c:v>
                </c:pt>
                <c:pt idx="702">
                  <c:v>0.61690307005090572</c:v>
                </c:pt>
                <c:pt idx="703">
                  <c:v>0.61493022366806616</c:v>
                </c:pt>
                <c:pt idx="704">
                  <c:v>0.6147513175967817</c:v>
                </c:pt>
                <c:pt idx="705">
                  <c:v>0.61350103444934745</c:v>
                </c:pt>
                <c:pt idx="706">
                  <c:v>0.61261017366127135</c:v>
                </c:pt>
                <c:pt idx="707">
                  <c:v>0.61012544160901538</c:v>
                </c:pt>
                <c:pt idx="708">
                  <c:v>0.60977163753087205</c:v>
                </c:pt>
                <c:pt idx="709">
                  <c:v>0.60818307638675162</c:v>
                </c:pt>
                <c:pt idx="710">
                  <c:v>0.60835929650761289</c:v>
                </c:pt>
                <c:pt idx="711">
                  <c:v>0.60730304674033431</c:v>
                </c:pt>
                <c:pt idx="712">
                  <c:v>0.60677588363870427</c:v>
                </c:pt>
                <c:pt idx="713">
                  <c:v>0.60624935965191962</c:v>
                </c:pt>
                <c:pt idx="714">
                  <c:v>0.60572347323218012</c:v>
                </c:pt>
                <c:pt idx="715">
                  <c:v>0.60467360693064964</c:v>
                </c:pt>
                <c:pt idx="716">
                  <c:v>0.6048484084954584</c:v>
                </c:pt>
                <c:pt idx="717">
                  <c:v>0.60414962398121963</c:v>
                </c:pt>
                <c:pt idx="718">
                  <c:v>0.60292945004059295</c:v>
                </c:pt>
                <c:pt idx="719">
                  <c:v>0.60275541898961438</c:v>
                </c:pt>
                <c:pt idx="720">
                  <c:v>0.60240756596188327</c:v>
                </c:pt>
                <c:pt idx="721">
                  <c:v>0.60188630826949763</c:v>
                </c:pt>
                <c:pt idx="722">
                  <c:v>0.60067246784132122</c:v>
                </c:pt>
                <c:pt idx="723">
                  <c:v>0.60015328728707762</c:v>
                </c:pt>
                <c:pt idx="724">
                  <c:v>0.60171269464259969</c:v>
                </c:pt>
                <c:pt idx="725">
                  <c:v>0.60015328728707762</c:v>
                </c:pt>
                <c:pt idx="726">
                  <c:v>0.60015328728707762</c:v>
                </c:pt>
                <c:pt idx="727">
                  <c:v>0.59998036493484075</c:v>
                </c:pt>
              </c:numCache>
            </c:numRef>
          </c:yVal>
          <c:smooth val="1"/>
          <c:extLst>
            <c:ext xmlns:c16="http://schemas.microsoft.com/office/drawing/2014/chart" uri="{C3380CC4-5D6E-409C-BE32-E72D297353CC}">
              <c16:uniqueId val="{00000000-23D8-4CA3-B8B8-18161B91EFD5}"/>
            </c:ext>
          </c:extLst>
        </c:ser>
        <c:dLbls>
          <c:showLegendKey val="0"/>
          <c:showVal val="0"/>
          <c:showCatName val="0"/>
          <c:showSerName val="0"/>
          <c:showPercent val="0"/>
          <c:showBubbleSize val="0"/>
        </c:dLbls>
        <c:axId val="108553728"/>
        <c:axId val="108555264"/>
      </c:scatterChart>
      <c:valAx>
        <c:axId val="108553728"/>
        <c:scaling>
          <c:orientation val="minMax"/>
          <c:max val="1000"/>
          <c:min val="15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55264"/>
        <c:crosses val="autoZero"/>
        <c:crossBetween val="midCat"/>
        <c:majorUnit val="100"/>
      </c:valAx>
      <c:valAx>
        <c:axId val="108555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537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solidFill>
                  <a:schemeClr val="tx1"/>
                </a:solidFill>
              </a:rPr>
              <a:t>1</a:t>
            </a:r>
            <a:endParaRPr lang="ar-IQ">
              <a:solidFill>
                <a:schemeClr val="tx1"/>
              </a:solidFill>
            </a:endParaRPr>
          </a:p>
        </c:rich>
      </c:tx>
      <c:layout>
        <c:manualLayout>
          <c:xMode val="edge"/>
          <c:yMode val="edge"/>
          <c:x val="9.5701452811356363E-2"/>
          <c:y val="1.388875895463563E-2"/>
        </c:manualLayout>
      </c:layout>
      <c:overlay val="0"/>
      <c:spPr>
        <a:noFill/>
        <a:ln w="25400">
          <a:noFill/>
        </a:ln>
      </c:spPr>
    </c:title>
    <c:autoTitleDeleted val="0"/>
    <c:plotArea>
      <c:layout>
        <c:manualLayout>
          <c:layoutTarget val="inner"/>
          <c:xMode val="edge"/>
          <c:yMode val="edge"/>
          <c:x val="7.5777851712197947E-2"/>
          <c:y val="0.1671297523453133"/>
          <c:w val="0.72712489063867103"/>
          <c:h val="0.71481481481481524"/>
        </c:manualLayout>
      </c:layout>
      <c:scatterChart>
        <c:scatterStyle val="smoothMarker"/>
        <c:varyColors val="0"/>
        <c:ser>
          <c:idx val="0"/>
          <c:order val="0"/>
          <c:tx>
            <c:v>Dark</c:v>
          </c:tx>
          <c:spPr>
            <a:ln w="19050" cap="rnd">
              <a:solidFill>
                <a:schemeClr val="accent1"/>
              </a:solidFill>
              <a:round/>
            </a:ln>
            <a:effectLst/>
          </c:spPr>
          <c:marker>
            <c:symbol val="none"/>
          </c:marker>
          <c:xVal>
            <c:numRef>
              <c:f>سلوك!$A$7:$A$12</c:f>
              <c:numCache>
                <c:formatCode>General</c:formatCode>
                <c:ptCount val="6"/>
                <c:pt idx="0">
                  <c:v>0</c:v>
                </c:pt>
                <c:pt idx="1">
                  <c:v>-1</c:v>
                </c:pt>
                <c:pt idx="2">
                  <c:v>-2</c:v>
                </c:pt>
                <c:pt idx="3">
                  <c:v>-3</c:v>
                </c:pt>
                <c:pt idx="4">
                  <c:v>-4</c:v>
                </c:pt>
                <c:pt idx="5">
                  <c:v>-5</c:v>
                </c:pt>
              </c:numCache>
            </c:numRef>
          </c:xVal>
          <c:yVal>
            <c:numRef>
              <c:f>سلوك!$B$7:$B$12</c:f>
              <c:numCache>
                <c:formatCode>General</c:formatCode>
                <c:ptCount val="6"/>
                <c:pt idx="0">
                  <c:v>3</c:v>
                </c:pt>
                <c:pt idx="1">
                  <c:v>-4</c:v>
                </c:pt>
                <c:pt idx="2">
                  <c:v>-5</c:v>
                </c:pt>
                <c:pt idx="3">
                  <c:v>-7</c:v>
                </c:pt>
                <c:pt idx="4">
                  <c:v>-9</c:v>
                </c:pt>
                <c:pt idx="5">
                  <c:v>-14</c:v>
                </c:pt>
              </c:numCache>
            </c:numRef>
          </c:yVal>
          <c:smooth val="1"/>
          <c:extLst>
            <c:ext xmlns:c16="http://schemas.microsoft.com/office/drawing/2014/chart" uri="{C3380CC4-5D6E-409C-BE32-E72D297353CC}">
              <c16:uniqueId val="{00000000-E18C-4189-AE02-1A840601BD69}"/>
            </c:ext>
          </c:extLst>
        </c:ser>
        <c:ser>
          <c:idx val="1"/>
          <c:order val="1"/>
          <c:tx>
            <c:v>Illuimnation</c:v>
          </c:tx>
          <c:spPr>
            <a:ln w="19050" cap="rnd">
              <a:solidFill>
                <a:schemeClr val="accent2"/>
              </a:solidFill>
              <a:round/>
            </a:ln>
            <a:effectLst/>
          </c:spPr>
          <c:marker>
            <c:symbol val="none"/>
          </c:marker>
          <c:xVal>
            <c:numRef>
              <c:f>سلوك!$A$7:$A$12</c:f>
              <c:numCache>
                <c:formatCode>General</c:formatCode>
                <c:ptCount val="6"/>
                <c:pt idx="0">
                  <c:v>0</c:v>
                </c:pt>
                <c:pt idx="1">
                  <c:v>-1</c:v>
                </c:pt>
                <c:pt idx="2">
                  <c:v>-2</c:v>
                </c:pt>
                <c:pt idx="3">
                  <c:v>-3</c:v>
                </c:pt>
                <c:pt idx="4">
                  <c:v>-4</c:v>
                </c:pt>
                <c:pt idx="5">
                  <c:v>-5</c:v>
                </c:pt>
              </c:numCache>
            </c:numRef>
          </c:xVal>
          <c:yVal>
            <c:numRef>
              <c:f>سلوك!$C$7:$C$12</c:f>
              <c:numCache>
                <c:formatCode>General</c:formatCode>
                <c:ptCount val="6"/>
                <c:pt idx="0">
                  <c:v>4</c:v>
                </c:pt>
                <c:pt idx="1">
                  <c:v>-23</c:v>
                </c:pt>
                <c:pt idx="2">
                  <c:v>-56</c:v>
                </c:pt>
                <c:pt idx="3">
                  <c:v>-79</c:v>
                </c:pt>
                <c:pt idx="4">
                  <c:v>-121</c:v>
                </c:pt>
                <c:pt idx="5">
                  <c:v>-321</c:v>
                </c:pt>
              </c:numCache>
            </c:numRef>
          </c:yVal>
          <c:smooth val="1"/>
          <c:extLst>
            <c:ext xmlns:c16="http://schemas.microsoft.com/office/drawing/2014/chart" uri="{C3380CC4-5D6E-409C-BE32-E72D297353CC}">
              <c16:uniqueId val="{00000001-E18C-4189-AE02-1A840601BD69}"/>
            </c:ext>
          </c:extLst>
        </c:ser>
        <c:dLbls>
          <c:showLegendKey val="0"/>
          <c:showVal val="0"/>
          <c:showCatName val="0"/>
          <c:showSerName val="0"/>
          <c:showPercent val="0"/>
          <c:showBubbleSize val="0"/>
        </c:dLbls>
        <c:axId val="120185216"/>
        <c:axId val="120187136"/>
      </c:scatterChart>
      <c:valAx>
        <c:axId val="120185216"/>
        <c:scaling>
          <c:orientation val="maxMin"/>
        </c:scaling>
        <c:delete val="0"/>
        <c:axPos val="b"/>
        <c:title>
          <c:tx>
            <c:rich>
              <a:bodyPr rot="0" spcFirstLastPara="1" vertOverflow="ellipsis" vert="horz" wrap="square" anchor="ctr" anchorCtr="1"/>
              <a:lstStyle/>
              <a:p>
                <a:pPr rtl="0">
                  <a:defRPr sz="1000" b="0" i="0" u="none" strike="noStrike" kern="1200" baseline="0">
                    <a:solidFill>
                      <a:schemeClr val="tx1">
                        <a:lumMod val="65000"/>
                        <a:lumOff val="35000"/>
                      </a:schemeClr>
                    </a:solidFill>
                    <a:latin typeface="+mn-lt"/>
                    <a:ea typeface="+mn-ea"/>
                    <a:cs typeface="+mn-cs"/>
                  </a:defRPr>
                </a:pPr>
                <a:r>
                  <a:rPr lang="en-US" b="1">
                    <a:solidFill>
                      <a:schemeClr val="tx1"/>
                    </a:solidFill>
                    <a:latin typeface="Times New Roman" panose="02020603050405020304" pitchFamily="18" charset="0"/>
                    <a:cs typeface="Times New Roman" panose="02020603050405020304" pitchFamily="18" charset="0"/>
                  </a:rPr>
                  <a:t>Reverse Voltage (V)</a:t>
                </a:r>
                <a:endParaRPr lang="ar-IQ" b="1">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32056239448942148"/>
              <c:y val="7.6388867233180002E-2"/>
            </c:manualLayout>
          </c:layout>
          <c:overlay val="0"/>
          <c:spPr>
            <a:noFill/>
            <a:ln w="25400">
              <a:noFill/>
            </a:ln>
          </c:spPr>
        </c:title>
        <c:numFmt formatCode="General" sourceLinked="1"/>
        <c:majorTickMark val="out"/>
        <c:minorTickMark val="none"/>
        <c:tickLblPos val="nextTo"/>
        <c:spPr>
          <a:noFill/>
          <a:ln w="9525" cap="flat" cmpd="sng" algn="ctr">
            <a:solidFill>
              <a:schemeClr val="tx1"/>
            </a:solidFill>
            <a:round/>
          </a:ln>
          <a:effectLst/>
        </c:spPr>
        <c:txPr>
          <a:bodyPr rot="0" vert="horz"/>
          <a:lstStyle/>
          <a:p>
            <a:pPr>
              <a:defRPr sz="900" b="1" i="0" u="none" strike="noStrike" baseline="0">
                <a:solidFill>
                  <a:srgbClr val="000000"/>
                </a:solidFill>
                <a:latin typeface="Calibri"/>
                <a:ea typeface="Calibri"/>
                <a:cs typeface="Calibri"/>
              </a:defRPr>
            </a:pPr>
            <a:endParaRPr lang="en-US"/>
          </a:p>
        </c:txPr>
        <c:crossAx val="120187136"/>
        <c:crosses val="autoZero"/>
        <c:crossBetween val="midCat"/>
      </c:valAx>
      <c:valAx>
        <c:axId val="120187136"/>
        <c:scaling>
          <c:orientation val="minMax"/>
        </c:scaling>
        <c:delete val="0"/>
        <c:axPos val="r"/>
        <c:title>
          <c:tx>
            <c:rich>
              <a:bodyPr rot="-5400000" spcFirstLastPara="1" vertOverflow="ellipsis" vert="horz" wrap="square" anchor="ctr" anchorCtr="1"/>
              <a:lstStyle/>
              <a:p>
                <a:pPr rtl="0">
                  <a:defRPr sz="1000" b="0" i="0" u="none" strike="noStrike" kern="1200" baseline="0">
                    <a:solidFill>
                      <a:schemeClr val="tx1">
                        <a:lumMod val="65000"/>
                        <a:lumOff val="35000"/>
                      </a:schemeClr>
                    </a:solidFill>
                    <a:latin typeface="+mn-lt"/>
                    <a:ea typeface="+mn-ea"/>
                    <a:cs typeface="+mn-cs"/>
                  </a:defRPr>
                </a:pPr>
                <a:r>
                  <a:rPr lang="en-US" b="1">
                    <a:solidFill>
                      <a:schemeClr val="tx1"/>
                    </a:solidFill>
                    <a:latin typeface="Times New Roman" panose="02020603050405020304" pitchFamily="18" charset="0"/>
                    <a:cs typeface="Times New Roman" panose="02020603050405020304" pitchFamily="18" charset="0"/>
                  </a:rPr>
                  <a:t>Photocurrent (µA)</a:t>
                </a:r>
                <a:endParaRPr lang="ar-IQ" b="1">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1.4013776446958221E-2"/>
              <c:y val="0.38398135876579786"/>
            </c:manualLayout>
          </c:layout>
          <c:overlay val="0"/>
          <c:spPr>
            <a:noFill/>
            <a:ln w="25400">
              <a:noFill/>
            </a:ln>
          </c:sp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crossAx val="120185216"/>
        <c:crosses val="autoZero"/>
        <c:crossBetween val="midCat"/>
      </c:valAx>
      <c:spPr>
        <a:noFill/>
        <a:ln w="25400">
          <a:noFill/>
        </a:ln>
      </c:spPr>
    </c:plotArea>
    <c:legend>
      <c:legendPos val="r"/>
      <c:overlay val="0"/>
      <c:spPr>
        <a:noFill/>
        <a:ln w="25400">
          <a:noFill/>
        </a:ln>
      </c:spPr>
      <c:txPr>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326209223847073E-2"/>
          <c:y val="0.13689846353475479"/>
          <c:w val="0.87805031446540927"/>
          <c:h val="0.83885209713024278"/>
        </c:manualLayout>
      </c:layout>
      <c:scatterChart>
        <c:scatterStyle val="smoothMarker"/>
        <c:varyColors val="0"/>
        <c:ser>
          <c:idx val="0"/>
          <c:order val="0"/>
          <c:tx>
            <c:strRef>
              <c:f>سلوك!$B$1</c:f>
              <c:strCache>
                <c:ptCount val="1"/>
                <c:pt idx="0">
                  <c:v>I li</c:v>
                </c:pt>
              </c:strCache>
            </c:strRef>
          </c:tx>
          <c:spPr>
            <a:ln w="19050" cap="rnd">
              <a:solidFill>
                <a:schemeClr val="accent1"/>
              </a:solidFill>
              <a:round/>
            </a:ln>
            <a:effectLst/>
          </c:spPr>
          <c:marker>
            <c:symbol val="none"/>
          </c:marker>
          <c:xVal>
            <c:numRef>
              <c:f>سلوك!$A$2:$A$19</c:f>
              <c:numCache>
                <c:formatCode>General</c:formatCode>
                <c:ptCount val="18"/>
                <c:pt idx="0">
                  <c:v>5</c:v>
                </c:pt>
                <c:pt idx="1">
                  <c:v>4</c:v>
                </c:pt>
                <c:pt idx="2">
                  <c:v>3</c:v>
                </c:pt>
                <c:pt idx="3">
                  <c:v>2</c:v>
                </c:pt>
                <c:pt idx="4">
                  <c:v>1</c:v>
                </c:pt>
                <c:pt idx="5">
                  <c:v>0</c:v>
                </c:pt>
                <c:pt idx="6">
                  <c:v>-1</c:v>
                </c:pt>
                <c:pt idx="7">
                  <c:v>-2</c:v>
                </c:pt>
                <c:pt idx="8">
                  <c:v>-3</c:v>
                </c:pt>
                <c:pt idx="9">
                  <c:v>-4</c:v>
                </c:pt>
                <c:pt idx="10">
                  <c:v>-5</c:v>
                </c:pt>
              </c:numCache>
            </c:numRef>
          </c:xVal>
          <c:yVal>
            <c:numRef>
              <c:f>سلوك!$B$2:$B$19</c:f>
              <c:numCache>
                <c:formatCode>General</c:formatCode>
                <c:ptCount val="18"/>
                <c:pt idx="0">
                  <c:v>766</c:v>
                </c:pt>
                <c:pt idx="1">
                  <c:v>521</c:v>
                </c:pt>
                <c:pt idx="2">
                  <c:v>444</c:v>
                </c:pt>
                <c:pt idx="3">
                  <c:v>231</c:v>
                </c:pt>
                <c:pt idx="4">
                  <c:v>111</c:v>
                </c:pt>
                <c:pt idx="5">
                  <c:v>3</c:v>
                </c:pt>
                <c:pt idx="6">
                  <c:v>-4</c:v>
                </c:pt>
                <c:pt idx="7">
                  <c:v>-5</c:v>
                </c:pt>
                <c:pt idx="8">
                  <c:v>-7</c:v>
                </c:pt>
                <c:pt idx="9">
                  <c:v>-9</c:v>
                </c:pt>
                <c:pt idx="10">
                  <c:v>-14</c:v>
                </c:pt>
              </c:numCache>
            </c:numRef>
          </c:yVal>
          <c:smooth val="1"/>
          <c:extLst>
            <c:ext xmlns:c16="http://schemas.microsoft.com/office/drawing/2014/chart" uri="{C3380CC4-5D6E-409C-BE32-E72D297353CC}">
              <c16:uniqueId val="{00000000-985F-4FAE-97FB-96D174FD4B47}"/>
            </c:ext>
          </c:extLst>
        </c:ser>
        <c:dLbls>
          <c:showLegendKey val="0"/>
          <c:showVal val="0"/>
          <c:showCatName val="0"/>
          <c:showSerName val="0"/>
          <c:showPercent val="0"/>
          <c:showBubbleSize val="0"/>
        </c:dLbls>
        <c:axId val="120867456"/>
        <c:axId val="120877824"/>
      </c:scatterChart>
      <c:valAx>
        <c:axId val="120867456"/>
        <c:scaling>
          <c:orientation val="minMax"/>
        </c:scaling>
        <c:delete val="0"/>
        <c:axPos val="b"/>
        <c:title>
          <c:tx>
            <c:rich>
              <a:bodyPr rot="0" spcFirstLastPara="1" vertOverflow="ellipsis" vert="horz" wrap="square" anchor="ctr" anchorCtr="1"/>
              <a:lstStyle/>
              <a:p>
                <a:pPr rtl="0">
                  <a:defRPr sz="1000" b="0" i="0" u="none" strike="noStrike" kern="1200" baseline="0">
                    <a:solidFill>
                      <a:schemeClr val="tx1">
                        <a:lumMod val="65000"/>
                        <a:lumOff val="35000"/>
                      </a:schemeClr>
                    </a:solidFill>
                    <a:latin typeface="+mn-lt"/>
                    <a:ea typeface="+mn-ea"/>
                    <a:cs typeface="+mn-cs"/>
                  </a:defRPr>
                </a:pPr>
                <a:r>
                  <a:rPr lang="en-US" b="1">
                    <a:solidFill>
                      <a:schemeClr val="tx1"/>
                    </a:solidFill>
                    <a:latin typeface="Times New Roman" panose="02020603050405020304" pitchFamily="18" charset="0"/>
                    <a:cs typeface="Times New Roman" panose="02020603050405020304" pitchFamily="18" charset="0"/>
                  </a:rPr>
                  <a:t>Applied Voltage (V)</a:t>
                </a:r>
                <a:endParaRPr lang="ar-IQ" b="1">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59537488238498482"/>
              <c:y val="0.81250004345483351"/>
            </c:manualLayout>
          </c:layout>
          <c:overlay val="0"/>
          <c:spPr>
            <a:noFill/>
            <a:ln w="25400">
              <a:noFill/>
            </a:ln>
          </c:spPr>
        </c:title>
        <c:numFmt formatCode="General" sourceLinked="1"/>
        <c:majorTickMark val="out"/>
        <c:minorTickMark val="none"/>
        <c:tickLblPos val="nextTo"/>
        <c:spPr>
          <a:noFill/>
          <a:ln w="9525" cap="flat" cmpd="sng" algn="ctr">
            <a:solidFill>
              <a:schemeClr val="tx1"/>
            </a:solidFill>
            <a:round/>
          </a:ln>
          <a:effectLst/>
        </c:spPr>
        <c:txPr>
          <a:bodyPr rot="0" vert="horz"/>
          <a:lstStyle/>
          <a:p>
            <a:pPr>
              <a:defRPr sz="900" b="1" i="0" u="none" strike="noStrike" baseline="0">
                <a:solidFill>
                  <a:srgbClr val="000000"/>
                </a:solidFill>
                <a:latin typeface="Calibri"/>
                <a:ea typeface="Calibri"/>
                <a:cs typeface="Calibri"/>
              </a:defRPr>
            </a:pPr>
            <a:endParaRPr lang="en-US"/>
          </a:p>
        </c:txPr>
        <c:crossAx val="120877824"/>
        <c:crosses val="autoZero"/>
        <c:crossBetween val="midCat"/>
      </c:valAx>
      <c:valAx>
        <c:axId val="120877824"/>
        <c:scaling>
          <c:orientation val="minMax"/>
        </c:scaling>
        <c:delete val="0"/>
        <c:axPos val="l"/>
        <c:title>
          <c:tx>
            <c:rich>
              <a:bodyPr rot="-5400000" spcFirstLastPara="1" vertOverflow="ellipsis" vert="horz" wrap="square" anchor="ctr" anchorCtr="1"/>
              <a:lstStyle/>
              <a:p>
                <a:pPr rtl="0">
                  <a:defRPr sz="1000" b="0" i="0" u="none" strike="noStrike" kern="1200" baseline="0">
                    <a:solidFill>
                      <a:schemeClr val="tx1">
                        <a:lumMod val="65000"/>
                        <a:lumOff val="35000"/>
                      </a:schemeClr>
                    </a:solidFill>
                    <a:latin typeface="+mn-lt"/>
                    <a:ea typeface="+mn-ea"/>
                    <a:cs typeface="+mn-cs"/>
                  </a:defRPr>
                </a:pPr>
                <a:r>
                  <a:rPr lang="en-US" b="1">
                    <a:solidFill>
                      <a:schemeClr val="tx1"/>
                    </a:solidFill>
                    <a:latin typeface="Times New Roman" panose="02020603050405020304" pitchFamily="18" charset="0"/>
                    <a:cs typeface="Times New Roman" panose="02020603050405020304" pitchFamily="18" charset="0"/>
                  </a:rPr>
                  <a:t>Current (µA)</a:t>
                </a:r>
                <a:endParaRPr lang="ar-IQ" b="1">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28452376786235101"/>
              <c:y val="0.17500370146039451"/>
            </c:manualLayout>
          </c:layout>
          <c:overlay val="0"/>
          <c:spPr>
            <a:noFill/>
            <a:ln w="25400">
              <a:noFill/>
            </a:ln>
          </c:sp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crossAx val="120867456"/>
        <c:crosses val="autoZero"/>
        <c:crossBetween val="midCat"/>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0.30075</cdr:x>
      <cdr:y>0.85346</cdr:y>
    </cdr:from>
    <cdr:to>
      <cdr:x>0.71396</cdr:x>
      <cdr:y>1</cdr:y>
    </cdr:to>
    <cdr:sp macro="" textlink="">
      <cdr:nvSpPr>
        <cdr:cNvPr id="2" name="Text Box 1"/>
        <cdr:cNvSpPr txBox="1"/>
      </cdr:nvSpPr>
      <cdr:spPr>
        <a:xfrm xmlns:a="http://schemas.openxmlformats.org/drawingml/2006/main">
          <a:off x="1251858" y="1894114"/>
          <a:ext cx="1719942" cy="3252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100" b="1"/>
            <a:t>2 Theta ( 2</a:t>
          </a:r>
          <a:r>
            <a:rPr lang="el-GR" sz="1100" b="1">
              <a:latin typeface="Calibri" panose="020F0502020204030204" pitchFamily="34" charset="0"/>
              <a:ea typeface="Calibri" panose="020F0502020204030204" pitchFamily="34" charset="0"/>
              <a:cs typeface="Calibri" panose="020F0502020204030204" pitchFamily="34" charset="0"/>
            </a:rPr>
            <a:t>θ</a:t>
          </a:r>
          <a:r>
            <a:rPr lang="en-US" sz="1100" b="1">
              <a:latin typeface="Calibri" panose="020F0502020204030204" pitchFamily="34" charset="0"/>
              <a:ea typeface="Calibri" panose="020F0502020204030204" pitchFamily="34" charset="0"/>
              <a:cs typeface="Calibri" panose="020F0502020204030204" pitchFamily="34" charset="0"/>
            </a:rPr>
            <a:t>)</a:t>
          </a:r>
          <a:endParaRPr lang="en-US" sz="1100" b="1"/>
        </a:p>
      </cdr:txBody>
    </cdr:sp>
  </cdr:relSizeAnchor>
  <cdr:relSizeAnchor xmlns:cdr="http://schemas.openxmlformats.org/drawingml/2006/chartDrawing">
    <cdr:from>
      <cdr:x>0.03738</cdr:x>
      <cdr:y>0.099</cdr:y>
    </cdr:from>
    <cdr:to>
      <cdr:x>0.10755</cdr:x>
      <cdr:y>0.77682</cdr:y>
    </cdr:to>
    <cdr:sp macro="" textlink="">
      <cdr:nvSpPr>
        <cdr:cNvPr id="3" name="Text Box 6"/>
        <cdr:cNvSpPr txBox="1"/>
      </cdr:nvSpPr>
      <cdr:spPr>
        <a:xfrm xmlns:a="http://schemas.openxmlformats.org/drawingml/2006/main" rot="16200000">
          <a:off x="-450533" y="825818"/>
          <a:ext cx="1504315" cy="292100"/>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marL="0" marR="0" algn="ctr">
            <a:lnSpc>
              <a:spcPct val="115000"/>
            </a:lnSpc>
            <a:spcBef>
              <a:spcPts val="0"/>
            </a:spcBef>
            <a:spcAft>
              <a:spcPts val="1000"/>
            </a:spcAft>
          </a:pPr>
          <a:r>
            <a:rPr lang="en-US" sz="1100" b="1">
              <a:effectLst/>
              <a:latin typeface="Calibri" panose="020F0502020204030204" pitchFamily="34" charset="0"/>
              <a:ea typeface="Calibri" panose="020F0502020204030204" pitchFamily="34" charset="0"/>
              <a:cs typeface="Arial" panose="020B0604020202020204" pitchFamily="34" charset="0"/>
            </a:rPr>
            <a:t>Intensity (A.U)</a:t>
          </a:r>
          <a:endParaRPr lang="en-US" sz="1100">
            <a:effectLst/>
            <a:latin typeface="Calibri" panose="020F0502020204030204" pitchFamily="34" charset="0"/>
            <a:ea typeface="Calibri" panose="020F050202020403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0.01465</cdr:x>
      <cdr:y>0.17316</cdr:y>
    </cdr:from>
    <cdr:to>
      <cdr:x>0.11429</cdr:x>
      <cdr:y>0.77675</cdr:y>
    </cdr:to>
    <cdr:sp macro="" textlink="">
      <cdr:nvSpPr>
        <cdr:cNvPr id="2" name="Text Box 1"/>
        <cdr:cNvSpPr txBox="1"/>
      </cdr:nvSpPr>
      <cdr:spPr>
        <a:xfrm xmlns:a="http://schemas.openxmlformats.org/drawingml/2006/main" rot="16200000">
          <a:off x="-424543" y="859970"/>
          <a:ext cx="1328059" cy="3701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Absorbance</a:t>
          </a:r>
          <a:r>
            <a:rPr lang="en-US" sz="1100" b="1" baseline="0"/>
            <a:t> (a.u.)</a:t>
          </a:r>
          <a:endParaRPr lang="en-US" sz="1100" b="1"/>
        </a:p>
      </cdr:txBody>
    </cdr:sp>
  </cdr:relSizeAnchor>
  <cdr:relSizeAnchor xmlns:cdr="http://schemas.openxmlformats.org/drawingml/2006/chartDrawing">
    <cdr:from>
      <cdr:x>0.24322</cdr:x>
      <cdr:y>0.83673</cdr:y>
    </cdr:from>
    <cdr:to>
      <cdr:x>0.74725</cdr:x>
      <cdr:y>1</cdr:y>
    </cdr:to>
    <cdr:sp macro="" textlink="">
      <cdr:nvSpPr>
        <cdr:cNvPr id="3" name="Text Box 2"/>
        <cdr:cNvSpPr txBox="1"/>
      </cdr:nvSpPr>
      <cdr:spPr>
        <a:xfrm xmlns:a="http://schemas.openxmlformats.org/drawingml/2006/main">
          <a:off x="903514" y="1861457"/>
          <a:ext cx="1872343" cy="3592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100" b="1"/>
            <a:t>Wavelength (nm)</a:t>
          </a:r>
        </a:p>
      </cdr:txBody>
    </cdr:sp>
  </cdr:relSizeAnchor>
</c:userShapes>
</file>

<file path=word/drawings/drawing3.xml><?xml version="1.0" encoding="utf-8"?>
<c:userShapes xmlns:c="http://schemas.openxmlformats.org/drawingml/2006/chart">
  <cdr:relSizeAnchor xmlns:cdr="http://schemas.openxmlformats.org/drawingml/2006/chartDrawing">
    <cdr:from>
      <cdr:x>0.86135</cdr:x>
      <cdr:y>0.03692</cdr:y>
    </cdr:from>
    <cdr:to>
      <cdr:x>0.96961</cdr:x>
      <cdr:y>0.12812</cdr:y>
    </cdr:to>
    <cdr:sp macro="" textlink="">
      <cdr:nvSpPr>
        <cdr:cNvPr id="2" name="Text Box 3"/>
        <cdr:cNvSpPr txBox="1"/>
      </cdr:nvSpPr>
      <cdr:spPr>
        <a:xfrm xmlns:a="http://schemas.openxmlformats.org/drawingml/2006/main">
          <a:off x="2879725" y="107950"/>
          <a:ext cx="361950" cy="266700"/>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marL="0" marR="0">
            <a:lnSpc>
              <a:spcPct val="115000"/>
            </a:lnSpc>
            <a:spcBef>
              <a:spcPts val="0"/>
            </a:spcBef>
            <a:spcAft>
              <a:spcPts val="1000"/>
            </a:spcAft>
          </a:pPr>
          <a:r>
            <a:rPr lang="en-US" sz="900" b="1">
              <a:solidFill>
                <a:sysClr val="windowText" lastClr="000000"/>
              </a:solidFill>
              <a:effectLst/>
              <a:latin typeface="Times New Roman" panose="02020603050405020304" pitchFamily="18" charset="0"/>
              <a:ea typeface="Calibri" panose="020F0502020204030204" pitchFamily="34" charset="0"/>
              <a:cs typeface="Arial" panose="020B0604020202020204" pitchFamily="34" charset="0"/>
            </a:rPr>
            <a:t>b</a:t>
          </a:r>
          <a:endParaRPr lang="en-US" sz="900">
            <a:solidFill>
              <a:sysClr val="windowText" lastClr="000000"/>
            </a:solidFill>
            <a:effectLst/>
            <a:latin typeface="Calibri" panose="020F0502020204030204" pitchFamily="34" charset="0"/>
            <a:ea typeface="Calibri" panose="020F050202020403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0.74584</cdr:x>
      <cdr:y>0.39063</cdr:y>
    </cdr:from>
    <cdr:to>
      <cdr:x>0.97917</cdr:x>
      <cdr:y>0.49479</cdr:y>
    </cdr:to>
    <cdr:sp macro="" textlink="">
      <cdr:nvSpPr>
        <cdr:cNvPr id="2" name="مربع نص 1"/>
        <cdr:cNvSpPr txBox="1"/>
      </cdr:nvSpPr>
      <cdr:spPr>
        <a:xfrm xmlns:a="http://schemas.openxmlformats.org/drawingml/2006/main">
          <a:off x="3409965" y="1071573"/>
          <a:ext cx="1066785" cy="285732"/>
        </a:xfrm>
        <a:prstGeom xmlns:a="http://schemas.openxmlformats.org/drawingml/2006/main" prst="rect">
          <a:avLst/>
        </a:prstGeom>
      </cdr:spPr>
      <cdr:txBody>
        <a:bodyPr xmlns:a="http://schemas.openxmlformats.org/drawingml/2006/main" vertOverflow="clip" wrap="square" rtlCol="1"/>
        <a:lstStyle xmlns:a="http://schemas.openxmlformats.org/drawingml/2006/main"/>
        <a:p xmlns:a="http://schemas.openxmlformats.org/drawingml/2006/main">
          <a:r>
            <a:rPr lang="en-US" sz="1100" b="1">
              <a:solidFill>
                <a:srgbClr val="FF0000"/>
              </a:solidFill>
              <a:latin typeface="Times New Roman" panose="02020603050405020304" pitchFamily="18" charset="0"/>
              <a:cs typeface="Times New Roman" panose="02020603050405020304" pitchFamily="18" charset="0"/>
            </a:rPr>
            <a:t>Forward biase</a:t>
          </a:r>
          <a:endParaRPr lang="ar-IQ" sz="1100" b="1">
            <a:solidFill>
              <a:srgbClr val="FF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0.1875</cdr:x>
      <cdr:y>0.82466</cdr:y>
    </cdr:from>
    <cdr:to>
      <cdr:x>0.43542</cdr:x>
      <cdr:y>0.91494</cdr:y>
    </cdr:to>
    <cdr:sp macro="" textlink="">
      <cdr:nvSpPr>
        <cdr:cNvPr id="3" name="مربع نص 2"/>
        <cdr:cNvSpPr txBox="1"/>
      </cdr:nvSpPr>
      <cdr:spPr>
        <a:xfrm xmlns:a="http://schemas.openxmlformats.org/drawingml/2006/main">
          <a:off x="857235" y="2262195"/>
          <a:ext cx="1133490" cy="247656"/>
        </a:xfrm>
        <a:prstGeom xmlns:a="http://schemas.openxmlformats.org/drawingml/2006/main" prst="rect">
          <a:avLst/>
        </a:prstGeom>
      </cdr:spPr>
      <cdr:txBody>
        <a:bodyPr xmlns:a="http://schemas.openxmlformats.org/drawingml/2006/main" vertOverflow="clip" wrap="square" rtlCol="1"/>
        <a:lstStyle xmlns:a="http://schemas.openxmlformats.org/drawingml/2006/main"/>
        <a:p xmlns:a="http://schemas.openxmlformats.org/drawingml/2006/main">
          <a:r>
            <a:rPr lang="en-US" sz="1100">
              <a:solidFill>
                <a:srgbClr val="FF0000"/>
              </a:solidFill>
              <a:latin typeface="Times New Roman" panose="02020603050405020304" pitchFamily="18" charset="0"/>
              <a:cs typeface="Times New Roman" panose="02020603050405020304" pitchFamily="18" charset="0"/>
            </a:rPr>
            <a:t>Reverse biase</a:t>
          </a:r>
          <a:endParaRPr lang="ar-IQ" sz="1100">
            <a:solidFill>
              <a:srgbClr val="FF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0.31458</cdr:x>
      <cdr:y>0.73091</cdr:y>
    </cdr:from>
    <cdr:to>
      <cdr:x>0.3375</cdr:x>
      <cdr:y>0.8316</cdr:y>
    </cdr:to>
    <cdr:cxnSp macro="">
      <cdr:nvCxnSpPr>
        <cdr:cNvPr id="5" name="رابط كسهم مستقيم 4"/>
        <cdr:cNvCxnSpPr/>
      </cdr:nvCxnSpPr>
      <cdr:spPr>
        <a:xfrm xmlns:a="http://schemas.openxmlformats.org/drawingml/2006/main" flipH="1" flipV="1">
          <a:off x="1438275" y="2005023"/>
          <a:ext cx="104790" cy="276213"/>
        </a:xfrm>
        <a:prstGeom xmlns:a="http://schemas.openxmlformats.org/drawingml/2006/main" prst="straightConnector1">
          <a:avLst/>
        </a:prstGeom>
        <a:ln xmlns:a="http://schemas.openxmlformats.org/drawingml/2006/main" w="19050">
          <a:solidFill>
            <a:schemeClr val="tx1"/>
          </a:solidFill>
          <a:prstDash val="sysDash"/>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0.84167</cdr:x>
      <cdr:y>0.32813</cdr:y>
    </cdr:from>
    <cdr:to>
      <cdr:x>0.86875</cdr:x>
      <cdr:y>0.40799</cdr:y>
    </cdr:to>
    <cdr:cxnSp macro="">
      <cdr:nvCxnSpPr>
        <cdr:cNvPr id="7" name="رابط كسهم مستقيم 6"/>
        <cdr:cNvCxnSpPr/>
      </cdr:nvCxnSpPr>
      <cdr:spPr>
        <a:xfrm xmlns:a="http://schemas.openxmlformats.org/drawingml/2006/main" flipH="1" flipV="1">
          <a:off x="3848100" y="900114"/>
          <a:ext cx="123810" cy="219072"/>
        </a:xfrm>
        <a:prstGeom xmlns:a="http://schemas.openxmlformats.org/drawingml/2006/main" prst="straightConnector1">
          <a:avLst/>
        </a:prstGeom>
        <a:ln xmlns:a="http://schemas.openxmlformats.org/drawingml/2006/main" w="19050">
          <a:solidFill>
            <a:schemeClr val="tx1"/>
          </a:solidFill>
          <a:prstDash val="sysDash"/>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909B8-2C6F-4B77-99CD-4B914725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7</Pages>
  <Words>3658</Words>
  <Characters>20856</Characters>
  <Application>Microsoft Office Word</Application>
  <DocSecurity>0</DocSecurity>
  <Lines>173</Lines>
  <Paragraphs>48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4</cp:revision>
  <cp:lastPrinted>2025-11-06T12:00:00Z</cp:lastPrinted>
  <dcterms:created xsi:type="dcterms:W3CDTF">2025-11-24T21:09:00Z</dcterms:created>
  <dcterms:modified xsi:type="dcterms:W3CDTF">2025-12-06T14:40:00Z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3a8fe7d2-f6c9-4da8-95c0-ecd5d305992f</vt:lpwstr>
  </property>
</Properties>
</file>