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E12636" w14:textId="77777777" w:rsidR="00A61274" w:rsidRDefault="00A61274" w:rsidP="00CD0783">
      <w:pPr>
        <w:ind w:left="1134"/>
        <w:jc w:val="both"/>
        <w:rPr>
          <w:lang w:val="en-IN"/>
        </w:rPr>
      </w:pPr>
    </w:p>
    <w:p w14:paraId="4883A6E2" w14:textId="77777777" w:rsidR="00B72DF9" w:rsidRDefault="00B72DF9" w:rsidP="00892D8F">
      <w:pPr>
        <w:pStyle w:val="PaperTitle"/>
        <w:rPr>
          <w:lang w:val="en-IN"/>
        </w:rPr>
      </w:pPr>
      <w:r>
        <w:rPr>
          <w:lang w:val="en-IN"/>
        </w:rPr>
        <w:t>Vertex Odd Power Mean Labeling of Disconnected Graphs</w:t>
      </w:r>
    </w:p>
    <w:p w14:paraId="7DA5FE98" w14:textId="4765A5B2" w:rsidR="00B66183" w:rsidRPr="00892D8F" w:rsidRDefault="00892D8F" w:rsidP="00892D8F">
      <w:pPr>
        <w:pStyle w:val="AuthorName"/>
        <w:rPr>
          <w:vertAlign w:val="superscript"/>
          <w:lang w:val="en-IN"/>
        </w:rPr>
      </w:pPr>
      <w:r>
        <w:rPr>
          <w:lang w:val="en-IN"/>
        </w:rPr>
        <w:t>V Poovila</w:t>
      </w:r>
      <w:proofErr w:type="gramStart"/>
      <w:r>
        <w:rPr>
          <w:vertAlign w:val="superscript"/>
          <w:lang w:val="en-IN"/>
        </w:rPr>
        <w:t>1,a</w:t>
      </w:r>
      <w:proofErr w:type="gramEnd"/>
      <w:r>
        <w:rPr>
          <w:vertAlign w:val="superscript"/>
          <w:lang w:val="en-IN"/>
        </w:rPr>
        <w:t>)</w:t>
      </w:r>
      <w:r>
        <w:rPr>
          <w:lang w:val="en-IN"/>
        </w:rPr>
        <w:t>, C Vimala</w:t>
      </w:r>
      <w:proofErr w:type="gramStart"/>
      <w:r>
        <w:rPr>
          <w:vertAlign w:val="superscript"/>
          <w:lang w:val="en-IN"/>
        </w:rPr>
        <w:t>1,b</w:t>
      </w:r>
      <w:proofErr w:type="gramEnd"/>
      <w:r>
        <w:rPr>
          <w:vertAlign w:val="superscript"/>
          <w:lang w:val="en-IN"/>
        </w:rPr>
        <w:t>)</w:t>
      </w:r>
    </w:p>
    <w:p w14:paraId="7C6C9ACF" w14:textId="79960233" w:rsidR="00B66183" w:rsidRDefault="00892D8F" w:rsidP="00892D8F">
      <w:pPr>
        <w:pStyle w:val="AuthorAffiliation"/>
        <w:rPr>
          <w:lang w:val="en-IN"/>
        </w:rPr>
      </w:pPr>
      <w:r>
        <w:rPr>
          <w:vertAlign w:val="superscript"/>
          <w:lang w:val="en-IN"/>
        </w:rPr>
        <w:t>1</w:t>
      </w:r>
      <w:r w:rsidR="00B66183">
        <w:rPr>
          <w:lang w:val="en-IN"/>
        </w:rPr>
        <w:t>Periyar Maniammai In</w:t>
      </w:r>
      <w:r w:rsidR="001B05BB">
        <w:rPr>
          <w:lang w:val="en-IN"/>
        </w:rPr>
        <w:t xml:space="preserve">stitute of Science &amp; Technology </w:t>
      </w:r>
      <w:r w:rsidR="00B66183">
        <w:rPr>
          <w:lang w:val="en-IN"/>
        </w:rPr>
        <w:t>(Deemed to be University)</w:t>
      </w:r>
      <w:r>
        <w:rPr>
          <w:lang w:val="en-IN"/>
        </w:rPr>
        <w:t xml:space="preserve">, </w:t>
      </w:r>
      <w:proofErr w:type="spellStart"/>
      <w:r w:rsidR="00B66183">
        <w:rPr>
          <w:lang w:val="en-IN"/>
        </w:rPr>
        <w:t>Vallam</w:t>
      </w:r>
      <w:proofErr w:type="spellEnd"/>
      <w:r w:rsidR="00B66183">
        <w:rPr>
          <w:lang w:val="en-IN"/>
        </w:rPr>
        <w:t>, Thanjavur</w:t>
      </w:r>
      <w:r>
        <w:rPr>
          <w:lang w:val="en-IN"/>
        </w:rPr>
        <w:t>, Tamil Nadu, India</w:t>
      </w:r>
    </w:p>
    <w:p w14:paraId="6D7BED6F" w14:textId="38DD6388" w:rsidR="00B66183" w:rsidRPr="00892D8F" w:rsidRDefault="00892D8F" w:rsidP="00892D8F">
      <w:pPr>
        <w:pStyle w:val="AuthorEmail"/>
      </w:pPr>
      <w:r>
        <w:t xml:space="preserve">Corresponding author: </w:t>
      </w:r>
      <w:r>
        <w:rPr>
          <w:vertAlign w:val="superscript"/>
        </w:rPr>
        <w:t>a)</w:t>
      </w:r>
      <w:hyperlink r:id="rId5" w:history="1">
        <w:r w:rsidRPr="00F51BC8">
          <w:rPr>
            <w:rStyle w:val="Hyperlink"/>
          </w:rPr>
          <w:t>pudurpoovila@gmail.com</w:t>
        </w:r>
      </w:hyperlink>
      <w:r w:rsidR="00B66183" w:rsidRPr="00892D8F">
        <w:t xml:space="preserve">, </w:t>
      </w:r>
      <w:r>
        <w:rPr>
          <w:vertAlign w:val="superscript"/>
        </w:rPr>
        <w:t>b)</w:t>
      </w:r>
      <w:hyperlink r:id="rId6" w:history="1">
        <w:r w:rsidRPr="00F51BC8">
          <w:rPr>
            <w:rStyle w:val="Hyperlink"/>
          </w:rPr>
          <w:t>vimalasakthi@pmu.edu</w:t>
        </w:r>
      </w:hyperlink>
    </w:p>
    <w:p w14:paraId="053EDFC0" w14:textId="5A6AD07A" w:rsidR="00422873" w:rsidRPr="00A44DA9" w:rsidRDefault="00B72DF9" w:rsidP="00892D8F">
      <w:pPr>
        <w:pStyle w:val="Abstract"/>
        <w:rPr>
          <w:lang w:val="en-IN"/>
        </w:rPr>
      </w:pPr>
      <w:r>
        <w:rPr>
          <w:b/>
          <w:bCs/>
          <w:lang w:val="en-IN"/>
        </w:rPr>
        <w:t>Abstract</w:t>
      </w:r>
      <w:r w:rsidR="00892D8F">
        <w:rPr>
          <w:b/>
          <w:bCs/>
          <w:lang w:val="en-IN"/>
        </w:rPr>
        <w:t xml:space="preserve">: </w:t>
      </w:r>
      <w:r w:rsidR="00422873">
        <w:rPr>
          <w:lang w:val="en-IN"/>
        </w:rPr>
        <w:t xml:space="preserve">Graph </w:t>
      </w:r>
      <w:proofErr w:type="spellStart"/>
      <w:r w:rsidR="00422873">
        <w:rPr>
          <w:lang w:val="en-IN"/>
        </w:rPr>
        <w:t>labeling</w:t>
      </w:r>
      <w:proofErr w:type="spellEnd"/>
      <w:r w:rsidR="00422873">
        <w:rPr>
          <w:lang w:val="en-IN"/>
        </w:rPr>
        <w:t xml:space="preserve"> plays a </w:t>
      </w:r>
      <w:r w:rsidRPr="00A44DA9">
        <w:rPr>
          <w:lang w:val="en-IN"/>
        </w:rPr>
        <w:t>vital role in graph theory</w:t>
      </w:r>
      <w:r w:rsidR="00422873">
        <w:rPr>
          <w:lang w:val="en-IN"/>
        </w:rPr>
        <w:t xml:space="preserve">. </w:t>
      </w:r>
      <w:proofErr w:type="gramStart"/>
      <w:r w:rsidR="00422873">
        <w:rPr>
          <w:lang w:val="en-IN"/>
        </w:rPr>
        <w:t>I</w:t>
      </w:r>
      <w:r w:rsidRPr="00A44DA9">
        <w:rPr>
          <w:lang w:val="en-IN"/>
        </w:rPr>
        <w:t xml:space="preserve">t  </w:t>
      </w:r>
      <w:r w:rsidR="003660E1" w:rsidRPr="00A44DA9">
        <w:rPr>
          <w:lang w:val="en-IN"/>
        </w:rPr>
        <w:t>assign</w:t>
      </w:r>
      <w:r w:rsidR="00422873">
        <w:rPr>
          <w:lang w:val="en-IN"/>
        </w:rPr>
        <w:t>s</w:t>
      </w:r>
      <w:proofErr w:type="gramEnd"/>
      <w:r w:rsidRPr="00A44DA9">
        <w:rPr>
          <w:lang w:val="en-IN"/>
        </w:rPr>
        <w:t xml:space="preserve"> labels to </w:t>
      </w:r>
      <w:r w:rsidR="00422873">
        <w:rPr>
          <w:lang w:val="en-IN"/>
        </w:rPr>
        <w:t xml:space="preserve">the </w:t>
      </w:r>
      <w:r w:rsidRPr="00A44DA9">
        <w:rPr>
          <w:lang w:val="en-IN"/>
        </w:rPr>
        <w:t xml:space="preserve">vertices, edges or both </w:t>
      </w:r>
      <w:r w:rsidR="00422873">
        <w:rPr>
          <w:lang w:val="en-IN"/>
        </w:rPr>
        <w:t xml:space="preserve">with </w:t>
      </w:r>
      <w:r w:rsidRPr="00A44DA9">
        <w:rPr>
          <w:lang w:val="en-IN"/>
        </w:rPr>
        <w:t>certain conditions</w:t>
      </w:r>
      <w:r w:rsidR="003660E1" w:rsidRPr="00A44DA9">
        <w:rPr>
          <w:lang w:val="en-IN"/>
        </w:rPr>
        <w:t xml:space="preserve">. </w:t>
      </w:r>
      <w:r w:rsidR="00422873">
        <w:t>If t</w:t>
      </w:r>
      <w:r w:rsidR="00422873" w:rsidRPr="00861ABC">
        <w:t>he graph G</w:t>
      </w:r>
      <w:r w:rsidR="00422873">
        <w:t xml:space="preserve"> </w:t>
      </w:r>
      <w:r w:rsidR="00422873" w:rsidRPr="00861ABC">
        <w:t>(V,</w:t>
      </w:r>
      <w:r w:rsidR="00422873">
        <w:t xml:space="preserve"> </w:t>
      </w:r>
      <w:r w:rsidR="00422873" w:rsidRPr="00861ABC">
        <w:t>E) wi</w:t>
      </w:r>
      <w:r w:rsidR="00422873">
        <w:t>th p vertices and q edges</w:t>
      </w:r>
      <w:r w:rsidR="00422873" w:rsidRPr="00861ABC">
        <w:t xml:space="preserve"> is</w:t>
      </w:r>
      <w:r w:rsidR="00422873">
        <w:t xml:space="preserve"> feasible to label the vertices </w:t>
      </w:r>
      <w:r w:rsidR="00422873" w:rsidRPr="00861ABC">
        <w:t>x ε V with diffe</w:t>
      </w:r>
      <w:r w:rsidR="00422873">
        <w:t xml:space="preserve">rent labelings f(x) from </w:t>
      </w:r>
      <w:r w:rsidR="00422873" w:rsidRPr="00861ABC">
        <w:t xml:space="preserve">f :V(G) </w:t>
      </w:r>
      <w:r w:rsidR="00422873" w:rsidRPr="00861ABC">
        <w:sym w:font="Symbol" w:char="F0AE"/>
      </w:r>
      <w:r w:rsidR="00422873" w:rsidRPr="00861ABC">
        <w:t xml:space="preserve">{1, </w:t>
      </w:r>
      <w:r w:rsidR="00422873">
        <w:t>3</w:t>
      </w:r>
      <w:r w:rsidR="00422873" w:rsidRPr="00861ABC">
        <w:t xml:space="preserve">, …, </w:t>
      </w:r>
      <w:r w:rsidR="00422873">
        <w:t>2</w:t>
      </w:r>
      <w:r w:rsidR="00422873" w:rsidRPr="00861ABC">
        <w:t xml:space="preserve">q + 1}in such a way that when each edge </w:t>
      </w:r>
      <w:r w:rsidR="00422873">
        <w:t xml:space="preserve"> </w:t>
      </w:r>
      <w:r w:rsidR="00422873" w:rsidRPr="00861ABC">
        <w:t xml:space="preserve">e = </w:t>
      </w:r>
      <w:proofErr w:type="spellStart"/>
      <w:r w:rsidR="00422873" w:rsidRPr="00861ABC">
        <w:t>uv</w:t>
      </w:r>
      <w:proofErr w:type="spellEnd"/>
      <w:r w:rsidR="00422873" w:rsidRPr="00861ABC">
        <w:t xml:space="preserve"> is labeled with</w:t>
      </w:r>
      <w:r w:rsidR="00892D8F">
        <w:t xml:space="preserve"> </w:t>
      </w:r>
      <w:r w:rsidR="00422873" w:rsidRPr="00861ABC">
        <w:rPr>
          <w:sz w:val="24"/>
          <w:szCs w:val="24"/>
        </w:rPr>
        <w:t xml:space="preserve">f*(e = </w:t>
      </w:r>
      <w:proofErr w:type="spellStart"/>
      <w:r w:rsidR="00422873" w:rsidRPr="00861ABC">
        <w:rPr>
          <w:sz w:val="24"/>
          <w:szCs w:val="24"/>
        </w:rPr>
        <w:t>uv</w:t>
      </w:r>
      <w:proofErr w:type="spellEnd"/>
      <w:r w:rsidR="00422873" w:rsidRPr="00861ABC">
        <w:rPr>
          <w:sz w:val="24"/>
          <w:szCs w:val="24"/>
        </w:rPr>
        <w:t xml:space="preserve">) = </w:t>
      </w:r>
      <w:r w:rsidR="00422873" w:rsidRPr="00861ABC">
        <w:rPr>
          <w:position w:val="-30"/>
          <w:sz w:val="24"/>
          <w:szCs w:val="24"/>
        </w:rPr>
        <w:object w:dxaOrig="2720" w:dyaOrig="720" w14:anchorId="20D1A7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2.4pt;height:40.8pt" o:ole="">
            <v:imagedata r:id="rId7" o:title=""/>
          </v:shape>
          <o:OLEObject Type="Embed" ProgID="Equation.3" ShapeID="_x0000_i1025" DrawAspect="Content" ObjectID="_1819477213" r:id="rId8"/>
        </w:object>
      </w:r>
      <w:r w:rsidR="00422873" w:rsidRPr="00861ABC">
        <w:rPr>
          <w:sz w:val="24"/>
          <w:szCs w:val="24"/>
        </w:rPr>
        <w:t>or</w:t>
      </w:r>
      <w:r w:rsidR="00422873">
        <w:rPr>
          <w:sz w:val="24"/>
          <w:szCs w:val="24"/>
        </w:rPr>
        <w:t xml:space="preserve">  </w:t>
      </w:r>
      <w:r w:rsidR="00422873" w:rsidRPr="00861ABC">
        <w:rPr>
          <w:sz w:val="24"/>
          <w:szCs w:val="24"/>
        </w:rPr>
        <w:t xml:space="preserve">f*(e = </w:t>
      </w:r>
      <w:proofErr w:type="spellStart"/>
      <w:r w:rsidR="00422873" w:rsidRPr="00861ABC">
        <w:rPr>
          <w:sz w:val="24"/>
          <w:szCs w:val="24"/>
        </w:rPr>
        <w:t>uv</w:t>
      </w:r>
      <w:proofErr w:type="spellEnd"/>
      <w:r w:rsidR="00422873" w:rsidRPr="00861ABC">
        <w:rPr>
          <w:sz w:val="24"/>
          <w:szCs w:val="24"/>
        </w:rPr>
        <w:t xml:space="preserve">) = </w:t>
      </w:r>
      <w:r w:rsidR="00422873" w:rsidRPr="00861ABC">
        <w:rPr>
          <w:position w:val="-30"/>
          <w:sz w:val="24"/>
          <w:szCs w:val="24"/>
        </w:rPr>
        <w:object w:dxaOrig="2720" w:dyaOrig="720" w14:anchorId="2616BD2C">
          <v:shape id="_x0000_i1026" type="#_x0000_t75" style="width:141pt;height:37.8pt" o:ole="">
            <v:imagedata r:id="rId9" o:title=""/>
          </v:shape>
          <o:OLEObject Type="Embed" ProgID="Equation.3" ShapeID="_x0000_i1026" DrawAspect="Content" ObjectID="_1819477214" r:id="rId10"/>
        </w:object>
      </w:r>
      <w:r w:rsidR="00422873" w:rsidRPr="00861ABC">
        <w:t xml:space="preserve">and the edge </w:t>
      </w:r>
      <w:proofErr w:type="spellStart"/>
      <w:r w:rsidR="00422873" w:rsidRPr="00861ABC">
        <w:t>labelings</w:t>
      </w:r>
      <w:proofErr w:type="spellEnd"/>
      <w:r w:rsidR="00422873" w:rsidRPr="00861ABC">
        <w:t xml:space="preserve"> are distinct.</w:t>
      </w:r>
      <w:r w:rsidR="00422873">
        <w:t xml:space="preserve"> </w:t>
      </w:r>
      <w:r w:rsidR="00422873" w:rsidRPr="00861ABC">
        <w:t xml:space="preserve">This labeling is called </w:t>
      </w:r>
      <w:r w:rsidR="00422873">
        <w:t xml:space="preserve">vertex odd </w:t>
      </w:r>
      <w:r w:rsidR="00422873" w:rsidRPr="00371218">
        <w:t xml:space="preserve">power mean </w:t>
      </w:r>
      <w:proofErr w:type="gramStart"/>
      <w:r w:rsidR="00422873" w:rsidRPr="00371218">
        <w:t>labeling</w:t>
      </w:r>
      <w:r w:rsidR="00422873">
        <w:rPr>
          <w:i/>
          <w:iCs/>
        </w:rPr>
        <w:t>.</w:t>
      </w:r>
      <w:r w:rsidR="00422873" w:rsidRPr="00A44DA9">
        <w:rPr>
          <w:lang w:val="en-IN"/>
        </w:rPr>
        <w:t>In</w:t>
      </w:r>
      <w:proofErr w:type="gramEnd"/>
      <w:r w:rsidR="00422873" w:rsidRPr="00A44DA9">
        <w:rPr>
          <w:lang w:val="en-IN"/>
        </w:rPr>
        <w:t xml:space="preserve"> this </w:t>
      </w:r>
      <w:r w:rsidR="00422873">
        <w:rPr>
          <w:lang w:val="en-IN"/>
        </w:rPr>
        <w:t xml:space="preserve">paper it is proved that </w:t>
      </w:r>
      <w:r w:rsidR="00422873" w:rsidRPr="00A44DA9">
        <w:rPr>
          <w:lang w:val="en-IN"/>
        </w:rPr>
        <w:t>the disconnected graphs</w:t>
      </w:r>
      <w:r w:rsidR="002F0EBA">
        <w:rPr>
          <w:lang w:val="en-IN"/>
        </w:rPr>
        <w:t xml:space="preserve"> such as </w:t>
      </w:r>
      <w:r w:rsidR="002F0EBA">
        <w:t>c</w:t>
      </w:r>
      <w:r w:rsidR="002F0EBA" w:rsidRPr="00AB61BF">
        <w:t>ycle and path C</w:t>
      </w:r>
      <w:r w:rsidR="002F0EBA" w:rsidRPr="00AB61BF">
        <w:rPr>
          <w:vertAlign w:val="subscript"/>
        </w:rPr>
        <w:t>r</w:t>
      </w:r>
      <w:r w:rsidR="002F0EBA" w:rsidRPr="00AB61BF">
        <w:t xml:space="preserve"> Ս </w:t>
      </w:r>
      <w:proofErr w:type="gramStart"/>
      <w:r w:rsidR="002F0EBA" w:rsidRPr="00AB61BF">
        <w:t>P</w:t>
      </w:r>
      <w:r w:rsidR="002F0EBA" w:rsidRPr="00AB61BF">
        <w:rPr>
          <w:vertAlign w:val="subscript"/>
        </w:rPr>
        <w:t xml:space="preserve">r </w:t>
      </w:r>
      <w:r w:rsidR="002F0EBA" w:rsidRPr="00AB61BF">
        <w:t>;</w:t>
      </w:r>
      <w:proofErr w:type="gramEnd"/>
      <w:r w:rsidR="002F0EBA" w:rsidRPr="00AB61BF">
        <w:t xml:space="preserve"> comb and path </w:t>
      </w:r>
      <w:r w:rsidR="002F0EBA">
        <w:t>(</w:t>
      </w:r>
      <w:r w:rsidR="002F0EBA" w:rsidRPr="00AB61BF">
        <w:t>P</w:t>
      </w:r>
      <w:r w:rsidR="002F0EBA" w:rsidRPr="00AB61BF">
        <w:rPr>
          <w:vertAlign w:val="subscript"/>
        </w:rPr>
        <w:t xml:space="preserve">r </w:t>
      </w:r>
      <w:r w:rsidR="002F0EBA" w:rsidRPr="00AB61BF">
        <w:t>ʘ K</w:t>
      </w:r>
      <w:r w:rsidR="002F0EBA" w:rsidRPr="00AB61BF">
        <w:rPr>
          <w:vertAlign w:val="subscript"/>
        </w:rPr>
        <w:t>1</w:t>
      </w:r>
      <w:r w:rsidR="002F0EBA">
        <w:t xml:space="preserve">) </w:t>
      </w:r>
      <w:r w:rsidR="002F0EBA" w:rsidRPr="00AB61BF">
        <w:t xml:space="preserve">Ս </w:t>
      </w:r>
      <w:proofErr w:type="gramStart"/>
      <w:r w:rsidR="002F0EBA" w:rsidRPr="00AB61BF">
        <w:t>P</w:t>
      </w:r>
      <w:r w:rsidR="002F0EBA" w:rsidRPr="00AB61BF">
        <w:rPr>
          <w:vertAlign w:val="subscript"/>
        </w:rPr>
        <w:t xml:space="preserve">r </w:t>
      </w:r>
      <w:r w:rsidR="002F0EBA" w:rsidRPr="00AB61BF">
        <w:t>;</w:t>
      </w:r>
      <w:proofErr w:type="gramEnd"/>
      <w:r w:rsidR="002F0EBA" w:rsidRPr="00AB61BF">
        <w:rPr>
          <w:vertAlign w:val="subscript"/>
        </w:rPr>
        <w:t xml:space="preserve"> </w:t>
      </w:r>
      <w:r w:rsidR="002F0EBA" w:rsidRPr="00AB61BF">
        <w:t xml:space="preserve">comb and star </w:t>
      </w:r>
      <w:r w:rsidR="002F0EBA">
        <w:t>(</w:t>
      </w:r>
      <w:r w:rsidR="002F0EBA" w:rsidRPr="00AB61BF">
        <w:t>P</w:t>
      </w:r>
      <w:r w:rsidR="002F0EBA" w:rsidRPr="00AB61BF">
        <w:rPr>
          <w:vertAlign w:val="subscript"/>
        </w:rPr>
        <w:t>r</w:t>
      </w:r>
      <w:r w:rsidR="002F0EBA" w:rsidRPr="00AB61BF">
        <w:t xml:space="preserve"> ʘ K</w:t>
      </w:r>
      <w:proofErr w:type="gramStart"/>
      <w:r w:rsidR="002F0EBA" w:rsidRPr="00AB61BF">
        <w:rPr>
          <w:vertAlign w:val="subscript"/>
        </w:rPr>
        <w:t>1</w:t>
      </w:r>
      <w:r w:rsidR="002F0EBA">
        <w:t>)</w:t>
      </w:r>
      <w:r w:rsidR="002F0EBA" w:rsidRPr="00AB61BF">
        <w:t>Ս</w:t>
      </w:r>
      <w:proofErr w:type="gramEnd"/>
      <w:r w:rsidR="002F0EBA" w:rsidRPr="00AB61BF">
        <w:t xml:space="preserve"> K</w:t>
      </w:r>
      <w:proofErr w:type="gramStart"/>
      <w:r w:rsidR="002F0EBA" w:rsidRPr="00AB61BF">
        <w:rPr>
          <w:vertAlign w:val="subscript"/>
        </w:rPr>
        <w:t>1,r</w:t>
      </w:r>
      <w:r w:rsidR="002F0EBA" w:rsidRPr="00AB61BF">
        <w:t>;</w:t>
      </w:r>
      <w:r w:rsidR="002F0EBA">
        <w:t xml:space="preserve">  </w:t>
      </w:r>
      <w:r w:rsidR="002F0EBA" w:rsidRPr="00861ABC">
        <w:t>comb</w:t>
      </w:r>
      <w:proofErr w:type="gramEnd"/>
      <w:r w:rsidR="002F0EBA" w:rsidRPr="00861ABC">
        <w:t xml:space="preserve"> and cycle</w:t>
      </w:r>
      <w:r w:rsidR="002F0EBA">
        <w:t xml:space="preserve"> (</w:t>
      </w:r>
      <w:r w:rsidR="002F0EBA" w:rsidRPr="00861ABC">
        <w:t>P</w:t>
      </w:r>
      <w:r w:rsidR="002F0EBA">
        <w:rPr>
          <w:vertAlign w:val="subscript"/>
        </w:rPr>
        <w:t>r</w:t>
      </w:r>
      <w:r w:rsidR="002F0EBA" w:rsidRPr="00861ABC">
        <w:t xml:space="preserve"> ʘ K</w:t>
      </w:r>
      <w:r w:rsidR="002F0EBA" w:rsidRPr="00861ABC">
        <w:rPr>
          <w:vertAlign w:val="subscript"/>
        </w:rPr>
        <w:t>1</w:t>
      </w:r>
      <w:r w:rsidR="002F0EBA">
        <w:t xml:space="preserve">) </w:t>
      </w:r>
      <w:r w:rsidR="002F0EBA" w:rsidRPr="00861ABC">
        <w:t xml:space="preserve">Ս </w:t>
      </w:r>
      <w:r w:rsidR="002F0EBA">
        <w:t>C</w:t>
      </w:r>
      <w:r w:rsidR="002F0EBA">
        <w:rPr>
          <w:vertAlign w:val="subscript"/>
        </w:rPr>
        <w:t>r</w:t>
      </w:r>
      <w:r w:rsidR="00422873">
        <w:rPr>
          <w:lang w:val="en-IN"/>
        </w:rPr>
        <w:t xml:space="preserve"> satisfy the</w:t>
      </w:r>
      <w:r w:rsidR="00422873" w:rsidRPr="00A44DA9">
        <w:rPr>
          <w:lang w:val="en-IN"/>
        </w:rPr>
        <w:t xml:space="preserve"> vertex odd power mean labeling.</w:t>
      </w:r>
    </w:p>
    <w:p w14:paraId="581A69F1" w14:textId="77777777" w:rsidR="003660E1" w:rsidRDefault="003660E1" w:rsidP="00892D8F">
      <w:pPr>
        <w:pStyle w:val="Heading1"/>
        <w:rPr>
          <w:lang w:val="en-IN"/>
        </w:rPr>
      </w:pPr>
      <w:r>
        <w:rPr>
          <w:lang w:val="en-IN"/>
        </w:rPr>
        <w:t>Introduction</w:t>
      </w:r>
    </w:p>
    <w:p w14:paraId="085F2E4D" w14:textId="77777777" w:rsidR="00CD0783" w:rsidRDefault="00A31B65" w:rsidP="00892D8F">
      <w:pPr>
        <w:pStyle w:val="Paragraph"/>
        <w:rPr>
          <w:lang w:val="en-IN"/>
        </w:rPr>
      </w:pPr>
      <w:r w:rsidRPr="00861ABC">
        <w:t xml:space="preserve">In the </w:t>
      </w:r>
      <w:r w:rsidRPr="003E27FA">
        <w:t>mid-’60s</w:t>
      </w:r>
      <w:r w:rsidRPr="00861ABC">
        <w:t>, the concept of graph labeling wa</w:t>
      </w:r>
      <w:r>
        <w:t xml:space="preserve">s first introduced. In the last </w:t>
      </w:r>
      <w:r w:rsidRPr="00861ABC">
        <w:t xml:space="preserve">60 </w:t>
      </w:r>
      <w:r>
        <w:t>years, over 350</w:t>
      </w:r>
      <w:r w:rsidRPr="00861ABC">
        <w:t xml:space="preserve"> types of graph labeling have been studied and </w:t>
      </w:r>
      <w:r w:rsidRPr="00DF79B7">
        <w:t xml:space="preserve">almost 3600 articles </w:t>
      </w:r>
      <w:r w:rsidRPr="00861ABC">
        <w:t>have been published. Graph labeling is an assignment of integers to vertices or edges, or both, under certain conditions motivated by practical problems</w:t>
      </w:r>
      <w:r w:rsidR="000A7FDB">
        <w:t xml:space="preserve"> [1]</w:t>
      </w:r>
      <w:r w:rsidRPr="00861ABC">
        <w:t>.</w:t>
      </w:r>
      <w:r w:rsidRPr="00A31B65">
        <w:rPr>
          <w:lang w:val="en-IN"/>
        </w:rPr>
        <w:t xml:space="preserve"> </w:t>
      </w:r>
    </w:p>
    <w:p w14:paraId="467FFB17" w14:textId="77777777" w:rsidR="00A31B65" w:rsidRDefault="00A31B65" w:rsidP="00892D8F">
      <w:pPr>
        <w:pStyle w:val="Paragraph"/>
        <w:rPr>
          <w:lang w:val="en-IN"/>
        </w:rPr>
      </w:pPr>
      <w:r w:rsidRPr="00861ABC">
        <w:rPr>
          <w:lang w:val="en-IN"/>
        </w:rPr>
        <w:t xml:space="preserve">A </w:t>
      </w:r>
      <w:r w:rsidRPr="00861ABC">
        <w:rPr>
          <w:i/>
          <w:iCs/>
          <w:lang w:val="en-IN"/>
        </w:rPr>
        <w:t>graceful labeling</w:t>
      </w:r>
      <w:r w:rsidRPr="00861ABC">
        <w:rPr>
          <w:lang w:val="en-IN"/>
        </w:rPr>
        <w:t xml:space="preserve"> of a finite undirected graph G = (V, E), is a</w:t>
      </w:r>
      <w:r w:rsidR="00CD0783">
        <w:rPr>
          <w:lang w:val="en-IN"/>
        </w:rPr>
        <w:t xml:space="preserve"> </w:t>
      </w:r>
      <w:r w:rsidRPr="00861ABC">
        <w:rPr>
          <w:lang w:val="en-IN"/>
        </w:rPr>
        <w:t>one</w:t>
      </w:r>
      <w:r>
        <w:rPr>
          <w:lang w:val="en-IN"/>
        </w:rPr>
        <w:t xml:space="preserve"> – </w:t>
      </w:r>
      <w:r w:rsidRPr="00861ABC">
        <w:rPr>
          <w:lang w:val="en-IN"/>
        </w:rPr>
        <w:t>to</w:t>
      </w:r>
      <w:r>
        <w:rPr>
          <w:lang w:val="en-IN"/>
        </w:rPr>
        <w:t xml:space="preserve"> – </w:t>
      </w:r>
      <w:r w:rsidRPr="00861ABC">
        <w:rPr>
          <w:lang w:val="en-IN"/>
        </w:rPr>
        <w:t>one mapping f from the set V of vertices of G to the set {0,</w:t>
      </w:r>
      <w:r>
        <w:rPr>
          <w:lang w:val="en-IN"/>
        </w:rPr>
        <w:t xml:space="preserve"> </w:t>
      </w:r>
      <w:r w:rsidRPr="00861ABC">
        <w:rPr>
          <w:lang w:val="en-IN"/>
        </w:rPr>
        <w:t>1,</w:t>
      </w:r>
      <w:r>
        <w:rPr>
          <w:lang w:val="en-IN"/>
        </w:rPr>
        <w:t xml:space="preserve"> </w:t>
      </w:r>
      <w:r w:rsidRPr="00861ABC">
        <w:rPr>
          <w:lang w:val="en-IN"/>
        </w:rPr>
        <w:t>2</w:t>
      </w:r>
      <w:r w:rsidR="00B66183">
        <w:rPr>
          <w:lang w:val="en-IN"/>
        </w:rPr>
        <w:t>, ...,</w:t>
      </w:r>
      <w:r>
        <w:rPr>
          <w:lang w:val="en-IN"/>
        </w:rPr>
        <w:t xml:space="preserve"> </w:t>
      </w:r>
      <w:r w:rsidRPr="00861ABC">
        <w:rPr>
          <w:lang w:val="en-IN"/>
        </w:rPr>
        <w:t>m}, where m = |E|, such that the induced edge labels are all distinct. Given f, an “induced edge l</w:t>
      </w:r>
      <w:r w:rsidR="00CD0783">
        <w:rPr>
          <w:lang w:val="en-IN"/>
        </w:rPr>
        <w:t xml:space="preserve">abeling” is one-to-one mapping </w:t>
      </w:r>
      <w:r w:rsidRPr="00861ABC">
        <w:rPr>
          <w:lang w:val="en-IN"/>
        </w:rPr>
        <w:t>f</w:t>
      </w:r>
      <w:r>
        <w:rPr>
          <w:lang w:val="en-IN"/>
        </w:rPr>
        <w:t xml:space="preserve">* </w:t>
      </w:r>
      <w:r w:rsidRPr="00861ABC">
        <w:rPr>
          <w:lang w:val="en-IN"/>
        </w:rPr>
        <w:t>from the set of edges of G to the set</w:t>
      </w:r>
      <w:r w:rsidR="00322306">
        <w:rPr>
          <w:lang w:val="en-IN"/>
        </w:rPr>
        <w:t xml:space="preserve"> </w:t>
      </w:r>
      <w:r w:rsidRPr="00861ABC">
        <w:rPr>
          <w:lang w:val="en-IN"/>
        </w:rPr>
        <w:t>{1,</w:t>
      </w:r>
      <w:r>
        <w:rPr>
          <w:lang w:val="en-IN"/>
        </w:rPr>
        <w:t xml:space="preserve"> </w:t>
      </w:r>
      <w:r w:rsidRPr="00861ABC">
        <w:rPr>
          <w:lang w:val="en-IN"/>
        </w:rPr>
        <w:t>2</w:t>
      </w:r>
      <w:r>
        <w:rPr>
          <w:lang w:val="en-IN"/>
        </w:rPr>
        <w:t>,</w:t>
      </w:r>
      <w:r w:rsidR="00CD0783">
        <w:rPr>
          <w:lang w:val="en-IN"/>
        </w:rPr>
        <w:t xml:space="preserve"> </w:t>
      </w:r>
      <w:r w:rsidRPr="00861ABC">
        <w:rPr>
          <w:lang w:val="en-IN"/>
        </w:rPr>
        <w:t>...</w:t>
      </w:r>
      <w:r>
        <w:rPr>
          <w:lang w:val="en-IN"/>
        </w:rPr>
        <w:t xml:space="preserve">, </w:t>
      </w:r>
      <w:r w:rsidRPr="00861ABC">
        <w:rPr>
          <w:lang w:val="en-IN"/>
        </w:rPr>
        <w:t xml:space="preserve">m} </w:t>
      </w:r>
      <w:r w:rsidR="00CD0783">
        <w:rPr>
          <w:lang w:val="en-IN"/>
        </w:rPr>
        <w:t xml:space="preserve">given by </w:t>
      </w:r>
      <w:r>
        <w:rPr>
          <w:lang w:val="en-IN"/>
        </w:rPr>
        <w:t>f*(u</w:t>
      </w:r>
      <w:r w:rsidRPr="00861ABC">
        <w:rPr>
          <w:lang w:val="en-IN"/>
        </w:rPr>
        <w:t>v) = |f(u)</w:t>
      </w:r>
      <w:r>
        <w:rPr>
          <w:lang w:val="en-IN"/>
        </w:rPr>
        <w:t xml:space="preserve"> </w:t>
      </w:r>
      <w:r w:rsidRPr="00861ABC">
        <w:rPr>
          <w:lang w:val="en-IN"/>
        </w:rPr>
        <w:t>−</w:t>
      </w:r>
      <w:r>
        <w:rPr>
          <w:lang w:val="en-IN"/>
        </w:rPr>
        <w:t xml:space="preserve"> </w:t>
      </w:r>
      <w:r w:rsidRPr="00861ABC">
        <w:rPr>
          <w:lang w:val="en-IN"/>
        </w:rPr>
        <w:t>f(v)|</w:t>
      </w:r>
      <w:r w:rsidR="000A7FDB">
        <w:rPr>
          <w:lang w:val="en-IN"/>
        </w:rPr>
        <w:t xml:space="preserve"> [2]</w:t>
      </w:r>
      <w:r w:rsidR="00CD0783">
        <w:rPr>
          <w:lang w:val="en-IN"/>
        </w:rPr>
        <w:t>.</w:t>
      </w:r>
    </w:p>
    <w:p w14:paraId="36D08742" w14:textId="77777777" w:rsidR="00A31B65" w:rsidRPr="000A7FDB" w:rsidRDefault="00A31B65" w:rsidP="00892D8F">
      <w:pPr>
        <w:pStyle w:val="Paragraph"/>
        <w:rPr>
          <w:i/>
          <w:iCs/>
        </w:rPr>
      </w:pPr>
      <w:r>
        <w:t>A b</w:t>
      </w:r>
      <w:r w:rsidR="00CD0783">
        <w:t>ijective function f</w:t>
      </w:r>
      <w:r w:rsidRPr="00861ABC">
        <w:t xml:space="preserve">: V (G) </w:t>
      </w:r>
      <w:r w:rsidRPr="00861ABC">
        <w:rPr>
          <w:rFonts w:ascii="Cambria Math" w:hAnsi="Cambria Math"/>
        </w:rPr>
        <w:t>∪</w:t>
      </w:r>
      <w:r w:rsidRPr="00861ABC">
        <w:t xml:space="preserve"> E(G) →</w:t>
      </w:r>
      <w:proofErr w:type="gramStart"/>
      <w:r w:rsidRPr="00861ABC">
        <w:t xml:space="preserve"> </w:t>
      </w:r>
      <w:r>
        <w:t xml:space="preserve">  </w:t>
      </w:r>
      <w:r w:rsidRPr="00861ABC">
        <w:t>{</w:t>
      </w:r>
      <w:proofErr w:type="gramEnd"/>
      <w:r w:rsidRPr="00861ABC">
        <w:t xml:space="preserve">1, 2, ..., p + q} such that f(uv) = |f(u) − f(v)| for every edge uv </w:t>
      </w:r>
      <w:r w:rsidRPr="00861ABC">
        <w:rPr>
          <w:rFonts w:ascii="Cambria Math" w:hAnsi="Cambria Math"/>
        </w:rPr>
        <w:t>∊</w:t>
      </w:r>
      <w:r w:rsidRPr="00861ABC">
        <w:t xml:space="preserve"> E(G) is said to be a </w:t>
      </w:r>
      <w:r w:rsidRPr="00861ABC">
        <w:rPr>
          <w:i/>
          <w:iCs/>
        </w:rPr>
        <w:t>super graceful labeling</w:t>
      </w:r>
      <w:r w:rsidR="000A7FDB">
        <w:rPr>
          <w:i/>
          <w:iCs/>
        </w:rPr>
        <w:t xml:space="preserve"> </w:t>
      </w:r>
      <w:r w:rsidR="000A7FDB" w:rsidRPr="000A7FDB">
        <w:t>[1</w:t>
      </w:r>
      <w:proofErr w:type="gramStart"/>
      <w:r w:rsidR="000A7FDB" w:rsidRPr="000A7FDB">
        <w:t>]</w:t>
      </w:r>
      <w:r w:rsidR="00CD0783">
        <w:rPr>
          <w:i/>
          <w:iCs/>
        </w:rPr>
        <w:t>.</w:t>
      </w:r>
      <w:r w:rsidR="00CD0783">
        <w:rPr>
          <w:i/>
          <w:iCs/>
          <w:shd w:val="clear" w:color="auto" w:fill="FFFFFF"/>
        </w:rPr>
        <w:t>.</w:t>
      </w:r>
      <w:proofErr w:type="gramEnd"/>
    </w:p>
    <w:p w14:paraId="78E1CA03" w14:textId="77777777" w:rsidR="00A31B65" w:rsidRDefault="00A31B65" w:rsidP="00892D8F">
      <w:pPr>
        <w:pStyle w:val="Paragraph"/>
      </w:pPr>
      <w:r w:rsidRPr="00861ABC">
        <w:rPr>
          <w:shd w:val="clear" w:color="auto" w:fill="FFFFFF"/>
        </w:rPr>
        <w:t xml:space="preserve">A </w:t>
      </w:r>
      <w:r w:rsidRPr="00861ABC">
        <w:rPr>
          <w:i/>
          <w:iCs/>
          <w:shd w:val="clear" w:color="auto" w:fill="FFFFFF"/>
        </w:rPr>
        <w:t>harmonious labeling</w:t>
      </w:r>
      <w:r w:rsidRPr="00861ABC">
        <w:rPr>
          <w:shd w:val="clear" w:color="auto" w:fill="FFFFFF"/>
        </w:rPr>
        <w:t xml:space="preserve"> on a graph G is </w:t>
      </w:r>
      <w:r w:rsidRPr="00861ABC">
        <w:t>an injection from</w:t>
      </w:r>
      <w:r w:rsidRPr="00861ABC">
        <w:rPr>
          <w:shd w:val="clear" w:color="auto" w:fill="FFFFFF"/>
        </w:rPr>
        <w:t> </w:t>
      </w:r>
      <w:r w:rsidRPr="00861ABC">
        <w:t>the vertices of G to the group of integers modulo k, where k</w:t>
      </w:r>
      <w:r w:rsidRPr="00861ABC">
        <w:rPr>
          <w:shd w:val="clear" w:color="auto" w:fill="FFFFFF"/>
        </w:rPr>
        <w:t>. </w:t>
      </w:r>
      <w:r w:rsidRPr="00861ABC">
        <w:t>is the number of edges of G, that induces a bijection between</w:t>
      </w:r>
      <w:r>
        <w:rPr>
          <w:shd w:val="clear" w:color="auto" w:fill="FFFFFF"/>
        </w:rPr>
        <w:t xml:space="preserve"> </w:t>
      </w:r>
      <w:r w:rsidRPr="00861ABC">
        <w:t>the edges of G and the numbers modulo k by taking the edge</w:t>
      </w:r>
      <w:r w:rsidR="000A7FDB">
        <w:t xml:space="preserve"> [3]</w:t>
      </w:r>
      <w:r w:rsidR="004E1995">
        <w:t>.</w:t>
      </w:r>
    </w:p>
    <w:p w14:paraId="090FC988" w14:textId="77777777" w:rsidR="00A31B65" w:rsidRDefault="00CD0783" w:rsidP="00892D8F">
      <w:pPr>
        <w:pStyle w:val="Paragraph"/>
      </w:pPr>
      <w:r w:rsidRPr="00861ABC">
        <w:t>A </w:t>
      </w:r>
      <w:r w:rsidRPr="00861ABC">
        <w:rPr>
          <w:rStyle w:val="jpfdse"/>
          <w:sz w:val="24"/>
          <w:szCs w:val="24"/>
        </w:rPr>
        <w:t>simple graph</w:t>
      </w:r>
      <w:r w:rsidRPr="00861ABC">
        <w:t xml:space="preserve"> G is called </w:t>
      </w:r>
      <w:r w:rsidRPr="00861ABC">
        <w:rPr>
          <w:i/>
          <w:iCs/>
        </w:rPr>
        <w:t>felicitous</w:t>
      </w:r>
      <w:r w:rsidR="00584BEB">
        <w:rPr>
          <w:i/>
          <w:iCs/>
        </w:rPr>
        <w:t xml:space="preserve"> graph</w:t>
      </w:r>
      <w:r w:rsidRPr="00861ABC">
        <w:t xml:space="preserve"> if there </w:t>
      </w:r>
      <w:r>
        <w:t xml:space="preserve">exists a one – to – one function        </w:t>
      </w:r>
      <w:r w:rsidR="009A21CE">
        <w:t xml:space="preserve">                               </w:t>
      </w:r>
      <w:r>
        <w:t xml:space="preserve"> f</w:t>
      </w:r>
      <w:r w:rsidR="00491EF7">
        <w:t xml:space="preserve">: </w:t>
      </w:r>
      <w:r w:rsidRPr="00861ABC">
        <w:t xml:space="preserve">V(G) </w:t>
      </w:r>
      <w:proofErr w:type="gramStart"/>
      <w:r w:rsidRPr="00861ABC">
        <w:t>→{</w:t>
      </w:r>
      <w:proofErr w:type="gramEnd"/>
      <w:r w:rsidRPr="00861ABC">
        <w:t>0,</w:t>
      </w:r>
      <w:r w:rsidR="009A21CE">
        <w:t xml:space="preserve"> </w:t>
      </w:r>
      <w:r w:rsidRPr="00861ABC">
        <w:t>1,</w:t>
      </w:r>
      <w:r w:rsidR="009A21CE">
        <w:t xml:space="preserve"> </w:t>
      </w:r>
      <w:proofErr w:type="gramStart"/>
      <w:r w:rsidRPr="00861ABC">
        <w:t>2,</w:t>
      </w:r>
      <w:r w:rsidR="009A21CE">
        <w:t xml:space="preserve"> </w:t>
      </w:r>
      <w:r w:rsidRPr="00861ABC">
        <w:t>..,</w:t>
      </w:r>
      <w:r w:rsidR="009A21CE">
        <w:t>,</w:t>
      </w:r>
      <w:proofErr w:type="gramEnd"/>
      <w:r w:rsidRPr="00861ABC">
        <w:t xml:space="preserve"> q} such that</w:t>
      </w:r>
      <w:r>
        <w:t xml:space="preserve"> </w:t>
      </w:r>
      <w:r w:rsidR="009A21CE">
        <w:t xml:space="preserve">the set of induced edge labels </w:t>
      </w:r>
      <w:r w:rsidRPr="00861ABC">
        <w:t>f*(uv) = (f(u) + f(v)) (mod q) are all distinct</w:t>
      </w:r>
      <w:r w:rsidR="000A7FDB">
        <w:t xml:space="preserve"> [4]</w:t>
      </w:r>
      <w:r w:rsidR="004E1995">
        <w:t>.</w:t>
      </w:r>
    </w:p>
    <w:p w14:paraId="3DB3245F" w14:textId="77777777" w:rsidR="00CD0783" w:rsidRDefault="00CD0783" w:rsidP="00892D8F">
      <w:pPr>
        <w:pStyle w:val="Paragraph"/>
        <w:rPr>
          <w:lang w:val="en-IN"/>
        </w:rPr>
      </w:pPr>
      <w:r w:rsidRPr="00861ABC">
        <w:rPr>
          <w:lang w:val="en-IN"/>
        </w:rPr>
        <w:t xml:space="preserve">A graph G with p vertices and q edges is called a </w:t>
      </w:r>
      <w:r w:rsidRPr="004E1995">
        <w:rPr>
          <w:i/>
          <w:iCs/>
          <w:lang w:val="en-IN"/>
        </w:rPr>
        <w:t>mean graph</w:t>
      </w:r>
      <w:r w:rsidRPr="00861ABC">
        <w:rPr>
          <w:lang w:val="en-IN"/>
        </w:rPr>
        <w:t xml:space="preserve"> if there is an injective function </w:t>
      </w:r>
      <w:r w:rsidR="009A21CE">
        <w:rPr>
          <w:lang w:val="en-IN"/>
        </w:rPr>
        <w:t xml:space="preserve"> </w:t>
      </w:r>
      <w:r w:rsidRPr="00861ABC">
        <w:rPr>
          <w:lang w:val="en-IN"/>
        </w:rPr>
        <w:t xml:space="preserve">f from the vertices of G to {0,1,2,...,q} such that when each edge </w:t>
      </w:r>
      <w:proofErr w:type="spellStart"/>
      <w:r w:rsidRPr="00861ABC">
        <w:rPr>
          <w:lang w:val="en-IN"/>
        </w:rPr>
        <w:t>uv</w:t>
      </w:r>
      <w:proofErr w:type="spellEnd"/>
      <w:r w:rsidRPr="00861ABC">
        <w:rPr>
          <w:lang w:val="en-IN"/>
        </w:rPr>
        <w:t xml:space="preserve"> is </w:t>
      </w:r>
      <w:proofErr w:type="spellStart"/>
      <w:r w:rsidRPr="00861ABC">
        <w:rPr>
          <w:lang w:val="en-IN"/>
        </w:rPr>
        <w:t>labeled</w:t>
      </w:r>
      <w:proofErr w:type="spellEnd"/>
      <w:r w:rsidRPr="00861ABC">
        <w:rPr>
          <w:lang w:val="en-IN"/>
        </w:rPr>
        <w:t xml:space="preserve"> with </w:t>
      </w:r>
      <w:r w:rsidRPr="00861ABC">
        <w:rPr>
          <w:position w:val="-28"/>
          <w:lang w:val="en-IN"/>
        </w:rPr>
        <w:object w:dxaOrig="1440" w:dyaOrig="680" w14:anchorId="516403BF">
          <v:shape id="_x0000_i1027" type="#_x0000_t75" style="width:1in;height:33.6pt" o:ole="">
            <v:imagedata r:id="rId11" o:title=""/>
          </v:shape>
          <o:OLEObject Type="Embed" ProgID="Equation.3" ShapeID="_x0000_i1027" DrawAspect="Content" ObjectID="_1819477215" r:id="rId12"/>
        </w:object>
      </w:r>
      <w:r w:rsidRPr="00861ABC">
        <w:rPr>
          <w:lang w:val="en-IN"/>
        </w:rPr>
        <w:t xml:space="preserve">if f(u) + f(v) is even, and </w:t>
      </w:r>
      <w:r w:rsidRPr="00861ABC">
        <w:rPr>
          <w:position w:val="-28"/>
          <w:lang w:val="en-IN"/>
        </w:rPr>
        <w:object w:dxaOrig="1740" w:dyaOrig="680" w14:anchorId="04F08A29">
          <v:shape id="_x0000_i1028" type="#_x0000_t75" style="width:87pt;height:33.6pt" o:ole="">
            <v:imagedata r:id="rId13" o:title=""/>
          </v:shape>
          <o:OLEObject Type="Embed" ProgID="Equation.3" ShapeID="_x0000_i1028" DrawAspect="Content" ObjectID="_1819477216" r:id="rId14"/>
        </w:object>
      </w:r>
      <w:r w:rsidRPr="00861ABC">
        <w:rPr>
          <w:lang w:val="en-IN"/>
        </w:rPr>
        <w:t>if f(u) + f(v) is odd, then the resulting edge labels are distinct</w:t>
      </w:r>
      <w:r w:rsidR="000A7FDB">
        <w:rPr>
          <w:lang w:val="en-IN"/>
        </w:rPr>
        <w:t xml:space="preserve"> [5]</w:t>
      </w:r>
      <w:r w:rsidRPr="00861ABC">
        <w:rPr>
          <w:lang w:val="en-IN"/>
        </w:rPr>
        <w:t>.</w:t>
      </w:r>
    </w:p>
    <w:p w14:paraId="1C8732AC" w14:textId="77777777" w:rsidR="007062D8" w:rsidRDefault="0021385B" w:rsidP="00892D8F">
      <w:pPr>
        <w:pStyle w:val="Paragraph"/>
      </w:pPr>
      <w:r>
        <w:t>If t</w:t>
      </w:r>
      <w:r w:rsidR="00CD0783" w:rsidRPr="00861ABC">
        <w:t>he graph G</w:t>
      </w:r>
      <w:r w:rsidR="00CD0783">
        <w:t xml:space="preserve"> </w:t>
      </w:r>
      <w:r w:rsidR="00CD0783" w:rsidRPr="00861ABC">
        <w:t>(V,</w:t>
      </w:r>
      <w:r w:rsidR="00412959">
        <w:t xml:space="preserve"> </w:t>
      </w:r>
      <w:r w:rsidR="00CD0783" w:rsidRPr="00861ABC">
        <w:t>E) wi</w:t>
      </w:r>
      <w:r>
        <w:t>th p vertices and q edges</w:t>
      </w:r>
      <w:r w:rsidR="00CD0783" w:rsidRPr="00861ABC">
        <w:t xml:space="preserve"> is feasible to label the vertices</w:t>
      </w:r>
      <w:r>
        <w:t xml:space="preserve"> </w:t>
      </w:r>
      <w:r w:rsidR="00CD0783" w:rsidRPr="00861ABC">
        <w:t>x ε V with diffe</w:t>
      </w:r>
      <w:r w:rsidR="004E1995">
        <w:t xml:space="preserve">rent labelings f(x) from </w:t>
      </w:r>
      <w:proofErr w:type="gramStart"/>
      <w:r w:rsidR="00CD0783" w:rsidRPr="00861ABC">
        <w:t>f :V</w:t>
      </w:r>
      <w:proofErr w:type="gramEnd"/>
      <w:r w:rsidR="00CD0783" w:rsidRPr="00861ABC">
        <w:t xml:space="preserve">(G) </w:t>
      </w:r>
      <w:r w:rsidR="00CD0783" w:rsidRPr="00861ABC">
        <w:sym w:font="Symbol" w:char="F0AE"/>
      </w:r>
      <w:r w:rsidR="00CD0783" w:rsidRPr="00861ABC">
        <w:t xml:space="preserve">{1, 2, …, q + 1}in such a way that when each edge </w:t>
      </w:r>
      <w:r w:rsidR="007062D8">
        <w:t xml:space="preserve">     </w:t>
      </w:r>
      <w:r w:rsidR="00CD0783" w:rsidRPr="00861ABC">
        <w:t>e = uv is labeled with</w:t>
      </w:r>
      <w:r w:rsidR="007062D8">
        <w:t xml:space="preserve"> </w:t>
      </w:r>
    </w:p>
    <w:p w14:paraId="09AFA204" w14:textId="77777777" w:rsidR="00CD0783" w:rsidRPr="00861ABC" w:rsidRDefault="007062D8" w:rsidP="00892D8F">
      <w:pPr>
        <w:pStyle w:val="Paragraph"/>
        <w:rPr>
          <w:position w:val="-30"/>
        </w:rPr>
      </w:pPr>
      <w:r>
        <w:lastRenderedPageBreak/>
        <w:t xml:space="preserve">          </w:t>
      </w:r>
      <w:r w:rsidR="00CD0783" w:rsidRPr="00861ABC">
        <w:t xml:space="preserve">f*(e = </w:t>
      </w:r>
      <w:proofErr w:type="spellStart"/>
      <w:r w:rsidR="00CD0783" w:rsidRPr="00861ABC">
        <w:t>uv</w:t>
      </w:r>
      <w:proofErr w:type="spellEnd"/>
      <w:r w:rsidR="00CD0783" w:rsidRPr="00861ABC">
        <w:t xml:space="preserve">) = </w:t>
      </w:r>
      <w:r w:rsidR="00CD0783" w:rsidRPr="00861ABC">
        <w:rPr>
          <w:position w:val="-30"/>
        </w:rPr>
        <w:object w:dxaOrig="2720" w:dyaOrig="720" w14:anchorId="1AF0FD38">
          <v:shape id="_x0000_i1029" type="#_x0000_t75" style="width:135.6pt;height:36pt" o:ole="">
            <v:imagedata r:id="rId7" o:title=""/>
          </v:shape>
          <o:OLEObject Type="Embed" ProgID="Equation.3" ShapeID="_x0000_i1029" DrawAspect="Content" ObjectID="_1819477217" r:id="rId15"/>
        </w:object>
      </w:r>
      <w:r w:rsidR="00CD0783" w:rsidRPr="00861ABC">
        <w:t>or</w:t>
      </w:r>
      <w:r>
        <w:t xml:space="preserve"> </w:t>
      </w:r>
      <w:r w:rsidR="00CD0783" w:rsidRPr="00861ABC">
        <w:t xml:space="preserve">f*(e = </w:t>
      </w:r>
      <w:proofErr w:type="spellStart"/>
      <w:r w:rsidR="00CD0783" w:rsidRPr="00861ABC">
        <w:t>uv</w:t>
      </w:r>
      <w:proofErr w:type="spellEnd"/>
      <w:r w:rsidR="00CD0783" w:rsidRPr="00861ABC">
        <w:t xml:space="preserve">) = </w:t>
      </w:r>
      <w:r w:rsidR="00CD0783" w:rsidRPr="00861ABC">
        <w:rPr>
          <w:position w:val="-30"/>
        </w:rPr>
        <w:object w:dxaOrig="2720" w:dyaOrig="720" w14:anchorId="2A2F1B45">
          <v:shape id="_x0000_i1030" type="#_x0000_t75" style="width:135.6pt;height:36pt" o:ole="">
            <v:imagedata r:id="rId9" o:title=""/>
          </v:shape>
          <o:OLEObject Type="Embed" ProgID="Equation.3" ShapeID="_x0000_i1030" DrawAspect="Content" ObjectID="_1819477218" r:id="rId16"/>
        </w:object>
      </w:r>
    </w:p>
    <w:p w14:paraId="31E72967" w14:textId="77777777" w:rsidR="004E1995" w:rsidRDefault="00CD0783" w:rsidP="00892D8F">
      <w:pPr>
        <w:pStyle w:val="Paragraph"/>
      </w:pPr>
      <w:r w:rsidRPr="00861ABC">
        <w:t>and the edge labelings are distinct.</w:t>
      </w:r>
      <w:r w:rsidR="004E1995">
        <w:t xml:space="preserve"> </w:t>
      </w:r>
      <w:r w:rsidR="004E1995" w:rsidRPr="00861ABC">
        <w:t xml:space="preserve">This labeling is called </w:t>
      </w:r>
      <w:r w:rsidR="004E1995" w:rsidRPr="00BF0625">
        <w:rPr>
          <w:i/>
          <w:iCs/>
        </w:rPr>
        <w:t>power mean labeling</w:t>
      </w:r>
      <w:r w:rsidR="000A7FDB">
        <w:rPr>
          <w:i/>
          <w:iCs/>
        </w:rPr>
        <w:t xml:space="preserve"> </w:t>
      </w:r>
      <w:r w:rsidR="000A7FDB">
        <w:t>[6]</w:t>
      </w:r>
      <w:r w:rsidR="004E1995" w:rsidRPr="00BF0625">
        <w:t>.</w:t>
      </w:r>
    </w:p>
    <w:p w14:paraId="0C2C25DE" w14:textId="77777777" w:rsidR="00BF0625" w:rsidRDefault="00BF0625" w:rsidP="00892D8F">
      <w:pPr>
        <w:pStyle w:val="Paragraph"/>
      </w:pPr>
      <w:r w:rsidRPr="00BF0625">
        <w:t xml:space="preserve">A function is said to be </w:t>
      </w:r>
      <w:r w:rsidRPr="00BF0625">
        <w:rPr>
          <w:i/>
          <w:iCs/>
        </w:rPr>
        <w:t>Power-3 Heronian odd mean labeling</w:t>
      </w:r>
      <w:r w:rsidRPr="00BF0625">
        <w:t xml:space="preserve"> of a graph G with q edges, if f is a bijective function from the vertices of G to the set</w:t>
      </w:r>
      <w:r w:rsidR="007062D8">
        <w:t xml:space="preserve"> </w:t>
      </w:r>
      <w:r w:rsidRPr="00BF0625">
        <w:t>{1,</w:t>
      </w:r>
      <w:r>
        <w:t xml:space="preserve"> </w:t>
      </w:r>
      <w:r w:rsidRPr="00BF0625">
        <w:t>3,</w:t>
      </w:r>
      <w:r>
        <w:t xml:space="preserve"> 5, …, </w:t>
      </w:r>
      <w:r w:rsidRPr="00BF0625">
        <w:t>2p</w:t>
      </w:r>
      <w:r>
        <w:t xml:space="preserve"> </w:t>
      </w:r>
      <w:r w:rsidRPr="00BF0625">
        <w:t>-</w:t>
      </w:r>
      <w:r>
        <w:t xml:space="preserve"> </w:t>
      </w:r>
      <w:proofErr w:type="gramStart"/>
      <w:r w:rsidRPr="00BF0625">
        <w:t>1}such</w:t>
      </w:r>
      <w:proofErr w:type="gramEnd"/>
      <w:r w:rsidRPr="00BF0625">
        <w:t xml:space="preserve"> that when each </w:t>
      </w:r>
      <w:proofErr w:type="gramStart"/>
      <w:r w:rsidRPr="00BF0625">
        <w:t>edges</w:t>
      </w:r>
      <w:proofErr w:type="gramEnd"/>
      <w:r w:rsidRPr="00BF0625">
        <w:t xml:space="preserve"> uv is assigned the label. The resulting edge labels are distinct numbers</w:t>
      </w:r>
      <w:r w:rsidR="000A7FDB">
        <w:t xml:space="preserve"> [</w:t>
      </w:r>
      <w:r w:rsidR="00835847">
        <w:t>8</w:t>
      </w:r>
      <w:r w:rsidR="000A7FDB">
        <w:t>]</w:t>
      </w:r>
      <w:r w:rsidRPr="00BF0625">
        <w:t>.</w:t>
      </w:r>
    </w:p>
    <w:p w14:paraId="14B57A23" w14:textId="77777777" w:rsidR="00BF0625" w:rsidRDefault="00A35FC7" w:rsidP="00892D8F">
      <w:pPr>
        <w:pStyle w:val="Paragraph"/>
      </w:pPr>
      <w:r w:rsidRPr="00BF0625">
        <w:rPr>
          <w:position w:val="-48"/>
        </w:rPr>
        <w:object w:dxaOrig="4480" w:dyaOrig="1080" w14:anchorId="6C35FC4E">
          <v:shape id="_x0000_i1031" type="#_x0000_t75" style="width:224.4pt;height:54.6pt" o:ole="">
            <v:imagedata r:id="rId17" o:title=""/>
          </v:shape>
          <o:OLEObject Type="Embed" ProgID="Equation.3" ShapeID="_x0000_i1031" DrawAspect="Content" ObjectID="_1819477219" r:id="rId18"/>
        </w:object>
      </w:r>
    </w:p>
    <w:p w14:paraId="111B44F1" w14:textId="77777777" w:rsidR="00A35FC7" w:rsidRDefault="00A35FC7" w:rsidP="00892D8F">
      <w:pPr>
        <w:pStyle w:val="Paragraph"/>
      </w:pPr>
      <w:r w:rsidRPr="00A35FC7">
        <w:t xml:space="preserve">A function f is called a </w:t>
      </w:r>
      <w:r w:rsidRPr="00A35FC7">
        <w:rPr>
          <w:i/>
          <w:iCs/>
        </w:rPr>
        <w:t>F-root square mean labeling</w:t>
      </w:r>
      <w:r w:rsidRPr="00A35FC7">
        <w:t xml:space="preserve"> of a graph </w:t>
      </w:r>
      <w:proofErr w:type="gramStart"/>
      <w:r w:rsidRPr="00A35FC7">
        <w:t>G(</w:t>
      </w:r>
      <w:proofErr w:type="gramEnd"/>
      <w:r w:rsidRPr="00A35FC7">
        <w:t>V,</w:t>
      </w:r>
      <w:r w:rsidR="007062D8">
        <w:t xml:space="preserve"> </w:t>
      </w:r>
      <w:r w:rsidRPr="00A35FC7">
        <w:t xml:space="preserve">E) with p vertices and q edges if </w:t>
      </w:r>
      <w:proofErr w:type="gramStart"/>
      <w:r w:rsidRPr="00A35FC7">
        <w:t>f :</w:t>
      </w:r>
      <w:proofErr w:type="gramEnd"/>
      <w:r w:rsidRPr="00A35FC7">
        <w:t xml:space="preserve"> V(G) → {1,</w:t>
      </w:r>
      <w:proofErr w:type="gramStart"/>
      <w:r w:rsidRPr="00A35FC7">
        <w:t>2,3,...</w:t>
      </w:r>
      <w:proofErr w:type="gramEnd"/>
      <w:r w:rsidRPr="00A35FC7">
        <w:t>,q +1} is injective and the induced function f</w:t>
      </w:r>
      <w:r>
        <w:rPr>
          <w:rFonts w:hAnsi="Cambria Math"/>
        </w:rPr>
        <w:t>*</w:t>
      </w:r>
      <w:r w:rsidRPr="00A35FC7">
        <w:t xml:space="preserve"> defined as</w:t>
      </w:r>
    </w:p>
    <w:p w14:paraId="5E309C2E" w14:textId="77777777" w:rsidR="00A35FC7" w:rsidRDefault="00A35FC7" w:rsidP="00892D8F">
      <w:pPr>
        <w:pStyle w:val="Paragraph"/>
        <w:rPr>
          <w:position w:val="-30"/>
        </w:rPr>
      </w:pPr>
      <w:r>
        <w:t>f*(</w:t>
      </w:r>
      <w:proofErr w:type="spellStart"/>
      <w:r w:rsidRPr="00861ABC">
        <w:t>uv</w:t>
      </w:r>
      <w:proofErr w:type="spellEnd"/>
      <w:r w:rsidRPr="00861ABC">
        <w:t xml:space="preserve">) = </w:t>
      </w:r>
      <w:r w:rsidRPr="00A35FC7">
        <w:rPr>
          <w:position w:val="-36"/>
        </w:rPr>
        <w:object w:dxaOrig="1880" w:dyaOrig="840" w14:anchorId="6E1D3F29">
          <v:shape id="_x0000_i1032" type="#_x0000_t75" style="width:94.2pt;height:42pt" o:ole="">
            <v:imagedata r:id="rId19" o:title=""/>
          </v:shape>
          <o:OLEObject Type="Embed" ProgID="Equation.3" ShapeID="_x0000_i1032" DrawAspect="Content" ObjectID="_1819477220" r:id="rId20"/>
        </w:object>
      </w:r>
    </w:p>
    <w:p w14:paraId="09E46742" w14:textId="77777777" w:rsidR="00A35FC7" w:rsidRPr="00A35FC7" w:rsidRDefault="00A35FC7" w:rsidP="00892D8F">
      <w:pPr>
        <w:pStyle w:val="Paragraph"/>
        <w:rPr>
          <w:position w:val="-30"/>
        </w:rPr>
      </w:pPr>
      <w:r w:rsidRPr="00A35FC7">
        <w:t xml:space="preserve">for all uv </w:t>
      </w:r>
      <w:r w:rsidRPr="00A35FC7">
        <w:rPr>
          <w:rFonts w:ascii="Cambria Math" w:hAnsi="Cambria Math"/>
        </w:rPr>
        <w:t>∈</w:t>
      </w:r>
      <w:r w:rsidRPr="00A35FC7">
        <w:t xml:space="preserve"> E(G), is bijective</w:t>
      </w:r>
      <w:r w:rsidR="000A7FDB">
        <w:t xml:space="preserve"> [</w:t>
      </w:r>
      <w:r w:rsidR="00835847">
        <w:t>9</w:t>
      </w:r>
      <w:r w:rsidR="000A7FDB">
        <w:t>]</w:t>
      </w:r>
      <w:r w:rsidRPr="00A35FC7">
        <w:t>.</w:t>
      </w:r>
    </w:p>
    <w:p w14:paraId="1A59FA96" w14:textId="77777777" w:rsidR="003D40CF" w:rsidRPr="00E5279E" w:rsidRDefault="003D40CF" w:rsidP="00892D8F">
      <w:pPr>
        <w:pStyle w:val="Paragraph"/>
      </w:pPr>
      <w:r w:rsidRPr="00E5279E">
        <w:t xml:space="preserve">A (p, q) graph G is said to be a power exponential mean graph if there exist a </w:t>
      </w:r>
      <w:proofErr w:type="gramStart"/>
      <w:r w:rsidRPr="00E5279E">
        <w:t>one to one</w:t>
      </w:r>
      <w:proofErr w:type="gramEnd"/>
      <w:r w:rsidRPr="00E5279E">
        <w:t xml:space="preserve"> correspondence </w:t>
      </w:r>
      <w:proofErr w:type="gramStart"/>
      <w:r w:rsidRPr="00E5279E">
        <w:t>f :</w:t>
      </w:r>
      <w:proofErr w:type="gramEnd"/>
      <w:r w:rsidRPr="00E5279E">
        <w:t xml:space="preserve"> V → {1, 2, 3, </w:t>
      </w:r>
      <w:proofErr w:type="gramStart"/>
      <w:r w:rsidRPr="00E5279E">
        <w:t>. . . ,</w:t>
      </w:r>
      <w:proofErr w:type="gramEnd"/>
      <w:r w:rsidRPr="00E5279E">
        <w:t xml:space="preserve"> p} such that induced function f</w:t>
      </w:r>
      <w:proofErr w:type="gramStart"/>
      <w:r w:rsidRPr="00E5279E">
        <w:rPr>
          <w:rFonts w:hAnsi="Cambria Math"/>
        </w:rPr>
        <w:t>∗</w:t>
      </w:r>
      <w:r w:rsidRPr="00E5279E">
        <w:t xml:space="preserve"> :</w:t>
      </w:r>
      <w:proofErr w:type="gramEnd"/>
      <w:r w:rsidRPr="00E5279E">
        <w:t xml:space="preserve"> E(G) → N given by </w:t>
      </w:r>
    </w:p>
    <w:p w14:paraId="08EF1B65" w14:textId="77777777" w:rsidR="003D40CF" w:rsidRPr="00E5279E" w:rsidRDefault="003D40CF" w:rsidP="00892D8F">
      <w:pPr>
        <w:pStyle w:val="Paragraph"/>
        <w:rPr>
          <w:position w:val="-30"/>
        </w:rPr>
      </w:pPr>
      <w:r w:rsidRPr="00E5279E">
        <w:t xml:space="preserve">  f*(</w:t>
      </w:r>
      <w:proofErr w:type="spellStart"/>
      <w:r w:rsidRPr="00E5279E">
        <w:t>uv</w:t>
      </w:r>
      <w:proofErr w:type="spellEnd"/>
      <w:r w:rsidRPr="00E5279E">
        <w:t xml:space="preserve">) = </w:t>
      </w:r>
      <w:r w:rsidRPr="00E5279E">
        <w:rPr>
          <w:position w:val="-30"/>
        </w:rPr>
        <w:object w:dxaOrig="2680" w:dyaOrig="720" w14:anchorId="730CE76D">
          <v:shape id="_x0000_i1033" type="#_x0000_t75" style="width:150pt;height:40.8pt" o:ole="">
            <v:imagedata r:id="rId21" o:title=""/>
          </v:shape>
          <o:OLEObject Type="Embed" ProgID="Equation.3" ShapeID="_x0000_i1033" DrawAspect="Content" ObjectID="_1819477221" r:id="rId22"/>
        </w:object>
      </w:r>
      <w:proofErr w:type="gramStart"/>
      <w:r w:rsidRPr="00E5279E">
        <w:t>or  f</w:t>
      </w:r>
      <w:proofErr w:type="gramEnd"/>
      <w:r w:rsidRPr="00E5279E">
        <w:t>*(</w:t>
      </w:r>
      <w:proofErr w:type="spellStart"/>
      <w:r w:rsidRPr="00E5279E">
        <w:t>uv</w:t>
      </w:r>
      <w:proofErr w:type="spellEnd"/>
      <w:r w:rsidRPr="00E5279E">
        <w:t xml:space="preserve">) = </w:t>
      </w:r>
      <w:r w:rsidRPr="00E5279E">
        <w:rPr>
          <w:position w:val="-30"/>
        </w:rPr>
        <w:object w:dxaOrig="2700" w:dyaOrig="720" w14:anchorId="51173137">
          <v:shape id="_x0000_i1034" type="#_x0000_t75" style="width:140.4pt;height:37.8pt" o:ole="">
            <v:imagedata r:id="rId23" o:title=""/>
          </v:shape>
          <o:OLEObject Type="Embed" ProgID="Equation.3" ShapeID="_x0000_i1034" DrawAspect="Content" ObjectID="_1819477222" r:id="rId24"/>
        </w:object>
      </w:r>
    </w:p>
    <w:p w14:paraId="57FAAF6E" w14:textId="77777777" w:rsidR="003D40CF" w:rsidRPr="00E5279E" w:rsidRDefault="003D40CF" w:rsidP="00892D8F">
      <w:pPr>
        <w:pStyle w:val="Paragraph"/>
      </w:pPr>
      <w:r w:rsidRPr="00E5279E">
        <w:t xml:space="preserve">for every uv </w:t>
      </w:r>
      <w:r w:rsidRPr="00E5279E">
        <w:rPr>
          <w:rFonts w:ascii="Cambria Math" w:hAnsi="Cambria Math"/>
        </w:rPr>
        <w:t>∈</w:t>
      </w:r>
      <w:r w:rsidRPr="00E5279E">
        <w:t xml:space="preserve"> E(G) are all distinct</w:t>
      </w:r>
      <w:r w:rsidR="00835847">
        <w:t xml:space="preserve"> [10]</w:t>
      </w:r>
      <w:r w:rsidRPr="00E5279E">
        <w:t>.</w:t>
      </w:r>
    </w:p>
    <w:p w14:paraId="47290293" w14:textId="77777777" w:rsidR="003D40CF" w:rsidRDefault="003D40CF" w:rsidP="00892D8F">
      <w:pPr>
        <w:pStyle w:val="Paragraph"/>
        <w:rPr>
          <w:b/>
          <w:bCs/>
          <w:lang w:val="en-IN"/>
        </w:rPr>
      </w:pPr>
    </w:p>
    <w:p w14:paraId="0B54A5A9" w14:textId="77777777" w:rsidR="003660E1" w:rsidRDefault="003660E1" w:rsidP="00892D8F">
      <w:pPr>
        <w:pStyle w:val="Heading1"/>
        <w:rPr>
          <w:lang w:val="en-IN"/>
        </w:rPr>
      </w:pPr>
      <w:r>
        <w:rPr>
          <w:lang w:val="en-IN"/>
        </w:rPr>
        <w:t>Results</w:t>
      </w:r>
    </w:p>
    <w:p w14:paraId="4963F938" w14:textId="77777777" w:rsidR="003660E1" w:rsidRDefault="003660E1" w:rsidP="00892D8F">
      <w:pPr>
        <w:pStyle w:val="Heading2"/>
        <w:rPr>
          <w:lang w:val="en-IN"/>
        </w:rPr>
      </w:pPr>
      <w:r>
        <w:rPr>
          <w:lang w:val="en-IN"/>
        </w:rPr>
        <w:t>Vertex Odd Power Mean Labeling</w:t>
      </w:r>
    </w:p>
    <w:p w14:paraId="1B5CB55C" w14:textId="77777777" w:rsidR="004E1995" w:rsidRPr="009C3F5A" w:rsidRDefault="004E1995" w:rsidP="00892D8F">
      <w:pPr>
        <w:pStyle w:val="Paragraph"/>
        <w:rPr>
          <w:b/>
          <w:bCs/>
          <w:lang w:val="en-IN"/>
        </w:rPr>
      </w:pPr>
      <w:r w:rsidRPr="00861ABC">
        <w:t xml:space="preserve">The graph </w:t>
      </w:r>
      <w:proofErr w:type="gramStart"/>
      <w:r w:rsidRPr="00861ABC">
        <w:t>G(</w:t>
      </w:r>
      <w:proofErr w:type="gramEnd"/>
      <w:r w:rsidRPr="00861ABC">
        <w:t>V,</w:t>
      </w:r>
      <w:r w:rsidR="00422873">
        <w:t xml:space="preserve"> </w:t>
      </w:r>
      <w:r w:rsidRPr="00861ABC">
        <w:t xml:space="preserve">E) with p vertices and q edges, if it is sufficient to label the vertices x ε V with different labelings f(x) from odd numbers </w:t>
      </w:r>
      <w:proofErr w:type="gramStart"/>
      <w:r w:rsidRPr="00861ABC">
        <w:t>of  1</w:t>
      </w:r>
      <w:proofErr w:type="gramEnd"/>
      <w:r w:rsidRPr="00861ABC">
        <w:t xml:space="preserve">, </w:t>
      </w:r>
      <w:proofErr w:type="gramStart"/>
      <w:r w:rsidRPr="00861ABC">
        <w:t>3,…</w:t>
      </w:r>
      <w:proofErr w:type="gramEnd"/>
      <w:r w:rsidRPr="00861ABC">
        <w:t xml:space="preserve">., 2q + 1 in such a way that when each </w:t>
      </w:r>
      <w:proofErr w:type="gramStart"/>
      <w:r w:rsidRPr="00861ABC">
        <w:t>edge  e</w:t>
      </w:r>
      <w:proofErr w:type="gramEnd"/>
      <w:r w:rsidRPr="00861ABC">
        <w:t xml:space="preserve"> = uv is labeled with</w:t>
      </w:r>
    </w:p>
    <w:p w14:paraId="4EA63FFF" w14:textId="77777777" w:rsidR="004E1995" w:rsidRPr="00861ABC" w:rsidRDefault="004E1995" w:rsidP="00892D8F">
      <w:pPr>
        <w:pStyle w:val="Paragraph"/>
      </w:pPr>
      <w:r w:rsidRPr="00861ABC">
        <w:t xml:space="preserve">f*(e = </w:t>
      </w:r>
      <w:proofErr w:type="spellStart"/>
      <w:r w:rsidRPr="00861ABC">
        <w:t>uv</w:t>
      </w:r>
      <w:proofErr w:type="spellEnd"/>
      <w:r w:rsidRPr="00861ABC">
        <w:t xml:space="preserve">) = </w:t>
      </w:r>
      <w:r w:rsidRPr="00861ABC">
        <w:rPr>
          <w:position w:val="-30"/>
        </w:rPr>
        <w:object w:dxaOrig="2720" w:dyaOrig="720" w14:anchorId="01C7E520">
          <v:shape id="_x0000_i1035" type="#_x0000_t75" style="width:135.6pt;height:36pt" o:ole="">
            <v:imagedata r:id="rId7" o:title=""/>
          </v:shape>
          <o:OLEObject Type="Embed" ProgID="Equation.3" ShapeID="_x0000_i1035" DrawAspect="Content" ObjectID="_1819477223" r:id="rId25"/>
        </w:object>
      </w:r>
    </w:p>
    <w:p w14:paraId="5AF1EE9B" w14:textId="77777777" w:rsidR="004E1995" w:rsidRPr="00861ABC" w:rsidRDefault="004E1995" w:rsidP="00892D8F">
      <w:pPr>
        <w:pStyle w:val="Paragraph"/>
      </w:pPr>
      <w:r w:rsidRPr="00861ABC">
        <w:t>or</w:t>
      </w:r>
    </w:p>
    <w:p w14:paraId="0E5B8967" w14:textId="77777777" w:rsidR="004E1995" w:rsidRPr="00861ABC" w:rsidRDefault="004E1995" w:rsidP="00892D8F">
      <w:pPr>
        <w:pStyle w:val="Paragraph"/>
        <w:rPr>
          <w:position w:val="-30"/>
        </w:rPr>
      </w:pPr>
      <w:r w:rsidRPr="00861ABC">
        <w:t xml:space="preserve">f*(e = </w:t>
      </w:r>
      <w:proofErr w:type="spellStart"/>
      <w:r w:rsidRPr="00861ABC">
        <w:t>uv</w:t>
      </w:r>
      <w:proofErr w:type="spellEnd"/>
      <w:r w:rsidRPr="00861ABC">
        <w:t xml:space="preserve">) = </w:t>
      </w:r>
      <w:r w:rsidRPr="00861ABC">
        <w:rPr>
          <w:position w:val="-30"/>
        </w:rPr>
        <w:object w:dxaOrig="2720" w:dyaOrig="720" w14:anchorId="6CAD9D71">
          <v:shape id="_x0000_i1036" type="#_x0000_t75" style="width:135.6pt;height:36pt" o:ole="">
            <v:imagedata r:id="rId9" o:title=""/>
          </v:shape>
          <o:OLEObject Type="Embed" ProgID="Equation.3" ShapeID="_x0000_i1036" DrawAspect="Content" ObjectID="_1819477224" r:id="rId26"/>
        </w:object>
      </w:r>
    </w:p>
    <w:p w14:paraId="68B2E6C5" w14:textId="77777777" w:rsidR="004E1995" w:rsidRDefault="004E1995" w:rsidP="00892D8F">
      <w:pPr>
        <w:pStyle w:val="Paragraph"/>
        <w:rPr>
          <w:b/>
          <w:bCs/>
          <w:lang w:val="en-IN"/>
        </w:rPr>
      </w:pPr>
      <w:r w:rsidRPr="00861ABC">
        <w:t xml:space="preserve">and the edge labelings are distinct. This labeling is called </w:t>
      </w:r>
      <w:r w:rsidRPr="00835847">
        <w:rPr>
          <w:i/>
          <w:iCs/>
        </w:rPr>
        <w:t>vertex odd power mean labeling</w:t>
      </w:r>
      <w:r w:rsidR="000A7FDB" w:rsidRPr="00835847">
        <w:rPr>
          <w:i/>
          <w:iCs/>
        </w:rPr>
        <w:t xml:space="preserve"> [</w:t>
      </w:r>
      <w:r w:rsidR="00C259DE">
        <w:rPr>
          <w:i/>
          <w:iCs/>
        </w:rPr>
        <w:t>7</w:t>
      </w:r>
      <w:r w:rsidR="000A7FDB" w:rsidRPr="00835847">
        <w:rPr>
          <w:i/>
          <w:iCs/>
        </w:rPr>
        <w:t>]</w:t>
      </w:r>
      <w:r w:rsidRPr="00835847">
        <w:t>.</w:t>
      </w:r>
      <w:r w:rsidRPr="00861ABC">
        <w:t xml:space="preserve"> This concept of </w:t>
      </w:r>
      <w:r w:rsidRPr="00861ABC">
        <w:rPr>
          <w:rFonts w:eastAsiaTheme="minorEastAsia"/>
        </w:rPr>
        <w:t>vertex odd power mean labeling is defined</w:t>
      </w:r>
      <w:r w:rsidR="002B5BCD">
        <w:rPr>
          <w:rFonts w:eastAsiaTheme="minorEastAsia"/>
        </w:rPr>
        <w:t xml:space="preserve"> </w:t>
      </w:r>
      <w:proofErr w:type="gramStart"/>
      <w:r w:rsidR="002B5BCD">
        <w:rPr>
          <w:rFonts w:eastAsiaTheme="minorEastAsia"/>
        </w:rPr>
        <w:t>by</w:t>
      </w:r>
      <w:r w:rsidRPr="00861ABC">
        <w:rPr>
          <w:rFonts w:eastAsiaTheme="minorEastAsia"/>
        </w:rPr>
        <w:t xml:space="preserve"> </w:t>
      </w:r>
      <w:r w:rsidR="007062D8">
        <w:rPr>
          <w:rFonts w:eastAsiaTheme="minorEastAsia"/>
        </w:rPr>
        <w:t xml:space="preserve"> </w:t>
      </w:r>
      <w:r w:rsidRPr="00861ABC">
        <w:rPr>
          <w:rFonts w:eastAsiaTheme="minorEastAsia"/>
        </w:rPr>
        <w:t>C.</w:t>
      </w:r>
      <w:proofErr w:type="gramEnd"/>
      <w:r w:rsidRPr="00861ABC">
        <w:rPr>
          <w:rFonts w:eastAsiaTheme="minorEastAsia"/>
        </w:rPr>
        <w:t xml:space="preserve"> Vimala and B. Kavitha in 2020</w:t>
      </w:r>
      <w:r w:rsidR="000A7FDB">
        <w:rPr>
          <w:rFonts w:eastAsiaTheme="minorEastAsia"/>
        </w:rPr>
        <w:t xml:space="preserve"> [</w:t>
      </w:r>
      <w:r w:rsidR="00C259DE">
        <w:rPr>
          <w:rFonts w:eastAsiaTheme="minorEastAsia"/>
        </w:rPr>
        <w:t>7</w:t>
      </w:r>
      <w:r w:rsidR="000A7FDB">
        <w:rPr>
          <w:rFonts w:eastAsiaTheme="minorEastAsia"/>
        </w:rPr>
        <w:t>]</w:t>
      </w:r>
      <w:r w:rsidRPr="00861ABC">
        <w:rPr>
          <w:rFonts w:eastAsiaTheme="minorEastAsia"/>
        </w:rPr>
        <w:t>. They proved that cycle, star, connected graph</w:t>
      </w:r>
      <w:r w:rsidR="00C5755E">
        <w:rPr>
          <w:rFonts w:eastAsiaTheme="minorEastAsia"/>
        </w:rPr>
        <w:t xml:space="preserve"> C</w:t>
      </w:r>
      <w:r w:rsidR="00C5755E" w:rsidRPr="00C5755E">
        <w:rPr>
          <w:rFonts w:eastAsiaTheme="minorEastAsia"/>
          <w:vertAlign w:val="subscript"/>
        </w:rPr>
        <w:t>n</w:t>
      </w:r>
      <w:r w:rsidR="00C5755E">
        <w:rPr>
          <w:rFonts w:eastAsiaTheme="minorEastAsia"/>
        </w:rPr>
        <w:t xml:space="preserve"> + 2P</w:t>
      </w:r>
      <w:r w:rsidR="00C5755E" w:rsidRPr="00C5755E">
        <w:rPr>
          <w:rFonts w:eastAsiaTheme="minorEastAsia"/>
          <w:vertAlign w:val="subscript"/>
        </w:rPr>
        <w:t>2</w:t>
      </w:r>
      <w:r w:rsidRPr="00861ABC">
        <w:rPr>
          <w:rFonts w:eastAsiaTheme="minorEastAsia"/>
        </w:rPr>
        <w:t xml:space="preserve"> are vertex odd power mean graphs</w:t>
      </w:r>
      <w:r>
        <w:rPr>
          <w:rFonts w:eastAsiaTheme="minorEastAsia"/>
        </w:rPr>
        <w:t>.</w:t>
      </w:r>
      <w:r w:rsidR="00DF49AB">
        <w:rPr>
          <w:rFonts w:eastAsiaTheme="minorEastAsia"/>
        </w:rPr>
        <w:t xml:space="preserve"> In this</w:t>
      </w:r>
      <w:r w:rsidR="00C5755E">
        <w:rPr>
          <w:rFonts w:eastAsiaTheme="minorEastAsia"/>
        </w:rPr>
        <w:t xml:space="preserve"> paper it is proved </w:t>
      </w:r>
      <w:r w:rsidR="00926765">
        <w:rPr>
          <w:rFonts w:eastAsiaTheme="minorEastAsia"/>
        </w:rPr>
        <w:t xml:space="preserve">for </w:t>
      </w:r>
      <w:r w:rsidR="00DF49AB">
        <w:rPr>
          <w:rFonts w:eastAsiaTheme="minorEastAsia"/>
        </w:rPr>
        <w:t>the disconnected graphs</w:t>
      </w:r>
      <w:r w:rsidR="00C5755E">
        <w:rPr>
          <w:rFonts w:eastAsiaTheme="minorEastAsia"/>
        </w:rPr>
        <w:t xml:space="preserve"> such as </w:t>
      </w:r>
      <w:r w:rsidR="00C5755E">
        <w:rPr>
          <w:lang w:val="en-IN"/>
        </w:rPr>
        <w:t xml:space="preserve">such as </w:t>
      </w:r>
      <w:r w:rsidR="00C5755E">
        <w:t>c</w:t>
      </w:r>
      <w:r w:rsidR="00C5755E" w:rsidRPr="00AB61BF">
        <w:t xml:space="preserve">ycle and </w:t>
      </w:r>
      <w:proofErr w:type="gramStart"/>
      <w:r w:rsidR="00C5755E" w:rsidRPr="00AB61BF">
        <w:t xml:space="preserve">path </w:t>
      </w:r>
      <w:r w:rsidR="00542A1C">
        <w:t xml:space="preserve"> </w:t>
      </w:r>
      <w:r w:rsidR="00C5755E" w:rsidRPr="00AB61BF">
        <w:t>C</w:t>
      </w:r>
      <w:r w:rsidR="00C5755E" w:rsidRPr="00AB61BF">
        <w:rPr>
          <w:vertAlign w:val="subscript"/>
        </w:rPr>
        <w:t>r</w:t>
      </w:r>
      <w:proofErr w:type="gramEnd"/>
      <w:r w:rsidR="00C5755E" w:rsidRPr="00AB61BF">
        <w:t xml:space="preserve"> Ս </w:t>
      </w:r>
      <w:proofErr w:type="gramStart"/>
      <w:r w:rsidR="00C5755E" w:rsidRPr="00AB61BF">
        <w:t>P</w:t>
      </w:r>
      <w:r w:rsidR="00C5755E" w:rsidRPr="00AB61BF">
        <w:rPr>
          <w:vertAlign w:val="subscript"/>
        </w:rPr>
        <w:t xml:space="preserve">r </w:t>
      </w:r>
      <w:r w:rsidR="00C5755E" w:rsidRPr="00AB61BF">
        <w:t>;</w:t>
      </w:r>
      <w:proofErr w:type="gramEnd"/>
      <w:r w:rsidR="00C5755E" w:rsidRPr="00AB61BF">
        <w:t xml:space="preserve"> comb and path </w:t>
      </w:r>
      <w:r w:rsidR="00C5755E">
        <w:t>(</w:t>
      </w:r>
      <w:r w:rsidR="00C5755E" w:rsidRPr="00AB61BF">
        <w:t>P</w:t>
      </w:r>
      <w:r w:rsidR="00C5755E" w:rsidRPr="00AB61BF">
        <w:rPr>
          <w:vertAlign w:val="subscript"/>
        </w:rPr>
        <w:t xml:space="preserve">r </w:t>
      </w:r>
      <w:r w:rsidR="00C5755E" w:rsidRPr="00AB61BF">
        <w:t>ʘ K</w:t>
      </w:r>
      <w:r w:rsidR="00C5755E" w:rsidRPr="00AB61BF">
        <w:rPr>
          <w:vertAlign w:val="subscript"/>
        </w:rPr>
        <w:t>1</w:t>
      </w:r>
      <w:r w:rsidR="00C5755E">
        <w:t xml:space="preserve">) </w:t>
      </w:r>
      <w:r w:rsidR="00C5755E" w:rsidRPr="00AB61BF">
        <w:t xml:space="preserve">Ս </w:t>
      </w:r>
      <w:proofErr w:type="gramStart"/>
      <w:r w:rsidR="00C5755E" w:rsidRPr="00AB61BF">
        <w:t>P</w:t>
      </w:r>
      <w:r w:rsidR="00C5755E" w:rsidRPr="00AB61BF">
        <w:rPr>
          <w:vertAlign w:val="subscript"/>
        </w:rPr>
        <w:t xml:space="preserve">r </w:t>
      </w:r>
      <w:r w:rsidR="00C5755E" w:rsidRPr="00AB61BF">
        <w:t>;</w:t>
      </w:r>
      <w:proofErr w:type="gramEnd"/>
      <w:r w:rsidR="00C5755E" w:rsidRPr="00AB61BF">
        <w:rPr>
          <w:vertAlign w:val="subscript"/>
        </w:rPr>
        <w:t xml:space="preserve"> </w:t>
      </w:r>
      <w:r w:rsidR="00C5755E" w:rsidRPr="00AB61BF">
        <w:t xml:space="preserve">comb and star </w:t>
      </w:r>
      <w:r w:rsidR="00C5755E">
        <w:t>(</w:t>
      </w:r>
      <w:r w:rsidR="00C5755E" w:rsidRPr="00AB61BF">
        <w:t>P</w:t>
      </w:r>
      <w:r w:rsidR="00C5755E" w:rsidRPr="00AB61BF">
        <w:rPr>
          <w:vertAlign w:val="subscript"/>
        </w:rPr>
        <w:t>r</w:t>
      </w:r>
      <w:r w:rsidR="00C5755E" w:rsidRPr="00AB61BF">
        <w:t xml:space="preserve"> ʘ K</w:t>
      </w:r>
      <w:proofErr w:type="gramStart"/>
      <w:r w:rsidR="00C5755E" w:rsidRPr="00AB61BF">
        <w:rPr>
          <w:vertAlign w:val="subscript"/>
        </w:rPr>
        <w:t>1</w:t>
      </w:r>
      <w:r w:rsidR="00C5755E">
        <w:t>)</w:t>
      </w:r>
      <w:r w:rsidR="00C5755E" w:rsidRPr="00AB61BF">
        <w:t>Ս</w:t>
      </w:r>
      <w:proofErr w:type="gramEnd"/>
      <w:r w:rsidR="00C5755E" w:rsidRPr="00AB61BF">
        <w:t xml:space="preserve"> K</w:t>
      </w:r>
      <w:proofErr w:type="gramStart"/>
      <w:r w:rsidR="00C5755E" w:rsidRPr="00AB61BF">
        <w:rPr>
          <w:vertAlign w:val="subscript"/>
        </w:rPr>
        <w:t>1,r</w:t>
      </w:r>
      <w:r w:rsidR="00C5755E" w:rsidRPr="00AB61BF">
        <w:t>;</w:t>
      </w:r>
      <w:r w:rsidR="00C5755E">
        <w:t xml:space="preserve">  </w:t>
      </w:r>
      <w:r w:rsidR="00C5755E" w:rsidRPr="00861ABC">
        <w:t>comb</w:t>
      </w:r>
      <w:proofErr w:type="gramEnd"/>
      <w:r w:rsidR="00C5755E" w:rsidRPr="00861ABC">
        <w:t xml:space="preserve"> and cycle</w:t>
      </w:r>
      <w:r w:rsidR="00542A1C">
        <w:t xml:space="preserve">            </w:t>
      </w:r>
      <w:proofErr w:type="gramStart"/>
      <w:r w:rsidR="00542A1C">
        <w:t xml:space="preserve">  </w:t>
      </w:r>
      <w:r w:rsidR="00C5755E">
        <w:t xml:space="preserve"> (</w:t>
      </w:r>
      <w:proofErr w:type="gramEnd"/>
      <w:r w:rsidR="00C5755E" w:rsidRPr="00861ABC">
        <w:t>P</w:t>
      </w:r>
      <w:r w:rsidR="00C5755E">
        <w:rPr>
          <w:vertAlign w:val="subscript"/>
        </w:rPr>
        <w:t>r</w:t>
      </w:r>
      <w:r w:rsidR="00C5755E" w:rsidRPr="00861ABC">
        <w:t xml:space="preserve"> ʘ K</w:t>
      </w:r>
      <w:r w:rsidR="00C5755E" w:rsidRPr="00861ABC">
        <w:rPr>
          <w:vertAlign w:val="subscript"/>
        </w:rPr>
        <w:t>1</w:t>
      </w:r>
      <w:r w:rsidR="00C5755E">
        <w:t xml:space="preserve">) </w:t>
      </w:r>
      <w:r w:rsidR="00C5755E" w:rsidRPr="00861ABC">
        <w:t xml:space="preserve">Ս </w:t>
      </w:r>
      <w:r w:rsidR="00C5755E">
        <w:t>C</w:t>
      </w:r>
      <w:r w:rsidR="00C5755E">
        <w:rPr>
          <w:vertAlign w:val="subscript"/>
        </w:rPr>
        <w:t>r</w:t>
      </w:r>
      <w:r w:rsidR="00DF49AB">
        <w:rPr>
          <w:rFonts w:eastAsiaTheme="minorEastAsia"/>
        </w:rPr>
        <w:t>.</w:t>
      </w:r>
    </w:p>
    <w:p w14:paraId="324BEFCE" w14:textId="77777777" w:rsidR="00B72DF9" w:rsidRPr="00861ABC" w:rsidRDefault="00C5755E" w:rsidP="00892D8F">
      <w:pPr>
        <w:pStyle w:val="Heading2"/>
        <w:rPr>
          <w:lang w:val="en-IN"/>
        </w:rPr>
      </w:pPr>
      <w:r>
        <w:rPr>
          <w:lang w:val="en-IN"/>
        </w:rPr>
        <w:t xml:space="preserve">   </w:t>
      </w:r>
      <w:r w:rsidR="004E1995" w:rsidRPr="00861ABC">
        <w:rPr>
          <w:lang w:val="en-IN"/>
        </w:rPr>
        <w:t>Disconnected Graphs</w:t>
      </w:r>
    </w:p>
    <w:p w14:paraId="263B7C51" w14:textId="77777777" w:rsidR="00B72DF9" w:rsidRPr="00861ABC" w:rsidRDefault="00B72DF9" w:rsidP="00892D8F">
      <w:pPr>
        <w:pStyle w:val="Paragraph"/>
        <w:rPr>
          <w:lang w:val="en-IN"/>
        </w:rPr>
      </w:pPr>
      <w:r w:rsidRPr="00861ABC">
        <w:rPr>
          <w:shd w:val="clear" w:color="auto" w:fill="FFFFFF"/>
        </w:rPr>
        <w:t xml:space="preserve">A graph is said to be </w:t>
      </w:r>
      <w:r w:rsidRPr="007D4A1F">
        <w:rPr>
          <w:i/>
          <w:iCs/>
          <w:shd w:val="clear" w:color="auto" w:fill="FFFFFF"/>
        </w:rPr>
        <w:t>disconnected</w:t>
      </w:r>
      <w:r w:rsidRPr="00861ABC">
        <w:rPr>
          <w:shd w:val="clear" w:color="auto" w:fill="FFFFFF"/>
        </w:rPr>
        <w:t> </w:t>
      </w:r>
      <w:r w:rsidRPr="00861ABC">
        <w:t>if it is not connected</w:t>
      </w:r>
      <w:r w:rsidRPr="00861ABC">
        <w:rPr>
          <w:shd w:val="clear" w:color="auto" w:fill="FFFFFF"/>
        </w:rPr>
        <w:t xml:space="preserve">, i.e., if there exist </w:t>
      </w:r>
      <w:r w:rsidR="00530141">
        <w:rPr>
          <w:shd w:val="clear" w:color="auto" w:fill="FFFFFF"/>
        </w:rPr>
        <w:t xml:space="preserve">atleast one pair of vertices such that these is no path connecting them </w:t>
      </w:r>
      <w:r w:rsidR="000A7FDB">
        <w:rPr>
          <w:shd w:val="clear" w:color="auto" w:fill="FFFFFF"/>
        </w:rPr>
        <w:t>[1</w:t>
      </w:r>
      <w:r w:rsidR="00542A1C">
        <w:rPr>
          <w:shd w:val="clear" w:color="auto" w:fill="FFFFFF"/>
        </w:rPr>
        <w:t>2</w:t>
      </w:r>
      <w:r w:rsidR="000A7FDB">
        <w:rPr>
          <w:shd w:val="clear" w:color="auto" w:fill="FFFFFF"/>
        </w:rPr>
        <w:t>]</w:t>
      </w:r>
      <w:r w:rsidRPr="00861ABC">
        <w:rPr>
          <w:shd w:val="clear" w:color="auto" w:fill="FFFFFF"/>
        </w:rPr>
        <w:t>.</w:t>
      </w:r>
    </w:p>
    <w:p w14:paraId="531CF808" w14:textId="77777777" w:rsidR="00B72DF9" w:rsidRPr="00861ABC" w:rsidRDefault="00B72DF9" w:rsidP="00892D8F">
      <w:pPr>
        <w:pStyle w:val="Paragraph"/>
      </w:pPr>
      <w:r>
        <w:rPr>
          <w:b/>
          <w:bCs/>
          <w:lang w:val="en-IN"/>
        </w:rPr>
        <w:t>Theorem</w:t>
      </w:r>
      <w:r w:rsidR="004E1995">
        <w:rPr>
          <w:b/>
          <w:bCs/>
          <w:lang w:val="en-IN"/>
        </w:rPr>
        <w:t xml:space="preserve"> </w:t>
      </w:r>
      <w:r>
        <w:rPr>
          <w:b/>
          <w:bCs/>
          <w:lang w:val="en-IN"/>
        </w:rPr>
        <w:t>1</w:t>
      </w:r>
      <w:r w:rsidRPr="00861ABC">
        <w:rPr>
          <w:b/>
          <w:bCs/>
          <w:lang w:val="en-IN"/>
        </w:rPr>
        <w:t xml:space="preserve">: </w:t>
      </w:r>
      <w:r w:rsidRPr="00861ABC">
        <w:rPr>
          <w:i/>
          <w:iCs/>
        </w:rPr>
        <w:t>The disconne</w:t>
      </w:r>
      <w:r>
        <w:rPr>
          <w:i/>
          <w:iCs/>
        </w:rPr>
        <w:t xml:space="preserve">cted graph of cycle and path </w:t>
      </w:r>
      <w:r w:rsidRPr="00861ABC">
        <w:rPr>
          <w:i/>
          <w:iCs/>
        </w:rPr>
        <w:t>admits vertex odd power mean labeling</w:t>
      </w:r>
      <w:r w:rsidRPr="00861ABC">
        <w:t>.</w:t>
      </w:r>
    </w:p>
    <w:p w14:paraId="1964251F" w14:textId="77777777" w:rsidR="00B72DF9" w:rsidRPr="00861ABC" w:rsidRDefault="00B72DF9" w:rsidP="00892D8F">
      <w:pPr>
        <w:pStyle w:val="Paragraph"/>
        <w:rPr>
          <w:b/>
        </w:rPr>
      </w:pPr>
      <w:r w:rsidRPr="00861ABC">
        <w:rPr>
          <w:b/>
        </w:rPr>
        <w:t xml:space="preserve">Proof: </w:t>
      </w:r>
      <w:r w:rsidRPr="00861ABC">
        <w:t>The disconnected graph of cycle and path has 2</w:t>
      </w:r>
      <w:r>
        <w:t>r</w:t>
      </w:r>
      <w:r w:rsidRPr="00861ABC">
        <w:t xml:space="preserve"> vertices and 2</w:t>
      </w:r>
      <w:r>
        <w:t>r</w:t>
      </w:r>
      <w:r w:rsidRPr="00861ABC">
        <w:t xml:space="preserve"> edges.</w:t>
      </w:r>
    </w:p>
    <w:p w14:paraId="31F0E46A" w14:textId="77777777" w:rsidR="00B72DF9" w:rsidRPr="00861ABC" w:rsidRDefault="00B72DF9" w:rsidP="00892D8F">
      <w:pPr>
        <w:pStyle w:val="Paragraph"/>
      </w:pPr>
      <w:r>
        <w:t>Define the vertex labeling f</w:t>
      </w:r>
      <w:r w:rsidRPr="00861ABC">
        <w:t xml:space="preserve">: </w:t>
      </w:r>
      <w:proofErr w:type="gramStart"/>
      <w:r w:rsidRPr="00861ABC">
        <w:t>V(</w:t>
      </w:r>
      <w:proofErr w:type="gramEnd"/>
      <w:r w:rsidRPr="00861ABC">
        <w:t>C</w:t>
      </w:r>
      <w:r>
        <w:rPr>
          <w:vertAlign w:val="subscript"/>
        </w:rPr>
        <w:t>r</w:t>
      </w:r>
      <w:r w:rsidRPr="00861ABC">
        <w:t xml:space="preserve"> Ս P</w:t>
      </w:r>
      <w:r>
        <w:rPr>
          <w:vertAlign w:val="subscript"/>
        </w:rPr>
        <w:t>r</w:t>
      </w:r>
      <w:r w:rsidRPr="00861ABC">
        <w:t xml:space="preserve">) </w:t>
      </w:r>
      <w:r w:rsidRPr="00861ABC">
        <w:sym w:font="Symbol" w:char="F0AE"/>
      </w:r>
      <w:r>
        <w:t>{1, 3, …, 2q +1</w:t>
      </w:r>
      <w:r w:rsidRPr="00861ABC">
        <w:t xml:space="preserve">} as </w:t>
      </w:r>
    </w:p>
    <w:p w14:paraId="01777B4C" w14:textId="77777777" w:rsidR="00B72DF9" w:rsidRPr="00861ABC" w:rsidRDefault="00B72DF9" w:rsidP="00892D8F">
      <w:pPr>
        <w:pStyle w:val="Paragraph"/>
      </w:pPr>
      <w:r w:rsidRPr="00861ABC">
        <w:t xml:space="preserve">       </w:t>
      </w:r>
      <w:r w:rsidRPr="00861ABC">
        <w:tab/>
      </w:r>
      <w:r w:rsidRPr="00861ABC">
        <w:tab/>
        <w:t>f(v</w:t>
      </w:r>
      <w:r w:rsidRPr="00861ABC">
        <w:rPr>
          <w:vertAlign w:val="subscript"/>
        </w:rPr>
        <w:t>i</w:t>
      </w:r>
      <w:r w:rsidRPr="00861ABC">
        <w:t xml:space="preserve">) </w:t>
      </w:r>
      <w:proofErr w:type="gramStart"/>
      <w:r w:rsidRPr="00861ABC">
        <w:t>=  2</w:t>
      </w:r>
      <w:proofErr w:type="gramEnd"/>
      <w:r w:rsidRPr="00861ABC">
        <w:t xml:space="preserve">i – 1           for 1 ≤ i ≤ </w:t>
      </w:r>
      <w:r>
        <w:t>r</w:t>
      </w:r>
    </w:p>
    <w:p w14:paraId="5FC1BC58" w14:textId="77777777" w:rsidR="00B72DF9" w:rsidRPr="00861ABC" w:rsidRDefault="00B72DF9" w:rsidP="00892D8F">
      <w:pPr>
        <w:pStyle w:val="Paragraph"/>
      </w:pPr>
      <w:r>
        <w:t xml:space="preserve"> </w:t>
      </w:r>
      <w:r w:rsidR="00DF49AB">
        <w:t xml:space="preserve">               </w:t>
      </w:r>
      <w:r>
        <w:t xml:space="preserve">  </w:t>
      </w:r>
      <w:r>
        <w:tab/>
      </w:r>
      <w:r w:rsidRPr="00861ABC">
        <w:t>f(u</w:t>
      </w:r>
      <w:r w:rsidRPr="00861ABC">
        <w:rPr>
          <w:vertAlign w:val="subscript"/>
        </w:rPr>
        <w:t>j</w:t>
      </w:r>
      <w:r w:rsidRPr="00861ABC">
        <w:t xml:space="preserve">) </w:t>
      </w:r>
      <w:proofErr w:type="gramStart"/>
      <w:r w:rsidRPr="00861ABC">
        <w:t>=  f</w:t>
      </w:r>
      <w:proofErr w:type="gramEnd"/>
      <w:r w:rsidRPr="00861ABC">
        <w:t>(v</w:t>
      </w:r>
      <w:r>
        <w:rPr>
          <w:vertAlign w:val="subscript"/>
        </w:rPr>
        <w:t>r</w:t>
      </w:r>
      <w:r w:rsidRPr="00861ABC">
        <w:t xml:space="preserve">) + 2j     for 1 ≤ j ≤ </w:t>
      </w:r>
      <w:r>
        <w:t>r</w:t>
      </w:r>
    </w:p>
    <w:p w14:paraId="26635C7B" w14:textId="77777777" w:rsidR="00B72DF9" w:rsidRPr="00861ABC" w:rsidRDefault="00000000" w:rsidP="00CD0783">
      <w:pPr>
        <w:tabs>
          <w:tab w:val="left" w:pos="3431"/>
        </w:tabs>
        <w:spacing w:line="360" w:lineRule="auto"/>
        <w:ind w:left="1134" w:right="283"/>
        <w:jc w:val="both"/>
        <w:rPr>
          <w:b/>
          <w:bCs/>
          <w:szCs w:val="24"/>
          <w:vertAlign w:val="subscript"/>
        </w:rPr>
      </w:pPr>
      <w:r>
        <w:rPr>
          <w:b/>
          <w:bCs/>
          <w:noProof/>
          <w:szCs w:val="24"/>
        </w:rPr>
        <w:lastRenderedPageBreak/>
        <w:pict w14:anchorId="5B7DE752">
          <v:group id="_x0000_s1026" style="position:absolute;left:0;text-align:left;margin-left:156.85pt;margin-top:16.15pt;width:213.5pt;height:95.1pt;z-index:251660288" coordorigin="4252,7310" coordsize="5133,2402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7" type="#_x0000_t32" style="position:absolute;left:6109;top:8414;width:1092;height:0" o:connectortype="straight">
              <v:stroke startarrow="oval" endarrow="oval"/>
            </v:shape>
            <v:shape id="_x0000_s1028" type="#_x0000_t32" style="position:absolute;left:4255;top:8039;width:2;height:944;flip:y" o:connectortype="straight">
              <v:stroke startarrow="oval" endarrow="oval"/>
            </v:shape>
            <v:shape id="_x0000_s1029" type="#_x0000_t32" style="position:absolute;left:4928;top:7310;width:444;height:729;flip:x y" o:connectortype="straight">
              <v:stroke startarrow="oval" endarrow="oval"/>
            </v:shape>
            <v:shape id="_x0000_s1030" type="#_x0000_t32" style="position:absolute;left:4255;top:7310;width:673;height:729;flip:y" o:connectortype="straight">
              <v:stroke startarrow="oval" endarrow="oval"/>
            </v:shape>
            <v:shape id="_x0000_s1031" type="#_x0000_t32" style="position:absolute;left:5370;top:8039;width:2;height:944;flip:y" o:connectortype="straight">
              <v:stroke startarrow="oval" endarrow="oval"/>
            </v:shape>
            <v:shape id="_x0000_s1032" type="#_x0000_t32" style="position:absolute;left:4699;top:8983;width:673;height:729;flip:y" o:connectortype="straight">
              <v:stroke dashstyle="dashDot" startarrow="oval" endarrow="oval"/>
            </v:shape>
            <v:shape id="_x0000_s1033" type="#_x0000_t32" style="position:absolute;left:4252;top:8983;width:444;height:729;flip:x y" o:connectortype="straight">
              <v:stroke dashstyle="longDash" startarrow="oval" endarrow="oval"/>
            </v:shape>
            <v:shape id="_x0000_s1034" type="#_x0000_t32" style="position:absolute;left:7201;top:8414;width:1092;height:0" o:connectortype="straight">
              <v:stroke dashstyle="longDash" startarrow="oval" endarrow="oval"/>
            </v:shape>
            <v:shape id="_x0000_s1035" type="#_x0000_t32" style="position:absolute;left:8293;top:8414;width:1092;height:0" o:connectortype="straight">
              <v:stroke startarrow="oval" endarrow="oval"/>
            </v:shape>
          </v:group>
        </w:pict>
      </w:r>
      <w:r w:rsidR="00B72DF9" w:rsidRPr="00861ABC">
        <w:rPr>
          <w:b/>
          <w:bCs/>
          <w:szCs w:val="24"/>
        </w:rPr>
        <w:t xml:space="preserve">                            </w:t>
      </w:r>
      <w:r w:rsidR="00B72DF9">
        <w:rPr>
          <w:b/>
          <w:bCs/>
          <w:szCs w:val="24"/>
        </w:rPr>
        <w:t xml:space="preserve">                  </w:t>
      </w:r>
      <w:r w:rsidR="00B72DF9" w:rsidRPr="00861ABC">
        <w:rPr>
          <w:b/>
          <w:bCs/>
          <w:szCs w:val="24"/>
        </w:rPr>
        <w:t>v</w:t>
      </w:r>
      <w:r w:rsidR="00B72DF9" w:rsidRPr="00861ABC">
        <w:rPr>
          <w:b/>
          <w:bCs/>
          <w:szCs w:val="24"/>
          <w:vertAlign w:val="subscript"/>
        </w:rPr>
        <w:t>1</w:t>
      </w:r>
    </w:p>
    <w:p w14:paraId="4CDF97D3" w14:textId="77777777" w:rsidR="00B72DF9" w:rsidRPr="00861ABC" w:rsidRDefault="00B72DF9" w:rsidP="00CD0783">
      <w:pPr>
        <w:tabs>
          <w:tab w:val="left" w:pos="3431"/>
        </w:tabs>
        <w:spacing w:line="360" w:lineRule="auto"/>
        <w:ind w:left="1134" w:right="283"/>
        <w:jc w:val="both"/>
        <w:rPr>
          <w:b/>
          <w:bCs/>
          <w:szCs w:val="24"/>
        </w:rPr>
      </w:pPr>
      <w:r w:rsidRPr="00861ABC">
        <w:rPr>
          <w:b/>
          <w:bCs/>
          <w:szCs w:val="24"/>
        </w:rPr>
        <w:t xml:space="preserve">                </w:t>
      </w:r>
      <w:r>
        <w:rPr>
          <w:b/>
          <w:bCs/>
          <w:szCs w:val="24"/>
        </w:rPr>
        <w:t xml:space="preserve">                   </w:t>
      </w:r>
      <w:r w:rsidRPr="00861ABC">
        <w:rPr>
          <w:b/>
          <w:bCs/>
          <w:szCs w:val="24"/>
        </w:rPr>
        <w:t>v</w:t>
      </w:r>
      <w:r w:rsidRPr="00861ABC">
        <w:rPr>
          <w:b/>
          <w:bCs/>
          <w:szCs w:val="24"/>
          <w:vertAlign w:val="subscript"/>
        </w:rPr>
        <w:t xml:space="preserve">2  </w:t>
      </w:r>
      <w:r w:rsidRPr="00861ABC">
        <w:rPr>
          <w:b/>
          <w:bCs/>
          <w:szCs w:val="24"/>
        </w:rPr>
        <w:t>e</w:t>
      </w:r>
      <w:r w:rsidRPr="00861ABC">
        <w:rPr>
          <w:b/>
          <w:bCs/>
          <w:szCs w:val="24"/>
          <w:vertAlign w:val="subscript"/>
        </w:rPr>
        <w:t>1</w:t>
      </w:r>
      <w:r w:rsidRPr="00861ABC">
        <w:rPr>
          <w:b/>
          <w:bCs/>
          <w:szCs w:val="24"/>
        </w:rPr>
        <w:t xml:space="preserve">      e</w:t>
      </w:r>
      <w:r>
        <w:rPr>
          <w:b/>
          <w:bCs/>
          <w:szCs w:val="24"/>
          <w:vertAlign w:val="subscript"/>
        </w:rPr>
        <w:t>r</w:t>
      </w:r>
      <w:r w:rsidRPr="00861ABC">
        <w:rPr>
          <w:b/>
          <w:bCs/>
          <w:szCs w:val="24"/>
          <w:vertAlign w:val="subscript"/>
        </w:rPr>
        <w:t xml:space="preserve">  </w:t>
      </w:r>
      <w:r w:rsidRPr="00861ABC">
        <w:rPr>
          <w:b/>
          <w:bCs/>
          <w:szCs w:val="24"/>
        </w:rPr>
        <w:t>v</w:t>
      </w:r>
      <w:r>
        <w:rPr>
          <w:b/>
          <w:bCs/>
          <w:szCs w:val="24"/>
          <w:vertAlign w:val="subscript"/>
        </w:rPr>
        <w:t>r</w:t>
      </w:r>
      <w:r w:rsidRPr="00861ABC">
        <w:rPr>
          <w:b/>
          <w:bCs/>
          <w:szCs w:val="24"/>
        </w:rPr>
        <w:tab/>
      </w:r>
    </w:p>
    <w:p w14:paraId="38D05BE2" w14:textId="77777777" w:rsidR="00B72DF9" w:rsidRPr="00861ABC" w:rsidRDefault="00B72DF9" w:rsidP="00CD0783">
      <w:pPr>
        <w:tabs>
          <w:tab w:val="left" w:pos="2905"/>
          <w:tab w:val="left" w:pos="4120"/>
        </w:tabs>
        <w:spacing w:line="360" w:lineRule="auto"/>
        <w:ind w:left="1134" w:right="283"/>
        <w:jc w:val="both"/>
        <w:rPr>
          <w:b/>
          <w:bCs/>
          <w:szCs w:val="24"/>
          <w:vertAlign w:val="subscript"/>
        </w:rPr>
      </w:pPr>
      <w:r w:rsidRPr="00861ABC">
        <w:rPr>
          <w:b/>
          <w:bCs/>
          <w:szCs w:val="24"/>
        </w:rPr>
        <w:t xml:space="preserve">              </w:t>
      </w:r>
      <w:r>
        <w:rPr>
          <w:b/>
          <w:bCs/>
          <w:szCs w:val="24"/>
        </w:rPr>
        <w:t xml:space="preserve">                  </w:t>
      </w:r>
      <w:r w:rsidRPr="00861ABC">
        <w:rPr>
          <w:b/>
          <w:bCs/>
          <w:szCs w:val="24"/>
        </w:rPr>
        <w:t xml:space="preserve"> e</w:t>
      </w:r>
      <w:r w:rsidRPr="00861ABC">
        <w:rPr>
          <w:b/>
          <w:bCs/>
          <w:szCs w:val="24"/>
          <w:vertAlign w:val="subscript"/>
        </w:rPr>
        <w:t xml:space="preserve">2                 </w:t>
      </w:r>
      <w:r w:rsidRPr="00861ABC">
        <w:rPr>
          <w:b/>
          <w:bCs/>
          <w:szCs w:val="24"/>
        </w:rPr>
        <w:t>e</w:t>
      </w:r>
      <w:r>
        <w:rPr>
          <w:b/>
          <w:bCs/>
          <w:szCs w:val="24"/>
          <w:vertAlign w:val="subscript"/>
        </w:rPr>
        <w:t>r</w:t>
      </w:r>
      <w:r w:rsidRPr="00861ABC">
        <w:rPr>
          <w:b/>
          <w:bCs/>
          <w:szCs w:val="24"/>
          <w:vertAlign w:val="subscript"/>
        </w:rPr>
        <w:t xml:space="preserve">-1   </w:t>
      </w:r>
      <w:r w:rsidR="004E1995">
        <w:rPr>
          <w:b/>
          <w:bCs/>
          <w:szCs w:val="24"/>
        </w:rPr>
        <w:t xml:space="preserve"> </w:t>
      </w:r>
      <w:r w:rsidRPr="00861ABC">
        <w:rPr>
          <w:b/>
          <w:bCs/>
          <w:szCs w:val="24"/>
        </w:rPr>
        <w:t>u</w:t>
      </w:r>
      <w:r w:rsidRPr="00861ABC">
        <w:rPr>
          <w:b/>
          <w:bCs/>
          <w:szCs w:val="24"/>
          <w:vertAlign w:val="subscript"/>
        </w:rPr>
        <w:t xml:space="preserve">1 </w:t>
      </w:r>
      <w:r w:rsidRPr="00861ABC">
        <w:rPr>
          <w:b/>
          <w:bCs/>
          <w:szCs w:val="24"/>
        </w:rPr>
        <w:t xml:space="preserve"> E</w:t>
      </w:r>
      <w:r w:rsidRPr="00861ABC">
        <w:rPr>
          <w:b/>
          <w:bCs/>
          <w:szCs w:val="24"/>
          <w:vertAlign w:val="subscript"/>
        </w:rPr>
        <w:t xml:space="preserve">1  </w:t>
      </w:r>
      <w:r w:rsidR="004E1995">
        <w:rPr>
          <w:b/>
          <w:bCs/>
          <w:szCs w:val="24"/>
          <w:vertAlign w:val="subscript"/>
        </w:rPr>
        <w:t xml:space="preserve">   </w:t>
      </w:r>
      <w:r w:rsidRPr="00861ABC">
        <w:rPr>
          <w:b/>
          <w:bCs/>
          <w:szCs w:val="24"/>
        </w:rPr>
        <w:t>u</w:t>
      </w:r>
      <w:r w:rsidRPr="00861ABC">
        <w:rPr>
          <w:b/>
          <w:bCs/>
          <w:szCs w:val="24"/>
          <w:vertAlign w:val="subscript"/>
        </w:rPr>
        <w:t xml:space="preserve">2                 </w:t>
      </w:r>
      <w:r w:rsidRPr="00861ABC">
        <w:rPr>
          <w:b/>
          <w:bCs/>
          <w:szCs w:val="24"/>
        </w:rPr>
        <w:t>u</w:t>
      </w:r>
      <w:r>
        <w:rPr>
          <w:b/>
          <w:bCs/>
          <w:szCs w:val="24"/>
          <w:vertAlign w:val="subscript"/>
        </w:rPr>
        <w:t>r</w:t>
      </w:r>
      <w:r w:rsidRPr="00861ABC">
        <w:rPr>
          <w:b/>
          <w:bCs/>
          <w:szCs w:val="24"/>
          <w:vertAlign w:val="subscript"/>
        </w:rPr>
        <w:t xml:space="preserve">-1 </w:t>
      </w:r>
      <w:r w:rsidRPr="00861ABC">
        <w:rPr>
          <w:b/>
          <w:bCs/>
          <w:szCs w:val="24"/>
        </w:rPr>
        <w:t xml:space="preserve"> E</w:t>
      </w:r>
      <w:r>
        <w:rPr>
          <w:b/>
          <w:bCs/>
          <w:szCs w:val="24"/>
          <w:vertAlign w:val="subscript"/>
        </w:rPr>
        <w:t>r</w:t>
      </w:r>
      <w:r w:rsidRPr="00861ABC">
        <w:rPr>
          <w:b/>
          <w:bCs/>
          <w:szCs w:val="24"/>
          <w:vertAlign w:val="subscript"/>
        </w:rPr>
        <w:t xml:space="preserve">-1  </w:t>
      </w:r>
      <w:r w:rsidRPr="00861ABC">
        <w:rPr>
          <w:b/>
          <w:bCs/>
          <w:szCs w:val="24"/>
        </w:rPr>
        <w:t>u</w:t>
      </w:r>
      <w:r>
        <w:rPr>
          <w:b/>
          <w:bCs/>
          <w:szCs w:val="24"/>
          <w:vertAlign w:val="subscript"/>
        </w:rPr>
        <w:t>r</w:t>
      </w:r>
    </w:p>
    <w:p w14:paraId="2C61CBF6" w14:textId="77777777" w:rsidR="00B72DF9" w:rsidRPr="00861ABC" w:rsidRDefault="00B72DF9" w:rsidP="00CD0783">
      <w:pPr>
        <w:tabs>
          <w:tab w:val="left" w:pos="2855"/>
          <w:tab w:val="left" w:pos="4120"/>
        </w:tabs>
        <w:spacing w:line="360" w:lineRule="auto"/>
        <w:ind w:left="1134" w:right="283"/>
        <w:jc w:val="both"/>
        <w:rPr>
          <w:b/>
          <w:bCs/>
          <w:szCs w:val="24"/>
          <w:vertAlign w:val="subscript"/>
        </w:rPr>
      </w:pPr>
      <w:r w:rsidRPr="00861ABC">
        <w:rPr>
          <w:b/>
          <w:bCs/>
          <w:szCs w:val="24"/>
        </w:rPr>
        <w:tab/>
      </w:r>
      <w:r w:rsidR="004E1995">
        <w:rPr>
          <w:b/>
          <w:bCs/>
          <w:szCs w:val="24"/>
        </w:rPr>
        <w:t xml:space="preserve">  </w:t>
      </w:r>
      <w:r w:rsidRPr="00861ABC">
        <w:rPr>
          <w:b/>
          <w:bCs/>
          <w:szCs w:val="24"/>
        </w:rPr>
        <w:t>v</w:t>
      </w:r>
      <w:r w:rsidRPr="00861ABC">
        <w:rPr>
          <w:b/>
          <w:bCs/>
          <w:szCs w:val="24"/>
          <w:vertAlign w:val="subscript"/>
        </w:rPr>
        <w:t xml:space="preserve">3 </w:t>
      </w:r>
      <w:r w:rsidR="004E1995">
        <w:rPr>
          <w:b/>
          <w:bCs/>
          <w:szCs w:val="24"/>
        </w:rPr>
        <w:t xml:space="preserve">             </w:t>
      </w:r>
      <w:r w:rsidRPr="00861ABC">
        <w:rPr>
          <w:b/>
          <w:bCs/>
          <w:szCs w:val="24"/>
        </w:rPr>
        <w:t>v</w:t>
      </w:r>
      <w:r>
        <w:rPr>
          <w:b/>
          <w:bCs/>
          <w:szCs w:val="24"/>
          <w:vertAlign w:val="subscript"/>
        </w:rPr>
        <w:t>r</w:t>
      </w:r>
      <w:r w:rsidRPr="00861ABC">
        <w:rPr>
          <w:b/>
          <w:bCs/>
          <w:szCs w:val="24"/>
          <w:vertAlign w:val="subscript"/>
        </w:rPr>
        <w:t>-1</w:t>
      </w:r>
    </w:p>
    <w:p w14:paraId="71EE195E" w14:textId="77777777" w:rsidR="00892D8F" w:rsidRDefault="00892D8F" w:rsidP="004E1995">
      <w:pPr>
        <w:spacing w:line="360" w:lineRule="auto"/>
        <w:ind w:left="1134" w:right="283"/>
        <w:jc w:val="center"/>
        <w:rPr>
          <w:b/>
          <w:bCs/>
          <w:szCs w:val="24"/>
        </w:rPr>
      </w:pPr>
    </w:p>
    <w:p w14:paraId="59BC0E8C" w14:textId="77777777" w:rsidR="00892D8F" w:rsidRDefault="00892D8F" w:rsidP="004E1995">
      <w:pPr>
        <w:spacing w:line="360" w:lineRule="auto"/>
        <w:ind w:left="1134" w:right="283"/>
        <w:jc w:val="center"/>
        <w:rPr>
          <w:b/>
          <w:bCs/>
          <w:szCs w:val="24"/>
        </w:rPr>
      </w:pPr>
    </w:p>
    <w:p w14:paraId="3EDA748F" w14:textId="5650182B" w:rsidR="00B72DF9" w:rsidRPr="00861ABC" w:rsidRDefault="00B72DF9" w:rsidP="00892D8F">
      <w:pPr>
        <w:pStyle w:val="FigureCaption"/>
        <w:rPr>
          <w:i/>
          <w:iCs/>
          <w:lang w:val="en-IN"/>
        </w:rPr>
      </w:pPr>
      <w:r>
        <w:t>Fig.</w:t>
      </w:r>
      <w:r w:rsidR="004E1995">
        <w:t xml:space="preserve"> 1</w:t>
      </w:r>
      <w:r w:rsidRPr="00861ABC">
        <w:t>: Disconnected graph of cycle and path</w:t>
      </w:r>
    </w:p>
    <w:p w14:paraId="5DB663C5" w14:textId="77777777" w:rsidR="00B72DF9" w:rsidRPr="00861ABC" w:rsidRDefault="00B72DF9" w:rsidP="00892D8F">
      <w:pPr>
        <w:pStyle w:val="Paragraph"/>
      </w:pPr>
      <w:r w:rsidRPr="00861ABC">
        <w:t>and the induced edge labeling as</w:t>
      </w:r>
    </w:p>
    <w:p w14:paraId="391E63E5" w14:textId="77777777" w:rsidR="00B72DF9" w:rsidRPr="00861ABC" w:rsidRDefault="00B72DF9" w:rsidP="00892D8F">
      <w:pPr>
        <w:pStyle w:val="Paragraph"/>
      </w:pPr>
      <w:r>
        <w:tab/>
        <w:t xml:space="preserve">  </w:t>
      </w:r>
      <w:r w:rsidR="00DF49AB">
        <w:t xml:space="preserve">           </w:t>
      </w:r>
      <w:r>
        <w:t xml:space="preserve">         </w:t>
      </w:r>
      <w:r w:rsidRPr="00861ABC">
        <w:t>f*(e</w:t>
      </w:r>
      <w:r w:rsidRPr="00861ABC">
        <w:rPr>
          <w:vertAlign w:val="subscript"/>
        </w:rPr>
        <w:t>i</w:t>
      </w:r>
      <w:r w:rsidRPr="00861ABC">
        <w:t xml:space="preserve">) </w:t>
      </w:r>
      <w:proofErr w:type="gramStart"/>
      <w:r w:rsidRPr="00861ABC">
        <w:t>=  2</w:t>
      </w:r>
      <w:proofErr w:type="gramEnd"/>
      <w:r w:rsidRPr="00861ABC">
        <w:t xml:space="preserve">i – 1                    for 1 ≤ i ≤ </w:t>
      </w:r>
      <w:r>
        <w:t>r</w:t>
      </w:r>
      <w:r w:rsidRPr="00861ABC">
        <w:t xml:space="preserve"> - 1     </w:t>
      </w:r>
    </w:p>
    <w:p w14:paraId="5DEB0E2C" w14:textId="77777777" w:rsidR="00B72DF9" w:rsidRPr="00861ABC" w:rsidRDefault="00B72DF9" w:rsidP="00892D8F">
      <w:pPr>
        <w:pStyle w:val="Paragraph"/>
      </w:pPr>
      <w:r>
        <w:t xml:space="preserve">       </w:t>
      </w:r>
      <w:r w:rsidR="004E1995">
        <w:t xml:space="preserve">       </w:t>
      </w:r>
      <w:r>
        <w:t xml:space="preserve"> </w:t>
      </w:r>
      <w:r w:rsidR="00DF49AB">
        <w:t xml:space="preserve">          </w:t>
      </w:r>
      <w:r>
        <w:t xml:space="preserve"> </w:t>
      </w:r>
      <w:r w:rsidR="007A1F0F">
        <w:t xml:space="preserve"> </w:t>
      </w:r>
      <w:r w:rsidRPr="00861ABC">
        <w:t>f*(e</w:t>
      </w:r>
      <w:r>
        <w:rPr>
          <w:vertAlign w:val="subscript"/>
        </w:rPr>
        <w:t>r</w:t>
      </w:r>
      <w:r w:rsidRPr="00861ABC">
        <w:t>) = 2</w:t>
      </w:r>
    </w:p>
    <w:p w14:paraId="1D8BA0DA" w14:textId="77777777" w:rsidR="00B72DF9" w:rsidRPr="00861ABC" w:rsidRDefault="00B72DF9" w:rsidP="00892D8F">
      <w:pPr>
        <w:pStyle w:val="Paragraph"/>
      </w:pPr>
      <w:r>
        <w:t xml:space="preserve">        </w:t>
      </w:r>
      <w:r w:rsidR="004E1995">
        <w:t xml:space="preserve">      </w:t>
      </w:r>
      <w:r w:rsidR="00DF49AB">
        <w:t xml:space="preserve">         </w:t>
      </w:r>
      <w:r w:rsidR="004E1995">
        <w:t xml:space="preserve"> </w:t>
      </w:r>
      <w:r w:rsidR="007A1F0F">
        <w:t xml:space="preserve">  </w:t>
      </w:r>
      <w:r>
        <w:t xml:space="preserve"> </w:t>
      </w:r>
      <w:r w:rsidRPr="00861ABC">
        <w:t>f*(E</w:t>
      </w:r>
      <w:r w:rsidRPr="00861ABC">
        <w:rPr>
          <w:vertAlign w:val="subscript"/>
        </w:rPr>
        <w:t>j</w:t>
      </w:r>
      <w:r w:rsidRPr="00861ABC">
        <w:t>) = f(v</w:t>
      </w:r>
      <w:r>
        <w:rPr>
          <w:vertAlign w:val="subscript"/>
        </w:rPr>
        <w:t>r</w:t>
      </w:r>
      <w:r w:rsidRPr="00861ABC">
        <w:t xml:space="preserve">) + 2(j + 1)      </w:t>
      </w:r>
      <w:r w:rsidR="00DF49AB">
        <w:t xml:space="preserve"> </w:t>
      </w:r>
      <w:r w:rsidRPr="00861ABC">
        <w:t xml:space="preserve">for 1 ≤ j ≤ </w:t>
      </w:r>
      <w:r>
        <w:t>r</w:t>
      </w:r>
      <w:r w:rsidRPr="00861ABC">
        <w:t xml:space="preserve">.  </w:t>
      </w:r>
    </w:p>
    <w:p w14:paraId="10A69022" w14:textId="77777777" w:rsidR="00B72DF9" w:rsidRPr="00861ABC" w:rsidRDefault="00B72DF9" w:rsidP="00892D8F">
      <w:pPr>
        <w:pStyle w:val="Paragraph"/>
      </w:pPr>
      <w:proofErr w:type="gramStart"/>
      <w:r w:rsidRPr="00861ABC">
        <w:t>Thus</w:t>
      </w:r>
      <w:proofErr w:type="gramEnd"/>
      <w:r w:rsidRPr="00861ABC">
        <w:t xml:space="preserve"> the vertex and edge labels are distinct and the disconnected graph of cycle and path </w:t>
      </w:r>
      <w:r w:rsidR="007A1F0F">
        <w:t>fulfills</w:t>
      </w:r>
      <w:r w:rsidRPr="00861ABC">
        <w:t xml:space="preserve"> the vertex odd power mean labeling conditions.</w:t>
      </w:r>
    </w:p>
    <w:p w14:paraId="60F42006" w14:textId="77777777" w:rsidR="00B72DF9" w:rsidRPr="00861ABC" w:rsidRDefault="00C5755E" w:rsidP="00892D8F">
      <w:pPr>
        <w:pStyle w:val="Paragraph"/>
      </w:pPr>
      <w:r>
        <w:t>Hence</w:t>
      </w:r>
      <w:r w:rsidR="00B72DF9">
        <w:t>,</w:t>
      </w:r>
      <w:r w:rsidR="00B72DF9" w:rsidRPr="00861ABC">
        <w:t xml:space="preserve"> the graph is </w:t>
      </w:r>
      <w:r w:rsidR="00B72DF9">
        <w:t xml:space="preserve">a </w:t>
      </w:r>
      <w:r w:rsidR="00B72DF9" w:rsidRPr="00861ABC">
        <w:t>vertex odd power mean graph.</w:t>
      </w:r>
    </w:p>
    <w:p w14:paraId="107D5E73" w14:textId="77777777" w:rsidR="00B72DF9" w:rsidRPr="00861ABC" w:rsidRDefault="00B72DF9" w:rsidP="00892D8F">
      <w:pPr>
        <w:pStyle w:val="Paragraph"/>
      </w:pPr>
      <w:r>
        <w:rPr>
          <w:b/>
          <w:bCs/>
          <w:lang w:val="en-IN"/>
        </w:rPr>
        <w:t>Theorem 2</w:t>
      </w:r>
      <w:r w:rsidRPr="00861ABC">
        <w:rPr>
          <w:b/>
          <w:bCs/>
          <w:lang w:val="en-IN"/>
        </w:rPr>
        <w:t xml:space="preserve">: </w:t>
      </w:r>
      <w:r w:rsidRPr="00861ABC">
        <w:rPr>
          <w:i/>
          <w:iCs/>
        </w:rPr>
        <w:t>The disconn</w:t>
      </w:r>
      <w:r>
        <w:rPr>
          <w:i/>
          <w:iCs/>
        </w:rPr>
        <w:t xml:space="preserve">ected graph of comb and path </w:t>
      </w:r>
      <w:r w:rsidRPr="00861ABC">
        <w:rPr>
          <w:i/>
          <w:iCs/>
        </w:rPr>
        <w:t>admits vertex odd power mean labeling</w:t>
      </w:r>
      <w:r w:rsidRPr="00861ABC">
        <w:t>.</w:t>
      </w:r>
    </w:p>
    <w:p w14:paraId="349D1435" w14:textId="77777777" w:rsidR="00B72DF9" w:rsidRPr="00861ABC" w:rsidRDefault="00B72DF9" w:rsidP="00892D8F">
      <w:pPr>
        <w:pStyle w:val="Paragraph"/>
        <w:rPr>
          <w:b/>
        </w:rPr>
      </w:pPr>
      <w:r w:rsidRPr="00861ABC">
        <w:rPr>
          <w:b/>
        </w:rPr>
        <w:t xml:space="preserve">Proof: </w:t>
      </w:r>
      <w:r w:rsidRPr="00861ABC">
        <w:t>The disconnected graph of comb and path has 3</w:t>
      </w:r>
      <w:r>
        <w:t>r</w:t>
      </w:r>
      <w:r w:rsidRPr="00861ABC">
        <w:t xml:space="preserve"> vertices and 3</w:t>
      </w:r>
      <w:r>
        <w:t>r</w:t>
      </w:r>
      <w:r w:rsidRPr="00861ABC">
        <w:t xml:space="preserve"> edges.</w:t>
      </w:r>
    </w:p>
    <w:p w14:paraId="091CF219" w14:textId="77777777" w:rsidR="00B72DF9" w:rsidRDefault="00B72DF9" w:rsidP="00892D8F">
      <w:pPr>
        <w:pStyle w:val="Paragraph"/>
      </w:pPr>
      <w:r>
        <w:t>D</w:t>
      </w:r>
      <w:r w:rsidRPr="00861ABC">
        <w:t>efine the vertex labeling</w:t>
      </w:r>
      <w:r>
        <w:t xml:space="preserve"> f</w:t>
      </w:r>
      <w:r w:rsidRPr="00861ABC">
        <w:t xml:space="preserve">: </w:t>
      </w:r>
      <w:proofErr w:type="gramStart"/>
      <w:r w:rsidRPr="00861ABC">
        <w:t>V(</w:t>
      </w:r>
      <w:proofErr w:type="gramEnd"/>
      <w:r w:rsidRPr="00861ABC">
        <w:t>P</w:t>
      </w:r>
      <w:r>
        <w:rPr>
          <w:vertAlign w:val="subscript"/>
        </w:rPr>
        <w:t xml:space="preserve">r </w:t>
      </w:r>
      <w:r w:rsidRPr="00861ABC">
        <w:t>ʘ K</w:t>
      </w:r>
      <w:r w:rsidRPr="00861ABC">
        <w:rPr>
          <w:vertAlign w:val="subscript"/>
        </w:rPr>
        <w:t>1</w:t>
      </w:r>
      <w:r w:rsidRPr="00861ABC">
        <w:t xml:space="preserve"> Ս P</w:t>
      </w:r>
      <w:r>
        <w:rPr>
          <w:vertAlign w:val="subscript"/>
        </w:rPr>
        <w:t>r</w:t>
      </w:r>
      <w:r w:rsidRPr="00861ABC">
        <w:t xml:space="preserve">) </w:t>
      </w:r>
      <w:r w:rsidRPr="00861ABC">
        <w:sym w:font="Symbol" w:char="F0AE"/>
      </w:r>
      <w:r w:rsidRPr="00861ABC">
        <w:t>{1, 3, …, 2q +</w:t>
      </w:r>
      <w:proofErr w:type="gramStart"/>
      <w:r w:rsidRPr="00861ABC">
        <w:t>1 }</w:t>
      </w:r>
      <w:proofErr w:type="gramEnd"/>
      <w:r w:rsidRPr="00861ABC">
        <w:t xml:space="preserve"> as </w:t>
      </w:r>
    </w:p>
    <w:p w14:paraId="36806F71" w14:textId="77777777" w:rsidR="00B72DF9" w:rsidRPr="00861ABC" w:rsidRDefault="00000000" w:rsidP="00CD0783">
      <w:pPr>
        <w:tabs>
          <w:tab w:val="left" w:pos="1791"/>
        </w:tabs>
        <w:spacing w:line="360" w:lineRule="auto"/>
        <w:ind w:left="1134" w:right="283"/>
        <w:jc w:val="both"/>
        <w:rPr>
          <w:b/>
          <w:bCs/>
          <w:szCs w:val="24"/>
        </w:rPr>
      </w:pPr>
      <w:r>
        <w:rPr>
          <w:b/>
          <w:bCs/>
          <w:noProof/>
          <w:szCs w:val="24"/>
        </w:rPr>
        <w:pict w14:anchorId="08201B85">
          <v:group id="_x0000_s1048" style="position:absolute;left:0;text-align:left;margin-left:120.8pt;margin-top:18.15pt;width:297.65pt;height:41.7pt;z-index:251662336" coordorigin="3236,12241" coordsize="6487,732">
            <v:group id="_x0000_s1049" style="position:absolute;left:3236;top:12246;width:3204;height:0" coordorigin="3236,12246" coordsize="3204,0">
              <v:shape id="_x0000_s1050" type="#_x0000_t32" style="position:absolute;left:4304;top:12246;width:1068;height:0" o:connectortype="straight">
                <v:stroke dashstyle="longDash" startarrow="oval" endarrow="oval"/>
              </v:shape>
              <v:shape id="_x0000_s1051" type="#_x0000_t32" style="position:absolute;left:5372;top:12246;width:1068;height:0" o:connectortype="straight">
                <v:stroke startarrow="oval" endarrow="oval"/>
              </v:shape>
              <v:shape id="_x0000_s1052" type="#_x0000_t32" style="position:absolute;left:3236;top:12246;width:1068;height:0" o:connectortype="straight">
                <v:stroke startarrow="oval" endarrow="oval"/>
              </v:shape>
            </v:group>
            <v:shape id="_x0000_s1053" type="#_x0000_t32" style="position:absolute;left:3236;top:12247;width:0;height:726;flip:y" o:connectortype="straight">
              <v:stroke startarrow="oval" endarrow="oval"/>
            </v:shape>
            <v:group id="_x0000_s1054" style="position:absolute;left:7087;top:12535;width:2636;height:71" coordorigin="3236,12246" coordsize="3204,0">
              <v:shape id="_x0000_s1055" type="#_x0000_t32" style="position:absolute;left:4304;top:12246;width:1068;height:0" o:connectortype="straight">
                <v:stroke dashstyle="longDash" startarrow="oval" endarrow="oval"/>
              </v:shape>
              <v:shape id="_x0000_s1056" type="#_x0000_t32" style="position:absolute;left:5372;top:12246;width:1068;height:0" o:connectortype="straight">
                <v:stroke startarrow="oval" endarrow="oval"/>
              </v:shape>
              <v:shape id="_x0000_s1057" type="#_x0000_t32" style="position:absolute;left:3236;top:12246;width:1068;height:0" o:connectortype="straight">
                <v:stroke startarrow="oval" endarrow="oval"/>
              </v:shape>
            </v:group>
            <v:shape id="_x0000_s1058" type="#_x0000_t32" style="position:absolute;left:4304;top:12247;width:0;height:726;flip:y" o:connectortype="straight">
              <v:stroke startarrow="oval" endarrow="oval"/>
            </v:shape>
            <v:shape id="_x0000_s1059" type="#_x0000_t32" style="position:absolute;left:6440;top:12241;width:0;height:726;flip:y" o:connectortype="straight">
              <v:stroke startarrow="oval" endarrow="oval"/>
            </v:shape>
            <v:shape id="_x0000_s1060" type="#_x0000_t32" style="position:absolute;left:5372;top:12241;width:0;height:726;flip:y" o:connectortype="straight">
              <v:stroke startarrow="oval" endarrow="oval"/>
            </v:shape>
          </v:group>
        </w:pict>
      </w:r>
      <w:r w:rsidR="00B72DF9">
        <w:rPr>
          <w:szCs w:val="24"/>
        </w:rPr>
        <w:t xml:space="preserve">                      </w:t>
      </w:r>
      <w:r w:rsidR="00B72DF9" w:rsidRPr="00861ABC">
        <w:rPr>
          <w:b/>
          <w:bCs/>
          <w:szCs w:val="24"/>
        </w:rPr>
        <w:t>v</w:t>
      </w:r>
      <w:r w:rsidR="00B72DF9" w:rsidRPr="00861ABC">
        <w:rPr>
          <w:b/>
          <w:bCs/>
          <w:szCs w:val="24"/>
          <w:vertAlign w:val="subscript"/>
        </w:rPr>
        <w:t>1</w:t>
      </w:r>
      <w:r w:rsidR="00B72DF9">
        <w:rPr>
          <w:b/>
          <w:bCs/>
          <w:szCs w:val="24"/>
        </w:rPr>
        <w:t>ʹ</w:t>
      </w:r>
      <w:r w:rsidR="00B72DF9" w:rsidRPr="00861ABC">
        <w:rPr>
          <w:b/>
          <w:bCs/>
          <w:szCs w:val="24"/>
        </w:rPr>
        <w:t xml:space="preserve">    e</w:t>
      </w:r>
      <w:r w:rsidR="00B72DF9" w:rsidRPr="00861ABC">
        <w:rPr>
          <w:b/>
          <w:bCs/>
          <w:szCs w:val="24"/>
          <w:vertAlign w:val="subscript"/>
        </w:rPr>
        <w:t>1</w:t>
      </w:r>
      <w:r w:rsidR="00B72DF9">
        <w:rPr>
          <w:b/>
          <w:bCs/>
          <w:szCs w:val="24"/>
        </w:rPr>
        <w:t>ʹ</w:t>
      </w:r>
      <w:r w:rsidR="00B72DF9" w:rsidRPr="00861ABC">
        <w:rPr>
          <w:b/>
          <w:bCs/>
          <w:szCs w:val="24"/>
        </w:rPr>
        <w:t xml:space="preserve">    v</w:t>
      </w:r>
      <w:r w:rsidR="00B72DF9" w:rsidRPr="00861ABC">
        <w:rPr>
          <w:b/>
          <w:bCs/>
          <w:szCs w:val="24"/>
          <w:vertAlign w:val="subscript"/>
        </w:rPr>
        <w:t>2</w:t>
      </w:r>
      <w:r w:rsidR="00B72DF9">
        <w:rPr>
          <w:b/>
          <w:bCs/>
          <w:szCs w:val="24"/>
        </w:rPr>
        <w:t>ʹ</w:t>
      </w:r>
      <w:r w:rsidR="00B72DF9" w:rsidRPr="00861ABC">
        <w:rPr>
          <w:b/>
          <w:bCs/>
          <w:szCs w:val="24"/>
        </w:rPr>
        <w:t xml:space="preserve">          v</w:t>
      </w:r>
      <w:r w:rsidR="00B72DF9">
        <w:rPr>
          <w:b/>
          <w:bCs/>
          <w:szCs w:val="24"/>
          <w:vertAlign w:val="subscript"/>
        </w:rPr>
        <w:t>r</w:t>
      </w:r>
      <w:r w:rsidR="00B72DF9" w:rsidRPr="00861ABC">
        <w:rPr>
          <w:b/>
          <w:bCs/>
          <w:szCs w:val="24"/>
          <w:vertAlign w:val="subscript"/>
        </w:rPr>
        <w:t>-1</w:t>
      </w:r>
      <w:r w:rsidR="00B72DF9">
        <w:rPr>
          <w:b/>
          <w:bCs/>
          <w:szCs w:val="24"/>
        </w:rPr>
        <w:t>ʹ</w:t>
      </w:r>
      <w:r w:rsidR="00B72DF9" w:rsidRPr="00861ABC">
        <w:rPr>
          <w:b/>
          <w:bCs/>
          <w:szCs w:val="24"/>
        </w:rPr>
        <w:t xml:space="preserve">    e</w:t>
      </w:r>
      <w:r w:rsidR="00B72DF9">
        <w:rPr>
          <w:b/>
          <w:bCs/>
          <w:szCs w:val="24"/>
          <w:vertAlign w:val="subscript"/>
        </w:rPr>
        <w:t>r</w:t>
      </w:r>
      <w:r w:rsidR="00B72DF9" w:rsidRPr="00861ABC">
        <w:rPr>
          <w:b/>
          <w:bCs/>
          <w:szCs w:val="24"/>
          <w:vertAlign w:val="subscript"/>
        </w:rPr>
        <w:t>-1</w:t>
      </w:r>
      <w:r w:rsidR="00B72DF9">
        <w:rPr>
          <w:b/>
          <w:bCs/>
          <w:szCs w:val="24"/>
        </w:rPr>
        <w:t>ʹ</w:t>
      </w:r>
      <w:r w:rsidR="00B72DF9" w:rsidRPr="00861ABC">
        <w:rPr>
          <w:b/>
          <w:bCs/>
          <w:szCs w:val="24"/>
        </w:rPr>
        <w:t xml:space="preserve"> v</w:t>
      </w:r>
      <w:r w:rsidR="00B72DF9">
        <w:rPr>
          <w:b/>
          <w:bCs/>
          <w:szCs w:val="24"/>
          <w:vertAlign w:val="subscript"/>
        </w:rPr>
        <w:t>r</w:t>
      </w:r>
      <w:r w:rsidR="00B72DF9">
        <w:rPr>
          <w:b/>
          <w:bCs/>
          <w:szCs w:val="24"/>
        </w:rPr>
        <w:t>ʹ</w:t>
      </w:r>
    </w:p>
    <w:p w14:paraId="78400B07" w14:textId="77777777" w:rsidR="00B72DF9" w:rsidRPr="00861ABC" w:rsidRDefault="00B72DF9" w:rsidP="00CD0783">
      <w:pPr>
        <w:tabs>
          <w:tab w:val="left" w:pos="1791"/>
        </w:tabs>
        <w:spacing w:line="360" w:lineRule="auto"/>
        <w:ind w:left="1134" w:right="283"/>
        <w:jc w:val="both"/>
        <w:rPr>
          <w:b/>
          <w:bCs/>
          <w:szCs w:val="24"/>
        </w:rPr>
      </w:pPr>
      <w:r>
        <w:rPr>
          <w:b/>
          <w:bCs/>
          <w:szCs w:val="24"/>
        </w:rPr>
        <w:t xml:space="preserve">       </w:t>
      </w:r>
      <w:r w:rsidR="004E1995">
        <w:rPr>
          <w:b/>
          <w:bCs/>
          <w:szCs w:val="24"/>
        </w:rPr>
        <w:t xml:space="preserve">          </w:t>
      </w:r>
      <w:r w:rsidRPr="00861ABC">
        <w:rPr>
          <w:b/>
          <w:bCs/>
          <w:szCs w:val="24"/>
        </w:rPr>
        <w:t>e</w:t>
      </w:r>
      <w:r w:rsidRPr="00861ABC">
        <w:rPr>
          <w:b/>
          <w:bCs/>
          <w:szCs w:val="24"/>
          <w:vertAlign w:val="subscript"/>
        </w:rPr>
        <w:t xml:space="preserve">1  </w:t>
      </w:r>
      <w:r w:rsidRPr="00861ABC">
        <w:rPr>
          <w:b/>
          <w:bCs/>
          <w:szCs w:val="24"/>
        </w:rPr>
        <w:t xml:space="preserve">             e</w:t>
      </w:r>
      <w:r w:rsidRPr="00861ABC">
        <w:rPr>
          <w:b/>
          <w:bCs/>
          <w:szCs w:val="24"/>
          <w:vertAlign w:val="subscript"/>
        </w:rPr>
        <w:t xml:space="preserve">2          </w:t>
      </w:r>
      <w:r>
        <w:rPr>
          <w:b/>
          <w:bCs/>
          <w:szCs w:val="24"/>
        </w:rPr>
        <w:t xml:space="preserve">    </w:t>
      </w:r>
      <w:r w:rsidRPr="00861ABC">
        <w:rPr>
          <w:b/>
          <w:bCs/>
          <w:szCs w:val="24"/>
        </w:rPr>
        <w:t>e</w:t>
      </w:r>
      <w:r>
        <w:rPr>
          <w:b/>
          <w:bCs/>
          <w:szCs w:val="24"/>
          <w:vertAlign w:val="subscript"/>
        </w:rPr>
        <w:t>r</w:t>
      </w:r>
      <w:r w:rsidRPr="00861ABC">
        <w:rPr>
          <w:b/>
          <w:bCs/>
          <w:szCs w:val="24"/>
          <w:vertAlign w:val="subscript"/>
        </w:rPr>
        <w:t xml:space="preserve">-1   </w:t>
      </w:r>
      <w:r w:rsidRPr="00861ABC">
        <w:rPr>
          <w:b/>
          <w:bCs/>
          <w:szCs w:val="24"/>
        </w:rPr>
        <w:t xml:space="preserve">        </w:t>
      </w:r>
      <w:r>
        <w:rPr>
          <w:b/>
          <w:bCs/>
          <w:szCs w:val="24"/>
        </w:rPr>
        <w:t xml:space="preserve">   </w:t>
      </w:r>
      <w:r w:rsidRPr="00861ABC">
        <w:rPr>
          <w:b/>
          <w:bCs/>
          <w:szCs w:val="24"/>
        </w:rPr>
        <w:t xml:space="preserve"> e</w:t>
      </w:r>
      <w:r>
        <w:rPr>
          <w:b/>
          <w:bCs/>
          <w:szCs w:val="24"/>
          <w:vertAlign w:val="subscript"/>
        </w:rPr>
        <w:t>r</w:t>
      </w:r>
      <w:r w:rsidRPr="00861ABC">
        <w:rPr>
          <w:b/>
          <w:bCs/>
          <w:szCs w:val="24"/>
          <w:vertAlign w:val="subscript"/>
        </w:rPr>
        <w:t xml:space="preserve">   </w:t>
      </w:r>
      <w:r>
        <w:rPr>
          <w:b/>
          <w:bCs/>
          <w:szCs w:val="24"/>
          <w:vertAlign w:val="subscript"/>
        </w:rPr>
        <w:t xml:space="preserve">  </w:t>
      </w:r>
      <w:r w:rsidRPr="00861ABC">
        <w:rPr>
          <w:b/>
          <w:bCs/>
          <w:szCs w:val="24"/>
          <w:vertAlign w:val="subscript"/>
        </w:rPr>
        <w:t xml:space="preserve">  </w:t>
      </w:r>
      <w:r w:rsidRPr="00861ABC">
        <w:rPr>
          <w:b/>
          <w:bCs/>
          <w:szCs w:val="24"/>
        </w:rPr>
        <w:t>u</w:t>
      </w:r>
      <w:r w:rsidRPr="00861ABC">
        <w:rPr>
          <w:b/>
          <w:bCs/>
          <w:szCs w:val="24"/>
          <w:vertAlign w:val="subscript"/>
        </w:rPr>
        <w:t>1</w:t>
      </w:r>
      <w:r w:rsidRPr="00861ABC">
        <w:rPr>
          <w:b/>
          <w:bCs/>
          <w:szCs w:val="24"/>
        </w:rPr>
        <w:t xml:space="preserve">    E</w:t>
      </w:r>
      <w:r w:rsidRPr="00861ABC">
        <w:rPr>
          <w:b/>
          <w:bCs/>
          <w:szCs w:val="24"/>
          <w:vertAlign w:val="subscript"/>
        </w:rPr>
        <w:t>1</w:t>
      </w:r>
      <w:r>
        <w:rPr>
          <w:b/>
          <w:bCs/>
          <w:szCs w:val="24"/>
        </w:rPr>
        <w:t xml:space="preserve">  </w:t>
      </w:r>
      <w:r w:rsidRPr="00861ABC">
        <w:rPr>
          <w:b/>
          <w:bCs/>
          <w:szCs w:val="24"/>
        </w:rPr>
        <w:t>u</w:t>
      </w:r>
      <w:r w:rsidRPr="00861ABC">
        <w:rPr>
          <w:b/>
          <w:bCs/>
          <w:szCs w:val="24"/>
          <w:vertAlign w:val="subscript"/>
        </w:rPr>
        <w:t>2</w:t>
      </w:r>
      <w:r w:rsidRPr="00861ABC">
        <w:rPr>
          <w:b/>
          <w:bCs/>
          <w:szCs w:val="24"/>
        </w:rPr>
        <w:t xml:space="preserve">    </w:t>
      </w:r>
      <w:r>
        <w:rPr>
          <w:b/>
          <w:bCs/>
          <w:szCs w:val="24"/>
        </w:rPr>
        <w:t xml:space="preserve">  </w:t>
      </w:r>
      <w:r w:rsidR="004E1995">
        <w:rPr>
          <w:b/>
          <w:bCs/>
          <w:szCs w:val="24"/>
        </w:rPr>
        <w:t xml:space="preserve">   </w:t>
      </w:r>
      <w:r w:rsidRPr="00861ABC">
        <w:rPr>
          <w:b/>
          <w:bCs/>
          <w:szCs w:val="24"/>
        </w:rPr>
        <w:t>u</w:t>
      </w:r>
      <w:r>
        <w:rPr>
          <w:b/>
          <w:bCs/>
          <w:szCs w:val="24"/>
          <w:vertAlign w:val="subscript"/>
        </w:rPr>
        <w:t>r</w:t>
      </w:r>
      <w:r w:rsidRPr="00861ABC">
        <w:rPr>
          <w:b/>
          <w:bCs/>
          <w:szCs w:val="24"/>
          <w:vertAlign w:val="subscript"/>
        </w:rPr>
        <w:t>-1</w:t>
      </w:r>
      <w:r w:rsidRPr="00861ABC">
        <w:rPr>
          <w:b/>
          <w:bCs/>
          <w:szCs w:val="24"/>
        </w:rPr>
        <w:t xml:space="preserve"> E</w:t>
      </w:r>
      <w:r>
        <w:rPr>
          <w:b/>
          <w:bCs/>
          <w:szCs w:val="24"/>
          <w:vertAlign w:val="subscript"/>
        </w:rPr>
        <w:t>r</w:t>
      </w:r>
      <w:r w:rsidRPr="00861ABC">
        <w:rPr>
          <w:b/>
          <w:bCs/>
          <w:szCs w:val="24"/>
          <w:vertAlign w:val="subscript"/>
        </w:rPr>
        <w:t>-1</w:t>
      </w:r>
      <w:r w:rsidRPr="00861ABC">
        <w:rPr>
          <w:b/>
          <w:bCs/>
          <w:szCs w:val="24"/>
        </w:rPr>
        <w:t xml:space="preserve">  </w:t>
      </w:r>
      <w:r>
        <w:rPr>
          <w:b/>
          <w:bCs/>
          <w:szCs w:val="24"/>
        </w:rPr>
        <w:t xml:space="preserve">  </w:t>
      </w:r>
      <w:r w:rsidRPr="00861ABC">
        <w:rPr>
          <w:b/>
          <w:bCs/>
          <w:szCs w:val="24"/>
        </w:rPr>
        <w:t>u</w:t>
      </w:r>
      <w:r>
        <w:rPr>
          <w:b/>
          <w:bCs/>
          <w:szCs w:val="24"/>
          <w:vertAlign w:val="subscript"/>
        </w:rPr>
        <w:t>r</w:t>
      </w:r>
    </w:p>
    <w:p w14:paraId="4BF40899" w14:textId="77777777" w:rsidR="00B72DF9" w:rsidRPr="00861ABC" w:rsidRDefault="00B72DF9" w:rsidP="00CD0783">
      <w:pPr>
        <w:tabs>
          <w:tab w:val="left" w:pos="1791"/>
        </w:tabs>
        <w:spacing w:line="360" w:lineRule="auto"/>
        <w:ind w:left="1134" w:right="283"/>
        <w:jc w:val="both"/>
        <w:rPr>
          <w:b/>
          <w:bCs/>
          <w:szCs w:val="24"/>
        </w:rPr>
      </w:pPr>
      <w:r>
        <w:rPr>
          <w:b/>
          <w:bCs/>
          <w:szCs w:val="24"/>
        </w:rPr>
        <w:t xml:space="preserve">      </w:t>
      </w:r>
      <w:r w:rsidR="004E1995">
        <w:rPr>
          <w:b/>
          <w:bCs/>
          <w:szCs w:val="24"/>
        </w:rPr>
        <w:t xml:space="preserve">            </w:t>
      </w:r>
      <w:r>
        <w:rPr>
          <w:b/>
          <w:bCs/>
          <w:szCs w:val="24"/>
        </w:rPr>
        <w:t xml:space="preserve"> </w:t>
      </w:r>
      <w:r w:rsidRPr="00861ABC">
        <w:rPr>
          <w:b/>
          <w:bCs/>
          <w:szCs w:val="24"/>
        </w:rPr>
        <w:t xml:space="preserve"> v</w:t>
      </w:r>
      <w:r w:rsidRPr="00861ABC">
        <w:rPr>
          <w:b/>
          <w:bCs/>
          <w:szCs w:val="24"/>
          <w:vertAlign w:val="subscript"/>
        </w:rPr>
        <w:t>1</w:t>
      </w:r>
      <w:r w:rsidRPr="00861ABC">
        <w:rPr>
          <w:b/>
          <w:bCs/>
          <w:szCs w:val="24"/>
        </w:rPr>
        <w:t xml:space="preserve">             v</w:t>
      </w:r>
      <w:r w:rsidRPr="00861ABC">
        <w:rPr>
          <w:b/>
          <w:bCs/>
          <w:szCs w:val="24"/>
          <w:vertAlign w:val="subscript"/>
        </w:rPr>
        <w:t>2</w:t>
      </w:r>
      <w:r w:rsidRPr="00861ABC">
        <w:rPr>
          <w:b/>
          <w:bCs/>
          <w:szCs w:val="24"/>
        </w:rPr>
        <w:t xml:space="preserve">            v</w:t>
      </w:r>
      <w:r>
        <w:rPr>
          <w:b/>
          <w:bCs/>
          <w:szCs w:val="24"/>
          <w:vertAlign w:val="subscript"/>
        </w:rPr>
        <w:t>r</w:t>
      </w:r>
      <w:r w:rsidRPr="00861ABC">
        <w:rPr>
          <w:b/>
          <w:bCs/>
          <w:szCs w:val="24"/>
          <w:vertAlign w:val="subscript"/>
        </w:rPr>
        <w:t xml:space="preserve">-1       </w:t>
      </w:r>
      <w:r w:rsidRPr="00861ABC">
        <w:rPr>
          <w:b/>
          <w:bCs/>
          <w:szCs w:val="24"/>
        </w:rPr>
        <w:t xml:space="preserve">       v</w:t>
      </w:r>
      <w:r>
        <w:rPr>
          <w:b/>
          <w:bCs/>
          <w:szCs w:val="24"/>
          <w:vertAlign w:val="subscript"/>
        </w:rPr>
        <w:t>r</w:t>
      </w:r>
    </w:p>
    <w:p w14:paraId="6BFAB590" w14:textId="77777777" w:rsidR="00B72DF9" w:rsidRPr="00861ABC" w:rsidRDefault="00C5755E" w:rsidP="00892D8F">
      <w:pPr>
        <w:pStyle w:val="FigureCaption"/>
        <w:rPr>
          <w:i/>
          <w:iCs/>
          <w:lang w:val="en-IN"/>
        </w:rPr>
      </w:pPr>
      <w:r>
        <w:t xml:space="preserve">     </w:t>
      </w:r>
      <w:r w:rsidR="00B72DF9">
        <w:t>Fig.</w:t>
      </w:r>
      <w:r w:rsidR="004E1995">
        <w:t xml:space="preserve"> 2</w:t>
      </w:r>
      <w:r w:rsidR="00B72DF9" w:rsidRPr="00861ABC">
        <w:t>: Disconnected graph of comb and path</w:t>
      </w:r>
    </w:p>
    <w:p w14:paraId="0C14494E" w14:textId="77777777" w:rsidR="00B72DF9" w:rsidRPr="00861ABC" w:rsidRDefault="00B72DF9" w:rsidP="00892D8F">
      <w:pPr>
        <w:pStyle w:val="Paragraph"/>
      </w:pPr>
      <w:r>
        <w:t xml:space="preserve">                   </w:t>
      </w:r>
      <w:r w:rsidRPr="00861ABC">
        <w:t>f(v</w:t>
      </w:r>
      <w:r w:rsidRPr="00861ABC">
        <w:rPr>
          <w:vertAlign w:val="subscript"/>
        </w:rPr>
        <w:t>i</w:t>
      </w:r>
      <w:r w:rsidRPr="00861ABC">
        <w:t xml:space="preserve">) </w:t>
      </w:r>
      <w:proofErr w:type="gramStart"/>
      <w:r w:rsidRPr="00861ABC">
        <w:t>=</w:t>
      </w:r>
      <w:r>
        <w:t xml:space="preserve">  4</w:t>
      </w:r>
      <w:proofErr w:type="gramEnd"/>
      <w:r>
        <w:t>i – 3           for 1 ≤ i ≤ r</w:t>
      </w:r>
    </w:p>
    <w:p w14:paraId="014CEFB6" w14:textId="77777777" w:rsidR="00B72DF9" w:rsidRPr="00861ABC" w:rsidRDefault="00B72DF9" w:rsidP="00892D8F">
      <w:pPr>
        <w:pStyle w:val="Paragraph"/>
      </w:pPr>
      <w:r>
        <w:t xml:space="preserve">         </w:t>
      </w:r>
      <w:r w:rsidR="004E1995">
        <w:t xml:space="preserve">         </w:t>
      </w:r>
      <w:r>
        <w:t xml:space="preserve"> </w:t>
      </w:r>
      <w:r w:rsidRPr="00861ABC">
        <w:t>f(v</w:t>
      </w:r>
      <w:r w:rsidRPr="00861ABC">
        <w:rPr>
          <w:vertAlign w:val="subscript"/>
        </w:rPr>
        <w:t>i</w:t>
      </w:r>
      <w:r>
        <w:t>ʹ</w:t>
      </w:r>
      <w:r w:rsidRPr="00861ABC">
        <w:t xml:space="preserve">) = 4i – 1           for 1 ≤ i ≤ </w:t>
      </w:r>
      <w:r>
        <w:t>r</w:t>
      </w:r>
    </w:p>
    <w:p w14:paraId="7F94B955" w14:textId="77777777" w:rsidR="00B72DF9" w:rsidRDefault="00B72DF9" w:rsidP="00892D8F">
      <w:pPr>
        <w:pStyle w:val="Paragraph"/>
      </w:pPr>
      <w:r w:rsidRPr="00861ABC">
        <w:t xml:space="preserve">   </w:t>
      </w:r>
      <w:r w:rsidRPr="00861ABC">
        <w:tab/>
      </w:r>
      <w:r w:rsidRPr="00861ABC">
        <w:tab/>
      </w:r>
      <w:r w:rsidR="004E1995">
        <w:t xml:space="preserve">  </w:t>
      </w:r>
      <w:r w:rsidRPr="00861ABC">
        <w:t>f(u</w:t>
      </w:r>
      <w:r w:rsidRPr="00861ABC">
        <w:rPr>
          <w:vertAlign w:val="subscript"/>
        </w:rPr>
        <w:t>j</w:t>
      </w:r>
      <w:r w:rsidRPr="00861ABC">
        <w:t xml:space="preserve">) </w:t>
      </w:r>
      <w:proofErr w:type="gramStart"/>
      <w:r w:rsidRPr="00861ABC">
        <w:t>=  f</w:t>
      </w:r>
      <w:proofErr w:type="gramEnd"/>
      <w:r w:rsidRPr="00861ABC">
        <w:t>(v</w:t>
      </w:r>
      <w:r>
        <w:rPr>
          <w:vertAlign w:val="subscript"/>
        </w:rPr>
        <w:t>r</w:t>
      </w:r>
      <w:r>
        <w:t>ʹ</w:t>
      </w:r>
      <w:r w:rsidRPr="00861ABC">
        <w:t xml:space="preserve">) + 2j    for 1 ≤ j ≤ </w:t>
      </w:r>
      <w:r>
        <w:t>r</w:t>
      </w:r>
    </w:p>
    <w:p w14:paraId="0796F622" w14:textId="77777777" w:rsidR="00B72DF9" w:rsidRPr="00861ABC" w:rsidRDefault="00B72DF9" w:rsidP="00892D8F">
      <w:pPr>
        <w:pStyle w:val="Paragraph"/>
      </w:pPr>
      <w:r w:rsidRPr="00861ABC">
        <w:t>and the induced edge labeling as</w:t>
      </w:r>
    </w:p>
    <w:p w14:paraId="456D25EE" w14:textId="77777777" w:rsidR="00B72DF9" w:rsidRPr="00861ABC" w:rsidRDefault="00B72DF9" w:rsidP="00892D8F">
      <w:pPr>
        <w:pStyle w:val="Paragraph"/>
      </w:pPr>
      <w:r w:rsidRPr="00861ABC">
        <w:tab/>
      </w:r>
      <w:r w:rsidR="007A1F0F">
        <w:t xml:space="preserve">    </w:t>
      </w:r>
      <w:r w:rsidRPr="00861ABC">
        <w:tab/>
      </w:r>
      <w:r w:rsidR="007A1F0F">
        <w:t xml:space="preserve"> </w:t>
      </w:r>
      <w:r w:rsidRPr="00861ABC">
        <w:t>f*(e</w:t>
      </w:r>
      <w:r w:rsidRPr="00861ABC">
        <w:rPr>
          <w:vertAlign w:val="subscript"/>
        </w:rPr>
        <w:t>i</w:t>
      </w:r>
      <w:r w:rsidRPr="00861ABC">
        <w:t xml:space="preserve">) </w:t>
      </w:r>
      <w:proofErr w:type="gramStart"/>
      <w:r w:rsidRPr="00861ABC">
        <w:t>=  4</w:t>
      </w:r>
      <w:proofErr w:type="gramEnd"/>
      <w:r w:rsidRPr="00861ABC">
        <w:t xml:space="preserve">i – 3                    for 1 ≤ i ≤ </w:t>
      </w:r>
      <w:r>
        <w:t>r</w:t>
      </w:r>
      <w:r w:rsidRPr="00861ABC">
        <w:t xml:space="preserve">    </w:t>
      </w:r>
    </w:p>
    <w:p w14:paraId="0755026B" w14:textId="77777777" w:rsidR="00B72DF9" w:rsidRPr="00861ABC" w:rsidRDefault="00B72DF9" w:rsidP="00892D8F">
      <w:pPr>
        <w:pStyle w:val="Paragraph"/>
      </w:pPr>
      <w:r w:rsidRPr="00861ABC">
        <w:tab/>
      </w:r>
      <w:r w:rsidRPr="00861ABC">
        <w:tab/>
      </w:r>
      <w:r w:rsidR="007A1F0F">
        <w:t xml:space="preserve"> </w:t>
      </w:r>
      <w:r w:rsidRPr="00861ABC">
        <w:t>f*(e</w:t>
      </w:r>
      <w:r w:rsidRPr="00861ABC">
        <w:rPr>
          <w:vertAlign w:val="subscript"/>
        </w:rPr>
        <w:t>i</w:t>
      </w:r>
      <w:r w:rsidRPr="00861ABC">
        <w:rPr>
          <w:vertAlign w:val="superscript"/>
        </w:rPr>
        <w:t>ʹ</w:t>
      </w:r>
      <w:r w:rsidRPr="00861ABC">
        <w:t xml:space="preserve">) = 4i                           for 1 ≤ i ≤ </w:t>
      </w:r>
      <w:r>
        <w:t>r</w:t>
      </w:r>
      <w:r w:rsidRPr="00861ABC">
        <w:t xml:space="preserve">  </w:t>
      </w:r>
    </w:p>
    <w:p w14:paraId="634A6603" w14:textId="77777777" w:rsidR="00B72DF9" w:rsidRPr="00861ABC" w:rsidRDefault="004E1995" w:rsidP="00892D8F">
      <w:pPr>
        <w:pStyle w:val="Paragraph"/>
      </w:pPr>
      <w:r>
        <w:t xml:space="preserve">        </w:t>
      </w:r>
      <w:r w:rsidR="00B72DF9">
        <w:t xml:space="preserve">        </w:t>
      </w:r>
      <w:r w:rsidR="007A1F0F">
        <w:t xml:space="preserve"> </w:t>
      </w:r>
      <w:r w:rsidR="00B72DF9">
        <w:t xml:space="preserve"> </w:t>
      </w:r>
      <w:r w:rsidR="00B72DF9" w:rsidRPr="00861ABC">
        <w:t>f*(E</w:t>
      </w:r>
      <w:r w:rsidR="00B72DF9" w:rsidRPr="00861ABC">
        <w:rPr>
          <w:vertAlign w:val="subscript"/>
        </w:rPr>
        <w:t>1</w:t>
      </w:r>
      <w:r w:rsidR="00B72DF9" w:rsidRPr="00861ABC">
        <w:t>) = f*(e</w:t>
      </w:r>
      <w:r w:rsidR="00B72DF9">
        <w:rPr>
          <w:vertAlign w:val="subscript"/>
        </w:rPr>
        <w:t>r</w:t>
      </w:r>
      <w:r w:rsidR="00B72DF9" w:rsidRPr="00861ABC">
        <w:t>) + 4</w:t>
      </w:r>
    </w:p>
    <w:p w14:paraId="38386233" w14:textId="77777777" w:rsidR="00B72DF9" w:rsidRPr="00861ABC" w:rsidRDefault="00B72DF9" w:rsidP="00892D8F">
      <w:pPr>
        <w:pStyle w:val="Paragraph"/>
      </w:pPr>
      <w:r>
        <w:t xml:space="preserve">     </w:t>
      </w:r>
      <w:r w:rsidR="004E1995">
        <w:t xml:space="preserve">        </w:t>
      </w:r>
      <w:r>
        <w:t xml:space="preserve">    </w:t>
      </w:r>
      <w:r w:rsidR="007A1F0F">
        <w:t xml:space="preserve"> </w:t>
      </w:r>
      <w:r w:rsidRPr="00861ABC">
        <w:t>f*(E</w:t>
      </w:r>
      <w:r w:rsidRPr="00861ABC">
        <w:rPr>
          <w:vertAlign w:val="subscript"/>
        </w:rPr>
        <w:t>j</w:t>
      </w:r>
      <w:r w:rsidRPr="00861ABC">
        <w:t>ʹ) = f*(E</w:t>
      </w:r>
      <w:r w:rsidRPr="00861ABC">
        <w:rPr>
          <w:vertAlign w:val="subscript"/>
        </w:rPr>
        <w:t>1</w:t>
      </w:r>
      <w:r w:rsidRPr="00861ABC">
        <w:t xml:space="preserve">) + 2(j – 1)    for 2 ≤ j ≤ </w:t>
      </w:r>
      <w:r>
        <w:t>r</w:t>
      </w:r>
      <w:r w:rsidRPr="00861ABC">
        <w:t xml:space="preserve"> -1.  </w:t>
      </w:r>
    </w:p>
    <w:p w14:paraId="661C0196" w14:textId="77777777" w:rsidR="00B72DF9" w:rsidRPr="00861ABC" w:rsidRDefault="00B72DF9" w:rsidP="00892D8F">
      <w:pPr>
        <w:pStyle w:val="Paragraph"/>
      </w:pPr>
      <w:proofErr w:type="gramStart"/>
      <w:r w:rsidRPr="00861ABC">
        <w:t>Thus</w:t>
      </w:r>
      <w:proofErr w:type="gramEnd"/>
      <w:r w:rsidRPr="00861ABC">
        <w:t xml:space="preserve"> the vertex and edge labels are distinct and the disconnected </w:t>
      </w:r>
      <w:r>
        <w:t>graph of comb and path satisfies</w:t>
      </w:r>
      <w:r w:rsidRPr="00861ABC">
        <w:t xml:space="preserve"> the vertex odd power mean labeling conditions.</w:t>
      </w:r>
    </w:p>
    <w:p w14:paraId="5B75C722" w14:textId="77777777" w:rsidR="00B72DF9" w:rsidRPr="00861ABC" w:rsidRDefault="00C5755E" w:rsidP="00892D8F">
      <w:pPr>
        <w:pStyle w:val="Paragraph"/>
      </w:pPr>
      <w:r>
        <w:t>Thus</w:t>
      </w:r>
      <w:r w:rsidR="00B72DF9">
        <w:t>,</w:t>
      </w:r>
      <w:r w:rsidR="00B72DF9" w:rsidRPr="00861ABC">
        <w:t xml:space="preserve"> the graph is </w:t>
      </w:r>
      <w:r w:rsidR="00B72DF9">
        <w:t xml:space="preserve">a </w:t>
      </w:r>
      <w:r w:rsidR="00B72DF9" w:rsidRPr="00861ABC">
        <w:t>vertex odd power mean graph.</w:t>
      </w:r>
    </w:p>
    <w:p w14:paraId="506555EB" w14:textId="77777777" w:rsidR="00B72DF9" w:rsidRPr="00861ABC" w:rsidRDefault="00B72DF9" w:rsidP="00892D8F">
      <w:pPr>
        <w:pStyle w:val="Paragraph"/>
      </w:pPr>
      <w:r>
        <w:rPr>
          <w:b/>
          <w:bCs/>
          <w:lang w:val="en-IN"/>
        </w:rPr>
        <w:t>Theorem 3</w:t>
      </w:r>
      <w:r w:rsidRPr="00861ABC">
        <w:rPr>
          <w:b/>
          <w:bCs/>
          <w:lang w:val="en-IN"/>
        </w:rPr>
        <w:t xml:space="preserve">: </w:t>
      </w:r>
      <w:r w:rsidRPr="00861ABC">
        <w:rPr>
          <w:i/>
          <w:iCs/>
        </w:rPr>
        <w:t>The disconnected graph of comb and star admits vertex odd power mean labeling</w:t>
      </w:r>
      <w:r w:rsidRPr="00861ABC">
        <w:t>.</w:t>
      </w:r>
    </w:p>
    <w:p w14:paraId="5A9DE7CB" w14:textId="77777777" w:rsidR="00B72DF9" w:rsidRPr="00861ABC" w:rsidRDefault="00B72DF9" w:rsidP="00892D8F">
      <w:pPr>
        <w:pStyle w:val="Paragraph"/>
        <w:rPr>
          <w:b/>
        </w:rPr>
      </w:pPr>
      <w:r w:rsidRPr="00861ABC">
        <w:rPr>
          <w:b/>
        </w:rPr>
        <w:t xml:space="preserve">Proof: </w:t>
      </w:r>
      <w:r w:rsidRPr="00861ABC">
        <w:t>The disconnected graph of comb and star has 3</w:t>
      </w:r>
      <w:r>
        <w:t>r</w:t>
      </w:r>
      <w:r w:rsidRPr="00861ABC">
        <w:t xml:space="preserve"> + 1</w:t>
      </w:r>
      <w:r w:rsidR="004E1995">
        <w:t xml:space="preserve"> vertices and </w:t>
      </w:r>
      <w:r w:rsidRPr="00861ABC">
        <w:t>3</w:t>
      </w:r>
      <w:r>
        <w:t>r</w:t>
      </w:r>
      <w:r w:rsidRPr="00861ABC">
        <w:t>- 1 edges.</w:t>
      </w:r>
    </w:p>
    <w:p w14:paraId="76D24543" w14:textId="77777777" w:rsidR="00B72DF9" w:rsidRPr="00861ABC" w:rsidRDefault="00B72DF9" w:rsidP="00892D8F">
      <w:pPr>
        <w:pStyle w:val="Paragraph"/>
      </w:pPr>
      <w:r>
        <w:t>Define the vertex labeling f</w:t>
      </w:r>
      <w:r w:rsidRPr="00861ABC">
        <w:t xml:space="preserve">: </w:t>
      </w:r>
      <w:proofErr w:type="gramStart"/>
      <w:r w:rsidRPr="00861ABC">
        <w:t>V(</w:t>
      </w:r>
      <w:proofErr w:type="gramEnd"/>
      <w:r w:rsidRPr="00861ABC">
        <w:t>P</w:t>
      </w:r>
      <w:r>
        <w:rPr>
          <w:vertAlign w:val="subscript"/>
        </w:rPr>
        <w:t>r</w:t>
      </w:r>
      <w:r w:rsidRPr="00861ABC">
        <w:t xml:space="preserve"> ʘ K</w:t>
      </w:r>
      <w:r w:rsidRPr="00861ABC">
        <w:rPr>
          <w:vertAlign w:val="subscript"/>
        </w:rPr>
        <w:t>1</w:t>
      </w:r>
      <w:r w:rsidRPr="00861ABC">
        <w:t xml:space="preserve"> Ս K</w:t>
      </w:r>
      <w:proofErr w:type="gramStart"/>
      <w:r w:rsidRPr="00861ABC">
        <w:rPr>
          <w:vertAlign w:val="subscript"/>
        </w:rPr>
        <w:t>1,</w:t>
      </w:r>
      <w:r>
        <w:rPr>
          <w:vertAlign w:val="subscript"/>
        </w:rPr>
        <w:t>r</w:t>
      </w:r>
      <w:proofErr w:type="gramEnd"/>
      <w:r w:rsidRPr="00861ABC">
        <w:t xml:space="preserve">) </w:t>
      </w:r>
      <w:r w:rsidRPr="00861ABC">
        <w:sym w:font="Symbol" w:char="F0AE"/>
      </w:r>
      <w:r>
        <w:t>{1, 3, …, 2q +1</w:t>
      </w:r>
      <w:r w:rsidRPr="00861ABC">
        <w:t xml:space="preserve">} as </w:t>
      </w:r>
    </w:p>
    <w:p w14:paraId="7BB81877" w14:textId="77777777" w:rsidR="00B72DF9" w:rsidRPr="00861ABC" w:rsidRDefault="00B72DF9" w:rsidP="00892D8F">
      <w:pPr>
        <w:pStyle w:val="Paragraph"/>
      </w:pPr>
      <w:r w:rsidRPr="00861ABC">
        <w:t xml:space="preserve">       </w:t>
      </w:r>
      <w:r w:rsidRPr="00861ABC">
        <w:tab/>
      </w:r>
      <w:r w:rsidRPr="00861ABC">
        <w:tab/>
        <w:t>f(v</w:t>
      </w:r>
      <w:r w:rsidRPr="00861ABC">
        <w:rPr>
          <w:vertAlign w:val="subscript"/>
        </w:rPr>
        <w:t>i</w:t>
      </w:r>
      <w:r w:rsidRPr="00861ABC">
        <w:t xml:space="preserve">) </w:t>
      </w:r>
      <w:proofErr w:type="gramStart"/>
      <w:r w:rsidRPr="00861ABC">
        <w:t>=  4</w:t>
      </w:r>
      <w:proofErr w:type="gramEnd"/>
      <w:r w:rsidRPr="00861ABC">
        <w:t xml:space="preserve">i – 3           for 1 ≤ i ≤ </w:t>
      </w:r>
      <w:r>
        <w:t>r</w:t>
      </w:r>
      <w:r w:rsidRPr="00861ABC">
        <w:t xml:space="preserve"> </w:t>
      </w:r>
    </w:p>
    <w:p w14:paraId="608F9A9E" w14:textId="77777777" w:rsidR="00B72DF9" w:rsidRPr="00861ABC" w:rsidRDefault="00B72DF9" w:rsidP="00892D8F">
      <w:pPr>
        <w:pStyle w:val="Paragraph"/>
      </w:pPr>
      <w:r>
        <w:t xml:space="preserve">       </w:t>
      </w:r>
      <w:r w:rsidR="004E1995">
        <w:t xml:space="preserve">                   </w:t>
      </w:r>
      <w:r>
        <w:t xml:space="preserve">   </w:t>
      </w:r>
      <w:r w:rsidRPr="00861ABC">
        <w:t>f(v</w:t>
      </w:r>
      <w:r w:rsidRPr="00861ABC">
        <w:rPr>
          <w:vertAlign w:val="subscript"/>
        </w:rPr>
        <w:t>i</w:t>
      </w:r>
      <w:r>
        <w:t>ʹ</w:t>
      </w:r>
      <w:r w:rsidRPr="00861ABC">
        <w:t xml:space="preserve">) = 4i – 1           for 1 ≤ i ≤ </w:t>
      </w:r>
      <w:r>
        <w:t>r</w:t>
      </w:r>
    </w:p>
    <w:p w14:paraId="002B9650" w14:textId="77777777" w:rsidR="00B72DF9" w:rsidRPr="00861ABC" w:rsidRDefault="00B72DF9" w:rsidP="00892D8F">
      <w:pPr>
        <w:pStyle w:val="Paragraph"/>
      </w:pPr>
      <w:r w:rsidRPr="00861ABC">
        <w:t xml:space="preserve">   </w:t>
      </w:r>
      <w:r w:rsidRPr="00861ABC">
        <w:tab/>
      </w:r>
      <w:r w:rsidRPr="00861ABC">
        <w:tab/>
      </w:r>
      <w:r w:rsidR="004E1995">
        <w:t xml:space="preserve">            </w:t>
      </w:r>
      <w:r w:rsidRPr="00861ABC">
        <w:t>f(u</w:t>
      </w:r>
      <w:r w:rsidRPr="00861ABC">
        <w:rPr>
          <w:vertAlign w:val="subscript"/>
        </w:rPr>
        <w:t>j</w:t>
      </w:r>
      <w:r w:rsidRPr="00861ABC">
        <w:t xml:space="preserve">) </w:t>
      </w:r>
      <w:proofErr w:type="gramStart"/>
      <w:r w:rsidRPr="00861ABC">
        <w:t>=  f</w:t>
      </w:r>
      <w:proofErr w:type="gramEnd"/>
      <w:r w:rsidRPr="00861ABC">
        <w:t>(v</w:t>
      </w:r>
      <w:r>
        <w:rPr>
          <w:vertAlign w:val="subscript"/>
        </w:rPr>
        <w:t>r</w:t>
      </w:r>
      <w:r>
        <w:t>ʹ</w:t>
      </w:r>
      <w:r w:rsidRPr="00861ABC">
        <w:t xml:space="preserve">) + 2j    for 1 ≤ j ≤ </w:t>
      </w:r>
      <w:r>
        <w:t>r</w:t>
      </w:r>
    </w:p>
    <w:p w14:paraId="233238A8" w14:textId="77777777" w:rsidR="00B72DF9" w:rsidRPr="00861ABC" w:rsidRDefault="00B72DF9" w:rsidP="00892D8F">
      <w:pPr>
        <w:pStyle w:val="Paragraph"/>
      </w:pPr>
      <w:r w:rsidRPr="00861ABC">
        <w:tab/>
      </w:r>
      <w:r w:rsidRPr="00861ABC">
        <w:tab/>
      </w:r>
      <w:r w:rsidR="004E1995">
        <w:t xml:space="preserve">            </w:t>
      </w:r>
      <w:r w:rsidRPr="00861ABC">
        <w:t>f(u</w:t>
      </w:r>
      <w:r w:rsidRPr="00861ABC">
        <w:rPr>
          <w:vertAlign w:val="subscript"/>
        </w:rPr>
        <w:t>1</w:t>
      </w:r>
      <w:r>
        <w:t>ʹ</w:t>
      </w:r>
      <w:r w:rsidRPr="00861ABC">
        <w:t>) = f(u</w:t>
      </w:r>
      <w:r>
        <w:rPr>
          <w:vertAlign w:val="subscript"/>
        </w:rPr>
        <w:t>r</w:t>
      </w:r>
      <w:r w:rsidRPr="00861ABC">
        <w:t>) + 2</w:t>
      </w:r>
    </w:p>
    <w:p w14:paraId="58B44459" w14:textId="77777777" w:rsidR="00B72DF9" w:rsidRPr="00861ABC" w:rsidRDefault="00000000" w:rsidP="00CD0783">
      <w:pPr>
        <w:tabs>
          <w:tab w:val="left" w:pos="1791"/>
        </w:tabs>
        <w:spacing w:line="360" w:lineRule="auto"/>
        <w:ind w:left="1134" w:right="283"/>
        <w:jc w:val="both"/>
        <w:rPr>
          <w:b/>
          <w:bCs/>
          <w:szCs w:val="24"/>
        </w:rPr>
      </w:pPr>
      <w:r>
        <w:rPr>
          <w:noProof/>
          <w:szCs w:val="24"/>
        </w:rPr>
        <w:pict w14:anchorId="52CC71EA">
          <v:group id="_x0000_s1077" style="position:absolute;left:0;text-align:left;margin-left:128.85pt;margin-top:14.6pt;width:286.5pt;height:45.45pt;z-index:251664384" coordorigin="3236,3888" coordsize="5730,807">
            <v:group id="_x0000_s1078" style="position:absolute;left:3236;top:3968;width:3204;height:0" coordorigin="3236,12246" coordsize="3204,0">
              <v:shape id="_x0000_s1079" type="#_x0000_t32" style="position:absolute;left:4304;top:12246;width:1068;height:0" o:connectortype="straight">
                <v:stroke dashstyle="longDash" startarrow="oval" endarrow="oval"/>
              </v:shape>
              <v:shape id="_x0000_s1080" type="#_x0000_t32" style="position:absolute;left:5372;top:12246;width:1068;height:0" o:connectortype="straight">
                <v:stroke startarrow="oval" endarrow="oval"/>
              </v:shape>
              <v:shape id="_x0000_s1081" type="#_x0000_t32" style="position:absolute;left:3236;top:12246;width:1068;height:0" o:connectortype="straight">
                <v:stroke startarrow="oval" endarrow="oval"/>
              </v:shape>
            </v:group>
            <v:shape id="_x0000_s1082" type="#_x0000_t32" style="position:absolute;left:3236;top:3969;width:0;height:726;flip:y" o:connectortype="straight">
              <v:stroke startarrow="oval" endarrow="oval"/>
            </v:shape>
            <v:shape id="_x0000_s1083" type="#_x0000_t32" style="position:absolute;left:4304;top:3969;width:0;height:726;flip:y" o:connectortype="straight">
              <v:stroke startarrow="oval" endarrow="oval"/>
            </v:shape>
            <v:shape id="_x0000_s1084" type="#_x0000_t32" style="position:absolute;left:6440;top:3963;width:0;height:726;flip:y" o:connectortype="straight">
              <v:stroke startarrow="oval" endarrow="oval"/>
            </v:shape>
            <v:shape id="_x0000_s1085" type="#_x0000_t32" style="position:absolute;left:5372;top:3963;width:0;height:726;flip:y" o:connectortype="straight">
              <v:stroke startarrow="oval" endarrow="oval"/>
            </v:shape>
            <v:shape id="_x0000_s1086" type="#_x0000_t32" style="position:absolute;left:7767;top:3888;width:260;height:801;flip:y" o:connectortype="straight">
              <v:stroke startarrow="oval" endarrow="oval"/>
            </v:shape>
            <v:shape id="_x0000_s1087" type="#_x0000_t32" style="position:absolute;left:8027;top:3888;width:112;height:801;flip:x y" o:connectortype="straight">
              <v:stroke dashstyle="dash" startarrow="oval" endarrow="oval"/>
            </v:shape>
            <v:shape id="_x0000_s1088" type="#_x0000_t32" style="position:absolute;left:8027;top:3888;width:494;height:807;flip:x y" o:connectortype="straight">
              <v:stroke startarrow="oval" endarrow="oval"/>
            </v:shape>
            <v:shape id="_x0000_s1089" type="#_x0000_t32" style="position:absolute;left:7425;top:3888;width:602;height:801;flip:y" o:connectortype="straight">
              <v:stroke startarrow="oval" endarrow="oval"/>
            </v:shape>
            <v:shape id="_x0000_s1090" type="#_x0000_t32" style="position:absolute;left:8027;top:3888;width:939;height:807;flip:x y" o:connectortype="straight">
              <v:stroke startarrow="oval" endarrow="oval"/>
            </v:shape>
          </v:group>
        </w:pict>
      </w:r>
      <w:r w:rsidR="00B72DF9">
        <w:rPr>
          <w:b/>
          <w:bCs/>
          <w:szCs w:val="24"/>
        </w:rPr>
        <w:t xml:space="preserve">                         </w:t>
      </w:r>
      <w:r w:rsidR="00B72DF9" w:rsidRPr="00861ABC">
        <w:rPr>
          <w:b/>
          <w:bCs/>
          <w:szCs w:val="24"/>
        </w:rPr>
        <w:t>v</w:t>
      </w:r>
      <w:r w:rsidR="00B72DF9" w:rsidRPr="00861ABC">
        <w:rPr>
          <w:b/>
          <w:bCs/>
          <w:szCs w:val="24"/>
          <w:vertAlign w:val="subscript"/>
        </w:rPr>
        <w:t>1</w:t>
      </w:r>
      <w:r w:rsidR="00B72DF9">
        <w:rPr>
          <w:b/>
          <w:bCs/>
          <w:szCs w:val="24"/>
        </w:rPr>
        <w:t>ʹ</w:t>
      </w:r>
      <w:r w:rsidR="00B72DF9" w:rsidRPr="00861ABC">
        <w:rPr>
          <w:b/>
          <w:bCs/>
          <w:szCs w:val="24"/>
        </w:rPr>
        <w:t xml:space="preserve">    e</w:t>
      </w:r>
      <w:r w:rsidR="00B72DF9" w:rsidRPr="00861ABC">
        <w:rPr>
          <w:b/>
          <w:bCs/>
          <w:szCs w:val="24"/>
          <w:vertAlign w:val="subscript"/>
        </w:rPr>
        <w:t>1</w:t>
      </w:r>
      <w:r w:rsidR="00B72DF9">
        <w:rPr>
          <w:b/>
          <w:bCs/>
          <w:szCs w:val="24"/>
        </w:rPr>
        <w:t>ʹ</w:t>
      </w:r>
      <w:r w:rsidR="00B72DF9" w:rsidRPr="00861ABC">
        <w:rPr>
          <w:b/>
          <w:bCs/>
          <w:szCs w:val="24"/>
        </w:rPr>
        <w:t xml:space="preserve">    v</w:t>
      </w:r>
      <w:r w:rsidR="00B72DF9" w:rsidRPr="00861ABC">
        <w:rPr>
          <w:b/>
          <w:bCs/>
          <w:szCs w:val="24"/>
          <w:vertAlign w:val="subscript"/>
        </w:rPr>
        <w:t>2</w:t>
      </w:r>
      <w:r w:rsidR="00B72DF9">
        <w:rPr>
          <w:b/>
          <w:bCs/>
          <w:szCs w:val="24"/>
        </w:rPr>
        <w:t>ʹ</w:t>
      </w:r>
      <w:r w:rsidR="00B72DF9" w:rsidRPr="00861ABC">
        <w:rPr>
          <w:b/>
          <w:bCs/>
          <w:szCs w:val="24"/>
        </w:rPr>
        <w:t xml:space="preserve">             v</w:t>
      </w:r>
      <w:r w:rsidR="00B72DF9">
        <w:rPr>
          <w:b/>
          <w:bCs/>
          <w:szCs w:val="24"/>
          <w:vertAlign w:val="subscript"/>
        </w:rPr>
        <w:t>r</w:t>
      </w:r>
      <w:r w:rsidR="00B72DF9" w:rsidRPr="00861ABC">
        <w:rPr>
          <w:b/>
          <w:bCs/>
          <w:szCs w:val="24"/>
          <w:vertAlign w:val="subscript"/>
        </w:rPr>
        <w:t>-1</w:t>
      </w:r>
      <w:r w:rsidR="00B72DF9">
        <w:rPr>
          <w:b/>
          <w:bCs/>
          <w:szCs w:val="24"/>
        </w:rPr>
        <w:t>ʹ</w:t>
      </w:r>
      <w:r w:rsidR="00B72DF9" w:rsidRPr="00861ABC">
        <w:rPr>
          <w:b/>
          <w:bCs/>
          <w:szCs w:val="24"/>
        </w:rPr>
        <w:t xml:space="preserve">    e</w:t>
      </w:r>
      <w:r w:rsidR="00B72DF9">
        <w:rPr>
          <w:b/>
          <w:bCs/>
          <w:szCs w:val="24"/>
          <w:vertAlign w:val="subscript"/>
        </w:rPr>
        <w:t>r</w:t>
      </w:r>
      <w:r w:rsidR="00B72DF9" w:rsidRPr="00861ABC">
        <w:rPr>
          <w:b/>
          <w:bCs/>
          <w:szCs w:val="24"/>
          <w:vertAlign w:val="subscript"/>
        </w:rPr>
        <w:t>-1</w:t>
      </w:r>
      <w:r w:rsidR="00B72DF9">
        <w:rPr>
          <w:b/>
          <w:bCs/>
          <w:szCs w:val="24"/>
        </w:rPr>
        <w:t>ʹ</w:t>
      </w:r>
      <w:r w:rsidR="00B72DF9" w:rsidRPr="00861ABC">
        <w:rPr>
          <w:b/>
          <w:bCs/>
          <w:szCs w:val="24"/>
        </w:rPr>
        <w:t xml:space="preserve"> v</w:t>
      </w:r>
      <w:r w:rsidR="00B72DF9">
        <w:rPr>
          <w:b/>
          <w:bCs/>
          <w:szCs w:val="24"/>
          <w:vertAlign w:val="subscript"/>
        </w:rPr>
        <w:t>r</w:t>
      </w:r>
      <w:r w:rsidR="00B72DF9">
        <w:rPr>
          <w:b/>
          <w:bCs/>
          <w:szCs w:val="24"/>
        </w:rPr>
        <w:t>ʹ</w:t>
      </w:r>
      <w:r w:rsidR="00B72DF9" w:rsidRPr="00861ABC">
        <w:rPr>
          <w:b/>
          <w:bCs/>
          <w:szCs w:val="24"/>
        </w:rPr>
        <w:t xml:space="preserve">                    u</w:t>
      </w:r>
      <w:r w:rsidR="00B72DF9" w:rsidRPr="00861ABC">
        <w:rPr>
          <w:b/>
          <w:bCs/>
          <w:szCs w:val="24"/>
          <w:vertAlign w:val="subscript"/>
        </w:rPr>
        <w:t>1</w:t>
      </w:r>
      <w:r w:rsidR="00B72DF9">
        <w:rPr>
          <w:b/>
          <w:bCs/>
          <w:szCs w:val="24"/>
        </w:rPr>
        <w:t>ʹ</w:t>
      </w:r>
    </w:p>
    <w:p w14:paraId="16AEDEDB" w14:textId="77777777" w:rsidR="00B72DF9" w:rsidRDefault="00B72DF9" w:rsidP="00CD0783">
      <w:pPr>
        <w:tabs>
          <w:tab w:val="left" w:pos="1791"/>
        </w:tabs>
        <w:spacing w:line="360" w:lineRule="auto"/>
        <w:ind w:left="1134" w:right="283"/>
        <w:jc w:val="both"/>
        <w:rPr>
          <w:b/>
          <w:bCs/>
          <w:szCs w:val="24"/>
          <w:vertAlign w:val="subscript"/>
        </w:rPr>
      </w:pPr>
      <w:r>
        <w:rPr>
          <w:b/>
          <w:bCs/>
          <w:szCs w:val="24"/>
        </w:rPr>
        <w:t xml:space="preserve">          </w:t>
      </w:r>
      <w:r w:rsidRPr="00861ABC">
        <w:rPr>
          <w:b/>
          <w:bCs/>
          <w:szCs w:val="24"/>
        </w:rPr>
        <w:t xml:space="preserve"> </w:t>
      </w:r>
      <w:r>
        <w:rPr>
          <w:b/>
          <w:bCs/>
          <w:szCs w:val="24"/>
        </w:rPr>
        <w:t xml:space="preserve"> </w:t>
      </w:r>
      <w:r w:rsidR="004E1995">
        <w:rPr>
          <w:b/>
          <w:bCs/>
          <w:szCs w:val="24"/>
        </w:rPr>
        <w:t xml:space="preserve">        </w:t>
      </w:r>
      <w:r w:rsidRPr="00861ABC">
        <w:rPr>
          <w:b/>
          <w:bCs/>
          <w:szCs w:val="24"/>
        </w:rPr>
        <w:t>e</w:t>
      </w:r>
      <w:r w:rsidRPr="00861ABC">
        <w:rPr>
          <w:b/>
          <w:bCs/>
          <w:szCs w:val="24"/>
          <w:vertAlign w:val="subscript"/>
        </w:rPr>
        <w:t xml:space="preserve">1  </w:t>
      </w:r>
      <w:r w:rsidRPr="00861ABC">
        <w:rPr>
          <w:b/>
          <w:bCs/>
          <w:szCs w:val="24"/>
        </w:rPr>
        <w:t xml:space="preserve">              e</w:t>
      </w:r>
      <w:r w:rsidRPr="00861ABC">
        <w:rPr>
          <w:b/>
          <w:bCs/>
          <w:szCs w:val="24"/>
          <w:vertAlign w:val="subscript"/>
        </w:rPr>
        <w:t xml:space="preserve">2          </w:t>
      </w:r>
      <w:r w:rsidR="004E1995">
        <w:rPr>
          <w:b/>
          <w:bCs/>
          <w:szCs w:val="24"/>
        </w:rPr>
        <w:t xml:space="preserve">  </w:t>
      </w:r>
      <w:r w:rsidRPr="00861ABC">
        <w:rPr>
          <w:b/>
          <w:bCs/>
          <w:szCs w:val="24"/>
        </w:rPr>
        <w:t xml:space="preserve">  e</w:t>
      </w:r>
      <w:r>
        <w:rPr>
          <w:b/>
          <w:bCs/>
          <w:szCs w:val="24"/>
          <w:vertAlign w:val="subscript"/>
        </w:rPr>
        <w:t>r</w:t>
      </w:r>
      <w:r w:rsidRPr="00861ABC">
        <w:rPr>
          <w:b/>
          <w:bCs/>
          <w:szCs w:val="24"/>
          <w:vertAlign w:val="subscript"/>
        </w:rPr>
        <w:t xml:space="preserve">-1   </w:t>
      </w:r>
      <w:r w:rsidRPr="00861ABC">
        <w:rPr>
          <w:b/>
          <w:bCs/>
          <w:szCs w:val="24"/>
        </w:rPr>
        <w:t xml:space="preserve">            e</w:t>
      </w:r>
      <w:r>
        <w:rPr>
          <w:b/>
          <w:bCs/>
          <w:szCs w:val="24"/>
          <w:vertAlign w:val="subscript"/>
        </w:rPr>
        <w:t>r</w:t>
      </w:r>
      <w:r w:rsidRPr="00861ABC">
        <w:rPr>
          <w:b/>
          <w:bCs/>
          <w:szCs w:val="24"/>
          <w:vertAlign w:val="subscript"/>
        </w:rPr>
        <w:t xml:space="preserve">                           </w:t>
      </w:r>
      <w:r w:rsidRPr="00861ABC">
        <w:rPr>
          <w:b/>
          <w:bCs/>
          <w:szCs w:val="24"/>
        </w:rPr>
        <w:t>E</w:t>
      </w:r>
      <w:r w:rsidRPr="00861ABC">
        <w:rPr>
          <w:b/>
          <w:bCs/>
          <w:szCs w:val="24"/>
          <w:vertAlign w:val="subscript"/>
        </w:rPr>
        <w:t>1</w:t>
      </w:r>
      <w:r w:rsidRPr="00861ABC">
        <w:rPr>
          <w:b/>
          <w:bCs/>
          <w:szCs w:val="24"/>
        </w:rPr>
        <w:t xml:space="preserve">           E</w:t>
      </w:r>
      <w:r>
        <w:rPr>
          <w:b/>
          <w:bCs/>
          <w:szCs w:val="24"/>
          <w:vertAlign w:val="subscript"/>
        </w:rPr>
        <w:t>r</w:t>
      </w:r>
    </w:p>
    <w:p w14:paraId="4DA826D6" w14:textId="77777777" w:rsidR="00B72DF9" w:rsidRPr="00861ABC" w:rsidRDefault="00B72DF9" w:rsidP="00CD0783">
      <w:pPr>
        <w:tabs>
          <w:tab w:val="left" w:pos="1791"/>
        </w:tabs>
        <w:spacing w:line="360" w:lineRule="auto"/>
        <w:ind w:left="1134" w:right="283"/>
        <w:jc w:val="both"/>
        <w:rPr>
          <w:b/>
          <w:bCs/>
          <w:szCs w:val="24"/>
          <w:vertAlign w:val="subscript"/>
        </w:rPr>
      </w:pPr>
      <w:r>
        <w:rPr>
          <w:b/>
          <w:bCs/>
          <w:szCs w:val="24"/>
          <w:vertAlign w:val="subscript"/>
        </w:rPr>
        <w:t xml:space="preserve">               </w:t>
      </w:r>
      <w:r w:rsidR="004E1995">
        <w:rPr>
          <w:b/>
          <w:bCs/>
          <w:szCs w:val="24"/>
          <w:vertAlign w:val="subscript"/>
        </w:rPr>
        <w:t xml:space="preserve">             </w:t>
      </w:r>
      <w:r>
        <w:rPr>
          <w:b/>
          <w:bCs/>
          <w:szCs w:val="24"/>
          <w:vertAlign w:val="subscript"/>
        </w:rPr>
        <w:t xml:space="preserve"> </w:t>
      </w:r>
      <w:r w:rsidRPr="00861ABC">
        <w:rPr>
          <w:b/>
          <w:bCs/>
          <w:szCs w:val="24"/>
        </w:rPr>
        <w:t>v</w:t>
      </w:r>
      <w:r w:rsidRPr="00861ABC">
        <w:rPr>
          <w:b/>
          <w:bCs/>
          <w:szCs w:val="24"/>
          <w:vertAlign w:val="subscript"/>
        </w:rPr>
        <w:t>1</w:t>
      </w:r>
      <w:r w:rsidRPr="00861ABC">
        <w:rPr>
          <w:b/>
          <w:bCs/>
          <w:szCs w:val="24"/>
        </w:rPr>
        <w:t xml:space="preserve">       </w:t>
      </w:r>
      <w:r>
        <w:rPr>
          <w:b/>
          <w:bCs/>
          <w:szCs w:val="24"/>
        </w:rPr>
        <w:t xml:space="preserve">      </w:t>
      </w:r>
      <w:r w:rsidRPr="00861ABC">
        <w:rPr>
          <w:b/>
          <w:bCs/>
          <w:szCs w:val="24"/>
        </w:rPr>
        <w:t xml:space="preserve">  v</w:t>
      </w:r>
      <w:r w:rsidRPr="00861ABC">
        <w:rPr>
          <w:b/>
          <w:bCs/>
          <w:szCs w:val="24"/>
          <w:vertAlign w:val="subscript"/>
        </w:rPr>
        <w:t>2</w:t>
      </w:r>
      <w:r w:rsidRPr="00861ABC">
        <w:rPr>
          <w:b/>
          <w:bCs/>
          <w:szCs w:val="24"/>
        </w:rPr>
        <w:t xml:space="preserve">           </w:t>
      </w:r>
      <w:r>
        <w:rPr>
          <w:b/>
          <w:bCs/>
          <w:szCs w:val="24"/>
        </w:rPr>
        <w:t xml:space="preserve"> </w:t>
      </w:r>
      <w:r w:rsidRPr="00861ABC">
        <w:rPr>
          <w:b/>
          <w:bCs/>
          <w:szCs w:val="24"/>
        </w:rPr>
        <w:t xml:space="preserve">  v</w:t>
      </w:r>
      <w:r>
        <w:rPr>
          <w:b/>
          <w:bCs/>
          <w:szCs w:val="24"/>
          <w:vertAlign w:val="subscript"/>
        </w:rPr>
        <w:t>r</w:t>
      </w:r>
      <w:r w:rsidRPr="00861ABC">
        <w:rPr>
          <w:b/>
          <w:bCs/>
          <w:szCs w:val="24"/>
          <w:vertAlign w:val="subscript"/>
        </w:rPr>
        <w:t xml:space="preserve">-1       </w:t>
      </w:r>
      <w:r>
        <w:rPr>
          <w:b/>
          <w:bCs/>
          <w:szCs w:val="24"/>
        </w:rPr>
        <w:t xml:space="preserve">        </w:t>
      </w:r>
      <w:r w:rsidRPr="00861ABC">
        <w:rPr>
          <w:b/>
          <w:bCs/>
          <w:szCs w:val="24"/>
        </w:rPr>
        <w:t>v</w:t>
      </w:r>
      <w:r>
        <w:rPr>
          <w:b/>
          <w:bCs/>
          <w:szCs w:val="24"/>
          <w:vertAlign w:val="subscript"/>
        </w:rPr>
        <w:t>r</w:t>
      </w:r>
      <w:r w:rsidRPr="00861ABC">
        <w:rPr>
          <w:b/>
          <w:bCs/>
          <w:szCs w:val="24"/>
          <w:vertAlign w:val="subscript"/>
        </w:rPr>
        <w:t xml:space="preserve">         </w:t>
      </w:r>
      <w:r>
        <w:rPr>
          <w:b/>
          <w:bCs/>
          <w:szCs w:val="24"/>
          <w:vertAlign w:val="subscript"/>
        </w:rPr>
        <w:t xml:space="preserve">      </w:t>
      </w:r>
      <w:r w:rsidRPr="00861ABC">
        <w:rPr>
          <w:b/>
          <w:bCs/>
          <w:szCs w:val="24"/>
        </w:rPr>
        <w:t>u</w:t>
      </w:r>
      <w:r w:rsidRPr="00861ABC">
        <w:rPr>
          <w:b/>
          <w:bCs/>
          <w:szCs w:val="24"/>
          <w:vertAlign w:val="subscript"/>
        </w:rPr>
        <w:t xml:space="preserve">1    </w:t>
      </w:r>
      <w:r w:rsidRPr="00861ABC">
        <w:rPr>
          <w:b/>
          <w:bCs/>
          <w:szCs w:val="24"/>
        </w:rPr>
        <w:t>u</w:t>
      </w:r>
      <w:r w:rsidRPr="00861ABC">
        <w:rPr>
          <w:b/>
          <w:bCs/>
          <w:szCs w:val="24"/>
          <w:vertAlign w:val="subscript"/>
        </w:rPr>
        <w:t>2</w:t>
      </w:r>
      <w:r w:rsidR="004E1995">
        <w:rPr>
          <w:b/>
          <w:bCs/>
          <w:szCs w:val="24"/>
        </w:rPr>
        <w:t xml:space="preserve">         </w:t>
      </w:r>
      <w:r w:rsidRPr="00861ABC">
        <w:rPr>
          <w:b/>
          <w:bCs/>
          <w:szCs w:val="24"/>
        </w:rPr>
        <w:t>u</w:t>
      </w:r>
      <w:r>
        <w:rPr>
          <w:b/>
          <w:bCs/>
          <w:szCs w:val="24"/>
          <w:vertAlign w:val="subscript"/>
        </w:rPr>
        <w:t>r</w:t>
      </w:r>
      <w:r w:rsidRPr="00861ABC">
        <w:rPr>
          <w:b/>
          <w:bCs/>
          <w:szCs w:val="24"/>
          <w:vertAlign w:val="subscript"/>
        </w:rPr>
        <w:t xml:space="preserve">-1   </w:t>
      </w:r>
      <w:r w:rsidRPr="00861ABC">
        <w:rPr>
          <w:b/>
          <w:bCs/>
          <w:szCs w:val="24"/>
        </w:rPr>
        <w:t>u</w:t>
      </w:r>
      <w:r>
        <w:rPr>
          <w:b/>
          <w:bCs/>
          <w:szCs w:val="24"/>
          <w:vertAlign w:val="subscript"/>
        </w:rPr>
        <w:t>r</w:t>
      </w:r>
    </w:p>
    <w:p w14:paraId="46E6D12F" w14:textId="77777777" w:rsidR="00B72DF9" w:rsidRPr="00861ABC" w:rsidRDefault="00C5755E" w:rsidP="00892D8F">
      <w:pPr>
        <w:pStyle w:val="FigureCaption"/>
        <w:rPr>
          <w:i/>
          <w:iCs/>
          <w:lang w:val="en-IN"/>
        </w:rPr>
      </w:pPr>
      <w:r>
        <w:t xml:space="preserve">                     </w:t>
      </w:r>
      <w:r w:rsidR="00B72DF9">
        <w:t>Fig.</w:t>
      </w:r>
      <w:r w:rsidR="004E1995">
        <w:t xml:space="preserve"> 3</w:t>
      </w:r>
      <w:r w:rsidR="00B72DF9" w:rsidRPr="00861ABC">
        <w:t>: Disconnected graph of comb and star</w:t>
      </w:r>
    </w:p>
    <w:p w14:paraId="1FF3D211" w14:textId="77777777" w:rsidR="00B72DF9" w:rsidRPr="00861ABC" w:rsidRDefault="00B72DF9" w:rsidP="00892D8F">
      <w:pPr>
        <w:pStyle w:val="Paragraph"/>
      </w:pPr>
      <w:r w:rsidRPr="00861ABC">
        <w:t>and the induced edge labeling as</w:t>
      </w:r>
    </w:p>
    <w:p w14:paraId="67CE8F6B" w14:textId="77777777" w:rsidR="00B72DF9" w:rsidRPr="00861ABC" w:rsidRDefault="00B72DF9" w:rsidP="00892D8F">
      <w:pPr>
        <w:pStyle w:val="Paragraph"/>
      </w:pPr>
      <w:r w:rsidRPr="00861ABC">
        <w:tab/>
      </w:r>
      <w:r w:rsidRPr="00861ABC">
        <w:tab/>
      </w:r>
      <w:r w:rsidR="004E1995">
        <w:t xml:space="preserve">           </w:t>
      </w:r>
      <w:r w:rsidRPr="00861ABC">
        <w:t>f*(e</w:t>
      </w:r>
      <w:r w:rsidRPr="00861ABC">
        <w:rPr>
          <w:vertAlign w:val="subscript"/>
        </w:rPr>
        <w:t>i</w:t>
      </w:r>
      <w:r w:rsidRPr="00861ABC">
        <w:t xml:space="preserve">) </w:t>
      </w:r>
      <w:proofErr w:type="gramStart"/>
      <w:r w:rsidRPr="00861ABC">
        <w:t>=  4</w:t>
      </w:r>
      <w:proofErr w:type="gramEnd"/>
      <w:r w:rsidRPr="00861ABC">
        <w:t xml:space="preserve">i – 3                    for 1 ≤ i ≤ </w:t>
      </w:r>
      <w:r>
        <w:t>r</w:t>
      </w:r>
      <w:r w:rsidRPr="00861ABC">
        <w:t xml:space="preserve">    </w:t>
      </w:r>
    </w:p>
    <w:p w14:paraId="7A60F361" w14:textId="77777777" w:rsidR="00B72DF9" w:rsidRPr="00861ABC" w:rsidRDefault="00B72DF9" w:rsidP="00892D8F">
      <w:pPr>
        <w:pStyle w:val="Paragraph"/>
      </w:pPr>
      <w:r w:rsidRPr="00861ABC">
        <w:lastRenderedPageBreak/>
        <w:tab/>
      </w:r>
      <w:r w:rsidRPr="00861ABC">
        <w:tab/>
      </w:r>
      <w:r w:rsidR="004E1995">
        <w:t xml:space="preserve">           </w:t>
      </w:r>
      <w:r w:rsidRPr="00861ABC">
        <w:t>f*(e</w:t>
      </w:r>
      <w:r w:rsidRPr="00861ABC">
        <w:rPr>
          <w:vertAlign w:val="subscript"/>
        </w:rPr>
        <w:t>i</w:t>
      </w:r>
      <w:r w:rsidRPr="00861ABC">
        <w:rPr>
          <w:vertAlign w:val="superscript"/>
        </w:rPr>
        <w:t>ʹ</w:t>
      </w:r>
      <w:r w:rsidRPr="00861ABC">
        <w:t xml:space="preserve">) = 4i                           for 1 ≤ i ≤ </w:t>
      </w:r>
      <w:r>
        <w:t>r</w:t>
      </w:r>
      <w:r w:rsidRPr="00861ABC">
        <w:t xml:space="preserve">  </w:t>
      </w:r>
    </w:p>
    <w:p w14:paraId="7465C593" w14:textId="77777777" w:rsidR="00B72DF9" w:rsidRPr="00861ABC" w:rsidRDefault="00B72DF9" w:rsidP="00892D8F">
      <w:pPr>
        <w:pStyle w:val="Paragraph"/>
      </w:pPr>
      <w:r>
        <w:t xml:space="preserve">       </w:t>
      </w:r>
      <w:r w:rsidR="004E1995">
        <w:t xml:space="preserve">                   </w:t>
      </w:r>
      <w:r>
        <w:t xml:space="preserve">  </w:t>
      </w:r>
      <w:r w:rsidRPr="00861ABC">
        <w:t>f*(E</w:t>
      </w:r>
      <w:r w:rsidRPr="00861ABC">
        <w:rPr>
          <w:vertAlign w:val="subscript"/>
        </w:rPr>
        <w:t>j</w:t>
      </w:r>
      <w:r w:rsidRPr="00861ABC">
        <w:t>) = 5</w:t>
      </w:r>
      <w:r>
        <w:t>r</w:t>
      </w:r>
      <w:r w:rsidRPr="00861ABC">
        <w:t xml:space="preserve"> + (j – 1)            for 1 ≤ i ≤ </w:t>
      </w:r>
      <w:r>
        <w:t>r</w:t>
      </w:r>
      <w:r w:rsidRPr="00861ABC">
        <w:t xml:space="preserve">. </w:t>
      </w:r>
    </w:p>
    <w:p w14:paraId="7F59839F" w14:textId="77777777" w:rsidR="00B72DF9" w:rsidRPr="00861ABC" w:rsidRDefault="00B72DF9" w:rsidP="00892D8F">
      <w:pPr>
        <w:pStyle w:val="Paragraph"/>
      </w:pPr>
      <w:proofErr w:type="gramStart"/>
      <w:r w:rsidRPr="00861ABC">
        <w:t>Thus</w:t>
      </w:r>
      <w:proofErr w:type="gramEnd"/>
      <w:r w:rsidRPr="00861ABC">
        <w:t xml:space="preserve"> the vertex and edge labels are distinct and the disconnected graph of comb and star</w:t>
      </w:r>
      <w:r>
        <w:t xml:space="preserve"> </w:t>
      </w:r>
      <w:r w:rsidR="007A1F0F">
        <w:t>fulfill</w:t>
      </w:r>
      <w:r>
        <w:t>s</w:t>
      </w:r>
      <w:r w:rsidRPr="00861ABC">
        <w:t xml:space="preserve"> the vertex odd power mean labeling conditions.</w:t>
      </w:r>
    </w:p>
    <w:p w14:paraId="281B6845" w14:textId="77777777" w:rsidR="00B72DF9" w:rsidRPr="00861ABC" w:rsidRDefault="00371218" w:rsidP="00892D8F">
      <w:pPr>
        <w:pStyle w:val="Paragraph"/>
      </w:pPr>
      <w:r>
        <w:t>Hence</w:t>
      </w:r>
      <w:r w:rsidR="00B72DF9">
        <w:t>,</w:t>
      </w:r>
      <w:r w:rsidR="00B72DF9" w:rsidRPr="00861ABC">
        <w:t xml:space="preserve"> the graph is </w:t>
      </w:r>
      <w:r w:rsidR="00B72DF9">
        <w:t xml:space="preserve">a </w:t>
      </w:r>
      <w:r w:rsidR="00B72DF9" w:rsidRPr="00861ABC">
        <w:t>vertex odd power mean graph.</w:t>
      </w:r>
    </w:p>
    <w:p w14:paraId="3E7BDC22" w14:textId="77777777" w:rsidR="00B72DF9" w:rsidRPr="00861ABC" w:rsidRDefault="00B72DF9" w:rsidP="00892D8F">
      <w:pPr>
        <w:pStyle w:val="Paragraph"/>
      </w:pPr>
      <w:r>
        <w:rPr>
          <w:b/>
          <w:bCs/>
          <w:lang w:val="en-IN"/>
        </w:rPr>
        <w:t>Theorem 4</w:t>
      </w:r>
      <w:r w:rsidRPr="00861ABC">
        <w:rPr>
          <w:b/>
          <w:bCs/>
          <w:lang w:val="en-IN"/>
        </w:rPr>
        <w:t xml:space="preserve">: </w:t>
      </w:r>
      <w:r w:rsidRPr="00861ABC">
        <w:rPr>
          <w:i/>
          <w:iCs/>
        </w:rPr>
        <w:t>The disconnected graph of comb and cycle</w:t>
      </w:r>
      <w:r>
        <w:rPr>
          <w:i/>
          <w:iCs/>
        </w:rPr>
        <w:t xml:space="preserve"> </w:t>
      </w:r>
      <w:r w:rsidRPr="00861ABC">
        <w:rPr>
          <w:i/>
          <w:iCs/>
        </w:rPr>
        <w:t>admits vertex odd power mean labeling</w:t>
      </w:r>
      <w:r w:rsidRPr="00861ABC">
        <w:t>.</w:t>
      </w:r>
    </w:p>
    <w:p w14:paraId="30B8DF9E" w14:textId="77777777" w:rsidR="00B72DF9" w:rsidRPr="00861ABC" w:rsidRDefault="00B72DF9" w:rsidP="00892D8F">
      <w:pPr>
        <w:pStyle w:val="Paragraph"/>
        <w:rPr>
          <w:b/>
        </w:rPr>
      </w:pPr>
      <w:r w:rsidRPr="00861ABC">
        <w:rPr>
          <w:b/>
        </w:rPr>
        <w:t xml:space="preserve">Proof: </w:t>
      </w:r>
      <w:r w:rsidRPr="00861ABC">
        <w:t>The disconnected graph of comb and cycle has 3</w:t>
      </w:r>
      <w:r>
        <w:t>r</w:t>
      </w:r>
      <w:r w:rsidR="004E1995">
        <w:t xml:space="preserve"> vertices and </w:t>
      </w:r>
      <w:r w:rsidRPr="00861ABC">
        <w:t>3</w:t>
      </w:r>
      <w:r>
        <w:t>r</w:t>
      </w:r>
      <w:r w:rsidRPr="00861ABC">
        <w:t xml:space="preserve"> </w:t>
      </w:r>
      <w:r>
        <w:t>–</w:t>
      </w:r>
      <w:r w:rsidRPr="00861ABC">
        <w:t xml:space="preserve"> 1</w:t>
      </w:r>
      <w:r>
        <w:t xml:space="preserve"> </w:t>
      </w:r>
      <w:proofErr w:type="gramStart"/>
      <w:r w:rsidRPr="00861ABC">
        <w:t>edges</w:t>
      </w:r>
      <w:proofErr w:type="gramEnd"/>
      <w:r w:rsidRPr="00861ABC">
        <w:t>.</w:t>
      </w:r>
    </w:p>
    <w:p w14:paraId="3F676D04" w14:textId="77777777" w:rsidR="00B72DF9" w:rsidRPr="00861ABC" w:rsidRDefault="00B72DF9" w:rsidP="00892D8F">
      <w:pPr>
        <w:pStyle w:val="Paragraph"/>
      </w:pPr>
      <w:r>
        <w:t>Define the vertex labeling f</w:t>
      </w:r>
      <w:r w:rsidRPr="00861ABC">
        <w:t xml:space="preserve">: </w:t>
      </w:r>
      <w:proofErr w:type="gramStart"/>
      <w:r w:rsidRPr="00861ABC">
        <w:t>V(</w:t>
      </w:r>
      <w:proofErr w:type="gramEnd"/>
      <w:r w:rsidRPr="00861ABC">
        <w:t>P</w:t>
      </w:r>
      <w:r>
        <w:rPr>
          <w:vertAlign w:val="subscript"/>
        </w:rPr>
        <w:t>r</w:t>
      </w:r>
      <w:r w:rsidRPr="00861ABC">
        <w:t xml:space="preserve"> ʘ K</w:t>
      </w:r>
      <w:r w:rsidRPr="00861ABC">
        <w:rPr>
          <w:vertAlign w:val="subscript"/>
        </w:rPr>
        <w:t>1</w:t>
      </w:r>
      <w:r w:rsidRPr="00861ABC">
        <w:t xml:space="preserve"> Ս </w:t>
      </w:r>
      <w:r w:rsidR="00371218">
        <w:t>C</w:t>
      </w:r>
      <w:r>
        <w:rPr>
          <w:vertAlign w:val="subscript"/>
        </w:rPr>
        <w:t>r</w:t>
      </w:r>
      <w:r w:rsidRPr="00861ABC">
        <w:t xml:space="preserve">) </w:t>
      </w:r>
      <w:r w:rsidRPr="00861ABC">
        <w:sym w:font="Symbol" w:char="F0AE"/>
      </w:r>
      <w:r>
        <w:t>{1, 3, …, 2q +1</w:t>
      </w:r>
      <w:r w:rsidRPr="00861ABC">
        <w:t xml:space="preserve">} as </w:t>
      </w:r>
    </w:p>
    <w:p w14:paraId="7DCE0A44" w14:textId="77777777" w:rsidR="00B72DF9" w:rsidRPr="00861ABC" w:rsidRDefault="00B72DF9" w:rsidP="00892D8F">
      <w:pPr>
        <w:pStyle w:val="Paragraph"/>
      </w:pPr>
      <w:r w:rsidRPr="00861ABC">
        <w:t xml:space="preserve">       </w:t>
      </w:r>
      <w:r w:rsidRPr="00861ABC">
        <w:tab/>
      </w:r>
      <w:r w:rsidRPr="00861ABC">
        <w:tab/>
        <w:t>f(v</w:t>
      </w:r>
      <w:r w:rsidRPr="00861ABC">
        <w:rPr>
          <w:vertAlign w:val="subscript"/>
        </w:rPr>
        <w:t>i</w:t>
      </w:r>
      <w:r w:rsidRPr="00861ABC">
        <w:t xml:space="preserve">) </w:t>
      </w:r>
      <w:proofErr w:type="gramStart"/>
      <w:r w:rsidRPr="00861ABC">
        <w:t>=  4</w:t>
      </w:r>
      <w:proofErr w:type="gramEnd"/>
      <w:r w:rsidRPr="00861ABC">
        <w:t xml:space="preserve">i – 3           for 1 ≤ i ≤ </w:t>
      </w:r>
      <w:r>
        <w:t>r</w:t>
      </w:r>
      <w:r w:rsidRPr="00861ABC">
        <w:t xml:space="preserve"> </w:t>
      </w:r>
    </w:p>
    <w:p w14:paraId="646CCE68" w14:textId="77777777" w:rsidR="00B72DF9" w:rsidRPr="00861ABC" w:rsidRDefault="00B72DF9" w:rsidP="00892D8F">
      <w:pPr>
        <w:pStyle w:val="Paragraph"/>
      </w:pPr>
      <w:r>
        <w:t xml:space="preserve">        </w:t>
      </w:r>
      <w:r w:rsidR="004E1995">
        <w:t xml:space="preserve">                  </w:t>
      </w:r>
      <w:r>
        <w:t xml:space="preserve">  </w:t>
      </w:r>
      <w:r w:rsidRPr="00861ABC">
        <w:t>f(v</w:t>
      </w:r>
      <w:r w:rsidRPr="00861ABC">
        <w:rPr>
          <w:vertAlign w:val="subscript"/>
        </w:rPr>
        <w:t>i</w:t>
      </w:r>
      <w:r>
        <w:t>ʹ</w:t>
      </w:r>
      <w:r w:rsidRPr="00861ABC">
        <w:t xml:space="preserve">) = 4i – 1           for 1 ≤ i ≤ </w:t>
      </w:r>
      <w:r>
        <w:t>r</w:t>
      </w:r>
      <w:r w:rsidRPr="00861ABC">
        <w:t xml:space="preserve"> </w:t>
      </w:r>
    </w:p>
    <w:p w14:paraId="3D3767CA" w14:textId="77777777" w:rsidR="00B72DF9" w:rsidRPr="00861ABC" w:rsidRDefault="00B72DF9" w:rsidP="00892D8F">
      <w:pPr>
        <w:pStyle w:val="Paragraph"/>
      </w:pPr>
      <w:r w:rsidRPr="00861ABC">
        <w:t xml:space="preserve">   </w:t>
      </w:r>
      <w:r w:rsidRPr="00861ABC">
        <w:tab/>
      </w:r>
      <w:r w:rsidRPr="00861ABC">
        <w:tab/>
      </w:r>
      <w:r w:rsidR="004E1995">
        <w:t xml:space="preserve">           </w:t>
      </w:r>
      <w:r w:rsidRPr="00861ABC">
        <w:t>f(u</w:t>
      </w:r>
      <w:r w:rsidRPr="00861ABC">
        <w:rPr>
          <w:vertAlign w:val="subscript"/>
        </w:rPr>
        <w:t>j</w:t>
      </w:r>
      <w:r w:rsidRPr="00861ABC">
        <w:t xml:space="preserve">) </w:t>
      </w:r>
      <w:proofErr w:type="gramStart"/>
      <w:r w:rsidRPr="00861ABC">
        <w:t>=  f</w:t>
      </w:r>
      <w:proofErr w:type="gramEnd"/>
      <w:r w:rsidRPr="00861ABC">
        <w:t>(v</w:t>
      </w:r>
      <w:r>
        <w:rPr>
          <w:vertAlign w:val="subscript"/>
        </w:rPr>
        <w:t>r</w:t>
      </w:r>
      <w:r>
        <w:t>ʹ</w:t>
      </w:r>
      <w:r w:rsidRPr="00861ABC">
        <w:t xml:space="preserve">) + 2j   </w:t>
      </w:r>
      <w:r>
        <w:t xml:space="preserve"> </w:t>
      </w:r>
      <w:r w:rsidRPr="00861ABC">
        <w:t xml:space="preserve"> for 1 ≤ j ≤ </w:t>
      </w:r>
      <w:r>
        <w:t>r</w:t>
      </w:r>
      <w:r w:rsidRPr="00861ABC">
        <w:t>.</w:t>
      </w:r>
    </w:p>
    <w:p w14:paraId="11957B77" w14:textId="77777777" w:rsidR="00B72DF9" w:rsidRPr="00861ABC" w:rsidRDefault="00000000" w:rsidP="00CD0783">
      <w:pPr>
        <w:tabs>
          <w:tab w:val="left" w:pos="1791"/>
        </w:tabs>
        <w:spacing w:line="360" w:lineRule="auto"/>
        <w:ind w:left="1134" w:right="283"/>
        <w:jc w:val="both"/>
        <w:rPr>
          <w:b/>
          <w:bCs/>
          <w:szCs w:val="24"/>
          <w:vertAlign w:val="subscript"/>
        </w:rPr>
      </w:pPr>
      <w:r>
        <w:rPr>
          <w:noProof/>
          <w:szCs w:val="24"/>
        </w:rPr>
        <w:pict w14:anchorId="083B0B7B">
          <v:group id="_x0000_s1109" style="position:absolute;left:0;text-align:left;margin-left:117.6pt;margin-top:17.45pt;width:260.3pt;height:57.95pt;z-index:251666432" coordorigin="3956,12855" coordsize="5206,1159">
            <v:shape id="_x0000_s1110" type="#_x0000_t32" style="position:absolute;left:8232;top:12855;width:515;height:531;flip:y" o:connectortype="straight">
              <v:stroke startarrow="oval" endarrow="oval"/>
            </v:shape>
            <v:group id="_x0000_s1111" style="position:absolute;left:3956;top:12960;width:3204;height:732" coordorigin="3236,8102" coordsize="3204,732">
              <v:group id="_x0000_s1112" style="position:absolute;left:3236;top:8107;width:3204;height:0" coordorigin="3236,12246" coordsize="3204,0">
                <v:shape id="_x0000_s1113" type="#_x0000_t32" style="position:absolute;left:4304;top:12246;width:1068;height:0" o:connectortype="straight">
                  <v:stroke dashstyle="longDash" startarrow="oval" endarrow="oval"/>
                </v:shape>
                <v:shape id="_x0000_s1114" type="#_x0000_t32" style="position:absolute;left:5372;top:12246;width:1068;height:0" o:connectortype="straight">
                  <v:stroke startarrow="oval" endarrow="oval"/>
                </v:shape>
                <v:shape id="_x0000_s1115" type="#_x0000_t32" style="position:absolute;left:3236;top:12246;width:1068;height:0" o:connectortype="straight">
                  <v:stroke startarrow="oval" endarrow="oval"/>
                </v:shape>
              </v:group>
              <v:shape id="_x0000_s1116" type="#_x0000_t32" style="position:absolute;left:3236;top:8108;width:0;height:726;flip:y" o:connectortype="straight">
                <v:stroke startarrow="oval" endarrow="oval"/>
              </v:shape>
              <v:shape id="_x0000_s1117" type="#_x0000_t32" style="position:absolute;left:4304;top:8108;width:0;height:726;flip:y" o:connectortype="straight">
                <v:stroke startarrow="oval" endarrow="oval"/>
              </v:shape>
              <v:shape id="_x0000_s1118" type="#_x0000_t32" style="position:absolute;left:6440;top:8102;width:0;height:726;flip:y" o:connectortype="straight">
                <v:stroke startarrow="oval" endarrow="oval"/>
              </v:shape>
              <v:shape id="_x0000_s1119" type="#_x0000_t32" style="position:absolute;left:5372;top:8102;width:0;height:726;flip:y" o:connectortype="straight">
                <v:stroke startarrow="oval" endarrow="oval"/>
              </v:shape>
            </v:group>
            <v:shape id="_x0000_s1120" type="#_x0000_t32" style="position:absolute;left:8747;top:12855;width:414;height:531" o:connectortype="straight">
              <v:stroke startarrow="oval" endarrow="oval"/>
            </v:shape>
            <v:shape id="_x0000_s1121" type="#_x0000_t32" style="position:absolute;left:8232;top:13386;width:1;height:628;flip:y" o:connectortype="straight">
              <v:stroke startarrow="oval" endarrow="oval"/>
            </v:shape>
            <v:shape id="_x0000_s1122" type="#_x0000_t32" style="position:absolute;left:9161;top:13386;width:1;height:628;flip:y" o:connectortype="straight">
              <v:stroke startarrow="oval" endarrow="oval"/>
            </v:shape>
            <v:shape id="_x0000_s1123" type="#_x0000_t32" style="position:absolute;left:8232;top:14014;width:929;height:0;flip:x" o:connectortype="straight">
              <v:stroke dashstyle="longDash" startarrow="oval" endarrow="oval"/>
            </v:shape>
          </v:group>
        </w:pict>
      </w:r>
      <w:r w:rsidR="004E1995">
        <w:rPr>
          <w:b/>
          <w:bCs/>
          <w:szCs w:val="24"/>
        </w:rPr>
        <w:t xml:space="preserve">                   </w:t>
      </w:r>
      <w:r w:rsidR="00B72DF9">
        <w:rPr>
          <w:b/>
          <w:bCs/>
          <w:szCs w:val="24"/>
        </w:rPr>
        <w:t xml:space="preserve"> </w:t>
      </w:r>
      <w:r w:rsidR="00B72DF9" w:rsidRPr="00861ABC">
        <w:rPr>
          <w:b/>
          <w:bCs/>
          <w:szCs w:val="24"/>
        </w:rPr>
        <w:t>v</w:t>
      </w:r>
      <w:r w:rsidR="00B72DF9" w:rsidRPr="00861ABC">
        <w:rPr>
          <w:b/>
          <w:bCs/>
          <w:szCs w:val="24"/>
          <w:vertAlign w:val="subscript"/>
        </w:rPr>
        <w:t>1</w:t>
      </w:r>
      <w:r w:rsidR="00B72DF9">
        <w:rPr>
          <w:b/>
          <w:bCs/>
          <w:szCs w:val="24"/>
        </w:rPr>
        <w:t>ʹ</w:t>
      </w:r>
      <w:r w:rsidR="00B72DF9" w:rsidRPr="00861ABC">
        <w:rPr>
          <w:b/>
          <w:bCs/>
          <w:szCs w:val="24"/>
        </w:rPr>
        <w:t xml:space="preserve">           v</w:t>
      </w:r>
      <w:r w:rsidR="00B72DF9" w:rsidRPr="00861ABC">
        <w:rPr>
          <w:b/>
          <w:bCs/>
          <w:szCs w:val="24"/>
          <w:vertAlign w:val="subscript"/>
        </w:rPr>
        <w:t>2</w:t>
      </w:r>
      <w:r w:rsidR="00B72DF9">
        <w:rPr>
          <w:b/>
          <w:bCs/>
          <w:szCs w:val="24"/>
        </w:rPr>
        <w:t>ʹ</w:t>
      </w:r>
      <w:r w:rsidR="00B72DF9" w:rsidRPr="00861ABC">
        <w:rPr>
          <w:b/>
          <w:bCs/>
          <w:szCs w:val="24"/>
        </w:rPr>
        <w:t xml:space="preserve">             v</w:t>
      </w:r>
      <w:r w:rsidR="00B72DF9" w:rsidRPr="00861ABC">
        <w:rPr>
          <w:b/>
          <w:bCs/>
          <w:szCs w:val="24"/>
          <w:vertAlign w:val="subscript"/>
        </w:rPr>
        <w:t>n-1</w:t>
      </w:r>
      <w:r w:rsidR="00B72DF9">
        <w:rPr>
          <w:b/>
          <w:bCs/>
          <w:szCs w:val="24"/>
        </w:rPr>
        <w:t>ʹ</w:t>
      </w:r>
      <w:r w:rsidR="00B72DF9" w:rsidRPr="00861ABC">
        <w:rPr>
          <w:b/>
          <w:bCs/>
          <w:szCs w:val="24"/>
        </w:rPr>
        <w:t xml:space="preserve">           v</w:t>
      </w:r>
      <w:r w:rsidR="00B72DF9">
        <w:rPr>
          <w:b/>
          <w:bCs/>
          <w:szCs w:val="24"/>
          <w:vertAlign w:val="subscript"/>
        </w:rPr>
        <w:t>r</w:t>
      </w:r>
      <w:r w:rsidR="00B72DF9">
        <w:rPr>
          <w:b/>
          <w:bCs/>
          <w:szCs w:val="24"/>
        </w:rPr>
        <w:t>ʹ</w:t>
      </w:r>
      <w:r w:rsidR="00B72DF9" w:rsidRPr="00861ABC">
        <w:rPr>
          <w:b/>
          <w:bCs/>
          <w:szCs w:val="24"/>
        </w:rPr>
        <w:t xml:space="preserve">                   u</w:t>
      </w:r>
      <w:r w:rsidR="00B72DF9" w:rsidRPr="00861ABC">
        <w:rPr>
          <w:b/>
          <w:bCs/>
          <w:szCs w:val="24"/>
          <w:vertAlign w:val="subscript"/>
        </w:rPr>
        <w:t>1</w:t>
      </w:r>
    </w:p>
    <w:p w14:paraId="2EAE37DC" w14:textId="77777777" w:rsidR="00B72DF9" w:rsidRPr="00861ABC" w:rsidRDefault="00B72DF9" w:rsidP="00CD0783">
      <w:pPr>
        <w:tabs>
          <w:tab w:val="left" w:pos="1791"/>
        </w:tabs>
        <w:spacing w:line="360" w:lineRule="auto"/>
        <w:ind w:left="1134" w:right="283"/>
        <w:jc w:val="both"/>
        <w:rPr>
          <w:b/>
          <w:bCs/>
          <w:szCs w:val="24"/>
          <w:vertAlign w:val="subscript"/>
        </w:rPr>
      </w:pPr>
      <w:r w:rsidRPr="00861ABC">
        <w:rPr>
          <w:b/>
          <w:bCs/>
          <w:szCs w:val="24"/>
        </w:rPr>
        <w:tab/>
      </w:r>
      <w:r w:rsidRPr="00861ABC">
        <w:rPr>
          <w:b/>
          <w:bCs/>
          <w:szCs w:val="24"/>
        </w:rPr>
        <w:tab/>
      </w:r>
      <w:r w:rsidRPr="00861ABC">
        <w:rPr>
          <w:b/>
          <w:bCs/>
          <w:szCs w:val="24"/>
        </w:rPr>
        <w:tab/>
      </w:r>
      <w:r w:rsidRPr="00861ABC">
        <w:rPr>
          <w:b/>
          <w:bCs/>
          <w:szCs w:val="24"/>
        </w:rPr>
        <w:tab/>
      </w:r>
      <w:r w:rsidRPr="00861ABC">
        <w:rPr>
          <w:b/>
          <w:bCs/>
          <w:szCs w:val="24"/>
        </w:rPr>
        <w:tab/>
      </w:r>
      <w:r w:rsidRPr="00861ABC">
        <w:rPr>
          <w:b/>
          <w:bCs/>
          <w:szCs w:val="24"/>
        </w:rPr>
        <w:tab/>
      </w:r>
      <w:r w:rsidRPr="00861ABC">
        <w:rPr>
          <w:b/>
          <w:bCs/>
          <w:szCs w:val="24"/>
          <w:vertAlign w:val="subscript"/>
        </w:rPr>
        <w:t xml:space="preserve">                </w:t>
      </w:r>
      <w:r w:rsidR="004E1995">
        <w:rPr>
          <w:b/>
          <w:bCs/>
          <w:szCs w:val="24"/>
          <w:vertAlign w:val="subscript"/>
        </w:rPr>
        <w:t xml:space="preserve">         </w:t>
      </w:r>
      <w:r w:rsidRPr="00861ABC">
        <w:rPr>
          <w:b/>
          <w:bCs/>
          <w:szCs w:val="24"/>
          <w:vertAlign w:val="subscript"/>
        </w:rPr>
        <w:t xml:space="preserve">   </w:t>
      </w:r>
      <w:r w:rsidRPr="00861ABC">
        <w:rPr>
          <w:b/>
          <w:bCs/>
          <w:szCs w:val="24"/>
        </w:rPr>
        <w:t>u</w:t>
      </w:r>
      <w:r w:rsidRPr="00861ABC">
        <w:rPr>
          <w:b/>
          <w:bCs/>
          <w:szCs w:val="24"/>
          <w:vertAlign w:val="subscript"/>
        </w:rPr>
        <w:t xml:space="preserve">2                        </w:t>
      </w:r>
      <w:r w:rsidRPr="00861ABC">
        <w:rPr>
          <w:b/>
          <w:bCs/>
          <w:szCs w:val="24"/>
        </w:rPr>
        <w:t>u</w:t>
      </w:r>
      <w:r>
        <w:rPr>
          <w:b/>
          <w:bCs/>
          <w:szCs w:val="24"/>
          <w:vertAlign w:val="subscript"/>
        </w:rPr>
        <w:t>r</w:t>
      </w:r>
    </w:p>
    <w:p w14:paraId="6CA1AC2A" w14:textId="77777777" w:rsidR="00B72DF9" w:rsidRPr="00861ABC" w:rsidRDefault="00B72DF9" w:rsidP="00CD0783">
      <w:pPr>
        <w:tabs>
          <w:tab w:val="left" w:pos="1791"/>
        </w:tabs>
        <w:spacing w:line="360" w:lineRule="auto"/>
        <w:ind w:left="1134" w:right="283"/>
        <w:jc w:val="both"/>
        <w:rPr>
          <w:b/>
          <w:bCs/>
          <w:szCs w:val="24"/>
          <w:vertAlign w:val="subscript"/>
        </w:rPr>
      </w:pPr>
      <w:r>
        <w:rPr>
          <w:b/>
          <w:bCs/>
          <w:szCs w:val="24"/>
        </w:rPr>
        <w:t xml:space="preserve">               </w:t>
      </w:r>
      <w:r w:rsidR="004E1995">
        <w:rPr>
          <w:b/>
          <w:bCs/>
          <w:szCs w:val="24"/>
        </w:rPr>
        <w:t xml:space="preserve">   </w:t>
      </w:r>
      <w:r w:rsidRPr="00861ABC">
        <w:rPr>
          <w:b/>
          <w:bCs/>
          <w:szCs w:val="24"/>
        </w:rPr>
        <w:t>v</w:t>
      </w:r>
      <w:r w:rsidRPr="00861ABC">
        <w:rPr>
          <w:b/>
          <w:bCs/>
          <w:szCs w:val="24"/>
          <w:vertAlign w:val="subscript"/>
        </w:rPr>
        <w:t>1</w:t>
      </w:r>
      <w:r w:rsidRPr="00861ABC">
        <w:rPr>
          <w:b/>
          <w:bCs/>
          <w:szCs w:val="24"/>
        </w:rPr>
        <w:t xml:space="preserve">    </w:t>
      </w:r>
      <w:r>
        <w:rPr>
          <w:b/>
          <w:bCs/>
          <w:szCs w:val="24"/>
        </w:rPr>
        <w:t xml:space="preserve">     </w:t>
      </w:r>
      <w:r w:rsidRPr="00861ABC">
        <w:rPr>
          <w:b/>
          <w:bCs/>
          <w:szCs w:val="24"/>
        </w:rPr>
        <w:t xml:space="preserve">     v</w:t>
      </w:r>
      <w:r w:rsidRPr="00861ABC">
        <w:rPr>
          <w:b/>
          <w:bCs/>
          <w:szCs w:val="24"/>
          <w:vertAlign w:val="subscript"/>
        </w:rPr>
        <w:t>2</w:t>
      </w:r>
      <w:r w:rsidRPr="00861ABC">
        <w:rPr>
          <w:b/>
          <w:bCs/>
          <w:szCs w:val="24"/>
        </w:rPr>
        <w:t xml:space="preserve">             v</w:t>
      </w:r>
      <w:r>
        <w:rPr>
          <w:b/>
          <w:bCs/>
          <w:szCs w:val="24"/>
          <w:vertAlign w:val="subscript"/>
        </w:rPr>
        <w:t>r</w:t>
      </w:r>
      <w:r w:rsidRPr="00861ABC">
        <w:rPr>
          <w:b/>
          <w:bCs/>
          <w:szCs w:val="24"/>
          <w:vertAlign w:val="subscript"/>
        </w:rPr>
        <w:t xml:space="preserve">-1       </w:t>
      </w:r>
      <w:r>
        <w:rPr>
          <w:b/>
          <w:bCs/>
          <w:szCs w:val="24"/>
        </w:rPr>
        <w:t xml:space="preserve">         </w:t>
      </w:r>
      <w:r w:rsidRPr="00861ABC">
        <w:rPr>
          <w:b/>
          <w:bCs/>
          <w:szCs w:val="24"/>
        </w:rPr>
        <w:t>v</w:t>
      </w:r>
      <w:r>
        <w:rPr>
          <w:b/>
          <w:bCs/>
          <w:szCs w:val="24"/>
          <w:vertAlign w:val="subscript"/>
        </w:rPr>
        <w:t>r</w:t>
      </w:r>
      <w:r w:rsidRPr="00861ABC">
        <w:rPr>
          <w:b/>
          <w:bCs/>
          <w:szCs w:val="24"/>
          <w:vertAlign w:val="subscript"/>
        </w:rPr>
        <w:t xml:space="preserve">        </w:t>
      </w:r>
      <w:r>
        <w:rPr>
          <w:b/>
          <w:bCs/>
          <w:szCs w:val="24"/>
          <w:vertAlign w:val="subscript"/>
        </w:rPr>
        <w:t xml:space="preserve">   </w:t>
      </w:r>
      <w:r w:rsidRPr="00861ABC">
        <w:rPr>
          <w:b/>
          <w:bCs/>
          <w:szCs w:val="24"/>
          <w:vertAlign w:val="subscript"/>
        </w:rPr>
        <w:t xml:space="preserve">    </w:t>
      </w:r>
      <w:r w:rsidRPr="00861ABC">
        <w:rPr>
          <w:b/>
          <w:bCs/>
          <w:szCs w:val="24"/>
        </w:rPr>
        <w:t>u</w:t>
      </w:r>
      <w:r w:rsidRPr="00861ABC">
        <w:rPr>
          <w:b/>
          <w:bCs/>
          <w:szCs w:val="24"/>
          <w:vertAlign w:val="subscript"/>
        </w:rPr>
        <w:t xml:space="preserve">3                           </w:t>
      </w:r>
      <w:r w:rsidRPr="00861ABC">
        <w:rPr>
          <w:b/>
          <w:bCs/>
          <w:szCs w:val="24"/>
        </w:rPr>
        <w:t>u</w:t>
      </w:r>
      <w:r>
        <w:rPr>
          <w:b/>
          <w:bCs/>
          <w:szCs w:val="24"/>
          <w:vertAlign w:val="subscript"/>
        </w:rPr>
        <w:t>r</w:t>
      </w:r>
      <w:r w:rsidRPr="00861ABC">
        <w:rPr>
          <w:b/>
          <w:bCs/>
          <w:szCs w:val="24"/>
          <w:vertAlign w:val="subscript"/>
        </w:rPr>
        <w:t>-1</w:t>
      </w:r>
    </w:p>
    <w:p w14:paraId="6CECD640" w14:textId="77777777" w:rsidR="00892D8F" w:rsidRDefault="00892D8F" w:rsidP="00892D8F">
      <w:pPr>
        <w:pStyle w:val="FigureCaption"/>
      </w:pPr>
    </w:p>
    <w:p w14:paraId="1156BEC6" w14:textId="6182AB27" w:rsidR="00B72DF9" w:rsidRPr="00861ABC" w:rsidRDefault="00B72DF9" w:rsidP="00892D8F">
      <w:pPr>
        <w:pStyle w:val="FigureCaption"/>
        <w:rPr>
          <w:i/>
          <w:iCs/>
          <w:lang w:val="en-IN"/>
        </w:rPr>
      </w:pPr>
      <w:r>
        <w:t>Fig.</w:t>
      </w:r>
      <w:r w:rsidR="004E1995">
        <w:t xml:space="preserve"> 4</w:t>
      </w:r>
      <w:r w:rsidRPr="00861ABC">
        <w:t>: Disconnected graph of comb and cycle</w:t>
      </w:r>
    </w:p>
    <w:p w14:paraId="47E15A9E" w14:textId="77777777" w:rsidR="00B72DF9" w:rsidRPr="00861ABC" w:rsidRDefault="00B72DF9" w:rsidP="00892D8F">
      <w:pPr>
        <w:pStyle w:val="Paragraph"/>
      </w:pPr>
      <w:proofErr w:type="gramStart"/>
      <w:r w:rsidRPr="00861ABC">
        <w:t>Thus</w:t>
      </w:r>
      <w:proofErr w:type="gramEnd"/>
      <w:r w:rsidRPr="00861ABC">
        <w:t xml:space="preserve"> the vertex and edge labels are distinct and the disconnected graph of comb and cycle</w:t>
      </w:r>
      <w:r>
        <w:t xml:space="preserve"> satisfies</w:t>
      </w:r>
      <w:r w:rsidRPr="00861ABC">
        <w:t xml:space="preserve"> the vertex odd power mean labeling conditions.</w:t>
      </w:r>
    </w:p>
    <w:p w14:paraId="2B5E2B14" w14:textId="77777777" w:rsidR="00B72DF9" w:rsidRPr="00861ABC" w:rsidRDefault="00B72DF9" w:rsidP="00892D8F">
      <w:pPr>
        <w:pStyle w:val="Paragraph"/>
      </w:pPr>
      <w:r w:rsidRPr="00861ABC">
        <w:t>S</w:t>
      </w:r>
      <w:r>
        <w:t>o,</w:t>
      </w:r>
      <w:r w:rsidRPr="00861ABC">
        <w:t xml:space="preserve"> the graph is </w:t>
      </w:r>
      <w:r>
        <w:t xml:space="preserve">a </w:t>
      </w:r>
      <w:r w:rsidRPr="00861ABC">
        <w:t>vertex odd power mean graph.</w:t>
      </w:r>
    </w:p>
    <w:p w14:paraId="56A76346" w14:textId="77777777" w:rsidR="00B72DF9" w:rsidRPr="00861ABC" w:rsidRDefault="00A44DA9" w:rsidP="00892D8F">
      <w:pPr>
        <w:pStyle w:val="Paragraph"/>
      </w:pPr>
      <w:r>
        <w:rPr>
          <w:b/>
          <w:bCs/>
          <w:lang w:val="en-IN"/>
        </w:rPr>
        <w:t xml:space="preserve">Theorem </w:t>
      </w:r>
      <w:r w:rsidR="00491EF7">
        <w:rPr>
          <w:b/>
          <w:bCs/>
          <w:lang w:val="en-IN"/>
        </w:rPr>
        <w:t>5</w:t>
      </w:r>
      <w:r w:rsidR="00B72DF9" w:rsidRPr="00861ABC">
        <w:rPr>
          <w:b/>
          <w:bCs/>
          <w:lang w:val="en-IN"/>
        </w:rPr>
        <w:t xml:space="preserve">: </w:t>
      </w:r>
      <w:r w:rsidR="00B72DF9" w:rsidRPr="00861ABC">
        <w:rPr>
          <w:i/>
          <w:iCs/>
        </w:rPr>
        <w:t xml:space="preserve">The disconnected </w:t>
      </w:r>
      <w:r w:rsidR="00B72DF9">
        <w:rPr>
          <w:i/>
          <w:iCs/>
        </w:rPr>
        <w:t>path graph</w:t>
      </w:r>
      <w:r w:rsidR="00B72DF9" w:rsidRPr="00861ABC">
        <w:rPr>
          <w:i/>
          <w:iCs/>
        </w:rPr>
        <w:t xml:space="preserve"> admits vertex odd power mean labeling</w:t>
      </w:r>
      <w:r w:rsidR="00B72DF9" w:rsidRPr="00861ABC">
        <w:t>.</w:t>
      </w:r>
    </w:p>
    <w:p w14:paraId="6E98596E" w14:textId="77777777" w:rsidR="00B72DF9" w:rsidRPr="00861ABC" w:rsidRDefault="00B72DF9" w:rsidP="00892D8F">
      <w:pPr>
        <w:pStyle w:val="Paragraph"/>
        <w:rPr>
          <w:b/>
        </w:rPr>
      </w:pPr>
      <w:r w:rsidRPr="00861ABC">
        <w:rPr>
          <w:b/>
        </w:rPr>
        <w:t xml:space="preserve">Proof: </w:t>
      </w:r>
      <w:r w:rsidRPr="00861ABC">
        <w:t xml:space="preserve">The disconnected </w:t>
      </w:r>
      <w:r>
        <w:t>path graph</w:t>
      </w:r>
      <w:r w:rsidRPr="00861ABC">
        <w:t xml:space="preserve"> has </w:t>
      </w:r>
      <w:r w:rsidRPr="00A644FE">
        <w:rPr>
          <w:i/>
          <w:iCs/>
        </w:rPr>
        <w:t>sr + r</w:t>
      </w:r>
      <w:r>
        <w:t xml:space="preserve"> vertices and </w:t>
      </w:r>
      <w:r w:rsidRPr="00A644FE">
        <w:rPr>
          <w:i/>
          <w:iCs/>
        </w:rPr>
        <w:t xml:space="preserve">sr </w:t>
      </w:r>
      <w:r w:rsidRPr="00861ABC">
        <w:t>edges.</w:t>
      </w:r>
    </w:p>
    <w:p w14:paraId="65ABCB77" w14:textId="77777777" w:rsidR="00B72DF9" w:rsidRPr="00861ABC" w:rsidRDefault="00B72DF9" w:rsidP="00892D8F">
      <w:pPr>
        <w:pStyle w:val="Paragraph"/>
      </w:pPr>
      <w:r>
        <w:t>Define the vertex labeling f</w:t>
      </w:r>
      <w:r w:rsidRPr="00861ABC">
        <w:t>: V(</w:t>
      </w:r>
      <w:r>
        <w:t>r</w:t>
      </w:r>
      <w:r w:rsidRPr="00861ABC">
        <w:t>P</w:t>
      </w:r>
      <w:r>
        <w:rPr>
          <w:vertAlign w:val="subscript"/>
        </w:rPr>
        <w:t>s</w:t>
      </w:r>
      <w:r w:rsidRPr="00861ABC">
        <w:t xml:space="preserve">) </w:t>
      </w:r>
      <w:r w:rsidRPr="00861ABC">
        <w:sym w:font="Symbol" w:char="F0AE"/>
      </w:r>
      <w:r>
        <w:t>{1, 3, …, 2q +(2r - 1)</w:t>
      </w:r>
      <w:r w:rsidRPr="00861ABC">
        <w:t xml:space="preserve">} as </w:t>
      </w:r>
    </w:p>
    <w:p w14:paraId="0AA993D6" w14:textId="77777777" w:rsidR="00B72DF9" w:rsidRDefault="00B72DF9" w:rsidP="00892D8F">
      <w:pPr>
        <w:pStyle w:val="Paragraph"/>
        <w:rPr>
          <w:i/>
          <w:iCs/>
        </w:rPr>
      </w:pPr>
      <w:r w:rsidRPr="00861ABC">
        <w:t xml:space="preserve">       </w:t>
      </w:r>
      <w:r w:rsidRPr="00861ABC">
        <w:tab/>
      </w:r>
      <w:r w:rsidRPr="00861ABC">
        <w:tab/>
        <w:t>f(v</w:t>
      </w:r>
      <w:r w:rsidRPr="00861ABC">
        <w:rPr>
          <w:vertAlign w:val="subscript"/>
        </w:rPr>
        <w:t>i</w:t>
      </w:r>
      <w:r>
        <w:t xml:space="preserve">) </w:t>
      </w:r>
      <w:proofErr w:type="gramStart"/>
      <w:r>
        <w:t>=  2</w:t>
      </w:r>
      <w:proofErr w:type="gramEnd"/>
      <w:r>
        <w:t>i – 1</w:t>
      </w:r>
      <w:r w:rsidRPr="00861ABC">
        <w:t xml:space="preserve">          </w:t>
      </w:r>
      <w:r>
        <w:t xml:space="preserve">   </w:t>
      </w:r>
      <w:r w:rsidRPr="00861ABC">
        <w:t xml:space="preserve"> for 1 ≤ i ≤ </w:t>
      </w:r>
      <w:r w:rsidRPr="00A644FE">
        <w:rPr>
          <w:i/>
          <w:iCs/>
        </w:rPr>
        <w:t xml:space="preserve">sr </w:t>
      </w:r>
      <w:r>
        <w:rPr>
          <w:i/>
          <w:iCs/>
        </w:rPr>
        <w:t>+ r</w:t>
      </w:r>
    </w:p>
    <w:p w14:paraId="26993908" w14:textId="77777777" w:rsidR="00B72DF9" w:rsidRPr="000B70CA" w:rsidRDefault="00000000" w:rsidP="00BE721B">
      <w:pPr>
        <w:spacing w:line="360" w:lineRule="auto"/>
        <w:ind w:right="283"/>
        <w:jc w:val="both"/>
        <w:rPr>
          <w:i/>
          <w:iCs/>
          <w:szCs w:val="24"/>
        </w:rPr>
      </w:pPr>
      <w:r>
        <w:rPr>
          <w:i/>
          <w:iCs/>
          <w:noProof/>
          <w:szCs w:val="24"/>
        </w:rPr>
        <w:pict w14:anchorId="5C342F9E">
          <v:group id="_x0000_s1211" style="position:absolute;left:0;text-align:left;margin-left:54.15pt;margin-top:22pt;width:369.9pt;height:0;z-index:251683840" coordorigin="2523,9109" coordsize="7398,0">
            <v:shape id="_x0000_s1170" type="#_x0000_t32" style="position:absolute;left:2523;top:9109;width:623;height:0" o:connectortype="straight">
              <v:stroke startarrow="oval" endarrow="oval"/>
            </v:shape>
            <v:shape id="_x0000_s1171" type="#_x0000_t32" style="position:absolute;left:3170;top:9109;width:624;height:0" o:connectortype="straight">
              <v:stroke dashstyle="longDash" startarrow="oval" endarrow="oval"/>
            </v:shape>
            <v:shape id="_x0000_s1172" type="#_x0000_t32" style="position:absolute;left:3776;top:9109;width:624;height:0" o:connectortype="straight">
              <v:stroke startarrow="oval" endarrow="oval"/>
            </v:shape>
            <v:shape id="_x0000_s1173" type="#_x0000_t32" style="position:absolute;left:4780;top:9109;width:623;height:0" o:connectortype="straight">
              <v:stroke startarrow="oval" endarrow="oval"/>
            </v:shape>
            <v:shape id="_x0000_s1174" type="#_x0000_t32" style="position:absolute;left:5427;top:9109;width:623;height:0" o:connectortype="straight">
              <v:stroke dashstyle="longDash" startarrow="oval" endarrow="oval"/>
            </v:shape>
            <v:shape id="_x0000_s1175" type="#_x0000_t32" style="position:absolute;left:6080;top:9109;width:623;height:0" o:connectortype="straight">
              <v:stroke startarrow="oval" endarrow="oval"/>
            </v:shape>
            <v:shape id="_x0000_s1176" type="#_x0000_t32" style="position:absolute;left:7991;top:9109;width:623;height:0" o:connectortype="straight">
              <v:stroke startarrow="oval" endarrow="oval"/>
            </v:shape>
            <v:shape id="_x0000_s1177" type="#_x0000_t32" style="position:absolute;left:8650;top:9109;width:624;height:0" o:connectortype="straight">
              <v:stroke dashstyle="longDash" startarrow="oval" endarrow="oval"/>
            </v:shape>
            <v:shape id="_x0000_s1178" type="#_x0000_t32" style="position:absolute;left:9298;top:9109;width:623;height:0" o:connectortype="straight">
              <v:stroke startarrow="oval" endarrow="oval"/>
            </v:shape>
            <v:shape id="_x0000_s1210" type="#_x0000_t32" style="position:absolute;left:7094;top:9109;width:623;height:0" o:connectortype="straight">
              <v:stroke dashstyle="dash"/>
            </v:shape>
          </v:group>
        </w:pict>
      </w:r>
      <w:r w:rsidR="00BE721B">
        <w:rPr>
          <w:b/>
          <w:bCs/>
          <w:szCs w:val="24"/>
        </w:rPr>
        <w:t xml:space="preserve">                 </w:t>
      </w:r>
      <w:r w:rsidR="00B72DF9" w:rsidRPr="00861ABC">
        <w:rPr>
          <w:b/>
          <w:bCs/>
          <w:szCs w:val="24"/>
        </w:rPr>
        <w:t>v</w:t>
      </w:r>
      <w:r w:rsidR="00B72DF9" w:rsidRPr="00861ABC">
        <w:rPr>
          <w:b/>
          <w:bCs/>
          <w:szCs w:val="24"/>
          <w:vertAlign w:val="subscript"/>
        </w:rPr>
        <w:t>1</w:t>
      </w:r>
      <w:r w:rsidR="00B72DF9">
        <w:rPr>
          <w:b/>
          <w:bCs/>
          <w:szCs w:val="24"/>
          <w:vertAlign w:val="subscript"/>
        </w:rPr>
        <w:t xml:space="preserve">         </w:t>
      </w:r>
      <w:r w:rsidR="00B72DF9" w:rsidRPr="00861ABC">
        <w:rPr>
          <w:b/>
          <w:bCs/>
          <w:szCs w:val="24"/>
        </w:rPr>
        <w:t>v</w:t>
      </w:r>
      <w:r w:rsidR="00B72DF9" w:rsidRPr="00861ABC">
        <w:rPr>
          <w:b/>
          <w:bCs/>
          <w:szCs w:val="24"/>
          <w:vertAlign w:val="subscript"/>
        </w:rPr>
        <w:t>2</w:t>
      </w:r>
      <w:r w:rsidR="00B72DF9" w:rsidRPr="000B70CA">
        <w:rPr>
          <w:b/>
          <w:bCs/>
          <w:szCs w:val="24"/>
        </w:rPr>
        <w:t xml:space="preserve"> </w:t>
      </w:r>
      <w:r w:rsidR="00B72DF9">
        <w:rPr>
          <w:b/>
          <w:bCs/>
          <w:szCs w:val="24"/>
        </w:rPr>
        <w:t xml:space="preserve">     </w:t>
      </w:r>
      <w:r w:rsidR="00B72DF9" w:rsidRPr="00861ABC">
        <w:rPr>
          <w:b/>
          <w:bCs/>
          <w:szCs w:val="24"/>
        </w:rPr>
        <w:t>v</w:t>
      </w:r>
      <w:r w:rsidR="00B72DF9">
        <w:rPr>
          <w:b/>
          <w:bCs/>
          <w:szCs w:val="24"/>
          <w:vertAlign w:val="subscript"/>
        </w:rPr>
        <w:t>r-1</w:t>
      </w:r>
      <w:r w:rsidR="00B72DF9" w:rsidRPr="000B70CA">
        <w:rPr>
          <w:b/>
          <w:bCs/>
          <w:szCs w:val="24"/>
        </w:rPr>
        <w:t xml:space="preserve"> </w:t>
      </w:r>
      <w:r w:rsidR="00B72DF9">
        <w:rPr>
          <w:b/>
          <w:bCs/>
          <w:szCs w:val="24"/>
        </w:rPr>
        <w:t xml:space="preserve">    </w:t>
      </w:r>
      <w:r w:rsidR="00B72DF9" w:rsidRPr="00861ABC">
        <w:rPr>
          <w:b/>
          <w:bCs/>
          <w:szCs w:val="24"/>
        </w:rPr>
        <w:t>v</w:t>
      </w:r>
      <w:r w:rsidR="00B72DF9">
        <w:rPr>
          <w:b/>
          <w:bCs/>
          <w:szCs w:val="24"/>
          <w:vertAlign w:val="subscript"/>
        </w:rPr>
        <w:t xml:space="preserve">r                                                      </w:t>
      </w:r>
      <w:r w:rsidR="00BE721B">
        <w:rPr>
          <w:b/>
          <w:bCs/>
          <w:szCs w:val="24"/>
          <w:vertAlign w:val="subscript"/>
        </w:rPr>
        <w:t xml:space="preserve"> </w:t>
      </w:r>
      <w:r w:rsidR="00B72DF9">
        <w:rPr>
          <w:b/>
          <w:bCs/>
          <w:szCs w:val="24"/>
          <w:vertAlign w:val="subscript"/>
        </w:rPr>
        <w:t xml:space="preserve">                   </w:t>
      </w:r>
      <w:r w:rsidR="00BE721B">
        <w:rPr>
          <w:b/>
          <w:bCs/>
          <w:szCs w:val="24"/>
          <w:vertAlign w:val="subscript"/>
        </w:rPr>
        <w:t xml:space="preserve">                     </w:t>
      </w:r>
      <w:r w:rsidR="00B72DF9">
        <w:rPr>
          <w:b/>
          <w:bCs/>
          <w:szCs w:val="24"/>
          <w:vertAlign w:val="subscript"/>
        </w:rPr>
        <w:t xml:space="preserve">  </w:t>
      </w:r>
      <w:r w:rsidR="00B72DF9" w:rsidRPr="00861ABC">
        <w:rPr>
          <w:b/>
          <w:bCs/>
          <w:szCs w:val="24"/>
        </w:rPr>
        <w:t>v</w:t>
      </w:r>
      <w:r w:rsidR="00B72DF9">
        <w:rPr>
          <w:b/>
          <w:bCs/>
          <w:szCs w:val="24"/>
          <w:vertAlign w:val="subscript"/>
        </w:rPr>
        <w:t>sr+r-</w:t>
      </w:r>
      <w:proofErr w:type="gramStart"/>
      <w:r w:rsidR="00B72DF9">
        <w:rPr>
          <w:b/>
          <w:bCs/>
          <w:szCs w:val="24"/>
          <w:vertAlign w:val="subscript"/>
        </w:rPr>
        <w:t>1</w:t>
      </w:r>
      <w:r w:rsidR="00B72DF9" w:rsidRPr="000B70CA">
        <w:rPr>
          <w:b/>
          <w:bCs/>
          <w:szCs w:val="24"/>
        </w:rPr>
        <w:t xml:space="preserve"> </w:t>
      </w:r>
      <w:r w:rsidR="00B72DF9">
        <w:rPr>
          <w:b/>
          <w:bCs/>
          <w:szCs w:val="24"/>
        </w:rPr>
        <w:t xml:space="preserve"> </w:t>
      </w:r>
      <w:r w:rsidR="00B72DF9" w:rsidRPr="00861ABC">
        <w:rPr>
          <w:b/>
          <w:bCs/>
          <w:szCs w:val="24"/>
        </w:rPr>
        <w:t>v</w:t>
      </w:r>
      <w:r w:rsidR="00B72DF9">
        <w:rPr>
          <w:b/>
          <w:bCs/>
          <w:szCs w:val="24"/>
          <w:vertAlign w:val="subscript"/>
        </w:rPr>
        <w:t>sr</w:t>
      </w:r>
      <w:proofErr w:type="gramEnd"/>
      <w:r w:rsidR="00B72DF9">
        <w:rPr>
          <w:b/>
          <w:bCs/>
          <w:szCs w:val="24"/>
          <w:vertAlign w:val="subscript"/>
        </w:rPr>
        <w:t>+r</w:t>
      </w:r>
      <w:r w:rsidR="00B72DF9" w:rsidRPr="00861ABC">
        <w:rPr>
          <w:b/>
          <w:bCs/>
          <w:szCs w:val="24"/>
          <w:vertAlign w:val="subscript"/>
        </w:rPr>
        <w:t xml:space="preserve">                                     </w:t>
      </w:r>
    </w:p>
    <w:p w14:paraId="38AD120E" w14:textId="77777777" w:rsidR="00892D8F" w:rsidRDefault="00892D8F" w:rsidP="00AB4B53">
      <w:pPr>
        <w:spacing w:line="360" w:lineRule="auto"/>
        <w:ind w:left="1134" w:right="283"/>
        <w:jc w:val="center"/>
        <w:rPr>
          <w:b/>
          <w:bCs/>
          <w:szCs w:val="24"/>
        </w:rPr>
      </w:pPr>
    </w:p>
    <w:p w14:paraId="5F2DBBE6" w14:textId="1960FBEA" w:rsidR="004E1995" w:rsidRPr="00AB4B53" w:rsidRDefault="00B72DF9" w:rsidP="00892D8F">
      <w:pPr>
        <w:pStyle w:val="FigureCaption"/>
      </w:pPr>
      <w:r>
        <w:t>Fig.</w:t>
      </w:r>
      <w:r w:rsidR="00491EF7">
        <w:t xml:space="preserve"> 5</w:t>
      </w:r>
      <w:r w:rsidRPr="00861ABC">
        <w:t xml:space="preserve">: Disconnected </w:t>
      </w:r>
      <w:r>
        <w:t xml:space="preserve">path </w:t>
      </w:r>
      <w:r w:rsidRPr="00861ABC">
        <w:t>graph</w:t>
      </w:r>
    </w:p>
    <w:p w14:paraId="788E5825" w14:textId="77777777" w:rsidR="00B72DF9" w:rsidRPr="005E61B7" w:rsidRDefault="00B72DF9" w:rsidP="00892D8F">
      <w:pPr>
        <w:pStyle w:val="Paragraph"/>
        <w:rPr>
          <w:b/>
          <w:bCs/>
          <w:i/>
          <w:iCs/>
          <w:lang w:val="en-IN"/>
        </w:rPr>
      </w:pPr>
      <w:r>
        <w:rPr>
          <w:b/>
          <w:bCs/>
          <w:i/>
          <w:iCs/>
          <w:lang w:val="en-IN"/>
        </w:rPr>
        <w:t xml:space="preserve"> </w:t>
      </w:r>
      <w:proofErr w:type="gramStart"/>
      <w:r w:rsidRPr="00861ABC">
        <w:t>Thus</w:t>
      </w:r>
      <w:proofErr w:type="gramEnd"/>
      <w:r w:rsidRPr="00861ABC">
        <w:t xml:space="preserve"> the vertex and edge labels are distinct and the disconnected </w:t>
      </w:r>
      <w:r>
        <w:t xml:space="preserve">path graph </w:t>
      </w:r>
      <w:r w:rsidR="007A1F0F">
        <w:t>fulfill</w:t>
      </w:r>
      <w:r>
        <w:t>s</w:t>
      </w:r>
      <w:r w:rsidRPr="00861ABC">
        <w:t xml:space="preserve"> the vertex odd power mean labeling conditions.</w:t>
      </w:r>
    </w:p>
    <w:p w14:paraId="07D86B5F" w14:textId="77777777" w:rsidR="00B72DF9" w:rsidRPr="00861ABC" w:rsidRDefault="00BE721B" w:rsidP="00892D8F">
      <w:pPr>
        <w:pStyle w:val="Paragraph"/>
      </w:pPr>
      <w:r>
        <w:t>Hence</w:t>
      </w:r>
      <w:r w:rsidR="00B72DF9">
        <w:t>,</w:t>
      </w:r>
      <w:r w:rsidR="00B72DF9" w:rsidRPr="00861ABC">
        <w:t xml:space="preserve"> the </w:t>
      </w:r>
      <w:r>
        <w:t xml:space="preserve">disconnected path </w:t>
      </w:r>
      <w:r w:rsidR="00B72DF9" w:rsidRPr="00861ABC">
        <w:t xml:space="preserve">graph is </w:t>
      </w:r>
      <w:r w:rsidR="00B72DF9">
        <w:t xml:space="preserve">a </w:t>
      </w:r>
      <w:r w:rsidR="00B72DF9" w:rsidRPr="00861ABC">
        <w:t>vertex odd power mean graph.</w:t>
      </w:r>
    </w:p>
    <w:p w14:paraId="149BCC98" w14:textId="77777777" w:rsidR="00B72DF9" w:rsidRPr="00861ABC" w:rsidRDefault="00491EF7" w:rsidP="00892D8F">
      <w:pPr>
        <w:pStyle w:val="Paragraph"/>
      </w:pPr>
      <w:r>
        <w:rPr>
          <w:b/>
          <w:bCs/>
          <w:lang w:val="en-IN"/>
        </w:rPr>
        <w:t>Theorem 6</w:t>
      </w:r>
      <w:r w:rsidR="00B72DF9" w:rsidRPr="00861ABC">
        <w:rPr>
          <w:b/>
          <w:bCs/>
          <w:lang w:val="en-IN"/>
        </w:rPr>
        <w:t xml:space="preserve">: </w:t>
      </w:r>
      <w:r w:rsidR="00B72DF9" w:rsidRPr="00861ABC">
        <w:rPr>
          <w:i/>
          <w:iCs/>
        </w:rPr>
        <w:t xml:space="preserve">The disconnected </w:t>
      </w:r>
      <w:r w:rsidR="00B72DF9">
        <w:rPr>
          <w:i/>
          <w:iCs/>
        </w:rPr>
        <w:t>paths and cycle</w:t>
      </w:r>
      <w:r w:rsidR="00B72DF9" w:rsidRPr="00861ABC">
        <w:rPr>
          <w:i/>
          <w:iCs/>
        </w:rPr>
        <w:t xml:space="preserve"> </w:t>
      </w:r>
      <w:r w:rsidR="00C5755E">
        <w:t>rP</w:t>
      </w:r>
      <w:r w:rsidR="00C5755E">
        <w:rPr>
          <w:vertAlign w:val="subscript"/>
        </w:rPr>
        <w:t>1</w:t>
      </w:r>
      <w:r w:rsidR="00C5755E">
        <w:t xml:space="preserve"> </w:t>
      </w:r>
      <w:r w:rsidR="00C5755E" w:rsidRPr="00861ABC">
        <w:t xml:space="preserve">Ս </w:t>
      </w:r>
      <w:r w:rsidR="00C5755E">
        <w:t>C</w:t>
      </w:r>
      <w:r w:rsidR="00C5755E">
        <w:rPr>
          <w:vertAlign w:val="subscript"/>
        </w:rPr>
        <w:t>s</w:t>
      </w:r>
      <w:r w:rsidR="00C5755E" w:rsidRPr="00861ABC">
        <w:rPr>
          <w:i/>
          <w:iCs/>
        </w:rPr>
        <w:t xml:space="preserve"> </w:t>
      </w:r>
      <w:proofErr w:type="gramStart"/>
      <w:r w:rsidR="00B72DF9" w:rsidRPr="00861ABC">
        <w:rPr>
          <w:i/>
          <w:iCs/>
        </w:rPr>
        <w:t>admits</w:t>
      </w:r>
      <w:proofErr w:type="gramEnd"/>
      <w:r w:rsidR="00B72DF9" w:rsidRPr="00861ABC">
        <w:rPr>
          <w:i/>
          <w:iCs/>
        </w:rPr>
        <w:t xml:space="preserve"> vertex odd power mean labeling</w:t>
      </w:r>
      <w:r w:rsidR="00B72DF9" w:rsidRPr="00861ABC">
        <w:t>.</w:t>
      </w:r>
    </w:p>
    <w:p w14:paraId="380495B9" w14:textId="77777777" w:rsidR="00B72DF9" w:rsidRPr="00861ABC" w:rsidRDefault="00B72DF9" w:rsidP="00892D8F">
      <w:pPr>
        <w:pStyle w:val="Paragraph"/>
        <w:rPr>
          <w:b/>
        </w:rPr>
      </w:pPr>
      <w:r w:rsidRPr="00861ABC">
        <w:rPr>
          <w:b/>
        </w:rPr>
        <w:t xml:space="preserve">Proof: </w:t>
      </w:r>
      <w:r w:rsidRPr="00861ABC">
        <w:t xml:space="preserve">The disconnected </w:t>
      </w:r>
      <w:r>
        <w:t xml:space="preserve">paths and cycle </w:t>
      </w:r>
      <w:proofErr w:type="gramStart"/>
      <w:r w:rsidRPr="00861ABC">
        <w:t>has</w:t>
      </w:r>
      <w:proofErr w:type="gramEnd"/>
      <w:r w:rsidRPr="00861ABC">
        <w:t xml:space="preserve"> </w:t>
      </w:r>
      <w:r>
        <w:rPr>
          <w:i/>
          <w:iCs/>
        </w:rPr>
        <w:t>s</w:t>
      </w:r>
      <w:r w:rsidRPr="00A644FE">
        <w:rPr>
          <w:i/>
          <w:iCs/>
        </w:rPr>
        <w:t xml:space="preserve"> + </w:t>
      </w:r>
      <w:r>
        <w:rPr>
          <w:i/>
          <w:iCs/>
        </w:rPr>
        <w:t>2</w:t>
      </w:r>
      <w:r w:rsidRPr="00A644FE">
        <w:rPr>
          <w:i/>
          <w:iCs/>
        </w:rPr>
        <w:t>r</w:t>
      </w:r>
      <w:r>
        <w:t xml:space="preserve"> vertices and </w:t>
      </w:r>
      <w:r w:rsidRPr="00A644FE">
        <w:rPr>
          <w:i/>
          <w:iCs/>
        </w:rPr>
        <w:t>s</w:t>
      </w:r>
      <w:r>
        <w:rPr>
          <w:i/>
          <w:iCs/>
        </w:rPr>
        <w:t xml:space="preserve"> + </w:t>
      </w:r>
      <w:r w:rsidRPr="00A644FE">
        <w:rPr>
          <w:i/>
          <w:iCs/>
        </w:rPr>
        <w:t xml:space="preserve">r </w:t>
      </w:r>
      <w:r w:rsidRPr="00861ABC">
        <w:t>edges.</w:t>
      </w:r>
    </w:p>
    <w:p w14:paraId="22F09E05" w14:textId="77777777" w:rsidR="00B72DF9" w:rsidRPr="00861ABC" w:rsidRDefault="00B72DF9" w:rsidP="00892D8F">
      <w:pPr>
        <w:pStyle w:val="Paragraph"/>
      </w:pPr>
      <w:r>
        <w:t>Define the vertex labeling f</w:t>
      </w:r>
      <w:r w:rsidRPr="00861ABC">
        <w:t xml:space="preserve">: </w:t>
      </w:r>
      <w:proofErr w:type="gramStart"/>
      <w:r w:rsidRPr="00861ABC">
        <w:t>V(</w:t>
      </w:r>
      <w:proofErr w:type="gramEnd"/>
      <w:r>
        <w:t>rP</w:t>
      </w:r>
      <w:r>
        <w:rPr>
          <w:vertAlign w:val="subscript"/>
        </w:rPr>
        <w:t>1</w:t>
      </w:r>
      <w:r>
        <w:t xml:space="preserve"> </w:t>
      </w:r>
      <w:r w:rsidRPr="00861ABC">
        <w:t xml:space="preserve">Ս </w:t>
      </w:r>
      <w:r>
        <w:t>C</w:t>
      </w:r>
      <w:r>
        <w:rPr>
          <w:vertAlign w:val="subscript"/>
        </w:rPr>
        <w:t>s</w:t>
      </w:r>
      <w:r w:rsidRPr="00861ABC">
        <w:t xml:space="preserve">) </w:t>
      </w:r>
      <w:r w:rsidRPr="00861ABC">
        <w:sym w:font="Symbol" w:char="F0AE"/>
      </w:r>
      <w:r>
        <w:t>{1, 3, …, 2q +(2r - 1)</w:t>
      </w:r>
      <w:r w:rsidRPr="00861ABC">
        <w:t xml:space="preserve">} as </w:t>
      </w:r>
    </w:p>
    <w:p w14:paraId="03EAE80F" w14:textId="77777777" w:rsidR="00B72DF9" w:rsidRDefault="00B72DF9" w:rsidP="00892D8F">
      <w:pPr>
        <w:pStyle w:val="Paragraph"/>
        <w:rPr>
          <w:i/>
          <w:iCs/>
        </w:rPr>
      </w:pPr>
      <w:r w:rsidRPr="00861ABC">
        <w:t xml:space="preserve">       </w:t>
      </w:r>
      <w:r w:rsidRPr="00861ABC">
        <w:tab/>
      </w:r>
      <w:r w:rsidRPr="00861ABC">
        <w:tab/>
        <w:t>f(v</w:t>
      </w:r>
      <w:r w:rsidRPr="00861ABC">
        <w:rPr>
          <w:vertAlign w:val="subscript"/>
        </w:rPr>
        <w:t>i</w:t>
      </w:r>
      <w:r>
        <w:t xml:space="preserve">) </w:t>
      </w:r>
      <w:proofErr w:type="gramStart"/>
      <w:r>
        <w:t>=  2</w:t>
      </w:r>
      <w:proofErr w:type="gramEnd"/>
      <w:r>
        <w:t>i – 1</w:t>
      </w:r>
      <w:r w:rsidRPr="00861ABC">
        <w:t xml:space="preserve">          </w:t>
      </w:r>
      <w:r>
        <w:t xml:space="preserve">   </w:t>
      </w:r>
      <w:r w:rsidRPr="00861ABC">
        <w:t xml:space="preserve"> for 1 ≤ i ≤ </w:t>
      </w:r>
      <w:r w:rsidRPr="00A644FE">
        <w:rPr>
          <w:i/>
          <w:iCs/>
        </w:rPr>
        <w:t xml:space="preserve">s </w:t>
      </w:r>
      <w:r>
        <w:rPr>
          <w:i/>
          <w:iCs/>
        </w:rPr>
        <w:t>+ 2r</w:t>
      </w:r>
    </w:p>
    <w:p w14:paraId="65D52A70" w14:textId="77777777" w:rsidR="00B72DF9" w:rsidRDefault="00000000" w:rsidP="00CD0783">
      <w:pPr>
        <w:tabs>
          <w:tab w:val="left" w:pos="6534"/>
        </w:tabs>
        <w:spacing w:line="360" w:lineRule="auto"/>
        <w:ind w:left="1134" w:right="283"/>
        <w:jc w:val="both"/>
        <w:rPr>
          <w:i/>
          <w:iCs/>
          <w:szCs w:val="24"/>
        </w:rPr>
      </w:pPr>
      <w:r>
        <w:rPr>
          <w:i/>
          <w:iCs/>
          <w:noProof/>
          <w:szCs w:val="24"/>
        </w:rPr>
        <w:pict w14:anchorId="5913BA9B">
          <v:group id="_x0000_s1189" style="position:absolute;left:0;text-align:left;margin-left:107.9pt;margin-top:7.35pt;width:270.75pt;height:41.8pt;z-index:251672576" coordorigin="3558,2762" coordsize="5415,836">
            <v:shape id="_x0000_s1190" type="#_x0000_t32" style="position:absolute;left:3558;top:3598;width:623;height:0" o:connectortype="straight">
              <v:stroke startarrow="oval" endarrow="oval"/>
            </v:shape>
            <v:shape id="_x0000_s1191" type="#_x0000_t32" style="position:absolute;left:5317;top:3598;width:624;height:0" o:connectortype="straight">
              <v:stroke dashstyle="longDash" startarrow="oval" endarrow="oval"/>
            </v:shape>
            <v:shape id="_x0000_s1192" type="#_x0000_t32" style="position:absolute;left:4436;top:3598;width:624;height:0" o:connectortype="straight">
              <v:stroke startarrow="oval" endarrow="oval"/>
            </v:shape>
            <v:shape id="_x0000_s1193" type="#_x0000_t32" style="position:absolute;left:7931;top:2762;width:623;height:0" o:connectortype="straight">
              <v:stroke dashstyle="longDash" startarrow="oval" endarrow="oval"/>
            </v:shape>
            <v:shape id="_x0000_s1194" type="#_x0000_t32" style="position:absolute;left:6163;top:3598;width:623;height:0" o:connectortype="straight">
              <v:stroke startarrow="oval" endarrow="oval"/>
            </v:shape>
            <v:shape id="_x0000_s1195" type="#_x0000_t32" style="position:absolute;left:7362;top:3598;width:623;height:0" o:connectortype="straight">
              <v:stroke startarrow="oval" endarrow="oval"/>
            </v:shape>
            <v:shape id="_x0000_s1196" type="#_x0000_t32" style="position:absolute;left:7985;top:3598;width:624;height:0" o:connectortype="straight">
              <v:stroke dashstyle="longDash" startarrow="oval" endarrow="oval"/>
            </v:shape>
            <v:shape id="_x0000_s1197" type="#_x0000_t32" style="position:absolute;left:7308;top:2762;width:623;height:0" o:connectortype="straight">
              <v:stroke startarrow="oval" endarrow="oval"/>
            </v:shape>
            <v:shape id="_x0000_s1198" type="#_x0000_t32" style="position:absolute;left:7004;top:2762;width:304;height:397;flip:y" o:connectortype="straight">
              <v:stroke startarrow="oval" endarrow="oval"/>
            </v:shape>
            <v:shape id="_x0000_s1199" type="#_x0000_t32" style="position:absolute;left:7004;top:3159;width:358;height:439" o:connectortype="straight">
              <v:stroke startarrow="oval" endarrow="oval"/>
            </v:shape>
            <v:shape id="_x0000_s1200" type="#_x0000_t32" style="position:absolute;left:8554;top:2762;width:419;height:397" o:connectortype="straight">
              <v:stroke startarrow="oval" endarrow="oval"/>
            </v:shape>
            <v:shape id="_x0000_s1201" type="#_x0000_t32" style="position:absolute;left:8609;top:3159;width:364;height:439;flip:y" o:connectortype="straight">
              <v:stroke startarrow="oval" endarrow="oval"/>
            </v:shape>
          </v:group>
        </w:pict>
      </w:r>
      <w:r w:rsidR="00B72DF9">
        <w:rPr>
          <w:i/>
          <w:iCs/>
          <w:szCs w:val="24"/>
        </w:rPr>
        <w:tab/>
      </w:r>
      <w:r w:rsidR="00B72DF9" w:rsidRPr="00861ABC">
        <w:rPr>
          <w:b/>
          <w:bCs/>
          <w:szCs w:val="24"/>
        </w:rPr>
        <w:t>v</w:t>
      </w:r>
      <w:r w:rsidR="00B72DF9">
        <w:rPr>
          <w:b/>
          <w:bCs/>
          <w:szCs w:val="24"/>
          <w:vertAlign w:val="subscript"/>
        </w:rPr>
        <w:t>s+2r-1</w:t>
      </w:r>
      <w:r w:rsidR="00B72DF9">
        <w:rPr>
          <w:b/>
          <w:bCs/>
          <w:szCs w:val="24"/>
        </w:rPr>
        <w:t xml:space="preserve"> </w:t>
      </w:r>
    </w:p>
    <w:p w14:paraId="3DCA0439" w14:textId="77777777" w:rsidR="00B72DF9" w:rsidRPr="000B70CA" w:rsidRDefault="00B72DF9" w:rsidP="00CD0783">
      <w:pPr>
        <w:spacing w:line="360" w:lineRule="auto"/>
        <w:ind w:left="1134" w:right="283"/>
        <w:jc w:val="both"/>
        <w:rPr>
          <w:i/>
          <w:iCs/>
          <w:szCs w:val="24"/>
        </w:rPr>
      </w:pPr>
      <w:r>
        <w:rPr>
          <w:b/>
          <w:bCs/>
          <w:szCs w:val="24"/>
        </w:rPr>
        <w:t xml:space="preserve">      </w:t>
      </w:r>
      <w:r w:rsidR="004E1995">
        <w:rPr>
          <w:b/>
          <w:bCs/>
          <w:szCs w:val="24"/>
        </w:rPr>
        <w:t xml:space="preserve">         </w:t>
      </w:r>
      <w:r>
        <w:rPr>
          <w:b/>
          <w:bCs/>
          <w:szCs w:val="24"/>
        </w:rPr>
        <w:t xml:space="preserve"> </w:t>
      </w:r>
      <w:r w:rsidRPr="00861ABC">
        <w:rPr>
          <w:b/>
          <w:bCs/>
          <w:szCs w:val="24"/>
        </w:rPr>
        <w:t>v</w:t>
      </w:r>
      <w:r w:rsidRPr="00861ABC">
        <w:rPr>
          <w:b/>
          <w:bCs/>
          <w:szCs w:val="24"/>
          <w:vertAlign w:val="subscript"/>
        </w:rPr>
        <w:t>1</w:t>
      </w:r>
      <w:r>
        <w:rPr>
          <w:b/>
          <w:bCs/>
          <w:szCs w:val="24"/>
          <w:vertAlign w:val="subscript"/>
        </w:rPr>
        <w:t xml:space="preserve">         </w:t>
      </w:r>
      <w:r w:rsidRPr="00861ABC">
        <w:rPr>
          <w:b/>
          <w:bCs/>
          <w:szCs w:val="24"/>
        </w:rPr>
        <w:t>v</w:t>
      </w:r>
      <w:r w:rsidRPr="00861ABC">
        <w:rPr>
          <w:b/>
          <w:bCs/>
          <w:szCs w:val="24"/>
          <w:vertAlign w:val="subscript"/>
        </w:rPr>
        <w:t>2</w:t>
      </w:r>
      <w:r w:rsidRPr="000B70CA">
        <w:rPr>
          <w:b/>
          <w:bCs/>
          <w:szCs w:val="24"/>
        </w:rPr>
        <w:t xml:space="preserve"> </w:t>
      </w:r>
      <w:r w:rsidRPr="00861ABC">
        <w:rPr>
          <w:b/>
          <w:bCs/>
          <w:szCs w:val="24"/>
        </w:rPr>
        <w:t>v</w:t>
      </w:r>
      <w:r>
        <w:rPr>
          <w:b/>
          <w:bCs/>
          <w:szCs w:val="24"/>
          <w:vertAlign w:val="subscript"/>
        </w:rPr>
        <w:t xml:space="preserve">3         </w:t>
      </w:r>
      <w:r w:rsidRPr="00861ABC">
        <w:rPr>
          <w:b/>
          <w:bCs/>
          <w:szCs w:val="24"/>
        </w:rPr>
        <w:t>v</w:t>
      </w:r>
      <w:r>
        <w:rPr>
          <w:b/>
          <w:bCs/>
          <w:szCs w:val="24"/>
          <w:vertAlign w:val="subscript"/>
        </w:rPr>
        <w:t>4</w:t>
      </w:r>
      <w:r>
        <w:rPr>
          <w:b/>
          <w:bCs/>
          <w:szCs w:val="24"/>
        </w:rPr>
        <w:t xml:space="preserve">           </w:t>
      </w:r>
      <w:r>
        <w:rPr>
          <w:b/>
          <w:bCs/>
          <w:szCs w:val="24"/>
          <w:vertAlign w:val="subscript"/>
        </w:rPr>
        <w:t xml:space="preserve">                                                                     </w:t>
      </w:r>
      <w:r w:rsidRPr="00861ABC">
        <w:rPr>
          <w:b/>
          <w:bCs/>
          <w:szCs w:val="24"/>
        </w:rPr>
        <w:t>v</w:t>
      </w:r>
      <w:r>
        <w:rPr>
          <w:b/>
          <w:bCs/>
          <w:szCs w:val="24"/>
          <w:vertAlign w:val="subscript"/>
        </w:rPr>
        <w:t>s+2r</w:t>
      </w:r>
      <w:r w:rsidRPr="000B70CA">
        <w:rPr>
          <w:b/>
          <w:bCs/>
          <w:szCs w:val="24"/>
        </w:rPr>
        <w:t xml:space="preserve"> </w:t>
      </w:r>
      <w:r>
        <w:rPr>
          <w:b/>
          <w:bCs/>
          <w:szCs w:val="24"/>
        </w:rPr>
        <w:t xml:space="preserve"> </w:t>
      </w:r>
    </w:p>
    <w:p w14:paraId="6F3DA5FD" w14:textId="77777777" w:rsidR="00892D8F" w:rsidRDefault="00892D8F" w:rsidP="004E1995">
      <w:pPr>
        <w:spacing w:line="360" w:lineRule="auto"/>
        <w:ind w:left="1134" w:right="283"/>
        <w:jc w:val="center"/>
        <w:rPr>
          <w:b/>
          <w:bCs/>
          <w:szCs w:val="24"/>
        </w:rPr>
      </w:pPr>
    </w:p>
    <w:p w14:paraId="0A10CA03" w14:textId="381DEDEE" w:rsidR="00B72DF9" w:rsidRPr="00861ABC" w:rsidRDefault="00B72DF9" w:rsidP="00892D8F">
      <w:pPr>
        <w:pStyle w:val="FigureCaption"/>
        <w:rPr>
          <w:i/>
          <w:iCs/>
          <w:lang w:val="en-IN"/>
        </w:rPr>
      </w:pPr>
      <w:r>
        <w:t>Fig.</w:t>
      </w:r>
      <w:r w:rsidR="00491EF7">
        <w:t xml:space="preserve"> 6</w:t>
      </w:r>
      <w:r w:rsidRPr="00861ABC">
        <w:t xml:space="preserve">: Disconnected </w:t>
      </w:r>
      <w:r>
        <w:t>paths and cycle</w:t>
      </w:r>
    </w:p>
    <w:p w14:paraId="41229D9F" w14:textId="77777777" w:rsidR="00B72DF9" w:rsidRPr="00861ABC" w:rsidRDefault="00B72DF9" w:rsidP="00892D8F">
      <w:pPr>
        <w:pStyle w:val="Paragraph"/>
      </w:pPr>
      <w:proofErr w:type="gramStart"/>
      <w:r w:rsidRPr="00861ABC">
        <w:t>Thus</w:t>
      </w:r>
      <w:proofErr w:type="gramEnd"/>
      <w:r w:rsidRPr="00861ABC">
        <w:t xml:space="preserve"> the vertex and edge labels are distinct and the disconnected </w:t>
      </w:r>
      <w:r>
        <w:t>paths and cycle satisfies</w:t>
      </w:r>
      <w:r w:rsidRPr="00861ABC">
        <w:t xml:space="preserve"> the vertex odd power mean labeling conditions.</w:t>
      </w:r>
    </w:p>
    <w:p w14:paraId="6805B001" w14:textId="77777777" w:rsidR="00B72DF9" w:rsidRDefault="00B72DF9" w:rsidP="00892D8F">
      <w:pPr>
        <w:pStyle w:val="Paragraph"/>
      </w:pPr>
      <w:r>
        <w:t>Then,</w:t>
      </w:r>
      <w:r w:rsidRPr="00861ABC">
        <w:t xml:space="preserve"> the graph is </w:t>
      </w:r>
      <w:r>
        <w:t xml:space="preserve">a </w:t>
      </w:r>
      <w:r w:rsidRPr="00861ABC">
        <w:t>vertex odd power mean graph.</w:t>
      </w:r>
    </w:p>
    <w:p w14:paraId="3D3E0F00" w14:textId="77777777" w:rsidR="00A31B65" w:rsidRDefault="00A31B65" w:rsidP="00892D8F">
      <w:pPr>
        <w:pStyle w:val="Heading1"/>
      </w:pPr>
      <w:r w:rsidRPr="00A31B65">
        <w:t>Conclusion</w:t>
      </w:r>
    </w:p>
    <w:p w14:paraId="10D2376A" w14:textId="77777777" w:rsidR="00A44DA9" w:rsidRDefault="00C5755E" w:rsidP="00892D8F">
      <w:pPr>
        <w:pStyle w:val="Paragraph"/>
      </w:pPr>
      <w:r>
        <w:t>In t</w:t>
      </w:r>
      <w:r w:rsidR="00A44DA9" w:rsidRPr="00AB4B53">
        <w:t xml:space="preserve">his </w:t>
      </w:r>
      <w:r>
        <w:t xml:space="preserve">paper it is </w:t>
      </w:r>
      <w:r w:rsidR="003E59EC">
        <w:t>verified</w:t>
      </w:r>
      <w:r w:rsidR="00AB4B53" w:rsidRPr="00AB4B53">
        <w:t xml:space="preserve"> </w:t>
      </w:r>
      <w:r>
        <w:t xml:space="preserve">that </w:t>
      </w:r>
      <w:r w:rsidR="00AB4B53" w:rsidRPr="00AB4B53">
        <w:t>the disconnected graphs</w:t>
      </w:r>
      <w:r w:rsidR="003E59EC">
        <w:t xml:space="preserve"> such as path, cycle and star </w:t>
      </w:r>
      <w:r>
        <w:t xml:space="preserve">satisfied </w:t>
      </w:r>
      <w:r w:rsidR="003E59EC">
        <w:t>vertex odd power mean</w:t>
      </w:r>
      <w:r>
        <w:t xml:space="preserve"> labeling</w:t>
      </w:r>
      <w:r w:rsidR="003E59EC">
        <w:t xml:space="preserve">. </w:t>
      </w:r>
    </w:p>
    <w:p w14:paraId="6BA48AC3" w14:textId="77777777" w:rsidR="000A7FDB" w:rsidRDefault="00A31B65" w:rsidP="00892D8F">
      <w:pPr>
        <w:pStyle w:val="Heading1"/>
      </w:pPr>
      <w:r>
        <w:lastRenderedPageBreak/>
        <w:t>References</w:t>
      </w:r>
    </w:p>
    <w:p w14:paraId="226C4FF4" w14:textId="77777777" w:rsidR="00835847" w:rsidRPr="00542A1C" w:rsidRDefault="00835847" w:rsidP="00892D8F">
      <w:pPr>
        <w:pStyle w:val="Reference"/>
      </w:pPr>
      <w:r w:rsidRPr="00542A1C">
        <w:t>Gallian. J.A (2022)</w:t>
      </w:r>
      <w:r w:rsidR="003E5A82">
        <w:t>,</w:t>
      </w:r>
      <w:r w:rsidRPr="00542A1C">
        <w:t xml:space="preserve"> A dynamic survey of graph labelling, </w:t>
      </w:r>
      <w:r w:rsidRPr="00542A1C">
        <w:rPr>
          <w:i/>
          <w:iCs/>
        </w:rPr>
        <w:t>The Electronic Journal of Combinatorics</w:t>
      </w:r>
      <w:r w:rsidRPr="00542A1C">
        <w:t>, 2022, pp 307 – 315.</w:t>
      </w:r>
    </w:p>
    <w:p w14:paraId="304419E2" w14:textId="77777777" w:rsidR="00835847" w:rsidRPr="00542A1C" w:rsidRDefault="003E5A82" w:rsidP="00892D8F">
      <w:pPr>
        <w:pStyle w:val="Reference"/>
      </w:pPr>
      <w:r>
        <w:rPr>
          <w:lang w:val="en-IN"/>
        </w:rPr>
        <w:t>Badr</w:t>
      </w:r>
      <w:r w:rsidR="00835847" w:rsidRPr="00542A1C">
        <w:rPr>
          <w:lang w:val="en-IN"/>
        </w:rPr>
        <w:t>. E. M (2015</w:t>
      </w:r>
      <w:proofErr w:type="gramStart"/>
      <w:r w:rsidR="00835847" w:rsidRPr="00542A1C">
        <w:rPr>
          <w:lang w:val="en-IN"/>
        </w:rPr>
        <w:t>)</w:t>
      </w:r>
      <w:r>
        <w:rPr>
          <w:lang w:val="en-IN"/>
        </w:rPr>
        <w:t>,</w:t>
      </w:r>
      <w:r w:rsidR="00835847" w:rsidRPr="00542A1C">
        <w:rPr>
          <w:lang w:val="en-IN"/>
        </w:rPr>
        <w:t xml:space="preserve">  On</w:t>
      </w:r>
      <w:proofErr w:type="gramEnd"/>
      <w:r w:rsidR="00835847" w:rsidRPr="00542A1C">
        <w:rPr>
          <w:lang w:val="en-IN"/>
        </w:rPr>
        <w:t xml:space="preserve"> graceful labeling of the generalization of cyclic snakes, </w:t>
      </w:r>
      <w:r w:rsidR="00835847" w:rsidRPr="00542A1C">
        <w:rPr>
          <w:i/>
          <w:iCs/>
          <w:shd w:val="clear" w:color="auto" w:fill="FFFFFF"/>
        </w:rPr>
        <w:t>Journal of Discrete Mathematical Sciences and Cryptography</w:t>
      </w:r>
      <w:r w:rsidR="00835847" w:rsidRPr="00542A1C">
        <w:rPr>
          <w:lang w:val="en-IN"/>
        </w:rPr>
        <w:t>, 18(6), pp 773-783.</w:t>
      </w:r>
    </w:p>
    <w:p w14:paraId="3FA1CF90" w14:textId="77777777" w:rsidR="00835847" w:rsidRPr="00542A1C" w:rsidRDefault="00835847" w:rsidP="00892D8F">
      <w:pPr>
        <w:pStyle w:val="Reference"/>
      </w:pPr>
      <w:r w:rsidRPr="00542A1C">
        <w:t>Hsu. D.F (1982</w:t>
      </w:r>
      <w:proofErr w:type="gramStart"/>
      <w:r w:rsidRPr="00542A1C">
        <w:t>)</w:t>
      </w:r>
      <w:r w:rsidR="003E5A82">
        <w:t>,</w:t>
      </w:r>
      <w:r w:rsidRPr="00542A1C">
        <w:t xml:space="preserve">  Harmonious</w:t>
      </w:r>
      <w:proofErr w:type="gramEnd"/>
      <w:r w:rsidRPr="00542A1C">
        <w:t xml:space="preserve"> labelings of Windmill Graphs and related graphs, </w:t>
      </w:r>
      <w:r w:rsidRPr="00542A1C">
        <w:rPr>
          <w:i/>
          <w:iCs/>
        </w:rPr>
        <w:t>Journal of Graph Theory</w:t>
      </w:r>
      <w:r w:rsidRPr="00542A1C">
        <w:t>, 6(1), pp 85–87.</w:t>
      </w:r>
    </w:p>
    <w:p w14:paraId="3DA4A6B2" w14:textId="77777777" w:rsidR="00835847" w:rsidRPr="00542A1C" w:rsidRDefault="00835847" w:rsidP="00892D8F">
      <w:pPr>
        <w:pStyle w:val="Reference"/>
      </w:pPr>
      <w:r w:rsidRPr="00542A1C">
        <w:rPr>
          <w:lang w:val="en-IN"/>
        </w:rPr>
        <w:t xml:space="preserve">Shendra Shainy. V and Balaji. V (2020) Even felicitous labeling, </w:t>
      </w:r>
      <w:r w:rsidRPr="00542A1C">
        <w:rPr>
          <w:i/>
          <w:iCs/>
          <w:shd w:val="clear" w:color="auto" w:fill="FFFFFF"/>
        </w:rPr>
        <w:t>Malaya Journal of Matematik</w:t>
      </w:r>
      <w:r w:rsidRPr="00542A1C">
        <w:rPr>
          <w:lang w:val="en-IN"/>
        </w:rPr>
        <w:t xml:space="preserve">, </w:t>
      </w:r>
      <w:proofErr w:type="gramStart"/>
      <w:r w:rsidRPr="00542A1C">
        <w:rPr>
          <w:lang w:val="en-IN"/>
        </w:rPr>
        <w:t>S(</w:t>
      </w:r>
      <w:proofErr w:type="gramEnd"/>
      <w:r w:rsidRPr="00542A1C">
        <w:rPr>
          <w:lang w:val="en-IN"/>
        </w:rPr>
        <w:t xml:space="preserve">1), pp 45-47. </w:t>
      </w:r>
    </w:p>
    <w:p w14:paraId="709BDD44" w14:textId="77777777" w:rsidR="00835847" w:rsidRPr="00542A1C" w:rsidRDefault="00835847" w:rsidP="00892D8F">
      <w:pPr>
        <w:pStyle w:val="Reference"/>
      </w:pPr>
      <w:r w:rsidRPr="00542A1C">
        <w:rPr>
          <w:lang w:val="en-IN"/>
        </w:rPr>
        <w:t>Somasundaram. S and Ponraj. R (2003)</w:t>
      </w:r>
      <w:r w:rsidR="003E5A82">
        <w:rPr>
          <w:lang w:val="en-IN"/>
        </w:rPr>
        <w:t>,</w:t>
      </w:r>
      <w:r w:rsidRPr="00542A1C">
        <w:rPr>
          <w:lang w:val="en-IN"/>
        </w:rPr>
        <w:t xml:space="preserve"> Mean labelings of graphs, </w:t>
      </w:r>
      <w:r w:rsidRPr="00542A1C">
        <w:rPr>
          <w:i/>
          <w:iCs/>
          <w:lang w:val="en-IN"/>
        </w:rPr>
        <w:t>National Academic Science and Le</w:t>
      </w:r>
      <w:r w:rsidR="003E5A82">
        <w:rPr>
          <w:i/>
          <w:iCs/>
          <w:lang w:val="en-IN"/>
        </w:rPr>
        <w:t>c</w:t>
      </w:r>
      <w:r w:rsidRPr="00542A1C">
        <w:rPr>
          <w:i/>
          <w:iCs/>
          <w:lang w:val="en-IN"/>
        </w:rPr>
        <w:t>tures,</w:t>
      </w:r>
      <w:r w:rsidRPr="00542A1C">
        <w:rPr>
          <w:lang w:val="en-IN"/>
        </w:rPr>
        <w:t xml:space="preserve"> 26, pp 210-213.</w:t>
      </w:r>
    </w:p>
    <w:p w14:paraId="26847B68" w14:textId="77777777" w:rsidR="00835847" w:rsidRPr="00542A1C" w:rsidRDefault="00835847" w:rsidP="00892D8F">
      <w:pPr>
        <w:pStyle w:val="Reference"/>
      </w:pPr>
      <w:r w:rsidRPr="00542A1C">
        <w:t>P. Mercy and S. Somasundaram (2017), Power Mean Labeling of some Standard Graphs, Asia Pacific Journal of Research S.N.45797.</w:t>
      </w:r>
    </w:p>
    <w:p w14:paraId="437F0871" w14:textId="77777777" w:rsidR="00835847" w:rsidRPr="00542A1C" w:rsidRDefault="00835847" w:rsidP="00892D8F">
      <w:pPr>
        <w:pStyle w:val="Reference"/>
      </w:pPr>
      <w:r w:rsidRPr="00542A1C">
        <w:t xml:space="preserve">Vimala. C and Kavitha. B (2020), Vertex Odd Power Mean Labeling of graphs, </w:t>
      </w:r>
      <w:r w:rsidRPr="00542A1C">
        <w:rPr>
          <w:i/>
          <w:iCs/>
        </w:rPr>
        <w:t>International Journal of Trend in Scientific Research and Development</w:t>
      </w:r>
      <w:r w:rsidRPr="00542A1C">
        <w:t>.</w:t>
      </w:r>
    </w:p>
    <w:p w14:paraId="7B73B1B6" w14:textId="77777777" w:rsidR="00835847" w:rsidRPr="00542A1C" w:rsidRDefault="00835847" w:rsidP="00892D8F">
      <w:pPr>
        <w:pStyle w:val="Reference"/>
      </w:pPr>
      <w:r w:rsidRPr="00542A1C">
        <w:t xml:space="preserve">Shalini. P and Tamizharasi. </w:t>
      </w:r>
      <w:proofErr w:type="gramStart"/>
      <w:r w:rsidRPr="00542A1C">
        <w:t>S(</w:t>
      </w:r>
      <w:proofErr w:type="gramEnd"/>
      <w:r w:rsidRPr="00542A1C">
        <w:t>2022), Power-3 Heronian odd Mean Labeling of Graphs, International Journal for Research in Applied Science &amp; Engineering Technology, 10(XII), pp 1605 – 1608.</w:t>
      </w:r>
    </w:p>
    <w:p w14:paraId="20758B14" w14:textId="77777777" w:rsidR="00835847" w:rsidRPr="00542A1C" w:rsidRDefault="00835847" w:rsidP="00892D8F">
      <w:pPr>
        <w:pStyle w:val="Reference"/>
      </w:pPr>
      <w:r w:rsidRPr="00542A1C">
        <w:t>Arockiaraj</w:t>
      </w:r>
      <w:r w:rsidR="0054428C">
        <w:t>.</w:t>
      </w:r>
      <w:r w:rsidRPr="00542A1C">
        <w:t>S, Durai Baskar</w:t>
      </w:r>
      <w:r w:rsidR="0054428C">
        <w:t>.</w:t>
      </w:r>
      <w:r w:rsidRPr="00542A1C">
        <w:t xml:space="preserve">A and Rajesh Kannan. A (2017), F-Root Square Mean Labeling of Graphs Obtained </w:t>
      </w:r>
      <w:proofErr w:type="gramStart"/>
      <w:r w:rsidRPr="00542A1C">
        <w:t>From</w:t>
      </w:r>
      <w:proofErr w:type="gramEnd"/>
      <w:r w:rsidRPr="00542A1C">
        <w:t xml:space="preserve"> Paths, </w:t>
      </w:r>
      <w:r w:rsidRPr="00542A1C">
        <w:rPr>
          <w:i/>
          <w:iCs/>
        </w:rPr>
        <w:t xml:space="preserve">International Journal of Mathematics and Combinatorics, </w:t>
      </w:r>
      <w:r w:rsidRPr="00542A1C">
        <w:t>2</w:t>
      </w:r>
      <w:r w:rsidRPr="00542A1C">
        <w:rPr>
          <w:i/>
          <w:iCs/>
        </w:rPr>
        <w:t xml:space="preserve">, </w:t>
      </w:r>
      <w:r w:rsidRPr="00542A1C">
        <w:t xml:space="preserve">pp 92 – 104. </w:t>
      </w:r>
    </w:p>
    <w:p w14:paraId="586550C3" w14:textId="77777777" w:rsidR="00835847" w:rsidRPr="00542A1C" w:rsidRDefault="00835847" w:rsidP="00892D8F">
      <w:pPr>
        <w:pStyle w:val="Reference"/>
      </w:pPr>
      <w:r w:rsidRPr="00542A1C">
        <w:t xml:space="preserve">Kurugal Munikempanna Nagaraja, Sampathkumar </w:t>
      </w:r>
      <w:proofErr w:type="gramStart"/>
      <w:r w:rsidRPr="00542A1C">
        <w:t>Ramachandraiah,  Venkataramana</w:t>
      </w:r>
      <w:proofErr w:type="gramEnd"/>
      <w:r w:rsidRPr="00542A1C">
        <w:t xml:space="preserve"> Bathahalli Siddappa (2021), Power Exponential Mean Labeling of Graphs, Montes Taurus J. Pure Appl. Math. 3 (2), pp 70–79.</w:t>
      </w:r>
    </w:p>
    <w:p w14:paraId="41D82228" w14:textId="77777777" w:rsidR="00835847" w:rsidRPr="00542A1C" w:rsidRDefault="00835847" w:rsidP="00892D8F">
      <w:pPr>
        <w:pStyle w:val="Reference"/>
      </w:pPr>
      <w:r w:rsidRPr="00542A1C">
        <w:t xml:space="preserve">Poovila. V and Vimala. C, Application of vertex odd power mean labeling in cryptography, </w:t>
      </w:r>
      <w:r w:rsidRPr="00542A1C">
        <w:rPr>
          <w:i/>
          <w:iCs/>
        </w:rPr>
        <w:t>AIP Conference Proceedings,</w:t>
      </w:r>
      <w:r w:rsidRPr="00542A1C">
        <w:t xml:space="preserve"> 3252(020216), 2025.</w:t>
      </w:r>
    </w:p>
    <w:p w14:paraId="1BA31FCA" w14:textId="77777777" w:rsidR="00835847" w:rsidRPr="00542A1C" w:rsidRDefault="00835847" w:rsidP="00892D8F">
      <w:pPr>
        <w:pStyle w:val="Reference"/>
      </w:pPr>
      <w:r w:rsidRPr="00542A1C">
        <w:t>Haray. F, Graph Theory, Narosa Publishing House Reading, New Delhi, 1988.</w:t>
      </w:r>
    </w:p>
    <w:p w14:paraId="5C075841" w14:textId="77777777" w:rsidR="00835847" w:rsidRPr="00542A1C" w:rsidRDefault="00835847" w:rsidP="00835847">
      <w:pPr>
        <w:pStyle w:val="ListParagraph"/>
        <w:spacing w:line="360" w:lineRule="auto"/>
        <w:ind w:left="630"/>
        <w:jc w:val="both"/>
        <w:rPr>
          <w:szCs w:val="24"/>
        </w:rPr>
      </w:pPr>
    </w:p>
    <w:sectPr w:rsidR="00835847" w:rsidRPr="00542A1C" w:rsidSect="00892D8F">
      <w:pgSz w:w="12240" w:h="15840" w:code="1"/>
      <w:pgMar w:top="1440" w:right="1440" w:bottom="144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31C51"/>
    <w:multiLevelType w:val="hybridMultilevel"/>
    <w:tmpl w:val="097C18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30FE9"/>
    <w:multiLevelType w:val="hybridMultilevel"/>
    <w:tmpl w:val="004E1C4C"/>
    <w:lvl w:ilvl="0" w:tplc="F366213A">
      <w:start w:val="1"/>
      <w:numFmt w:val="decimal"/>
      <w:lvlText w:val="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C63DE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11EF4291"/>
    <w:multiLevelType w:val="multilevel"/>
    <w:tmpl w:val="F82C5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DF2E96"/>
    <w:multiLevelType w:val="hybridMultilevel"/>
    <w:tmpl w:val="4DCACC84"/>
    <w:lvl w:ilvl="0" w:tplc="0008B0C4">
      <w:start w:val="1"/>
      <w:numFmt w:val="decimal"/>
      <w:lvlText w:val="%1-"/>
      <w:lvlJc w:val="left"/>
      <w:pPr>
        <w:ind w:left="644" w:hanging="360"/>
      </w:pPr>
      <w:rPr>
        <w:rFonts w:hint="default"/>
        <w:b/>
        <w:i w:val="0"/>
        <w:u w:val="single"/>
      </w:r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9AD310E"/>
    <w:multiLevelType w:val="hybridMultilevel"/>
    <w:tmpl w:val="4B1E17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D365ED0"/>
    <w:multiLevelType w:val="singleLevel"/>
    <w:tmpl w:val="ECD0A5A6"/>
    <w:name w:val="AIPTables"/>
    <w:lvl w:ilvl="0">
      <w:start w:val="1"/>
      <w:numFmt w:val="decimal"/>
      <w:lvlText w:val="%1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29845F6D"/>
    <w:multiLevelType w:val="hybridMultilevel"/>
    <w:tmpl w:val="5AE0C1F6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34404A95"/>
    <w:multiLevelType w:val="hybridMultilevel"/>
    <w:tmpl w:val="92CE8186"/>
    <w:lvl w:ilvl="0" w:tplc="72661724">
      <w:start w:val="1"/>
      <w:numFmt w:val="bullet"/>
      <w:pStyle w:val="Paragraphbulleted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39AB2696"/>
    <w:multiLevelType w:val="hybridMultilevel"/>
    <w:tmpl w:val="8F02AA48"/>
    <w:lvl w:ilvl="0" w:tplc="0809000F">
      <w:start w:val="1"/>
      <w:numFmt w:val="decimal"/>
      <w:lvlText w:val="%1."/>
      <w:lvlJc w:val="left"/>
      <w:pPr>
        <w:ind w:left="1004" w:hanging="360"/>
      </w:p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A756C1A"/>
    <w:multiLevelType w:val="hybridMultilevel"/>
    <w:tmpl w:val="201C2230"/>
    <w:lvl w:ilvl="0" w:tplc="080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1" w15:restartNumberingAfterBreak="0">
    <w:nsid w:val="3AA17CE3"/>
    <w:multiLevelType w:val="hybridMultilevel"/>
    <w:tmpl w:val="4A342D44"/>
    <w:lvl w:ilvl="0" w:tplc="EBD030B2">
      <w:start w:val="1"/>
      <w:numFmt w:val="decimal"/>
      <w:pStyle w:val="Reference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1C6FEE"/>
    <w:multiLevelType w:val="hybridMultilevel"/>
    <w:tmpl w:val="BC72DB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467158"/>
    <w:multiLevelType w:val="hybridMultilevel"/>
    <w:tmpl w:val="2A1CDC7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C9507E"/>
    <w:multiLevelType w:val="hybridMultilevel"/>
    <w:tmpl w:val="74D8EBE6"/>
    <w:lvl w:ilvl="0" w:tplc="D458AF60">
      <w:start w:val="1"/>
      <w:numFmt w:val="decimal"/>
      <w:lvlText w:val="%1."/>
      <w:lvlJc w:val="left"/>
      <w:pPr>
        <w:ind w:left="644" w:hanging="360"/>
      </w:p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74721692"/>
    <w:multiLevelType w:val="hybridMultilevel"/>
    <w:tmpl w:val="8BC68E6C"/>
    <w:lvl w:ilvl="0" w:tplc="9C5CFD96">
      <w:start w:val="1"/>
      <w:numFmt w:val="decimal"/>
      <w:pStyle w:val="Paragraphnumbered"/>
      <w:lvlText w:val="%1."/>
      <w:lvlJc w:val="left"/>
      <w:pPr>
        <w:ind w:left="644" w:hanging="360"/>
      </w:pPr>
      <w:rPr>
        <w:rFonts w:hint="default"/>
      </w:rPr>
    </w:lvl>
    <w:lvl w:ilvl="1" w:tplc="EDD6ACA2">
      <w:numFmt w:val="decimal"/>
      <w:lvlText w:val=""/>
      <w:lvlJc w:val="left"/>
    </w:lvl>
    <w:lvl w:ilvl="2" w:tplc="328A694E">
      <w:numFmt w:val="decimal"/>
      <w:lvlText w:val=""/>
      <w:lvlJc w:val="left"/>
    </w:lvl>
    <w:lvl w:ilvl="3" w:tplc="32009542">
      <w:numFmt w:val="decimal"/>
      <w:lvlText w:val=""/>
      <w:lvlJc w:val="left"/>
    </w:lvl>
    <w:lvl w:ilvl="4" w:tplc="8070CBEA">
      <w:numFmt w:val="decimal"/>
      <w:lvlText w:val=""/>
      <w:lvlJc w:val="left"/>
    </w:lvl>
    <w:lvl w:ilvl="5" w:tplc="655855F4">
      <w:numFmt w:val="decimal"/>
      <w:lvlText w:val=""/>
      <w:lvlJc w:val="left"/>
    </w:lvl>
    <w:lvl w:ilvl="6" w:tplc="E64817F0">
      <w:numFmt w:val="decimal"/>
      <w:lvlText w:val=""/>
      <w:lvlJc w:val="left"/>
    </w:lvl>
    <w:lvl w:ilvl="7" w:tplc="959282D4">
      <w:numFmt w:val="decimal"/>
      <w:lvlText w:val=""/>
      <w:lvlJc w:val="left"/>
    </w:lvl>
    <w:lvl w:ilvl="8" w:tplc="6DF0E860">
      <w:numFmt w:val="decimal"/>
      <w:lvlText w:val=""/>
      <w:lvlJc w:val="left"/>
    </w:lvl>
  </w:abstractNum>
  <w:abstractNum w:abstractNumId="16" w15:restartNumberingAfterBreak="0">
    <w:nsid w:val="765903BB"/>
    <w:multiLevelType w:val="multilevel"/>
    <w:tmpl w:val="9BBC29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72E6F57"/>
    <w:multiLevelType w:val="hybridMultilevel"/>
    <w:tmpl w:val="6972D792"/>
    <w:lvl w:ilvl="0" w:tplc="10A266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C6E8F3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9AE47C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C901BF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22EC48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462C2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1DC61E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AB06E2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5CE6B5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AA97E4A"/>
    <w:multiLevelType w:val="hybridMultilevel"/>
    <w:tmpl w:val="21562CB0"/>
    <w:name w:val="/#"/>
    <w:lvl w:ilvl="0" w:tplc="78107624">
      <w:start w:val="1"/>
      <w:numFmt w:val="decimal"/>
      <w:lvlText w:val="%1"/>
      <w:lvlJc w:val="left"/>
      <w:pPr>
        <w:tabs>
          <w:tab w:val="num" w:pos="360"/>
        </w:tabs>
        <w:ind w:left="0" w:firstLine="0"/>
      </w:pPr>
    </w:lvl>
    <w:lvl w:ilvl="1" w:tplc="C5946878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</w:lvl>
    <w:lvl w:ilvl="2" w:tplc="205E2ACA">
      <w:start w:val="1"/>
      <w:numFmt w:val="lowerRoman"/>
      <w:lvlText w:val="%3)"/>
      <w:lvlJc w:val="left"/>
      <w:pPr>
        <w:tabs>
          <w:tab w:val="num" w:pos="0"/>
        </w:tabs>
        <w:ind w:left="0" w:firstLine="0"/>
      </w:pPr>
    </w:lvl>
    <w:lvl w:ilvl="3" w:tplc="D2E63DBE">
      <w:start w:val="1"/>
      <w:numFmt w:val="decimal"/>
      <w:lvlText w:val="%4"/>
      <w:lvlJc w:val="left"/>
      <w:pPr>
        <w:tabs>
          <w:tab w:val="num" w:pos="360"/>
        </w:tabs>
        <w:ind w:left="0" w:firstLine="0"/>
      </w:pPr>
    </w:lvl>
    <w:lvl w:ilvl="4" w:tplc="04DA94CA">
      <w:start w:val="1"/>
      <w:numFmt w:val="lowerLetter"/>
      <w:lvlText w:val="(%5)"/>
      <w:lvlJc w:val="left"/>
      <w:pPr>
        <w:tabs>
          <w:tab w:val="num" w:pos="0"/>
        </w:tabs>
        <w:ind w:left="0" w:firstLine="0"/>
      </w:pPr>
    </w:lvl>
    <w:lvl w:ilvl="5" w:tplc="94BC9244">
      <w:start w:val="1"/>
      <w:numFmt w:val="lowerRoman"/>
      <w:lvlText w:val="(%6)"/>
      <w:lvlJc w:val="left"/>
      <w:pPr>
        <w:tabs>
          <w:tab w:val="num" w:pos="0"/>
        </w:tabs>
        <w:ind w:left="0" w:firstLine="0"/>
      </w:pPr>
    </w:lvl>
    <w:lvl w:ilvl="6" w:tplc="CE0887C2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 w:tplc="7DB4F44C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 w:tplc="B8E6F2A4">
      <w:start w:val="1"/>
      <w:numFmt w:val="lowerRoman"/>
      <w:lvlText w:val="%9."/>
      <w:lvlJc w:val="left"/>
      <w:pPr>
        <w:tabs>
          <w:tab w:val="num" w:pos="0"/>
        </w:tabs>
        <w:ind w:left="0" w:firstLine="0"/>
      </w:pPr>
    </w:lvl>
  </w:abstractNum>
  <w:num w:numId="1" w16cid:durableId="144214191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78991007">
    <w:abstractNumId w:val="5"/>
  </w:num>
  <w:num w:numId="3" w16cid:durableId="1952783629">
    <w:abstractNumId w:val="1"/>
  </w:num>
  <w:num w:numId="4" w16cid:durableId="1925844975">
    <w:abstractNumId w:val="18"/>
  </w:num>
  <w:num w:numId="5" w16cid:durableId="1623537524">
    <w:abstractNumId w:val="6"/>
  </w:num>
  <w:num w:numId="6" w16cid:durableId="333149680">
    <w:abstractNumId w:val="15"/>
  </w:num>
  <w:num w:numId="7" w16cid:durableId="1958750756">
    <w:abstractNumId w:val="10"/>
  </w:num>
  <w:num w:numId="8" w16cid:durableId="1466237890">
    <w:abstractNumId w:val="14"/>
  </w:num>
  <w:num w:numId="9" w16cid:durableId="846751398">
    <w:abstractNumId w:val="7"/>
  </w:num>
  <w:num w:numId="10" w16cid:durableId="982584711">
    <w:abstractNumId w:val="9"/>
  </w:num>
  <w:num w:numId="11" w16cid:durableId="247734440">
    <w:abstractNumId w:val="3"/>
  </w:num>
  <w:num w:numId="12" w16cid:durableId="1514879319">
    <w:abstractNumId w:val="17"/>
  </w:num>
  <w:num w:numId="13" w16cid:durableId="1383210328">
    <w:abstractNumId w:val="12"/>
  </w:num>
  <w:num w:numId="14" w16cid:durableId="1513061117">
    <w:abstractNumId w:val="16"/>
  </w:num>
  <w:num w:numId="15" w16cid:durableId="958226418">
    <w:abstractNumId w:val="13"/>
  </w:num>
  <w:num w:numId="16" w16cid:durableId="771170886">
    <w:abstractNumId w:val="8"/>
  </w:num>
  <w:num w:numId="17" w16cid:durableId="1726029251">
    <w:abstractNumId w:val="11"/>
  </w:num>
  <w:num w:numId="18" w16cid:durableId="1939214429">
    <w:abstractNumId w:val="14"/>
    <w:lvlOverride w:ilvl="0">
      <w:startOverride w:val="1"/>
    </w:lvlOverride>
  </w:num>
  <w:num w:numId="19" w16cid:durableId="957906086">
    <w:abstractNumId w:val="14"/>
    <w:lvlOverride w:ilvl="0">
      <w:startOverride w:val="1"/>
    </w:lvlOverride>
  </w:num>
  <w:num w:numId="20" w16cid:durableId="1087652185">
    <w:abstractNumId w:val="14"/>
    <w:lvlOverride w:ilvl="0">
      <w:startOverride w:val="1"/>
    </w:lvlOverride>
  </w:num>
  <w:num w:numId="21" w16cid:durableId="1054889863">
    <w:abstractNumId w:val="15"/>
    <w:lvlOverride w:ilvl="0">
      <w:startOverride w:val="1"/>
    </w:lvlOverride>
  </w:num>
  <w:num w:numId="22" w16cid:durableId="1903178079">
    <w:abstractNumId w:val="15"/>
    <w:lvlOverride w:ilvl="0">
      <w:startOverride w:val="1"/>
    </w:lvlOverride>
  </w:num>
  <w:num w:numId="23" w16cid:durableId="874267395">
    <w:abstractNumId w:val="15"/>
    <w:lvlOverride w:ilvl="0">
      <w:startOverride w:val="1"/>
    </w:lvlOverride>
  </w:num>
  <w:num w:numId="24" w16cid:durableId="1368025285">
    <w:abstractNumId w:val="15"/>
    <w:lvlOverride w:ilvl="0">
      <w:startOverride w:val="1"/>
    </w:lvlOverride>
  </w:num>
  <w:num w:numId="25" w16cid:durableId="944078796">
    <w:abstractNumId w:val="15"/>
    <w:lvlOverride w:ilvl="0">
      <w:startOverride w:val="1"/>
    </w:lvlOverride>
  </w:num>
  <w:num w:numId="26" w16cid:durableId="1653829719">
    <w:abstractNumId w:val="4"/>
  </w:num>
  <w:num w:numId="27" w16cid:durableId="17754420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linkStyles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2DF9"/>
    <w:rsid w:val="00066B5C"/>
    <w:rsid w:val="000A7FDB"/>
    <w:rsid w:val="000C44E8"/>
    <w:rsid w:val="001B05BB"/>
    <w:rsid w:val="001B1680"/>
    <w:rsid w:val="001D44CC"/>
    <w:rsid w:val="0021385B"/>
    <w:rsid w:val="00227082"/>
    <w:rsid w:val="002B5BCD"/>
    <w:rsid w:val="002D6CE7"/>
    <w:rsid w:val="002F0EBA"/>
    <w:rsid w:val="00322306"/>
    <w:rsid w:val="003660E1"/>
    <w:rsid w:val="00371218"/>
    <w:rsid w:val="003D40CF"/>
    <w:rsid w:val="003E59EC"/>
    <w:rsid w:val="003E5A82"/>
    <w:rsid w:val="00412959"/>
    <w:rsid w:val="00413C19"/>
    <w:rsid w:val="00422873"/>
    <w:rsid w:val="00491EF7"/>
    <w:rsid w:val="004D368D"/>
    <w:rsid w:val="004E1995"/>
    <w:rsid w:val="005030B9"/>
    <w:rsid w:val="00530141"/>
    <w:rsid w:val="00542A1C"/>
    <w:rsid w:val="0054428C"/>
    <w:rsid w:val="00584BEB"/>
    <w:rsid w:val="006046A9"/>
    <w:rsid w:val="0069601E"/>
    <w:rsid w:val="007062D8"/>
    <w:rsid w:val="007A1F0F"/>
    <w:rsid w:val="007B7A79"/>
    <w:rsid w:val="007D6325"/>
    <w:rsid w:val="00835847"/>
    <w:rsid w:val="0089004A"/>
    <w:rsid w:val="00892D8F"/>
    <w:rsid w:val="008C2CA8"/>
    <w:rsid w:val="008E028F"/>
    <w:rsid w:val="00926765"/>
    <w:rsid w:val="0097633C"/>
    <w:rsid w:val="009767CE"/>
    <w:rsid w:val="009A21CE"/>
    <w:rsid w:val="00A04D18"/>
    <w:rsid w:val="00A31B65"/>
    <w:rsid w:val="00A35FC7"/>
    <w:rsid w:val="00A44DA9"/>
    <w:rsid w:val="00A61274"/>
    <w:rsid w:val="00A8440F"/>
    <w:rsid w:val="00AB4B53"/>
    <w:rsid w:val="00B66183"/>
    <w:rsid w:val="00B72DF9"/>
    <w:rsid w:val="00BB1E62"/>
    <w:rsid w:val="00BE721B"/>
    <w:rsid w:val="00BF0625"/>
    <w:rsid w:val="00C259DE"/>
    <w:rsid w:val="00C5755E"/>
    <w:rsid w:val="00CD0783"/>
    <w:rsid w:val="00DF49AB"/>
    <w:rsid w:val="00E26C2C"/>
    <w:rsid w:val="00ED4532"/>
    <w:rsid w:val="00EF4055"/>
    <w:rsid w:val="00F31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12"/>
    <o:shapelayout v:ext="edit">
      <o:idmap v:ext="edit" data="1"/>
      <o:rules v:ext="edit">
        <o:r id="V:Rule1" type="connector" idref="#_x0000_s1170"/>
        <o:r id="V:Rule2" type="connector" idref="#_x0000_s1113"/>
        <o:r id="V:Rule3" type="connector" idref="#_x0000_s1201"/>
        <o:r id="V:Rule4" type="connector" idref="#_x0000_s1033"/>
        <o:r id="V:Rule5" type="connector" idref="#_x0000_s1085"/>
        <o:r id="V:Rule6" type="connector" idref="#_x0000_s1196"/>
        <o:r id="V:Rule7" type="connector" idref="#_x0000_s1200"/>
        <o:r id="V:Rule8" type="connector" idref="#_x0000_s1079"/>
        <o:r id="V:Rule9" type="connector" idref="#_x0000_s1052"/>
        <o:r id="V:Rule10" type="connector" idref="#_x0000_s1027"/>
        <o:r id="V:Rule11" type="connector" idref="#_x0000_s1173"/>
        <o:r id="V:Rule12" type="connector" idref="#_x0000_s1175"/>
        <o:r id="V:Rule13" type="connector" idref="#_x0000_s1032"/>
        <o:r id="V:Rule14" type="connector" idref="#_x0000_s1122"/>
        <o:r id="V:Rule15" type="connector" idref="#_x0000_s1192"/>
        <o:r id="V:Rule16" type="connector" idref="#_x0000_s1089"/>
        <o:r id="V:Rule17" type="connector" idref="#_x0000_s1194"/>
        <o:r id="V:Rule18" type="connector" idref="#_x0000_s1053"/>
        <o:r id="V:Rule19" type="connector" idref="#_x0000_s1199"/>
        <o:r id="V:Rule20" type="connector" idref="#_x0000_s1090"/>
        <o:r id="V:Rule21" type="connector" idref="#_x0000_s1050"/>
        <o:r id="V:Rule22" type="connector" idref="#_x0000_s1088"/>
        <o:r id="V:Rule23" type="connector" idref="#_x0000_s1115"/>
        <o:r id="V:Rule24" type="connector" idref="#_x0000_s1123"/>
        <o:r id="V:Rule25" type="connector" idref="#_x0000_s1059"/>
        <o:r id="V:Rule26" type="connector" idref="#_x0000_s1177"/>
        <o:r id="V:Rule27" type="connector" idref="#_x0000_s1034"/>
        <o:r id="V:Rule28" type="connector" idref="#_x0000_s1178"/>
        <o:r id="V:Rule29" type="connector" idref="#_x0000_s1174"/>
        <o:r id="V:Rule30" type="connector" idref="#_x0000_s1117"/>
        <o:r id="V:Rule31" type="connector" idref="#_x0000_s1030"/>
        <o:r id="V:Rule32" type="connector" idref="#_x0000_s1081"/>
        <o:r id="V:Rule33" type="connector" idref="#_x0000_s1198"/>
        <o:r id="V:Rule34" type="connector" idref="#_x0000_s1060"/>
        <o:r id="V:Rule35" type="connector" idref="#_x0000_s1116"/>
        <o:r id="V:Rule36" type="connector" idref="#_x0000_s1172"/>
        <o:r id="V:Rule37" type="connector" idref="#_x0000_s1086"/>
        <o:r id="V:Rule38" type="connector" idref="#_x0000_s1193"/>
        <o:r id="V:Rule39" type="connector" idref="#_x0000_s1171"/>
        <o:r id="V:Rule40" type="connector" idref="#_x0000_s1121"/>
        <o:r id="V:Rule41" type="connector" idref="#_x0000_s1118"/>
        <o:r id="V:Rule42" type="connector" idref="#_x0000_s1191"/>
        <o:r id="V:Rule43" type="connector" idref="#_x0000_s1029"/>
        <o:r id="V:Rule44" type="connector" idref="#_x0000_s1055"/>
        <o:r id="V:Rule45" type="connector" idref="#_x0000_s1056"/>
        <o:r id="V:Rule46" type="connector" idref="#_x0000_s1028"/>
        <o:r id="V:Rule47" type="connector" idref="#_x0000_s1031"/>
        <o:r id="V:Rule48" type="connector" idref="#_x0000_s1087"/>
        <o:r id="V:Rule49" type="connector" idref="#_x0000_s1051"/>
        <o:r id="V:Rule50" type="connector" idref="#_x0000_s1190"/>
        <o:r id="V:Rule51" type="connector" idref="#_x0000_s1195"/>
        <o:r id="V:Rule52" type="connector" idref="#_x0000_s1120"/>
        <o:r id="V:Rule53" type="connector" idref="#_x0000_s1119"/>
        <o:r id="V:Rule54" type="connector" idref="#_x0000_s1083"/>
        <o:r id="V:Rule55" type="connector" idref="#_x0000_s1197"/>
        <o:r id="V:Rule56" type="connector" idref="#_x0000_s1057"/>
        <o:r id="V:Rule57" type="connector" idref="#_x0000_s1084"/>
        <o:r id="V:Rule58" type="connector" idref="#_x0000_s1114"/>
        <o:r id="V:Rule59" type="connector" idref="#_x0000_s1058"/>
        <o:r id="V:Rule60" type="connector" idref="#_x0000_s1176"/>
        <o:r id="V:Rule61" type="connector" idref="#_x0000_s1082"/>
        <o:r id="V:Rule62" type="connector" idref="#_x0000_s1210"/>
        <o:r id="V:Rule63" type="connector" idref="#_x0000_s1080"/>
        <o:r id="V:Rule64" type="connector" idref="#_x0000_s1110"/>
        <o:r id="V:Rule65" type="connector" idref="#_x0000_s1035"/>
      </o:rules>
    </o:shapelayout>
  </w:shapeDefaults>
  <w:decimalSymbol w:val="."/>
  <w:listSeparator w:val=","/>
  <w14:docId w14:val="09EF34E9"/>
  <w15:docId w15:val="{5DC8D9EA-A198-4421-B1F7-F28F781AA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ta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7B7A7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bidi="ar-SA"/>
    </w:rPr>
  </w:style>
  <w:style w:type="paragraph" w:styleId="Heading1">
    <w:name w:val="heading 1"/>
    <w:basedOn w:val="Normal"/>
    <w:next w:val="Paragraph"/>
    <w:link w:val="Heading1Char"/>
    <w:qFormat/>
    <w:rsid w:val="007B7A79"/>
    <w:pPr>
      <w:keepNext/>
      <w:spacing w:before="240" w:after="240"/>
      <w:jc w:val="center"/>
      <w:outlineLvl w:val="0"/>
    </w:pPr>
    <w:rPr>
      <w:b/>
      <w:caps/>
    </w:rPr>
  </w:style>
  <w:style w:type="paragraph" w:styleId="Heading2">
    <w:name w:val="heading 2"/>
    <w:basedOn w:val="Normal"/>
    <w:next w:val="Paragraph"/>
    <w:link w:val="Heading2Char"/>
    <w:qFormat/>
    <w:rsid w:val="007B7A79"/>
    <w:pPr>
      <w:keepNext/>
      <w:spacing w:before="240" w:after="240"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7B7A79"/>
    <w:pPr>
      <w:keepNext/>
      <w:spacing w:before="240" w:after="240"/>
      <w:jc w:val="center"/>
      <w:outlineLvl w:val="2"/>
    </w:pPr>
    <w:rPr>
      <w:i/>
      <w:iCs/>
      <w:sz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  <w:rsid w:val="007B7A7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7B7A79"/>
  </w:style>
  <w:style w:type="character" w:customStyle="1" w:styleId="jpfdse">
    <w:name w:val="jpfdse"/>
    <w:basedOn w:val="DefaultParagraphFont"/>
    <w:rsid w:val="00CD0783"/>
  </w:style>
  <w:style w:type="character" w:styleId="Hyperlink">
    <w:name w:val="Hyperlink"/>
    <w:rsid w:val="007B7A79"/>
    <w:rPr>
      <w:color w:val="0000FF"/>
      <w:u w:val="single"/>
    </w:rPr>
  </w:style>
  <w:style w:type="paragraph" w:styleId="ListParagraph">
    <w:name w:val="List Paragraph"/>
    <w:basedOn w:val="Normal"/>
    <w:uiPriority w:val="34"/>
    <w:rsid w:val="007B7A7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892D8F"/>
    <w:rPr>
      <w:rFonts w:ascii="Times New Roman" w:eastAsia="Times New Roman" w:hAnsi="Times New Roman" w:cs="Times New Roman"/>
      <w:b/>
      <w:caps/>
      <w:sz w:val="24"/>
      <w:szCs w:val="20"/>
      <w:lang w:bidi="ar-SA"/>
    </w:rPr>
  </w:style>
  <w:style w:type="character" w:customStyle="1" w:styleId="Heading2Char">
    <w:name w:val="Heading 2 Char"/>
    <w:basedOn w:val="DefaultParagraphFont"/>
    <w:link w:val="Heading2"/>
    <w:rsid w:val="00892D8F"/>
    <w:rPr>
      <w:rFonts w:ascii="Times New Roman" w:eastAsia="Times New Roman" w:hAnsi="Times New Roman" w:cs="Times New Roman"/>
      <w:b/>
      <w:sz w:val="2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rsid w:val="00892D8F"/>
    <w:rPr>
      <w:rFonts w:ascii="Times New Roman" w:eastAsia="Times New Roman" w:hAnsi="Times New Roman" w:cs="Times New Roman"/>
      <w:i/>
      <w:iCs/>
      <w:sz w:val="20"/>
      <w:szCs w:val="20"/>
      <w:lang w:val="en-GB" w:eastAsia="en-GB" w:bidi="ar-SA"/>
    </w:rPr>
  </w:style>
  <w:style w:type="paragraph" w:styleId="FootnoteText">
    <w:name w:val="footnote text"/>
    <w:basedOn w:val="Normal"/>
    <w:link w:val="FootnoteTextChar"/>
    <w:semiHidden/>
    <w:rsid w:val="007B7A79"/>
    <w:rPr>
      <w:sz w:val="16"/>
    </w:rPr>
  </w:style>
  <w:style w:type="character" w:customStyle="1" w:styleId="FootnoteTextChar">
    <w:name w:val="Footnote Text Char"/>
    <w:basedOn w:val="DefaultParagraphFont"/>
    <w:link w:val="FootnoteText"/>
    <w:semiHidden/>
    <w:rsid w:val="00892D8F"/>
    <w:rPr>
      <w:rFonts w:ascii="Times New Roman" w:eastAsia="Times New Roman" w:hAnsi="Times New Roman" w:cs="Times New Roman"/>
      <w:sz w:val="16"/>
      <w:szCs w:val="20"/>
      <w:lang w:bidi="ar-SA"/>
    </w:rPr>
  </w:style>
  <w:style w:type="paragraph" w:customStyle="1" w:styleId="PaperTitle">
    <w:name w:val="Paper Title"/>
    <w:basedOn w:val="Normal"/>
    <w:next w:val="AuthorName"/>
    <w:rsid w:val="007B7A79"/>
    <w:pPr>
      <w:spacing w:before="1200"/>
      <w:jc w:val="center"/>
    </w:pPr>
    <w:rPr>
      <w:b/>
      <w:sz w:val="36"/>
    </w:rPr>
  </w:style>
  <w:style w:type="paragraph" w:customStyle="1" w:styleId="AuthorName">
    <w:name w:val="Author Name"/>
    <w:basedOn w:val="Normal"/>
    <w:next w:val="AuthorAffiliation"/>
    <w:rsid w:val="007B7A79"/>
    <w:pPr>
      <w:spacing w:before="360" w:after="360"/>
      <w:jc w:val="center"/>
    </w:pPr>
    <w:rPr>
      <w:sz w:val="28"/>
    </w:rPr>
  </w:style>
  <w:style w:type="paragraph" w:customStyle="1" w:styleId="AuthorAffiliation">
    <w:name w:val="Author Affiliation"/>
    <w:basedOn w:val="Normal"/>
    <w:rsid w:val="007B7A79"/>
    <w:pPr>
      <w:jc w:val="center"/>
    </w:pPr>
    <w:rPr>
      <w:i/>
      <w:sz w:val="20"/>
    </w:rPr>
  </w:style>
  <w:style w:type="paragraph" w:customStyle="1" w:styleId="Abstract">
    <w:name w:val="Abstract"/>
    <w:basedOn w:val="Normal"/>
    <w:next w:val="Heading1"/>
    <w:rsid w:val="007B7A79"/>
    <w:pPr>
      <w:spacing w:before="360" w:after="360"/>
      <w:ind w:left="289" w:right="289"/>
      <w:jc w:val="both"/>
    </w:pPr>
    <w:rPr>
      <w:sz w:val="18"/>
    </w:rPr>
  </w:style>
  <w:style w:type="paragraph" w:customStyle="1" w:styleId="Paragraph">
    <w:name w:val="Paragraph"/>
    <w:basedOn w:val="Normal"/>
    <w:rsid w:val="007B7A79"/>
    <w:pPr>
      <w:ind w:firstLine="284"/>
      <w:jc w:val="both"/>
    </w:pPr>
    <w:rPr>
      <w:sz w:val="20"/>
    </w:rPr>
  </w:style>
  <w:style w:type="character" w:styleId="FootnoteReference">
    <w:name w:val="footnote reference"/>
    <w:semiHidden/>
    <w:rsid w:val="007B7A79"/>
    <w:rPr>
      <w:vertAlign w:val="superscript"/>
    </w:rPr>
  </w:style>
  <w:style w:type="paragraph" w:customStyle="1" w:styleId="Reference">
    <w:name w:val="Reference"/>
    <w:basedOn w:val="Paragraph"/>
    <w:rsid w:val="007B7A79"/>
    <w:pPr>
      <w:numPr>
        <w:numId w:val="17"/>
      </w:numPr>
      <w:ind w:left="426" w:hanging="426"/>
    </w:pPr>
  </w:style>
  <w:style w:type="paragraph" w:customStyle="1" w:styleId="FigureCaption">
    <w:name w:val="Figure Caption"/>
    <w:next w:val="Paragraph"/>
    <w:rsid w:val="007B7A79"/>
    <w:pPr>
      <w:spacing w:before="120" w:after="0" w:line="240" w:lineRule="auto"/>
      <w:jc w:val="center"/>
    </w:pPr>
    <w:rPr>
      <w:rFonts w:ascii="Times New Roman" w:eastAsia="Times New Roman" w:hAnsi="Times New Roman" w:cs="Times New Roman"/>
      <w:sz w:val="18"/>
      <w:szCs w:val="20"/>
      <w:lang w:bidi="ar-SA"/>
    </w:rPr>
  </w:style>
  <w:style w:type="paragraph" w:customStyle="1" w:styleId="Figure">
    <w:name w:val="Figure"/>
    <w:basedOn w:val="Paragraph"/>
    <w:rsid w:val="007B7A79"/>
    <w:pPr>
      <w:keepNext/>
      <w:ind w:firstLine="0"/>
      <w:jc w:val="center"/>
    </w:pPr>
  </w:style>
  <w:style w:type="paragraph" w:customStyle="1" w:styleId="Equation">
    <w:name w:val="Equation"/>
    <w:basedOn w:val="Paragraph"/>
    <w:rsid w:val="007B7A79"/>
    <w:pPr>
      <w:tabs>
        <w:tab w:val="center" w:pos="4320"/>
        <w:tab w:val="right" w:pos="9242"/>
      </w:tabs>
      <w:ind w:firstLine="0"/>
      <w:jc w:val="center"/>
    </w:pPr>
  </w:style>
  <w:style w:type="paragraph" w:styleId="BalloonText">
    <w:name w:val="Balloon Text"/>
    <w:basedOn w:val="Normal"/>
    <w:link w:val="BalloonTextChar"/>
    <w:rsid w:val="007B7A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B7A79"/>
    <w:rPr>
      <w:rFonts w:ascii="Tahoma" w:eastAsia="Times New Roman" w:hAnsi="Tahoma" w:cs="Tahoma"/>
      <w:sz w:val="16"/>
      <w:szCs w:val="16"/>
      <w:lang w:bidi="ar-SA"/>
    </w:rPr>
  </w:style>
  <w:style w:type="table" w:styleId="TableGrid">
    <w:name w:val="Table Grid"/>
    <w:basedOn w:val="TableNormal"/>
    <w:rsid w:val="007B7A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bulleted">
    <w:name w:val="Paragraph (bulleted)"/>
    <w:basedOn w:val="Paragraph"/>
    <w:rsid w:val="007B7A79"/>
    <w:pPr>
      <w:numPr>
        <w:numId w:val="16"/>
      </w:numPr>
      <w:ind w:left="641" w:hanging="357"/>
    </w:pPr>
  </w:style>
  <w:style w:type="paragraph" w:customStyle="1" w:styleId="AuthorEmail">
    <w:name w:val="Author Email"/>
    <w:basedOn w:val="Normal"/>
    <w:qFormat/>
    <w:rsid w:val="007B7A79"/>
    <w:pPr>
      <w:jc w:val="center"/>
    </w:pPr>
    <w:rPr>
      <w:sz w:val="20"/>
    </w:rPr>
  </w:style>
  <w:style w:type="paragraph" w:styleId="NormalWeb">
    <w:name w:val="Normal (Web)"/>
    <w:basedOn w:val="Normal"/>
    <w:uiPriority w:val="99"/>
    <w:unhideWhenUsed/>
    <w:rsid w:val="007B7A79"/>
    <w:pPr>
      <w:spacing w:before="100" w:beforeAutospacing="1" w:after="100" w:afterAutospacing="1"/>
    </w:pPr>
    <w:rPr>
      <w:szCs w:val="24"/>
      <w:lang w:val="en-GB" w:eastAsia="en-GB"/>
    </w:rPr>
  </w:style>
  <w:style w:type="character" w:styleId="Strong">
    <w:name w:val="Strong"/>
    <w:basedOn w:val="DefaultParagraphFont"/>
    <w:uiPriority w:val="22"/>
    <w:qFormat/>
    <w:rsid w:val="007B7A79"/>
    <w:rPr>
      <w:b/>
      <w:bCs/>
    </w:rPr>
  </w:style>
  <w:style w:type="character" w:styleId="Emphasis">
    <w:name w:val="Emphasis"/>
    <w:basedOn w:val="DefaultParagraphFont"/>
    <w:uiPriority w:val="20"/>
    <w:qFormat/>
    <w:rsid w:val="007B7A79"/>
    <w:rPr>
      <w:i/>
      <w:iCs/>
    </w:rPr>
  </w:style>
  <w:style w:type="paragraph" w:customStyle="1" w:styleId="TableCaption">
    <w:name w:val="Table Caption"/>
    <w:basedOn w:val="FigureCaption"/>
    <w:qFormat/>
    <w:rsid w:val="007B7A79"/>
    <w:rPr>
      <w:szCs w:val="18"/>
    </w:rPr>
  </w:style>
  <w:style w:type="paragraph" w:customStyle="1" w:styleId="Paragraphnumbered">
    <w:name w:val="Paragraph (numbered)"/>
    <w:rsid w:val="007B7A79"/>
    <w:pPr>
      <w:numPr>
        <w:numId w:val="6"/>
      </w:num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7B7A79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semiHidden/>
    <w:unhideWhenUsed/>
    <w:rsid w:val="007B7A7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B7A79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7B7A79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B7A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B7A79"/>
    <w:rPr>
      <w:rFonts w:ascii="Times New Roman" w:eastAsia="Times New Roman" w:hAnsi="Times New Roman" w:cs="Times New Roman"/>
      <w:b/>
      <w:bCs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2.bin"/><Relationship Id="rId3" Type="http://schemas.openxmlformats.org/officeDocument/2006/relationships/settings" Target="settings.xml"/><Relationship Id="rId21" Type="http://schemas.openxmlformats.org/officeDocument/2006/relationships/image" Target="media/image7.wmf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5.wmf"/><Relationship Id="rId25" Type="http://schemas.openxmlformats.org/officeDocument/2006/relationships/oleObject" Target="embeddings/oleObject11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hyperlink" Target="mailto:vimalasakthi@pmu.edu" TargetMode="External"/><Relationship Id="rId11" Type="http://schemas.openxmlformats.org/officeDocument/2006/relationships/image" Target="media/image3.wmf"/><Relationship Id="rId24" Type="http://schemas.openxmlformats.org/officeDocument/2006/relationships/oleObject" Target="embeddings/oleObject10.bin"/><Relationship Id="rId5" Type="http://schemas.openxmlformats.org/officeDocument/2006/relationships/hyperlink" Target="mailto:pudurpoovila@gmail.com" TargetMode="External"/><Relationship Id="rId15" Type="http://schemas.openxmlformats.org/officeDocument/2006/relationships/oleObject" Target="embeddings/oleObject5.bin"/><Relationship Id="rId23" Type="http://schemas.openxmlformats.org/officeDocument/2006/relationships/image" Target="media/image8.wmf"/><Relationship Id="rId28" Type="http://schemas.openxmlformats.org/officeDocument/2006/relationships/theme" Target="theme/theme1.xml"/><Relationship Id="rId10" Type="http://schemas.openxmlformats.org/officeDocument/2006/relationships/oleObject" Target="embeddings/oleObject2.bin"/><Relationship Id="rId19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9.bin"/><Relationship Id="rId27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AIPCP%20Article%20Template_Sept1_2023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AIPCP Article Template_Sept1_2023</Template>
  <TotalTime>606</TotalTime>
  <Pages>1</Pages>
  <Words>1889</Words>
  <Characters>10773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Shankara Narayanan V R</cp:lastModifiedBy>
  <cp:revision>27</cp:revision>
  <dcterms:created xsi:type="dcterms:W3CDTF">2025-06-16T13:34:00Z</dcterms:created>
  <dcterms:modified xsi:type="dcterms:W3CDTF">2025-09-15T16:03:00Z</dcterms:modified>
</cp:coreProperties>
</file>