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98C8B" w14:textId="77777777" w:rsidR="00157491" w:rsidRPr="00E263CC" w:rsidRDefault="001D2F63" w:rsidP="00DC2224">
      <w:pPr>
        <w:pStyle w:val="PaperTitle"/>
        <w:rPr>
          <w:lang w:val="en-IN"/>
        </w:rPr>
      </w:pPr>
      <w:r w:rsidRPr="00E263CC">
        <w:rPr>
          <w:lang w:val="en-IN"/>
        </w:rPr>
        <w:t xml:space="preserve">Vertex odd power </w:t>
      </w:r>
      <w:r w:rsidR="00157491" w:rsidRPr="00E263CC">
        <w:rPr>
          <w:lang w:val="en-IN"/>
        </w:rPr>
        <w:t xml:space="preserve">mean </w:t>
      </w:r>
      <w:proofErr w:type="spellStart"/>
      <w:r w:rsidR="00157491" w:rsidRPr="00E263CC">
        <w:rPr>
          <w:lang w:val="en-IN"/>
        </w:rPr>
        <w:t>labeling</w:t>
      </w:r>
      <w:proofErr w:type="spellEnd"/>
      <w:r w:rsidR="00157491" w:rsidRPr="00E263CC">
        <w:rPr>
          <w:lang w:val="en-IN"/>
        </w:rPr>
        <w:t xml:space="preserve"> of families </w:t>
      </w:r>
      <w:r w:rsidR="002F3BF3" w:rsidRPr="00E263CC">
        <w:rPr>
          <w:lang w:val="en-IN"/>
        </w:rPr>
        <w:t xml:space="preserve">of </w:t>
      </w:r>
      <w:r w:rsidR="00157491" w:rsidRPr="00E263CC">
        <w:rPr>
          <w:lang w:val="en-IN"/>
        </w:rPr>
        <w:t>graphs</w:t>
      </w:r>
    </w:p>
    <w:p w14:paraId="26119B59" w14:textId="5478FEC0" w:rsidR="00662EB8" w:rsidRPr="008547AE" w:rsidRDefault="003A3937" w:rsidP="003A3937">
      <w:pPr>
        <w:pStyle w:val="AuthorName"/>
        <w:ind w:left="720"/>
        <w:rPr>
          <w:sz w:val="24"/>
          <w:lang w:val="en-IN"/>
        </w:rPr>
      </w:pPr>
      <w:r>
        <w:rPr>
          <w:lang w:val="en-IN"/>
        </w:rPr>
        <w:t xml:space="preserve">A </w:t>
      </w:r>
      <w:r w:rsidR="00DC2224">
        <w:rPr>
          <w:lang w:val="en-IN"/>
        </w:rPr>
        <w:t>Sasikala</w:t>
      </w:r>
      <w:r w:rsidR="00DC2224">
        <w:rPr>
          <w:vertAlign w:val="superscript"/>
          <w:lang w:val="en-IN"/>
        </w:rPr>
        <w:t>1,a)</w:t>
      </w:r>
      <w:r w:rsidR="00DC2224">
        <w:rPr>
          <w:lang w:val="en-IN"/>
        </w:rPr>
        <w:t xml:space="preserve">, </w:t>
      </w:r>
      <w:r w:rsidR="00DC2224" w:rsidRPr="008547AE">
        <w:rPr>
          <w:lang w:val="en-IN"/>
        </w:rPr>
        <w:t>V. Poovila</w:t>
      </w:r>
      <w:proofErr w:type="gramStart"/>
      <w:r w:rsidR="00DC2224">
        <w:rPr>
          <w:vertAlign w:val="superscript"/>
          <w:lang w:val="en-IN"/>
        </w:rPr>
        <w:t>1,b</w:t>
      </w:r>
      <w:proofErr w:type="gramEnd"/>
      <w:r w:rsidR="00DC2224">
        <w:rPr>
          <w:vertAlign w:val="superscript"/>
          <w:lang w:val="en-IN"/>
        </w:rPr>
        <w:t>)</w:t>
      </w:r>
      <w:r w:rsidR="00DC2224">
        <w:rPr>
          <w:lang w:val="en-IN"/>
        </w:rPr>
        <w:t>,</w:t>
      </w:r>
      <w:r w:rsidR="00DC2224" w:rsidRPr="008547AE">
        <w:rPr>
          <w:lang w:val="en-IN"/>
        </w:rPr>
        <w:t xml:space="preserve"> C. Vimala</w:t>
      </w:r>
      <w:proofErr w:type="gramStart"/>
      <w:r w:rsidR="00DC2224">
        <w:rPr>
          <w:vertAlign w:val="superscript"/>
          <w:lang w:val="en-IN"/>
        </w:rPr>
        <w:t>1,c</w:t>
      </w:r>
      <w:proofErr w:type="gramEnd"/>
      <w:r w:rsidR="00DC2224">
        <w:rPr>
          <w:vertAlign w:val="superscript"/>
          <w:lang w:val="en-IN"/>
        </w:rPr>
        <w:t>)</w:t>
      </w:r>
    </w:p>
    <w:p w14:paraId="59558D94" w14:textId="628AD717" w:rsidR="00662EB8" w:rsidRDefault="00DC2224" w:rsidP="00DC2224">
      <w:pPr>
        <w:pStyle w:val="AuthorAffiliation"/>
        <w:rPr>
          <w:lang w:val="en-IN"/>
        </w:rPr>
      </w:pPr>
      <w:r>
        <w:rPr>
          <w:vertAlign w:val="superscript"/>
          <w:lang w:val="en-IN"/>
        </w:rPr>
        <w:t>1</w:t>
      </w:r>
      <w:r w:rsidR="00662EB8">
        <w:rPr>
          <w:lang w:val="en-IN"/>
        </w:rPr>
        <w:t>Periyar Maniammai Institute of Science &amp; Technology</w:t>
      </w:r>
      <w:r w:rsidR="001D2F63">
        <w:rPr>
          <w:lang w:val="en-IN"/>
        </w:rPr>
        <w:t xml:space="preserve"> </w:t>
      </w:r>
      <w:r w:rsidR="00662EB8">
        <w:rPr>
          <w:lang w:val="en-IN"/>
        </w:rPr>
        <w:t>(Deemed to be University)</w:t>
      </w:r>
      <w:r>
        <w:rPr>
          <w:lang w:val="en-IN"/>
        </w:rPr>
        <w:t xml:space="preserve">, </w:t>
      </w:r>
      <w:proofErr w:type="spellStart"/>
      <w:r w:rsidR="00662EB8">
        <w:rPr>
          <w:lang w:val="en-IN"/>
        </w:rPr>
        <w:t>Vallam</w:t>
      </w:r>
      <w:proofErr w:type="spellEnd"/>
      <w:r w:rsidR="00662EB8">
        <w:rPr>
          <w:lang w:val="en-IN"/>
        </w:rPr>
        <w:t>, Thanjavur</w:t>
      </w:r>
      <w:r>
        <w:rPr>
          <w:lang w:val="en-IN"/>
        </w:rPr>
        <w:t>, Tamil Nadu, India.</w:t>
      </w:r>
    </w:p>
    <w:p w14:paraId="42253D4F" w14:textId="1C7CBCB9" w:rsidR="00157491" w:rsidRPr="00DC2224" w:rsidRDefault="00DC2224" w:rsidP="00DC2224">
      <w:pPr>
        <w:pStyle w:val="AuthorEmail"/>
      </w:pPr>
      <w:r>
        <w:t xml:space="preserve">Corresponding author: </w:t>
      </w:r>
      <w:r>
        <w:rPr>
          <w:vertAlign w:val="superscript"/>
        </w:rPr>
        <w:t>a)</w:t>
      </w:r>
      <w:hyperlink r:id="rId5" w:history="1">
        <w:r w:rsidRPr="004943E6">
          <w:rPr>
            <w:rStyle w:val="Hyperlink"/>
          </w:rPr>
          <w:t>sasikala@pmu.edu</w:t>
        </w:r>
      </w:hyperlink>
      <w:r w:rsidR="008547AE" w:rsidRPr="00DC2224">
        <w:t xml:space="preserve">, </w:t>
      </w:r>
      <w:r>
        <w:rPr>
          <w:vertAlign w:val="superscript"/>
        </w:rPr>
        <w:t>b)</w:t>
      </w:r>
      <w:hyperlink r:id="rId6" w:history="1">
        <w:r w:rsidRPr="004943E6">
          <w:rPr>
            <w:rStyle w:val="Hyperlink"/>
          </w:rPr>
          <w:t>pudurpoovila@gmail.com</w:t>
        </w:r>
      </w:hyperlink>
      <w:r w:rsidR="00662EB8" w:rsidRPr="00DC2224">
        <w:t xml:space="preserve">, </w:t>
      </w:r>
      <w:r>
        <w:rPr>
          <w:vertAlign w:val="superscript"/>
        </w:rPr>
        <w:t>c)</w:t>
      </w:r>
      <w:hyperlink r:id="rId7" w:history="1">
        <w:r w:rsidRPr="004943E6">
          <w:rPr>
            <w:rStyle w:val="Hyperlink"/>
          </w:rPr>
          <w:t>vimalasakthi@pmu.edu</w:t>
        </w:r>
      </w:hyperlink>
    </w:p>
    <w:p w14:paraId="0C518263" w14:textId="4C078FF4" w:rsidR="00F800B2" w:rsidRPr="00861ABC" w:rsidRDefault="00662EB8" w:rsidP="00DC2224">
      <w:pPr>
        <w:pStyle w:val="Abstract"/>
      </w:pPr>
      <w:r>
        <w:rPr>
          <w:b/>
          <w:bCs/>
          <w:lang w:val="en-IN"/>
        </w:rPr>
        <w:t>Abstract</w:t>
      </w:r>
      <w:r w:rsidR="00DC2224">
        <w:rPr>
          <w:b/>
          <w:bCs/>
          <w:lang w:val="en-IN"/>
        </w:rPr>
        <w:t xml:space="preserve">: </w:t>
      </w:r>
      <w:r w:rsidRPr="00A44DA9">
        <w:rPr>
          <w:lang w:val="en-IN"/>
        </w:rPr>
        <w:t xml:space="preserve">Graph </w:t>
      </w:r>
      <w:proofErr w:type="spellStart"/>
      <w:r w:rsidRPr="00A44DA9">
        <w:rPr>
          <w:lang w:val="en-IN"/>
        </w:rPr>
        <w:t>labeling</w:t>
      </w:r>
      <w:proofErr w:type="spellEnd"/>
      <w:r>
        <w:rPr>
          <w:lang w:val="en-IN"/>
        </w:rPr>
        <w:t xml:space="preserve"> plays a significant role in graph theory, where labels are assigned to the vertices, edges, or both, under specific conditions.</w:t>
      </w:r>
      <w:r w:rsidRPr="00A44DA9">
        <w:rPr>
          <w:lang w:val="en-IN"/>
        </w:rPr>
        <w:t xml:space="preserve"> </w:t>
      </w:r>
      <w:r w:rsidR="00F800B2">
        <w:rPr>
          <w:lang w:val="en-IN"/>
        </w:rPr>
        <w:t xml:space="preserve">                                                                                    </w:t>
      </w:r>
      <w:r w:rsidR="00F800B2">
        <w:t>If t</w:t>
      </w:r>
      <w:r w:rsidR="00F800B2" w:rsidRPr="00861ABC">
        <w:t>he graph G</w:t>
      </w:r>
      <w:r w:rsidR="00F800B2">
        <w:t xml:space="preserve"> </w:t>
      </w:r>
      <w:r w:rsidR="00F800B2" w:rsidRPr="00861ABC">
        <w:t>(V,</w:t>
      </w:r>
      <w:r w:rsidR="00F800B2">
        <w:t xml:space="preserve"> </w:t>
      </w:r>
      <w:r w:rsidR="00F800B2" w:rsidRPr="00861ABC">
        <w:t>E) wi</w:t>
      </w:r>
      <w:r w:rsidR="006204DB">
        <w:t xml:space="preserve">th p vertices and </w:t>
      </w:r>
      <w:r w:rsidR="00F800B2">
        <w:t>q edges</w:t>
      </w:r>
      <w:r w:rsidR="00F800B2" w:rsidRPr="00861ABC">
        <w:t xml:space="preserve"> is</w:t>
      </w:r>
      <w:r w:rsidR="00F800B2">
        <w:t xml:space="preserve"> feasible to label the vertices </w:t>
      </w:r>
      <w:r w:rsidR="00F800B2" w:rsidRPr="00861ABC">
        <w:t>x ε V with diffe</w:t>
      </w:r>
      <w:r w:rsidR="00F800B2">
        <w:t xml:space="preserve">rent </w:t>
      </w:r>
      <w:proofErr w:type="spellStart"/>
      <w:r w:rsidR="00F800B2">
        <w:t>labelings</w:t>
      </w:r>
      <w:proofErr w:type="spellEnd"/>
      <w:r w:rsidR="00F800B2">
        <w:t xml:space="preserve"> f(x) from </w:t>
      </w:r>
      <w:proofErr w:type="gramStart"/>
      <w:r w:rsidR="00F800B2" w:rsidRPr="00861ABC">
        <w:t>f :V</w:t>
      </w:r>
      <w:proofErr w:type="gramEnd"/>
      <w:r w:rsidR="00F800B2" w:rsidRPr="00861ABC">
        <w:t xml:space="preserve">(G) </w:t>
      </w:r>
      <w:r w:rsidR="00F800B2" w:rsidRPr="00861ABC">
        <w:sym w:font="Symbol" w:char="F0AE"/>
      </w:r>
      <w:r w:rsidR="00F800B2" w:rsidRPr="00861ABC">
        <w:t xml:space="preserve">{1, </w:t>
      </w:r>
      <w:r w:rsidR="00F800B2">
        <w:t>3</w:t>
      </w:r>
      <w:r w:rsidR="00F800B2" w:rsidRPr="00861ABC">
        <w:t xml:space="preserve">, …, </w:t>
      </w:r>
      <w:r w:rsidR="00F800B2">
        <w:t>2</w:t>
      </w:r>
      <w:r w:rsidR="00F800B2" w:rsidRPr="00861ABC">
        <w:t>q + 1}</w:t>
      </w:r>
      <w:r w:rsidR="00F800B2">
        <w:t xml:space="preserve"> </w:t>
      </w:r>
      <w:r w:rsidR="00F800B2" w:rsidRPr="00861ABC">
        <w:t xml:space="preserve">in such a way that when each edge </w:t>
      </w:r>
      <w:r w:rsidR="00F800B2">
        <w:t xml:space="preserve">              </w:t>
      </w:r>
      <w:r w:rsidR="00F800B2" w:rsidRPr="00861ABC">
        <w:t xml:space="preserve">e = </w:t>
      </w:r>
      <w:proofErr w:type="spellStart"/>
      <w:r w:rsidR="00F800B2" w:rsidRPr="00861ABC">
        <w:t>uv</w:t>
      </w:r>
      <w:proofErr w:type="spellEnd"/>
      <w:r w:rsidR="00F800B2" w:rsidRPr="00861ABC">
        <w:t xml:space="preserve"> is labeled with</w:t>
      </w:r>
    </w:p>
    <w:p w14:paraId="12947BA4" w14:textId="77777777" w:rsidR="00DC2224" w:rsidRDefault="00F800B2" w:rsidP="00DC2224">
      <w:pPr>
        <w:pStyle w:val="Abstract"/>
      </w:pPr>
      <w:r w:rsidRPr="00861ABC">
        <w:t xml:space="preserve">f*(e = </w:t>
      </w:r>
      <w:proofErr w:type="spellStart"/>
      <w:r w:rsidRPr="00861ABC">
        <w:t>uv</w:t>
      </w:r>
      <w:proofErr w:type="spellEnd"/>
      <w:r w:rsidRPr="00861ABC">
        <w:t xml:space="preserve">) = </w:t>
      </w:r>
      <w:r w:rsidRPr="00861ABC">
        <w:rPr>
          <w:position w:val="-30"/>
        </w:rPr>
        <w:object w:dxaOrig="2720" w:dyaOrig="720" w14:anchorId="0F1E44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2.4pt;height:40.8pt" o:ole="">
            <v:imagedata r:id="rId8" o:title=""/>
          </v:shape>
          <o:OLEObject Type="Embed" ProgID="Equation.3" ShapeID="_x0000_i1025" DrawAspect="Content" ObjectID="_1819478161" r:id="rId9"/>
        </w:object>
      </w:r>
      <w:proofErr w:type="gramStart"/>
      <w:r w:rsidRPr="00861ABC">
        <w:t>or</w:t>
      </w:r>
      <w:r>
        <w:t xml:space="preserve">  </w:t>
      </w:r>
      <w:r w:rsidRPr="00861ABC">
        <w:t>f</w:t>
      </w:r>
      <w:proofErr w:type="gramEnd"/>
      <w:r w:rsidRPr="00861ABC">
        <w:t xml:space="preserve">*(e = </w:t>
      </w:r>
      <w:proofErr w:type="spellStart"/>
      <w:r w:rsidRPr="00861ABC">
        <w:t>uv</w:t>
      </w:r>
      <w:proofErr w:type="spellEnd"/>
      <w:r w:rsidRPr="00861ABC">
        <w:t xml:space="preserve">) = </w:t>
      </w:r>
      <w:r w:rsidRPr="00861ABC">
        <w:rPr>
          <w:position w:val="-30"/>
        </w:rPr>
        <w:object w:dxaOrig="2720" w:dyaOrig="720" w14:anchorId="172CAA6F">
          <v:shape id="_x0000_i1026" type="#_x0000_t75" style="width:141pt;height:37.8pt" o:ole="">
            <v:imagedata r:id="rId10" o:title=""/>
          </v:shape>
          <o:OLEObject Type="Embed" ProgID="Equation.3" ShapeID="_x0000_i1026" DrawAspect="Content" ObjectID="_1819478162" r:id="rId11"/>
        </w:object>
      </w:r>
      <w:r w:rsidRPr="00861ABC">
        <w:t xml:space="preserve">and the edge </w:t>
      </w:r>
      <w:proofErr w:type="spellStart"/>
      <w:r w:rsidRPr="00861ABC">
        <w:t>labelings</w:t>
      </w:r>
      <w:proofErr w:type="spellEnd"/>
      <w:r w:rsidRPr="00861ABC">
        <w:t xml:space="preserve"> are distinct.</w:t>
      </w:r>
      <w:r>
        <w:t xml:space="preserve"> </w:t>
      </w:r>
      <w:r w:rsidRPr="00861ABC">
        <w:t xml:space="preserve">This labeling is called </w:t>
      </w:r>
      <w:r>
        <w:t xml:space="preserve">vertex odd </w:t>
      </w:r>
      <w:r w:rsidRPr="00371218">
        <w:t>power mean labeling</w:t>
      </w:r>
      <w:r>
        <w:rPr>
          <w:i/>
          <w:iCs/>
        </w:rPr>
        <w:t>.</w:t>
      </w:r>
      <w:r w:rsidR="00DC2224">
        <w:rPr>
          <w:i/>
          <w:iCs/>
        </w:rPr>
        <w:t xml:space="preserve"> </w:t>
      </w:r>
      <w:r w:rsidRPr="00DC2224">
        <w:t xml:space="preserve">In this paper it is proved that </w:t>
      </w:r>
      <w:r w:rsidR="003829CB" w:rsidRPr="00DC2224">
        <w:t>the disconnected cycle</w:t>
      </w:r>
      <w:r w:rsidR="009A14F0" w:rsidRPr="00DC2224">
        <w:t>s</w:t>
      </w:r>
      <w:r w:rsidR="003829CB" w:rsidRPr="00DC2224">
        <w:t xml:space="preserve"> graph</w:t>
      </w:r>
      <w:r w:rsidR="009A14F0" w:rsidRPr="00DC2224">
        <w:t xml:space="preserve"> </w:t>
      </w:r>
      <w:proofErr w:type="spellStart"/>
      <w:r w:rsidR="003829CB" w:rsidRPr="00DC2224">
        <w:t>sCr</w:t>
      </w:r>
      <w:proofErr w:type="spellEnd"/>
      <w:r w:rsidR="003829CB" w:rsidRPr="00DC2224">
        <w:t xml:space="preserve">, the Subdivision graphs </w:t>
      </w:r>
      <w:proofErr w:type="spellStart"/>
      <w:proofErr w:type="gramStart"/>
      <w:r w:rsidR="003829CB" w:rsidRPr="00DC2224">
        <w:t>Ps,r</w:t>
      </w:r>
      <w:proofErr w:type="spellEnd"/>
      <w:proofErr w:type="gramEnd"/>
      <w:r w:rsidR="003829CB" w:rsidRPr="00DC2224">
        <w:t xml:space="preserve"> and S(</w:t>
      </w:r>
      <w:proofErr w:type="spellStart"/>
      <w:proofErr w:type="gramStart"/>
      <w:r w:rsidR="003829CB" w:rsidRPr="00DC2224">
        <w:t>Ks,r</w:t>
      </w:r>
      <w:proofErr w:type="spellEnd"/>
      <w:proofErr w:type="gramEnd"/>
      <w:r w:rsidR="003829CB" w:rsidRPr="00DC2224">
        <w:t xml:space="preserve">), Firecracker graph, grid graph, Spanning Tree, the graphs </w:t>
      </w:r>
      <w:proofErr w:type="spellStart"/>
      <w:r w:rsidR="003829CB" w:rsidRPr="00DC2224">
        <w:t>Pr</w:t>
      </w:r>
      <w:proofErr w:type="spellEnd"/>
      <w:r w:rsidR="003829CB" w:rsidRPr="00DC2224">
        <w:t xml:space="preserve"> ʘ Ks, and </w:t>
      </w:r>
      <w:proofErr w:type="spellStart"/>
      <w:r w:rsidR="003829CB" w:rsidRPr="00DC2224">
        <w:t>Pr</w:t>
      </w:r>
      <w:proofErr w:type="spellEnd"/>
      <w:r w:rsidR="003829CB" w:rsidRPr="00DC2224">
        <w:t xml:space="preserve"> + </w:t>
      </w:r>
      <w:proofErr w:type="spellStart"/>
      <w:r w:rsidR="003829CB" w:rsidRPr="00DC2224">
        <w:t>sSr</w:t>
      </w:r>
      <w:proofErr w:type="spellEnd"/>
      <w:r w:rsidR="003829CB" w:rsidRPr="00DC2224">
        <w:t xml:space="preserve"> </w:t>
      </w:r>
      <w:r w:rsidRPr="00DC2224">
        <w:t>satisfy the vertex odd power mean labeling.</w:t>
      </w:r>
    </w:p>
    <w:p w14:paraId="52EA4096" w14:textId="7B01E3FE" w:rsidR="006204DB" w:rsidRPr="006760F7" w:rsidRDefault="006204DB" w:rsidP="00DC2224">
      <w:pPr>
        <w:pStyle w:val="Abstract"/>
        <w:rPr>
          <w:lang w:val="en-IN"/>
        </w:rPr>
      </w:pPr>
      <w:r w:rsidRPr="00DC2224">
        <w:rPr>
          <w:b/>
          <w:bCs/>
        </w:rPr>
        <w:t>Keywords:</w:t>
      </w:r>
      <w:r w:rsidRPr="006760F7">
        <w:t xml:space="preserve"> Disconnected cycles graph, Subdivision graphs, </w:t>
      </w:r>
      <w:r w:rsidRPr="006760F7">
        <w:rPr>
          <w:lang w:val="en-IN"/>
        </w:rPr>
        <w:t xml:space="preserve">vertex odd power mean </w:t>
      </w:r>
      <w:proofErr w:type="spellStart"/>
      <w:r w:rsidRPr="006760F7">
        <w:rPr>
          <w:lang w:val="en-IN"/>
        </w:rPr>
        <w:t>labeling</w:t>
      </w:r>
      <w:proofErr w:type="spellEnd"/>
      <w:r w:rsidRPr="006760F7">
        <w:rPr>
          <w:lang w:val="en-IN"/>
        </w:rPr>
        <w:t xml:space="preserve"> </w:t>
      </w:r>
    </w:p>
    <w:p w14:paraId="7FBC9680" w14:textId="787E6DEC" w:rsidR="00662EB8" w:rsidRDefault="00662EB8" w:rsidP="00DC2224">
      <w:pPr>
        <w:pStyle w:val="Heading1"/>
        <w:rPr>
          <w:lang w:val="en-IN"/>
        </w:rPr>
      </w:pPr>
      <w:r>
        <w:rPr>
          <w:lang w:val="en-IN"/>
        </w:rPr>
        <w:t>Introduction</w:t>
      </w:r>
    </w:p>
    <w:p w14:paraId="00E6AECE" w14:textId="77777777" w:rsidR="00D031F8" w:rsidRPr="00CE663F" w:rsidRDefault="00EA7AE4" w:rsidP="00DC2224">
      <w:pPr>
        <w:pStyle w:val="Paragraph"/>
        <w:rPr>
          <w:lang w:val="en-IN"/>
        </w:rPr>
      </w:pPr>
      <w:r>
        <w:rPr>
          <w:lang w:val="en-IN"/>
        </w:rPr>
        <w:t xml:space="preserve">Graph </w:t>
      </w:r>
      <w:proofErr w:type="spellStart"/>
      <w:r>
        <w:rPr>
          <w:lang w:val="en-IN"/>
        </w:rPr>
        <w:t>labeling</w:t>
      </w:r>
      <w:proofErr w:type="spellEnd"/>
      <w:r>
        <w:rPr>
          <w:lang w:val="en-IN"/>
        </w:rPr>
        <w:t xml:space="preserve"> is a</w:t>
      </w:r>
      <w:r w:rsidR="00DF6C9B">
        <w:rPr>
          <w:lang w:val="en-IN"/>
        </w:rPr>
        <w:t>n</w:t>
      </w:r>
      <w:r>
        <w:rPr>
          <w:lang w:val="en-IN"/>
        </w:rPr>
        <w:t xml:space="preserve"> established area in graph theory, involving the assignment of integers to </w:t>
      </w:r>
      <w:r w:rsidR="003811A4">
        <w:rPr>
          <w:lang w:val="en-IN"/>
        </w:rPr>
        <w:t>the vertices, edges, or both, under specific conditions</w:t>
      </w:r>
      <w:r w:rsidR="00DF6C9B">
        <w:rPr>
          <w:lang w:val="en-IN"/>
        </w:rPr>
        <w:t xml:space="preserve"> [1]</w:t>
      </w:r>
      <w:r w:rsidR="003811A4">
        <w:rPr>
          <w:lang w:val="en-IN"/>
        </w:rPr>
        <w:t>.</w:t>
      </w:r>
      <w:r w:rsidR="00D031F8">
        <w:rPr>
          <w:lang w:val="en-IN"/>
        </w:rPr>
        <w:t xml:space="preserve"> </w:t>
      </w:r>
      <w:r w:rsidR="003811A4">
        <w:t>T</w:t>
      </w:r>
      <w:r w:rsidR="00662EB8" w:rsidRPr="00861ABC">
        <w:t>he concept of graph labeling</w:t>
      </w:r>
      <w:r w:rsidR="003811A4">
        <w:t>,</w:t>
      </w:r>
      <w:r w:rsidR="00662EB8" w:rsidRPr="00861ABC">
        <w:t xml:space="preserve"> </w:t>
      </w:r>
      <w:r w:rsidR="00662EB8">
        <w:t>first introduced</w:t>
      </w:r>
      <w:r w:rsidR="003811A4">
        <w:t xml:space="preserve"> in the </w:t>
      </w:r>
      <w:r w:rsidR="003811A4" w:rsidRPr="003E27FA">
        <w:t>mid-’60s</w:t>
      </w:r>
      <w:r w:rsidR="003811A4">
        <w:t>, has gained significant attention due to its wide range applications.</w:t>
      </w:r>
      <w:r w:rsidR="00014FC1" w:rsidRPr="00014FC1">
        <w:t xml:space="preserve"> </w:t>
      </w:r>
      <w:r w:rsidR="00014FC1">
        <w:t>The past six decades,</w:t>
      </w:r>
      <w:r w:rsidR="00014FC1">
        <w:rPr>
          <w:lang w:val="en-IN"/>
        </w:rPr>
        <w:t xml:space="preserve"> </w:t>
      </w:r>
      <w:r w:rsidR="00014FC1">
        <w:t xml:space="preserve">more than 350 </w:t>
      </w:r>
      <w:r w:rsidR="00014FC1">
        <w:rPr>
          <w:lang w:val="en-IN"/>
        </w:rPr>
        <w:t xml:space="preserve">various types of </w:t>
      </w:r>
      <w:proofErr w:type="spellStart"/>
      <w:r w:rsidR="00014FC1">
        <w:rPr>
          <w:lang w:val="en-IN"/>
        </w:rPr>
        <w:t>labeling</w:t>
      </w:r>
      <w:proofErr w:type="spellEnd"/>
      <w:r w:rsidR="00014FC1">
        <w:rPr>
          <w:lang w:val="en-IN"/>
        </w:rPr>
        <w:t xml:space="preserve"> techniques have been introduced by several authors, including </w:t>
      </w:r>
      <w:r w:rsidR="00014FC1" w:rsidRPr="00A44DA9">
        <w:rPr>
          <w:lang w:val="en-IN"/>
        </w:rPr>
        <w:t xml:space="preserve">graceful </w:t>
      </w:r>
      <w:proofErr w:type="spellStart"/>
      <w:r w:rsidR="00014FC1" w:rsidRPr="00A44DA9">
        <w:rPr>
          <w:lang w:val="en-IN"/>
        </w:rPr>
        <w:t>labeling</w:t>
      </w:r>
      <w:proofErr w:type="spellEnd"/>
      <w:r w:rsidR="00014FC1" w:rsidRPr="00A44DA9">
        <w:rPr>
          <w:lang w:val="en-IN"/>
        </w:rPr>
        <w:t xml:space="preserve">, </w:t>
      </w:r>
      <w:r w:rsidR="00014FC1">
        <w:rPr>
          <w:lang w:val="en-IN"/>
        </w:rPr>
        <w:t xml:space="preserve">odd graceful and even graceful </w:t>
      </w:r>
      <w:proofErr w:type="spellStart"/>
      <w:r w:rsidR="00014FC1">
        <w:rPr>
          <w:lang w:val="en-IN"/>
        </w:rPr>
        <w:t>labeling</w:t>
      </w:r>
      <w:proofErr w:type="spellEnd"/>
      <w:r w:rsidR="00014FC1">
        <w:rPr>
          <w:lang w:val="en-IN"/>
        </w:rPr>
        <w:t xml:space="preserve">, </w:t>
      </w:r>
      <w:r w:rsidR="00014FC1" w:rsidRPr="00A44DA9">
        <w:rPr>
          <w:lang w:val="en-IN"/>
        </w:rPr>
        <w:t xml:space="preserve">harmonious </w:t>
      </w:r>
      <w:proofErr w:type="spellStart"/>
      <w:r w:rsidR="00014FC1" w:rsidRPr="00A44DA9">
        <w:rPr>
          <w:lang w:val="en-IN"/>
        </w:rPr>
        <w:t>labeling</w:t>
      </w:r>
      <w:proofErr w:type="spellEnd"/>
      <w:r w:rsidR="00014FC1" w:rsidRPr="00A44DA9">
        <w:rPr>
          <w:lang w:val="en-IN"/>
        </w:rPr>
        <w:t xml:space="preserve">, felicitous </w:t>
      </w:r>
      <w:proofErr w:type="spellStart"/>
      <w:r w:rsidR="00014FC1" w:rsidRPr="00A44DA9">
        <w:rPr>
          <w:lang w:val="en-IN"/>
        </w:rPr>
        <w:t>labeling</w:t>
      </w:r>
      <w:proofErr w:type="spellEnd"/>
      <w:r w:rsidR="00014FC1" w:rsidRPr="00A44DA9">
        <w:rPr>
          <w:lang w:val="en-IN"/>
        </w:rPr>
        <w:t xml:space="preserve"> and </w:t>
      </w:r>
      <w:r w:rsidR="00014FC1">
        <w:rPr>
          <w:lang w:val="en-IN"/>
        </w:rPr>
        <w:t xml:space="preserve">mean </w:t>
      </w:r>
      <w:proofErr w:type="spellStart"/>
      <w:r w:rsidR="00014FC1">
        <w:rPr>
          <w:lang w:val="en-IN"/>
        </w:rPr>
        <w:t>labeling</w:t>
      </w:r>
      <w:proofErr w:type="spellEnd"/>
      <w:r w:rsidR="00014FC1">
        <w:rPr>
          <w:lang w:val="en-IN"/>
        </w:rPr>
        <w:t xml:space="preserve"> etc. </w:t>
      </w:r>
      <w:r w:rsidR="003811A4">
        <w:t>and almost 3600 articles have been published</w:t>
      </w:r>
      <w:r w:rsidR="00DF6C9B">
        <w:t xml:space="preserve"> [2]</w:t>
      </w:r>
      <w:r w:rsidR="003811A4">
        <w:t xml:space="preserve">. </w:t>
      </w:r>
      <w:r w:rsidR="00662EB8">
        <w:t xml:space="preserve"> </w:t>
      </w:r>
    </w:p>
    <w:p w14:paraId="2CCCC385" w14:textId="77777777" w:rsidR="00662EB8" w:rsidRPr="00DE7AAA" w:rsidRDefault="00662EB8" w:rsidP="00DC2224">
      <w:pPr>
        <w:pStyle w:val="Paragraph"/>
      </w:pPr>
      <w:r w:rsidRPr="00DE7AAA">
        <w:t xml:space="preserve">Graph labeling </w:t>
      </w:r>
      <w:r w:rsidR="00D031F8" w:rsidRPr="00DE7AAA">
        <w:t xml:space="preserve">has </w:t>
      </w:r>
      <w:r w:rsidRPr="00DE7AAA">
        <w:t xml:space="preserve">been motivated by </w:t>
      </w:r>
      <w:r w:rsidR="00DE7AAA" w:rsidRPr="00DE7AAA">
        <w:t>its applications in various fields</w:t>
      </w:r>
      <w:r w:rsidRPr="00DE7AAA">
        <w:t xml:space="preserve"> </w:t>
      </w:r>
      <w:r w:rsidR="00DE7AAA" w:rsidRPr="00DE7AAA">
        <w:t xml:space="preserve">like network design, coding theory, and communication systems </w:t>
      </w:r>
      <w:proofErr w:type="spellStart"/>
      <w:r w:rsidR="00DE7AAA" w:rsidRPr="00DE7AAA">
        <w:t>etc</w:t>
      </w:r>
      <w:proofErr w:type="spellEnd"/>
      <w:r w:rsidR="00DE7AAA" w:rsidRPr="00DE7AAA">
        <w:t xml:space="preserve">, </w:t>
      </w:r>
      <w:r w:rsidRPr="00DE7AAA">
        <w:t xml:space="preserve">and </w:t>
      </w:r>
      <w:r w:rsidR="00DE7AAA" w:rsidRPr="00DE7AAA">
        <w:t>its</w:t>
      </w:r>
      <w:r w:rsidRPr="00DE7AAA">
        <w:t xml:space="preserve"> </w:t>
      </w:r>
      <w:r w:rsidR="003811A4" w:rsidRPr="00DE7AAA">
        <w:t>intrinsic mathematical interest and</w:t>
      </w:r>
      <w:r w:rsidR="00DE7AAA" w:rsidRPr="00DE7AAA">
        <w:t xml:space="preserve"> relevance to</w:t>
      </w:r>
      <w:r w:rsidR="003811A4" w:rsidRPr="00DE7AAA">
        <w:t xml:space="preserve"> </w:t>
      </w:r>
      <w:r w:rsidRPr="00DE7AAA">
        <w:t>practical problems</w:t>
      </w:r>
      <w:r w:rsidR="003811A4" w:rsidRPr="00DE7AAA">
        <w:t xml:space="preserve">. </w:t>
      </w:r>
    </w:p>
    <w:p w14:paraId="46757F03" w14:textId="77777777" w:rsidR="008720BC" w:rsidRDefault="00D031F8" w:rsidP="00DC2224">
      <w:pPr>
        <w:pStyle w:val="Paragraph"/>
      </w:pPr>
      <w:r>
        <w:t xml:space="preserve">In this </w:t>
      </w:r>
      <w:r w:rsidR="00CE663F">
        <w:t xml:space="preserve">paper </w:t>
      </w:r>
      <w:r>
        <w:t xml:space="preserve">we focus on </w:t>
      </w:r>
      <w:r w:rsidR="005478A3">
        <w:t>the</w:t>
      </w:r>
      <w:r>
        <w:t xml:space="preserve"> vertex odd power mean labeling and apply this </w:t>
      </w:r>
      <w:r w:rsidR="008720BC">
        <w:t xml:space="preserve">for </w:t>
      </w:r>
      <w:r>
        <w:t xml:space="preserve">certain families of graphs. </w:t>
      </w:r>
    </w:p>
    <w:p w14:paraId="24967630" w14:textId="6674D9B2" w:rsidR="00EA7AE4" w:rsidRDefault="00D031F8" w:rsidP="00DC2224">
      <w:pPr>
        <w:pStyle w:val="Heading1"/>
        <w:rPr>
          <w:lang w:val="en-IN"/>
        </w:rPr>
      </w:pPr>
      <w:r>
        <w:rPr>
          <w:lang w:val="en-IN"/>
        </w:rPr>
        <w:t>Definitions</w:t>
      </w:r>
    </w:p>
    <w:p w14:paraId="3B40D45F" w14:textId="77777777" w:rsidR="007771D6" w:rsidRPr="00D031F8" w:rsidRDefault="007771D6" w:rsidP="00DC2224">
      <w:pPr>
        <w:pStyle w:val="Heading2"/>
        <w:rPr>
          <w:lang w:val="en-IN"/>
        </w:rPr>
      </w:pPr>
      <w:r>
        <w:rPr>
          <w:lang w:val="en-IN"/>
        </w:rPr>
        <w:t>Definition 2.</w:t>
      </w:r>
      <w:r w:rsidRPr="00861ABC">
        <w:rPr>
          <w:lang w:val="en-IN"/>
        </w:rPr>
        <w:t>1:</w:t>
      </w:r>
      <w:r>
        <w:rPr>
          <w:lang w:val="en-IN"/>
        </w:rPr>
        <w:t xml:space="preserve"> </w:t>
      </w:r>
      <w:r w:rsidRPr="007771D6">
        <w:rPr>
          <w:lang w:val="en-IN"/>
        </w:rPr>
        <w:t xml:space="preserve">Graceful </w:t>
      </w:r>
      <w:proofErr w:type="spellStart"/>
      <w:r w:rsidRPr="007771D6">
        <w:rPr>
          <w:lang w:val="en-IN"/>
        </w:rPr>
        <w:t>Labeling</w:t>
      </w:r>
      <w:proofErr w:type="spellEnd"/>
    </w:p>
    <w:p w14:paraId="41201E8C" w14:textId="77777777" w:rsidR="00662EB8" w:rsidRDefault="00662EB8" w:rsidP="00DC2224">
      <w:pPr>
        <w:pStyle w:val="Paragraph"/>
        <w:rPr>
          <w:lang w:val="en-IN"/>
        </w:rPr>
      </w:pPr>
      <w:r w:rsidRPr="00861ABC">
        <w:rPr>
          <w:lang w:val="en-IN"/>
        </w:rPr>
        <w:t xml:space="preserve">A </w:t>
      </w:r>
      <w:r w:rsidRPr="00861ABC">
        <w:rPr>
          <w:i/>
          <w:iCs/>
          <w:lang w:val="en-IN"/>
        </w:rPr>
        <w:t xml:space="preserve">graceful </w:t>
      </w:r>
      <w:proofErr w:type="spellStart"/>
      <w:r w:rsidRPr="00861ABC">
        <w:rPr>
          <w:i/>
          <w:iCs/>
          <w:lang w:val="en-IN"/>
        </w:rPr>
        <w:t>labeling</w:t>
      </w:r>
      <w:proofErr w:type="spellEnd"/>
      <w:r w:rsidRPr="00861ABC">
        <w:rPr>
          <w:lang w:val="en-IN"/>
        </w:rPr>
        <w:t xml:space="preserve"> of a finite undirected graph G = (V, E), is a</w:t>
      </w:r>
      <w:r>
        <w:rPr>
          <w:lang w:val="en-IN"/>
        </w:rPr>
        <w:t xml:space="preserve"> </w:t>
      </w:r>
      <w:r w:rsidRPr="00861ABC">
        <w:rPr>
          <w:lang w:val="en-IN"/>
        </w:rPr>
        <w:t>one</w:t>
      </w:r>
      <w:r>
        <w:rPr>
          <w:lang w:val="en-IN"/>
        </w:rPr>
        <w:t xml:space="preserve"> – </w:t>
      </w:r>
      <w:r w:rsidRPr="00861ABC">
        <w:rPr>
          <w:lang w:val="en-IN"/>
        </w:rPr>
        <w:t>to</w:t>
      </w:r>
      <w:r>
        <w:rPr>
          <w:lang w:val="en-IN"/>
        </w:rPr>
        <w:t xml:space="preserve"> – </w:t>
      </w:r>
      <w:r w:rsidRPr="00861ABC">
        <w:rPr>
          <w:lang w:val="en-IN"/>
        </w:rPr>
        <w:t>one mapping f from the set V of vertices of G to the set {0,</w:t>
      </w:r>
      <w:r>
        <w:rPr>
          <w:lang w:val="en-IN"/>
        </w:rPr>
        <w:t xml:space="preserve"> </w:t>
      </w:r>
      <w:r w:rsidRPr="00861ABC">
        <w:rPr>
          <w:lang w:val="en-IN"/>
        </w:rPr>
        <w:t>1,</w:t>
      </w:r>
      <w:r>
        <w:rPr>
          <w:lang w:val="en-IN"/>
        </w:rPr>
        <w:t xml:space="preserve"> </w:t>
      </w:r>
      <w:r w:rsidRPr="00861ABC">
        <w:rPr>
          <w:lang w:val="en-IN"/>
        </w:rPr>
        <w:t>2</w:t>
      </w:r>
      <w:r>
        <w:rPr>
          <w:lang w:val="en-IN"/>
        </w:rPr>
        <w:t xml:space="preserve">, ..., </w:t>
      </w:r>
      <w:r w:rsidRPr="00861ABC">
        <w:rPr>
          <w:lang w:val="en-IN"/>
        </w:rPr>
        <w:t>m}, where m = |E|, such that the induced edge lab</w:t>
      </w:r>
      <w:r w:rsidR="00FD3811">
        <w:rPr>
          <w:lang w:val="en-IN"/>
        </w:rPr>
        <w:t>els are all distinct. Given f, the</w:t>
      </w:r>
      <w:r w:rsidRPr="00861ABC">
        <w:rPr>
          <w:lang w:val="en-IN"/>
        </w:rPr>
        <w:t xml:space="preserve"> “induced edge </w:t>
      </w:r>
      <w:proofErr w:type="spellStart"/>
      <w:r w:rsidRPr="00861ABC">
        <w:rPr>
          <w:lang w:val="en-IN"/>
        </w:rPr>
        <w:t>l</w:t>
      </w:r>
      <w:r>
        <w:rPr>
          <w:lang w:val="en-IN"/>
        </w:rPr>
        <w:t>abeling</w:t>
      </w:r>
      <w:proofErr w:type="spellEnd"/>
      <w:r>
        <w:rPr>
          <w:lang w:val="en-IN"/>
        </w:rPr>
        <w:t>” is one</w:t>
      </w:r>
      <w:r w:rsidR="00FD3811">
        <w:rPr>
          <w:lang w:val="en-IN"/>
        </w:rPr>
        <w:t xml:space="preserve"> – </w:t>
      </w:r>
      <w:r>
        <w:rPr>
          <w:lang w:val="en-IN"/>
        </w:rPr>
        <w:t>to</w:t>
      </w:r>
      <w:r w:rsidR="00FD3811">
        <w:rPr>
          <w:lang w:val="en-IN"/>
        </w:rPr>
        <w:t xml:space="preserve"> </w:t>
      </w:r>
      <w:r>
        <w:rPr>
          <w:lang w:val="en-IN"/>
        </w:rPr>
        <w:t>-</w:t>
      </w:r>
      <w:r w:rsidR="00FD3811">
        <w:rPr>
          <w:lang w:val="en-IN"/>
        </w:rPr>
        <w:t xml:space="preserve"> </w:t>
      </w:r>
      <w:r>
        <w:rPr>
          <w:lang w:val="en-IN"/>
        </w:rPr>
        <w:t xml:space="preserve">one mapping </w:t>
      </w:r>
      <w:r w:rsidRPr="00861ABC">
        <w:rPr>
          <w:lang w:val="en-IN"/>
        </w:rPr>
        <w:t>f</w:t>
      </w:r>
      <w:r>
        <w:rPr>
          <w:lang w:val="en-IN"/>
        </w:rPr>
        <w:t xml:space="preserve">* </w:t>
      </w:r>
      <w:r w:rsidRPr="00861ABC">
        <w:rPr>
          <w:lang w:val="en-IN"/>
        </w:rPr>
        <w:t>from the set of edges of G to the set</w:t>
      </w:r>
      <w:r w:rsidR="00FD3811">
        <w:rPr>
          <w:lang w:val="en-IN"/>
        </w:rPr>
        <w:t xml:space="preserve"> </w:t>
      </w:r>
      <w:r w:rsidRPr="00861ABC">
        <w:rPr>
          <w:lang w:val="en-IN"/>
        </w:rPr>
        <w:t>{1,</w:t>
      </w:r>
      <w:r>
        <w:rPr>
          <w:lang w:val="en-IN"/>
        </w:rPr>
        <w:t xml:space="preserve"> </w:t>
      </w:r>
      <w:r w:rsidRPr="00861ABC">
        <w:rPr>
          <w:lang w:val="en-IN"/>
        </w:rPr>
        <w:t>2</w:t>
      </w:r>
      <w:r>
        <w:rPr>
          <w:lang w:val="en-IN"/>
        </w:rPr>
        <w:t xml:space="preserve">, </w:t>
      </w:r>
      <w:r w:rsidRPr="00861ABC">
        <w:rPr>
          <w:lang w:val="en-IN"/>
        </w:rPr>
        <w:t>...</w:t>
      </w:r>
      <w:r>
        <w:rPr>
          <w:lang w:val="en-IN"/>
        </w:rPr>
        <w:t xml:space="preserve">, </w:t>
      </w:r>
      <w:r w:rsidRPr="00861ABC">
        <w:rPr>
          <w:lang w:val="en-IN"/>
        </w:rPr>
        <w:t xml:space="preserve">m} </w:t>
      </w:r>
      <w:r>
        <w:rPr>
          <w:lang w:val="en-IN"/>
        </w:rPr>
        <w:t>given by f*(</w:t>
      </w:r>
      <w:proofErr w:type="spellStart"/>
      <w:r>
        <w:rPr>
          <w:lang w:val="en-IN"/>
        </w:rPr>
        <w:t>u</w:t>
      </w:r>
      <w:r w:rsidRPr="00861ABC">
        <w:rPr>
          <w:lang w:val="en-IN"/>
        </w:rPr>
        <w:t>v</w:t>
      </w:r>
      <w:proofErr w:type="spellEnd"/>
      <w:r w:rsidRPr="00861ABC">
        <w:rPr>
          <w:lang w:val="en-IN"/>
        </w:rPr>
        <w:t>) = |f(u)</w:t>
      </w:r>
      <w:r>
        <w:rPr>
          <w:lang w:val="en-IN"/>
        </w:rPr>
        <w:t xml:space="preserve"> </w:t>
      </w:r>
      <w:r w:rsidRPr="00861ABC">
        <w:rPr>
          <w:lang w:val="en-IN"/>
        </w:rPr>
        <w:t>−</w:t>
      </w:r>
      <w:r>
        <w:rPr>
          <w:lang w:val="en-IN"/>
        </w:rPr>
        <w:t xml:space="preserve"> </w:t>
      </w:r>
      <w:r w:rsidRPr="00861ABC">
        <w:rPr>
          <w:lang w:val="en-IN"/>
        </w:rPr>
        <w:t>f(v)|</w:t>
      </w:r>
      <w:r w:rsidR="00D375DA">
        <w:rPr>
          <w:lang w:val="en-IN"/>
        </w:rPr>
        <w:t xml:space="preserve"> [3]</w:t>
      </w:r>
      <w:r>
        <w:rPr>
          <w:lang w:val="en-IN"/>
        </w:rPr>
        <w:t>.</w:t>
      </w:r>
    </w:p>
    <w:p w14:paraId="0840B921" w14:textId="77777777" w:rsidR="007771D6" w:rsidRPr="007771D6" w:rsidRDefault="007771D6" w:rsidP="00DC2224">
      <w:pPr>
        <w:pStyle w:val="Heading2"/>
        <w:rPr>
          <w:lang w:val="en-IN"/>
        </w:rPr>
      </w:pPr>
      <w:r>
        <w:rPr>
          <w:lang w:val="en-IN"/>
        </w:rPr>
        <w:lastRenderedPageBreak/>
        <w:t>Definition 2.2</w:t>
      </w:r>
      <w:r w:rsidRPr="00861ABC">
        <w:rPr>
          <w:lang w:val="en-IN"/>
        </w:rPr>
        <w:t>:</w:t>
      </w:r>
      <w:r>
        <w:rPr>
          <w:lang w:val="en-IN"/>
        </w:rPr>
        <w:t xml:space="preserve"> </w:t>
      </w:r>
      <w:r w:rsidRPr="007771D6">
        <w:rPr>
          <w:shd w:val="clear" w:color="auto" w:fill="FFFFFF"/>
        </w:rPr>
        <w:t>Harmonious Labeling</w:t>
      </w:r>
    </w:p>
    <w:p w14:paraId="360AD96A" w14:textId="77777777" w:rsidR="00662EB8" w:rsidRDefault="00662EB8" w:rsidP="00DC2224">
      <w:pPr>
        <w:pStyle w:val="Paragraph"/>
      </w:pPr>
      <w:r w:rsidRPr="00861ABC">
        <w:rPr>
          <w:shd w:val="clear" w:color="auto" w:fill="FFFFFF"/>
        </w:rPr>
        <w:t xml:space="preserve">A </w:t>
      </w:r>
      <w:r w:rsidRPr="00861ABC">
        <w:rPr>
          <w:i/>
          <w:iCs/>
          <w:shd w:val="clear" w:color="auto" w:fill="FFFFFF"/>
        </w:rPr>
        <w:t>harmonious labeling</w:t>
      </w:r>
      <w:r w:rsidRPr="00861ABC">
        <w:rPr>
          <w:shd w:val="clear" w:color="auto" w:fill="FFFFFF"/>
        </w:rPr>
        <w:t xml:space="preserve"> on a graph G is </w:t>
      </w:r>
      <w:r w:rsidRPr="00861ABC">
        <w:t>an injection from</w:t>
      </w:r>
      <w:r w:rsidRPr="00861ABC">
        <w:rPr>
          <w:shd w:val="clear" w:color="auto" w:fill="FFFFFF"/>
        </w:rPr>
        <w:t>. </w:t>
      </w:r>
      <w:r w:rsidRPr="00861ABC">
        <w:t>the vertices of G to the group of integers modulo k, where k</w:t>
      </w:r>
      <w:r w:rsidRPr="00861ABC">
        <w:rPr>
          <w:shd w:val="clear" w:color="auto" w:fill="FFFFFF"/>
        </w:rPr>
        <w:t> </w:t>
      </w:r>
      <w:r w:rsidRPr="00861ABC">
        <w:t xml:space="preserve">is the number of edges </w:t>
      </w:r>
      <w:r w:rsidR="00FD3811">
        <w:t>of</w:t>
      </w:r>
      <w:r w:rsidRPr="00861ABC">
        <w:t xml:space="preserve"> G, that induces a bijection between</w:t>
      </w:r>
      <w:r>
        <w:rPr>
          <w:shd w:val="clear" w:color="auto" w:fill="FFFFFF"/>
        </w:rPr>
        <w:t xml:space="preserve"> </w:t>
      </w:r>
      <w:r w:rsidRPr="00861ABC">
        <w:t>the edges of G and the numbers modulo k by taking the edge</w:t>
      </w:r>
      <w:r w:rsidR="00D375DA">
        <w:t xml:space="preserve"> [4]</w:t>
      </w:r>
      <w:r>
        <w:t>.</w:t>
      </w:r>
    </w:p>
    <w:p w14:paraId="59439AB6" w14:textId="77777777" w:rsidR="007771D6" w:rsidRPr="007771D6" w:rsidRDefault="007771D6" w:rsidP="00DC2224">
      <w:pPr>
        <w:pStyle w:val="Heading2"/>
        <w:rPr>
          <w:lang w:val="en-IN"/>
        </w:rPr>
      </w:pPr>
      <w:r>
        <w:rPr>
          <w:lang w:val="en-IN"/>
        </w:rPr>
        <w:t>Definition 2.3</w:t>
      </w:r>
      <w:r w:rsidRPr="00861ABC">
        <w:rPr>
          <w:lang w:val="en-IN"/>
        </w:rPr>
        <w:t>:</w:t>
      </w:r>
      <w:r>
        <w:rPr>
          <w:lang w:val="en-IN"/>
        </w:rPr>
        <w:t xml:space="preserve"> </w:t>
      </w:r>
      <w:r w:rsidRPr="007771D6">
        <w:t>Felicitous</w:t>
      </w:r>
      <w:r>
        <w:t xml:space="preserve"> </w:t>
      </w:r>
      <w:r w:rsidRPr="007771D6">
        <w:rPr>
          <w:shd w:val="clear" w:color="auto" w:fill="FFFFFF"/>
        </w:rPr>
        <w:t>Labeling</w:t>
      </w:r>
    </w:p>
    <w:p w14:paraId="119324D7" w14:textId="77777777" w:rsidR="00662EB8" w:rsidRDefault="00662EB8" w:rsidP="00DC2224">
      <w:pPr>
        <w:pStyle w:val="Paragraph"/>
      </w:pPr>
      <w:r w:rsidRPr="007771D6">
        <w:t>A </w:t>
      </w:r>
      <w:r w:rsidRPr="007771D6">
        <w:rPr>
          <w:rStyle w:val="jpfdse"/>
          <w:sz w:val="24"/>
          <w:szCs w:val="24"/>
        </w:rPr>
        <w:t>simple graph</w:t>
      </w:r>
      <w:r w:rsidRPr="007771D6">
        <w:t> G is</w:t>
      </w:r>
      <w:r w:rsidRPr="00861ABC">
        <w:t xml:space="preserve"> </w:t>
      </w:r>
      <w:r w:rsidR="00FD3811">
        <w:t xml:space="preserve">said to be </w:t>
      </w:r>
      <w:r w:rsidRPr="00861ABC">
        <w:rPr>
          <w:i/>
          <w:iCs/>
        </w:rPr>
        <w:t>felicitous</w:t>
      </w:r>
      <w:r w:rsidRPr="00861ABC">
        <w:t xml:space="preserve"> if there </w:t>
      </w:r>
      <w:r w:rsidR="00FD3811">
        <w:t>exists a one</w:t>
      </w:r>
      <w:r>
        <w:t xml:space="preserve">–to–one function </w:t>
      </w:r>
      <w:r w:rsidR="00FD3811">
        <w:t xml:space="preserve">                             </w:t>
      </w:r>
      <w:r>
        <w:t>f</w:t>
      </w:r>
      <w:r w:rsidR="00FD3811">
        <w:t xml:space="preserve">: V(G) </w:t>
      </w:r>
      <w:r w:rsidRPr="00861ABC">
        <w:t>→</w:t>
      </w:r>
      <w:r w:rsidR="00FD3811">
        <w:t xml:space="preserve"> </w:t>
      </w:r>
      <w:r w:rsidRPr="00861ABC">
        <w:t>{0,1,</w:t>
      </w:r>
      <w:r w:rsidR="00FD3811">
        <w:t xml:space="preserve"> 2,</w:t>
      </w:r>
      <w:r w:rsidRPr="00861ABC">
        <w:t xml:space="preserve"> </w:t>
      </w:r>
      <w:r w:rsidR="00FD3811">
        <w:t>.</w:t>
      </w:r>
      <w:r w:rsidRPr="00861ABC">
        <w:t>.., q} such that</w:t>
      </w:r>
      <w:r>
        <w:t xml:space="preserve"> the set of induced edge labels </w:t>
      </w:r>
      <w:r w:rsidRPr="00861ABC">
        <w:t>f*(</w:t>
      </w:r>
      <w:proofErr w:type="spellStart"/>
      <w:r w:rsidRPr="00861ABC">
        <w:t>uv</w:t>
      </w:r>
      <w:proofErr w:type="spellEnd"/>
      <w:r w:rsidRPr="00861ABC">
        <w:t>) = (f(u) + f(v)) (mod q) are all distinct</w:t>
      </w:r>
      <w:r w:rsidR="00D375DA">
        <w:t xml:space="preserve"> [5]</w:t>
      </w:r>
      <w:r>
        <w:t>.</w:t>
      </w:r>
    </w:p>
    <w:p w14:paraId="54F91516" w14:textId="77777777" w:rsidR="007771D6" w:rsidRPr="007771D6" w:rsidRDefault="007771D6" w:rsidP="00DC2224">
      <w:pPr>
        <w:pStyle w:val="Heading2"/>
        <w:rPr>
          <w:lang w:val="en-IN"/>
        </w:rPr>
      </w:pPr>
      <w:r>
        <w:rPr>
          <w:lang w:val="en-IN"/>
        </w:rPr>
        <w:t>Definition 2.4</w:t>
      </w:r>
      <w:r w:rsidRPr="00861ABC">
        <w:rPr>
          <w:lang w:val="en-IN"/>
        </w:rPr>
        <w:t>:</w:t>
      </w:r>
      <w:r>
        <w:rPr>
          <w:lang w:val="en-IN"/>
        </w:rPr>
        <w:t xml:space="preserve"> Mean </w:t>
      </w:r>
      <w:r w:rsidRPr="007771D6">
        <w:rPr>
          <w:shd w:val="clear" w:color="auto" w:fill="FFFFFF"/>
        </w:rPr>
        <w:t>Labeling</w:t>
      </w:r>
    </w:p>
    <w:p w14:paraId="72AAC3AE" w14:textId="77777777" w:rsidR="00662EB8" w:rsidRDefault="00662EB8" w:rsidP="00DC2224">
      <w:pPr>
        <w:pStyle w:val="Paragraph"/>
        <w:rPr>
          <w:lang w:val="en-IN"/>
        </w:rPr>
      </w:pPr>
      <w:r w:rsidRPr="00861ABC">
        <w:rPr>
          <w:lang w:val="en-IN"/>
        </w:rPr>
        <w:t xml:space="preserve">A graph G with p vertices and q edges is called a </w:t>
      </w:r>
      <w:r w:rsidRPr="004E1995">
        <w:rPr>
          <w:i/>
          <w:iCs/>
          <w:lang w:val="en-IN"/>
        </w:rPr>
        <w:t>mean graph</w:t>
      </w:r>
      <w:r w:rsidRPr="00861ABC">
        <w:rPr>
          <w:lang w:val="en-IN"/>
        </w:rPr>
        <w:t xml:space="preserve"> if there is an injective function f from the vertices of G to {0,1,2,...,q} such that when each edge </w:t>
      </w:r>
      <w:proofErr w:type="spellStart"/>
      <w:r w:rsidRPr="00881D5C">
        <w:rPr>
          <w:i/>
          <w:iCs/>
          <w:lang w:val="en-IN"/>
        </w:rPr>
        <w:t>uv</w:t>
      </w:r>
      <w:proofErr w:type="spellEnd"/>
      <w:r w:rsidRPr="00861ABC">
        <w:rPr>
          <w:lang w:val="en-IN"/>
        </w:rPr>
        <w:t xml:space="preserve"> is </w:t>
      </w:r>
      <w:proofErr w:type="spellStart"/>
      <w:r w:rsidRPr="00861ABC">
        <w:rPr>
          <w:lang w:val="en-IN"/>
        </w:rPr>
        <w:t>labeled</w:t>
      </w:r>
      <w:proofErr w:type="spellEnd"/>
      <w:r w:rsidRPr="00861ABC">
        <w:rPr>
          <w:lang w:val="en-IN"/>
        </w:rPr>
        <w:t xml:space="preserve"> with </w:t>
      </w:r>
      <w:r w:rsidRPr="00861ABC">
        <w:rPr>
          <w:position w:val="-28"/>
          <w:lang w:val="en-IN"/>
        </w:rPr>
        <w:object w:dxaOrig="1440" w:dyaOrig="680" w14:anchorId="279328BC">
          <v:shape id="_x0000_i1027" type="#_x0000_t75" style="width:1in;height:33.6pt" o:ole="">
            <v:imagedata r:id="rId12" o:title=""/>
          </v:shape>
          <o:OLEObject Type="Embed" ProgID="Equation.3" ShapeID="_x0000_i1027" DrawAspect="Content" ObjectID="_1819478163" r:id="rId13"/>
        </w:object>
      </w:r>
      <w:r w:rsidRPr="00861ABC">
        <w:rPr>
          <w:lang w:val="en-IN"/>
        </w:rPr>
        <w:t xml:space="preserve">if f(u) + f(v) is even, and </w:t>
      </w:r>
      <w:r w:rsidRPr="00861ABC">
        <w:rPr>
          <w:position w:val="-28"/>
          <w:lang w:val="en-IN"/>
        </w:rPr>
        <w:object w:dxaOrig="1740" w:dyaOrig="680" w14:anchorId="538E87EA">
          <v:shape id="_x0000_i1028" type="#_x0000_t75" style="width:87pt;height:33.6pt" o:ole="">
            <v:imagedata r:id="rId14" o:title=""/>
          </v:shape>
          <o:OLEObject Type="Embed" ProgID="Equation.3" ShapeID="_x0000_i1028" DrawAspect="Content" ObjectID="_1819478164" r:id="rId15"/>
        </w:object>
      </w:r>
      <w:r w:rsidRPr="00861ABC">
        <w:rPr>
          <w:lang w:val="en-IN"/>
        </w:rPr>
        <w:t>if f(u) + f(v) is odd, then the resulting edge labels are distinct</w:t>
      </w:r>
      <w:r w:rsidR="00D375DA">
        <w:rPr>
          <w:lang w:val="en-IN"/>
        </w:rPr>
        <w:t xml:space="preserve"> [6]</w:t>
      </w:r>
      <w:r w:rsidRPr="00861ABC">
        <w:rPr>
          <w:lang w:val="en-IN"/>
        </w:rPr>
        <w:t>.</w:t>
      </w:r>
    </w:p>
    <w:p w14:paraId="1C21F07C" w14:textId="77777777" w:rsidR="007771D6" w:rsidRPr="007771D6" w:rsidRDefault="007771D6" w:rsidP="00DC2224">
      <w:pPr>
        <w:pStyle w:val="Heading2"/>
        <w:rPr>
          <w:lang w:val="en-IN"/>
        </w:rPr>
      </w:pPr>
      <w:r>
        <w:rPr>
          <w:lang w:val="en-IN"/>
        </w:rPr>
        <w:t>Definition 2.5</w:t>
      </w:r>
      <w:r w:rsidRPr="00861ABC">
        <w:rPr>
          <w:lang w:val="en-IN"/>
        </w:rPr>
        <w:t>:</w:t>
      </w:r>
      <w:r>
        <w:rPr>
          <w:lang w:val="en-IN"/>
        </w:rPr>
        <w:t xml:space="preserve"> Power Mean </w:t>
      </w:r>
      <w:r w:rsidRPr="007771D6">
        <w:rPr>
          <w:shd w:val="clear" w:color="auto" w:fill="FFFFFF"/>
        </w:rPr>
        <w:t>Labeling</w:t>
      </w:r>
    </w:p>
    <w:p w14:paraId="5D138BB4" w14:textId="77777777" w:rsidR="00662EB8" w:rsidRPr="00861ABC" w:rsidRDefault="00662EB8" w:rsidP="00DC2224">
      <w:pPr>
        <w:pStyle w:val="Paragraph"/>
      </w:pPr>
      <w:r w:rsidRPr="00861ABC">
        <w:t>The graph G</w:t>
      </w:r>
      <w:r>
        <w:t xml:space="preserve"> </w:t>
      </w:r>
      <w:r w:rsidRPr="00861ABC">
        <w:t>(V,</w:t>
      </w:r>
      <w:r w:rsidR="00FD3811">
        <w:t xml:space="preserve"> </w:t>
      </w:r>
      <w:r w:rsidRPr="00861ABC">
        <w:t>E) with p vertices and q edges, if it is feasible to label the vertices x ε V with diffe</w:t>
      </w:r>
      <w:r>
        <w:t xml:space="preserve">rent </w:t>
      </w:r>
      <w:proofErr w:type="spellStart"/>
      <w:r>
        <w:t>labelings</w:t>
      </w:r>
      <w:proofErr w:type="spellEnd"/>
      <w:r>
        <w:t xml:space="preserve"> f(x) from </w:t>
      </w:r>
      <w:proofErr w:type="gramStart"/>
      <w:r w:rsidRPr="00861ABC">
        <w:t>f :V</w:t>
      </w:r>
      <w:proofErr w:type="gramEnd"/>
      <w:r w:rsidRPr="00861ABC">
        <w:t xml:space="preserve">(G) </w:t>
      </w:r>
      <w:r w:rsidRPr="00861ABC">
        <w:sym w:font="Symbol" w:char="F0AE"/>
      </w:r>
      <w:r w:rsidRPr="00861ABC">
        <w:t xml:space="preserve">{1, 2, …, q + 1}in such a way that when each edge e = </w:t>
      </w:r>
      <w:proofErr w:type="spellStart"/>
      <w:r w:rsidRPr="00861ABC">
        <w:t>uv</w:t>
      </w:r>
      <w:proofErr w:type="spellEnd"/>
      <w:r w:rsidRPr="00861ABC">
        <w:t xml:space="preserve"> is labeled with</w:t>
      </w:r>
    </w:p>
    <w:p w14:paraId="51E35D3E" w14:textId="77777777" w:rsidR="00662EB8" w:rsidRPr="00861ABC" w:rsidRDefault="00662EB8" w:rsidP="006204DB">
      <w:pPr>
        <w:ind w:left="1134" w:right="283"/>
        <w:jc w:val="center"/>
        <w:rPr>
          <w:szCs w:val="24"/>
        </w:rPr>
      </w:pPr>
      <w:r w:rsidRPr="00861ABC">
        <w:rPr>
          <w:szCs w:val="24"/>
        </w:rPr>
        <w:t xml:space="preserve">f*(e = </w:t>
      </w:r>
      <w:proofErr w:type="spellStart"/>
      <w:r w:rsidRPr="00861ABC">
        <w:rPr>
          <w:szCs w:val="24"/>
        </w:rPr>
        <w:t>uv</w:t>
      </w:r>
      <w:proofErr w:type="spellEnd"/>
      <w:r w:rsidRPr="00861ABC">
        <w:rPr>
          <w:szCs w:val="24"/>
        </w:rPr>
        <w:t xml:space="preserve">) = </w:t>
      </w:r>
      <w:r w:rsidRPr="00861ABC">
        <w:rPr>
          <w:position w:val="-30"/>
          <w:szCs w:val="24"/>
        </w:rPr>
        <w:object w:dxaOrig="2720" w:dyaOrig="720" w14:anchorId="1E011120">
          <v:shape id="_x0000_i1029" type="#_x0000_t75" style="width:135.6pt;height:36pt" o:ole="">
            <v:imagedata r:id="rId8" o:title=""/>
          </v:shape>
          <o:OLEObject Type="Embed" ProgID="Equation.3" ShapeID="_x0000_i1029" DrawAspect="Content" ObjectID="_1819478165" r:id="rId16"/>
        </w:object>
      </w:r>
    </w:p>
    <w:p w14:paraId="1A7D0019" w14:textId="77777777" w:rsidR="00662EB8" w:rsidRPr="00861ABC" w:rsidRDefault="00662EB8" w:rsidP="001F24B8">
      <w:pPr>
        <w:ind w:left="1134" w:right="283"/>
        <w:jc w:val="center"/>
        <w:rPr>
          <w:szCs w:val="24"/>
        </w:rPr>
      </w:pPr>
      <w:r w:rsidRPr="00861ABC">
        <w:rPr>
          <w:szCs w:val="24"/>
        </w:rPr>
        <w:t>or</w:t>
      </w:r>
    </w:p>
    <w:p w14:paraId="48797A20" w14:textId="77777777" w:rsidR="00662EB8" w:rsidRPr="00861ABC" w:rsidRDefault="00662EB8" w:rsidP="001F24B8">
      <w:pPr>
        <w:ind w:left="1134" w:right="283"/>
        <w:jc w:val="center"/>
        <w:rPr>
          <w:position w:val="-30"/>
          <w:szCs w:val="24"/>
        </w:rPr>
      </w:pPr>
      <w:r w:rsidRPr="00861ABC">
        <w:rPr>
          <w:szCs w:val="24"/>
        </w:rPr>
        <w:t xml:space="preserve">f*(e = </w:t>
      </w:r>
      <w:proofErr w:type="spellStart"/>
      <w:r w:rsidRPr="00861ABC">
        <w:rPr>
          <w:szCs w:val="24"/>
        </w:rPr>
        <w:t>uv</w:t>
      </w:r>
      <w:proofErr w:type="spellEnd"/>
      <w:r w:rsidRPr="00861ABC">
        <w:rPr>
          <w:szCs w:val="24"/>
        </w:rPr>
        <w:t xml:space="preserve">) = </w:t>
      </w:r>
      <w:r w:rsidRPr="00861ABC">
        <w:rPr>
          <w:position w:val="-30"/>
          <w:szCs w:val="24"/>
        </w:rPr>
        <w:object w:dxaOrig="2720" w:dyaOrig="720" w14:anchorId="29FAA86E">
          <v:shape id="_x0000_i1030" type="#_x0000_t75" style="width:135.6pt;height:36pt" o:ole="">
            <v:imagedata r:id="rId10" o:title=""/>
          </v:shape>
          <o:OLEObject Type="Embed" ProgID="Equation.3" ShapeID="_x0000_i1030" DrawAspect="Content" ObjectID="_1819478166" r:id="rId17"/>
        </w:object>
      </w:r>
    </w:p>
    <w:p w14:paraId="774EFC8E" w14:textId="1FE0C718" w:rsidR="007771D6" w:rsidRDefault="00662EB8" w:rsidP="00DC2224">
      <w:pPr>
        <w:pStyle w:val="Paragraph"/>
      </w:pPr>
      <w:r w:rsidRPr="00861ABC">
        <w:t xml:space="preserve">and the edge </w:t>
      </w:r>
      <w:proofErr w:type="spellStart"/>
      <w:r w:rsidRPr="00861ABC">
        <w:t>labelings</w:t>
      </w:r>
      <w:proofErr w:type="spellEnd"/>
      <w:r w:rsidRPr="00861ABC">
        <w:t xml:space="preserve"> are distinct.</w:t>
      </w:r>
      <w:r>
        <w:t xml:space="preserve"> </w:t>
      </w:r>
      <w:r w:rsidRPr="00861ABC">
        <w:t xml:space="preserve">This labeling is called </w:t>
      </w:r>
      <w:r w:rsidRPr="007771D6">
        <w:rPr>
          <w:i/>
          <w:iCs/>
        </w:rPr>
        <w:t>power mean</w:t>
      </w:r>
      <w:r w:rsidR="00DC2224">
        <w:rPr>
          <w:i/>
          <w:iCs/>
        </w:rPr>
        <w:t xml:space="preserve"> </w:t>
      </w:r>
      <w:r w:rsidRPr="007771D6">
        <w:rPr>
          <w:i/>
          <w:iCs/>
        </w:rPr>
        <w:t>labeling</w:t>
      </w:r>
      <w:r w:rsidR="00D375DA">
        <w:rPr>
          <w:i/>
          <w:iCs/>
        </w:rPr>
        <w:t xml:space="preserve"> </w:t>
      </w:r>
      <w:r w:rsidR="00365605">
        <w:t>[7</w:t>
      </w:r>
      <w:r w:rsidR="00D375DA">
        <w:t>]</w:t>
      </w:r>
      <w:r w:rsidRPr="007771D6">
        <w:t>.</w:t>
      </w:r>
    </w:p>
    <w:p w14:paraId="2C3BD91C" w14:textId="77777777" w:rsidR="004529C3" w:rsidRPr="004529C3" w:rsidRDefault="004529C3" w:rsidP="00DC2224">
      <w:pPr>
        <w:pStyle w:val="Heading2"/>
        <w:rPr>
          <w:lang w:val="en-IN"/>
        </w:rPr>
      </w:pPr>
      <w:r>
        <w:rPr>
          <w:lang w:val="en-IN"/>
        </w:rPr>
        <w:t>Definition 2.6</w:t>
      </w:r>
      <w:r w:rsidRPr="00861ABC">
        <w:rPr>
          <w:lang w:val="en-IN"/>
        </w:rPr>
        <w:t xml:space="preserve">: </w:t>
      </w:r>
      <w:r w:rsidRPr="004529C3">
        <w:t xml:space="preserve">Power Exponential Mean </w:t>
      </w:r>
      <w:r>
        <w:t>Labeling</w:t>
      </w:r>
    </w:p>
    <w:p w14:paraId="0F04D507" w14:textId="77777777" w:rsidR="00886BAD" w:rsidRDefault="00886BAD" w:rsidP="00DC2224">
      <w:pPr>
        <w:pStyle w:val="Paragraph"/>
        <w:rPr>
          <w:rFonts w:ascii="Cambria Math" w:hAnsi="Cambria Math"/>
        </w:rPr>
      </w:pPr>
      <w:r>
        <w:t>A (p,</w:t>
      </w:r>
      <w:r w:rsidR="001F24B8">
        <w:t xml:space="preserve"> </w:t>
      </w:r>
      <w:r>
        <w:t xml:space="preserve">q) graph G is said to be a </w:t>
      </w:r>
      <w:r w:rsidRPr="004529C3">
        <w:rPr>
          <w:i/>
          <w:iCs/>
        </w:rPr>
        <w:t>power exponential mean graph</w:t>
      </w:r>
      <w:r>
        <w:t xml:space="preserve"> if there exist a one to </w:t>
      </w:r>
      <w:proofErr w:type="gramStart"/>
      <w:r>
        <w:t>one</w:t>
      </w:r>
      <w:r w:rsidR="001F24B8">
        <w:t xml:space="preserve"> </w:t>
      </w:r>
      <w:r>
        <w:t xml:space="preserve"> correspondence</w:t>
      </w:r>
      <w:proofErr w:type="gramEnd"/>
      <w:r>
        <w:t xml:space="preserve"> f: V </w:t>
      </w:r>
      <w:r>
        <w:rPr>
          <w:rFonts w:ascii="Cambria Math" w:hAnsi="Cambria Math"/>
        </w:rPr>
        <w:t>⟶</w:t>
      </w:r>
      <w:r>
        <w:t xml:space="preserve"> {</w:t>
      </w:r>
      <w:proofErr w:type="gramStart"/>
      <w:r>
        <w:t>1,2,…</w:t>
      </w:r>
      <w:proofErr w:type="gramEnd"/>
      <w:r>
        <w:t>,p} such that induced function f</w:t>
      </w:r>
      <w:proofErr w:type="gramStart"/>
      <w:r>
        <w:t>*:E</w:t>
      </w:r>
      <w:proofErr w:type="gramEnd"/>
      <w:r>
        <w:t>(G)</w:t>
      </w:r>
      <w:r>
        <w:rPr>
          <w:rFonts w:ascii="Cambria Math" w:hAnsi="Cambria Math"/>
        </w:rPr>
        <w:t>⟶N given by</w:t>
      </w:r>
    </w:p>
    <w:p w14:paraId="476D1674" w14:textId="77777777" w:rsidR="00886BAD" w:rsidRPr="00861ABC" w:rsidRDefault="00886BAD" w:rsidP="001F24B8">
      <w:pPr>
        <w:ind w:left="1134" w:right="283"/>
        <w:jc w:val="center"/>
        <w:rPr>
          <w:szCs w:val="24"/>
        </w:rPr>
      </w:pPr>
      <w:r w:rsidRPr="00861ABC">
        <w:rPr>
          <w:szCs w:val="24"/>
        </w:rPr>
        <w:t xml:space="preserve">f*(e = </w:t>
      </w:r>
      <w:proofErr w:type="spellStart"/>
      <w:r w:rsidRPr="00861ABC">
        <w:rPr>
          <w:szCs w:val="24"/>
        </w:rPr>
        <w:t>uv</w:t>
      </w:r>
      <w:proofErr w:type="spellEnd"/>
      <w:r w:rsidRPr="00861ABC">
        <w:rPr>
          <w:szCs w:val="24"/>
        </w:rPr>
        <w:t xml:space="preserve">) = </w:t>
      </w:r>
      <w:r w:rsidRPr="00861ABC">
        <w:rPr>
          <w:position w:val="-30"/>
          <w:szCs w:val="24"/>
        </w:rPr>
        <w:object w:dxaOrig="2720" w:dyaOrig="720" w14:anchorId="101C5975">
          <v:shape id="_x0000_i1031" type="#_x0000_t75" style="width:135.6pt;height:36pt" o:ole="">
            <v:imagedata r:id="rId8" o:title=""/>
          </v:shape>
          <o:OLEObject Type="Embed" ProgID="Equation.3" ShapeID="_x0000_i1031" DrawAspect="Content" ObjectID="_1819478167" r:id="rId18"/>
        </w:object>
      </w:r>
    </w:p>
    <w:p w14:paraId="3F0340B9" w14:textId="77777777" w:rsidR="00886BAD" w:rsidRPr="00861ABC" w:rsidRDefault="00886BAD" w:rsidP="001F24B8">
      <w:pPr>
        <w:ind w:left="1134" w:right="283"/>
        <w:jc w:val="center"/>
        <w:rPr>
          <w:szCs w:val="24"/>
        </w:rPr>
      </w:pPr>
      <w:r w:rsidRPr="00861ABC">
        <w:rPr>
          <w:szCs w:val="24"/>
        </w:rPr>
        <w:t>or</w:t>
      </w:r>
    </w:p>
    <w:p w14:paraId="7AD6D836" w14:textId="77777777" w:rsidR="00886BAD" w:rsidRPr="00861ABC" w:rsidRDefault="00886BAD" w:rsidP="00886BAD">
      <w:pPr>
        <w:spacing w:line="360" w:lineRule="auto"/>
        <w:ind w:left="1134" w:right="283"/>
        <w:jc w:val="center"/>
        <w:rPr>
          <w:position w:val="-30"/>
          <w:szCs w:val="24"/>
        </w:rPr>
      </w:pPr>
      <w:r w:rsidRPr="00861ABC">
        <w:rPr>
          <w:szCs w:val="24"/>
        </w:rPr>
        <w:t xml:space="preserve">f*(e = </w:t>
      </w:r>
      <w:proofErr w:type="spellStart"/>
      <w:r w:rsidRPr="00861ABC">
        <w:rPr>
          <w:szCs w:val="24"/>
        </w:rPr>
        <w:t>uv</w:t>
      </w:r>
      <w:proofErr w:type="spellEnd"/>
      <w:r w:rsidRPr="00861ABC">
        <w:rPr>
          <w:szCs w:val="24"/>
        </w:rPr>
        <w:t xml:space="preserve">) = </w:t>
      </w:r>
      <w:r w:rsidRPr="00861ABC">
        <w:rPr>
          <w:position w:val="-30"/>
          <w:szCs w:val="24"/>
        </w:rPr>
        <w:object w:dxaOrig="2720" w:dyaOrig="720" w14:anchorId="2AA09AA6">
          <v:shape id="_x0000_i1032" type="#_x0000_t75" style="width:135.6pt;height:36pt" o:ole="">
            <v:imagedata r:id="rId10" o:title=""/>
          </v:shape>
          <o:OLEObject Type="Embed" ProgID="Equation.3" ShapeID="_x0000_i1032" DrawAspect="Content" ObjectID="_1819478168" r:id="rId19"/>
        </w:object>
      </w:r>
    </w:p>
    <w:p w14:paraId="1F319C1C" w14:textId="77777777" w:rsidR="00886BAD" w:rsidRDefault="004529C3" w:rsidP="00DC2224">
      <w:pPr>
        <w:pStyle w:val="Paragraph"/>
      </w:pPr>
      <w:r>
        <w:t xml:space="preserve">for every </w:t>
      </w:r>
      <w:proofErr w:type="spellStart"/>
      <w:r>
        <w:t>uv</w:t>
      </w:r>
      <w:proofErr w:type="spellEnd"/>
      <w:r>
        <w:t xml:space="preserve"> ϵ E(G) are all distinct</w:t>
      </w:r>
      <w:r w:rsidR="00DA4A44">
        <w:t xml:space="preserve"> [</w:t>
      </w:r>
      <w:r w:rsidR="00365605">
        <w:t>8</w:t>
      </w:r>
      <w:r w:rsidR="00DA4A44">
        <w:t>]</w:t>
      </w:r>
      <w:r>
        <w:t>.</w:t>
      </w:r>
    </w:p>
    <w:p w14:paraId="4D3EA7D3" w14:textId="77777777" w:rsidR="004529C3" w:rsidRPr="004529C3" w:rsidRDefault="00BF12B3" w:rsidP="00DC2224">
      <w:pPr>
        <w:pStyle w:val="Heading2"/>
      </w:pPr>
      <w:r>
        <w:rPr>
          <w:lang w:val="en-IN"/>
        </w:rPr>
        <w:t>Definition 2.7</w:t>
      </w:r>
      <w:r w:rsidR="004529C3" w:rsidRPr="00861ABC">
        <w:rPr>
          <w:lang w:val="en-IN"/>
        </w:rPr>
        <w:t>:</w:t>
      </w:r>
      <w:r w:rsidR="004529C3">
        <w:rPr>
          <w:lang w:val="en-IN"/>
        </w:rPr>
        <w:t xml:space="preserve"> </w:t>
      </w:r>
      <w:r w:rsidR="004529C3" w:rsidRPr="004529C3">
        <w:t>Power 3 Mean Labeling</w:t>
      </w:r>
    </w:p>
    <w:p w14:paraId="77B938B1" w14:textId="77777777" w:rsidR="004529C3" w:rsidRDefault="004529C3" w:rsidP="00DC2224">
      <w:pPr>
        <w:pStyle w:val="Paragraph"/>
      </w:pPr>
      <w:r>
        <w:t xml:space="preserve">A function f is called a power 3 mean labeling of a graph G = (V, E) </w:t>
      </w:r>
      <w:r w:rsidR="00DA4A44">
        <w:t xml:space="preserve">with p vertices and </w:t>
      </w:r>
      <w:r w:rsidR="001F24B8">
        <w:t xml:space="preserve">            </w:t>
      </w:r>
      <w:r w:rsidR="00DA4A44">
        <w:t xml:space="preserve">q edges if it is possible to label the vertices </w:t>
      </w:r>
      <w:r w:rsidR="00DA4A44">
        <w:rPr>
          <w:rFonts w:ascii="Cambria Math" w:hAnsi="Cambria Math" w:cs="Cambria Math"/>
        </w:rPr>
        <w:t>𝑥</w:t>
      </w:r>
      <w:r w:rsidR="00DA4A44">
        <w:t xml:space="preserve"> </w:t>
      </w:r>
      <w:r w:rsidR="00DA4A44">
        <w:rPr>
          <w:rFonts w:ascii="Cambria Math" w:hAnsi="Cambria Math" w:cs="Cambria Math"/>
        </w:rPr>
        <w:t>∈</w:t>
      </w:r>
      <w:r w:rsidR="00DA4A44">
        <w:rPr>
          <w:rFonts w:ascii="Calibri" w:hAnsi="Calibri" w:cs="Calibri"/>
        </w:rPr>
        <w:t xml:space="preserve"> </w:t>
      </w:r>
      <w:r w:rsidR="00DA4A44">
        <w:rPr>
          <w:rFonts w:ascii="Cambria Math" w:hAnsi="Cambria Math" w:cs="Cambria Math"/>
        </w:rPr>
        <w:t xml:space="preserve">𝑉 </w:t>
      </w:r>
      <w:r w:rsidR="00DA4A44">
        <w:t xml:space="preserve">with distinct labels f(x) from 1, 2, …., q + 1 in such a way that when each edge e = </w:t>
      </w:r>
      <w:proofErr w:type="spellStart"/>
      <w:r w:rsidR="00DA4A44" w:rsidRPr="00DA4A44">
        <w:rPr>
          <w:i/>
          <w:iCs/>
        </w:rPr>
        <w:t>uv</w:t>
      </w:r>
      <w:proofErr w:type="spellEnd"/>
      <w:r w:rsidR="00DA4A44">
        <w:rPr>
          <w:i/>
          <w:iCs/>
        </w:rPr>
        <w:t xml:space="preserve"> </w:t>
      </w:r>
      <w:r w:rsidR="00DA4A44">
        <w:t xml:space="preserve">is labeled with </w:t>
      </w:r>
    </w:p>
    <w:p w14:paraId="17C0E5D9" w14:textId="77777777" w:rsidR="00DA4A44" w:rsidRDefault="00DA4A44" w:rsidP="001F24B8">
      <w:pPr>
        <w:ind w:left="1134" w:right="283"/>
        <w:jc w:val="center"/>
        <w:rPr>
          <w:position w:val="-30"/>
          <w:szCs w:val="24"/>
        </w:rPr>
      </w:pPr>
      <w:r w:rsidRPr="00861ABC">
        <w:rPr>
          <w:szCs w:val="24"/>
        </w:rPr>
        <w:lastRenderedPageBreak/>
        <w:t xml:space="preserve">f*(e = </w:t>
      </w:r>
      <w:proofErr w:type="spellStart"/>
      <w:r w:rsidRPr="00861ABC">
        <w:rPr>
          <w:szCs w:val="24"/>
        </w:rPr>
        <w:t>uv</w:t>
      </w:r>
      <w:proofErr w:type="spellEnd"/>
      <w:r w:rsidRPr="00861ABC">
        <w:rPr>
          <w:szCs w:val="24"/>
        </w:rPr>
        <w:t xml:space="preserve">) = </w:t>
      </w:r>
      <w:r w:rsidRPr="00DA4A44">
        <w:rPr>
          <w:position w:val="-48"/>
          <w:szCs w:val="24"/>
        </w:rPr>
        <w:object w:dxaOrig="1400" w:dyaOrig="1080" w14:anchorId="6E598E2B">
          <v:shape id="_x0000_i1033" type="#_x0000_t75" style="width:69.6pt;height:54pt" o:ole="">
            <v:imagedata r:id="rId20" o:title=""/>
          </v:shape>
          <o:OLEObject Type="Embed" ProgID="Equation.3" ShapeID="_x0000_i1033" DrawAspect="Content" ObjectID="_1819478169" r:id="rId21"/>
        </w:object>
      </w:r>
    </w:p>
    <w:p w14:paraId="5E3E7FEF" w14:textId="77777777" w:rsidR="00DA4A44" w:rsidRDefault="00DA4A44" w:rsidP="00DA4A44">
      <w:pPr>
        <w:spacing w:line="360" w:lineRule="auto"/>
        <w:ind w:left="1134" w:right="283"/>
        <w:jc w:val="center"/>
        <w:rPr>
          <w:position w:val="-30"/>
          <w:szCs w:val="24"/>
        </w:rPr>
      </w:pPr>
      <w:r>
        <w:rPr>
          <w:position w:val="-30"/>
          <w:szCs w:val="24"/>
        </w:rPr>
        <w:t>or</w:t>
      </w:r>
    </w:p>
    <w:p w14:paraId="1EBEE651" w14:textId="77777777" w:rsidR="00DA4A44" w:rsidRDefault="00DA4A44" w:rsidP="001F24B8">
      <w:pPr>
        <w:ind w:left="1134" w:right="283"/>
        <w:jc w:val="center"/>
        <w:rPr>
          <w:position w:val="-30"/>
          <w:szCs w:val="24"/>
        </w:rPr>
      </w:pPr>
      <w:r w:rsidRPr="00861ABC">
        <w:rPr>
          <w:szCs w:val="24"/>
        </w:rPr>
        <w:t xml:space="preserve">f*(e = </w:t>
      </w:r>
      <w:proofErr w:type="spellStart"/>
      <w:r w:rsidRPr="00861ABC">
        <w:rPr>
          <w:szCs w:val="24"/>
        </w:rPr>
        <w:t>uv</w:t>
      </w:r>
      <w:proofErr w:type="spellEnd"/>
      <w:r w:rsidRPr="00861ABC">
        <w:rPr>
          <w:szCs w:val="24"/>
        </w:rPr>
        <w:t xml:space="preserve">) = </w:t>
      </w:r>
      <w:r w:rsidRPr="00DA4A44">
        <w:rPr>
          <w:position w:val="-48"/>
          <w:szCs w:val="24"/>
        </w:rPr>
        <w:object w:dxaOrig="1400" w:dyaOrig="1080" w14:anchorId="7CB00CD7">
          <v:shape id="_x0000_i1034" type="#_x0000_t75" style="width:69.6pt;height:54pt" o:ole="">
            <v:imagedata r:id="rId22" o:title=""/>
          </v:shape>
          <o:OLEObject Type="Embed" ProgID="Equation.3" ShapeID="_x0000_i1034" DrawAspect="Content" ObjectID="_1819478170" r:id="rId23"/>
        </w:object>
      </w:r>
      <w:r>
        <w:rPr>
          <w:position w:val="-30"/>
          <w:szCs w:val="24"/>
        </w:rPr>
        <w:t>.</w:t>
      </w:r>
    </w:p>
    <w:p w14:paraId="1C9679E2" w14:textId="77777777" w:rsidR="004529C3" w:rsidRPr="00DA4A44" w:rsidRDefault="004529C3" w:rsidP="001F24B8">
      <w:pPr>
        <w:ind w:right="283"/>
        <w:rPr>
          <w:position w:val="-30"/>
          <w:szCs w:val="24"/>
        </w:rPr>
      </w:pPr>
      <w:r w:rsidRPr="00DA4A44">
        <w:rPr>
          <w:szCs w:val="24"/>
        </w:rPr>
        <w:t>Then the edge labels are distinct</w:t>
      </w:r>
      <w:r w:rsidR="00DA4A44">
        <w:rPr>
          <w:szCs w:val="24"/>
        </w:rPr>
        <w:t xml:space="preserve"> [</w:t>
      </w:r>
      <w:r w:rsidR="00365605">
        <w:rPr>
          <w:szCs w:val="24"/>
        </w:rPr>
        <w:t>9</w:t>
      </w:r>
      <w:r w:rsidR="005D21D6">
        <w:rPr>
          <w:szCs w:val="24"/>
        </w:rPr>
        <w:t>]</w:t>
      </w:r>
      <w:r w:rsidRPr="00DA4A44">
        <w:rPr>
          <w:szCs w:val="24"/>
        </w:rPr>
        <w:t>.</w:t>
      </w:r>
    </w:p>
    <w:p w14:paraId="53CE9F61" w14:textId="77777777" w:rsidR="007771D6" w:rsidRDefault="00BF12B3" w:rsidP="00DC2224">
      <w:pPr>
        <w:pStyle w:val="Heading2"/>
      </w:pPr>
      <w:r>
        <w:rPr>
          <w:lang w:val="en-IN"/>
        </w:rPr>
        <w:t>Definition 2.8</w:t>
      </w:r>
      <w:r w:rsidR="000078D3" w:rsidRPr="00861ABC">
        <w:rPr>
          <w:lang w:val="en-IN"/>
        </w:rPr>
        <w:t>: Disconnected Cycles mC</w:t>
      </w:r>
      <w:r w:rsidR="000078D3" w:rsidRPr="00861ABC">
        <w:rPr>
          <w:vertAlign w:val="subscript"/>
          <w:lang w:val="en-IN"/>
        </w:rPr>
        <w:t>3</w:t>
      </w:r>
      <w:r w:rsidR="000078D3" w:rsidRPr="00861ABC">
        <w:rPr>
          <w:lang w:val="en-IN"/>
        </w:rPr>
        <w:t>, mC</w:t>
      </w:r>
      <w:proofErr w:type="gramStart"/>
      <w:r w:rsidR="000078D3" w:rsidRPr="00861ABC">
        <w:rPr>
          <w:vertAlign w:val="subscript"/>
          <w:lang w:val="en-IN"/>
        </w:rPr>
        <w:t>4</w:t>
      </w:r>
      <w:r w:rsidR="000078D3" w:rsidRPr="00861ABC">
        <w:rPr>
          <w:lang w:val="en-IN"/>
        </w:rPr>
        <w:t>,…</w:t>
      </w:r>
      <w:proofErr w:type="gramEnd"/>
      <w:r w:rsidR="000078D3" w:rsidRPr="00861ABC">
        <w:rPr>
          <w:lang w:val="en-IN"/>
        </w:rPr>
        <w:t xml:space="preserve">, </w:t>
      </w:r>
      <w:proofErr w:type="spellStart"/>
      <w:r w:rsidR="000078D3" w:rsidRPr="00861ABC">
        <w:rPr>
          <w:lang w:val="en-IN"/>
        </w:rPr>
        <w:t>mC</w:t>
      </w:r>
      <w:r w:rsidR="000078D3" w:rsidRPr="00861ABC">
        <w:rPr>
          <w:vertAlign w:val="subscript"/>
          <w:lang w:val="en-IN"/>
        </w:rPr>
        <w:t>n</w:t>
      </w:r>
      <w:proofErr w:type="spellEnd"/>
    </w:p>
    <w:p w14:paraId="38C522A2" w14:textId="77777777" w:rsidR="00D375DA" w:rsidRDefault="000078D3" w:rsidP="00DC2224">
      <w:pPr>
        <w:pStyle w:val="Paragraph"/>
      </w:pPr>
      <w:r w:rsidRPr="00861ABC">
        <w:t xml:space="preserve">The </w:t>
      </w:r>
      <w:r w:rsidRPr="008B33EF">
        <w:rPr>
          <w:i/>
          <w:iCs/>
        </w:rPr>
        <w:t xml:space="preserve">graph </w:t>
      </w:r>
      <w:proofErr w:type="spellStart"/>
      <w:r w:rsidRPr="008B33EF">
        <w:rPr>
          <w:i/>
          <w:iCs/>
        </w:rPr>
        <w:t>mC</w:t>
      </w:r>
      <w:r w:rsidRPr="008B33EF">
        <w:rPr>
          <w:i/>
          <w:iCs/>
          <w:vertAlign w:val="subscript"/>
        </w:rPr>
        <w:t>n</w:t>
      </w:r>
      <w:proofErr w:type="spellEnd"/>
      <w:r w:rsidRPr="00861ABC">
        <w:t xml:space="preserve"> is a disconnected graph G consisting of n copies of the graph C</w:t>
      </w:r>
      <w:r w:rsidRPr="00861ABC">
        <w:rPr>
          <w:vertAlign w:val="subscript"/>
        </w:rPr>
        <w:t>n</w:t>
      </w:r>
      <w:r>
        <w:rPr>
          <w:vertAlign w:val="subscript"/>
        </w:rPr>
        <w:t xml:space="preserve"> </w:t>
      </w:r>
      <w:r w:rsidR="00D62AFC">
        <w:t>[10</w:t>
      </w:r>
      <w:r w:rsidR="00D375DA">
        <w:t>].</w:t>
      </w:r>
    </w:p>
    <w:p w14:paraId="7DCE64E2" w14:textId="77777777" w:rsidR="007771D6" w:rsidRDefault="00BF12B3" w:rsidP="00DC2224">
      <w:pPr>
        <w:pStyle w:val="Heading2"/>
      </w:pPr>
      <w:r>
        <w:rPr>
          <w:lang w:val="en-IN"/>
        </w:rPr>
        <w:t>Definition 2.9</w:t>
      </w:r>
      <w:r w:rsidR="000078D3" w:rsidRPr="00861ABC">
        <w:rPr>
          <w:lang w:val="en-IN"/>
        </w:rPr>
        <w:t xml:space="preserve">: </w:t>
      </w:r>
      <w:r w:rsidR="000078D3" w:rsidRPr="00861ABC">
        <w:t>Subdivision Graph</w:t>
      </w:r>
    </w:p>
    <w:p w14:paraId="72012F9B" w14:textId="77777777" w:rsidR="007771D6" w:rsidRDefault="000078D3" w:rsidP="00DC2224">
      <w:pPr>
        <w:pStyle w:val="Paragraph"/>
      </w:pPr>
      <w:r w:rsidRPr="0074671D">
        <w:t xml:space="preserve">For a graph G, the Subdivision graph of G, denoted by S(G), is the </w:t>
      </w:r>
      <w:r>
        <w:t>graph obtained from G by inserting a new vertex in each edge of G</w:t>
      </w:r>
      <w:r w:rsidR="00D62AFC">
        <w:t xml:space="preserve"> [10</w:t>
      </w:r>
      <w:r w:rsidR="00F65E03">
        <w:t>]</w:t>
      </w:r>
      <w:r>
        <w:t>.</w:t>
      </w:r>
    </w:p>
    <w:p w14:paraId="328C30BD" w14:textId="77777777" w:rsidR="007771D6" w:rsidRDefault="00BF12B3" w:rsidP="00DC2224">
      <w:pPr>
        <w:pStyle w:val="Heading2"/>
      </w:pPr>
      <w:r>
        <w:rPr>
          <w:lang w:val="en-IN"/>
        </w:rPr>
        <w:t>Definition 2.10</w:t>
      </w:r>
      <w:r w:rsidR="000078D3" w:rsidRPr="00861ABC">
        <w:rPr>
          <w:lang w:val="en-IN"/>
        </w:rPr>
        <w:t xml:space="preserve">: </w:t>
      </w:r>
      <w:r w:rsidR="000078D3" w:rsidRPr="00861ABC">
        <w:t>Firecracker Graph</w:t>
      </w:r>
    </w:p>
    <w:p w14:paraId="47369DFF" w14:textId="77777777" w:rsidR="007771D6" w:rsidRDefault="000078D3" w:rsidP="00DC2224">
      <w:pPr>
        <w:pStyle w:val="Paragraph"/>
      </w:pPr>
      <w:r w:rsidRPr="00861ABC">
        <w:t>A</w:t>
      </w:r>
      <w:r w:rsidRPr="00861ABC">
        <w:rPr>
          <w:shd w:val="clear" w:color="auto" w:fill="FFFFFF"/>
        </w:rPr>
        <w:t xml:space="preserve"> </w:t>
      </w:r>
      <w:r>
        <w:rPr>
          <w:i/>
          <w:iCs/>
          <w:shd w:val="clear" w:color="auto" w:fill="FFFFFF"/>
        </w:rPr>
        <w:t>Fire</w:t>
      </w:r>
      <w:r w:rsidRPr="008B33EF">
        <w:rPr>
          <w:i/>
          <w:iCs/>
          <w:shd w:val="clear" w:color="auto" w:fill="FFFFFF"/>
        </w:rPr>
        <w:t xml:space="preserve">cracker </w:t>
      </w:r>
      <w:r w:rsidRPr="008B33EF">
        <w:rPr>
          <w:i/>
          <w:iCs/>
        </w:rPr>
        <w:t>FC(1</w:t>
      </w:r>
      <w:proofErr w:type="gramStart"/>
      <w:r w:rsidRPr="008B33EF">
        <w:rPr>
          <w:i/>
          <w:iCs/>
          <w:vertAlign w:val="superscript"/>
        </w:rPr>
        <w:t>n</w:t>
      </w:r>
      <w:r w:rsidRPr="008B33EF">
        <w:rPr>
          <w:i/>
          <w:iCs/>
        </w:rPr>
        <w:t>,K</w:t>
      </w:r>
      <w:r w:rsidRPr="008B33EF">
        <w:rPr>
          <w:i/>
          <w:iCs/>
          <w:vertAlign w:val="subscript"/>
        </w:rPr>
        <w:t>1,m</w:t>
      </w:r>
      <w:proofErr w:type="gramEnd"/>
      <w:r w:rsidRPr="008B33EF">
        <w:rPr>
          <w:i/>
          <w:iCs/>
        </w:rPr>
        <w:t>)</w:t>
      </w:r>
      <w:r w:rsidRPr="00861ABC">
        <w:rPr>
          <w:shd w:val="clear" w:color="auto" w:fill="FFFFFF"/>
        </w:rPr>
        <w:t xml:space="preserve"> as a graph obtained from the concatenation of star 1, by linking one leaf from each. Extended fire cracker is the graph obtained from the concatenation of stars by linking a vertex to one leaf from each of any number of stars 1, by a path</w:t>
      </w:r>
      <w:r w:rsidR="005D21D6">
        <w:rPr>
          <w:shd w:val="clear" w:color="auto" w:fill="FFFFFF"/>
        </w:rPr>
        <w:t xml:space="preserve"> [</w:t>
      </w:r>
      <w:r w:rsidR="00D62AFC">
        <w:rPr>
          <w:shd w:val="clear" w:color="auto" w:fill="FFFFFF"/>
        </w:rPr>
        <w:t>10</w:t>
      </w:r>
      <w:r w:rsidR="00F65E03">
        <w:rPr>
          <w:shd w:val="clear" w:color="auto" w:fill="FFFFFF"/>
        </w:rPr>
        <w:t>]</w:t>
      </w:r>
      <w:r w:rsidRPr="00861ABC">
        <w:rPr>
          <w:shd w:val="clear" w:color="auto" w:fill="FFFFFF"/>
        </w:rPr>
        <w:t>.</w:t>
      </w:r>
    </w:p>
    <w:p w14:paraId="15582997" w14:textId="77777777" w:rsidR="007771D6" w:rsidRDefault="00BF12B3" w:rsidP="00DC2224">
      <w:pPr>
        <w:pStyle w:val="Heading2"/>
      </w:pPr>
      <w:r>
        <w:rPr>
          <w:lang w:val="en-IN"/>
        </w:rPr>
        <w:t>Definition 2.1</w:t>
      </w:r>
      <w:r w:rsidR="00125D43">
        <w:rPr>
          <w:lang w:val="en-IN"/>
        </w:rPr>
        <w:t>1</w:t>
      </w:r>
      <w:r w:rsidR="00157491" w:rsidRPr="00861ABC">
        <w:rPr>
          <w:lang w:val="en-IN"/>
        </w:rPr>
        <w:t xml:space="preserve">: </w:t>
      </w:r>
      <w:r w:rsidR="00157491" w:rsidRPr="00861ABC">
        <w:t>Grid Graph</w:t>
      </w:r>
    </w:p>
    <w:p w14:paraId="7240332F" w14:textId="77777777" w:rsidR="007771D6" w:rsidRDefault="00157491" w:rsidP="00DC2224">
      <w:pPr>
        <w:pStyle w:val="Paragraph"/>
      </w:pPr>
      <w:r w:rsidRPr="00861ABC">
        <w:rPr>
          <w:shd w:val="clear" w:color="auto" w:fill="FFFFFF"/>
        </w:rPr>
        <w:t>A two-dimensional grid graph, also known as a rectangular grid graph or two-dimensional lattice graph, is an </w:t>
      </w:r>
      <w:r w:rsidRPr="00861ABC">
        <w:t>m × n</w:t>
      </w:r>
      <w:r>
        <w:t xml:space="preserve"> lattice graph</w:t>
      </w:r>
      <w:r>
        <w:rPr>
          <w:shd w:val="clear" w:color="auto" w:fill="FFFFFF"/>
        </w:rPr>
        <w:t xml:space="preserve"> that is </w:t>
      </w:r>
      <w:r w:rsidRPr="00861ABC">
        <w:rPr>
          <w:shd w:val="clear" w:color="auto" w:fill="FFFFFF"/>
        </w:rPr>
        <w:t>the</w:t>
      </w:r>
      <w:r>
        <w:rPr>
          <w:shd w:val="clear" w:color="auto" w:fill="FFFFFF"/>
        </w:rPr>
        <w:t xml:space="preserve"> graph Cartesian </w:t>
      </w:r>
      <w:proofErr w:type="gramStart"/>
      <w:r>
        <w:rPr>
          <w:shd w:val="clear" w:color="auto" w:fill="FFFFFF"/>
        </w:rPr>
        <w:t>product</w:t>
      </w:r>
      <w:r w:rsidRPr="00861ABC">
        <w:rPr>
          <w:shd w:val="clear" w:color="auto" w:fill="FFFFFF"/>
        </w:rPr>
        <w:t>  </w:t>
      </w:r>
      <w:r w:rsidRPr="00861ABC">
        <w:t>P</w:t>
      </w:r>
      <w:r w:rsidRPr="00861ABC">
        <w:rPr>
          <w:vertAlign w:val="subscript"/>
        </w:rPr>
        <w:t>m</w:t>
      </w:r>
      <w:proofErr w:type="gramEnd"/>
      <w:r w:rsidRPr="00861ABC">
        <w:rPr>
          <w:vertAlign w:val="subscript"/>
        </w:rPr>
        <w:t xml:space="preserve"> </w:t>
      </w:r>
      <w:r w:rsidRPr="00861ABC">
        <w:t xml:space="preserve">□ </w:t>
      </w:r>
      <w:proofErr w:type="spellStart"/>
      <w:r w:rsidRPr="00861ABC">
        <w:rPr>
          <w:shd w:val="clear" w:color="auto" w:fill="FFFFFF"/>
        </w:rPr>
        <w:t>P</w:t>
      </w:r>
      <w:r w:rsidRPr="00861ABC">
        <w:rPr>
          <w:shd w:val="clear" w:color="auto" w:fill="FFFFFF"/>
          <w:vertAlign w:val="subscript"/>
        </w:rPr>
        <w:t>n</w:t>
      </w:r>
      <w:proofErr w:type="spellEnd"/>
      <w:r w:rsidRPr="00861ABC">
        <w:rPr>
          <w:shd w:val="clear" w:color="auto" w:fill="FFFFFF"/>
        </w:rPr>
        <w:t> of</w:t>
      </w:r>
      <w:r>
        <w:rPr>
          <w:shd w:val="clear" w:color="auto" w:fill="FFFFFF"/>
        </w:rPr>
        <w:t xml:space="preserve"> path graphs</w:t>
      </w:r>
      <w:r w:rsidRPr="00861ABC">
        <w:rPr>
          <w:shd w:val="clear" w:color="auto" w:fill="FFFFFF"/>
        </w:rPr>
        <w:t> on </w:t>
      </w:r>
      <w:r>
        <w:rPr>
          <w:shd w:val="clear" w:color="auto" w:fill="FFFFFF"/>
        </w:rPr>
        <w:t xml:space="preserve">m </w:t>
      </w:r>
      <w:r w:rsidRPr="00861ABC">
        <w:rPr>
          <w:shd w:val="clear" w:color="auto" w:fill="FFFFFF"/>
        </w:rPr>
        <w:t>and </w:t>
      </w:r>
      <w:r w:rsidRPr="00861ABC">
        <w:t>n</w:t>
      </w:r>
      <w:r w:rsidRPr="00861ABC">
        <w:rPr>
          <w:shd w:val="clear" w:color="auto" w:fill="FFFFFF"/>
        </w:rPr>
        <w:t> vertices.</w:t>
      </w:r>
      <w:r>
        <w:rPr>
          <w:shd w:val="clear" w:color="auto" w:fill="FFFFFF"/>
        </w:rPr>
        <w:t xml:space="preserve"> </w:t>
      </w:r>
      <w:r w:rsidRPr="00861ABC">
        <w:rPr>
          <w:shd w:val="clear" w:color="auto" w:fill="FFFFFF"/>
        </w:rPr>
        <w:t>The </w:t>
      </w:r>
      <w:r w:rsidRPr="008B33EF">
        <w:rPr>
          <w:i/>
          <w:iCs/>
        </w:rPr>
        <w:t>m × n</w:t>
      </w:r>
      <w:r w:rsidRPr="008B33EF">
        <w:rPr>
          <w:i/>
          <w:iCs/>
          <w:shd w:val="clear" w:color="auto" w:fill="FFFFFF"/>
        </w:rPr>
        <w:t> grid graph</w:t>
      </w:r>
      <w:r w:rsidRPr="00861ABC">
        <w:rPr>
          <w:shd w:val="clear" w:color="auto" w:fill="FFFFFF"/>
        </w:rPr>
        <w:t xml:space="preserve"> is sometimes denoted </w:t>
      </w:r>
      <w:r w:rsidR="001F24B8">
        <w:rPr>
          <w:shd w:val="clear" w:color="auto" w:fill="FFFFFF"/>
        </w:rPr>
        <w:t xml:space="preserve">by </w:t>
      </w:r>
      <w:proofErr w:type="gramStart"/>
      <w:r w:rsidRPr="00861ABC">
        <w:t>L(</w:t>
      </w:r>
      <w:proofErr w:type="gramEnd"/>
      <w:r w:rsidRPr="00861ABC">
        <w:t>m,</w:t>
      </w:r>
      <w:r w:rsidR="001F24B8">
        <w:t xml:space="preserve"> </w:t>
      </w:r>
      <w:r w:rsidRPr="00861ABC">
        <w:t>n)</w:t>
      </w:r>
      <w:r w:rsidR="005D21D6">
        <w:t xml:space="preserve"> [</w:t>
      </w:r>
      <w:r w:rsidR="00D25187">
        <w:t>10</w:t>
      </w:r>
      <w:proofErr w:type="gramStart"/>
      <w:r w:rsidR="00F65E03">
        <w:t xml:space="preserve">] </w:t>
      </w:r>
      <w:r w:rsidRPr="00861ABC">
        <w:t>.</w:t>
      </w:r>
      <w:proofErr w:type="gramEnd"/>
    </w:p>
    <w:p w14:paraId="23F88E28" w14:textId="77777777" w:rsidR="007771D6" w:rsidRDefault="00BF12B3" w:rsidP="00DC2224">
      <w:pPr>
        <w:pStyle w:val="Heading2"/>
      </w:pPr>
      <w:r>
        <w:rPr>
          <w:lang w:val="en-IN"/>
        </w:rPr>
        <w:t>Definition 2.1</w:t>
      </w:r>
      <w:r w:rsidR="00125D43">
        <w:rPr>
          <w:lang w:val="en-IN"/>
        </w:rPr>
        <w:t>2</w:t>
      </w:r>
      <w:r w:rsidR="00157491" w:rsidRPr="00861ABC">
        <w:rPr>
          <w:lang w:val="en-IN"/>
        </w:rPr>
        <w:t>: Spanning Tree</w:t>
      </w:r>
      <w:r w:rsidR="00157491">
        <w:rPr>
          <w:lang w:val="en-IN"/>
        </w:rPr>
        <w:t xml:space="preserve">                                                                </w:t>
      </w:r>
    </w:p>
    <w:p w14:paraId="11726695" w14:textId="77777777" w:rsidR="007771D6" w:rsidRDefault="00157491" w:rsidP="00DC2224">
      <w:pPr>
        <w:pStyle w:val="Paragraph"/>
      </w:pPr>
      <w:r w:rsidRPr="00861ABC">
        <w:rPr>
          <w:shd w:val="clear" w:color="auto" w:fill="FFFFFF"/>
        </w:rPr>
        <w:t xml:space="preserve">A </w:t>
      </w:r>
      <w:r w:rsidRPr="008B33EF">
        <w:rPr>
          <w:i/>
          <w:iCs/>
          <w:shd w:val="clear" w:color="auto" w:fill="FFFFFF"/>
        </w:rPr>
        <w:t>spanning tree</w:t>
      </w:r>
      <w:r w:rsidRPr="00861ABC">
        <w:rPr>
          <w:shd w:val="clear" w:color="auto" w:fill="FFFFFF"/>
        </w:rPr>
        <w:t xml:space="preserve"> is </w:t>
      </w:r>
      <w:r w:rsidRPr="00861ABC">
        <w:t xml:space="preserve">a connected graph using all vertices </w:t>
      </w:r>
      <w:r w:rsidR="005478A3">
        <w:t xml:space="preserve">of the graph G </w:t>
      </w:r>
      <w:r w:rsidRPr="00861ABC">
        <w:t>in which there are no circuits</w:t>
      </w:r>
      <w:r w:rsidRPr="00861ABC">
        <w:rPr>
          <w:shd w:val="clear" w:color="auto" w:fill="FFFFFF"/>
        </w:rPr>
        <w:t>. In other words, there is a path from any vertex to any other vertex, but no circuits</w:t>
      </w:r>
      <w:r w:rsidR="005D21D6">
        <w:rPr>
          <w:shd w:val="clear" w:color="auto" w:fill="FFFFFF"/>
        </w:rPr>
        <w:t xml:space="preserve"> [</w:t>
      </w:r>
      <w:r w:rsidR="00D25187">
        <w:rPr>
          <w:shd w:val="clear" w:color="auto" w:fill="FFFFFF"/>
        </w:rPr>
        <w:t>10</w:t>
      </w:r>
      <w:r w:rsidR="00F65E03">
        <w:rPr>
          <w:shd w:val="clear" w:color="auto" w:fill="FFFFFF"/>
        </w:rPr>
        <w:t>]</w:t>
      </w:r>
      <w:r w:rsidRPr="00861ABC">
        <w:rPr>
          <w:shd w:val="clear" w:color="auto" w:fill="FFFFFF"/>
        </w:rPr>
        <w:t>.</w:t>
      </w:r>
    </w:p>
    <w:p w14:paraId="6CD611A2" w14:textId="77777777" w:rsidR="007771D6" w:rsidRDefault="007771D6" w:rsidP="00DC2224">
      <w:pPr>
        <w:pStyle w:val="Heading2"/>
      </w:pPr>
      <w:r>
        <w:rPr>
          <w:lang w:val="en-IN"/>
        </w:rPr>
        <w:t>Definition 2.</w:t>
      </w:r>
      <w:r w:rsidR="00BF12B3">
        <w:rPr>
          <w:lang w:val="en-IN"/>
        </w:rPr>
        <w:t>1</w:t>
      </w:r>
      <w:r w:rsidR="00125D43">
        <w:rPr>
          <w:lang w:val="en-IN"/>
        </w:rPr>
        <w:t>3</w:t>
      </w:r>
      <w:r w:rsidR="00157491" w:rsidRPr="00861ABC">
        <w:rPr>
          <w:lang w:val="en-IN"/>
        </w:rPr>
        <w:t xml:space="preserve">: </w:t>
      </w:r>
      <w:r w:rsidR="00157491" w:rsidRPr="00861ABC">
        <w:t xml:space="preserve">Graph </w:t>
      </w:r>
      <w:proofErr w:type="spellStart"/>
      <w:r w:rsidR="00157491" w:rsidRPr="00861ABC">
        <w:t>P</w:t>
      </w:r>
      <w:r w:rsidR="00157491" w:rsidRPr="00861ABC">
        <w:rPr>
          <w:vertAlign w:val="subscript"/>
        </w:rPr>
        <w:t>n</w:t>
      </w:r>
      <w:proofErr w:type="spellEnd"/>
      <w:r w:rsidR="00157491" w:rsidRPr="00861ABC">
        <w:t xml:space="preserve"> ʘ K</w:t>
      </w:r>
      <w:r w:rsidR="00157491" w:rsidRPr="00861ABC">
        <w:rPr>
          <w:vertAlign w:val="subscript"/>
        </w:rPr>
        <w:t>m</w:t>
      </w:r>
    </w:p>
    <w:p w14:paraId="6B6F53D5" w14:textId="77777777" w:rsidR="007771D6" w:rsidRDefault="00157491" w:rsidP="00DC2224">
      <w:pPr>
        <w:pStyle w:val="Paragraph"/>
      </w:pPr>
      <w:r w:rsidRPr="00861ABC">
        <w:rPr>
          <w:shd w:val="clear" w:color="auto" w:fill="FFFFFF"/>
        </w:rPr>
        <w:t xml:space="preserve">The </w:t>
      </w:r>
      <w:r>
        <w:rPr>
          <w:i/>
          <w:iCs/>
          <w:shd w:val="clear" w:color="auto" w:fill="FFFFFF"/>
        </w:rPr>
        <w:t>g</w:t>
      </w:r>
      <w:r w:rsidRPr="008B33EF">
        <w:rPr>
          <w:i/>
          <w:iCs/>
          <w:shd w:val="clear" w:color="auto" w:fill="FFFFFF"/>
        </w:rPr>
        <w:t xml:space="preserve">raph </w:t>
      </w:r>
      <w:proofErr w:type="spellStart"/>
      <w:r w:rsidRPr="008B33EF">
        <w:rPr>
          <w:i/>
          <w:iCs/>
        </w:rPr>
        <w:t>P</w:t>
      </w:r>
      <w:r w:rsidRPr="008B33EF">
        <w:rPr>
          <w:i/>
          <w:iCs/>
          <w:vertAlign w:val="subscript"/>
        </w:rPr>
        <w:t>n</w:t>
      </w:r>
      <w:proofErr w:type="spellEnd"/>
      <w:r w:rsidRPr="008B33EF">
        <w:rPr>
          <w:i/>
          <w:iCs/>
        </w:rPr>
        <w:t xml:space="preserve"> ʘ K</w:t>
      </w:r>
      <w:r w:rsidRPr="008B33EF">
        <w:rPr>
          <w:i/>
          <w:iCs/>
          <w:vertAlign w:val="subscript"/>
        </w:rPr>
        <w:t>m</w:t>
      </w:r>
      <w:r w:rsidRPr="00861ABC">
        <w:t xml:space="preserve"> </w:t>
      </w:r>
      <w:r w:rsidRPr="00861ABC">
        <w:rPr>
          <w:shd w:val="clear" w:color="auto" w:fill="FFFFFF"/>
        </w:rPr>
        <w:t xml:space="preserve">is a </w:t>
      </w:r>
      <w:r w:rsidR="005478A3">
        <w:rPr>
          <w:shd w:val="clear" w:color="auto" w:fill="FFFFFF"/>
        </w:rPr>
        <w:t xml:space="preserve">connected </w:t>
      </w:r>
      <w:r w:rsidRPr="00861ABC">
        <w:rPr>
          <w:shd w:val="clear" w:color="auto" w:fill="FFFFFF"/>
        </w:rPr>
        <w:t xml:space="preserve">graph obtained by joining </w:t>
      </w:r>
      <w:r w:rsidR="005478A3">
        <w:rPr>
          <w:shd w:val="clear" w:color="auto" w:fill="FFFFFF"/>
        </w:rPr>
        <w:t>a</w:t>
      </w:r>
      <w:r w:rsidRPr="00861ABC">
        <w:rPr>
          <w:shd w:val="clear" w:color="auto" w:fill="FFFFFF"/>
        </w:rPr>
        <w:t xml:space="preserve"> </w:t>
      </w:r>
      <w:r w:rsidR="005478A3">
        <w:rPr>
          <w:shd w:val="clear" w:color="auto" w:fill="FFFFFF"/>
        </w:rPr>
        <w:t>‘</w:t>
      </w:r>
      <w:r w:rsidRPr="00861ABC">
        <w:rPr>
          <w:shd w:val="clear" w:color="auto" w:fill="FFFFFF"/>
        </w:rPr>
        <w:t>n</w:t>
      </w:r>
      <w:r w:rsidR="005478A3">
        <w:rPr>
          <w:shd w:val="clear" w:color="auto" w:fill="FFFFFF"/>
        </w:rPr>
        <w:t>’</w:t>
      </w:r>
      <w:r w:rsidRPr="00861ABC">
        <w:rPr>
          <w:shd w:val="clear" w:color="auto" w:fill="FFFFFF"/>
        </w:rPr>
        <w:t xml:space="preserve"> number of single pendant edge to each vertex of a path</w:t>
      </w:r>
      <w:r w:rsidRPr="00861ABC">
        <w:t>.</w:t>
      </w:r>
    </w:p>
    <w:p w14:paraId="28F00672" w14:textId="77777777" w:rsidR="007771D6" w:rsidRDefault="00125D43" w:rsidP="00DC2224">
      <w:pPr>
        <w:pStyle w:val="Heading2"/>
      </w:pPr>
      <w:r>
        <w:rPr>
          <w:bCs/>
          <w:lang w:val="en-IN"/>
        </w:rPr>
        <w:t>Definition 2.14</w:t>
      </w:r>
      <w:r w:rsidR="00157491" w:rsidRPr="00861ABC">
        <w:rPr>
          <w:bCs/>
          <w:lang w:val="en-IN"/>
        </w:rPr>
        <w:t xml:space="preserve">: </w:t>
      </w:r>
      <w:r w:rsidR="00157491" w:rsidRPr="00861ABC">
        <w:rPr>
          <w:bCs/>
        </w:rPr>
        <w:t xml:space="preserve">Graph </w:t>
      </w:r>
      <w:proofErr w:type="spellStart"/>
      <w:r w:rsidR="00157491" w:rsidRPr="00861ABC">
        <w:rPr>
          <w:bCs/>
        </w:rPr>
        <w:t>P</w:t>
      </w:r>
      <w:r w:rsidR="00157491" w:rsidRPr="00861ABC">
        <w:rPr>
          <w:bCs/>
          <w:vertAlign w:val="subscript"/>
        </w:rPr>
        <w:t>n</w:t>
      </w:r>
      <w:proofErr w:type="spellEnd"/>
      <w:r w:rsidR="00157491" w:rsidRPr="00861ABC">
        <w:rPr>
          <w:bCs/>
        </w:rPr>
        <w:t xml:space="preserve"> + </w:t>
      </w:r>
      <w:proofErr w:type="spellStart"/>
      <w:r w:rsidR="00157491" w:rsidRPr="00861ABC">
        <w:rPr>
          <w:bCs/>
        </w:rPr>
        <w:t>mS</w:t>
      </w:r>
      <w:r w:rsidR="00157491" w:rsidRPr="00861ABC">
        <w:rPr>
          <w:bCs/>
          <w:vertAlign w:val="subscript"/>
        </w:rPr>
        <w:t>n</w:t>
      </w:r>
      <w:proofErr w:type="spellEnd"/>
      <w:r w:rsidR="00157491" w:rsidRPr="00861ABC">
        <w:rPr>
          <w:bCs/>
          <w:vertAlign w:val="subscript"/>
        </w:rPr>
        <w:t xml:space="preserve"> </w:t>
      </w:r>
      <w:r w:rsidR="00157491" w:rsidRPr="00861ABC">
        <w:rPr>
          <w:shd w:val="clear" w:color="auto" w:fill="FFFFFF"/>
        </w:rPr>
        <w:t xml:space="preserve">                                                         </w:t>
      </w:r>
    </w:p>
    <w:p w14:paraId="1B3404D4" w14:textId="77777777" w:rsidR="000078D3" w:rsidRDefault="00157491" w:rsidP="00DC2224">
      <w:pPr>
        <w:pStyle w:val="Paragraph"/>
      </w:pPr>
      <w:r>
        <w:rPr>
          <w:shd w:val="clear" w:color="auto" w:fill="FFFFFF"/>
        </w:rPr>
        <w:t xml:space="preserve">The </w:t>
      </w:r>
      <w:r w:rsidRPr="008B33EF">
        <w:rPr>
          <w:i/>
          <w:iCs/>
          <w:shd w:val="clear" w:color="auto" w:fill="FFFFFF"/>
        </w:rPr>
        <w:t xml:space="preserve">graph </w:t>
      </w:r>
      <w:proofErr w:type="spellStart"/>
      <w:r w:rsidRPr="008B33EF">
        <w:rPr>
          <w:i/>
          <w:iCs/>
        </w:rPr>
        <w:t>P</w:t>
      </w:r>
      <w:r w:rsidRPr="008B33EF">
        <w:rPr>
          <w:i/>
          <w:iCs/>
          <w:vertAlign w:val="subscript"/>
        </w:rPr>
        <w:t>n</w:t>
      </w:r>
      <w:proofErr w:type="spellEnd"/>
      <w:r w:rsidRPr="008B33EF">
        <w:rPr>
          <w:i/>
          <w:iCs/>
        </w:rPr>
        <w:t xml:space="preserve"> + </w:t>
      </w:r>
      <w:proofErr w:type="spellStart"/>
      <w:r w:rsidRPr="008B33EF">
        <w:rPr>
          <w:i/>
          <w:iCs/>
        </w:rPr>
        <w:t>mS</w:t>
      </w:r>
      <w:r w:rsidRPr="008B33EF">
        <w:rPr>
          <w:i/>
          <w:iCs/>
          <w:vertAlign w:val="subscript"/>
        </w:rPr>
        <w:t>n</w:t>
      </w:r>
      <w:proofErr w:type="spellEnd"/>
      <w:r w:rsidRPr="00861ABC">
        <w:rPr>
          <w:shd w:val="clear" w:color="auto" w:fill="FFFFFF"/>
        </w:rPr>
        <w:t xml:space="preserve"> is a </w:t>
      </w:r>
      <w:r w:rsidR="005478A3">
        <w:rPr>
          <w:shd w:val="clear" w:color="auto" w:fill="FFFFFF"/>
        </w:rPr>
        <w:t xml:space="preserve">connected </w:t>
      </w:r>
      <w:r w:rsidRPr="00861ABC">
        <w:rPr>
          <w:shd w:val="clear" w:color="auto" w:fill="FFFFFF"/>
        </w:rPr>
        <w:t>graph obtained</w:t>
      </w:r>
      <w:r>
        <w:rPr>
          <w:shd w:val="clear" w:color="auto" w:fill="FFFFFF"/>
        </w:rPr>
        <w:t xml:space="preserve"> by joining a n number of star </w:t>
      </w:r>
      <w:r w:rsidRPr="00861ABC">
        <w:rPr>
          <w:shd w:val="clear" w:color="auto" w:fill="FFFFFF"/>
        </w:rPr>
        <w:t>K</w:t>
      </w:r>
      <w:proofErr w:type="gramStart"/>
      <w:r w:rsidRPr="00861ABC">
        <w:rPr>
          <w:shd w:val="clear" w:color="auto" w:fill="FFFFFF"/>
          <w:vertAlign w:val="subscript"/>
        </w:rPr>
        <w:t>1,n</w:t>
      </w:r>
      <w:proofErr w:type="gramEnd"/>
      <w:r w:rsidRPr="00861ABC">
        <w:rPr>
          <w:shd w:val="clear" w:color="auto" w:fill="FFFFFF"/>
        </w:rPr>
        <w:t xml:space="preserve"> to each vertex of a path</w:t>
      </w:r>
      <w:r w:rsidRPr="00861ABC">
        <w:t>.</w:t>
      </w:r>
    </w:p>
    <w:p w14:paraId="35AA0272" w14:textId="3E279B85" w:rsidR="00A00182" w:rsidRDefault="00A00182" w:rsidP="00DC2224">
      <w:pPr>
        <w:pStyle w:val="Heading1"/>
      </w:pPr>
      <w:r w:rsidRPr="00A00182">
        <w:lastRenderedPageBreak/>
        <w:t>Results</w:t>
      </w:r>
      <w:r w:rsidR="001F24B8">
        <w:t xml:space="preserve"> </w:t>
      </w:r>
    </w:p>
    <w:p w14:paraId="562CA98D" w14:textId="77777777" w:rsidR="00F65E03" w:rsidRDefault="00F65E03" w:rsidP="00DC2224">
      <w:pPr>
        <w:pStyle w:val="Heading2"/>
        <w:rPr>
          <w:lang w:val="en-IN"/>
        </w:rPr>
      </w:pPr>
      <w:r>
        <w:rPr>
          <w:lang w:val="en-IN"/>
        </w:rPr>
        <w:t xml:space="preserve">Vertex Odd Power Mean </w:t>
      </w:r>
      <w:proofErr w:type="spellStart"/>
      <w:r>
        <w:rPr>
          <w:lang w:val="en-IN"/>
        </w:rPr>
        <w:t>Labeling</w:t>
      </w:r>
      <w:proofErr w:type="spellEnd"/>
    </w:p>
    <w:p w14:paraId="0A7173C5" w14:textId="77777777" w:rsidR="00F65E03" w:rsidRPr="009C3F5A" w:rsidRDefault="00F65E03" w:rsidP="00DC2224">
      <w:pPr>
        <w:pStyle w:val="Paragraph"/>
        <w:rPr>
          <w:b/>
          <w:bCs/>
          <w:lang w:val="en-IN"/>
        </w:rPr>
      </w:pPr>
      <w:r w:rsidRPr="00861ABC">
        <w:t xml:space="preserve">The graph </w:t>
      </w:r>
      <w:proofErr w:type="gramStart"/>
      <w:r w:rsidRPr="00861ABC">
        <w:t>G(</w:t>
      </w:r>
      <w:proofErr w:type="gramEnd"/>
      <w:r w:rsidRPr="00861ABC">
        <w:t>V,</w:t>
      </w:r>
      <w:r w:rsidR="0076030D">
        <w:t xml:space="preserve"> </w:t>
      </w:r>
      <w:r w:rsidRPr="00861ABC">
        <w:t xml:space="preserve">E) with p vertices and q edges, if it is sufficient to label the vertices x ε V with different </w:t>
      </w:r>
      <w:proofErr w:type="spellStart"/>
      <w:r w:rsidRPr="00861ABC">
        <w:t>labelings</w:t>
      </w:r>
      <w:proofErr w:type="spellEnd"/>
      <w:r w:rsidRPr="00861ABC">
        <w:t xml:space="preserve"> f(x) from odd numbers </w:t>
      </w:r>
      <w:proofErr w:type="gramStart"/>
      <w:r w:rsidRPr="00861ABC">
        <w:t>of  1</w:t>
      </w:r>
      <w:proofErr w:type="gramEnd"/>
      <w:r w:rsidRPr="00861ABC">
        <w:t xml:space="preserve">, </w:t>
      </w:r>
      <w:proofErr w:type="gramStart"/>
      <w:r w:rsidRPr="00861ABC">
        <w:t>3,…</w:t>
      </w:r>
      <w:proofErr w:type="gramEnd"/>
      <w:r w:rsidRPr="00861ABC">
        <w:t xml:space="preserve">., 2q + 1 in such a way that when each </w:t>
      </w:r>
      <w:proofErr w:type="gramStart"/>
      <w:r w:rsidRPr="00861ABC">
        <w:t>edge  e</w:t>
      </w:r>
      <w:proofErr w:type="gramEnd"/>
      <w:r w:rsidRPr="00861ABC">
        <w:t xml:space="preserve"> = </w:t>
      </w:r>
      <w:proofErr w:type="spellStart"/>
      <w:r w:rsidRPr="00861ABC">
        <w:t>uv</w:t>
      </w:r>
      <w:proofErr w:type="spellEnd"/>
      <w:r w:rsidRPr="00861ABC">
        <w:t xml:space="preserve"> is labeled with</w:t>
      </w:r>
    </w:p>
    <w:p w14:paraId="3D731579" w14:textId="77777777" w:rsidR="00F65E03" w:rsidRPr="00861ABC" w:rsidRDefault="00F65E03" w:rsidP="001F24B8">
      <w:pPr>
        <w:ind w:left="1134" w:right="283"/>
        <w:jc w:val="center"/>
        <w:rPr>
          <w:szCs w:val="24"/>
        </w:rPr>
      </w:pPr>
      <w:r w:rsidRPr="00861ABC">
        <w:rPr>
          <w:szCs w:val="24"/>
        </w:rPr>
        <w:t xml:space="preserve">f*(e = </w:t>
      </w:r>
      <w:proofErr w:type="spellStart"/>
      <w:r w:rsidRPr="00861ABC">
        <w:rPr>
          <w:szCs w:val="24"/>
        </w:rPr>
        <w:t>uv</w:t>
      </w:r>
      <w:proofErr w:type="spellEnd"/>
      <w:r w:rsidRPr="00861ABC">
        <w:rPr>
          <w:szCs w:val="24"/>
        </w:rPr>
        <w:t xml:space="preserve">) = </w:t>
      </w:r>
      <w:r w:rsidRPr="00861ABC">
        <w:rPr>
          <w:position w:val="-30"/>
          <w:szCs w:val="24"/>
        </w:rPr>
        <w:object w:dxaOrig="2720" w:dyaOrig="720" w14:anchorId="08E992D0">
          <v:shape id="_x0000_i1035" type="#_x0000_t75" style="width:135.6pt;height:36pt" o:ole="">
            <v:imagedata r:id="rId8" o:title=""/>
          </v:shape>
          <o:OLEObject Type="Embed" ProgID="Equation.3" ShapeID="_x0000_i1035" DrawAspect="Content" ObjectID="_1819478171" r:id="rId24"/>
        </w:object>
      </w:r>
    </w:p>
    <w:p w14:paraId="030B92AF" w14:textId="77777777" w:rsidR="00F65E03" w:rsidRPr="00861ABC" w:rsidRDefault="00F65E03" w:rsidP="001F24B8">
      <w:pPr>
        <w:ind w:left="1134" w:right="283"/>
        <w:jc w:val="center"/>
        <w:rPr>
          <w:szCs w:val="24"/>
        </w:rPr>
      </w:pPr>
      <w:r w:rsidRPr="00861ABC">
        <w:rPr>
          <w:szCs w:val="24"/>
        </w:rPr>
        <w:t>or</w:t>
      </w:r>
    </w:p>
    <w:p w14:paraId="6E07013D" w14:textId="77777777" w:rsidR="00F65E03" w:rsidRPr="00861ABC" w:rsidRDefault="00F65E03" w:rsidP="001F24B8">
      <w:pPr>
        <w:ind w:left="1134" w:right="283"/>
        <w:jc w:val="center"/>
        <w:rPr>
          <w:position w:val="-30"/>
          <w:szCs w:val="24"/>
        </w:rPr>
      </w:pPr>
      <w:r w:rsidRPr="00861ABC">
        <w:rPr>
          <w:szCs w:val="24"/>
        </w:rPr>
        <w:t xml:space="preserve">f*(e = </w:t>
      </w:r>
      <w:proofErr w:type="spellStart"/>
      <w:r w:rsidRPr="00861ABC">
        <w:rPr>
          <w:szCs w:val="24"/>
        </w:rPr>
        <w:t>uv</w:t>
      </w:r>
      <w:proofErr w:type="spellEnd"/>
      <w:r w:rsidRPr="00861ABC">
        <w:rPr>
          <w:szCs w:val="24"/>
        </w:rPr>
        <w:t xml:space="preserve">) = </w:t>
      </w:r>
      <w:r w:rsidRPr="00861ABC">
        <w:rPr>
          <w:position w:val="-30"/>
          <w:szCs w:val="24"/>
        </w:rPr>
        <w:object w:dxaOrig="2720" w:dyaOrig="720" w14:anchorId="03B1EF09">
          <v:shape id="_x0000_i1036" type="#_x0000_t75" style="width:135.6pt;height:36pt" o:ole="">
            <v:imagedata r:id="rId10" o:title=""/>
          </v:shape>
          <o:OLEObject Type="Embed" ProgID="Equation.3" ShapeID="_x0000_i1036" DrawAspect="Content" ObjectID="_1819478172" r:id="rId25"/>
        </w:object>
      </w:r>
    </w:p>
    <w:p w14:paraId="1DC76DD0" w14:textId="77777777" w:rsidR="008720BC" w:rsidRDefault="00F65E03" w:rsidP="00DC2224">
      <w:pPr>
        <w:pStyle w:val="Paragraph"/>
        <w:rPr>
          <w:b/>
          <w:bCs/>
          <w:sz w:val="26"/>
          <w:szCs w:val="26"/>
          <w:lang w:val="en-IN"/>
        </w:rPr>
      </w:pPr>
      <w:r w:rsidRPr="00861ABC">
        <w:t xml:space="preserve">and the edge </w:t>
      </w:r>
      <w:proofErr w:type="spellStart"/>
      <w:r w:rsidRPr="00861ABC">
        <w:t>labelings</w:t>
      </w:r>
      <w:proofErr w:type="spellEnd"/>
      <w:r w:rsidRPr="00861ABC">
        <w:t xml:space="preserve"> are distinct. This labeling is called </w:t>
      </w:r>
      <w:r w:rsidRPr="00861ABC">
        <w:rPr>
          <w:b/>
          <w:bCs/>
          <w:i/>
          <w:iCs/>
        </w:rPr>
        <w:t>vertex odd power mean labeling</w:t>
      </w:r>
      <w:r w:rsidR="00D25187">
        <w:rPr>
          <w:b/>
          <w:bCs/>
          <w:i/>
          <w:iCs/>
        </w:rPr>
        <w:t xml:space="preserve"> </w:t>
      </w:r>
      <w:r w:rsidR="005D21D6" w:rsidRPr="00D25187">
        <w:t>[1</w:t>
      </w:r>
      <w:r w:rsidR="00BF12B3" w:rsidRPr="00D25187">
        <w:t>1</w:t>
      </w:r>
      <w:r w:rsidRPr="00D25187">
        <w:t>]</w:t>
      </w:r>
      <w:r w:rsidR="0076030D" w:rsidRPr="00D25187">
        <w:t>.</w:t>
      </w:r>
      <w:r w:rsidR="0076030D">
        <w:t xml:space="preserve"> Th</w:t>
      </w:r>
      <w:r w:rsidR="00D25187">
        <w:t>e</w:t>
      </w:r>
      <w:r w:rsidR="0076030D">
        <w:t xml:space="preserve"> </w:t>
      </w:r>
      <w:r w:rsidRPr="00861ABC">
        <w:rPr>
          <w:rFonts w:eastAsiaTheme="minorEastAsia"/>
        </w:rPr>
        <w:t>vertex odd</w:t>
      </w:r>
      <w:r w:rsidR="00866619">
        <w:rPr>
          <w:rFonts w:eastAsiaTheme="minorEastAsia"/>
        </w:rPr>
        <w:t xml:space="preserve"> power mean labeling is defined by</w:t>
      </w:r>
      <w:r w:rsidR="001F24B8">
        <w:rPr>
          <w:rFonts w:eastAsiaTheme="minorEastAsia"/>
        </w:rPr>
        <w:t xml:space="preserve"> </w:t>
      </w:r>
      <w:r w:rsidRPr="00861ABC">
        <w:rPr>
          <w:rFonts w:eastAsiaTheme="minorEastAsia"/>
        </w:rPr>
        <w:t>C. Vimala and B. Kavitha in 2020</w:t>
      </w:r>
      <w:r w:rsidR="00BF12B3">
        <w:rPr>
          <w:rFonts w:eastAsiaTheme="minorEastAsia"/>
        </w:rPr>
        <w:t xml:space="preserve"> [1</w:t>
      </w:r>
      <w:r w:rsidR="00D25187">
        <w:rPr>
          <w:rFonts w:eastAsiaTheme="minorEastAsia"/>
        </w:rPr>
        <w:t>1</w:t>
      </w:r>
      <w:r>
        <w:rPr>
          <w:rFonts w:eastAsiaTheme="minorEastAsia"/>
        </w:rPr>
        <w:t>]</w:t>
      </w:r>
      <w:r w:rsidRPr="00861ABC">
        <w:rPr>
          <w:rFonts w:eastAsiaTheme="minorEastAsia"/>
        </w:rPr>
        <w:t>. They proved that cycle, star, connected graph</w:t>
      </w:r>
      <w:r w:rsidR="001F24B8">
        <w:rPr>
          <w:rFonts w:eastAsiaTheme="minorEastAsia"/>
        </w:rPr>
        <w:t xml:space="preserve"> C</w:t>
      </w:r>
      <w:r w:rsidR="001F24B8" w:rsidRPr="00C5755E">
        <w:rPr>
          <w:rFonts w:eastAsiaTheme="minorEastAsia"/>
          <w:vertAlign w:val="subscript"/>
        </w:rPr>
        <w:t>n</w:t>
      </w:r>
      <w:r w:rsidR="001F24B8">
        <w:rPr>
          <w:rFonts w:eastAsiaTheme="minorEastAsia"/>
        </w:rPr>
        <w:t xml:space="preserve"> + 2P</w:t>
      </w:r>
      <w:r w:rsidR="001F24B8" w:rsidRPr="00C5755E">
        <w:rPr>
          <w:rFonts w:eastAsiaTheme="minorEastAsia"/>
          <w:vertAlign w:val="subscript"/>
        </w:rPr>
        <w:t>2</w:t>
      </w:r>
      <w:r w:rsidR="001F24B8" w:rsidRPr="00861ABC">
        <w:rPr>
          <w:rFonts w:eastAsiaTheme="minorEastAsia"/>
        </w:rPr>
        <w:t xml:space="preserve"> </w:t>
      </w:r>
      <w:r w:rsidRPr="00861ABC">
        <w:rPr>
          <w:rFonts w:eastAsiaTheme="minorEastAsia"/>
        </w:rPr>
        <w:t>are vertex odd power mean graphs</w:t>
      </w:r>
      <w:r>
        <w:rPr>
          <w:rFonts w:eastAsiaTheme="minorEastAsia"/>
        </w:rPr>
        <w:t xml:space="preserve">. </w:t>
      </w:r>
      <w:r w:rsidR="008720BC" w:rsidRPr="008720BC">
        <w:t xml:space="preserve">This study examines the concept of vertex odd power mean labeling and analyzes its applicability to </w:t>
      </w:r>
      <w:r w:rsidR="001F24B8">
        <w:t xml:space="preserve">the </w:t>
      </w:r>
      <w:r w:rsidR="008720BC" w:rsidRPr="008720BC">
        <w:t>graphs</w:t>
      </w:r>
      <w:r w:rsidR="001F24B8">
        <w:t xml:space="preserve"> such as t</w:t>
      </w:r>
      <w:r w:rsidR="001F24B8" w:rsidRPr="00B25412">
        <w:t xml:space="preserve">he </w:t>
      </w:r>
      <w:r w:rsidR="001F24B8" w:rsidRPr="00CE663F">
        <w:t>disconnected cycle</w:t>
      </w:r>
      <w:r w:rsidR="001F24B8">
        <w:t>s</w:t>
      </w:r>
      <w:r w:rsidR="001F24B8" w:rsidRPr="00CE663F">
        <w:t xml:space="preserve"> graph</w:t>
      </w:r>
      <w:r w:rsidR="001F24B8">
        <w:t xml:space="preserve"> </w:t>
      </w:r>
      <w:proofErr w:type="spellStart"/>
      <w:r w:rsidR="001F24B8" w:rsidRPr="00CE663F">
        <w:t>sC</w:t>
      </w:r>
      <w:r w:rsidR="001F24B8" w:rsidRPr="00CE663F">
        <w:rPr>
          <w:vertAlign w:val="subscript"/>
        </w:rPr>
        <w:t>r</w:t>
      </w:r>
      <w:proofErr w:type="spellEnd"/>
      <w:r w:rsidR="001F24B8" w:rsidRPr="00CE663F">
        <w:rPr>
          <w:vertAlign w:val="subscript"/>
        </w:rPr>
        <w:t xml:space="preserve">, </w:t>
      </w:r>
      <w:r w:rsidR="001F24B8" w:rsidRPr="00CE663F">
        <w:t xml:space="preserve">the Subdivision graphs </w:t>
      </w:r>
      <w:proofErr w:type="spellStart"/>
      <w:proofErr w:type="gramStart"/>
      <w:r w:rsidR="001F24B8" w:rsidRPr="00CE663F">
        <w:t>P</w:t>
      </w:r>
      <w:r w:rsidR="001F24B8" w:rsidRPr="00CE663F">
        <w:rPr>
          <w:vertAlign w:val="subscript"/>
        </w:rPr>
        <w:t>s,r</w:t>
      </w:r>
      <w:proofErr w:type="spellEnd"/>
      <w:proofErr w:type="gramEnd"/>
      <w:r w:rsidR="001F24B8" w:rsidRPr="00CE663F">
        <w:rPr>
          <w:vertAlign w:val="subscript"/>
        </w:rPr>
        <w:t xml:space="preserve"> </w:t>
      </w:r>
      <w:r w:rsidR="001F24B8" w:rsidRPr="00CE663F">
        <w:t>and S(</w:t>
      </w:r>
      <w:proofErr w:type="spellStart"/>
      <w:proofErr w:type="gramStart"/>
      <w:r w:rsidR="001F24B8" w:rsidRPr="00CE663F">
        <w:t>K</w:t>
      </w:r>
      <w:r w:rsidR="001F24B8" w:rsidRPr="00CE663F">
        <w:rPr>
          <w:vertAlign w:val="subscript"/>
        </w:rPr>
        <w:t>s,r</w:t>
      </w:r>
      <w:proofErr w:type="spellEnd"/>
      <w:proofErr w:type="gramEnd"/>
      <w:r w:rsidR="001F24B8" w:rsidRPr="00CE663F">
        <w:t xml:space="preserve">), Firecracker graph, grid graph, </w:t>
      </w:r>
      <w:r w:rsidR="001F24B8" w:rsidRPr="00CE663F">
        <w:rPr>
          <w:lang w:val="en-IN"/>
        </w:rPr>
        <w:t xml:space="preserve">Spanning Tree, the </w:t>
      </w:r>
      <w:r w:rsidR="001F24B8">
        <w:rPr>
          <w:lang w:val="en-IN"/>
        </w:rPr>
        <w:t xml:space="preserve">connected </w:t>
      </w:r>
      <w:r w:rsidR="001F24B8" w:rsidRPr="00CE663F">
        <w:t xml:space="preserve">graphs </w:t>
      </w:r>
      <w:proofErr w:type="spellStart"/>
      <w:r w:rsidR="001F24B8" w:rsidRPr="00CE663F">
        <w:t>P</w:t>
      </w:r>
      <w:r w:rsidR="001F24B8" w:rsidRPr="00CE663F">
        <w:rPr>
          <w:vertAlign w:val="subscript"/>
        </w:rPr>
        <w:t>r</w:t>
      </w:r>
      <w:proofErr w:type="spellEnd"/>
      <w:r w:rsidR="001F24B8" w:rsidRPr="00CE663F">
        <w:rPr>
          <w:vertAlign w:val="subscript"/>
        </w:rPr>
        <w:t xml:space="preserve"> </w:t>
      </w:r>
      <w:r w:rsidR="001F24B8" w:rsidRPr="00CE663F">
        <w:t>ʘ K</w:t>
      </w:r>
      <w:r w:rsidR="001F24B8" w:rsidRPr="00CE663F">
        <w:rPr>
          <w:vertAlign w:val="subscript"/>
        </w:rPr>
        <w:t xml:space="preserve">s, </w:t>
      </w:r>
      <w:r w:rsidR="001F24B8" w:rsidRPr="00CE663F">
        <w:t xml:space="preserve">and </w:t>
      </w:r>
      <w:proofErr w:type="spellStart"/>
      <w:r w:rsidR="001F24B8" w:rsidRPr="00CE663F">
        <w:t>P</w:t>
      </w:r>
      <w:r w:rsidR="001F24B8" w:rsidRPr="00CE663F">
        <w:rPr>
          <w:vertAlign w:val="subscript"/>
        </w:rPr>
        <w:t>r</w:t>
      </w:r>
      <w:proofErr w:type="spellEnd"/>
      <w:r w:rsidR="001F24B8" w:rsidRPr="00CE663F">
        <w:t xml:space="preserve"> + </w:t>
      </w:r>
      <w:proofErr w:type="spellStart"/>
      <w:proofErr w:type="gramStart"/>
      <w:r w:rsidR="001F24B8" w:rsidRPr="00CE663F">
        <w:t>sS</w:t>
      </w:r>
      <w:r w:rsidR="001F24B8" w:rsidRPr="00CE663F">
        <w:rPr>
          <w:vertAlign w:val="subscript"/>
        </w:rPr>
        <w:t>r</w:t>
      </w:r>
      <w:proofErr w:type="spellEnd"/>
      <w:r w:rsidR="001F24B8">
        <w:t xml:space="preserve"> </w:t>
      </w:r>
      <w:r w:rsidR="008720BC" w:rsidRPr="008720BC">
        <w:t>.</w:t>
      </w:r>
      <w:proofErr w:type="gramEnd"/>
      <w:r w:rsidR="008720BC" w:rsidRPr="008720BC">
        <w:rPr>
          <w:b/>
          <w:bCs/>
          <w:sz w:val="26"/>
          <w:szCs w:val="26"/>
          <w:lang w:val="en-IN"/>
        </w:rPr>
        <w:t xml:space="preserve"> </w:t>
      </w:r>
    </w:p>
    <w:p w14:paraId="06CC774B" w14:textId="77777777" w:rsidR="000078D3" w:rsidRPr="00861ABC" w:rsidRDefault="00A00182" w:rsidP="00DC2224">
      <w:pPr>
        <w:pStyle w:val="Paragraph"/>
      </w:pPr>
      <w:r>
        <w:rPr>
          <w:b/>
          <w:bCs/>
          <w:lang w:val="en-IN"/>
        </w:rPr>
        <w:t xml:space="preserve">Theorem </w:t>
      </w:r>
      <w:r w:rsidR="000078D3">
        <w:rPr>
          <w:b/>
          <w:bCs/>
          <w:lang w:val="en-IN"/>
        </w:rPr>
        <w:t>3.1</w:t>
      </w:r>
      <w:r w:rsidR="000078D3" w:rsidRPr="00861ABC">
        <w:rPr>
          <w:b/>
          <w:bCs/>
          <w:lang w:val="en-IN"/>
        </w:rPr>
        <w:t xml:space="preserve">: </w:t>
      </w:r>
      <w:r w:rsidR="000078D3" w:rsidRPr="00861ABC">
        <w:t>A disconnected cycle</w:t>
      </w:r>
      <w:r w:rsidR="003829CB">
        <w:t xml:space="preserve"> graphs</w:t>
      </w:r>
      <w:r w:rsidR="000078D3" w:rsidRPr="00861ABC">
        <w:t xml:space="preserve"> </w:t>
      </w:r>
      <w:proofErr w:type="spellStart"/>
      <w:r w:rsidR="000078D3">
        <w:t>s</w:t>
      </w:r>
      <w:r w:rsidR="000078D3" w:rsidRPr="00861ABC">
        <w:t>C</w:t>
      </w:r>
      <w:r w:rsidR="000078D3">
        <w:rPr>
          <w:vertAlign w:val="subscript"/>
        </w:rPr>
        <w:t>r</w:t>
      </w:r>
      <w:proofErr w:type="spellEnd"/>
      <w:r w:rsidR="000078D3" w:rsidRPr="00861ABC">
        <w:t xml:space="preserve"> admits vertex odd power mean labeling.</w:t>
      </w:r>
    </w:p>
    <w:p w14:paraId="6D092A98" w14:textId="77777777" w:rsidR="000078D3" w:rsidRPr="00861ABC" w:rsidRDefault="000078D3" w:rsidP="00DC2224">
      <w:pPr>
        <w:pStyle w:val="Paragraph"/>
        <w:rPr>
          <w:b/>
        </w:rPr>
      </w:pPr>
      <w:r w:rsidRPr="00861ABC">
        <w:rPr>
          <w:b/>
        </w:rPr>
        <w:t xml:space="preserve">Proof: </w:t>
      </w:r>
      <w:r w:rsidRPr="00861ABC">
        <w:t>The</w:t>
      </w:r>
      <w:r w:rsidRPr="00861ABC">
        <w:rPr>
          <w:i/>
          <w:iCs/>
        </w:rPr>
        <w:t xml:space="preserve"> </w:t>
      </w:r>
      <w:r w:rsidRPr="00861ABC">
        <w:t xml:space="preserve">disconnected cycle </w:t>
      </w:r>
      <w:proofErr w:type="spellStart"/>
      <w:r>
        <w:t>s</w:t>
      </w:r>
      <w:r w:rsidRPr="00861ABC">
        <w:t>C</w:t>
      </w:r>
      <w:r>
        <w:rPr>
          <w:vertAlign w:val="subscript"/>
        </w:rPr>
        <w:t>r</w:t>
      </w:r>
      <w:proofErr w:type="spellEnd"/>
      <w:r w:rsidRPr="00861ABC">
        <w:t xml:space="preserve"> has </w:t>
      </w:r>
      <w:proofErr w:type="spellStart"/>
      <w:r w:rsidRPr="008B33EF">
        <w:rPr>
          <w:i/>
          <w:iCs/>
        </w:rPr>
        <w:t>sr</w:t>
      </w:r>
      <w:proofErr w:type="spellEnd"/>
      <w:r w:rsidRPr="00861ABC">
        <w:t xml:space="preserve"> vertices and </w:t>
      </w:r>
      <w:proofErr w:type="spellStart"/>
      <w:r w:rsidRPr="008B33EF">
        <w:rPr>
          <w:i/>
          <w:iCs/>
        </w:rPr>
        <w:t>sr</w:t>
      </w:r>
      <w:proofErr w:type="spellEnd"/>
      <w:r>
        <w:t xml:space="preserve"> </w:t>
      </w:r>
      <w:r w:rsidRPr="00861ABC">
        <w:t>edges.</w:t>
      </w:r>
    </w:p>
    <w:p w14:paraId="13B40BD2" w14:textId="77777777" w:rsidR="000078D3" w:rsidRPr="00861ABC" w:rsidRDefault="000078D3" w:rsidP="00DC2224">
      <w:pPr>
        <w:pStyle w:val="Paragraph"/>
      </w:pPr>
      <w:r>
        <w:t>Define</w:t>
      </w:r>
      <w:r w:rsidRPr="00861ABC">
        <w:t xml:space="preserve"> </w:t>
      </w:r>
      <w:r>
        <w:t>the vertex labeling f</w:t>
      </w:r>
      <w:r w:rsidRPr="00861ABC">
        <w:t>: V(</w:t>
      </w:r>
      <w:proofErr w:type="spellStart"/>
      <w:r>
        <w:t>s</w:t>
      </w:r>
      <w:r w:rsidRPr="00861ABC">
        <w:t>C</w:t>
      </w:r>
      <w:r>
        <w:rPr>
          <w:vertAlign w:val="subscript"/>
        </w:rPr>
        <w:t>r</w:t>
      </w:r>
      <w:proofErr w:type="spellEnd"/>
      <w:r w:rsidRPr="00861ABC">
        <w:rPr>
          <w:iCs/>
        </w:rPr>
        <w:t>)</w:t>
      </w:r>
      <w:r w:rsidRPr="00861ABC">
        <w:t xml:space="preserve"> </w:t>
      </w:r>
      <w:r w:rsidRPr="00861ABC">
        <w:sym w:font="Symbol" w:char="F0AE"/>
      </w:r>
      <w:r>
        <w:t>{1, 3, …, 2q +1</w:t>
      </w:r>
      <w:r w:rsidRPr="00861ABC">
        <w:t xml:space="preserve">} as </w:t>
      </w:r>
    </w:p>
    <w:p w14:paraId="7D3641D7" w14:textId="77777777" w:rsidR="000078D3" w:rsidRDefault="00000000" w:rsidP="00A00182">
      <w:pPr>
        <w:tabs>
          <w:tab w:val="left" w:pos="7037"/>
          <w:tab w:val="left" w:pos="8239"/>
        </w:tabs>
        <w:spacing w:line="360" w:lineRule="auto"/>
        <w:ind w:left="1134" w:right="288"/>
        <w:rPr>
          <w:b/>
          <w:bCs/>
          <w:szCs w:val="24"/>
        </w:rPr>
      </w:pPr>
      <w:r>
        <w:rPr>
          <w:b/>
          <w:bCs/>
          <w:noProof/>
          <w:szCs w:val="24"/>
        </w:rPr>
        <w:pict w14:anchorId="5C2BEBF5">
          <v:group id="_x0000_s1026" style="position:absolute;left:0;text-align:left;margin-left:92.75pt;margin-top:19.35pt;width:307.5pt;height:36.9pt;z-index:251660288" coordorigin="2755,2894" coordsize="7838,75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7187;top:3262;width:1327;height:0" o:connectortype="straight">
              <v:stroke dashstyle="longDash" startarrow="oval" endarrow="oval"/>
            </v:shape>
            <v:group id="_x0000_s1028" style="position:absolute;left:2755;top:2894;width:2079;height:752" coordorigin="1850,13387" coordsize="2821,1301">
              <v:shape id="_x0000_s1029" type="#_x0000_t32" style="position:absolute;left:2828;top:13387;width:978;height:0" o:connectortype="straight">
                <v:stroke dashstyle="longDash" startarrow="oval" endarrow="oval"/>
              </v:shape>
              <v:shape id="_x0000_s1030" type="#_x0000_t32" style="position:absolute;left:1865;top:13387;width:963;height:637;flip:y" o:connectortype="straight">
                <v:stroke startarrow="oval" endarrow="oval"/>
              </v:shape>
              <v:shape id="_x0000_s1031" type="#_x0000_t32" style="position:absolute;left:1850;top:14024;width:880;height:664" o:connectortype="straight">
                <v:stroke startarrow="oval" endarrow="oval"/>
              </v:shape>
              <v:shape id="_x0000_s1032" type="#_x0000_t32" style="position:absolute;left:2730;top:14688;width:978;height:0" o:connectortype="straight">
                <v:stroke startarrow="oval" endarrow="oval"/>
              </v:shape>
              <v:shape id="_x0000_s1033" type="#_x0000_t32" style="position:absolute;left:3708;top:14024;width:963;height:664;flip:y" o:connectortype="straight">
                <v:stroke startarrow="oval" endarrow="oval"/>
              </v:shape>
              <v:shape id="_x0000_s1034" type="#_x0000_t32" style="position:absolute;left:3795;top:13387;width:876;height:637" o:connectortype="straight">
                <v:stroke dashstyle="longDash" startarrow="oval" endarrow="oval"/>
              </v:shape>
            </v:group>
            <v:group id="_x0000_s1035" style="position:absolute;left:8514;top:2894;width:2079;height:752" coordorigin="1850,13387" coordsize="2821,1301">
              <v:shape id="_x0000_s1036" type="#_x0000_t32" style="position:absolute;left:2828;top:13387;width:978;height:0" o:connectortype="straight">
                <v:stroke dashstyle="longDash" startarrow="oval" endarrow="oval"/>
              </v:shape>
              <v:shape id="_x0000_s1037" type="#_x0000_t32" style="position:absolute;left:1865;top:13387;width:963;height:637;flip:y" o:connectortype="straight">
                <v:stroke startarrow="oval" endarrow="oval"/>
              </v:shape>
              <v:shape id="_x0000_s1038" type="#_x0000_t32" style="position:absolute;left:1850;top:14024;width:880;height:664" o:connectortype="straight">
                <v:stroke startarrow="oval" endarrow="oval"/>
              </v:shape>
              <v:shape id="_x0000_s1039" type="#_x0000_t32" style="position:absolute;left:2730;top:14688;width:978;height:0" o:connectortype="straight">
                <v:stroke startarrow="oval" endarrow="oval"/>
              </v:shape>
              <v:shape id="_x0000_s1040" type="#_x0000_t32" style="position:absolute;left:3708;top:14024;width:963;height:664;flip:y" o:connectortype="straight">
                <v:stroke startarrow="oval" endarrow="oval"/>
              </v:shape>
              <v:shape id="_x0000_s1041" type="#_x0000_t32" style="position:absolute;left:3795;top:13387;width:876;height:637" o:connectortype="straight">
                <v:stroke dashstyle="longDash" startarrow="oval" endarrow="oval"/>
              </v:shape>
            </v:group>
            <v:group id="_x0000_s1042" style="position:absolute;left:5108;top:2894;width:2079;height:752" coordorigin="1850,13387" coordsize="2821,1301">
              <v:shape id="_x0000_s1043" type="#_x0000_t32" style="position:absolute;left:2828;top:13387;width:978;height:0" o:connectortype="straight">
                <v:stroke dashstyle="longDash" startarrow="oval" endarrow="oval"/>
              </v:shape>
              <v:shape id="_x0000_s1044" type="#_x0000_t32" style="position:absolute;left:1865;top:13387;width:963;height:637;flip:y" o:connectortype="straight">
                <v:stroke startarrow="oval" endarrow="oval"/>
              </v:shape>
              <v:shape id="_x0000_s1045" type="#_x0000_t32" style="position:absolute;left:1850;top:14024;width:880;height:664" o:connectortype="straight">
                <v:stroke startarrow="oval" endarrow="oval"/>
              </v:shape>
              <v:shape id="_x0000_s1046" type="#_x0000_t32" style="position:absolute;left:2730;top:14688;width:978;height:0" o:connectortype="straight">
                <v:stroke startarrow="oval" endarrow="oval"/>
              </v:shape>
              <v:shape id="_x0000_s1047" type="#_x0000_t32" style="position:absolute;left:3708;top:14024;width:963;height:664;flip:y" o:connectortype="straight">
                <v:stroke startarrow="oval" endarrow="oval"/>
              </v:shape>
              <v:shape id="_x0000_s1048" type="#_x0000_t32" style="position:absolute;left:3795;top:13387;width:876;height:637" o:connectortype="straight">
                <v:stroke dashstyle="longDash" startarrow="oval" endarrow="oval"/>
              </v:shape>
            </v:group>
          </v:group>
        </w:pict>
      </w:r>
      <w:r w:rsidR="000078D3" w:rsidRPr="00861ABC">
        <w:rPr>
          <w:b/>
          <w:bCs/>
          <w:szCs w:val="24"/>
        </w:rPr>
        <w:t xml:space="preserve">           </w:t>
      </w:r>
      <w:r w:rsidR="00A00182">
        <w:rPr>
          <w:b/>
          <w:bCs/>
          <w:szCs w:val="24"/>
        </w:rPr>
        <w:t xml:space="preserve">        </w:t>
      </w:r>
      <w:r w:rsidR="000078D3">
        <w:rPr>
          <w:b/>
          <w:bCs/>
          <w:szCs w:val="24"/>
        </w:rPr>
        <w:t xml:space="preserve"> </w:t>
      </w:r>
      <w:r w:rsidR="000078D3" w:rsidRPr="00861ABC">
        <w:rPr>
          <w:b/>
          <w:bCs/>
          <w:szCs w:val="24"/>
          <w:vertAlign w:val="subscript"/>
        </w:rPr>
        <w:t xml:space="preserve"> </w:t>
      </w:r>
      <w:r w:rsidR="000078D3" w:rsidRPr="00861ABC">
        <w:rPr>
          <w:b/>
          <w:bCs/>
          <w:szCs w:val="24"/>
        </w:rPr>
        <w:t>v</w:t>
      </w:r>
      <w:r w:rsidR="000078D3" w:rsidRPr="00861ABC">
        <w:rPr>
          <w:b/>
          <w:bCs/>
          <w:szCs w:val="24"/>
          <w:vertAlign w:val="subscript"/>
        </w:rPr>
        <w:t>1</w:t>
      </w:r>
      <w:r w:rsidR="000078D3">
        <w:rPr>
          <w:b/>
          <w:bCs/>
          <w:szCs w:val="24"/>
        </w:rPr>
        <w:t>ʹ</w:t>
      </w:r>
      <w:r w:rsidR="000078D3" w:rsidRPr="00861ABC">
        <w:rPr>
          <w:b/>
          <w:bCs/>
          <w:szCs w:val="24"/>
        </w:rPr>
        <w:t xml:space="preserve">                          v</w:t>
      </w:r>
      <w:r w:rsidR="000078D3" w:rsidRPr="00861ABC">
        <w:rPr>
          <w:b/>
          <w:bCs/>
          <w:szCs w:val="24"/>
          <w:vertAlign w:val="subscript"/>
        </w:rPr>
        <w:t>2</w:t>
      </w:r>
      <w:r w:rsidR="000078D3">
        <w:rPr>
          <w:b/>
          <w:bCs/>
          <w:szCs w:val="24"/>
        </w:rPr>
        <w:t>ʹ</w:t>
      </w:r>
      <w:r w:rsidR="000078D3" w:rsidRPr="00861ABC">
        <w:rPr>
          <w:b/>
          <w:bCs/>
          <w:szCs w:val="24"/>
        </w:rPr>
        <w:t xml:space="preserve">                                        </w:t>
      </w:r>
      <w:proofErr w:type="spellStart"/>
      <w:r w:rsidR="000078D3" w:rsidRPr="00861ABC">
        <w:rPr>
          <w:b/>
          <w:bCs/>
          <w:szCs w:val="24"/>
        </w:rPr>
        <w:t>v</w:t>
      </w:r>
      <w:r w:rsidR="000078D3">
        <w:rPr>
          <w:b/>
          <w:bCs/>
          <w:szCs w:val="24"/>
          <w:vertAlign w:val="subscript"/>
        </w:rPr>
        <w:t>r</w:t>
      </w:r>
      <w:proofErr w:type="spellEnd"/>
      <w:r w:rsidR="000078D3">
        <w:rPr>
          <w:b/>
          <w:bCs/>
          <w:szCs w:val="24"/>
        </w:rPr>
        <w:t>ʹ</w:t>
      </w:r>
      <w:r w:rsidR="000078D3" w:rsidRPr="00861ABC">
        <w:rPr>
          <w:b/>
          <w:bCs/>
          <w:szCs w:val="24"/>
        </w:rPr>
        <w:tab/>
        <w:t xml:space="preserve">                    </w:t>
      </w:r>
    </w:p>
    <w:p w14:paraId="2588CB0B" w14:textId="77777777" w:rsidR="000078D3" w:rsidRPr="003B2319" w:rsidRDefault="000078D3" w:rsidP="00A00182">
      <w:pPr>
        <w:tabs>
          <w:tab w:val="left" w:pos="7037"/>
          <w:tab w:val="left" w:pos="8239"/>
        </w:tabs>
        <w:spacing w:line="360" w:lineRule="auto"/>
        <w:ind w:left="1134" w:right="288"/>
        <w:rPr>
          <w:b/>
          <w:bCs/>
          <w:szCs w:val="24"/>
        </w:rPr>
      </w:pPr>
      <w:r>
        <w:rPr>
          <w:b/>
          <w:bCs/>
          <w:szCs w:val="24"/>
        </w:rPr>
        <w:t xml:space="preserve">             </w:t>
      </w:r>
      <w:r w:rsidRPr="00861ABC">
        <w:rPr>
          <w:b/>
          <w:bCs/>
          <w:szCs w:val="24"/>
        </w:rPr>
        <w:t xml:space="preserve"> v</w:t>
      </w:r>
      <w:r w:rsidRPr="00861ABC">
        <w:rPr>
          <w:b/>
          <w:bCs/>
          <w:szCs w:val="24"/>
          <w:vertAlign w:val="subscript"/>
        </w:rPr>
        <w:t>1</w:t>
      </w:r>
      <w:r w:rsidRPr="00861ABC">
        <w:rPr>
          <w:b/>
          <w:bCs/>
          <w:szCs w:val="24"/>
        </w:rPr>
        <w:t xml:space="preserve"> </w:t>
      </w:r>
      <w:r w:rsidR="00A00182">
        <w:rPr>
          <w:b/>
          <w:bCs/>
          <w:szCs w:val="24"/>
        </w:rPr>
        <w:t xml:space="preserve">                           </w:t>
      </w:r>
      <w:r w:rsidRPr="00861ABC">
        <w:rPr>
          <w:b/>
          <w:bCs/>
          <w:szCs w:val="24"/>
        </w:rPr>
        <w:t>v</w:t>
      </w:r>
      <w:r w:rsidRPr="00861ABC">
        <w:rPr>
          <w:b/>
          <w:bCs/>
          <w:szCs w:val="24"/>
          <w:vertAlign w:val="subscript"/>
        </w:rPr>
        <w:t>2</w:t>
      </w:r>
      <w:r w:rsidRPr="00861ABC">
        <w:rPr>
          <w:b/>
          <w:bCs/>
          <w:szCs w:val="24"/>
        </w:rPr>
        <w:t xml:space="preserve">          </w:t>
      </w:r>
      <w:r>
        <w:rPr>
          <w:b/>
          <w:bCs/>
          <w:szCs w:val="24"/>
        </w:rPr>
        <w:t xml:space="preserve">                               </w:t>
      </w:r>
      <w:proofErr w:type="spellStart"/>
      <w:r w:rsidRPr="00861ABC">
        <w:rPr>
          <w:b/>
          <w:bCs/>
          <w:szCs w:val="24"/>
        </w:rPr>
        <w:t>v</w:t>
      </w:r>
      <w:r>
        <w:rPr>
          <w:b/>
          <w:bCs/>
          <w:szCs w:val="24"/>
          <w:vertAlign w:val="subscript"/>
        </w:rPr>
        <w:t>r</w:t>
      </w:r>
      <w:proofErr w:type="spellEnd"/>
    </w:p>
    <w:p w14:paraId="0BE23B3E" w14:textId="77777777" w:rsidR="000078D3" w:rsidRPr="00861ABC" w:rsidRDefault="00A00182" w:rsidP="00A00182">
      <w:pPr>
        <w:tabs>
          <w:tab w:val="left" w:pos="1064"/>
        </w:tabs>
        <w:spacing w:line="360" w:lineRule="auto"/>
        <w:ind w:left="1134" w:right="288"/>
        <w:rPr>
          <w:b/>
          <w:bCs/>
          <w:szCs w:val="24"/>
          <w:vertAlign w:val="subscript"/>
        </w:rPr>
      </w:pPr>
      <w:r>
        <w:rPr>
          <w:b/>
          <w:bCs/>
          <w:szCs w:val="24"/>
        </w:rPr>
        <w:t xml:space="preserve">                  </w:t>
      </w:r>
      <w:r w:rsidR="000078D3" w:rsidRPr="00861ABC">
        <w:rPr>
          <w:b/>
          <w:bCs/>
          <w:szCs w:val="24"/>
        </w:rPr>
        <w:t>v</w:t>
      </w:r>
      <w:r w:rsidR="000078D3" w:rsidRPr="00861ABC">
        <w:rPr>
          <w:b/>
          <w:bCs/>
          <w:szCs w:val="24"/>
          <w:vertAlign w:val="subscript"/>
        </w:rPr>
        <w:t>1</w:t>
      </w:r>
      <w:r w:rsidR="000078D3">
        <w:rPr>
          <w:b/>
          <w:bCs/>
          <w:szCs w:val="24"/>
          <w:vertAlign w:val="superscript"/>
        </w:rPr>
        <w:t>s</w:t>
      </w:r>
      <w:r w:rsidR="000078D3" w:rsidRPr="00861ABC">
        <w:rPr>
          <w:b/>
          <w:bCs/>
          <w:szCs w:val="24"/>
          <w:vertAlign w:val="superscript"/>
        </w:rPr>
        <w:t xml:space="preserve">-1      </w:t>
      </w:r>
      <w:r w:rsidR="000078D3" w:rsidRPr="00861ABC">
        <w:rPr>
          <w:b/>
          <w:bCs/>
          <w:szCs w:val="24"/>
        </w:rPr>
        <w:t>v</w:t>
      </w:r>
      <w:r w:rsidR="000078D3" w:rsidRPr="00861ABC">
        <w:rPr>
          <w:b/>
          <w:bCs/>
          <w:szCs w:val="24"/>
          <w:vertAlign w:val="subscript"/>
        </w:rPr>
        <w:t>1</w:t>
      </w:r>
      <w:r w:rsidR="000078D3">
        <w:rPr>
          <w:b/>
          <w:bCs/>
          <w:szCs w:val="24"/>
          <w:vertAlign w:val="superscript"/>
        </w:rPr>
        <w:t>s</w:t>
      </w:r>
      <w:r w:rsidR="000078D3" w:rsidRPr="00861ABC">
        <w:rPr>
          <w:b/>
          <w:bCs/>
          <w:szCs w:val="24"/>
          <w:vertAlign w:val="superscript"/>
        </w:rPr>
        <w:t xml:space="preserve">-2 </w:t>
      </w:r>
      <w:r w:rsidR="000078D3">
        <w:rPr>
          <w:b/>
          <w:bCs/>
          <w:szCs w:val="24"/>
          <w:vertAlign w:val="superscript"/>
        </w:rPr>
        <w:t xml:space="preserve">    </w:t>
      </w:r>
      <w:r w:rsidR="000078D3" w:rsidRPr="00861ABC">
        <w:rPr>
          <w:b/>
          <w:bCs/>
          <w:szCs w:val="24"/>
          <w:vertAlign w:val="superscript"/>
        </w:rPr>
        <w:t xml:space="preserve">                 </w:t>
      </w:r>
      <w:r w:rsidR="000078D3" w:rsidRPr="00861ABC">
        <w:rPr>
          <w:b/>
          <w:bCs/>
          <w:szCs w:val="24"/>
        </w:rPr>
        <w:t>v</w:t>
      </w:r>
      <w:r w:rsidR="000078D3" w:rsidRPr="00861ABC">
        <w:rPr>
          <w:b/>
          <w:bCs/>
          <w:szCs w:val="24"/>
          <w:vertAlign w:val="subscript"/>
        </w:rPr>
        <w:t>2</w:t>
      </w:r>
      <w:r w:rsidR="000078D3">
        <w:rPr>
          <w:b/>
          <w:bCs/>
          <w:szCs w:val="24"/>
          <w:vertAlign w:val="superscript"/>
        </w:rPr>
        <w:t>s</w:t>
      </w:r>
      <w:r w:rsidR="000078D3" w:rsidRPr="00861ABC">
        <w:rPr>
          <w:b/>
          <w:bCs/>
          <w:szCs w:val="24"/>
          <w:vertAlign w:val="superscript"/>
        </w:rPr>
        <w:t xml:space="preserve">-1     </w:t>
      </w:r>
      <w:r w:rsidR="000078D3" w:rsidRPr="00861ABC">
        <w:rPr>
          <w:b/>
          <w:bCs/>
          <w:szCs w:val="24"/>
        </w:rPr>
        <w:t>v</w:t>
      </w:r>
      <w:r w:rsidR="000078D3" w:rsidRPr="00861ABC">
        <w:rPr>
          <w:b/>
          <w:bCs/>
          <w:szCs w:val="24"/>
          <w:vertAlign w:val="subscript"/>
        </w:rPr>
        <w:t>2</w:t>
      </w:r>
      <w:r w:rsidR="000078D3">
        <w:rPr>
          <w:b/>
          <w:bCs/>
          <w:szCs w:val="24"/>
          <w:vertAlign w:val="superscript"/>
        </w:rPr>
        <w:t>s</w:t>
      </w:r>
      <w:r w:rsidR="000078D3" w:rsidRPr="00861ABC">
        <w:rPr>
          <w:b/>
          <w:bCs/>
          <w:szCs w:val="24"/>
          <w:vertAlign w:val="superscript"/>
        </w:rPr>
        <w:t xml:space="preserve">-2                                    </w:t>
      </w:r>
      <w:r w:rsidR="000078D3">
        <w:rPr>
          <w:b/>
          <w:bCs/>
          <w:szCs w:val="24"/>
          <w:vertAlign w:val="superscript"/>
        </w:rPr>
        <w:t xml:space="preserve">  </w:t>
      </w:r>
      <w:r w:rsidR="000078D3" w:rsidRPr="00861ABC">
        <w:rPr>
          <w:b/>
          <w:bCs/>
          <w:szCs w:val="24"/>
          <w:vertAlign w:val="superscript"/>
        </w:rPr>
        <w:t xml:space="preserve">   </w:t>
      </w:r>
      <w:r w:rsidR="000078D3" w:rsidRPr="00861ABC">
        <w:rPr>
          <w:b/>
          <w:bCs/>
          <w:szCs w:val="24"/>
        </w:rPr>
        <w:t>v</w:t>
      </w:r>
      <w:r w:rsidR="000078D3">
        <w:rPr>
          <w:b/>
          <w:bCs/>
          <w:szCs w:val="24"/>
          <w:vertAlign w:val="subscript"/>
        </w:rPr>
        <w:t>r</w:t>
      </w:r>
      <w:r w:rsidR="000078D3">
        <w:rPr>
          <w:b/>
          <w:bCs/>
          <w:szCs w:val="24"/>
          <w:vertAlign w:val="superscript"/>
        </w:rPr>
        <w:t>s</w:t>
      </w:r>
      <w:r w:rsidR="000078D3" w:rsidRPr="00861ABC">
        <w:rPr>
          <w:b/>
          <w:bCs/>
          <w:szCs w:val="24"/>
          <w:vertAlign w:val="superscript"/>
        </w:rPr>
        <w:t xml:space="preserve">-1      </w:t>
      </w:r>
      <w:r w:rsidR="000078D3" w:rsidRPr="00861ABC">
        <w:rPr>
          <w:b/>
          <w:bCs/>
          <w:szCs w:val="24"/>
        </w:rPr>
        <w:t>v</w:t>
      </w:r>
      <w:r w:rsidR="000078D3">
        <w:rPr>
          <w:b/>
          <w:bCs/>
          <w:szCs w:val="24"/>
          <w:vertAlign w:val="subscript"/>
        </w:rPr>
        <w:t>r</w:t>
      </w:r>
      <w:r w:rsidR="000078D3">
        <w:rPr>
          <w:b/>
          <w:bCs/>
          <w:szCs w:val="24"/>
          <w:vertAlign w:val="superscript"/>
        </w:rPr>
        <w:t>s</w:t>
      </w:r>
      <w:r w:rsidR="000078D3" w:rsidRPr="00861ABC">
        <w:rPr>
          <w:b/>
          <w:bCs/>
          <w:szCs w:val="24"/>
          <w:vertAlign w:val="superscript"/>
        </w:rPr>
        <w:t xml:space="preserve">-2  </w:t>
      </w:r>
    </w:p>
    <w:p w14:paraId="6778DF44" w14:textId="77777777" w:rsidR="00DC2224" w:rsidRDefault="00DC2224" w:rsidP="00A00182">
      <w:pPr>
        <w:spacing w:line="360" w:lineRule="auto"/>
        <w:ind w:left="1134" w:right="288"/>
        <w:jc w:val="center"/>
        <w:rPr>
          <w:b/>
          <w:bCs/>
          <w:szCs w:val="24"/>
        </w:rPr>
      </w:pPr>
    </w:p>
    <w:p w14:paraId="01076FA0" w14:textId="717D1AC5" w:rsidR="000078D3" w:rsidRPr="00861ABC" w:rsidRDefault="00A00182" w:rsidP="00DC2224">
      <w:pPr>
        <w:pStyle w:val="FigureCaption"/>
        <w:rPr>
          <w:i/>
          <w:iCs/>
          <w:lang w:val="en-IN"/>
        </w:rPr>
      </w:pPr>
      <w:r>
        <w:t>Fig. 1</w:t>
      </w:r>
      <w:r w:rsidR="000078D3" w:rsidRPr="00861ABC">
        <w:t xml:space="preserve">: Disconnected of cycle </w:t>
      </w:r>
      <w:proofErr w:type="spellStart"/>
      <w:r w:rsidR="000078D3">
        <w:t>s</w:t>
      </w:r>
      <w:r w:rsidR="000078D3" w:rsidRPr="00861ABC">
        <w:t>C</w:t>
      </w:r>
      <w:r w:rsidR="000078D3">
        <w:rPr>
          <w:vertAlign w:val="subscript"/>
        </w:rPr>
        <w:t>r</w:t>
      </w:r>
      <w:proofErr w:type="spellEnd"/>
    </w:p>
    <w:p w14:paraId="15520626" w14:textId="77777777" w:rsidR="000078D3" w:rsidRPr="00861ABC" w:rsidRDefault="000078D3" w:rsidP="00DC2224">
      <w:pPr>
        <w:pStyle w:val="Paragraph"/>
      </w:pPr>
      <w:r>
        <w:t xml:space="preserve">           </w:t>
      </w:r>
      <w:r w:rsidR="00A00182">
        <w:tab/>
      </w:r>
      <w:r>
        <w:t xml:space="preserve"> </w:t>
      </w:r>
      <w:r w:rsidRPr="00861ABC">
        <w:t>f(v</w:t>
      </w:r>
      <w:r w:rsidRPr="00861ABC">
        <w:rPr>
          <w:vertAlign w:val="subscript"/>
        </w:rPr>
        <w:t>i</w:t>
      </w:r>
      <w:proofErr w:type="gramStart"/>
      <w:r w:rsidRPr="00861ABC">
        <w:t>)  =</w:t>
      </w:r>
      <w:proofErr w:type="gramEnd"/>
      <w:r w:rsidRPr="00861ABC">
        <w:t xml:space="preserve"> 2</w:t>
      </w:r>
      <w:r>
        <w:t>r</w:t>
      </w:r>
      <w:r w:rsidRPr="00861ABC">
        <w:t>i – 2</w:t>
      </w:r>
      <w:r>
        <w:t>r</w:t>
      </w:r>
      <w:r w:rsidRPr="00861ABC">
        <w:t xml:space="preserve"> + 1     for 1 ≤ </w:t>
      </w:r>
      <w:proofErr w:type="spellStart"/>
      <w:r w:rsidRPr="00861ABC">
        <w:t>i</w:t>
      </w:r>
      <w:proofErr w:type="spellEnd"/>
      <w:r w:rsidRPr="00861ABC">
        <w:t xml:space="preserve"> ≤ </w:t>
      </w:r>
      <w:r>
        <w:t>r</w:t>
      </w:r>
    </w:p>
    <w:p w14:paraId="06C29C0D" w14:textId="77777777" w:rsidR="000078D3" w:rsidRPr="00861ABC" w:rsidRDefault="000078D3" w:rsidP="00DC2224">
      <w:pPr>
        <w:pStyle w:val="Paragraph"/>
      </w:pPr>
      <w:r w:rsidRPr="00861ABC">
        <w:t xml:space="preserve">       </w:t>
      </w:r>
      <w:r w:rsidRPr="00861ABC">
        <w:tab/>
      </w:r>
      <w:r w:rsidR="00A00182">
        <w:t xml:space="preserve"> </w:t>
      </w:r>
      <w:r w:rsidRPr="00861ABC">
        <w:t>f(</w:t>
      </w:r>
      <w:proofErr w:type="gramStart"/>
      <w:r w:rsidRPr="00861ABC">
        <w:t>v</w:t>
      </w:r>
      <w:r w:rsidRPr="00861ABC">
        <w:rPr>
          <w:vertAlign w:val="subscript"/>
        </w:rPr>
        <w:t>i</w:t>
      </w:r>
      <w:r w:rsidRPr="00861ABC">
        <w:rPr>
          <w:vertAlign w:val="superscript"/>
        </w:rPr>
        <w:t>(</w:t>
      </w:r>
      <w:proofErr w:type="gramEnd"/>
      <w:r w:rsidRPr="00861ABC">
        <w:rPr>
          <w:vertAlign w:val="superscript"/>
        </w:rPr>
        <w:t>1)</w:t>
      </w:r>
      <w:r w:rsidRPr="00861ABC">
        <w:t>) = 2</w:t>
      </w:r>
      <w:r>
        <w:t>r</w:t>
      </w:r>
      <w:r w:rsidRPr="00861ABC">
        <w:t>i – 2</w:t>
      </w:r>
      <w:r>
        <w:t>r</w:t>
      </w:r>
      <w:r w:rsidRPr="00861ABC">
        <w:t xml:space="preserve"> + 3   for 1 ≤ </w:t>
      </w:r>
      <w:proofErr w:type="spellStart"/>
      <w:r w:rsidRPr="00861ABC">
        <w:t>i</w:t>
      </w:r>
      <w:proofErr w:type="spellEnd"/>
      <w:r w:rsidRPr="00861ABC">
        <w:t xml:space="preserve"> ≤ </w:t>
      </w:r>
      <w:r>
        <w:t>r</w:t>
      </w:r>
    </w:p>
    <w:p w14:paraId="72E95F32" w14:textId="77777777" w:rsidR="000078D3" w:rsidRPr="00861ABC" w:rsidRDefault="000078D3" w:rsidP="00DC2224">
      <w:pPr>
        <w:pStyle w:val="Paragraph"/>
      </w:pPr>
      <w:r>
        <w:t xml:space="preserve">      </w:t>
      </w:r>
      <w:r>
        <w:tab/>
      </w:r>
      <w:r w:rsidR="00A00182">
        <w:t xml:space="preserve"> </w:t>
      </w:r>
      <w:r w:rsidRPr="00861ABC">
        <w:t>f(</w:t>
      </w:r>
      <w:proofErr w:type="gramStart"/>
      <w:r w:rsidRPr="00861ABC">
        <w:t>v</w:t>
      </w:r>
      <w:r w:rsidRPr="00861ABC">
        <w:rPr>
          <w:vertAlign w:val="subscript"/>
        </w:rPr>
        <w:t>i</w:t>
      </w:r>
      <w:r w:rsidRPr="00861ABC">
        <w:rPr>
          <w:vertAlign w:val="superscript"/>
        </w:rPr>
        <w:t>(</w:t>
      </w:r>
      <w:proofErr w:type="gramEnd"/>
      <w:r w:rsidRPr="00861ABC">
        <w:rPr>
          <w:vertAlign w:val="superscript"/>
        </w:rPr>
        <w:t>2)</w:t>
      </w:r>
      <w:r w:rsidRPr="00861ABC">
        <w:t>) = 2</w:t>
      </w:r>
      <w:r>
        <w:t>r</w:t>
      </w:r>
      <w:r w:rsidRPr="00861ABC">
        <w:t>i – 2</w:t>
      </w:r>
      <w:r>
        <w:t>r</w:t>
      </w:r>
      <w:r w:rsidRPr="00861ABC">
        <w:t xml:space="preserve"> + 5   for 1 ≤ </w:t>
      </w:r>
      <w:proofErr w:type="spellStart"/>
      <w:r w:rsidRPr="00861ABC">
        <w:t>i</w:t>
      </w:r>
      <w:proofErr w:type="spellEnd"/>
      <w:r w:rsidRPr="00861ABC">
        <w:t xml:space="preserve"> ≤ </w:t>
      </w:r>
      <w:r>
        <w:t>r</w:t>
      </w:r>
    </w:p>
    <w:p w14:paraId="7DF5F9C2" w14:textId="77777777" w:rsidR="000078D3" w:rsidRPr="00861ABC" w:rsidRDefault="000078D3" w:rsidP="00DC2224">
      <w:pPr>
        <w:pStyle w:val="Paragraph"/>
      </w:pPr>
      <w:r w:rsidRPr="00861ABC">
        <w:t xml:space="preserve">                          …….</w:t>
      </w:r>
    </w:p>
    <w:p w14:paraId="607B81FC" w14:textId="77777777" w:rsidR="000078D3" w:rsidRPr="00861ABC" w:rsidRDefault="000078D3" w:rsidP="00DC2224">
      <w:pPr>
        <w:pStyle w:val="Paragraph"/>
      </w:pPr>
      <w:r w:rsidRPr="00861ABC">
        <w:t xml:space="preserve">       </w:t>
      </w:r>
      <w:r w:rsidRPr="00861ABC">
        <w:tab/>
      </w:r>
      <w:r w:rsidR="00A00182">
        <w:t xml:space="preserve"> </w:t>
      </w:r>
      <w:r w:rsidRPr="00861ABC">
        <w:t>f(v</w:t>
      </w:r>
      <w:r w:rsidRPr="00861ABC">
        <w:rPr>
          <w:vertAlign w:val="subscript"/>
        </w:rPr>
        <w:t>i</w:t>
      </w:r>
      <w:r w:rsidRPr="00861ABC">
        <w:rPr>
          <w:vertAlign w:val="superscript"/>
        </w:rPr>
        <w:t>(</w:t>
      </w:r>
      <w:r>
        <w:rPr>
          <w:vertAlign w:val="superscript"/>
        </w:rPr>
        <w:t>s</w:t>
      </w:r>
      <w:r w:rsidRPr="00861ABC">
        <w:rPr>
          <w:vertAlign w:val="superscript"/>
        </w:rPr>
        <w:t>-2)</w:t>
      </w:r>
      <w:r w:rsidRPr="00861ABC">
        <w:t>) = 2</w:t>
      </w:r>
      <w:r>
        <w:t>r</w:t>
      </w:r>
      <w:r w:rsidRPr="00861ABC">
        <w:t xml:space="preserve">i - 3           for 1 ≤ </w:t>
      </w:r>
      <w:proofErr w:type="spellStart"/>
      <w:r w:rsidRPr="00861ABC">
        <w:t>i</w:t>
      </w:r>
      <w:proofErr w:type="spellEnd"/>
      <w:r w:rsidRPr="00861ABC">
        <w:t xml:space="preserve"> ≤ </w:t>
      </w:r>
      <w:r>
        <w:t>r</w:t>
      </w:r>
    </w:p>
    <w:p w14:paraId="7D3679C8" w14:textId="77777777" w:rsidR="000078D3" w:rsidRDefault="000078D3" w:rsidP="00DC2224">
      <w:pPr>
        <w:pStyle w:val="Paragraph"/>
      </w:pPr>
      <w:r w:rsidRPr="00861ABC">
        <w:t xml:space="preserve">       </w:t>
      </w:r>
      <w:r w:rsidRPr="00861ABC">
        <w:tab/>
      </w:r>
      <w:r w:rsidR="00A00182">
        <w:t xml:space="preserve"> </w:t>
      </w:r>
      <w:r w:rsidRPr="00861ABC">
        <w:t>f(v</w:t>
      </w:r>
      <w:r w:rsidRPr="00861ABC">
        <w:rPr>
          <w:vertAlign w:val="subscript"/>
        </w:rPr>
        <w:t>i</w:t>
      </w:r>
      <w:r w:rsidRPr="00861ABC">
        <w:rPr>
          <w:vertAlign w:val="superscript"/>
        </w:rPr>
        <w:t>(</w:t>
      </w:r>
      <w:r>
        <w:rPr>
          <w:vertAlign w:val="superscript"/>
        </w:rPr>
        <w:t>s</w:t>
      </w:r>
      <w:r w:rsidRPr="00861ABC">
        <w:rPr>
          <w:vertAlign w:val="superscript"/>
        </w:rPr>
        <w:t>-1)</w:t>
      </w:r>
      <w:r w:rsidRPr="00861ABC">
        <w:t>) = 2</w:t>
      </w:r>
      <w:r>
        <w:t>r</w:t>
      </w:r>
      <w:r w:rsidRPr="00861ABC">
        <w:t xml:space="preserve">i - 1           for 1 ≤ </w:t>
      </w:r>
      <w:proofErr w:type="spellStart"/>
      <w:r w:rsidRPr="00861ABC">
        <w:t>i</w:t>
      </w:r>
      <w:proofErr w:type="spellEnd"/>
      <w:r w:rsidRPr="00861ABC">
        <w:t xml:space="preserve"> ≤ </w:t>
      </w:r>
      <w:r>
        <w:t>r</w:t>
      </w:r>
    </w:p>
    <w:p w14:paraId="2DEAFAAC" w14:textId="77777777" w:rsidR="000078D3" w:rsidRPr="00861ABC" w:rsidRDefault="000078D3" w:rsidP="00DC2224">
      <w:pPr>
        <w:pStyle w:val="Paragraph"/>
      </w:pPr>
      <w:r w:rsidRPr="00861ABC">
        <w:t>Consequently</w:t>
      </w:r>
      <w:r>
        <w:t>,</w:t>
      </w:r>
      <w:r w:rsidRPr="00861ABC">
        <w:t xml:space="preserve"> the vertex labels are distinct and the disconnected cycle </w:t>
      </w:r>
      <w:proofErr w:type="spellStart"/>
      <w:r>
        <w:t>s</w:t>
      </w:r>
      <w:r w:rsidRPr="00861ABC">
        <w:t>C</w:t>
      </w:r>
      <w:r>
        <w:rPr>
          <w:vertAlign w:val="subscript"/>
        </w:rPr>
        <w:t>r</w:t>
      </w:r>
      <w:proofErr w:type="spellEnd"/>
      <w:r>
        <w:t xml:space="preserve"> satisfies</w:t>
      </w:r>
      <w:r w:rsidRPr="00861ABC">
        <w:t xml:space="preserve"> the vertex odd power mean</w:t>
      </w:r>
      <w:r>
        <w:t xml:space="preserve"> labeling condition</w:t>
      </w:r>
      <w:r w:rsidRPr="00861ABC">
        <w:t>.</w:t>
      </w:r>
      <w:r>
        <w:t xml:space="preserve"> </w:t>
      </w:r>
      <w:r w:rsidRPr="00861ABC">
        <w:t>As a result</w:t>
      </w:r>
      <w:r>
        <w:t>,</w:t>
      </w:r>
      <w:r w:rsidRPr="00861ABC">
        <w:t xml:space="preserve"> the graph is</w:t>
      </w:r>
      <w:r>
        <w:t xml:space="preserve"> a</w:t>
      </w:r>
      <w:r w:rsidRPr="00861ABC">
        <w:t xml:space="preserve"> vertex odd power mean graph.</w:t>
      </w:r>
    </w:p>
    <w:p w14:paraId="2A9F6CA1" w14:textId="77777777" w:rsidR="000078D3" w:rsidRPr="00861ABC" w:rsidRDefault="00A00182" w:rsidP="00DC2224">
      <w:pPr>
        <w:pStyle w:val="Paragraph"/>
      </w:pPr>
      <w:r>
        <w:rPr>
          <w:b/>
          <w:bCs/>
          <w:lang w:val="en-IN"/>
        </w:rPr>
        <w:t xml:space="preserve">Theorem </w:t>
      </w:r>
      <w:r w:rsidR="000078D3">
        <w:rPr>
          <w:b/>
          <w:bCs/>
          <w:lang w:val="en-IN"/>
        </w:rPr>
        <w:t>3.2</w:t>
      </w:r>
      <w:r w:rsidR="000078D3" w:rsidRPr="00861ABC">
        <w:rPr>
          <w:b/>
          <w:bCs/>
          <w:lang w:val="en-IN"/>
        </w:rPr>
        <w:t xml:space="preserve">: </w:t>
      </w:r>
      <w:r w:rsidR="000078D3" w:rsidRPr="00861ABC">
        <w:rPr>
          <w:i/>
          <w:iCs/>
        </w:rPr>
        <w:t>The Subdivision graph S(</w:t>
      </w:r>
      <w:proofErr w:type="spellStart"/>
      <w:proofErr w:type="gramStart"/>
      <w:r w:rsidR="000078D3" w:rsidRPr="00861ABC">
        <w:rPr>
          <w:i/>
          <w:iCs/>
        </w:rPr>
        <w:t>K</w:t>
      </w:r>
      <w:r w:rsidR="000078D3">
        <w:rPr>
          <w:i/>
          <w:iCs/>
          <w:vertAlign w:val="subscript"/>
        </w:rPr>
        <w:t>s</w:t>
      </w:r>
      <w:r w:rsidR="000078D3" w:rsidRPr="00861ABC">
        <w:rPr>
          <w:i/>
          <w:iCs/>
          <w:vertAlign w:val="subscript"/>
        </w:rPr>
        <w:t>,</w:t>
      </w:r>
      <w:r w:rsidR="000078D3">
        <w:rPr>
          <w:i/>
          <w:iCs/>
          <w:vertAlign w:val="subscript"/>
        </w:rPr>
        <w:t>r</w:t>
      </w:r>
      <w:proofErr w:type="spellEnd"/>
      <w:proofErr w:type="gramEnd"/>
      <w:r w:rsidR="000078D3" w:rsidRPr="00861ABC">
        <w:rPr>
          <w:i/>
          <w:iCs/>
        </w:rPr>
        <w:t>) admits vertex odd power mean labeling</w:t>
      </w:r>
      <w:r w:rsidR="000078D3" w:rsidRPr="00861ABC">
        <w:t>.</w:t>
      </w:r>
    </w:p>
    <w:p w14:paraId="411735A7" w14:textId="77777777" w:rsidR="000078D3" w:rsidRPr="00861ABC" w:rsidRDefault="000078D3" w:rsidP="00DC2224">
      <w:pPr>
        <w:pStyle w:val="Paragraph"/>
        <w:rPr>
          <w:b/>
        </w:rPr>
      </w:pPr>
      <w:r w:rsidRPr="00861ABC">
        <w:rPr>
          <w:b/>
        </w:rPr>
        <w:t xml:space="preserve">Proof: </w:t>
      </w:r>
      <w:r w:rsidRPr="00861ABC">
        <w:t>The Subdivision graph S(</w:t>
      </w:r>
      <w:proofErr w:type="spellStart"/>
      <w:proofErr w:type="gramStart"/>
      <w:r w:rsidRPr="00861ABC">
        <w:t>K</w:t>
      </w:r>
      <w:r>
        <w:rPr>
          <w:vertAlign w:val="subscript"/>
        </w:rPr>
        <w:t>s</w:t>
      </w:r>
      <w:r w:rsidRPr="00861ABC">
        <w:rPr>
          <w:vertAlign w:val="subscript"/>
        </w:rPr>
        <w:t>,</w:t>
      </w:r>
      <w:r>
        <w:rPr>
          <w:vertAlign w:val="subscript"/>
        </w:rPr>
        <w:t>r</w:t>
      </w:r>
      <w:proofErr w:type="spellEnd"/>
      <w:proofErr w:type="gramEnd"/>
      <w:r w:rsidRPr="00861ABC">
        <w:t>)</w:t>
      </w:r>
      <w:r w:rsidRPr="00861ABC">
        <w:rPr>
          <w:i/>
          <w:iCs/>
        </w:rPr>
        <w:t xml:space="preserve"> </w:t>
      </w:r>
      <w:r w:rsidRPr="00861ABC">
        <w:t xml:space="preserve">has </w:t>
      </w:r>
      <w:proofErr w:type="spellStart"/>
      <w:r w:rsidRPr="00DD5510">
        <w:rPr>
          <w:i/>
          <w:iCs/>
        </w:rPr>
        <w:t>sr</w:t>
      </w:r>
      <w:proofErr w:type="spellEnd"/>
      <w:r w:rsidRPr="00DD5510">
        <w:rPr>
          <w:i/>
          <w:iCs/>
        </w:rPr>
        <w:t xml:space="preserve"> + 1</w:t>
      </w:r>
      <w:r w:rsidRPr="00861ABC">
        <w:t xml:space="preserve"> vertices and </w:t>
      </w:r>
      <w:proofErr w:type="spellStart"/>
      <w:proofErr w:type="gramStart"/>
      <w:r w:rsidRPr="00DD5510">
        <w:rPr>
          <w:i/>
          <w:iCs/>
        </w:rPr>
        <w:t>sr</w:t>
      </w:r>
      <w:proofErr w:type="spellEnd"/>
      <w:r w:rsidRPr="00861ABC">
        <w:t xml:space="preserve">  edges</w:t>
      </w:r>
      <w:proofErr w:type="gramEnd"/>
      <w:r w:rsidRPr="00861ABC">
        <w:t>.</w:t>
      </w:r>
    </w:p>
    <w:p w14:paraId="3272275A" w14:textId="77777777" w:rsidR="000078D3" w:rsidRPr="00861ABC" w:rsidRDefault="000078D3" w:rsidP="00DC2224">
      <w:pPr>
        <w:pStyle w:val="Paragraph"/>
      </w:pPr>
      <w:r>
        <w:t>Define</w:t>
      </w:r>
      <w:r w:rsidRPr="00861ABC">
        <w:t xml:space="preserve"> </w:t>
      </w:r>
      <w:r>
        <w:t>the vertex labeling f</w:t>
      </w:r>
      <w:r w:rsidRPr="00861ABC">
        <w:t>: V(S(</w:t>
      </w:r>
      <w:proofErr w:type="spellStart"/>
      <w:proofErr w:type="gramStart"/>
      <w:r w:rsidRPr="00861ABC">
        <w:t>K</w:t>
      </w:r>
      <w:r>
        <w:rPr>
          <w:vertAlign w:val="subscript"/>
        </w:rPr>
        <w:t>s</w:t>
      </w:r>
      <w:r w:rsidRPr="00861ABC">
        <w:rPr>
          <w:vertAlign w:val="subscript"/>
        </w:rPr>
        <w:t>,</w:t>
      </w:r>
      <w:r>
        <w:rPr>
          <w:vertAlign w:val="subscript"/>
        </w:rPr>
        <w:t>r</w:t>
      </w:r>
      <w:proofErr w:type="spellEnd"/>
      <w:proofErr w:type="gramEnd"/>
      <w:r w:rsidRPr="00861ABC">
        <w:t>)</w:t>
      </w:r>
      <w:r w:rsidRPr="00861ABC">
        <w:rPr>
          <w:iCs/>
        </w:rPr>
        <w:t>)</w:t>
      </w:r>
      <w:r w:rsidRPr="00861ABC">
        <w:t xml:space="preserve"> </w:t>
      </w:r>
      <w:r w:rsidRPr="00861ABC">
        <w:sym w:font="Symbol" w:char="F0AE"/>
      </w:r>
      <w:r>
        <w:t>{1, 3, …, 2q +1</w:t>
      </w:r>
      <w:r w:rsidRPr="00861ABC">
        <w:t xml:space="preserve">} as </w:t>
      </w:r>
    </w:p>
    <w:p w14:paraId="605C7FCF" w14:textId="77777777" w:rsidR="000078D3" w:rsidRPr="00861ABC" w:rsidRDefault="000078D3" w:rsidP="00DC2224">
      <w:pPr>
        <w:pStyle w:val="Paragraph"/>
      </w:pPr>
      <w:r w:rsidRPr="00861ABC">
        <w:t xml:space="preserve">For 1 ≤ </w:t>
      </w:r>
      <w:proofErr w:type="spellStart"/>
      <w:r w:rsidRPr="00861ABC">
        <w:t>i</w:t>
      </w:r>
      <w:proofErr w:type="spellEnd"/>
      <w:r w:rsidRPr="00861ABC">
        <w:t xml:space="preserve"> ≤ </w:t>
      </w:r>
      <w:r>
        <w:t>r</w:t>
      </w:r>
      <w:r w:rsidRPr="00861ABC">
        <w:t xml:space="preserve">    </w:t>
      </w:r>
      <w:r w:rsidRPr="00861ABC">
        <w:tab/>
      </w:r>
    </w:p>
    <w:p w14:paraId="57A0196A" w14:textId="77777777" w:rsidR="000078D3" w:rsidRPr="00861ABC" w:rsidRDefault="000078D3" w:rsidP="00DC2224">
      <w:pPr>
        <w:pStyle w:val="Paragraph"/>
      </w:pPr>
      <w:r w:rsidRPr="00861ABC">
        <w:t xml:space="preserve"> </w:t>
      </w:r>
      <w:r w:rsidRPr="00861ABC">
        <w:tab/>
      </w:r>
      <w:r w:rsidR="00A00182">
        <w:t xml:space="preserve">            </w:t>
      </w:r>
      <w:r w:rsidRPr="00861ABC">
        <w:t xml:space="preserve"> f(v</w:t>
      </w:r>
      <w:r w:rsidRPr="00861ABC">
        <w:rPr>
          <w:vertAlign w:val="subscript"/>
        </w:rPr>
        <w:t>i</w:t>
      </w:r>
      <w:r w:rsidRPr="00861ABC">
        <w:t xml:space="preserve">) = 2i – 1                          </w:t>
      </w:r>
    </w:p>
    <w:p w14:paraId="33FBE2F5" w14:textId="77777777" w:rsidR="000078D3" w:rsidRPr="00861ABC" w:rsidRDefault="000078D3" w:rsidP="00DC2224">
      <w:pPr>
        <w:pStyle w:val="Paragraph"/>
      </w:pPr>
      <w:r w:rsidRPr="00861ABC">
        <w:t xml:space="preserve">      </w:t>
      </w:r>
      <w:r w:rsidRPr="00861ABC">
        <w:tab/>
        <w:t xml:space="preserve"> f(</w:t>
      </w:r>
      <w:proofErr w:type="gramStart"/>
      <w:r w:rsidRPr="00861ABC">
        <w:t>v</w:t>
      </w:r>
      <w:r w:rsidRPr="00861ABC">
        <w:rPr>
          <w:vertAlign w:val="subscript"/>
        </w:rPr>
        <w:t>i</w:t>
      </w:r>
      <w:r w:rsidRPr="00861ABC">
        <w:rPr>
          <w:vertAlign w:val="superscript"/>
        </w:rPr>
        <w:t>(</w:t>
      </w:r>
      <w:proofErr w:type="gramEnd"/>
      <w:r w:rsidRPr="00861ABC">
        <w:rPr>
          <w:vertAlign w:val="superscript"/>
        </w:rPr>
        <w:t>1)</w:t>
      </w:r>
      <w:r w:rsidRPr="00861ABC">
        <w:t>) = f(</w:t>
      </w:r>
      <w:proofErr w:type="spellStart"/>
      <w:r w:rsidRPr="00861ABC">
        <w:t>v</w:t>
      </w:r>
      <w:r>
        <w:rPr>
          <w:vertAlign w:val="subscript"/>
        </w:rPr>
        <w:t>r</w:t>
      </w:r>
      <w:proofErr w:type="spellEnd"/>
      <w:r w:rsidRPr="00861ABC">
        <w:t xml:space="preserve">) + 2i                </w:t>
      </w:r>
    </w:p>
    <w:p w14:paraId="613E969C" w14:textId="77777777" w:rsidR="000078D3" w:rsidRPr="00861ABC" w:rsidRDefault="000078D3" w:rsidP="00DC2224">
      <w:pPr>
        <w:pStyle w:val="Paragraph"/>
      </w:pPr>
      <w:r w:rsidRPr="00861ABC">
        <w:t xml:space="preserve">      </w:t>
      </w:r>
      <w:r w:rsidRPr="00861ABC">
        <w:tab/>
        <w:t xml:space="preserve"> f(</w:t>
      </w:r>
      <w:proofErr w:type="gramStart"/>
      <w:r w:rsidRPr="00861ABC">
        <w:t>v</w:t>
      </w:r>
      <w:r w:rsidRPr="00861ABC">
        <w:rPr>
          <w:vertAlign w:val="subscript"/>
        </w:rPr>
        <w:t>i</w:t>
      </w:r>
      <w:r w:rsidRPr="00861ABC">
        <w:rPr>
          <w:vertAlign w:val="superscript"/>
        </w:rPr>
        <w:t>(</w:t>
      </w:r>
      <w:proofErr w:type="gramEnd"/>
      <w:r w:rsidRPr="00861ABC">
        <w:rPr>
          <w:vertAlign w:val="superscript"/>
        </w:rPr>
        <w:t>2)</w:t>
      </w:r>
      <w:r w:rsidRPr="00861ABC">
        <w:t>) = f(</w:t>
      </w:r>
      <w:proofErr w:type="spellStart"/>
      <w:proofErr w:type="gramStart"/>
      <w:r w:rsidRPr="00861ABC">
        <w:t>v</w:t>
      </w:r>
      <w:r>
        <w:rPr>
          <w:vertAlign w:val="subscript"/>
        </w:rPr>
        <w:t>r</w:t>
      </w:r>
      <w:proofErr w:type="spellEnd"/>
      <w:r w:rsidRPr="00861ABC">
        <w:rPr>
          <w:vertAlign w:val="superscript"/>
        </w:rPr>
        <w:t>(</w:t>
      </w:r>
      <w:proofErr w:type="gramEnd"/>
      <w:r w:rsidRPr="00861ABC">
        <w:rPr>
          <w:vertAlign w:val="superscript"/>
        </w:rPr>
        <w:t>1)</w:t>
      </w:r>
      <w:r w:rsidRPr="00861ABC">
        <w:t xml:space="preserve">) + 2i             </w:t>
      </w:r>
    </w:p>
    <w:p w14:paraId="3924D50F" w14:textId="77777777" w:rsidR="000078D3" w:rsidRPr="00861ABC" w:rsidRDefault="000078D3" w:rsidP="00DC2224">
      <w:pPr>
        <w:pStyle w:val="Paragraph"/>
      </w:pPr>
      <w:r w:rsidRPr="00861ABC">
        <w:t xml:space="preserve">                          …….</w:t>
      </w:r>
    </w:p>
    <w:p w14:paraId="550E79FD" w14:textId="77777777" w:rsidR="000078D3" w:rsidRPr="00861ABC" w:rsidRDefault="000078D3" w:rsidP="00DC2224">
      <w:pPr>
        <w:pStyle w:val="Paragraph"/>
      </w:pPr>
      <w:r w:rsidRPr="00861ABC">
        <w:t xml:space="preserve">    </w:t>
      </w:r>
      <w:r w:rsidR="00A00182">
        <w:t xml:space="preserve">      </w:t>
      </w:r>
      <w:r w:rsidRPr="00861ABC">
        <w:t xml:space="preserve"> </w:t>
      </w:r>
      <w:r w:rsidRPr="00861ABC">
        <w:tab/>
        <w:t>f(v</w:t>
      </w:r>
      <w:r w:rsidRPr="00861ABC">
        <w:rPr>
          <w:vertAlign w:val="subscript"/>
        </w:rPr>
        <w:t>i</w:t>
      </w:r>
      <w:r w:rsidRPr="00861ABC">
        <w:rPr>
          <w:vertAlign w:val="superscript"/>
        </w:rPr>
        <w:t>(</w:t>
      </w:r>
      <w:r>
        <w:rPr>
          <w:vertAlign w:val="superscript"/>
        </w:rPr>
        <w:t>s</w:t>
      </w:r>
      <w:r w:rsidRPr="00861ABC">
        <w:rPr>
          <w:vertAlign w:val="superscript"/>
        </w:rPr>
        <w:t>-2)</w:t>
      </w:r>
      <w:r w:rsidRPr="00861ABC">
        <w:t>) = f(</w:t>
      </w:r>
      <w:proofErr w:type="spellStart"/>
      <w:r w:rsidRPr="00861ABC">
        <w:t>v</w:t>
      </w:r>
      <w:r>
        <w:rPr>
          <w:vertAlign w:val="subscript"/>
        </w:rPr>
        <w:t>r</w:t>
      </w:r>
      <w:proofErr w:type="spellEnd"/>
      <w:r w:rsidRPr="00861ABC">
        <w:rPr>
          <w:vertAlign w:val="superscript"/>
        </w:rPr>
        <w:t>(</w:t>
      </w:r>
      <w:r>
        <w:rPr>
          <w:vertAlign w:val="superscript"/>
        </w:rPr>
        <w:t>s</w:t>
      </w:r>
      <w:r w:rsidRPr="00861ABC">
        <w:rPr>
          <w:vertAlign w:val="superscript"/>
        </w:rPr>
        <w:t>-3)</w:t>
      </w:r>
      <w:r w:rsidRPr="00861ABC">
        <w:t xml:space="preserve">) + 2i         </w:t>
      </w:r>
    </w:p>
    <w:p w14:paraId="276ABB13" w14:textId="77777777" w:rsidR="000078D3" w:rsidRPr="00861ABC" w:rsidRDefault="000078D3" w:rsidP="00DC2224">
      <w:pPr>
        <w:pStyle w:val="Paragraph"/>
      </w:pPr>
      <w:r w:rsidRPr="00861ABC">
        <w:t xml:space="preserve">      </w:t>
      </w:r>
      <w:r w:rsidRPr="00861ABC">
        <w:tab/>
        <w:t>f(v</w:t>
      </w:r>
      <w:r w:rsidRPr="00861ABC">
        <w:rPr>
          <w:vertAlign w:val="subscript"/>
        </w:rPr>
        <w:t>i</w:t>
      </w:r>
      <w:r w:rsidRPr="00861ABC">
        <w:rPr>
          <w:vertAlign w:val="superscript"/>
        </w:rPr>
        <w:t>(</w:t>
      </w:r>
      <w:r>
        <w:rPr>
          <w:vertAlign w:val="superscript"/>
        </w:rPr>
        <w:t>s</w:t>
      </w:r>
      <w:r w:rsidRPr="00861ABC">
        <w:rPr>
          <w:vertAlign w:val="superscript"/>
        </w:rPr>
        <w:t>-1)</w:t>
      </w:r>
      <w:r w:rsidRPr="00861ABC">
        <w:t>) = f(</w:t>
      </w:r>
      <w:proofErr w:type="spellStart"/>
      <w:r w:rsidRPr="00861ABC">
        <w:t>v</w:t>
      </w:r>
      <w:r>
        <w:rPr>
          <w:vertAlign w:val="subscript"/>
        </w:rPr>
        <w:t>r</w:t>
      </w:r>
      <w:proofErr w:type="spellEnd"/>
      <w:r w:rsidRPr="00861ABC">
        <w:rPr>
          <w:vertAlign w:val="superscript"/>
        </w:rPr>
        <w:t>(</w:t>
      </w:r>
      <w:r>
        <w:rPr>
          <w:vertAlign w:val="superscript"/>
        </w:rPr>
        <w:t>s</w:t>
      </w:r>
      <w:r w:rsidRPr="00861ABC">
        <w:rPr>
          <w:vertAlign w:val="superscript"/>
        </w:rPr>
        <w:t>-2)</w:t>
      </w:r>
      <w:r w:rsidRPr="00861ABC">
        <w:t xml:space="preserve">) + 2i         </w:t>
      </w:r>
    </w:p>
    <w:p w14:paraId="44978B6A" w14:textId="77777777" w:rsidR="000078D3" w:rsidRDefault="000078D3" w:rsidP="00DC2224">
      <w:pPr>
        <w:pStyle w:val="Paragraph"/>
      </w:pPr>
      <w:r w:rsidRPr="00861ABC">
        <w:t xml:space="preserve">      </w:t>
      </w:r>
      <w:r w:rsidRPr="00861ABC">
        <w:tab/>
        <w:t>f(w</w:t>
      </w:r>
      <w:r w:rsidRPr="00861ABC">
        <w:rPr>
          <w:vertAlign w:val="subscript"/>
        </w:rPr>
        <w:t>1</w:t>
      </w:r>
      <w:proofErr w:type="gramStart"/>
      <w:r w:rsidRPr="00861ABC">
        <w:t>)  =</w:t>
      </w:r>
      <w:proofErr w:type="gramEnd"/>
      <w:r w:rsidRPr="00861ABC">
        <w:t xml:space="preserve"> f(</w:t>
      </w:r>
      <w:proofErr w:type="spellStart"/>
      <w:r w:rsidRPr="00861ABC">
        <w:t>v</w:t>
      </w:r>
      <w:r>
        <w:rPr>
          <w:vertAlign w:val="subscript"/>
        </w:rPr>
        <w:t>r</w:t>
      </w:r>
      <w:proofErr w:type="spellEnd"/>
      <w:r w:rsidRPr="00861ABC">
        <w:rPr>
          <w:vertAlign w:val="superscript"/>
        </w:rPr>
        <w:t>(</w:t>
      </w:r>
      <w:r>
        <w:rPr>
          <w:vertAlign w:val="superscript"/>
        </w:rPr>
        <w:t>s</w:t>
      </w:r>
      <w:r w:rsidRPr="00861ABC">
        <w:rPr>
          <w:vertAlign w:val="superscript"/>
        </w:rPr>
        <w:t>-1)</w:t>
      </w:r>
      <w:r w:rsidRPr="00861ABC">
        <w:t>) + 2.</w:t>
      </w:r>
    </w:p>
    <w:p w14:paraId="04CC2E3D" w14:textId="77777777" w:rsidR="003829CB" w:rsidRDefault="00A00182" w:rsidP="00DC2224">
      <w:pPr>
        <w:pStyle w:val="Paragraph"/>
      </w:pPr>
      <w:proofErr w:type="gramStart"/>
      <w:r w:rsidRPr="00861ABC">
        <w:t>Thus</w:t>
      </w:r>
      <w:proofErr w:type="gramEnd"/>
      <w:r w:rsidRPr="00861ABC">
        <w:t xml:space="preserve"> the vertex labels are distinct and the Subdivision graph S(</w:t>
      </w:r>
      <w:proofErr w:type="spellStart"/>
      <w:proofErr w:type="gramStart"/>
      <w:r w:rsidRPr="00861ABC">
        <w:t>K</w:t>
      </w:r>
      <w:r>
        <w:rPr>
          <w:vertAlign w:val="subscript"/>
        </w:rPr>
        <w:t>s</w:t>
      </w:r>
      <w:r w:rsidRPr="00861ABC">
        <w:rPr>
          <w:vertAlign w:val="subscript"/>
        </w:rPr>
        <w:t>,</w:t>
      </w:r>
      <w:r>
        <w:rPr>
          <w:vertAlign w:val="subscript"/>
        </w:rPr>
        <w:t>r</w:t>
      </w:r>
      <w:proofErr w:type="spellEnd"/>
      <w:proofErr w:type="gramEnd"/>
      <w:r w:rsidRPr="00861ABC">
        <w:t>)</w:t>
      </w:r>
      <w:r w:rsidRPr="00861ABC">
        <w:rPr>
          <w:i/>
          <w:iCs/>
        </w:rPr>
        <w:t xml:space="preserve"> </w:t>
      </w:r>
      <w:r>
        <w:t>satisfies</w:t>
      </w:r>
      <w:r w:rsidRPr="00861ABC">
        <w:t xml:space="preserve"> the vertex odd power mean</w:t>
      </w:r>
      <w:r>
        <w:t xml:space="preserve"> labeling condition</w:t>
      </w:r>
      <w:r w:rsidRPr="00861ABC">
        <w:t>.</w:t>
      </w:r>
      <w:r>
        <w:t xml:space="preserve"> </w:t>
      </w:r>
      <w:r w:rsidRPr="00861ABC">
        <w:t>Therefore</w:t>
      </w:r>
      <w:r>
        <w:t>,</w:t>
      </w:r>
      <w:r w:rsidRPr="00861ABC">
        <w:t xml:space="preserve"> the graph is </w:t>
      </w:r>
      <w:r>
        <w:t xml:space="preserve">a </w:t>
      </w:r>
      <w:r w:rsidRPr="00861ABC">
        <w:t>vertex odd power mean graph.</w:t>
      </w:r>
    </w:p>
    <w:p w14:paraId="28168DA3" w14:textId="77777777" w:rsidR="003829CB" w:rsidRDefault="003829CB">
      <w:pPr>
        <w:rPr>
          <w:szCs w:val="24"/>
        </w:rPr>
      </w:pPr>
      <w:r>
        <w:rPr>
          <w:szCs w:val="24"/>
        </w:rPr>
        <w:br w:type="page"/>
      </w:r>
    </w:p>
    <w:p w14:paraId="044477E4" w14:textId="77777777" w:rsidR="00A00182" w:rsidRPr="0052147E" w:rsidRDefault="00A00182" w:rsidP="00A00182">
      <w:pPr>
        <w:tabs>
          <w:tab w:val="left" w:pos="7797"/>
        </w:tabs>
        <w:spacing w:line="360" w:lineRule="auto"/>
        <w:ind w:left="1134" w:right="288"/>
        <w:jc w:val="both"/>
        <w:rPr>
          <w:szCs w:val="24"/>
        </w:rPr>
      </w:pPr>
    </w:p>
    <w:p w14:paraId="51B818DB" w14:textId="77777777" w:rsidR="00A00182" w:rsidRPr="00861ABC" w:rsidRDefault="00A00182" w:rsidP="00A00182">
      <w:pPr>
        <w:spacing w:line="360" w:lineRule="auto"/>
        <w:ind w:right="288"/>
        <w:rPr>
          <w:szCs w:val="24"/>
        </w:rPr>
      </w:pPr>
    </w:p>
    <w:p w14:paraId="1E9E57C9" w14:textId="77777777" w:rsidR="000078D3" w:rsidRPr="00861ABC" w:rsidRDefault="00000000" w:rsidP="00A00182">
      <w:pPr>
        <w:tabs>
          <w:tab w:val="left" w:pos="2003"/>
        </w:tabs>
        <w:spacing w:line="360" w:lineRule="auto"/>
        <w:ind w:left="1134" w:right="288"/>
        <w:rPr>
          <w:b/>
          <w:bCs/>
          <w:szCs w:val="24"/>
          <w:vertAlign w:val="subscript"/>
        </w:rPr>
      </w:pPr>
      <w:r>
        <w:rPr>
          <w:b/>
          <w:bCs/>
          <w:noProof/>
          <w:szCs w:val="24"/>
        </w:rPr>
        <w:pict w14:anchorId="1C07FEFB">
          <v:group id="_x0000_s1090" style="position:absolute;left:0;text-align:left;margin-left:119.6pt;margin-top:20.3pt;width:211.55pt;height:67.25pt;z-index:251663360" coordorigin="2842,7872" coordsize="4231,1106">
            <v:shape id="_x0000_s1091" type="#_x0000_t32" style="position:absolute;left:3481;top:7876;width:863;height:1" o:connectortype="straight">
              <v:stroke startarrow="oval" endarrow="oval"/>
            </v:shape>
            <v:shape id="_x0000_s1092" type="#_x0000_t32" style="position:absolute;left:2842;top:7877;width:639;height:479;flip:y" o:connectortype="straight">
              <v:stroke startarrow="oval" endarrow="oval"/>
            </v:shape>
            <v:shape id="_x0000_s1093" type="#_x0000_t32" style="position:absolute;left:2842;top:8356;width:751;height:0" o:connectortype="straight">
              <v:stroke startarrow="oval" endarrow="oval"/>
            </v:shape>
            <v:shape id="_x0000_s1094" type="#_x0000_t32" style="position:absolute;left:3593;top:8356;width:751;height:0" o:connectortype="straight">
              <v:stroke startarrow="oval" endarrow="oval"/>
            </v:shape>
            <v:shape id="_x0000_s1095" type="#_x0000_t32" style="position:absolute;left:2842;top:8356;width:720;height:622" o:connectortype="straight">
              <v:stroke startarrow="oval" endarrow="oval"/>
            </v:shape>
            <v:shape id="_x0000_s1096" type="#_x0000_t32" style="position:absolute;left:3562;top:8978;width:751;height:0" o:connectortype="straight">
              <v:stroke startarrow="oval" endarrow="oval"/>
            </v:shape>
            <v:shape id="_x0000_s1097" type="#_x0000_t32" style="position:absolute;left:4344;top:7875;width:1866;height:1" o:connectortype="straight">
              <v:stroke dashstyle="longDash" startarrow="oval" endarrow="oval"/>
            </v:shape>
            <v:shape id="_x0000_s1098" type="#_x0000_t32" style="position:absolute;left:4344;top:8355;width:1866;height:1" o:connectortype="straight">
              <v:stroke dashstyle="longDash" startarrow="oval" endarrow="oval"/>
            </v:shape>
            <v:shape id="_x0000_s1099" type="#_x0000_t32" style="position:absolute;left:4313;top:8976;width:1866;height:1" o:connectortype="straight">
              <v:stroke dashstyle="longDash" startarrow="oval" endarrow="oval"/>
            </v:shape>
            <v:shape id="_x0000_s1100" type="#_x0000_t32" style="position:absolute;left:6210;top:8358;width:863;height:1" o:connectortype="straight">
              <v:stroke startarrow="oval" endarrow="oval"/>
            </v:shape>
            <v:shape id="_x0000_s1101" type="#_x0000_t32" style="position:absolute;left:6179;top:8975;width:863;height:1" o:connectortype="straight">
              <v:stroke startarrow="oval" endarrow="oval"/>
            </v:shape>
            <v:shape id="_x0000_s1102" type="#_x0000_t32" style="position:absolute;left:6210;top:7872;width:863;height:1" o:connectortype="straight">
              <v:stroke startarrow="oval" endarrow="oval"/>
            </v:shape>
            <v:shape id="_x0000_s1103" type="#_x0000_t32" style="position:absolute;left:3832;top:8438;width:1;height:452" o:connectortype="straight">
              <v:stroke dashstyle="longDash"/>
            </v:shape>
            <v:shape id="_x0000_s1104" type="#_x0000_t32" style="position:absolute;left:4562;top:8438;width:1;height:452" o:connectortype="straight">
              <v:stroke dashstyle="longDash"/>
            </v:shape>
            <v:shape id="_x0000_s1105" type="#_x0000_t32" style="position:absolute;left:5221;top:8438;width:1;height:452" o:connectortype="straight">
              <v:stroke dashstyle="longDash"/>
            </v:shape>
            <v:shape id="_x0000_s1106" type="#_x0000_t32" style="position:absolute;left:5973;top:8438;width:1;height:452" o:connectortype="straight">
              <v:stroke dashstyle="longDash"/>
            </v:shape>
            <v:shape id="_x0000_s1107" type="#_x0000_t32" style="position:absolute;left:6749;top:8438;width:1;height:452" o:connectortype="straight">
              <v:stroke dashstyle="longDash"/>
            </v:shape>
          </v:group>
        </w:pict>
      </w:r>
      <w:r w:rsidR="00A00182">
        <w:rPr>
          <w:b/>
          <w:bCs/>
          <w:szCs w:val="24"/>
        </w:rPr>
        <w:t xml:space="preserve">                             </w:t>
      </w:r>
      <w:r w:rsidR="000078D3">
        <w:rPr>
          <w:b/>
          <w:bCs/>
          <w:szCs w:val="24"/>
        </w:rPr>
        <w:t xml:space="preserve"> </w:t>
      </w:r>
      <w:proofErr w:type="spellStart"/>
      <w:r w:rsidR="000078D3">
        <w:rPr>
          <w:b/>
          <w:bCs/>
          <w:szCs w:val="24"/>
        </w:rPr>
        <w:t>v</w:t>
      </w:r>
      <w:r w:rsidR="000078D3">
        <w:rPr>
          <w:b/>
          <w:bCs/>
          <w:szCs w:val="24"/>
          <w:vertAlign w:val="subscript"/>
        </w:rPr>
        <w:t>r</w:t>
      </w:r>
      <w:proofErr w:type="spellEnd"/>
      <w:r w:rsidR="000078D3" w:rsidRPr="00861ABC">
        <w:rPr>
          <w:b/>
          <w:bCs/>
          <w:szCs w:val="24"/>
          <w:vertAlign w:val="subscript"/>
        </w:rPr>
        <w:t xml:space="preserve">              </w:t>
      </w:r>
      <w:r w:rsidR="000078D3" w:rsidRPr="00861ABC">
        <w:rPr>
          <w:b/>
          <w:bCs/>
          <w:szCs w:val="24"/>
        </w:rPr>
        <w:t>v</w:t>
      </w:r>
      <w:r w:rsidR="000078D3">
        <w:rPr>
          <w:b/>
          <w:bCs/>
          <w:szCs w:val="24"/>
          <w:vertAlign w:val="subscript"/>
        </w:rPr>
        <w:t>r</w:t>
      </w:r>
      <w:r w:rsidR="000078D3" w:rsidRPr="00861ABC">
        <w:rPr>
          <w:b/>
          <w:bCs/>
          <w:szCs w:val="24"/>
          <w:vertAlign w:val="subscript"/>
        </w:rPr>
        <w:t xml:space="preserve">-1                                          </w:t>
      </w:r>
      <w:r w:rsidR="000078D3" w:rsidRPr="00861ABC">
        <w:rPr>
          <w:b/>
          <w:bCs/>
          <w:szCs w:val="24"/>
        </w:rPr>
        <w:t>v</w:t>
      </w:r>
      <w:r w:rsidR="000078D3" w:rsidRPr="00861ABC">
        <w:rPr>
          <w:b/>
          <w:bCs/>
          <w:szCs w:val="24"/>
          <w:vertAlign w:val="subscript"/>
        </w:rPr>
        <w:t xml:space="preserve">2                 </w:t>
      </w:r>
      <w:r w:rsidR="000078D3" w:rsidRPr="00861ABC">
        <w:rPr>
          <w:b/>
          <w:bCs/>
          <w:szCs w:val="24"/>
        </w:rPr>
        <w:t>v</w:t>
      </w:r>
      <w:r w:rsidR="000078D3" w:rsidRPr="00861ABC">
        <w:rPr>
          <w:b/>
          <w:bCs/>
          <w:szCs w:val="24"/>
          <w:vertAlign w:val="subscript"/>
        </w:rPr>
        <w:t>1</w:t>
      </w:r>
    </w:p>
    <w:p w14:paraId="3B9A85C6" w14:textId="77777777" w:rsidR="000078D3" w:rsidRPr="00861ABC" w:rsidRDefault="000078D3" w:rsidP="00A00182">
      <w:pPr>
        <w:tabs>
          <w:tab w:val="left" w:pos="1177"/>
        </w:tabs>
        <w:spacing w:line="360" w:lineRule="auto"/>
        <w:ind w:left="1134" w:right="288"/>
        <w:rPr>
          <w:b/>
          <w:bCs/>
          <w:szCs w:val="24"/>
        </w:rPr>
      </w:pPr>
      <w:r>
        <w:rPr>
          <w:b/>
          <w:bCs/>
          <w:szCs w:val="24"/>
        </w:rPr>
        <w:t xml:space="preserve">  </w:t>
      </w:r>
      <w:r w:rsidRPr="00861ABC">
        <w:rPr>
          <w:b/>
          <w:bCs/>
          <w:szCs w:val="24"/>
        </w:rPr>
        <w:t xml:space="preserve"> </w:t>
      </w:r>
      <w:r w:rsidR="00A00182">
        <w:rPr>
          <w:b/>
          <w:bCs/>
          <w:szCs w:val="24"/>
        </w:rPr>
        <w:t xml:space="preserve">                </w:t>
      </w:r>
      <w:r w:rsidRPr="00861ABC">
        <w:rPr>
          <w:b/>
          <w:bCs/>
          <w:szCs w:val="24"/>
        </w:rPr>
        <w:t>w</w:t>
      </w:r>
      <w:r w:rsidRPr="00861ABC">
        <w:rPr>
          <w:b/>
          <w:bCs/>
          <w:szCs w:val="24"/>
          <w:vertAlign w:val="subscript"/>
        </w:rPr>
        <w:t xml:space="preserve">1             </w:t>
      </w:r>
      <w:proofErr w:type="spellStart"/>
      <w:r w:rsidRPr="00861ABC">
        <w:rPr>
          <w:b/>
          <w:bCs/>
          <w:szCs w:val="24"/>
        </w:rPr>
        <w:t>v</w:t>
      </w:r>
      <w:r>
        <w:rPr>
          <w:b/>
          <w:bCs/>
          <w:szCs w:val="24"/>
          <w:vertAlign w:val="subscript"/>
        </w:rPr>
        <w:t>r</w:t>
      </w:r>
      <w:proofErr w:type="spellEnd"/>
      <w:r>
        <w:rPr>
          <w:b/>
          <w:bCs/>
          <w:szCs w:val="24"/>
        </w:rPr>
        <w:t>ʹ</w:t>
      </w:r>
      <w:r w:rsidRPr="00861ABC">
        <w:rPr>
          <w:b/>
          <w:bCs/>
          <w:szCs w:val="24"/>
          <w:vertAlign w:val="subscript"/>
        </w:rPr>
        <w:t xml:space="preserve">         </w:t>
      </w:r>
      <w:r>
        <w:rPr>
          <w:b/>
          <w:bCs/>
          <w:szCs w:val="24"/>
          <w:vertAlign w:val="subscript"/>
        </w:rPr>
        <w:t xml:space="preserve"> </w:t>
      </w:r>
      <w:r w:rsidRPr="00861ABC">
        <w:rPr>
          <w:b/>
          <w:bCs/>
          <w:szCs w:val="24"/>
        </w:rPr>
        <w:t>v</w:t>
      </w:r>
      <w:r>
        <w:rPr>
          <w:b/>
          <w:bCs/>
          <w:szCs w:val="24"/>
          <w:vertAlign w:val="subscript"/>
        </w:rPr>
        <w:t>r</w:t>
      </w:r>
      <w:r w:rsidRPr="00861ABC">
        <w:rPr>
          <w:b/>
          <w:bCs/>
          <w:szCs w:val="24"/>
          <w:vertAlign w:val="subscript"/>
        </w:rPr>
        <w:t>-1</w:t>
      </w:r>
      <w:r>
        <w:rPr>
          <w:b/>
          <w:bCs/>
          <w:szCs w:val="24"/>
        </w:rPr>
        <w:t>ʹ</w:t>
      </w:r>
      <w:r w:rsidRPr="00861ABC">
        <w:rPr>
          <w:b/>
          <w:bCs/>
          <w:szCs w:val="24"/>
          <w:vertAlign w:val="subscript"/>
        </w:rPr>
        <w:t xml:space="preserve">                                        </w:t>
      </w:r>
      <w:r w:rsidRPr="00861ABC">
        <w:rPr>
          <w:b/>
          <w:bCs/>
          <w:szCs w:val="24"/>
        </w:rPr>
        <w:t>v</w:t>
      </w:r>
      <w:r w:rsidRPr="00861ABC">
        <w:rPr>
          <w:b/>
          <w:bCs/>
          <w:szCs w:val="24"/>
          <w:vertAlign w:val="subscript"/>
        </w:rPr>
        <w:t>2</w:t>
      </w:r>
      <w:r>
        <w:rPr>
          <w:b/>
          <w:bCs/>
          <w:szCs w:val="24"/>
        </w:rPr>
        <w:t>ʹ</w:t>
      </w:r>
      <w:r w:rsidRPr="00861ABC">
        <w:rPr>
          <w:b/>
          <w:bCs/>
          <w:szCs w:val="24"/>
          <w:vertAlign w:val="subscript"/>
        </w:rPr>
        <w:t xml:space="preserve">               </w:t>
      </w:r>
      <w:r w:rsidRPr="00861ABC">
        <w:rPr>
          <w:b/>
          <w:bCs/>
          <w:szCs w:val="24"/>
        </w:rPr>
        <w:t>v</w:t>
      </w:r>
      <w:r w:rsidRPr="00861ABC">
        <w:rPr>
          <w:b/>
          <w:bCs/>
          <w:szCs w:val="24"/>
          <w:vertAlign w:val="subscript"/>
        </w:rPr>
        <w:t>1</w:t>
      </w:r>
      <w:r>
        <w:rPr>
          <w:b/>
          <w:bCs/>
          <w:szCs w:val="24"/>
        </w:rPr>
        <w:t>ʹ</w:t>
      </w:r>
    </w:p>
    <w:p w14:paraId="320AC8E8" w14:textId="77777777" w:rsidR="000078D3" w:rsidRPr="00861ABC" w:rsidRDefault="00A00182" w:rsidP="00A00182">
      <w:pPr>
        <w:tabs>
          <w:tab w:val="left" w:pos="1891"/>
        </w:tabs>
        <w:spacing w:line="360" w:lineRule="auto"/>
        <w:ind w:left="1134" w:right="288"/>
        <w:rPr>
          <w:b/>
          <w:bCs/>
          <w:szCs w:val="24"/>
          <w:vertAlign w:val="superscript"/>
        </w:rPr>
      </w:pPr>
      <w:r>
        <w:rPr>
          <w:b/>
          <w:bCs/>
          <w:szCs w:val="24"/>
        </w:rPr>
        <w:t xml:space="preserve">                             </w:t>
      </w:r>
      <w:r w:rsidR="000078D3">
        <w:rPr>
          <w:b/>
          <w:bCs/>
          <w:szCs w:val="24"/>
        </w:rPr>
        <w:t xml:space="preserve"> </w:t>
      </w:r>
      <w:r w:rsidR="000078D3" w:rsidRPr="00861ABC">
        <w:rPr>
          <w:b/>
          <w:bCs/>
          <w:szCs w:val="24"/>
        </w:rPr>
        <w:t>v</w:t>
      </w:r>
      <w:r w:rsidR="000078D3">
        <w:rPr>
          <w:b/>
          <w:bCs/>
          <w:szCs w:val="24"/>
          <w:vertAlign w:val="subscript"/>
        </w:rPr>
        <w:t>r</w:t>
      </w:r>
      <w:r w:rsidR="000078D3">
        <w:rPr>
          <w:b/>
          <w:bCs/>
          <w:szCs w:val="24"/>
          <w:vertAlign w:val="superscript"/>
        </w:rPr>
        <w:t>s</w:t>
      </w:r>
      <w:r w:rsidR="000078D3" w:rsidRPr="00861ABC">
        <w:rPr>
          <w:b/>
          <w:bCs/>
          <w:szCs w:val="24"/>
          <w:vertAlign w:val="superscript"/>
        </w:rPr>
        <w:t>-1</w:t>
      </w:r>
      <w:r w:rsidR="000078D3" w:rsidRPr="00861ABC">
        <w:rPr>
          <w:b/>
          <w:bCs/>
          <w:szCs w:val="24"/>
          <w:vertAlign w:val="subscript"/>
        </w:rPr>
        <w:t xml:space="preserve">       </w:t>
      </w:r>
      <w:r w:rsidR="000078D3" w:rsidRPr="00861ABC">
        <w:rPr>
          <w:b/>
          <w:bCs/>
          <w:szCs w:val="24"/>
        </w:rPr>
        <w:t>v</w:t>
      </w:r>
      <w:r w:rsidR="000078D3">
        <w:rPr>
          <w:b/>
          <w:bCs/>
          <w:szCs w:val="24"/>
          <w:vertAlign w:val="subscript"/>
        </w:rPr>
        <w:t>r</w:t>
      </w:r>
      <w:r w:rsidR="000078D3" w:rsidRPr="00861ABC">
        <w:rPr>
          <w:b/>
          <w:bCs/>
          <w:szCs w:val="24"/>
          <w:vertAlign w:val="subscript"/>
        </w:rPr>
        <w:t>-1</w:t>
      </w:r>
      <w:r w:rsidR="000078D3">
        <w:rPr>
          <w:b/>
          <w:bCs/>
          <w:szCs w:val="24"/>
          <w:vertAlign w:val="superscript"/>
        </w:rPr>
        <w:t>s</w:t>
      </w:r>
      <w:r w:rsidR="000078D3" w:rsidRPr="00861ABC">
        <w:rPr>
          <w:b/>
          <w:bCs/>
          <w:szCs w:val="24"/>
          <w:vertAlign w:val="superscript"/>
        </w:rPr>
        <w:t>-1</w:t>
      </w:r>
      <w:r w:rsidR="000078D3" w:rsidRPr="00861ABC">
        <w:rPr>
          <w:b/>
          <w:bCs/>
          <w:szCs w:val="24"/>
          <w:vertAlign w:val="subscript"/>
        </w:rPr>
        <w:t xml:space="preserve">                                   </w:t>
      </w:r>
      <w:r w:rsidR="000078D3" w:rsidRPr="00861ABC">
        <w:rPr>
          <w:b/>
          <w:bCs/>
          <w:szCs w:val="24"/>
        </w:rPr>
        <w:t>v</w:t>
      </w:r>
      <w:r w:rsidR="000078D3" w:rsidRPr="00861ABC">
        <w:rPr>
          <w:b/>
          <w:bCs/>
          <w:szCs w:val="24"/>
          <w:vertAlign w:val="subscript"/>
        </w:rPr>
        <w:t>2</w:t>
      </w:r>
      <w:r w:rsidR="000078D3">
        <w:rPr>
          <w:b/>
          <w:bCs/>
          <w:szCs w:val="24"/>
          <w:vertAlign w:val="superscript"/>
        </w:rPr>
        <w:t>s</w:t>
      </w:r>
      <w:r w:rsidR="000078D3" w:rsidRPr="00861ABC">
        <w:rPr>
          <w:b/>
          <w:bCs/>
          <w:szCs w:val="24"/>
          <w:vertAlign w:val="superscript"/>
        </w:rPr>
        <w:t>-1</w:t>
      </w:r>
      <w:r w:rsidR="000078D3" w:rsidRPr="00861ABC">
        <w:rPr>
          <w:b/>
          <w:bCs/>
          <w:szCs w:val="24"/>
          <w:vertAlign w:val="subscript"/>
        </w:rPr>
        <w:t xml:space="preserve">          </w:t>
      </w:r>
      <w:r w:rsidR="000078D3">
        <w:rPr>
          <w:b/>
          <w:bCs/>
          <w:szCs w:val="24"/>
          <w:vertAlign w:val="subscript"/>
        </w:rPr>
        <w:t xml:space="preserve">   </w:t>
      </w:r>
      <w:r w:rsidR="000078D3" w:rsidRPr="00861ABC">
        <w:rPr>
          <w:b/>
          <w:bCs/>
          <w:szCs w:val="24"/>
        </w:rPr>
        <w:t>v</w:t>
      </w:r>
      <w:r w:rsidR="000078D3" w:rsidRPr="00861ABC">
        <w:rPr>
          <w:b/>
          <w:bCs/>
          <w:szCs w:val="24"/>
          <w:vertAlign w:val="subscript"/>
        </w:rPr>
        <w:t>1</w:t>
      </w:r>
      <w:r w:rsidR="000078D3">
        <w:rPr>
          <w:b/>
          <w:bCs/>
          <w:szCs w:val="24"/>
          <w:vertAlign w:val="superscript"/>
        </w:rPr>
        <w:t>s</w:t>
      </w:r>
      <w:r w:rsidR="000078D3" w:rsidRPr="00861ABC">
        <w:rPr>
          <w:b/>
          <w:bCs/>
          <w:szCs w:val="24"/>
          <w:vertAlign w:val="superscript"/>
        </w:rPr>
        <w:t>-1</w:t>
      </w:r>
    </w:p>
    <w:p w14:paraId="1D2B8826" w14:textId="77777777" w:rsidR="00DC2224" w:rsidRDefault="000078D3" w:rsidP="001F24B8">
      <w:pPr>
        <w:spacing w:before="360"/>
        <w:ind w:left="1134" w:right="288"/>
        <w:rPr>
          <w:b/>
          <w:bCs/>
          <w:szCs w:val="24"/>
        </w:rPr>
      </w:pPr>
      <w:r>
        <w:rPr>
          <w:b/>
          <w:bCs/>
          <w:szCs w:val="24"/>
        </w:rPr>
        <w:t xml:space="preserve">                                </w:t>
      </w:r>
      <w:r w:rsidR="00A00182">
        <w:rPr>
          <w:b/>
          <w:bCs/>
          <w:szCs w:val="24"/>
        </w:rPr>
        <w:t xml:space="preserve">  </w:t>
      </w:r>
    </w:p>
    <w:p w14:paraId="62CA4D29" w14:textId="3FD9AF6C" w:rsidR="000078D3" w:rsidRPr="00861ABC" w:rsidRDefault="00A00182" w:rsidP="00DC2224">
      <w:pPr>
        <w:pStyle w:val="FigureCaption"/>
        <w:rPr>
          <w:i/>
          <w:iCs/>
          <w:lang w:val="en-IN"/>
        </w:rPr>
      </w:pPr>
      <w:r>
        <w:t xml:space="preserve"> Fig. 2</w:t>
      </w:r>
      <w:r w:rsidR="000078D3" w:rsidRPr="00861ABC">
        <w:t>: Subdivision graph S(</w:t>
      </w:r>
      <w:proofErr w:type="spellStart"/>
      <w:proofErr w:type="gramStart"/>
      <w:r w:rsidR="000078D3" w:rsidRPr="00861ABC">
        <w:t>K</w:t>
      </w:r>
      <w:r w:rsidR="000078D3">
        <w:rPr>
          <w:vertAlign w:val="subscript"/>
        </w:rPr>
        <w:t>s</w:t>
      </w:r>
      <w:r w:rsidR="000078D3" w:rsidRPr="00861ABC">
        <w:rPr>
          <w:vertAlign w:val="subscript"/>
        </w:rPr>
        <w:t>,</w:t>
      </w:r>
      <w:r w:rsidR="000078D3">
        <w:rPr>
          <w:vertAlign w:val="subscript"/>
        </w:rPr>
        <w:t>r</w:t>
      </w:r>
      <w:proofErr w:type="spellEnd"/>
      <w:proofErr w:type="gramEnd"/>
      <w:r w:rsidR="000078D3" w:rsidRPr="00861ABC">
        <w:t>)</w:t>
      </w:r>
    </w:p>
    <w:p w14:paraId="05FF18C8" w14:textId="77777777" w:rsidR="000078D3" w:rsidRPr="00861ABC" w:rsidRDefault="00A00182" w:rsidP="00DC2224">
      <w:pPr>
        <w:pStyle w:val="Paragraph"/>
      </w:pPr>
      <w:r>
        <w:rPr>
          <w:b/>
          <w:bCs/>
          <w:lang w:val="en-IN"/>
        </w:rPr>
        <w:t xml:space="preserve">Theorem </w:t>
      </w:r>
      <w:r w:rsidR="000078D3">
        <w:rPr>
          <w:b/>
          <w:bCs/>
          <w:lang w:val="en-IN"/>
        </w:rPr>
        <w:t>3.3</w:t>
      </w:r>
      <w:r w:rsidR="000078D3" w:rsidRPr="00861ABC">
        <w:rPr>
          <w:b/>
          <w:bCs/>
          <w:lang w:val="en-IN"/>
        </w:rPr>
        <w:t xml:space="preserve">: </w:t>
      </w:r>
      <w:r w:rsidR="000078D3" w:rsidRPr="00861ABC">
        <w:t xml:space="preserve">The Firecracker graph </w:t>
      </w:r>
      <w:proofErr w:type="gramStart"/>
      <w:r w:rsidR="000078D3" w:rsidRPr="00861ABC">
        <w:t>FC(</w:t>
      </w:r>
      <w:proofErr w:type="gramEnd"/>
      <w:r w:rsidR="000078D3" w:rsidRPr="00861ABC">
        <w:t>1</w:t>
      </w:r>
      <w:r w:rsidR="000078D3">
        <w:rPr>
          <w:vertAlign w:val="superscript"/>
        </w:rPr>
        <w:t>r</w:t>
      </w:r>
      <w:r w:rsidR="000078D3" w:rsidRPr="00861ABC">
        <w:t>, K</w:t>
      </w:r>
      <w:proofErr w:type="gramStart"/>
      <w:r w:rsidR="000078D3" w:rsidRPr="00861ABC">
        <w:rPr>
          <w:vertAlign w:val="subscript"/>
        </w:rPr>
        <w:t>1,</w:t>
      </w:r>
      <w:r w:rsidR="000078D3">
        <w:rPr>
          <w:vertAlign w:val="subscript"/>
        </w:rPr>
        <w:t>s</w:t>
      </w:r>
      <w:proofErr w:type="gramEnd"/>
      <w:r w:rsidR="000078D3" w:rsidRPr="00861ABC">
        <w:t>) admits vertex odd power mean labeling.</w:t>
      </w:r>
    </w:p>
    <w:p w14:paraId="26665FF0" w14:textId="77777777" w:rsidR="000078D3" w:rsidRPr="00861ABC" w:rsidRDefault="000078D3" w:rsidP="00DC2224">
      <w:pPr>
        <w:pStyle w:val="Paragraph"/>
        <w:rPr>
          <w:b/>
        </w:rPr>
      </w:pPr>
      <w:r w:rsidRPr="00861ABC">
        <w:rPr>
          <w:b/>
        </w:rPr>
        <w:t xml:space="preserve">Proof: </w:t>
      </w:r>
      <w:r w:rsidRPr="00861ABC">
        <w:t>The Firecracker graph FC(1</w:t>
      </w:r>
      <w:proofErr w:type="gramStart"/>
      <w:r>
        <w:rPr>
          <w:vertAlign w:val="superscript"/>
        </w:rPr>
        <w:t>r</w:t>
      </w:r>
      <w:r w:rsidRPr="00861ABC">
        <w:t>,K</w:t>
      </w:r>
      <w:r w:rsidRPr="00861ABC">
        <w:rPr>
          <w:vertAlign w:val="subscript"/>
        </w:rPr>
        <w:t>1,</w:t>
      </w:r>
      <w:r>
        <w:rPr>
          <w:vertAlign w:val="subscript"/>
        </w:rPr>
        <w:t>s</w:t>
      </w:r>
      <w:proofErr w:type="gramEnd"/>
      <w:r w:rsidRPr="00861ABC">
        <w:t xml:space="preserve">) has </w:t>
      </w:r>
      <w:proofErr w:type="spellStart"/>
      <w:r w:rsidRPr="00C377C2">
        <w:t>rs</w:t>
      </w:r>
      <w:proofErr w:type="spellEnd"/>
      <w:r w:rsidRPr="00861ABC">
        <w:t xml:space="preserve"> + 1 vertices and </w:t>
      </w:r>
      <w:proofErr w:type="spellStart"/>
      <w:proofErr w:type="gramStart"/>
      <w:r w:rsidRPr="00DD5510">
        <w:t>sr</w:t>
      </w:r>
      <w:proofErr w:type="spellEnd"/>
      <w:r w:rsidRPr="00861ABC">
        <w:t xml:space="preserve">  edges</w:t>
      </w:r>
      <w:proofErr w:type="gramEnd"/>
      <w:r w:rsidRPr="00861ABC">
        <w:t>.</w:t>
      </w:r>
    </w:p>
    <w:p w14:paraId="407B4544" w14:textId="77777777" w:rsidR="000078D3" w:rsidRPr="005E29F4" w:rsidRDefault="000078D3" w:rsidP="00DC2224">
      <w:pPr>
        <w:pStyle w:val="Paragraph"/>
      </w:pPr>
      <w:r>
        <w:t>Define</w:t>
      </w:r>
      <w:r w:rsidRPr="00861ABC">
        <w:t xml:space="preserve"> t</w:t>
      </w:r>
      <w:r>
        <w:t>he vertex labeling f</w:t>
      </w:r>
      <w:r w:rsidRPr="00861ABC">
        <w:t>: V(FC(1</w:t>
      </w:r>
      <w:proofErr w:type="gramStart"/>
      <w:r>
        <w:rPr>
          <w:vertAlign w:val="superscript"/>
        </w:rPr>
        <w:t>r</w:t>
      </w:r>
      <w:r w:rsidRPr="00861ABC">
        <w:t>,K</w:t>
      </w:r>
      <w:r w:rsidRPr="00861ABC">
        <w:rPr>
          <w:vertAlign w:val="subscript"/>
        </w:rPr>
        <w:t>1,</w:t>
      </w:r>
      <w:r>
        <w:rPr>
          <w:vertAlign w:val="subscript"/>
        </w:rPr>
        <w:t>s</w:t>
      </w:r>
      <w:proofErr w:type="gramEnd"/>
      <w:r w:rsidRPr="00861ABC">
        <w:t xml:space="preserve">)) </w:t>
      </w:r>
      <w:r w:rsidRPr="00861ABC">
        <w:sym w:font="Symbol" w:char="F0AE"/>
      </w:r>
      <w:r w:rsidRPr="00861ABC">
        <w:t>{1, 3, …, 2q +</w:t>
      </w:r>
      <w:proofErr w:type="gramStart"/>
      <w:r w:rsidRPr="00861ABC">
        <w:t>1 }</w:t>
      </w:r>
      <w:proofErr w:type="gramEnd"/>
      <w:r w:rsidRPr="00861ABC">
        <w:t xml:space="preserve"> as </w:t>
      </w:r>
    </w:p>
    <w:p w14:paraId="541D1BB1" w14:textId="77777777" w:rsidR="000078D3" w:rsidRPr="00861ABC" w:rsidRDefault="000078D3" w:rsidP="00DC2224">
      <w:pPr>
        <w:pStyle w:val="Paragraph"/>
      </w:pPr>
      <w:r w:rsidRPr="00861ABC">
        <w:t xml:space="preserve">For 1 ≤ </w:t>
      </w:r>
      <w:proofErr w:type="spellStart"/>
      <w:r w:rsidRPr="00861ABC">
        <w:t>i</w:t>
      </w:r>
      <w:proofErr w:type="spellEnd"/>
      <w:r w:rsidRPr="00861ABC">
        <w:t xml:space="preserve"> ≤ (</w:t>
      </w:r>
      <w:r>
        <w:t xml:space="preserve">s </w:t>
      </w:r>
      <w:r w:rsidRPr="00861ABC">
        <w:t>+</w:t>
      </w:r>
      <w:r>
        <w:t xml:space="preserve"> </w:t>
      </w:r>
      <w:proofErr w:type="gramStart"/>
      <w:r w:rsidRPr="00861ABC">
        <w:t>1)</w:t>
      </w:r>
      <w:r>
        <w:t>r</w:t>
      </w:r>
      <w:proofErr w:type="gramEnd"/>
      <w:r w:rsidRPr="00861ABC">
        <w:t xml:space="preserve"> – 1 </w:t>
      </w:r>
    </w:p>
    <w:p w14:paraId="7BBC34E8" w14:textId="77777777" w:rsidR="000078D3" w:rsidRPr="00861ABC" w:rsidRDefault="000078D3" w:rsidP="00DC2224">
      <w:pPr>
        <w:pStyle w:val="Paragraph"/>
      </w:pPr>
      <w:r>
        <w:t xml:space="preserve">               </w:t>
      </w:r>
      <w:r w:rsidRPr="00861ABC">
        <w:t>f(v</w:t>
      </w:r>
      <w:r w:rsidRPr="00861ABC">
        <w:rPr>
          <w:vertAlign w:val="subscript"/>
        </w:rPr>
        <w:t>i</w:t>
      </w:r>
      <w:r w:rsidRPr="00861ABC">
        <w:t xml:space="preserve">) = 2i – </w:t>
      </w:r>
      <w:proofErr w:type="gramStart"/>
      <w:r w:rsidRPr="00861ABC">
        <w:t xml:space="preserve">1;  </w:t>
      </w:r>
      <w:proofErr w:type="spellStart"/>
      <w:r w:rsidRPr="00861ABC">
        <w:t>i</w:t>
      </w:r>
      <w:proofErr w:type="spellEnd"/>
      <w:proofErr w:type="gramEnd"/>
      <w:r w:rsidRPr="00861ABC">
        <w:t xml:space="preserve"> ≠ </w:t>
      </w:r>
      <w:r>
        <w:t>s</w:t>
      </w:r>
      <w:r w:rsidRPr="00861ABC">
        <w:t xml:space="preserve"> + 1, 2</w:t>
      </w:r>
      <w:r>
        <w:t>s</w:t>
      </w:r>
      <w:r w:rsidRPr="00861ABC">
        <w:t xml:space="preserve"> + 2, 3</w:t>
      </w:r>
      <w:r>
        <w:t>s</w:t>
      </w:r>
      <w:r w:rsidRPr="00861ABC">
        <w:t xml:space="preserve"> + 3, …, (</w:t>
      </w:r>
      <w:r>
        <w:t>s</w:t>
      </w:r>
      <w:r w:rsidRPr="00861ABC">
        <w:t xml:space="preserve"> + 1) (</w:t>
      </w:r>
      <w:r>
        <w:t>r</w:t>
      </w:r>
      <w:r w:rsidRPr="00861ABC">
        <w:t xml:space="preserve"> – 1) </w:t>
      </w:r>
    </w:p>
    <w:p w14:paraId="7E469FCA" w14:textId="77777777" w:rsidR="000078D3" w:rsidRPr="00861ABC" w:rsidRDefault="000078D3" w:rsidP="00DC2224">
      <w:pPr>
        <w:pStyle w:val="Paragraph"/>
      </w:pPr>
      <w:r w:rsidRPr="00861ABC">
        <w:t xml:space="preserve">For 1 ≤ </w:t>
      </w:r>
      <w:proofErr w:type="spellStart"/>
      <w:r w:rsidRPr="00861ABC">
        <w:t>i</w:t>
      </w:r>
      <w:proofErr w:type="spellEnd"/>
      <w:r w:rsidRPr="00861ABC">
        <w:t xml:space="preserve"> ≤ </w:t>
      </w:r>
      <w:r>
        <w:t>r</w:t>
      </w:r>
    </w:p>
    <w:p w14:paraId="766CFDCB" w14:textId="77777777" w:rsidR="000078D3" w:rsidRPr="00861ABC" w:rsidRDefault="000078D3" w:rsidP="00DC2224">
      <w:pPr>
        <w:pStyle w:val="Paragraph"/>
      </w:pPr>
      <w:r w:rsidRPr="00861ABC">
        <w:t xml:space="preserve"> </w:t>
      </w:r>
      <w:r w:rsidRPr="00861ABC">
        <w:tab/>
        <w:t xml:space="preserve"> </w:t>
      </w:r>
      <w:r>
        <w:t xml:space="preserve"> </w:t>
      </w:r>
      <w:r w:rsidRPr="00861ABC">
        <w:t xml:space="preserve"> </w:t>
      </w:r>
      <w:r w:rsidR="00A00182">
        <w:t xml:space="preserve">      </w:t>
      </w:r>
      <w:r w:rsidRPr="00861ABC">
        <w:t xml:space="preserve"> f(v</w:t>
      </w:r>
      <w:r w:rsidRPr="00861ABC">
        <w:rPr>
          <w:vertAlign w:val="subscript"/>
        </w:rPr>
        <w:t>i</w:t>
      </w:r>
      <w:r>
        <w:t>ʹ</w:t>
      </w:r>
      <w:r w:rsidRPr="00861ABC">
        <w:t>) = 2</w:t>
      </w:r>
      <w:r>
        <w:t>s</w:t>
      </w:r>
      <w:r w:rsidRPr="00861ABC">
        <w:t xml:space="preserve">i – 1    </w:t>
      </w:r>
    </w:p>
    <w:p w14:paraId="4E5146DD" w14:textId="77777777" w:rsidR="000078D3" w:rsidRDefault="00A00182" w:rsidP="00DC2224">
      <w:pPr>
        <w:pStyle w:val="Paragraph"/>
      </w:pPr>
      <w:r>
        <w:t xml:space="preserve">               </w:t>
      </w:r>
      <w:r w:rsidR="000078D3" w:rsidRPr="00861ABC">
        <w:t>f(u</w:t>
      </w:r>
      <w:r w:rsidR="000078D3" w:rsidRPr="00861ABC">
        <w:rPr>
          <w:vertAlign w:val="subscript"/>
        </w:rPr>
        <w:t>1</w:t>
      </w:r>
      <w:r w:rsidR="000078D3" w:rsidRPr="00861ABC">
        <w:t>) = f(</w:t>
      </w:r>
      <w:proofErr w:type="spellStart"/>
      <w:r w:rsidR="000078D3" w:rsidRPr="00861ABC">
        <w:t>v</w:t>
      </w:r>
      <w:r w:rsidR="000078D3">
        <w:rPr>
          <w:vertAlign w:val="subscript"/>
        </w:rPr>
        <w:t>r</w:t>
      </w:r>
      <w:proofErr w:type="spellEnd"/>
      <w:r w:rsidR="000078D3">
        <w:t>ʹ</w:t>
      </w:r>
      <w:r w:rsidR="000078D3" w:rsidRPr="00861ABC">
        <w:t>) + 2</w:t>
      </w:r>
    </w:p>
    <w:p w14:paraId="1F185857" w14:textId="77777777" w:rsidR="000078D3" w:rsidRPr="000078D3" w:rsidRDefault="000078D3" w:rsidP="00DC2224">
      <w:pPr>
        <w:pStyle w:val="Paragraph"/>
      </w:pPr>
      <w:proofErr w:type="gramStart"/>
      <w:r w:rsidRPr="00861ABC">
        <w:t>Thus</w:t>
      </w:r>
      <w:proofErr w:type="gramEnd"/>
      <w:r w:rsidRPr="00861ABC">
        <w:t xml:space="preserve"> the vertex labels are distinct and the Firecracker graph FC(1</w:t>
      </w:r>
      <w:proofErr w:type="gramStart"/>
      <w:r>
        <w:rPr>
          <w:vertAlign w:val="superscript"/>
        </w:rPr>
        <w:t>r</w:t>
      </w:r>
      <w:r w:rsidRPr="00861ABC">
        <w:t>,K</w:t>
      </w:r>
      <w:r w:rsidRPr="00861ABC">
        <w:rPr>
          <w:vertAlign w:val="subscript"/>
        </w:rPr>
        <w:t>1,</w:t>
      </w:r>
      <w:r>
        <w:rPr>
          <w:vertAlign w:val="subscript"/>
        </w:rPr>
        <w:t>s</w:t>
      </w:r>
      <w:proofErr w:type="gramEnd"/>
      <w:r w:rsidRPr="00861ABC">
        <w:t xml:space="preserve">) </w:t>
      </w:r>
      <w:r>
        <w:t>satisfies</w:t>
      </w:r>
      <w:r w:rsidRPr="00861ABC">
        <w:t xml:space="preserve"> the vertex odd power mean </w:t>
      </w:r>
      <w:r>
        <w:t>labeling condition</w:t>
      </w:r>
      <w:r w:rsidRPr="00861ABC">
        <w:t>.</w:t>
      </w:r>
      <w:r w:rsidR="00CC4D68">
        <w:t xml:space="preserve"> </w:t>
      </w:r>
      <w:r w:rsidR="00D25187">
        <w:t>Hence</w:t>
      </w:r>
      <w:r>
        <w:t>,</w:t>
      </w:r>
      <w:r w:rsidRPr="00861ABC">
        <w:t xml:space="preserve"> the graph is </w:t>
      </w:r>
      <w:r>
        <w:t xml:space="preserve">a </w:t>
      </w:r>
      <w:r w:rsidRPr="00861ABC">
        <w:t>vertex odd power mean graph.</w:t>
      </w:r>
    </w:p>
    <w:p w14:paraId="0401C319" w14:textId="77777777" w:rsidR="000078D3" w:rsidRPr="00A53F6C" w:rsidRDefault="000078D3" w:rsidP="00DC2224">
      <w:pPr>
        <w:pStyle w:val="Paragraph"/>
      </w:pPr>
      <w:r w:rsidRPr="00861ABC">
        <w:rPr>
          <w:b/>
          <w:bCs/>
          <w:lang w:val="en-IN"/>
        </w:rPr>
        <w:t>Theo</w:t>
      </w:r>
      <w:r w:rsidR="00A00182">
        <w:rPr>
          <w:b/>
          <w:bCs/>
          <w:lang w:val="en-IN"/>
        </w:rPr>
        <w:t xml:space="preserve">rem </w:t>
      </w:r>
      <w:r>
        <w:rPr>
          <w:b/>
          <w:bCs/>
          <w:lang w:val="en-IN"/>
        </w:rPr>
        <w:t>3.4</w:t>
      </w:r>
      <w:r w:rsidRPr="00861ABC">
        <w:rPr>
          <w:b/>
          <w:bCs/>
          <w:lang w:val="en-IN"/>
        </w:rPr>
        <w:t xml:space="preserve">: </w:t>
      </w:r>
      <w:r w:rsidRPr="00861ABC">
        <w:t xml:space="preserve">The Subdivision Graph </w:t>
      </w:r>
      <w:proofErr w:type="spellStart"/>
      <w:proofErr w:type="gramStart"/>
      <w:r w:rsidRPr="00861ABC">
        <w:t>P</w:t>
      </w:r>
      <w:r>
        <w:rPr>
          <w:vertAlign w:val="subscript"/>
        </w:rPr>
        <w:t>s</w:t>
      </w:r>
      <w:r w:rsidRPr="00861ABC">
        <w:rPr>
          <w:vertAlign w:val="subscript"/>
        </w:rPr>
        <w:t>,</w:t>
      </w:r>
      <w:r>
        <w:rPr>
          <w:vertAlign w:val="subscript"/>
        </w:rPr>
        <w:t>r</w:t>
      </w:r>
      <w:proofErr w:type="spellEnd"/>
      <w:proofErr w:type="gramEnd"/>
      <w:r w:rsidRPr="00861ABC">
        <w:rPr>
          <w:lang w:val="en-IN"/>
        </w:rPr>
        <w:t xml:space="preserve"> </w:t>
      </w:r>
      <w:r>
        <w:t xml:space="preserve">admits vertex odd power </w:t>
      </w:r>
      <w:r w:rsidRPr="00861ABC">
        <w:t>mean labeling.</w:t>
      </w:r>
    </w:p>
    <w:p w14:paraId="52A6401E" w14:textId="77777777" w:rsidR="000078D3" w:rsidRPr="00861ABC" w:rsidRDefault="000078D3" w:rsidP="00DC2224">
      <w:pPr>
        <w:pStyle w:val="Paragraph"/>
        <w:rPr>
          <w:b/>
        </w:rPr>
      </w:pPr>
      <w:r w:rsidRPr="00861ABC">
        <w:rPr>
          <w:b/>
        </w:rPr>
        <w:t xml:space="preserve">Proof: </w:t>
      </w:r>
      <w:r w:rsidRPr="00861ABC">
        <w:t xml:space="preserve">The Subdivision Graph of </w:t>
      </w:r>
      <w:proofErr w:type="spellStart"/>
      <w:proofErr w:type="gramStart"/>
      <w:r w:rsidRPr="00861ABC">
        <w:t>P</w:t>
      </w:r>
      <w:r>
        <w:rPr>
          <w:vertAlign w:val="subscript"/>
        </w:rPr>
        <w:t>s</w:t>
      </w:r>
      <w:r w:rsidRPr="00861ABC">
        <w:rPr>
          <w:vertAlign w:val="subscript"/>
        </w:rPr>
        <w:t>,</w:t>
      </w:r>
      <w:r>
        <w:rPr>
          <w:vertAlign w:val="subscript"/>
        </w:rPr>
        <w:t>r</w:t>
      </w:r>
      <w:proofErr w:type="spellEnd"/>
      <w:proofErr w:type="gramEnd"/>
      <w:r w:rsidRPr="00861ABC">
        <w:t xml:space="preserve"> has </w:t>
      </w:r>
      <w:proofErr w:type="spellStart"/>
      <w:r w:rsidRPr="002262B6">
        <w:t>rs</w:t>
      </w:r>
      <w:proofErr w:type="spellEnd"/>
      <w:r w:rsidRPr="002262B6">
        <w:t xml:space="preserve"> + 2</w:t>
      </w:r>
      <w:r w:rsidRPr="00861ABC">
        <w:t xml:space="preserve"> vertices and </w:t>
      </w:r>
      <w:proofErr w:type="spellStart"/>
      <w:r w:rsidRPr="002262B6">
        <w:t>rs</w:t>
      </w:r>
      <w:proofErr w:type="spellEnd"/>
      <w:r w:rsidRPr="002262B6">
        <w:t xml:space="preserve"> + s</w:t>
      </w:r>
      <w:r w:rsidRPr="00861ABC">
        <w:t xml:space="preserve"> edges.</w:t>
      </w:r>
    </w:p>
    <w:p w14:paraId="4EF694EA" w14:textId="77777777" w:rsidR="000078D3" w:rsidRDefault="000078D3" w:rsidP="00DC2224">
      <w:pPr>
        <w:pStyle w:val="Paragraph"/>
      </w:pPr>
      <w:r>
        <w:t>Define</w:t>
      </w:r>
      <w:r w:rsidRPr="00861ABC">
        <w:t xml:space="preserve"> the vertex labeling f: V(</w:t>
      </w:r>
      <w:proofErr w:type="spellStart"/>
      <w:proofErr w:type="gramStart"/>
      <w:r w:rsidRPr="00861ABC">
        <w:t>P</w:t>
      </w:r>
      <w:r>
        <w:rPr>
          <w:vertAlign w:val="subscript"/>
        </w:rPr>
        <w:t>s</w:t>
      </w:r>
      <w:r w:rsidRPr="00861ABC">
        <w:rPr>
          <w:vertAlign w:val="subscript"/>
        </w:rPr>
        <w:t>,</w:t>
      </w:r>
      <w:r>
        <w:rPr>
          <w:vertAlign w:val="subscript"/>
        </w:rPr>
        <w:t>r</w:t>
      </w:r>
      <w:proofErr w:type="spellEnd"/>
      <w:proofErr w:type="gramEnd"/>
      <w:r w:rsidRPr="00861ABC">
        <w:t xml:space="preserve">) </w:t>
      </w:r>
      <w:r w:rsidRPr="00861ABC">
        <w:sym w:font="Symbol" w:char="F0AE"/>
      </w:r>
      <w:r w:rsidRPr="00861ABC">
        <w:t xml:space="preserve">{1, 3, …, 2q +1} as </w:t>
      </w:r>
    </w:p>
    <w:p w14:paraId="64BBC2ED" w14:textId="77777777" w:rsidR="00A00182" w:rsidRPr="00861ABC" w:rsidRDefault="00A00182" w:rsidP="00DC2224">
      <w:pPr>
        <w:pStyle w:val="Paragraph"/>
      </w:pPr>
      <w:r w:rsidRPr="00861ABC">
        <w:t xml:space="preserve">For 1 ≤ </w:t>
      </w:r>
      <w:proofErr w:type="spellStart"/>
      <w:r w:rsidRPr="00861ABC">
        <w:t>i</w:t>
      </w:r>
      <w:proofErr w:type="spellEnd"/>
      <w:r w:rsidRPr="00861ABC">
        <w:t xml:space="preserve"> ≤ </w:t>
      </w:r>
      <w:r>
        <w:t>r</w:t>
      </w:r>
      <w:r w:rsidRPr="00861ABC">
        <w:t xml:space="preserve"> + 2                                                </w:t>
      </w:r>
      <w:r w:rsidRPr="00861ABC">
        <w:tab/>
      </w:r>
    </w:p>
    <w:p w14:paraId="1231E9D9" w14:textId="77777777" w:rsidR="00A00182" w:rsidRPr="00861ABC" w:rsidRDefault="00A00182" w:rsidP="00DC2224">
      <w:pPr>
        <w:pStyle w:val="Paragraph"/>
      </w:pPr>
      <w:r w:rsidRPr="00861ABC">
        <w:t xml:space="preserve"> </w:t>
      </w:r>
      <w:r w:rsidRPr="00861ABC">
        <w:tab/>
        <w:t xml:space="preserve"> </w:t>
      </w:r>
      <w:r>
        <w:t xml:space="preserve">            </w:t>
      </w:r>
      <w:r w:rsidRPr="00861ABC">
        <w:t>f(v</w:t>
      </w:r>
      <w:r w:rsidRPr="00861ABC">
        <w:rPr>
          <w:vertAlign w:val="subscript"/>
        </w:rPr>
        <w:t>i</w:t>
      </w:r>
      <w:r w:rsidRPr="00861ABC">
        <w:t xml:space="preserve">) = 2i – 1 </w:t>
      </w:r>
    </w:p>
    <w:p w14:paraId="1FE4E4F4" w14:textId="77777777" w:rsidR="00A00182" w:rsidRPr="00861ABC" w:rsidRDefault="00A00182" w:rsidP="00DC2224">
      <w:pPr>
        <w:pStyle w:val="Paragraph"/>
      </w:pPr>
      <w:r w:rsidRPr="00861ABC">
        <w:t xml:space="preserve">      </w:t>
      </w:r>
      <w:r w:rsidRPr="00861ABC">
        <w:tab/>
        <w:t xml:space="preserve"> f(</w:t>
      </w:r>
      <w:proofErr w:type="gramStart"/>
      <w:r w:rsidRPr="00861ABC">
        <w:t>v</w:t>
      </w:r>
      <w:r w:rsidRPr="00861ABC">
        <w:rPr>
          <w:vertAlign w:val="subscript"/>
        </w:rPr>
        <w:t>i</w:t>
      </w:r>
      <w:r w:rsidRPr="00861ABC">
        <w:rPr>
          <w:vertAlign w:val="superscript"/>
        </w:rPr>
        <w:t>(</w:t>
      </w:r>
      <w:proofErr w:type="gramEnd"/>
      <w:r w:rsidRPr="00861ABC">
        <w:rPr>
          <w:vertAlign w:val="superscript"/>
        </w:rPr>
        <w:t>1)</w:t>
      </w:r>
      <w:r w:rsidRPr="00861ABC">
        <w:t>) = f(</w:t>
      </w:r>
      <w:proofErr w:type="spellStart"/>
      <w:r w:rsidRPr="00861ABC">
        <w:t>v</w:t>
      </w:r>
      <w:r>
        <w:rPr>
          <w:vertAlign w:val="subscript"/>
        </w:rPr>
        <w:t>r</w:t>
      </w:r>
      <w:proofErr w:type="spellEnd"/>
      <w:r w:rsidRPr="00861ABC">
        <w:t>) + 2i</w:t>
      </w:r>
    </w:p>
    <w:p w14:paraId="2B30242E" w14:textId="77777777" w:rsidR="00A00182" w:rsidRPr="00861ABC" w:rsidRDefault="00A00182" w:rsidP="00DC2224">
      <w:pPr>
        <w:pStyle w:val="Paragraph"/>
      </w:pPr>
      <w:r w:rsidRPr="00861ABC">
        <w:t xml:space="preserve">      </w:t>
      </w:r>
      <w:r w:rsidRPr="00861ABC">
        <w:tab/>
        <w:t xml:space="preserve"> f(</w:t>
      </w:r>
      <w:proofErr w:type="gramStart"/>
      <w:r w:rsidRPr="00861ABC">
        <w:t>v</w:t>
      </w:r>
      <w:r w:rsidRPr="00861ABC">
        <w:rPr>
          <w:vertAlign w:val="subscript"/>
        </w:rPr>
        <w:t>i</w:t>
      </w:r>
      <w:r w:rsidRPr="00861ABC">
        <w:rPr>
          <w:vertAlign w:val="superscript"/>
        </w:rPr>
        <w:t>(</w:t>
      </w:r>
      <w:proofErr w:type="gramEnd"/>
      <w:r w:rsidRPr="00861ABC">
        <w:rPr>
          <w:vertAlign w:val="superscript"/>
        </w:rPr>
        <w:t>2)</w:t>
      </w:r>
      <w:r w:rsidRPr="00861ABC">
        <w:t xml:space="preserve">) </w:t>
      </w:r>
      <w:proofErr w:type="gramStart"/>
      <w:r w:rsidRPr="00861ABC">
        <w:t>=  f</w:t>
      </w:r>
      <w:proofErr w:type="gramEnd"/>
      <w:r w:rsidRPr="00861ABC">
        <w:t>(</w:t>
      </w:r>
      <w:proofErr w:type="spellStart"/>
      <w:proofErr w:type="gramStart"/>
      <w:r w:rsidRPr="00861ABC">
        <w:t>v</w:t>
      </w:r>
      <w:r>
        <w:rPr>
          <w:vertAlign w:val="subscript"/>
        </w:rPr>
        <w:t>r</w:t>
      </w:r>
      <w:proofErr w:type="spellEnd"/>
      <w:r w:rsidRPr="00861ABC">
        <w:rPr>
          <w:vertAlign w:val="superscript"/>
        </w:rPr>
        <w:t>(</w:t>
      </w:r>
      <w:proofErr w:type="gramEnd"/>
      <w:r w:rsidRPr="00861ABC">
        <w:rPr>
          <w:vertAlign w:val="superscript"/>
        </w:rPr>
        <w:t>1)</w:t>
      </w:r>
      <w:r w:rsidRPr="00861ABC">
        <w:t>) + 2i</w:t>
      </w:r>
    </w:p>
    <w:p w14:paraId="70E8D3BF" w14:textId="77777777" w:rsidR="00A00182" w:rsidRPr="00861ABC" w:rsidRDefault="00A00182" w:rsidP="00DC2224">
      <w:pPr>
        <w:pStyle w:val="Paragraph"/>
      </w:pPr>
      <w:r w:rsidRPr="00861ABC">
        <w:t xml:space="preserve">                          …….</w:t>
      </w:r>
    </w:p>
    <w:p w14:paraId="2F103AD4" w14:textId="77777777" w:rsidR="00A00182" w:rsidRPr="00861ABC" w:rsidRDefault="00A00182" w:rsidP="00DC2224">
      <w:pPr>
        <w:pStyle w:val="Paragraph"/>
      </w:pPr>
      <w:r>
        <w:t xml:space="preserve">   </w:t>
      </w:r>
      <w:r w:rsidRPr="00861ABC">
        <w:t xml:space="preserve">     </w:t>
      </w:r>
      <w:r w:rsidRPr="00861ABC">
        <w:tab/>
      </w:r>
      <w:r>
        <w:t xml:space="preserve"> </w:t>
      </w:r>
      <w:r w:rsidRPr="00861ABC">
        <w:t>f(v</w:t>
      </w:r>
      <w:r w:rsidRPr="00861ABC">
        <w:rPr>
          <w:vertAlign w:val="subscript"/>
        </w:rPr>
        <w:t>i</w:t>
      </w:r>
      <w:r w:rsidRPr="00861ABC">
        <w:rPr>
          <w:vertAlign w:val="superscript"/>
        </w:rPr>
        <w:t>(</w:t>
      </w:r>
      <w:r>
        <w:rPr>
          <w:vertAlign w:val="superscript"/>
        </w:rPr>
        <w:t>s</w:t>
      </w:r>
      <w:r w:rsidRPr="00861ABC">
        <w:rPr>
          <w:vertAlign w:val="superscript"/>
        </w:rPr>
        <w:t>-2)</w:t>
      </w:r>
      <w:r w:rsidRPr="00861ABC">
        <w:t>) = f(</w:t>
      </w:r>
      <w:proofErr w:type="spellStart"/>
      <w:r w:rsidRPr="00861ABC">
        <w:t>v</w:t>
      </w:r>
      <w:r>
        <w:rPr>
          <w:vertAlign w:val="subscript"/>
        </w:rPr>
        <w:t>r</w:t>
      </w:r>
      <w:proofErr w:type="spellEnd"/>
      <w:r w:rsidRPr="00861ABC">
        <w:rPr>
          <w:vertAlign w:val="superscript"/>
        </w:rPr>
        <w:t>(</w:t>
      </w:r>
      <w:r>
        <w:rPr>
          <w:vertAlign w:val="superscript"/>
        </w:rPr>
        <w:t>s</w:t>
      </w:r>
      <w:r w:rsidRPr="00861ABC">
        <w:rPr>
          <w:vertAlign w:val="superscript"/>
        </w:rPr>
        <w:t>-3)</w:t>
      </w:r>
      <w:r w:rsidRPr="00861ABC">
        <w:t>) + 2i</w:t>
      </w:r>
    </w:p>
    <w:p w14:paraId="1CAD94FC" w14:textId="77777777" w:rsidR="00A00182" w:rsidRPr="00861ABC" w:rsidRDefault="00A00182" w:rsidP="00DC2224">
      <w:pPr>
        <w:pStyle w:val="Paragraph"/>
      </w:pPr>
      <w:r w:rsidRPr="00861ABC">
        <w:t xml:space="preserve">      </w:t>
      </w:r>
      <w:r w:rsidRPr="00861ABC">
        <w:tab/>
        <w:t>f(v</w:t>
      </w:r>
      <w:r w:rsidRPr="00861ABC">
        <w:rPr>
          <w:vertAlign w:val="subscript"/>
        </w:rPr>
        <w:t>i</w:t>
      </w:r>
      <w:r w:rsidRPr="00861ABC">
        <w:rPr>
          <w:vertAlign w:val="superscript"/>
        </w:rPr>
        <w:t>(</w:t>
      </w:r>
      <w:r>
        <w:rPr>
          <w:vertAlign w:val="superscript"/>
        </w:rPr>
        <w:t>s</w:t>
      </w:r>
      <w:r w:rsidRPr="00861ABC">
        <w:rPr>
          <w:vertAlign w:val="superscript"/>
        </w:rPr>
        <w:t>-1)</w:t>
      </w:r>
      <w:r w:rsidRPr="00861ABC">
        <w:t>) = f(</w:t>
      </w:r>
      <w:proofErr w:type="spellStart"/>
      <w:r w:rsidRPr="00861ABC">
        <w:t>v</w:t>
      </w:r>
      <w:r>
        <w:rPr>
          <w:vertAlign w:val="subscript"/>
        </w:rPr>
        <w:t>r</w:t>
      </w:r>
      <w:proofErr w:type="spellEnd"/>
      <w:r w:rsidRPr="00861ABC">
        <w:rPr>
          <w:vertAlign w:val="superscript"/>
        </w:rPr>
        <w:t>(</w:t>
      </w:r>
      <w:r>
        <w:rPr>
          <w:vertAlign w:val="superscript"/>
        </w:rPr>
        <w:t>s</w:t>
      </w:r>
      <w:r w:rsidRPr="00861ABC">
        <w:rPr>
          <w:vertAlign w:val="superscript"/>
        </w:rPr>
        <w:t>-2)</w:t>
      </w:r>
      <w:r w:rsidRPr="00861ABC">
        <w:t>) + 2i</w:t>
      </w:r>
    </w:p>
    <w:p w14:paraId="4A394357" w14:textId="77777777" w:rsidR="00A00182" w:rsidRDefault="00A00182" w:rsidP="00DC2224">
      <w:pPr>
        <w:pStyle w:val="Paragraph"/>
      </w:pPr>
      <w:r w:rsidRPr="00861ABC">
        <w:t xml:space="preserve">          </w:t>
      </w:r>
      <w:r>
        <w:t xml:space="preserve">       </w:t>
      </w:r>
      <w:r w:rsidRPr="00861ABC">
        <w:t>f(</w:t>
      </w:r>
      <w:proofErr w:type="spellStart"/>
      <w:r w:rsidRPr="00861ABC">
        <w:t>u</w:t>
      </w:r>
      <w:r w:rsidRPr="00861ABC">
        <w:rPr>
          <w:vertAlign w:val="subscript"/>
        </w:rPr>
        <w:t>j</w:t>
      </w:r>
      <w:proofErr w:type="spellEnd"/>
      <w:r w:rsidRPr="00861ABC">
        <w:t>) = f(</w:t>
      </w:r>
      <w:proofErr w:type="spellStart"/>
      <w:r w:rsidRPr="00861ABC">
        <w:t>v</w:t>
      </w:r>
      <w:r>
        <w:rPr>
          <w:vertAlign w:val="subscript"/>
        </w:rPr>
        <w:t>r</w:t>
      </w:r>
      <w:proofErr w:type="spellEnd"/>
      <w:r w:rsidRPr="00861ABC">
        <w:rPr>
          <w:vertAlign w:val="superscript"/>
        </w:rPr>
        <w:t>(</w:t>
      </w:r>
      <w:r>
        <w:rPr>
          <w:vertAlign w:val="superscript"/>
        </w:rPr>
        <w:t>s</w:t>
      </w:r>
      <w:r w:rsidRPr="00861ABC">
        <w:rPr>
          <w:vertAlign w:val="superscript"/>
        </w:rPr>
        <w:t>-1)</w:t>
      </w:r>
      <w:r>
        <w:t>) + 2j      for j = 1, 2</w:t>
      </w:r>
    </w:p>
    <w:p w14:paraId="11D93880" w14:textId="77777777" w:rsidR="000078D3" w:rsidRPr="00861ABC" w:rsidRDefault="00000000" w:rsidP="00A00182">
      <w:pPr>
        <w:tabs>
          <w:tab w:val="left" w:pos="2417"/>
        </w:tabs>
        <w:spacing w:line="360" w:lineRule="auto"/>
        <w:ind w:left="1134" w:right="288"/>
        <w:rPr>
          <w:b/>
          <w:bCs/>
          <w:szCs w:val="24"/>
          <w:vertAlign w:val="subscript"/>
        </w:rPr>
      </w:pPr>
      <w:r>
        <w:rPr>
          <w:b/>
          <w:bCs/>
          <w:noProof/>
          <w:szCs w:val="24"/>
          <w:vertAlign w:val="subscript"/>
        </w:rPr>
        <w:pict w14:anchorId="79CDA903">
          <v:group id="_x0000_s1408" style="position:absolute;left:0;text-align:left;margin-left:124.75pt;margin-top:20.55pt;width:262.1pt;height:71.5pt;z-index:251685888" coordorigin="2918,6536" coordsize="5242,1516">
            <v:group id="_x0000_s1409" style="position:absolute;left:3891;top:6536;width:3185;height:0" coordorigin="3891,6536" coordsize="3185,0">
              <v:shape id="_x0000_s1410" type="#_x0000_t32" style="position:absolute;left:3891;top:6536;width:1065;height:0" o:connectortype="straight">
                <v:stroke startarrow="oval" endarrow="oval"/>
              </v:shape>
              <v:shape id="_x0000_s1411" type="#_x0000_t32" style="position:absolute;left:4946;top:6536;width:1065;height:0" o:connectortype="straight">
                <v:stroke dashstyle="longDash" startarrow="oval" endarrow="oval"/>
              </v:shape>
              <v:shape id="_x0000_s1412" type="#_x0000_t32" style="position:absolute;left:6011;top:6536;width:1065;height:0" o:connectortype="straight">
                <v:stroke startarrow="oval" endarrow="oval"/>
              </v:shape>
            </v:group>
            <v:shape id="_x0000_s1413" type="#_x0000_t32" style="position:absolute;left:7076;top:6536;width:1065;height:702" o:connectortype="straight">
              <v:stroke startarrow="oval" endarrow="oval"/>
            </v:shape>
            <v:shape id="_x0000_s1414" type="#_x0000_t32" style="position:absolute;left:2918;top:6536;width:963;height:814;flip:y" o:connectortype="straight">
              <v:stroke startarrow="oval" endarrow="oval"/>
            </v:shape>
            <v:shape id="_x0000_s1415" type="#_x0000_t32" style="position:absolute;left:2918;top:7350;width:1065;height:702" o:connectortype="straight">
              <v:stroke startarrow="oval" endarrow="oval"/>
            </v:shape>
            <v:shape id="_x0000_s1416" type="#_x0000_t32" style="position:absolute;left:7178;top:7238;width:963;height:814;flip:y" o:connectortype="straight">
              <v:stroke startarrow="oval" endarrow="oval"/>
            </v:shape>
            <v:shape id="_x0000_s1417" type="#_x0000_t32" style="position:absolute;left:2918;top:7238;width:1027;height:112;flip:y" o:connectortype="straight">
              <v:stroke dashstyle="longDash" startarrow="oval" endarrow="oval"/>
            </v:shape>
            <v:group id="_x0000_s1418" style="position:absolute;left:3945;top:7238;width:3185;height:0" coordorigin="3891,6536" coordsize="3185,0">
              <v:shape id="_x0000_s1419" type="#_x0000_t32" style="position:absolute;left:3891;top:6536;width:1065;height:0" o:connectortype="straight">
                <v:stroke dashstyle="longDash" startarrow="oval" endarrow="oval"/>
              </v:shape>
              <v:shape id="_x0000_s1420" type="#_x0000_t32" style="position:absolute;left:4946;top:6536;width:1065;height:0" o:connectortype="straight">
                <v:stroke dashstyle="longDash" startarrow="oval" endarrow="oval"/>
              </v:shape>
              <v:shape id="_x0000_s1421" type="#_x0000_t32" style="position:absolute;left:6011;top:6536;width:1065;height:0" o:connectortype="straight">
                <v:stroke dashstyle="longDash" startarrow="oval" endarrow="oval"/>
              </v:shape>
            </v:group>
            <v:group id="_x0000_s1422" style="position:absolute;left:3993;top:8052;width:3185;height:0" coordorigin="3891,6536" coordsize="3185,0">
              <v:shape id="_x0000_s1423" type="#_x0000_t32" style="position:absolute;left:3891;top:6536;width:1065;height:0" o:connectortype="straight">
                <v:stroke startarrow="oval" endarrow="oval"/>
              </v:shape>
              <v:shape id="_x0000_s1424" type="#_x0000_t32" style="position:absolute;left:4946;top:6536;width:1065;height:0" o:connectortype="straight">
                <v:stroke dashstyle="longDash" startarrow="oval" endarrow="oval"/>
              </v:shape>
              <v:shape id="_x0000_s1425" type="#_x0000_t32" style="position:absolute;left:6011;top:6536;width:1065;height:0" o:connectortype="straight">
                <v:stroke startarrow="oval" endarrow="oval"/>
              </v:shape>
            </v:group>
            <v:shape id="_x0000_s1426" type="#_x0000_t32" style="position:absolute;left:7133;top:7238;width:1027;height:0" o:connectortype="straight">
              <v:stroke dashstyle="longDash" startarrow="oval" endarrow="oval"/>
            </v:shape>
          </v:group>
        </w:pict>
      </w:r>
      <w:r w:rsidR="000078D3" w:rsidRPr="00861ABC">
        <w:rPr>
          <w:b/>
          <w:bCs/>
          <w:szCs w:val="24"/>
        </w:rPr>
        <w:t xml:space="preserve">        </w:t>
      </w:r>
      <w:r w:rsidR="000078D3">
        <w:rPr>
          <w:b/>
          <w:bCs/>
          <w:szCs w:val="24"/>
        </w:rPr>
        <w:t xml:space="preserve"> </w:t>
      </w:r>
      <w:r w:rsidR="00A00182">
        <w:rPr>
          <w:b/>
          <w:bCs/>
          <w:szCs w:val="24"/>
        </w:rPr>
        <w:t xml:space="preserve">                             </w:t>
      </w:r>
      <w:r w:rsidR="000078D3" w:rsidRPr="00861ABC">
        <w:rPr>
          <w:b/>
          <w:bCs/>
          <w:szCs w:val="24"/>
        </w:rPr>
        <w:t>v</w:t>
      </w:r>
      <w:r w:rsidR="000078D3" w:rsidRPr="00861ABC">
        <w:rPr>
          <w:b/>
          <w:bCs/>
          <w:szCs w:val="24"/>
          <w:vertAlign w:val="subscript"/>
        </w:rPr>
        <w:t xml:space="preserve">1                    </w:t>
      </w:r>
      <w:r w:rsidR="000078D3" w:rsidRPr="00861ABC">
        <w:rPr>
          <w:b/>
          <w:bCs/>
          <w:szCs w:val="24"/>
        </w:rPr>
        <w:t>v</w:t>
      </w:r>
      <w:r w:rsidR="000078D3" w:rsidRPr="00861ABC">
        <w:rPr>
          <w:b/>
          <w:bCs/>
          <w:szCs w:val="24"/>
          <w:vertAlign w:val="subscript"/>
        </w:rPr>
        <w:t xml:space="preserve">2                      </w:t>
      </w:r>
      <w:r w:rsidR="000078D3" w:rsidRPr="00861ABC">
        <w:rPr>
          <w:b/>
          <w:bCs/>
          <w:szCs w:val="24"/>
        </w:rPr>
        <w:t>v</w:t>
      </w:r>
      <w:r w:rsidR="000078D3">
        <w:rPr>
          <w:b/>
          <w:bCs/>
          <w:szCs w:val="24"/>
          <w:vertAlign w:val="subscript"/>
        </w:rPr>
        <w:t>r</w:t>
      </w:r>
      <w:r w:rsidR="000078D3" w:rsidRPr="00861ABC">
        <w:rPr>
          <w:b/>
          <w:bCs/>
          <w:szCs w:val="24"/>
          <w:vertAlign w:val="subscript"/>
        </w:rPr>
        <w:t xml:space="preserve">-1                 </w:t>
      </w:r>
      <w:proofErr w:type="spellStart"/>
      <w:r w:rsidR="000078D3" w:rsidRPr="00861ABC">
        <w:rPr>
          <w:b/>
          <w:bCs/>
          <w:szCs w:val="24"/>
        </w:rPr>
        <w:t>v</w:t>
      </w:r>
      <w:r w:rsidR="000078D3">
        <w:rPr>
          <w:b/>
          <w:bCs/>
          <w:szCs w:val="24"/>
          <w:vertAlign w:val="subscript"/>
        </w:rPr>
        <w:t>r</w:t>
      </w:r>
      <w:proofErr w:type="spellEnd"/>
    </w:p>
    <w:p w14:paraId="55593C73" w14:textId="77777777" w:rsidR="000078D3" w:rsidRPr="00861ABC" w:rsidRDefault="000078D3" w:rsidP="00A00182">
      <w:pPr>
        <w:tabs>
          <w:tab w:val="left" w:pos="2417"/>
        </w:tabs>
        <w:spacing w:line="360" w:lineRule="auto"/>
        <w:ind w:left="1134" w:right="288"/>
        <w:rPr>
          <w:b/>
          <w:bCs/>
          <w:szCs w:val="24"/>
          <w:vertAlign w:val="subscript"/>
        </w:rPr>
      </w:pPr>
    </w:p>
    <w:p w14:paraId="5B70D939" w14:textId="77777777" w:rsidR="000078D3" w:rsidRPr="00861ABC" w:rsidRDefault="000078D3" w:rsidP="00A00182">
      <w:pPr>
        <w:tabs>
          <w:tab w:val="left" w:pos="2417"/>
        </w:tabs>
        <w:spacing w:line="360" w:lineRule="auto"/>
        <w:ind w:left="1134" w:right="288"/>
        <w:rPr>
          <w:b/>
          <w:bCs/>
          <w:szCs w:val="24"/>
          <w:vertAlign w:val="subscript"/>
        </w:rPr>
      </w:pPr>
      <w:r>
        <w:rPr>
          <w:b/>
          <w:bCs/>
          <w:szCs w:val="24"/>
          <w:vertAlign w:val="subscript"/>
        </w:rPr>
        <w:t xml:space="preserve">                                 </w:t>
      </w:r>
      <w:r w:rsidRPr="00861ABC">
        <w:rPr>
          <w:b/>
          <w:bCs/>
          <w:szCs w:val="24"/>
          <w:vertAlign w:val="subscript"/>
        </w:rPr>
        <w:t xml:space="preserve"> </w:t>
      </w:r>
      <w:r w:rsidRPr="00861ABC">
        <w:rPr>
          <w:b/>
          <w:bCs/>
          <w:szCs w:val="24"/>
        </w:rPr>
        <w:t>u</w:t>
      </w:r>
      <w:r w:rsidRPr="00861ABC">
        <w:rPr>
          <w:b/>
          <w:bCs/>
          <w:szCs w:val="24"/>
          <w:vertAlign w:val="subscript"/>
        </w:rPr>
        <w:t xml:space="preserve">1                                                                                                      </w:t>
      </w:r>
      <w:r>
        <w:rPr>
          <w:b/>
          <w:bCs/>
          <w:szCs w:val="24"/>
          <w:vertAlign w:val="subscript"/>
        </w:rPr>
        <w:t xml:space="preserve">                         </w:t>
      </w:r>
      <w:r w:rsidRPr="00861ABC">
        <w:rPr>
          <w:b/>
          <w:bCs/>
          <w:szCs w:val="24"/>
          <w:vertAlign w:val="subscript"/>
        </w:rPr>
        <w:t xml:space="preserve">  </w:t>
      </w:r>
      <w:r w:rsidRPr="00861ABC">
        <w:rPr>
          <w:b/>
          <w:bCs/>
          <w:szCs w:val="24"/>
        </w:rPr>
        <w:t>u</w:t>
      </w:r>
      <w:r w:rsidRPr="00861ABC">
        <w:rPr>
          <w:b/>
          <w:bCs/>
          <w:szCs w:val="24"/>
          <w:vertAlign w:val="subscript"/>
        </w:rPr>
        <w:t>2</w:t>
      </w:r>
    </w:p>
    <w:p w14:paraId="134A4A8F" w14:textId="77777777" w:rsidR="000078D3" w:rsidRPr="00861ABC" w:rsidRDefault="000078D3" w:rsidP="00A00182">
      <w:pPr>
        <w:tabs>
          <w:tab w:val="left" w:pos="2417"/>
        </w:tabs>
        <w:spacing w:line="360" w:lineRule="auto"/>
        <w:ind w:left="1134" w:right="288"/>
        <w:rPr>
          <w:b/>
          <w:bCs/>
          <w:szCs w:val="24"/>
          <w:vertAlign w:val="superscript"/>
        </w:rPr>
      </w:pPr>
      <w:r>
        <w:rPr>
          <w:b/>
          <w:bCs/>
          <w:szCs w:val="24"/>
          <w:vertAlign w:val="subscript"/>
        </w:rPr>
        <w:t xml:space="preserve"> </w:t>
      </w:r>
      <w:r>
        <w:rPr>
          <w:b/>
          <w:bCs/>
          <w:szCs w:val="24"/>
        </w:rPr>
        <w:t xml:space="preserve">                                  </w:t>
      </w:r>
      <w:r w:rsidRPr="00861ABC">
        <w:rPr>
          <w:b/>
          <w:bCs/>
          <w:szCs w:val="24"/>
        </w:rPr>
        <w:t>v</w:t>
      </w:r>
      <w:r w:rsidRPr="00861ABC">
        <w:rPr>
          <w:b/>
          <w:bCs/>
          <w:szCs w:val="24"/>
          <w:vertAlign w:val="subscript"/>
        </w:rPr>
        <w:t>1</w:t>
      </w:r>
      <w:r>
        <w:rPr>
          <w:b/>
          <w:bCs/>
          <w:szCs w:val="24"/>
          <w:vertAlign w:val="superscript"/>
        </w:rPr>
        <w:t>s</w:t>
      </w:r>
      <w:r w:rsidRPr="00861ABC">
        <w:rPr>
          <w:b/>
          <w:bCs/>
          <w:szCs w:val="24"/>
          <w:vertAlign w:val="superscript"/>
        </w:rPr>
        <w:t>-1</w:t>
      </w:r>
      <w:r w:rsidRPr="00861ABC">
        <w:rPr>
          <w:b/>
          <w:bCs/>
          <w:szCs w:val="24"/>
          <w:vertAlign w:val="subscript"/>
        </w:rPr>
        <w:t xml:space="preserve">           </w:t>
      </w:r>
      <w:r>
        <w:rPr>
          <w:b/>
          <w:bCs/>
          <w:szCs w:val="24"/>
          <w:vertAlign w:val="subscript"/>
        </w:rPr>
        <w:t xml:space="preserve">  </w:t>
      </w:r>
      <w:r w:rsidRPr="00861ABC">
        <w:rPr>
          <w:b/>
          <w:bCs/>
          <w:szCs w:val="24"/>
          <w:vertAlign w:val="subscript"/>
        </w:rPr>
        <w:t xml:space="preserve">   </w:t>
      </w:r>
      <w:r>
        <w:rPr>
          <w:b/>
          <w:bCs/>
          <w:szCs w:val="24"/>
          <w:vertAlign w:val="subscript"/>
        </w:rPr>
        <w:t xml:space="preserve"> </w:t>
      </w:r>
      <w:r w:rsidRPr="00861ABC">
        <w:rPr>
          <w:b/>
          <w:bCs/>
          <w:szCs w:val="24"/>
          <w:vertAlign w:val="subscript"/>
        </w:rPr>
        <w:t xml:space="preserve"> </w:t>
      </w:r>
      <w:r w:rsidRPr="00861ABC">
        <w:rPr>
          <w:b/>
          <w:bCs/>
          <w:szCs w:val="24"/>
        </w:rPr>
        <w:t>v</w:t>
      </w:r>
      <w:r w:rsidRPr="00861ABC">
        <w:rPr>
          <w:b/>
          <w:bCs/>
          <w:szCs w:val="24"/>
          <w:vertAlign w:val="subscript"/>
        </w:rPr>
        <w:t>2</w:t>
      </w:r>
      <w:r>
        <w:rPr>
          <w:b/>
          <w:bCs/>
          <w:szCs w:val="24"/>
          <w:vertAlign w:val="superscript"/>
        </w:rPr>
        <w:t>s</w:t>
      </w:r>
      <w:r w:rsidRPr="00861ABC">
        <w:rPr>
          <w:b/>
          <w:bCs/>
          <w:szCs w:val="24"/>
          <w:vertAlign w:val="superscript"/>
        </w:rPr>
        <w:t>-1</w:t>
      </w:r>
      <w:r w:rsidRPr="00861ABC">
        <w:rPr>
          <w:b/>
          <w:bCs/>
          <w:szCs w:val="24"/>
          <w:vertAlign w:val="subscript"/>
        </w:rPr>
        <w:t xml:space="preserve">             </w:t>
      </w:r>
      <w:r>
        <w:rPr>
          <w:b/>
          <w:bCs/>
          <w:szCs w:val="24"/>
          <w:vertAlign w:val="subscript"/>
        </w:rPr>
        <w:t xml:space="preserve"> </w:t>
      </w:r>
      <w:r w:rsidRPr="00861ABC">
        <w:rPr>
          <w:b/>
          <w:bCs/>
          <w:szCs w:val="24"/>
        </w:rPr>
        <w:t>v</w:t>
      </w:r>
      <w:r>
        <w:rPr>
          <w:b/>
          <w:bCs/>
          <w:szCs w:val="24"/>
          <w:vertAlign w:val="subscript"/>
        </w:rPr>
        <w:t>r</w:t>
      </w:r>
      <w:r w:rsidRPr="00861ABC">
        <w:rPr>
          <w:b/>
          <w:bCs/>
          <w:szCs w:val="24"/>
          <w:vertAlign w:val="subscript"/>
        </w:rPr>
        <w:t>-1</w:t>
      </w:r>
      <w:r>
        <w:rPr>
          <w:b/>
          <w:bCs/>
          <w:szCs w:val="24"/>
          <w:vertAlign w:val="superscript"/>
        </w:rPr>
        <w:t>s</w:t>
      </w:r>
      <w:r w:rsidRPr="00861ABC">
        <w:rPr>
          <w:b/>
          <w:bCs/>
          <w:szCs w:val="24"/>
          <w:vertAlign w:val="superscript"/>
        </w:rPr>
        <w:t>-1</w:t>
      </w:r>
      <w:r w:rsidRPr="00861ABC">
        <w:rPr>
          <w:b/>
          <w:bCs/>
          <w:szCs w:val="24"/>
          <w:vertAlign w:val="subscript"/>
        </w:rPr>
        <w:t xml:space="preserve">         </w:t>
      </w:r>
      <w:r>
        <w:rPr>
          <w:b/>
          <w:bCs/>
          <w:szCs w:val="24"/>
          <w:vertAlign w:val="subscript"/>
        </w:rPr>
        <w:t xml:space="preserve">   </w:t>
      </w:r>
      <w:r w:rsidRPr="00861ABC">
        <w:rPr>
          <w:b/>
          <w:bCs/>
          <w:szCs w:val="24"/>
          <w:vertAlign w:val="subscript"/>
        </w:rPr>
        <w:t xml:space="preserve">     </w:t>
      </w:r>
      <w:r w:rsidRPr="00861ABC">
        <w:rPr>
          <w:b/>
          <w:bCs/>
          <w:szCs w:val="24"/>
        </w:rPr>
        <w:t>v</w:t>
      </w:r>
      <w:r>
        <w:rPr>
          <w:b/>
          <w:bCs/>
          <w:szCs w:val="24"/>
          <w:vertAlign w:val="subscript"/>
        </w:rPr>
        <w:t>r</w:t>
      </w:r>
      <w:r>
        <w:rPr>
          <w:b/>
          <w:bCs/>
          <w:szCs w:val="24"/>
          <w:vertAlign w:val="superscript"/>
        </w:rPr>
        <w:t>s</w:t>
      </w:r>
      <w:r w:rsidRPr="00861ABC">
        <w:rPr>
          <w:b/>
          <w:bCs/>
          <w:szCs w:val="24"/>
          <w:vertAlign w:val="superscript"/>
        </w:rPr>
        <w:t>-1</w:t>
      </w:r>
    </w:p>
    <w:p w14:paraId="4E486CAD" w14:textId="77777777" w:rsidR="00DC2224" w:rsidRDefault="000078D3" w:rsidP="00A00182">
      <w:pPr>
        <w:spacing w:line="360" w:lineRule="auto"/>
        <w:ind w:left="1134" w:right="288"/>
        <w:rPr>
          <w:b/>
          <w:bCs/>
          <w:szCs w:val="24"/>
        </w:rPr>
      </w:pPr>
      <w:r>
        <w:rPr>
          <w:b/>
          <w:bCs/>
          <w:szCs w:val="24"/>
        </w:rPr>
        <w:t xml:space="preserve">                                   </w:t>
      </w:r>
    </w:p>
    <w:p w14:paraId="241B042D" w14:textId="54DD7117" w:rsidR="000078D3" w:rsidRPr="00861ABC" w:rsidRDefault="000078D3" w:rsidP="00DC2224">
      <w:pPr>
        <w:pStyle w:val="FigureCaption"/>
        <w:rPr>
          <w:i/>
          <w:iCs/>
          <w:lang w:val="en-IN"/>
        </w:rPr>
      </w:pPr>
      <w:r>
        <w:t xml:space="preserve">   </w:t>
      </w:r>
      <w:r w:rsidR="00A00182">
        <w:t>Fig. 3</w:t>
      </w:r>
      <w:r w:rsidRPr="00861ABC">
        <w:t xml:space="preserve">: Subdivision Graph </w:t>
      </w:r>
      <w:proofErr w:type="spellStart"/>
      <w:proofErr w:type="gramStart"/>
      <w:r w:rsidRPr="00861ABC">
        <w:t>P</w:t>
      </w:r>
      <w:r>
        <w:rPr>
          <w:vertAlign w:val="subscript"/>
        </w:rPr>
        <w:t>s</w:t>
      </w:r>
      <w:r w:rsidRPr="00861ABC">
        <w:rPr>
          <w:vertAlign w:val="subscript"/>
        </w:rPr>
        <w:t>,</w:t>
      </w:r>
      <w:r>
        <w:rPr>
          <w:vertAlign w:val="subscript"/>
        </w:rPr>
        <w:t>r</w:t>
      </w:r>
      <w:proofErr w:type="spellEnd"/>
      <w:proofErr w:type="gramEnd"/>
    </w:p>
    <w:p w14:paraId="3B7BFCFA" w14:textId="77777777" w:rsidR="000078D3" w:rsidRPr="00861ABC" w:rsidRDefault="000078D3" w:rsidP="00DC2224">
      <w:pPr>
        <w:pStyle w:val="Paragraph"/>
        <w:rPr>
          <w:b/>
          <w:bCs/>
          <w:lang w:val="en-IN"/>
        </w:rPr>
      </w:pPr>
      <w:proofErr w:type="gramStart"/>
      <w:r w:rsidRPr="00861ABC">
        <w:t>Thus</w:t>
      </w:r>
      <w:proofErr w:type="gramEnd"/>
      <w:r w:rsidRPr="00861ABC">
        <w:t xml:space="preserve"> the vertex labels are distinct and the Subdivision Graph of </w:t>
      </w:r>
      <w:proofErr w:type="spellStart"/>
      <w:proofErr w:type="gramStart"/>
      <w:r w:rsidRPr="00861ABC">
        <w:t>P</w:t>
      </w:r>
      <w:r>
        <w:rPr>
          <w:vertAlign w:val="subscript"/>
        </w:rPr>
        <w:t>s</w:t>
      </w:r>
      <w:r w:rsidRPr="00861ABC">
        <w:rPr>
          <w:vertAlign w:val="subscript"/>
        </w:rPr>
        <w:t>,</w:t>
      </w:r>
      <w:r>
        <w:rPr>
          <w:vertAlign w:val="subscript"/>
        </w:rPr>
        <w:t>r</w:t>
      </w:r>
      <w:proofErr w:type="spellEnd"/>
      <w:proofErr w:type="gramEnd"/>
      <w:r w:rsidRPr="00861ABC">
        <w:t xml:space="preserve"> </w:t>
      </w:r>
      <w:r>
        <w:t>satisfies</w:t>
      </w:r>
      <w:r w:rsidRPr="00861ABC">
        <w:t xml:space="preserve"> the vertex odd power mean labeling conditions.</w:t>
      </w:r>
      <w:r w:rsidR="00D25187">
        <w:t xml:space="preserve"> </w:t>
      </w:r>
      <w:r w:rsidRPr="00861ABC">
        <w:t>Therefore</w:t>
      </w:r>
      <w:r>
        <w:t>,</w:t>
      </w:r>
      <w:r w:rsidRPr="00861ABC">
        <w:t xml:space="preserve"> the graph is </w:t>
      </w:r>
      <w:r>
        <w:t xml:space="preserve">a </w:t>
      </w:r>
      <w:r w:rsidRPr="00861ABC">
        <w:t>vertex odd power mean graph.</w:t>
      </w:r>
    </w:p>
    <w:p w14:paraId="1EA4D95D" w14:textId="77777777" w:rsidR="000078D3" w:rsidRPr="00861ABC" w:rsidRDefault="00A00182" w:rsidP="00DC2224">
      <w:pPr>
        <w:pStyle w:val="Paragraph"/>
      </w:pPr>
      <w:r>
        <w:rPr>
          <w:b/>
          <w:bCs/>
          <w:lang w:val="en-IN"/>
        </w:rPr>
        <w:t xml:space="preserve">Theorem </w:t>
      </w:r>
      <w:r w:rsidR="000078D3">
        <w:rPr>
          <w:b/>
          <w:bCs/>
          <w:lang w:val="en-IN"/>
        </w:rPr>
        <w:t>3.5</w:t>
      </w:r>
      <w:r w:rsidR="000078D3" w:rsidRPr="00861ABC">
        <w:rPr>
          <w:b/>
          <w:bCs/>
          <w:lang w:val="en-IN"/>
        </w:rPr>
        <w:t xml:space="preserve">: </w:t>
      </w:r>
      <w:r w:rsidR="000078D3" w:rsidRPr="00861ABC">
        <w:t>The grid graph admits vertex odd power mean labeling.</w:t>
      </w:r>
    </w:p>
    <w:p w14:paraId="353396C2" w14:textId="77777777" w:rsidR="000078D3" w:rsidRPr="00861ABC" w:rsidRDefault="000078D3" w:rsidP="00DC2224">
      <w:pPr>
        <w:pStyle w:val="Paragraph"/>
        <w:rPr>
          <w:b/>
        </w:rPr>
      </w:pPr>
      <w:r w:rsidRPr="00861ABC">
        <w:rPr>
          <w:b/>
        </w:rPr>
        <w:t xml:space="preserve">Proof: </w:t>
      </w:r>
      <w:r w:rsidRPr="00861ABC">
        <w:t>The grid graph has 2</w:t>
      </w:r>
      <w:r>
        <w:t>sr</w:t>
      </w:r>
      <w:r w:rsidRPr="00861ABC">
        <w:t xml:space="preserve"> - 1 vertices and 2</w:t>
      </w:r>
      <w:r>
        <w:t>s</w:t>
      </w:r>
      <w:r w:rsidRPr="00861ABC">
        <w:t xml:space="preserve"> (</w:t>
      </w:r>
      <w:r>
        <w:t>r</w:t>
      </w:r>
      <w:r w:rsidRPr="00861ABC">
        <w:t xml:space="preserve"> – 1) + 3 </w:t>
      </w:r>
      <w:proofErr w:type="gramStart"/>
      <w:r w:rsidRPr="00861ABC">
        <w:t>edges</w:t>
      </w:r>
      <w:proofErr w:type="gramEnd"/>
      <w:r w:rsidRPr="00861ABC">
        <w:t>.</w:t>
      </w:r>
    </w:p>
    <w:p w14:paraId="26B88A01" w14:textId="109314DE" w:rsidR="00DC2224" w:rsidRDefault="00DC2224" w:rsidP="00DC2224">
      <w:pPr>
        <w:ind w:left="1134" w:right="288"/>
        <w:jc w:val="center"/>
        <w:rPr>
          <w:b/>
          <w:bCs/>
          <w:szCs w:val="24"/>
        </w:rPr>
      </w:pPr>
      <w:r w:rsidRPr="00DC2224">
        <w:rPr>
          <w:b/>
          <w:bCs/>
          <w:noProof/>
          <w:szCs w:val="24"/>
        </w:rPr>
        <w:lastRenderedPageBreak/>
        <w:drawing>
          <wp:inline distT="0" distB="0" distL="0" distR="0" wp14:anchorId="5FD4E72A" wp14:editId="05B51A84">
            <wp:extent cx="2827265" cy="1790855"/>
            <wp:effectExtent l="0" t="0" r="0" b="0"/>
            <wp:docPr id="15409444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0944436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27265" cy="1790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A31F8B" w14:textId="5AFFE9C8" w:rsidR="000078D3" w:rsidRDefault="000078D3" w:rsidP="00DC2224">
      <w:pPr>
        <w:pStyle w:val="FigureCaption"/>
        <w:rPr>
          <w:lang w:val="en-IN"/>
        </w:rPr>
      </w:pPr>
      <w:r>
        <w:t xml:space="preserve"> </w:t>
      </w:r>
      <w:r w:rsidR="00A00182">
        <w:t xml:space="preserve">                   Fig. 4</w:t>
      </w:r>
      <w:r w:rsidRPr="00861ABC">
        <w:t>: Grid graph</w:t>
      </w:r>
      <w:r>
        <w:rPr>
          <w:lang w:val="en-IN"/>
        </w:rPr>
        <w:t xml:space="preserve">                                          </w:t>
      </w:r>
    </w:p>
    <w:p w14:paraId="4EFDF3CF" w14:textId="77777777" w:rsidR="00FE0E17" w:rsidRPr="00861ABC" w:rsidRDefault="00FE0E17" w:rsidP="00DC2224">
      <w:pPr>
        <w:pStyle w:val="Paragraph"/>
      </w:pPr>
      <w:r>
        <w:t>Define</w:t>
      </w:r>
      <w:r w:rsidRPr="00861ABC">
        <w:t xml:space="preserve"> the vertex labeling f: V(G</w:t>
      </w:r>
      <w:r>
        <w:rPr>
          <w:vertAlign w:val="subscript"/>
        </w:rPr>
        <w:t>r</w:t>
      </w:r>
      <w:r w:rsidRPr="00861ABC">
        <w:rPr>
          <w:iCs/>
        </w:rPr>
        <w:t>)</w:t>
      </w:r>
      <w:r w:rsidRPr="00861ABC">
        <w:t xml:space="preserve"> </w:t>
      </w:r>
      <w:r w:rsidRPr="00861ABC">
        <w:sym w:font="Symbol" w:char="F0AE"/>
      </w:r>
      <w:r w:rsidRPr="00861ABC">
        <w:t xml:space="preserve">{1, 3, …, 2q +1} as </w:t>
      </w:r>
    </w:p>
    <w:p w14:paraId="7F7F1DA5" w14:textId="77777777" w:rsidR="000078D3" w:rsidRPr="00861ABC" w:rsidRDefault="000078D3" w:rsidP="00DC2224">
      <w:pPr>
        <w:pStyle w:val="Paragraph"/>
      </w:pPr>
      <w:r w:rsidRPr="00861ABC">
        <w:t xml:space="preserve">For 1 ≤ </w:t>
      </w:r>
      <w:proofErr w:type="spellStart"/>
      <w:r w:rsidRPr="00861ABC">
        <w:t>i</w:t>
      </w:r>
      <w:proofErr w:type="spellEnd"/>
      <w:r w:rsidRPr="00861ABC">
        <w:t xml:space="preserve"> ≤ </w:t>
      </w:r>
      <w:r>
        <w:t>r</w:t>
      </w:r>
      <w:r w:rsidRPr="00861ABC">
        <w:t xml:space="preserve">    </w:t>
      </w:r>
      <w:r w:rsidRPr="00861ABC">
        <w:tab/>
      </w:r>
    </w:p>
    <w:p w14:paraId="4AA12DCA" w14:textId="77777777" w:rsidR="000078D3" w:rsidRPr="00861ABC" w:rsidRDefault="000078D3" w:rsidP="00DC2224">
      <w:pPr>
        <w:pStyle w:val="Paragraph"/>
      </w:pPr>
      <w:r w:rsidRPr="00861ABC">
        <w:t xml:space="preserve"> </w:t>
      </w:r>
      <w:r w:rsidRPr="00861ABC">
        <w:tab/>
      </w:r>
      <w:r w:rsidR="00A00182">
        <w:t xml:space="preserve">            </w:t>
      </w:r>
      <w:r w:rsidRPr="00861ABC">
        <w:t xml:space="preserve"> f(v</w:t>
      </w:r>
      <w:r w:rsidRPr="00861ABC">
        <w:rPr>
          <w:vertAlign w:val="subscript"/>
        </w:rPr>
        <w:t>i</w:t>
      </w:r>
      <w:r w:rsidRPr="00861ABC">
        <w:t>) = 2</w:t>
      </w:r>
      <w:proofErr w:type="gramStart"/>
      <w:r>
        <w:t>s</w:t>
      </w:r>
      <w:r w:rsidRPr="00861ABC">
        <w:t>(</w:t>
      </w:r>
      <w:proofErr w:type="spellStart"/>
      <w:proofErr w:type="gramEnd"/>
      <w:r w:rsidRPr="00861ABC">
        <w:t>i</w:t>
      </w:r>
      <w:proofErr w:type="spellEnd"/>
      <w:r w:rsidRPr="00861ABC">
        <w:t xml:space="preserve"> – 1) + 1                          </w:t>
      </w:r>
    </w:p>
    <w:p w14:paraId="2466791F" w14:textId="77777777" w:rsidR="000078D3" w:rsidRPr="00861ABC" w:rsidRDefault="000078D3" w:rsidP="00DC2224">
      <w:pPr>
        <w:pStyle w:val="Paragraph"/>
      </w:pPr>
      <w:r w:rsidRPr="00861ABC">
        <w:t xml:space="preserve">      </w:t>
      </w:r>
      <w:r w:rsidRPr="00861ABC">
        <w:tab/>
        <w:t xml:space="preserve"> f(</w:t>
      </w:r>
      <w:proofErr w:type="gramStart"/>
      <w:r w:rsidRPr="00861ABC">
        <w:t>v</w:t>
      </w:r>
      <w:r w:rsidRPr="00861ABC">
        <w:rPr>
          <w:vertAlign w:val="subscript"/>
        </w:rPr>
        <w:t>i</w:t>
      </w:r>
      <w:r w:rsidRPr="00861ABC">
        <w:rPr>
          <w:vertAlign w:val="superscript"/>
        </w:rPr>
        <w:t>(</w:t>
      </w:r>
      <w:proofErr w:type="gramEnd"/>
      <w:r w:rsidRPr="00861ABC">
        <w:rPr>
          <w:vertAlign w:val="superscript"/>
        </w:rPr>
        <w:t>1)</w:t>
      </w:r>
      <w:r w:rsidRPr="00861ABC">
        <w:t>) = 2</w:t>
      </w:r>
      <w:proofErr w:type="gramStart"/>
      <w:r>
        <w:t>s</w:t>
      </w:r>
      <w:r w:rsidRPr="00861ABC">
        <w:t>(</w:t>
      </w:r>
      <w:proofErr w:type="spellStart"/>
      <w:proofErr w:type="gramEnd"/>
      <w:r w:rsidRPr="00861ABC">
        <w:t>i</w:t>
      </w:r>
      <w:proofErr w:type="spellEnd"/>
      <w:r w:rsidRPr="00861ABC">
        <w:t xml:space="preserve"> – 1) + 3                          </w:t>
      </w:r>
    </w:p>
    <w:p w14:paraId="0A4172D5" w14:textId="77777777" w:rsidR="000078D3" w:rsidRPr="00861ABC" w:rsidRDefault="000078D3" w:rsidP="00DC2224">
      <w:pPr>
        <w:pStyle w:val="Paragraph"/>
      </w:pPr>
      <w:r w:rsidRPr="00861ABC">
        <w:t xml:space="preserve">      </w:t>
      </w:r>
      <w:r w:rsidRPr="00861ABC">
        <w:tab/>
        <w:t xml:space="preserve"> f(</w:t>
      </w:r>
      <w:proofErr w:type="gramStart"/>
      <w:r w:rsidRPr="00861ABC">
        <w:t>v</w:t>
      </w:r>
      <w:r w:rsidRPr="00861ABC">
        <w:rPr>
          <w:vertAlign w:val="subscript"/>
        </w:rPr>
        <w:t>i</w:t>
      </w:r>
      <w:r w:rsidRPr="00861ABC">
        <w:rPr>
          <w:vertAlign w:val="superscript"/>
        </w:rPr>
        <w:t>(</w:t>
      </w:r>
      <w:proofErr w:type="gramEnd"/>
      <w:r w:rsidRPr="00861ABC">
        <w:rPr>
          <w:vertAlign w:val="superscript"/>
        </w:rPr>
        <w:t>2)</w:t>
      </w:r>
      <w:r w:rsidRPr="00861ABC">
        <w:t xml:space="preserve">) </w:t>
      </w:r>
      <w:proofErr w:type="gramStart"/>
      <w:r w:rsidRPr="00861ABC">
        <w:t>=  2</w:t>
      </w:r>
      <w:r>
        <w:t>s</w:t>
      </w:r>
      <w:r w:rsidRPr="00861ABC">
        <w:t>(</w:t>
      </w:r>
      <w:proofErr w:type="spellStart"/>
      <w:proofErr w:type="gramEnd"/>
      <w:r w:rsidRPr="00861ABC">
        <w:t>i</w:t>
      </w:r>
      <w:proofErr w:type="spellEnd"/>
      <w:r w:rsidRPr="00861ABC">
        <w:t xml:space="preserve"> – 1) + 5                          </w:t>
      </w:r>
    </w:p>
    <w:p w14:paraId="0BDEFD52" w14:textId="77777777" w:rsidR="000078D3" w:rsidRPr="00861ABC" w:rsidRDefault="000078D3" w:rsidP="00DC2224">
      <w:pPr>
        <w:pStyle w:val="Paragraph"/>
      </w:pPr>
      <w:r w:rsidRPr="00861ABC">
        <w:t xml:space="preserve">                          …….</w:t>
      </w:r>
    </w:p>
    <w:p w14:paraId="04A8DF27" w14:textId="77777777" w:rsidR="000078D3" w:rsidRPr="00861ABC" w:rsidRDefault="000078D3" w:rsidP="00DC2224">
      <w:pPr>
        <w:pStyle w:val="Paragraph"/>
      </w:pPr>
      <w:r w:rsidRPr="00861ABC">
        <w:t xml:space="preserve">     </w:t>
      </w:r>
      <w:r w:rsidR="00A00182">
        <w:t xml:space="preserve">      </w:t>
      </w:r>
      <w:r w:rsidRPr="00861ABC">
        <w:tab/>
      </w:r>
      <w:r w:rsidR="00A00182">
        <w:t xml:space="preserve"> </w:t>
      </w:r>
      <w:r w:rsidRPr="00861ABC">
        <w:t>f(v</w:t>
      </w:r>
      <w:r w:rsidRPr="00861ABC">
        <w:rPr>
          <w:vertAlign w:val="subscript"/>
        </w:rPr>
        <w:t>i</w:t>
      </w:r>
      <w:r w:rsidRPr="00861ABC">
        <w:rPr>
          <w:vertAlign w:val="superscript"/>
        </w:rPr>
        <w:t>(</w:t>
      </w:r>
      <w:r>
        <w:rPr>
          <w:vertAlign w:val="superscript"/>
        </w:rPr>
        <w:t>s</w:t>
      </w:r>
      <w:r w:rsidRPr="00861ABC">
        <w:rPr>
          <w:vertAlign w:val="superscript"/>
        </w:rPr>
        <w:t>-2)</w:t>
      </w:r>
      <w:r w:rsidRPr="00861ABC">
        <w:t>) = 2</w:t>
      </w:r>
      <w:r>
        <w:t>s</w:t>
      </w:r>
      <w:r w:rsidRPr="00861ABC">
        <w:t xml:space="preserve">i – 3                          </w:t>
      </w:r>
    </w:p>
    <w:p w14:paraId="5D857CA9" w14:textId="77777777" w:rsidR="000078D3" w:rsidRPr="00861ABC" w:rsidRDefault="000078D3" w:rsidP="00DC2224">
      <w:pPr>
        <w:pStyle w:val="Paragraph"/>
      </w:pPr>
      <w:r w:rsidRPr="00861ABC">
        <w:t xml:space="preserve">      </w:t>
      </w:r>
      <w:r w:rsidRPr="00861ABC">
        <w:tab/>
      </w:r>
      <w:r w:rsidR="00A00182">
        <w:t xml:space="preserve"> </w:t>
      </w:r>
      <w:r w:rsidRPr="00861ABC">
        <w:t>f(v</w:t>
      </w:r>
      <w:r w:rsidRPr="00861ABC">
        <w:rPr>
          <w:vertAlign w:val="subscript"/>
        </w:rPr>
        <w:t>i</w:t>
      </w:r>
      <w:r w:rsidRPr="00861ABC">
        <w:rPr>
          <w:vertAlign w:val="superscript"/>
        </w:rPr>
        <w:t>(</w:t>
      </w:r>
      <w:r>
        <w:rPr>
          <w:vertAlign w:val="superscript"/>
        </w:rPr>
        <w:t>s</w:t>
      </w:r>
      <w:r w:rsidRPr="00861ABC">
        <w:rPr>
          <w:vertAlign w:val="superscript"/>
        </w:rPr>
        <w:t>-1)</w:t>
      </w:r>
      <w:r w:rsidRPr="00861ABC">
        <w:t>) = 2</w:t>
      </w:r>
      <w:r>
        <w:t>si – 1</w:t>
      </w:r>
    </w:p>
    <w:p w14:paraId="650C40A6" w14:textId="77777777" w:rsidR="000078D3" w:rsidRPr="00E021D7" w:rsidRDefault="000078D3" w:rsidP="00DC2224">
      <w:pPr>
        <w:pStyle w:val="Paragraph"/>
        <w:rPr>
          <w:b/>
          <w:bCs/>
          <w:i/>
          <w:iCs/>
          <w:lang w:val="en-IN"/>
        </w:rPr>
      </w:pPr>
      <w:proofErr w:type="gramStart"/>
      <w:r w:rsidRPr="00861ABC">
        <w:t>Thus</w:t>
      </w:r>
      <w:proofErr w:type="gramEnd"/>
      <w:r w:rsidRPr="00861ABC">
        <w:t xml:space="preserve"> the vertex labels are disti</w:t>
      </w:r>
      <w:r>
        <w:t>nct and the Grid graph satisfies</w:t>
      </w:r>
      <w:r w:rsidRPr="00861ABC">
        <w:t xml:space="preserve"> the vertex odd power mean labeling condition.</w:t>
      </w:r>
      <w:r>
        <w:rPr>
          <w:b/>
          <w:bCs/>
          <w:i/>
          <w:iCs/>
          <w:lang w:val="en-IN"/>
        </w:rPr>
        <w:t xml:space="preserve"> </w:t>
      </w:r>
      <w:r w:rsidRPr="00861ABC">
        <w:t>Therefore</w:t>
      </w:r>
      <w:r>
        <w:t>,</w:t>
      </w:r>
      <w:r w:rsidRPr="00861ABC">
        <w:t xml:space="preserve"> the graph is</w:t>
      </w:r>
      <w:r>
        <w:t xml:space="preserve"> a</w:t>
      </w:r>
      <w:r w:rsidRPr="00861ABC">
        <w:t xml:space="preserve"> vertex odd power mean graph.</w:t>
      </w:r>
    </w:p>
    <w:p w14:paraId="221917AB" w14:textId="77777777" w:rsidR="000078D3" w:rsidRPr="00861ABC" w:rsidRDefault="00A00182" w:rsidP="00DC2224">
      <w:pPr>
        <w:pStyle w:val="Paragraph"/>
      </w:pPr>
      <w:r>
        <w:rPr>
          <w:b/>
          <w:bCs/>
          <w:lang w:val="en-IN"/>
        </w:rPr>
        <w:t xml:space="preserve">Theorem </w:t>
      </w:r>
      <w:r w:rsidR="000078D3">
        <w:rPr>
          <w:b/>
          <w:bCs/>
          <w:lang w:val="en-IN"/>
        </w:rPr>
        <w:t>3.6</w:t>
      </w:r>
      <w:r w:rsidR="000078D3" w:rsidRPr="00861ABC">
        <w:rPr>
          <w:b/>
          <w:bCs/>
          <w:lang w:val="en-IN"/>
        </w:rPr>
        <w:t xml:space="preserve">: </w:t>
      </w:r>
      <w:r w:rsidR="000078D3" w:rsidRPr="00861ABC">
        <w:rPr>
          <w:i/>
          <w:iCs/>
        </w:rPr>
        <w:t xml:space="preserve">The </w:t>
      </w:r>
      <w:r w:rsidR="000078D3" w:rsidRPr="00861ABC">
        <w:rPr>
          <w:i/>
          <w:iCs/>
          <w:lang w:val="en-IN"/>
        </w:rPr>
        <w:t>Spanning Tree</w:t>
      </w:r>
      <w:r w:rsidR="000078D3" w:rsidRPr="00861ABC">
        <w:rPr>
          <w:i/>
          <w:iCs/>
        </w:rPr>
        <w:t xml:space="preserve"> admits vertex odd power mean labeling</w:t>
      </w:r>
      <w:r w:rsidR="000078D3" w:rsidRPr="00861ABC">
        <w:t>.</w:t>
      </w:r>
    </w:p>
    <w:p w14:paraId="37ADBC29" w14:textId="77777777" w:rsidR="000078D3" w:rsidRDefault="000078D3" w:rsidP="00DC2224">
      <w:pPr>
        <w:pStyle w:val="Paragraph"/>
      </w:pPr>
      <w:r w:rsidRPr="00861ABC">
        <w:rPr>
          <w:b/>
        </w:rPr>
        <w:t xml:space="preserve">Proof: </w:t>
      </w:r>
      <w:r w:rsidRPr="00861ABC">
        <w:t xml:space="preserve">The </w:t>
      </w:r>
      <w:r w:rsidRPr="00861ABC">
        <w:rPr>
          <w:lang w:val="en-IN"/>
        </w:rPr>
        <w:t>Spanning Tree</w:t>
      </w:r>
      <w:r w:rsidRPr="00861ABC">
        <w:rPr>
          <w:i/>
          <w:iCs/>
        </w:rPr>
        <w:t xml:space="preserve"> </w:t>
      </w:r>
      <w:r w:rsidRPr="00861ABC">
        <w:t xml:space="preserve">has </w:t>
      </w:r>
      <w:proofErr w:type="spellStart"/>
      <w:r w:rsidRPr="00D34FE9">
        <w:rPr>
          <w:i/>
          <w:iCs/>
        </w:rPr>
        <w:t>sr</w:t>
      </w:r>
      <w:proofErr w:type="spellEnd"/>
      <w:r w:rsidRPr="00861ABC">
        <w:t xml:space="preserve"> vertices and </w:t>
      </w:r>
      <w:proofErr w:type="spellStart"/>
      <w:r w:rsidRPr="00D34FE9">
        <w:rPr>
          <w:i/>
          <w:iCs/>
        </w:rPr>
        <w:t>sr</w:t>
      </w:r>
      <w:proofErr w:type="spellEnd"/>
      <w:r w:rsidRPr="00861ABC">
        <w:t xml:space="preserve"> - 1 edges.</w:t>
      </w:r>
    </w:p>
    <w:p w14:paraId="1F183DD9" w14:textId="77777777" w:rsidR="000078D3" w:rsidRPr="00861ABC" w:rsidRDefault="000078D3" w:rsidP="00DC2224">
      <w:pPr>
        <w:pStyle w:val="Paragraph"/>
      </w:pPr>
      <w:r>
        <w:t>D</w:t>
      </w:r>
      <w:r w:rsidRPr="00861ABC">
        <w:t>efine the vertex labeling f: V(</w:t>
      </w:r>
      <w:proofErr w:type="spellStart"/>
      <w:proofErr w:type="gramStart"/>
      <w:r w:rsidRPr="00861ABC">
        <w:t>ST</w:t>
      </w:r>
      <w:r>
        <w:rPr>
          <w:vertAlign w:val="subscript"/>
        </w:rPr>
        <w:t>s</w:t>
      </w:r>
      <w:r w:rsidRPr="00861ABC">
        <w:rPr>
          <w:vertAlign w:val="subscript"/>
        </w:rPr>
        <w:t>,</w:t>
      </w:r>
      <w:r>
        <w:rPr>
          <w:vertAlign w:val="subscript"/>
        </w:rPr>
        <w:t>r</w:t>
      </w:r>
      <w:proofErr w:type="spellEnd"/>
      <w:proofErr w:type="gramEnd"/>
      <w:r w:rsidRPr="00861ABC">
        <w:rPr>
          <w:iCs/>
        </w:rPr>
        <w:t>)</w:t>
      </w:r>
      <w:r w:rsidRPr="00861ABC">
        <w:t xml:space="preserve"> </w:t>
      </w:r>
      <w:r w:rsidRPr="00861ABC">
        <w:sym w:font="Symbol" w:char="F0AE"/>
      </w:r>
      <w:r w:rsidRPr="00861ABC">
        <w:t xml:space="preserve">{1, 3, …, 2q +1} as </w:t>
      </w:r>
    </w:p>
    <w:p w14:paraId="00097638" w14:textId="77777777" w:rsidR="000078D3" w:rsidRPr="00861ABC" w:rsidRDefault="000078D3" w:rsidP="00DC2224">
      <w:pPr>
        <w:pStyle w:val="Paragraph"/>
      </w:pPr>
      <w:r w:rsidRPr="00861ABC">
        <w:t xml:space="preserve">For 1 ≤ </w:t>
      </w:r>
      <w:proofErr w:type="spellStart"/>
      <w:r w:rsidRPr="00861ABC">
        <w:t>i</w:t>
      </w:r>
      <w:proofErr w:type="spellEnd"/>
      <w:r w:rsidRPr="00861ABC">
        <w:t xml:space="preserve"> ≤ </w:t>
      </w:r>
      <w:r>
        <w:t>r</w:t>
      </w:r>
      <w:r w:rsidRPr="00861ABC">
        <w:t xml:space="preserve">    </w:t>
      </w:r>
      <w:r w:rsidRPr="00861ABC">
        <w:tab/>
      </w:r>
    </w:p>
    <w:p w14:paraId="0608E14B" w14:textId="77777777" w:rsidR="000078D3" w:rsidRPr="00861ABC" w:rsidRDefault="000078D3" w:rsidP="00DC2224">
      <w:pPr>
        <w:pStyle w:val="Paragraph"/>
      </w:pPr>
      <w:r w:rsidRPr="00861ABC">
        <w:t xml:space="preserve"> </w:t>
      </w:r>
      <w:r w:rsidRPr="00861ABC">
        <w:tab/>
        <w:t xml:space="preserve"> </w:t>
      </w:r>
      <w:r w:rsidR="00A00182">
        <w:t xml:space="preserve">            </w:t>
      </w:r>
      <w:r w:rsidRPr="00861ABC">
        <w:t>f(v</w:t>
      </w:r>
      <w:r w:rsidRPr="00861ABC">
        <w:rPr>
          <w:vertAlign w:val="subscript"/>
        </w:rPr>
        <w:t>i</w:t>
      </w:r>
      <w:r w:rsidRPr="00861ABC">
        <w:t xml:space="preserve">) = 2i – 1                          </w:t>
      </w:r>
    </w:p>
    <w:p w14:paraId="1DB7AE66" w14:textId="77777777" w:rsidR="000078D3" w:rsidRPr="00861ABC" w:rsidRDefault="000078D3" w:rsidP="00DC2224">
      <w:pPr>
        <w:pStyle w:val="Paragraph"/>
      </w:pPr>
      <w:r w:rsidRPr="00861ABC">
        <w:t xml:space="preserve">      </w:t>
      </w:r>
      <w:r w:rsidRPr="00861ABC">
        <w:tab/>
        <w:t xml:space="preserve"> f(</w:t>
      </w:r>
      <w:proofErr w:type="gramStart"/>
      <w:r w:rsidRPr="00861ABC">
        <w:t>v</w:t>
      </w:r>
      <w:r w:rsidRPr="00861ABC">
        <w:rPr>
          <w:vertAlign w:val="subscript"/>
        </w:rPr>
        <w:t>i</w:t>
      </w:r>
      <w:r w:rsidRPr="00861ABC">
        <w:rPr>
          <w:vertAlign w:val="superscript"/>
        </w:rPr>
        <w:t>(</w:t>
      </w:r>
      <w:proofErr w:type="gramEnd"/>
      <w:r w:rsidRPr="00861ABC">
        <w:rPr>
          <w:vertAlign w:val="superscript"/>
        </w:rPr>
        <w:t>1)</w:t>
      </w:r>
      <w:r w:rsidRPr="00861ABC">
        <w:t>) = f(</w:t>
      </w:r>
      <w:proofErr w:type="spellStart"/>
      <w:r w:rsidRPr="00861ABC">
        <w:t>v</w:t>
      </w:r>
      <w:r>
        <w:rPr>
          <w:vertAlign w:val="subscript"/>
        </w:rPr>
        <w:t>r</w:t>
      </w:r>
      <w:proofErr w:type="spellEnd"/>
      <w:r w:rsidRPr="00861ABC">
        <w:t xml:space="preserve">) + 2i                </w:t>
      </w:r>
    </w:p>
    <w:p w14:paraId="2AAA505F" w14:textId="77777777" w:rsidR="000078D3" w:rsidRPr="00861ABC" w:rsidRDefault="000078D3" w:rsidP="00DC2224">
      <w:pPr>
        <w:pStyle w:val="Paragraph"/>
      </w:pPr>
      <w:r w:rsidRPr="00861ABC">
        <w:t xml:space="preserve">      </w:t>
      </w:r>
      <w:r w:rsidRPr="00861ABC">
        <w:tab/>
        <w:t xml:space="preserve"> f(</w:t>
      </w:r>
      <w:proofErr w:type="gramStart"/>
      <w:r w:rsidRPr="00861ABC">
        <w:t>v</w:t>
      </w:r>
      <w:r w:rsidRPr="00861ABC">
        <w:rPr>
          <w:vertAlign w:val="subscript"/>
        </w:rPr>
        <w:t>i</w:t>
      </w:r>
      <w:r w:rsidRPr="00861ABC">
        <w:rPr>
          <w:vertAlign w:val="superscript"/>
        </w:rPr>
        <w:t>(</w:t>
      </w:r>
      <w:proofErr w:type="gramEnd"/>
      <w:r w:rsidRPr="00861ABC">
        <w:rPr>
          <w:vertAlign w:val="superscript"/>
        </w:rPr>
        <w:t>2)</w:t>
      </w:r>
      <w:r w:rsidRPr="00861ABC">
        <w:t>) = f(</w:t>
      </w:r>
      <w:proofErr w:type="spellStart"/>
      <w:proofErr w:type="gramStart"/>
      <w:r w:rsidRPr="00861ABC">
        <w:t>v</w:t>
      </w:r>
      <w:r>
        <w:rPr>
          <w:vertAlign w:val="subscript"/>
        </w:rPr>
        <w:t>r</w:t>
      </w:r>
      <w:proofErr w:type="spellEnd"/>
      <w:r w:rsidRPr="00861ABC">
        <w:rPr>
          <w:vertAlign w:val="superscript"/>
        </w:rPr>
        <w:t>(</w:t>
      </w:r>
      <w:proofErr w:type="gramEnd"/>
      <w:r w:rsidRPr="00861ABC">
        <w:rPr>
          <w:vertAlign w:val="superscript"/>
        </w:rPr>
        <w:t>1)</w:t>
      </w:r>
      <w:r w:rsidRPr="00861ABC">
        <w:t xml:space="preserve">) + 2i             </w:t>
      </w:r>
    </w:p>
    <w:p w14:paraId="62DA218E" w14:textId="77777777" w:rsidR="000078D3" w:rsidRPr="00861ABC" w:rsidRDefault="000078D3" w:rsidP="00DC2224">
      <w:pPr>
        <w:pStyle w:val="Paragraph"/>
      </w:pPr>
      <w:r w:rsidRPr="00861ABC">
        <w:t xml:space="preserve">                          …….</w:t>
      </w:r>
    </w:p>
    <w:p w14:paraId="654624A4" w14:textId="77777777" w:rsidR="000078D3" w:rsidRPr="00861ABC" w:rsidRDefault="000078D3" w:rsidP="00DC2224">
      <w:pPr>
        <w:pStyle w:val="Paragraph"/>
      </w:pPr>
      <w:r w:rsidRPr="00861ABC">
        <w:t xml:space="preserve">  </w:t>
      </w:r>
      <w:r w:rsidR="00A00182">
        <w:t xml:space="preserve">   </w:t>
      </w:r>
      <w:r w:rsidRPr="00861ABC">
        <w:t xml:space="preserve">   </w:t>
      </w:r>
      <w:r w:rsidRPr="00861ABC">
        <w:tab/>
      </w:r>
      <w:r w:rsidR="00A00182">
        <w:t xml:space="preserve">  </w:t>
      </w:r>
      <w:r w:rsidRPr="00861ABC">
        <w:t>f(v</w:t>
      </w:r>
      <w:r w:rsidRPr="00861ABC">
        <w:rPr>
          <w:vertAlign w:val="subscript"/>
        </w:rPr>
        <w:t>i</w:t>
      </w:r>
      <w:r w:rsidRPr="00861ABC">
        <w:rPr>
          <w:vertAlign w:val="superscript"/>
        </w:rPr>
        <w:t>(</w:t>
      </w:r>
      <w:r>
        <w:rPr>
          <w:vertAlign w:val="superscript"/>
        </w:rPr>
        <w:t>s</w:t>
      </w:r>
      <w:r w:rsidRPr="00861ABC">
        <w:rPr>
          <w:vertAlign w:val="superscript"/>
        </w:rPr>
        <w:t>-2)</w:t>
      </w:r>
      <w:r w:rsidRPr="00861ABC">
        <w:t>) = f(</w:t>
      </w:r>
      <w:proofErr w:type="spellStart"/>
      <w:r w:rsidRPr="00861ABC">
        <w:t>v</w:t>
      </w:r>
      <w:r>
        <w:rPr>
          <w:vertAlign w:val="subscript"/>
        </w:rPr>
        <w:t>r</w:t>
      </w:r>
      <w:proofErr w:type="spellEnd"/>
      <w:r w:rsidRPr="00861ABC">
        <w:rPr>
          <w:vertAlign w:val="superscript"/>
        </w:rPr>
        <w:t>(</w:t>
      </w:r>
      <w:r>
        <w:rPr>
          <w:vertAlign w:val="superscript"/>
        </w:rPr>
        <w:t>s</w:t>
      </w:r>
      <w:r w:rsidRPr="00861ABC">
        <w:rPr>
          <w:vertAlign w:val="superscript"/>
        </w:rPr>
        <w:t>-3)</w:t>
      </w:r>
      <w:r w:rsidRPr="00861ABC">
        <w:t xml:space="preserve">) + 2i         </w:t>
      </w:r>
    </w:p>
    <w:p w14:paraId="4EF8A289" w14:textId="77777777" w:rsidR="000078D3" w:rsidRDefault="000078D3" w:rsidP="00DC2224">
      <w:pPr>
        <w:pStyle w:val="Paragraph"/>
      </w:pPr>
      <w:r w:rsidRPr="00861ABC">
        <w:t xml:space="preserve">      </w:t>
      </w:r>
      <w:r w:rsidRPr="00861ABC">
        <w:tab/>
      </w:r>
      <w:r w:rsidR="00A00182">
        <w:t xml:space="preserve">  </w:t>
      </w:r>
      <w:r w:rsidRPr="00861ABC">
        <w:t>f(v</w:t>
      </w:r>
      <w:r w:rsidRPr="00861ABC">
        <w:rPr>
          <w:vertAlign w:val="subscript"/>
        </w:rPr>
        <w:t>i</w:t>
      </w:r>
      <w:r w:rsidRPr="00861ABC">
        <w:rPr>
          <w:vertAlign w:val="superscript"/>
        </w:rPr>
        <w:t>(</w:t>
      </w:r>
      <w:r>
        <w:rPr>
          <w:vertAlign w:val="superscript"/>
        </w:rPr>
        <w:t>s</w:t>
      </w:r>
      <w:r w:rsidRPr="00861ABC">
        <w:rPr>
          <w:vertAlign w:val="superscript"/>
        </w:rPr>
        <w:t>-1)</w:t>
      </w:r>
      <w:r w:rsidRPr="00861ABC">
        <w:t>) = f(</w:t>
      </w:r>
      <w:proofErr w:type="spellStart"/>
      <w:r w:rsidRPr="00861ABC">
        <w:t>v</w:t>
      </w:r>
      <w:r>
        <w:rPr>
          <w:vertAlign w:val="subscript"/>
        </w:rPr>
        <w:t>r</w:t>
      </w:r>
      <w:proofErr w:type="spellEnd"/>
      <w:r w:rsidRPr="00861ABC">
        <w:rPr>
          <w:vertAlign w:val="superscript"/>
        </w:rPr>
        <w:t>(</w:t>
      </w:r>
      <w:r>
        <w:rPr>
          <w:vertAlign w:val="superscript"/>
        </w:rPr>
        <w:t>s</w:t>
      </w:r>
      <w:r w:rsidRPr="00861ABC">
        <w:rPr>
          <w:vertAlign w:val="superscript"/>
        </w:rPr>
        <w:t>-2)</w:t>
      </w:r>
      <w:r>
        <w:t>) + 2i</w:t>
      </w:r>
    </w:p>
    <w:p w14:paraId="33803E62" w14:textId="77777777" w:rsidR="00A00182" w:rsidRDefault="006736B7" w:rsidP="00DC2224">
      <w:pPr>
        <w:pStyle w:val="Paragraph"/>
      </w:pPr>
      <w:proofErr w:type="gramStart"/>
      <w:r w:rsidRPr="00861ABC">
        <w:t>Thus</w:t>
      </w:r>
      <w:proofErr w:type="gramEnd"/>
      <w:r w:rsidRPr="00861ABC">
        <w:t xml:space="preserve"> the vertex labels are distinct and the </w:t>
      </w:r>
      <w:r w:rsidRPr="00861ABC">
        <w:rPr>
          <w:lang w:val="en-IN"/>
        </w:rPr>
        <w:t>spanning tree</w:t>
      </w:r>
      <w:r w:rsidRPr="00861ABC">
        <w:rPr>
          <w:i/>
          <w:iCs/>
        </w:rPr>
        <w:t xml:space="preserve"> </w:t>
      </w:r>
      <w:r>
        <w:t>satisfies</w:t>
      </w:r>
      <w:r w:rsidRPr="00861ABC">
        <w:t xml:space="preserve"> the vertex odd power mean </w:t>
      </w:r>
      <w:r>
        <w:t>labeling condition</w:t>
      </w:r>
      <w:r w:rsidRPr="00861ABC">
        <w:t>.</w:t>
      </w:r>
      <w:r>
        <w:t xml:space="preserve"> </w:t>
      </w:r>
      <w:r w:rsidRPr="00861ABC">
        <w:t>Therefore</w:t>
      </w:r>
      <w:r>
        <w:t>,</w:t>
      </w:r>
      <w:r w:rsidRPr="00861ABC">
        <w:t xml:space="preserve"> the graph is </w:t>
      </w:r>
      <w:r>
        <w:t xml:space="preserve">a </w:t>
      </w:r>
      <w:r w:rsidRPr="00861ABC">
        <w:t>vertex odd power mean graph.</w:t>
      </w:r>
    </w:p>
    <w:p w14:paraId="7657768B" w14:textId="06052C4E" w:rsidR="00DC2224" w:rsidRDefault="00DC2224" w:rsidP="00DC2224">
      <w:pPr>
        <w:ind w:left="1134" w:right="288"/>
        <w:jc w:val="center"/>
        <w:rPr>
          <w:b/>
          <w:bCs/>
          <w:szCs w:val="24"/>
        </w:rPr>
      </w:pPr>
      <w:r w:rsidRPr="00DC2224">
        <w:rPr>
          <w:b/>
          <w:bCs/>
          <w:noProof/>
          <w:szCs w:val="24"/>
        </w:rPr>
        <w:drawing>
          <wp:inline distT="0" distB="0" distL="0" distR="0" wp14:anchorId="0F8168E2" wp14:editId="1F21E935">
            <wp:extent cx="2895600" cy="2301240"/>
            <wp:effectExtent l="0" t="0" r="0" b="0"/>
            <wp:docPr id="4759414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941463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903720" cy="2307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9B7D4F" w14:textId="7D9C7593" w:rsidR="000078D3" w:rsidRPr="00861ABC" w:rsidRDefault="003B1E77" w:rsidP="00DC2224">
      <w:pPr>
        <w:pStyle w:val="FigureCaption"/>
        <w:rPr>
          <w:i/>
          <w:iCs/>
          <w:lang w:val="en-IN"/>
        </w:rPr>
      </w:pPr>
      <w:r>
        <w:t xml:space="preserve">Fig. </w:t>
      </w:r>
      <w:r w:rsidR="006736B7">
        <w:t>5</w:t>
      </w:r>
      <w:r w:rsidR="000078D3" w:rsidRPr="00861ABC">
        <w:t xml:space="preserve">: </w:t>
      </w:r>
      <w:r w:rsidR="000078D3" w:rsidRPr="00861ABC">
        <w:rPr>
          <w:lang w:val="en-IN"/>
        </w:rPr>
        <w:t>Spanning tree</w:t>
      </w:r>
    </w:p>
    <w:p w14:paraId="362318F1" w14:textId="77777777" w:rsidR="00D25187" w:rsidRDefault="00D25187" w:rsidP="00664CA4">
      <w:pPr>
        <w:ind w:right="288"/>
        <w:rPr>
          <w:b/>
          <w:bCs/>
          <w:szCs w:val="24"/>
          <w:lang w:val="en-IN"/>
        </w:rPr>
      </w:pPr>
    </w:p>
    <w:p w14:paraId="7B8095D6" w14:textId="77777777" w:rsidR="000078D3" w:rsidRPr="00861ABC" w:rsidRDefault="006736B7" w:rsidP="00DC2224">
      <w:pPr>
        <w:pStyle w:val="Paragraph"/>
      </w:pPr>
      <w:r>
        <w:rPr>
          <w:b/>
          <w:bCs/>
          <w:lang w:val="en-IN"/>
        </w:rPr>
        <w:t xml:space="preserve">Theorem </w:t>
      </w:r>
      <w:r w:rsidR="000078D3">
        <w:rPr>
          <w:b/>
          <w:bCs/>
          <w:lang w:val="en-IN"/>
        </w:rPr>
        <w:t>3.7</w:t>
      </w:r>
      <w:r w:rsidR="000078D3" w:rsidRPr="00861ABC">
        <w:rPr>
          <w:b/>
          <w:bCs/>
          <w:lang w:val="en-IN"/>
        </w:rPr>
        <w:t>:</w:t>
      </w:r>
      <w:r w:rsidR="000078D3" w:rsidRPr="00861ABC">
        <w:t xml:space="preserve"> The Planar Grid Graph P</w:t>
      </w:r>
      <w:r w:rsidR="000078D3">
        <w:rPr>
          <w:vertAlign w:val="subscript"/>
        </w:rPr>
        <w:t>s</w:t>
      </w:r>
      <w:r w:rsidR="000078D3" w:rsidRPr="00861ABC">
        <w:t xml:space="preserve"> × </w:t>
      </w:r>
      <w:proofErr w:type="spellStart"/>
      <w:r w:rsidR="000078D3" w:rsidRPr="00861ABC">
        <w:t>P</w:t>
      </w:r>
      <w:r w:rsidR="000078D3">
        <w:rPr>
          <w:vertAlign w:val="subscript"/>
        </w:rPr>
        <w:t>r</w:t>
      </w:r>
      <w:proofErr w:type="spellEnd"/>
      <w:r w:rsidR="000078D3" w:rsidRPr="00861ABC">
        <w:t xml:space="preserve"> admits vertex odd power mean labeling.</w:t>
      </w:r>
    </w:p>
    <w:p w14:paraId="0F012D1A" w14:textId="77777777" w:rsidR="000078D3" w:rsidRPr="00861ABC" w:rsidRDefault="000078D3" w:rsidP="00DC2224">
      <w:pPr>
        <w:pStyle w:val="Paragraph"/>
        <w:rPr>
          <w:b/>
        </w:rPr>
      </w:pPr>
      <w:r w:rsidRPr="00861ABC">
        <w:rPr>
          <w:b/>
        </w:rPr>
        <w:t xml:space="preserve">Proof: </w:t>
      </w:r>
      <w:r w:rsidRPr="00861ABC">
        <w:t>The Planar Grid Graph P</w:t>
      </w:r>
      <w:r>
        <w:rPr>
          <w:vertAlign w:val="subscript"/>
        </w:rPr>
        <w:t>s</w:t>
      </w:r>
      <w:r w:rsidRPr="00861ABC">
        <w:t xml:space="preserve"> × </w:t>
      </w:r>
      <w:proofErr w:type="spellStart"/>
      <w:r w:rsidRPr="00861ABC">
        <w:t>P</w:t>
      </w:r>
      <w:r>
        <w:rPr>
          <w:vertAlign w:val="subscript"/>
        </w:rPr>
        <w:t>r</w:t>
      </w:r>
      <w:proofErr w:type="spellEnd"/>
      <w:r w:rsidRPr="00861ABC">
        <w:rPr>
          <w:i/>
          <w:iCs/>
        </w:rPr>
        <w:t xml:space="preserve"> </w:t>
      </w:r>
      <w:r w:rsidRPr="00861ABC">
        <w:t>has 2</w:t>
      </w:r>
      <w:r>
        <w:t>sr</w:t>
      </w:r>
      <w:r w:rsidRPr="00861ABC">
        <w:t xml:space="preserve"> + </w:t>
      </w:r>
      <w:r>
        <w:t>s</w:t>
      </w:r>
      <w:r w:rsidRPr="00861ABC">
        <w:t xml:space="preserve"> + </w:t>
      </w:r>
      <w:r>
        <w:t>r</w:t>
      </w:r>
      <w:r w:rsidRPr="00861ABC">
        <w:t xml:space="preserve"> vertices and 4</w:t>
      </w:r>
      <w:r>
        <w:t xml:space="preserve">sr </w:t>
      </w:r>
      <w:r w:rsidRPr="00861ABC">
        <w:t>edges.</w:t>
      </w:r>
    </w:p>
    <w:p w14:paraId="3B2C09C0" w14:textId="77777777" w:rsidR="000078D3" w:rsidRPr="00861ABC" w:rsidRDefault="00000000" w:rsidP="00A00182">
      <w:pPr>
        <w:tabs>
          <w:tab w:val="left" w:pos="2642"/>
        </w:tabs>
        <w:spacing w:line="360" w:lineRule="auto"/>
        <w:ind w:left="1134" w:right="288"/>
        <w:rPr>
          <w:b/>
          <w:bCs/>
          <w:szCs w:val="24"/>
          <w:vertAlign w:val="subscript"/>
        </w:rPr>
      </w:pPr>
      <w:r>
        <w:rPr>
          <w:b/>
          <w:bCs/>
          <w:noProof/>
          <w:szCs w:val="24"/>
        </w:rPr>
        <w:lastRenderedPageBreak/>
        <w:pict w14:anchorId="163BD674">
          <v:group id="_x0000_s1444" style="position:absolute;left:0;text-align:left;margin-left:128.3pt;margin-top:19.2pt;width:236pt;height:150.4pt;z-index:251687936" coordorigin="3117,2404" coordsize="4720,3008">
            <v:shape id="_x0000_s1445" type="#_x0000_t32" style="position:absolute;left:4070;top:2404;width:425;height:752" o:connectortype="straight">
              <v:stroke startarrow="oval" endarrow="oval"/>
            </v:shape>
            <v:shape id="_x0000_s1446" type="#_x0000_t32" style="position:absolute;left:3381;top:2404;width:689;height:689;flip:y" o:connectortype="straight">
              <v:stroke startarrow="oval" endarrow="oval"/>
            </v:shape>
            <v:shape id="_x0000_s1447" type="#_x0000_t32" style="position:absolute;left:3381;top:3093;width:425;height:752" o:connectortype="straight">
              <v:stroke startarrow="oval" endarrow="oval"/>
            </v:shape>
            <v:shape id="_x0000_s1448" type="#_x0000_t32" style="position:absolute;left:3806;top:3156;width:689;height:689;flip:y" o:connectortype="straight">
              <v:stroke startarrow="oval" endarrow="oval"/>
            </v:shape>
            <v:shape id="_x0000_s1449" type="#_x0000_t32" style="position:absolute;left:4495;top:2404;width:689;height:752;flip:y" o:connectortype="straight">
              <v:stroke startarrow="oval" endarrow="oval"/>
            </v:shape>
            <v:shape id="_x0000_s1450" type="#_x0000_t32" style="position:absolute;left:5184;top:2404;width:425;height:752" o:connectortype="straight">
              <v:stroke startarrow="oval" endarrow="oval"/>
            </v:shape>
            <v:shape id="_x0000_s1451" type="#_x0000_t32" style="position:absolute;left:4495;top:3156;width:425;height:752" o:connectortype="straight">
              <v:stroke startarrow="oval" endarrow="oval"/>
            </v:shape>
            <v:shape id="_x0000_s1452" type="#_x0000_t32" style="position:absolute;left:4920;top:3156;width:689;height:752;flip:y" o:connectortype="straight">
              <v:stroke startarrow="oval" endarrow="oval"/>
            </v:shape>
            <v:shape id="_x0000_s1453" type="#_x0000_t32" style="position:absolute;left:5609;top:2404;width:689;height:752;flip:y" o:connectortype="straight">
              <v:stroke dashstyle="longDash" startarrow="oval" endarrow="oval"/>
            </v:shape>
            <v:shape id="_x0000_s1454" type="#_x0000_t32" style="position:absolute;left:6298;top:2404;width:425;height:752" o:connectortype="straight">
              <v:stroke dashstyle="longDash" startarrow="oval" endarrow="oval"/>
            </v:shape>
            <v:shape id="_x0000_s1455" type="#_x0000_t32" style="position:absolute;left:5609;top:3156;width:425;height:752" o:connectortype="straight">
              <v:stroke dashstyle="dashDot" startarrow="oval" endarrow="oval"/>
            </v:shape>
            <v:shape id="_x0000_s1456" type="#_x0000_t32" style="position:absolute;left:6034;top:3156;width:689;height:752;flip:y" o:connectortype="straight">
              <v:stroke dashstyle="longDash" startarrow="oval" endarrow="oval"/>
            </v:shape>
            <v:shape id="_x0000_s1457" type="#_x0000_t32" style="position:absolute;left:6723;top:2404;width:689;height:752;flip:y" o:connectortype="straight">
              <v:stroke startarrow="oval" endarrow="oval"/>
            </v:shape>
            <v:shape id="_x0000_s1458" type="#_x0000_t32" style="position:absolute;left:7412;top:2404;width:425;height:752" o:connectortype="straight">
              <v:stroke startarrow="oval" endarrow="oval"/>
            </v:shape>
            <v:shape id="_x0000_s1459" type="#_x0000_t32" style="position:absolute;left:6723;top:3156;width:425;height:752" o:connectortype="straight">
              <v:stroke startarrow="oval" endarrow="oval"/>
            </v:shape>
            <v:shape id="_x0000_s1460" type="#_x0000_t32" style="position:absolute;left:7148;top:3156;width:689;height:752;flip:y" o:connectortype="straight">
              <v:stroke startarrow="oval" endarrow="oval"/>
            </v:shape>
            <v:shape id="_x0000_s1461" type="#_x0000_t32" style="position:absolute;left:3117;top:3845;width:689;height:752;flip:y" o:connectortype="straight">
              <v:stroke dashstyle="longDash" startarrow="oval" endarrow="oval"/>
            </v:shape>
            <v:shape id="_x0000_s1462" type="#_x0000_t32" style="position:absolute;left:4231;top:3908;width:689;height:752;flip:y" o:connectortype="straight">
              <v:stroke dashstyle="longDash" startarrow="oval" endarrow="oval"/>
            </v:shape>
            <v:shape id="_x0000_s1463" type="#_x0000_t32" style="position:absolute;left:5345;top:3908;width:689;height:752;flip:y" o:connectortype="straight">
              <v:stroke dashstyle="longDash" startarrow="oval" endarrow="oval"/>
            </v:shape>
            <v:shape id="_x0000_s1464" type="#_x0000_t32" style="position:absolute;left:6459;top:3908;width:689;height:752;flip:y" o:connectortype="straight">
              <v:stroke dashstyle="longDash" startarrow="oval" endarrow="oval"/>
            </v:shape>
            <v:shape id="_x0000_s1465" type="#_x0000_t32" style="position:absolute;left:7148;top:3908;width:425;height:752" o:connectortype="straight">
              <v:stroke dashstyle="longDash" startarrow="oval" endarrow="oval"/>
            </v:shape>
            <v:shape id="_x0000_s1466" type="#_x0000_t32" style="position:absolute;left:6034;top:3908;width:425;height:752" o:connectortype="straight">
              <v:stroke dashstyle="longDash" startarrow="oval" endarrow="oval"/>
            </v:shape>
            <v:shape id="_x0000_s1467" type="#_x0000_t32" style="position:absolute;left:4920;top:3873;width:425;height:752" o:connectortype="straight">
              <v:stroke dashstyle="longDash" startarrow="oval" endarrow="oval"/>
            </v:shape>
            <v:shape id="_x0000_s1468" type="#_x0000_t32" style="position:absolute;left:3806;top:3845;width:425;height:815" o:connectortype="straight">
              <v:stroke dashstyle="longDash" startarrow="oval" endarrow="oval"/>
            </v:shape>
            <v:shape id="_x0000_s1469" type="#_x0000_t32" style="position:absolute;left:3117;top:4597;width:425;height:752" o:connectortype="straight">
              <v:stroke startarrow="oval" endarrow="oval"/>
            </v:shape>
            <v:shape id="_x0000_s1470" type="#_x0000_t32" style="position:absolute;left:6459;top:4660;width:425;height:752" o:connectortype="straight">
              <v:stroke startarrow="oval" endarrow="oval"/>
            </v:shape>
            <v:shape id="_x0000_s1471" type="#_x0000_t32" style="position:absolute;left:5345;top:4628;width:425;height:752" o:connectortype="straight">
              <v:stroke dashstyle="longDash" startarrow="oval" endarrow="oval"/>
            </v:shape>
            <v:shape id="_x0000_s1472" type="#_x0000_t32" style="position:absolute;left:4231;top:4660;width:425;height:752" o:connectortype="straight">
              <v:stroke startarrow="oval" endarrow="oval"/>
            </v:shape>
            <v:shape id="_x0000_s1473" type="#_x0000_t32" style="position:absolute;left:3542;top:4660;width:689;height:689;flip:y" o:connectortype="straight">
              <v:stroke startarrow="oval" endarrow="oval"/>
            </v:shape>
            <v:shape id="_x0000_s1474" type="#_x0000_t32" style="position:absolute;left:5770;top:4723;width:689;height:689;flip:y" o:connectortype="straight">
              <v:stroke dashstyle="longDash" startarrow="oval" endarrow="oval"/>
            </v:shape>
            <v:shape id="_x0000_s1475" type="#_x0000_t32" style="position:absolute;left:4656;top:4660;width:689;height:752;flip:y" o:connectortype="straight">
              <v:stroke startarrow="oval" endarrow="oval"/>
            </v:shape>
            <v:shape id="_x0000_s1476" type="#_x0000_t32" style="position:absolute;left:6884;top:4660;width:689;height:752;flip:y" o:connectortype="straight">
              <v:stroke startarrow="oval" endarrow="oval"/>
            </v:shape>
          </v:group>
        </w:pict>
      </w:r>
      <w:r w:rsidR="000078D3" w:rsidRPr="00861ABC">
        <w:rPr>
          <w:b/>
          <w:bCs/>
          <w:szCs w:val="24"/>
        </w:rPr>
        <w:t xml:space="preserve">        </w:t>
      </w:r>
      <w:r w:rsidR="000078D3">
        <w:rPr>
          <w:b/>
          <w:bCs/>
          <w:szCs w:val="24"/>
        </w:rPr>
        <w:t xml:space="preserve">                </w:t>
      </w:r>
      <w:r w:rsidR="000078D3" w:rsidRPr="00861ABC">
        <w:rPr>
          <w:b/>
          <w:bCs/>
          <w:szCs w:val="24"/>
        </w:rPr>
        <w:t xml:space="preserve"> </w:t>
      </w:r>
      <w:r w:rsidR="003B1E77">
        <w:rPr>
          <w:b/>
          <w:bCs/>
          <w:szCs w:val="24"/>
        </w:rPr>
        <w:t xml:space="preserve">              </w:t>
      </w:r>
      <w:r w:rsidR="000078D3" w:rsidRPr="00861ABC">
        <w:rPr>
          <w:b/>
          <w:bCs/>
          <w:szCs w:val="24"/>
        </w:rPr>
        <w:t>v</w:t>
      </w:r>
      <w:r w:rsidR="000078D3" w:rsidRPr="00861ABC">
        <w:rPr>
          <w:b/>
          <w:bCs/>
          <w:szCs w:val="24"/>
          <w:vertAlign w:val="subscript"/>
        </w:rPr>
        <w:t xml:space="preserve">1                      </w:t>
      </w:r>
      <w:r w:rsidR="000078D3" w:rsidRPr="00861ABC">
        <w:rPr>
          <w:b/>
          <w:bCs/>
          <w:szCs w:val="24"/>
        </w:rPr>
        <w:t>v</w:t>
      </w:r>
      <w:r w:rsidR="000078D3" w:rsidRPr="00861ABC">
        <w:rPr>
          <w:b/>
          <w:bCs/>
          <w:szCs w:val="24"/>
          <w:vertAlign w:val="subscript"/>
        </w:rPr>
        <w:t xml:space="preserve">2                                         </w:t>
      </w:r>
      <w:r w:rsidR="000078D3">
        <w:rPr>
          <w:b/>
          <w:bCs/>
          <w:szCs w:val="24"/>
          <w:vertAlign w:val="subscript"/>
        </w:rPr>
        <w:t xml:space="preserve">  </w:t>
      </w:r>
      <w:r w:rsidR="000078D3" w:rsidRPr="00861ABC">
        <w:rPr>
          <w:b/>
          <w:bCs/>
          <w:szCs w:val="24"/>
          <w:vertAlign w:val="subscript"/>
        </w:rPr>
        <w:t xml:space="preserve">         </w:t>
      </w:r>
      <w:proofErr w:type="spellStart"/>
      <w:r w:rsidR="000078D3" w:rsidRPr="00861ABC">
        <w:rPr>
          <w:b/>
          <w:bCs/>
          <w:szCs w:val="24"/>
        </w:rPr>
        <w:t>v</w:t>
      </w:r>
      <w:r w:rsidR="000078D3">
        <w:rPr>
          <w:b/>
          <w:bCs/>
          <w:szCs w:val="24"/>
          <w:vertAlign w:val="subscript"/>
        </w:rPr>
        <w:t>r</w:t>
      </w:r>
      <w:proofErr w:type="spellEnd"/>
    </w:p>
    <w:p w14:paraId="237ED348" w14:textId="77777777" w:rsidR="000078D3" w:rsidRPr="00861ABC" w:rsidRDefault="000078D3" w:rsidP="00A00182">
      <w:pPr>
        <w:spacing w:line="360" w:lineRule="auto"/>
        <w:ind w:left="1134" w:right="288"/>
        <w:rPr>
          <w:szCs w:val="24"/>
        </w:rPr>
      </w:pPr>
    </w:p>
    <w:p w14:paraId="537C4467" w14:textId="77777777" w:rsidR="000078D3" w:rsidRPr="00861ABC" w:rsidRDefault="000078D3" w:rsidP="00A00182">
      <w:pPr>
        <w:tabs>
          <w:tab w:val="left" w:pos="1791"/>
        </w:tabs>
        <w:spacing w:line="360" w:lineRule="auto"/>
        <w:ind w:left="1134" w:right="288"/>
        <w:rPr>
          <w:szCs w:val="24"/>
        </w:rPr>
      </w:pPr>
      <w:r w:rsidRPr="00861ABC">
        <w:rPr>
          <w:szCs w:val="24"/>
        </w:rPr>
        <w:t xml:space="preserve">          </w:t>
      </w:r>
      <w:r w:rsidR="003B1E77">
        <w:rPr>
          <w:szCs w:val="24"/>
        </w:rPr>
        <w:t xml:space="preserve">               </w:t>
      </w:r>
      <w:r w:rsidRPr="00861ABC">
        <w:rPr>
          <w:szCs w:val="24"/>
        </w:rPr>
        <w:t xml:space="preserve"> </w:t>
      </w:r>
      <w:r w:rsidRPr="00861ABC">
        <w:rPr>
          <w:b/>
          <w:bCs/>
          <w:szCs w:val="24"/>
        </w:rPr>
        <w:t>v</w:t>
      </w:r>
      <w:r w:rsidRPr="00861ABC">
        <w:rPr>
          <w:b/>
          <w:bCs/>
          <w:szCs w:val="24"/>
          <w:vertAlign w:val="subscript"/>
        </w:rPr>
        <w:t>1</w:t>
      </w:r>
      <w:r>
        <w:rPr>
          <w:b/>
          <w:bCs/>
          <w:szCs w:val="24"/>
        </w:rPr>
        <w:t>ʹ</w:t>
      </w:r>
      <w:r w:rsidRPr="00861ABC">
        <w:rPr>
          <w:b/>
          <w:bCs/>
          <w:szCs w:val="24"/>
          <w:vertAlign w:val="subscript"/>
        </w:rPr>
        <w:t xml:space="preserve">     </w:t>
      </w:r>
      <w:r>
        <w:rPr>
          <w:b/>
          <w:bCs/>
          <w:szCs w:val="24"/>
          <w:vertAlign w:val="subscript"/>
        </w:rPr>
        <w:t xml:space="preserve"> </w:t>
      </w:r>
      <w:r w:rsidRPr="00861ABC">
        <w:rPr>
          <w:b/>
          <w:bCs/>
          <w:szCs w:val="24"/>
          <w:vertAlign w:val="subscript"/>
        </w:rPr>
        <w:t xml:space="preserve">                </w:t>
      </w:r>
      <w:r w:rsidRPr="00861ABC">
        <w:rPr>
          <w:b/>
          <w:bCs/>
          <w:szCs w:val="24"/>
        </w:rPr>
        <w:t>v</w:t>
      </w:r>
      <w:r w:rsidRPr="00861ABC">
        <w:rPr>
          <w:b/>
          <w:bCs/>
          <w:szCs w:val="24"/>
          <w:vertAlign w:val="subscript"/>
        </w:rPr>
        <w:t>2</w:t>
      </w:r>
      <w:r>
        <w:rPr>
          <w:b/>
          <w:bCs/>
          <w:szCs w:val="24"/>
        </w:rPr>
        <w:t>ʹ</w:t>
      </w:r>
      <w:r w:rsidRPr="00861ABC">
        <w:rPr>
          <w:b/>
          <w:bCs/>
          <w:szCs w:val="24"/>
          <w:vertAlign w:val="subscript"/>
        </w:rPr>
        <w:t xml:space="preserve">                                            </w:t>
      </w:r>
      <w:r>
        <w:rPr>
          <w:b/>
          <w:bCs/>
          <w:szCs w:val="24"/>
          <w:vertAlign w:val="subscript"/>
        </w:rPr>
        <w:t xml:space="preserve"> </w:t>
      </w:r>
      <w:r w:rsidRPr="00861ABC">
        <w:rPr>
          <w:b/>
          <w:bCs/>
          <w:szCs w:val="24"/>
          <w:vertAlign w:val="subscript"/>
        </w:rPr>
        <w:t xml:space="preserve">     </w:t>
      </w:r>
      <w:proofErr w:type="spellStart"/>
      <w:r w:rsidRPr="00861ABC">
        <w:rPr>
          <w:b/>
          <w:bCs/>
          <w:szCs w:val="24"/>
        </w:rPr>
        <w:t>v</w:t>
      </w:r>
      <w:r>
        <w:rPr>
          <w:b/>
          <w:bCs/>
          <w:szCs w:val="24"/>
          <w:vertAlign w:val="subscript"/>
        </w:rPr>
        <w:t>r</w:t>
      </w:r>
      <w:proofErr w:type="spellEnd"/>
      <w:r>
        <w:rPr>
          <w:b/>
          <w:bCs/>
          <w:szCs w:val="24"/>
        </w:rPr>
        <w:t xml:space="preserve">ʹ                </w:t>
      </w:r>
      <w:r w:rsidRPr="00861ABC">
        <w:rPr>
          <w:b/>
          <w:bCs/>
          <w:szCs w:val="24"/>
        </w:rPr>
        <w:t>v</w:t>
      </w:r>
      <w:r>
        <w:rPr>
          <w:b/>
          <w:bCs/>
          <w:szCs w:val="24"/>
          <w:vertAlign w:val="subscript"/>
        </w:rPr>
        <w:t>r</w:t>
      </w:r>
      <w:r w:rsidRPr="00861ABC">
        <w:rPr>
          <w:b/>
          <w:bCs/>
          <w:szCs w:val="24"/>
          <w:vertAlign w:val="subscript"/>
        </w:rPr>
        <w:t>+1</w:t>
      </w:r>
      <w:r>
        <w:rPr>
          <w:b/>
          <w:bCs/>
          <w:szCs w:val="24"/>
        </w:rPr>
        <w:t>ʹ</w:t>
      </w:r>
    </w:p>
    <w:p w14:paraId="6158F5B0" w14:textId="77777777" w:rsidR="000078D3" w:rsidRPr="00861ABC" w:rsidRDefault="000078D3" w:rsidP="00A00182">
      <w:pPr>
        <w:spacing w:line="360" w:lineRule="auto"/>
        <w:ind w:left="1134" w:right="288"/>
        <w:rPr>
          <w:szCs w:val="24"/>
        </w:rPr>
      </w:pPr>
    </w:p>
    <w:p w14:paraId="2CD64BB6" w14:textId="77777777" w:rsidR="000078D3" w:rsidRPr="00861ABC" w:rsidRDefault="003B1E77" w:rsidP="00A00182">
      <w:pPr>
        <w:tabs>
          <w:tab w:val="left" w:pos="1791"/>
        </w:tabs>
        <w:spacing w:line="360" w:lineRule="auto"/>
        <w:ind w:left="1134" w:right="288"/>
        <w:rPr>
          <w:szCs w:val="24"/>
          <w:vertAlign w:val="superscript"/>
        </w:rPr>
      </w:pPr>
      <w:r>
        <w:rPr>
          <w:szCs w:val="24"/>
        </w:rPr>
        <w:t xml:space="preserve">                         </w:t>
      </w:r>
      <w:r w:rsidR="000078D3">
        <w:rPr>
          <w:szCs w:val="24"/>
        </w:rPr>
        <w:t xml:space="preserve"> </w:t>
      </w:r>
      <w:r w:rsidR="000078D3" w:rsidRPr="00861ABC">
        <w:rPr>
          <w:b/>
          <w:bCs/>
          <w:szCs w:val="24"/>
        </w:rPr>
        <w:t>v</w:t>
      </w:r>
      <w:r w:rsidR="000078D3" w:rsidRPr="00861ABC">
        <w:rPr>
          <w:b/>
          <w:bCs/>
          <w:szCs w:val="24"/>
          <w:vertAlign w:val="subscript"/>
        </w:rPr>
        <w:t>1</w:t>
      </w:r>
      <w:r w:rsidR="000078D3">
        <w:rPr>
          <w:b/>
          <w:bCs/>
          <w:szCs w:val="24"/>
          <w:vertAlign w:val="superscript"/>
        </w:rPr>
        <w:t>s</w:t>
      </w:r>
      <w:r w:rsidR="000078D3" w:rsidRPr="00861ABC">
        <w:rPr>
          <w:b/>
          <w:bCs/>
          <w:szCs w:val="24"/>
          <w:vertAlign w:val="superscript"/>
        </w:rPr>
        <w:t>-2</w:t>
      </w:r>
      <w:r w:rsidR="000078D3" w:rsidRPr="00861ABC">
        <w:rPr>
          <w:b/>
          <w:bCs/>
          <w:szCs w:val="24"/>
          <w:vertAlign w:val="subscript"/>
        </w:rPr>
        <w:t xml:space="preserve">                </w:t>
      </w:r>
      <w:r w:rsidR="000078D3" w:rsidRPr="00861ABC">
        <w:rPr>
          <w:b/>
          <w:bCs/>
          <w:szCs w:val="24"/>
        </w:rPr>
        <w:t>v</w:t>
      </w:r>
      <w:r w:rsidR="000078D3" w:rsidRPr="00861ABC">
        <w:rPr>
          <w:b/>
          <w:bCs/>
          <w:szCs w:val="24"/>
          <w:vertAlign w:val="subscript"/>
        </w:rPr>
        <w:t>2</w:t>
      </w:r>
      <w:r w:rsidR="000078D3">
        <w:rPr>
          <w:b/>
          <w:bCs/>
          <w:szCs w:val="24"/>
          <w:vertAlign w:val="superscript"/>
        </w:rPr>
        <w:t>s</w:t>
      </w:r>
      <w:r w:rsidR="000078D3" w:rsidRPr="00861ABC">
        <w:rPr>
          <w:b/>
          <w:bCs/>
          <w:szCs w:val="24"/>
          <w:vertAlign w:val="superscript"/>
        </w:rPr>
        <w:t>-2</w:t>
      </w:r>
      <w:r w:rsidR="000078D3" w:rsidRPr="00861ABC">
        <w:rPr>
          <w:b/>
          <w:bCs/>
          <w:szCs w:val="24"/>
          <w:vertAlign w:val="subscript"/>
        </w:rPr>
        <w:t xml:space="preserve">         </w:t>
      </w:r>
      <w:r w:rsidR="000078D3">
        <w:rPr>
          <w:b/>
          <w:bCs/>
          <w:szCs w:val="24"/>
          <w:vertAlign w:val="subscript"/>
        </w:rPr>
        <w:t xml:space="preserve">                    </w:t>
      </w:r>
      <w:r w:rsidR="000078D3" w:rsidRPr="00861ABC">
        <w:rPr>
          <w:b/>
          <w:bCs/>
          <w:szCs w:val="24"/>
          <w:vertAlign w:val="subscript"/>
        </w:rPr>
        <w:t xml:space="preserve"> </w:t>
      </w:r>
      <w:r w:rsidR="000078D3">
        <w:rPr>
          <w:b/>
          <w:bCs/>
          <w:szCs w:val="24"/>
          <w:vertAlign w:val="subscript"/>
        </w:rPr>
        <w:t xml:space="preserve">    </w:t>
      </w:r>
      <w:r w:rsidR="000078D3" w:rsidRPr="00861ABC">
        <w:rPr>
          <w:b/>
          <w:bCs/>
          <w:szCs w:val="24"/>
        </w:rPr>
        <w:t>v</w:t>
      </w:r>
      <w:r w:rsidR="000078D3">
        <w:rPr>
          <w:b/>
          <w:bCs/>
          <w:szCs w:val="24"/>
          <w:vertAlign w:val="subscript"/>
        </w:rPr>
        <w:t>r</w:t>
      </w:r>
      <w:r w:rsidR="000078D3">
        <w:rPr>
          <w:b/>
          <w:bCs/>
          <w:szCs w:val="24"/>
          <w:vertAlign w:val="superscript"/>
        </w:rPr>
        <w:t>s</w:t>
      </w:r>
      <w:r w:rsidR="000078D3" w:rsidRPr="00861ABC">
        <w:rPr>
          <w:b/>
          <w:bCs/>
          <w:szCs w:val="24"/>
          <w:vertAlign w:val="superscript"/>
        </w:rPr>
        <w:t>-2</w:t>
      </w:r>
      <w:r w:rsidR="000078D3">
        <w:rPr>
          <w:b/>
          <w:bCs/>
          <w:szCs w:val="24"/>
        </w:rPr>
        <w:t xml:space="preserve">                      </w:t>
      </w:r>
      <w:r w:rsidR="000078D3" w:rsidRPr="00861ABC">
        <w:rPr>
          <w:b/>
          <w:bCs/>
          <w:szCs w:val="24"/>
        </w:rPr>
        <w:t>v</w:t>
      </w:r>
      <w:r w:rsidR="000078D3">
        <w:rPr>
          <w:b/>
          <w:bCs/>
          <w:szCs w:val="24"/>
          <w:vertAlign w:val="subscript"/>
        </w:rPr>
        <w:t>r</w:t>
      </w:r>
      <w:r w:rsidR="000078D3" w:rsidRPr="00861ABC">
        <w:rPr>
          <w:b/>
          <w:bCs/>
          <w:szCs w:val="24"/>
          <w:vertAlign w:val="subscript"/>
        </w:rPr>
        <w:t>+1</w:t>
      </w:r>
      <w:r w:rsidR="000078D3">
        <w:rPr>
          <w:b/>
          <w:bCs/>
          <w:szCs w:val="24"/>
          <w:vertAlign w:val="superscript"/>
        </w:rPr>
        <w:t>s</w:t>
      </w:r>
      <w:r w:rsidR="000078D3" w:rsidRPr="00861ABC">
        <w:rPr>
          <w:b/>
          <w:bCs/>
          <w:szCs w:val="24"/>
          <w:vertAlign w:val="superscript"/>
        </w:rPr>
        <w:t>-2</w:t>
      </w:r>
    </w:p>
    <w:p w14:paraId="342358BD" w14:textId="77777777" w:rsidR="000078D3" w:rsidRPr="00861ABC" w:rsidRDefault="000078D3" w:rsidP="00A00182">
      <w:pPr>
        <w:tabs>
          <w:tab w:val="left" w:pos="2054"/>
        </w:tabs>
        <w:spacing w:line="360" w:lineRule="auto"/>
        <w:ind w:left="1134" w:right="288"/>
        <w:rPr>
          <w:szCs w:val="24"/>
          <w:vertAlign w:val="superscript"/>
        </w:rPr>
      </w:pPr>
      <w:r>
        <w:rPr>
          <w:szCs w:val="24"/>
        </w:rPr>
        <w:t xml:space="preserve">                                  </w:t>
      </w:r>
      <w:r w:rsidRPr="00861ABC">
        <w:rPr>
          <w:b/>
          <w:bCs/>
          <w:szCs w:val="24"/>
        </w:rPr>
        <w:t>v</w:t>
      </w:r>
      <w:r w:rsidRPr="00861ABC">
        <w:rPr>
          <w:b/>
          <w:bCs/>
          <w:szCs w:val="24"/>
          <w:vertAlign w:val="subscript"/>
        </w:rPr>
        <w:t>1</w:t>
      </w:r>
      <w:r>
        <w:rPr>
          <w:b/>
          <w:bCs/>
          <w:szCs w:val="24"/>
          <w:vertAlign w:val="superscript"/>
        </w:rPr>
        <w:t>s</w:t>
      </w:r>
      <w:r w:rsidRPr="00861ABC">
        <w:rPr>
          <w:b/>
          <w:bCs/>
          <w:szCs w:val="24"/>
          <w:vertAlign w:val="superscript"/>
        </w:rPr>
        <w:t>-1</w:t>
      </w:r>
      <w:r w:rsidRPr="00861ABC">
        <w:rPr>
          <w:b/>
          <w:bCs/>
          <w:szCs w:val="24"/>
          <w:vertAlign w:val="subscript"/>
        </w:rPr>
        <w:t xml:space="preserve">                </w:t>
      </w:r>
      <w:r w:rsidRPr="00861ABC">
        <w:rPr>
          <w:b/>
          <w:bCs/>
          <w:szCs w:val="24"/>
        </w:rPr>
        <w:t>v</w:t>
      </w:r>
      <w:r w:rsidRPr="00861ABC">
        <w:rPr>
          <w:b/>
          <w:bCs/>
          <w:szCs w:val="24"/>
          <w:vertAlign w:val="subscript"/>
        </w:rPr>
        <w:t>2</w:t>
      </w:r>
      <w:r>
        <w:rPr>
          <w:b/>
          <w:bCs/>
          <w:szCs w:val="24"/>
          <w:vertAlign w:val="superscript"/>
        </w:rPr>
        <w:t>s</w:t>
      </w:r>
      <w:r w:rsidRPr="00861ABC">
        <w:rPr>
          <w:b/>
          <w:bCs/>
          <w:szCs w:val="24"/>
          <w:vertAlign w:val="superscript"/>
        </w:rPr>
        <w:t>-1</w:t>
      </w:r>
      <w:r w:rsidRPr="00861ABC">
        <w:rPr>
          <w:b/>
          <w:bCs/>
          <w:szCs w:val="24"/>
          <w:vertAlign w:val="subscript"/>
        </w:rPr>
        <w:t xml:space="preserve">                                             </w:t>
      </w:r>
      <w:r w:rsidRPr="00861ABC">
        <w:rPr>
          <w:b/>
          <w:bCs/>
          <w:szCs w:val="24"/>
        </w:rPr>
        <w:t>v</w:t>
      </w:r>
      <w:r>
        <w:rPr>
          <w:b/>
          <w:bCs/>
          <w:szCs w:val="24"/>
          <w:vertAlign w:val="subscript"/>
        </w:rPr>
        <w:t>r</w:t>
      </w:r>
      <w:r>
        <w:rPr>
          <w:b/>
          <w:bCs/>
          <w:szCs w:val="24"/>
          <w:vertAlign w:val="superscript"/>
        </w:rPr>
        <w:t>s</w:t>
      </w:r>
      <w:r w:rsidRPr="00861ABC">
        <w:rPr>
          <w:b/>
          <w:bCs/>
          <w:szCs w:val="24"/>
          <w:vertAlign w:val="superscript"/>
        </w:rPr>
        <w:t>-1</w:t>
      </w:r>
    </w:p>
    <w:p w14:paraId="0526ADD3" w14:textId="77777777" w:rsidR="00DC2224" w:rsidRDefault="000078D3" w:rsidP="00CF4466">
      <w:pPr>
        <w:spacing w:before="360"/>
        <w:ind w:left="1134" w:right="288"/>
        <w:rPr>
          <w:b/>
          <w:bCs/>
          <w:szCs w:val="24"/>
        </w:rPr>
      </w:pPr>
      <w:r>
        <w:rPr>
          <w:b/>
          <w:bCs/>
          <w:szCs w:val="24"/>
        </w:rPr>
        <w:t xml:space="preserve">          </w:t>
      </w:r>
      <w:r w:rsidR="003B1E77">
        <w:rPr>
          <w:b/>
          <w:bCs/>
          <w:szCs w:val="24"/>
        </w:rPr>
        <w:t xml:space="preserve">                      </w:t>
      </w:r>
    </w:p>
    <w:p w14:paraId="5179FE1B" w14:textId="77777777" w:rsidR="00DC2224" w:rsidRDefault="00DC2224" w:rsidP="00DC2224">
      <w:pPr>
        <w:pStyle w:val="FigureCaption"/>
      </w:pPr>
    </w:p>
    <w:p w14:paraId="4B101969" w14:textId="472E2CD0" w:rsidR="000078D3" w:rsidRDefault="003B1E77" w:rsidP="00DC2224">
      <w:pPr>
        <w:pStyle w:val="FigureCaption"/>
      </w:pPr>
      <w:r>
        <w:t xml:space="preserve"> Fig. 6</w:t>
      </w:r>
      <w:r w:rsidR="000078D3" w:rsidRPr="00861ABC">
        <w:t>: Planar Grid Graph P</w:t>
      </w:r>
      <w:r w:rsidR="000078D3">
        <w:rPr>
          <w:vertAlign w:val="subscript"/>
        </w:rPr>
        <w:t>s</w:t>
      </w:r>
      <w:r w:rsidR="000078D3" w:rsidRPr="00861ABC">
        <w:t xml:space="preserve"> × </w:t>
      </w:r>
      <w:proofErr w:type="spellStart"/>
      <w:r w:rsidR="000078D3" w:rsidRPr="00861ABC">
        <w:t>P</w:t>
      </w:r>
      <w:r w:rsidR="000078D3">
        <w:rPr>
          <w:vertAlign w:val="subscript"/>
        </w:rPr>
        <w:t>r</w:t>
      </w:r>
      <w:proofErr w:type="spellEnd"/>
      <w:r w:rsidR="000078D3" w:rsidRPr="00861ABC">
        <w:t xml:space="preserve"> </w:t>
      </w:r>
    </w:p>
    <w:p w14:paraId="43ABA750" w14:textId="77777777" w:rsidR="003B1E77" w:rsidRPr="00861ABC" w:rsidRDefault="003B1E77" w:rsidP="00DC2224">
      <w:pPr>
        <w:pStyle w:val="Paragraph"/>
      </w:pPr>
      <w:r>
        <w:t>Define</w:t>
      </w:r>
      <w:r w:rsidRPr="00861ABC">
        <w:t xml:space="preserve"> the vertex labeling f: </w:t>
      </w:r>
      <w:proofErr w:type="gramStart"/>
      <w:r w:rsidRPr="00861ABC">
        <w:t>V(</w:t>
      </w:r>
      <w:proofErr w:type="gramEnd"/>
      <w:r w:rsidRPr="00861ABC">
        <w:t>P</w:t>
      </w:r>
      <w:r>
        <w:rPr>
          <w:vertAlign w:val="subscript"/>
        </w:rPr>
        <w:t>s</w:t>
      </w:r>
      <w:r w:rsidRPr="00861ABC">
        <w:t xml:space="preserve"> × </w:t>
      </w:r>
      <w:proofErr w:type="spellStart"/>
      <w:r w:rsidRPr="00861ABC">
        <w:t>P</w:t>
      </w:r>
      <w:r>
        <w:rPr>
          <w:vertAlign w:val="subscript"/>
        </w:rPr>
        <w:t>r</w:t>
      </w:r>
      <w:proofErr w:type="spellEnd"/>
      <w:r w:rsidRPr="00861ABC">
        <w:rPr>
          <w:iCs/>
        </w:rPr>
        <w:t>)</w:t>
      </w:r>
      <w:r w:rsidRPr="00861ABC">
        <w:t xml:space="preserve"> </w:t>
      </w:r>
      <w:r w:rsidRPr="00861ABC">
        <w:sym w:font="Symbol" w:char="F0AE"/>
      </w:r>
      <w:r w:rsidRPr="00861ABC">
        <w:t xml:space="preserve">{1, 3, …, 2q +1} as </w:t>
      </w:r>
    </w:p>
    <w:p w14:paraId="2B3E7D8F" w14:textId="77777777" w:rsidR="003B1E77" w:rsidRPr="00861ABC" w:rsidRDefault="003B1E77" w:rsidP="00DC2224">
      <w:pPr>
        <w:pStyle w:val="Paragraph"/>
      </w:pPr>
      <w:r w:rsidRPr="00861ABC">
        <w:tab/>
      </w:r>
      <w:r>
        <w:t xml:space="preserve">            </w:t>
      </w:r>
      <w:r w:rsidRPr="00861ABC">
        <w:t xml:space="preserve"> f(v</w:t>
      </w:r>
      <w:r w:rsidRPr="00861ABC">
        <w:rPr>
          <w:vertAlign w:val="subscript"/>
        </w:rPr>
        <w:t>i</w:t>
      </w:r>
      <w:r w:rsidRPr="00861ABC">
        <w:t xml:space="preserve">) = 2i – 1                  for 1 ≤ </w:t>
      </w:r>
      <w:proofErr w:type="spellStart"/>
      <w:r w:rsidRPr="00861ABC">
        <w:t>i</w:t>
      </w:r>
      <w:proofErr w:type="spellEnd"/>
      <w:r w:rsidRPr="00861ABC">
        <w:t xml:space="preserve"> ≤ </w:t>
      </w:r>
      <w:r>
        <w:t>r</w:t>
      </w:r>
      <w:r w:rsidRPr="00861ABC">
        <w:t xml:space="preserve">              </w:t>
      </w:r>
    </w:p>
    <w:p w14:paraId="17639418" w14:textId="77777777" w:rsidR="003B1E77" w:rsidRPr="00861ABC" w:rsidRDefault="003B1E77" w:rsidP="00DC2224">
      <w:pPr>
        <w:pStyle w:val="Paragraph"/>
      </w:pPr>
      <w:r w:rsidRPr="00861ABC">
        <w:t xml:space="preserve">      </w:t>
      </w:r>
      <w:r w:rsidRPr="00861ABC">
        <w:tab/>
        <w:t xml:space="preserve"> f(</w:t>
      </w:r>
      <w:proofErr w:type="gramStart"/>
      <w:r w:rsidRPr="00861ABC">
        <w:t>v</w:t>
      </w:r>
      <w:r w:rsidRPr="00861ABC">
        <w:rPr>
          <w:vertAlign w:val="subscript"/>
        </w:rPr>
        <w:t>i</w:t>
      </w:r>
      <w:r w:rsidRPr="00861ABC">
        <w:rPr>
          <w:vertAlign w:val="superscript"/>
        </w:rPr>
        <w:t>(</w:t>
      </w:r>
      <w:proofErr w:type="gramEnd"/>
      <w:r w:rsidRPr="00861ABC">
        <w:rPr>
          <w:vertAlign w:val="superscript"/>
        </w:rPr>
        <w:t>1)</w:t>
      </w:r>
      <w:r w:rsidRPr="00861ABC">
        <w:t>) = f(</w:t>
      </w:r>
      <w:proofErr w:type="spellStart"/>
      <w:r w:rsidRPr="00861ABC">
        <w:t>v</w:t>
      </w:r>
      <w:r>
        <w:rPr>
          <w:vertAlign w:val="subscript"/>
        </w:rPr>
        <w:t>r</w:t>
      </w:r>
      <w:proofErr w:type="spellEnd"/>
      <w:r w:rsidRPr="00861ABC">
        <w:t xml:space="preserve">) + 2i         </w:t>
      </w:r>
      <w:r>
        <w:t xml:space="preserve"> </w:t>
      </w:r>
      <w:r w:rsidRPr="00861ABC">
        <w:t xml:space="preserve">for 1 ≤ </w:t>
      </w:r>
      <w:proofErr w:type="spellStart"/>
      <w:r w:rsidRPr="00861ABC">
        <w:t>i</w:t>
      </w:r>
      <w:proofErr w:type="spellEnd"/>
      <w:r w:rsidRPr="00861ABC">
        <w:t xml:space="preserve"> ≤ </w:t>
      </w:r>
      <w:r>
        <w:t>r</w:t>
      </w:r>
      <w:r w:rsidRPr="00861ABC">
        <w:t xml:space="preserve"> + 1                     </w:t>
      </w:r>
    </w:p>
    <w:p w14:paraId="62351896" w14:textId="77777777" w:rsidR="003B1E77" w:rsidRPr="00861ABC" w:rsidRDefault="003B1E77" w:rsidP="00DC2224">
      <w:pPr>
        <w:pStyle w:val="Paragraph"/>
      </w:pPr>
      <w:r w:rsidRPr="00861ABC">
        <w:t xml:space="preserve">      </w:t>
      </w:r>
      <w:r w:rsidRPr="00861ABC">
        <w:tab/>
        <w:t xml:space="preserve"> f(</w:t>
      </w:r>
      <w:proofErr w:type="gramStart"/>
      <w:r w:rsidRPr="00861ABC">
        <w:t>v</w:t>
      </w:r>
      <w:r w:rsidRPr="00861ABC">
        <w:rPr>
          <w:vertAlign w:val="subscript"/>
        </w:rPr>
        <w:t>i</w:t>
      </w:r>
      <w:r w:rsidRPr="00861ABC">
        <w:rPr>
          <w:vertAlign w:val="superscript"/>
        </w:rPr>
        <w:t>(</w:t>
      </w:r>
      <w:proofErr w:type="gramEnd"/>
      <w:r w:rsidRPr="00861ABC">
        <w:rPr>
          <w:vertAlign w:val="superscript"/>
        </w:rPr>
        <w:t>2)</w:t>
      </w:r>
      <w:r w:rsidRPr="00861ABC">
        <w:t>) = f(</w:t>
      </w:r>
      <w:proofErr w:type="spellStart"/>
      <w:proofErr w:type="gramStart"/>
      <w:r w:rsidRPr="00861ABC">
        <w:t>v</w:t>
      </w:r>
      <w:r>
        <w:rPr>
          <w:vertAlign w:val="subscript"/>
        </w:rPr>
        <w:t>r</w:t>
      </w:r>
      <w:proofErr w:type="spellEnd"/>
      <w:r w:rsidRPr="00861ABC">
        <w:rPr>
          <w:vertAlign w:val="superscript"/>
        </w:rPr>
        <w:t>(</w:t>
      </w:r>
      <w:proofErr w:type="gramEnd"/>
      <w:r w:rsidRPr="00861ABC">
        <w:rPr>
          <w:vertAlign w:val="superscript"/>
        </w:rPr>
        <w:t>1)</w:t>
      </w:r>
      <w:r w:rsidRPr="00861ABC">
        <w:t xml:space="preserve">) + 2i      </w:t>
      </w:r>
      <w:r>
        <w:t xml:space="preserve"> </w:t>
      </w:r>
      <w:r w:rsidRPr="00861ABC">
        <w:t xml:space="preserve">for 1 ≤ </w:t>
      </w:r>
      <w:proofErr w:type="spellStart"/>
      <w:r w:rsidRPr="00861ABC">
        <w:t>i</w:t>
      </w:r>
      <w:proofErr w:type="spellEnd"/>
      <w:r w:rsidRPr="00861ABC">
        <w:t xml:space="preserve"> ≤ </w:t>
      </w:r>
      <w:r>
        <w:t>r</w:t>
      </w:r>
      <w:r w:rsidRPr="00861ABC">
        <w:t xml:space="preserve">                     </w:t>
      </w:r>
    </w:p>
    <w:p w14:paraId="29FD115A" w14:textId="77777777" w:rsidR="003B1E77" w:rsidRPr="00861ABC" w:rsidRDefault="003B1E77" w:rsidP="00DC2224">
      <w:pPr>
        <w:pStyle w:val="Paragraph"/>
      </w:pPr>
      <w:r w:rsidRPr="00861ABC">
        <w:t xml:space="preserve">                      </w:t>
      </w:r>
      <w:r>
        <w:t xml:space="preserve">            </w:t>
      </w:r>
      <w:r w:rsidRPr="00861ABC">
        <w:t xml:space="preserve">    …….</w:t>
      </w:r>
    </w:p>
    <w:p w14:paraId="6C8F81E2" w14:textId="77777777" w:rsidR="003B1E77" w:rsidRPr="00861ABC" w:rsidRDefault="003B1E77" w:rsidP="00DC2224">
      <w:pPr>
        <w:pStyle w:val="Paragraph"/>
      </w:pPr>
      <w:r>
        <w:t xml:space="preserve">   </w:t>
      </w:r>
      <w:r w:rsidRPr="00861ABC">
        <w:t xml:space="preserve">     </w:t>
      </w:r>
      <w:r w:rsidRPr="00861ABC">
        <w:tab/>
      </w:r>
      <w:r>
        <w:t xml:space="preserve">  </w:t>
      </w:r>
      <w:r w:rsidRPr="00861ABC">
        <w:t>f(v</w:t>
      </w:r>
      <w:r w:rsidRPr="00861ABC">
        <w:rPr>
          <w:vertAlign w:val="subscript"/>
        </w:rPr>
        <w:t>i</w:t>
      </w:r>
      <w:r w:rsidRPr="00861ABC">
        <w:rPr>
          <w:vertAlign w:val="superscript"/>
        </w:rPr>
        <w:t>(</w:t>
      </w:r>
      <w:r>
        <w:rPr>
          <w:vertAlign w:val="superscript"/>
        </w:rPr>
        <w:t>s</w:t>
      </w:r>
      <w:r w:rsidRPr="00861ABC">
        <w:rPr>
          <w:vertAlign w:val="superscript"/>
        </w:rPr>
        <w:t>-2)</w:t>
      </w:r>
      <w:r w:rsidRPr="00861ABC">
        <w:t>) = f(</w:t>
      </w:r>
      <w:proofErr w:type="spellStart"/>
      <w:r w:rsidRPr="00861ABC">
        <w:t>v</w:t>
      </w:r>
      <w:r>
        <w:rPr>
          <w:vertAlign w:val="subscript"/>
        </w:rPr>
        <w:t>r</w:t>
      </w:r>
      <w:proofErr w:type="spellEnd"/>
      <w:r w:rsidRPr="00861ABC">
        <w:rPr>
          <w:vertAlign w:val="superscript"/>
        </w:rPr>
        <w:t>(</w:t>
      </w:r>
      <w:r>
        <w:rPr>
          <w:vertAlign w:val="superscript"/>
        </w:rPr>
        <w:t>s</w:t>
      </w:r>
      <w:r w:rsidRPr="00861ABC">
        <w:rPr>
          <w:vertAlign w:val="superscript"/>
        </w:rPr>
        <w:t>-3)</w:t>
      </w:r>
      <w:r>
        <w:t xml:space="preserve">) + 2i   </w:t>
      </w:r>
      <w:r w:rsidRPr="00861ABC">
        <w:t xml:space="preserve">for 1 ≤ </w:t>
      </w:r>
      <w:proofErr w:type="spellStart"/>
      <w:r w:rsidRPr="00861ABC">
        <w:t>i</w:t>
      </w:r>
      <w:proofErr w:type="spellEnd"/>
      <w:r w:rsidRPr="00861ABC">
        <w:t xml:space="preserve"> ≤ </w:t>
      </w:r>
      <w:r>
        <w:t>r</w:t>
      </w:r>
      <w:r w:rsidRPr="00861ABC">
        <w:t xml:space="preserve"> + 1               </w:t>
      </w:r>
    </w:p>
    <w:p w14:paraId="5876B349" w14:textId="77777777" w:rsidR="003B1E77" w:rsidRPr="003B1E77" w:rsidRDefault="003B1E77" w:rsidP="00DC2224">
      <w:pPr>
        <w:pStyle w:val="Paragraph"/>
      </w:pPr>
      <w:r w:rsidRPr="00861ABC">
        <w:t xml:space="preserve">      </w:t>
      </w:r>
      <w:r w:rsidRPr="00861ABC">
        <w:tab/>
      </w:r>
      <w:r>
        <w:t xml:space="preserve">  </w:t>
      </w:r>
      <w:r w:rsidRPr="00861ABC">
        <w:t>f(v</w:t>
      </w:r>
      <w:r w:rsidRPr="00861ABC">
        <w:rPr>
          <w:vertAlign w:val="subscript"/>
        </w:rPr>
        <w:t>i</w:t>
      </w:r>
      <w:r w:rsidRPr="00861ABC">
        <w:rPr>
          <w:vertAlign w:val="superscript"/>
        </w:rPr>
        <w:t>(</w:t>
      </w:r>
      <w:r>
        <w:rPr>
          <w:vertAlign w:val="superscript"/>
        </w:rPr>
        <w:t>s</w:t>
      </w:r>
      <w:r w:rsidRPr="00861ABC">
        <w:rPr>
          <w:vertAlign w:val="superscript"/>
        </w:rPr>
        <w:t>-1)</w:t>
      </w:r>
      <w:r w:rsidRPr="00861ABC">
        <w:t>) = f(</w:t>
      </w:r>
      <w:proofErr w:type="spellStart"/>
      <w:r w:rsidRPr="00861ABC">
        <w:t>v</w:t>
      </w:r>
      <w:r>
        <w:rPr>
          <w:vertAlign w:val="subscript"/>
        </w:rPr>
        <w:t>r</w:t>
      </w:r>
      <w:proofErr w:type="spellEnd"/>
      <w:r w:rsidRPr="00861ABC">
        <w:rPr>
          <w:vertAlign w:val="superscript"/>
        </w:rPr>
        <w:t>(</w:t>
      </w:r>
      <w:r>
        <w:rPr>
          <w:vertAlign w:val="superscript"/>
        </w:rPr>
        <w:t>s</w:t>
      </w:r>
      <w:r w:rsidRPr="00861ABC">
        <w:rPr>
          <w:vertAlign w:val="superscript"/>
        </w:rPr>
        <w:t>-2)</w:t>
      </w:r>
      <w:r>
        <w:t xml:space="preserve">) + 2i    </w:t>
      </w:r>
      <w:r w:rsidRPr="00861ABC">
        <w:t xml:space="preserve">for 1 ≤ </w:t>
      </w:r>
      <w:proofErr w:type="spellStart"/>
      <w:r w:rsidRPr="00861ABC">
        <w:t>i</w:t>
      </w:r>
      <w:proofErr w:type="spellEnd"/>
      <w:r w:rsidRPr="00861ABC">
        <w:t xml:space="preserve"> ≤ </w:t>
      </w:r>
      <w:r>
        <w:t>r</w:t>
      </w:r>
    </w:p>
    <w:p w14:paraId="5CC8DED8" w14:textId="77777777" w:rsidR="00D25187" w:rsidRPr="00861ABC" w:rsidRDefault="00D25187" w:rsidP="00DC2224">
      <w:pPr>
        <w:pStyle w:val="Paragraph"/>
      </w:pPr>
      <w:proofErr w:type="gramStart"/>
      <w:r w:rsidRPr="00861ABC">
        <w:t>Thus</w:t>
      </w:r>
      <w:proofErr w:type="gramEnd"/>
      <w:r w:rsidRPr="00861ABC">
        <w:t xml:space="preserve"> the vertex labels are distinct and the Planar Grid Graph P</w:t>
      </w:r>
      <w:r>
        <w:rPr>
          <w:vertAlign w:val="subscript"/>
        </w:rPr>
        <w:t>s</w:t>
      </w:r>
      <w:r w:rsidRPr="00861ABC">
        <w:t xml:space="preserve"> × </w:t>
      </w:r>
      <w:proofErr w:type="spellStart"/>
      <w:r w:rsidRPr="00861ABC">
        <w:t>P</w:t>
      </w:r>
      <w:r>
        <w:rPr>
          <w:vertAlign w:val="subscript"/>
        </w:rPr>
        <w:t>r</w:t>
      </w:r>
      <w:proofErr w:type="spellEnd"/>
      <w:r w:rsidRPr="00861ABC">
        <w:t xml:space="preserve"> </w:t>
      </w:r>
      <w:r>
        <w:t>satisfies</w:t>
      </w:r>
      <w:r w:rsidRPr="00861ABC">
        <w:t xml:space="preserve"> the vertex od</w:t>
      </w:r>
      <w:r>
        <w:t>d power mean labeling condition</w:t>
      </w:r>
      <w:r w:rsidRPr="00861ABC">
        <w:t>.</w:t>
      </w:r>
      <w:r>
        <w:t xml:space="preserve"> </w:t>
      </w:r>
      <w:r w:rsidRPr="00861ABC">
        <w:t>Therefore</w:t>
      </w:r>
      <w:r>
        <w:t xml:space="preserve">, </w:t>
      </w:r>
      <w:r w:rsidRPr="00861ABC">
        <w:t xml:space="preserve">the graph is </w:t>
      </w:r>
      <w:r>
        <w:t xml:space="preserve">a </w:t>
      </w:r>
      <w:r w:rsidRPr="00861ABC">
        <w:t>vertex odd power mean graph.</w:t>
      </w:r>
    </w:p>
    <w:p w14:paraId="2119F0D1" w14:textId="77777777" w:rsidR="000078D3" w:rsidRPr="00861ABC" w:rsidRDefault="003B1E77" w:rsidP="00DC2224">
      <w:pPr>
        <w:pStyle w:val="Paragraph"/>
      </w:pPr>
      <w:r>
        <w:rPr>
          <w:b/>
          <w:bCs/>
          <w:lang w:val="en-IN"/>
        </w:rPr>
        <w:t xml:space="preserve">Theorem </w:t>
      </w:r>
      <w:r w:rsidR="000078D3">
        <w:rPr>
          <w:b/>
          <w:bCs/>
          <w:lang w:val="en-IN"/>
        </w:rPr>
        <w:t>3.8</w:t>
      </w:r>
      <w:r w:rsidR="000078D3" w:rsidRPr="00861ABC">
        <w:rPr>
          <w:b/>
          <w:bCs/>
          <w:lang w:val="en-IN"/>
        </w:rPr>
        <w:t xml:space="preserve">: </w:t>
      </w:r>
      <w:r w:rsidR="000078D3" w:rsidRPr="00861ABC">
        <w:rPr>
          <w:i/>
          <w:iCs/>
        </w:rPr>
        <w:t xml:space="preserve">The graph </w:t>
      </w:r>
      <w:proofErr w:type="spellStart"/>
      <w:r w:rsidR="000078D3" w:rsidRPr="00861ABC">
        <w:rPr>
          <w:i/>
          <w:iCs/>
        </w:rPr>
        <w:t>P</w:t>
      </w:r>
      <w:r w:rsidR="000078D3">
        <w:rPr>
          <w:i/>
          <w:iCs/>
          <w:vertAlign w:val="subscript"/>
        </w:rPr>
        <w:t>r</w:t>
      </w:r>
      <w:proofErr w:type="spellEnd"/>
      <w:r w:rsidR="000078D3" w:rsidRPr="00861ABC">
        <w:rPr>
          <w:i/>
          <w:iCs/>
          <w:vertAlign w:val="subscript"/>
        </w:rPr>
        <w:t xml:space="preserve"> </w:t>
      </w:r>
      <w:r w:rsidR="000078D3" w:rsidRPr="00861ABC">
        <w:rPr>
          <w:i/>
          <w:iCs/>
        </w:rPr>
        <w:t>ʘ K</w:t>
      </w:r>
      <w:r w:rsidR="000078D3">
        <w:rPr>
          <w:i/>
          <w:iCs/>
          <w:vertAlign w:val="subscript"/>
        </w:rPr>
        <w:t>s</w:t>
      </w:r>
      <w:r w:rsidR="000078D3" w:rsidRPr="00861ABC">
        <w:rPr>
          <w:i/>
          <w:iCs/>
        </w:rPr>
        <w:t xml:space="preserve"> admits vertex odd power mean labeling</w:t>
      </w:r>
      <w:r w:rsidR="000078D3" w:rsidRPr="00861ABC">
        <w:t>.</w:t>
      </w:r>
    </w:p>
    <w:p w14:paraId="7B384E6D" w14:textId="77777777" w:rsidR="000078D3" w:rsidRPr="00861ABC" w:rsidRDefault="000078D3" w:rsidP="00DC2224">
      <w:pPr>
        <w:pStyle w:val="Paragraph"/>
        <w:rPr>
          <w:b/>
        </w:rPr>
      </w:pPr>
      <w:r w:rsidRPr="00861ABC">
        <w:rPr>
          <w:b/>
        </w:rPr>
        <w:t xml:space="preserve">Proof: </w:t>
      </w:r>
      <w:r w:rsidRPr="00861ABC">
        <w:t xml:space="preserve">The graph </w:t>
      </w:r>
      <w:proofErr w:type="spellStart"/>
      <w:r w:rsidRPr="00861ABC">
        <w:t>P</w:t>
      </w:r>
      <w:r>
        <w:rPr>
          <w:vertAlign w:val="subscript"/>
        </w:rPr>
        <w:t>r</w:t>
      </w:r>
      <w:r w:rsidRPr="00861ABC">
        <w:t>ʘ</w:t>
      </w:r>
      <w:proofErr w:type="spellEnd"/>
      <w:r w:rsidRPr="00861ABC">
        <w:t xml:space="preserve"> K</w:t>
      </w:r>
      <w:r>
        <w:rPr>
          <w:vertAlign w:val="subscript"/>
        </w:rPr>
        <w:t>s</w:t>
      </w:r>
      <w:r w:rsidRPr="00861ABC">
        <w:rPr>
          <w:i/>
          <w:iCs/>
        </w:rPr>
        <w:t xml:space="preserve"> </w:t>
      </w:r>
      <w:r w:rsidRPr="00861ABC">
        <w:t xml:space="preserve">has </w:t>
      </w:r>
      <w:proofErr w:type="spellStart"/>
      <w:r w:rsidRPr="006B06F3">
        <w:rPr>
          <w:i/>
          <w:iCs/>
        </w:rPr>
        <w:t>sr</w:t>
      </w:r>
      <w:proofErr w:type="spellEnd"/>
      <w:r w:rsidRPr="00861ABC">
        <w:t xml:space="preserve"> vertices and </w:t>
      </w:r>
      <w:proofErr w:type="spellStart"/>
      <w:r w:rsidRPr="006B06F3">
        <w:rPr>
          <w:i/>
          <w:iCs/>
        </w:rPr>
        <w:t>sr</w:t>
      </w:r>
      <w:proofErr w:type="spellEnd"/>
      <w:r>
        <w:t xml:space="preserve"> – 1 </w:t>
      </w:r>
      <w:proofErr w:type="gramStart"/>
      <w:r w:rsidRPr="00861ABC">
        <w:t>edges</w:t>
      </w:r>
      <w:proofErr w:type="gramEnd"/>
      <w:r w:rsidRPr="00861ABC">
        <w:t>.</w:t>
      </w:r>
    </w:p>
    <w:p w14:paraId="1F45779A" w14:textId="77777777" w:rsidR="00DC2224" w:rsidRDefault="00DC2224" w:rsidP="00DC2224">
      <w:pPr>
        <w:jc w:val="center"/>
        <w:rPr>
          <w:b/>
          <w:bCs/>
          <w:szCs w:val="24"/>
        </w:rPr>
      </w:pPr>
      <w:r w:rsidRPr="00DC2224">
        <w:rPr>
          <w:b/>
          <w:bCs/>
          <w:noProof/>
          <w:szCs w:val="24"/>
        </w:rPr>
        <w:drawing>
          <wp:inline distT="0" distB="0" distL="0" distR="0" wp14:anchorId="07BB03BD" wp14:editId="2C8B0FF3">
            <wp:extent cx="3520745" cy="2072820"/>
            <wp:effectExtent l="0" t="0" r="3810" b="3810"/>
            <wp:docPr id="4085345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53456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520745" cy="2072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FAF42B" w14:textId="6DEFB025" w:rsidR="000078D3" w:rsidRPr="00861ABC" w:rsidRDefault="003B1E77" w:rsidP="00DC2224">
      <w:pPr>
        <w:pStyle w:val="FigureCaption"/>
        <w:rPr>
          <w:i/>
          <w:iCs/>
          <w:lang w:val="en-IN"/>
        </w:rPr>
      </w:pPr>
      <w:r>
        <w:t>Fig. 7</w:t>
      </w:r>
      <w:r w:rsidR="000078D3" w:rsidRPr="00861ABC">
        <w:t xml:space="preserve">: Graph </w:t>
      </w:r>
      <w:proofErr w:type="spellStart"/>
      <w:r w:rsidR="000078D3" w:rsidRPr="00861ABC">
        <w:t>P</w:t>
      </w:r>
      <w:r w:rsidR="000078D3">
        <w:rPr>
          <w:vertAlign w:val="subscript"/>
        </w:rPr>
        <w:t>r</w:t>
      </w:r>
      <w:proofErr w:type="spellEnd"/>
      <w:r w:rsidR="000078D3" w:rsidRPr="00861ABC">
        <w:rPr>
          <w:vertAlign w:val="subscript"/>
        </w:rPr>
        <w:t xml:space="preserve"> </w:t>
      </w:r>
      <w:r w:rsidR="000078D3" w:rsidRPr="00861ABC">
        <w:t>ʘ K</w:t>
      </w:r>
      <w:r w:rsidR="000078D3">
        <w:rPr>
          <w:vertAlign w:val="subscript"/>
        </w:rPr>
        <w:t>s</w:t>
      </w:r>
    </w:p>
    <w:p w14:paraId="2C7612AE" w14:textId="77777777" w:rsidR="00FE0E17" w:rsidRPr="00861ABC" w:rsidRDefault="00FE0E17" w:rsidP="00DC2224">
      <w:pPr>
        <w:pStyle w:val="Paragraph"/>
      </w:pPr>
      <w:r>
        <w:t>Define the vertex labeling f</w:t>
      </w:r>
      <w:r w:rsidRPr="00861ABC">
        <w:t xml:space="preserve">: </w:t>
      </w:r>
      <w:proofErr w:type="gramStart"/>
      <w:r w:rsidRPr="00861ABC">
        <w:t>V(</w:t>
      </w:r>
      <w:proofErr w:type="spellStart"/>
      <w:proofErr w:type="gramEnd"/>
      <w:r w:rsidRPr="00861ABC">
        <w:t>P</w:t>
      </w:r>
      <w:r>
        <w:rPr>
          <w:vertAlign w:val="subscript"/>
        </w:rPr>
        <w:t>r</w:t>
      </w:r>
      <w:proofErr w:type="spellEnd"/>
      <w:r w:rsidRPr="00861ABC">
        <w:rPr>
          <w:vertAlign w:val="subscript"/>
        </w:rPr>
        <w:t xml:space="preserve"> </w:t>
      </w:r>
      <w:r w:rsidRPr="00861ABC">
        <w:t>ʘ K</w:t>
      </w:r>
      <w:r>
        <w:rPr>
          <w:vertAlign w:val="subscript"/>
        </w:rPr>
        <w:t>s</w:t>
      </w:r>
      <w:r w:rsidRPr="00861ABC">
        <w:rPr>
          <w:iCs/>
        </w:rPr>
        <w:t>)</w:t>
      </w:r>
      <w:r w:rsidRPr="00861ABC">
        <w:t xml:space="preserve"> </w:t>
      </w:r>
      <w:r w:rsidRPr="00861ABC">
        <w:sym w:font="Symbol" w:char="F0AE"/>
      </w:r>
      <w:r>
        <w:t>{1, 3, …, 2q +1</w:t>
      </w:r>
      <w:r w:rsidRPr="00861ABC">
        <w:t xml:space="preserve">} as </w:t>
      </w:r>
    </w:p>
    <w:p w14:paraId="48B756D5" w14:textId="77777777" w:rsidR="000078D3" w:rsidRPr="00861ABC" w:rsidRDefault="000078D3" w:rsidP="00DC2224">
      <w:pPr>
        <w:pStyle w:val="Paragraph"/>
      </w:pPr>
      <w:r>
        <w:t xml:space="preserve">  </w:t>
      </w:r>
      <w:r w:rsidRPr="00861ABC">
        <w:t>f(v</w:t>
      </w:r>
      <w:r w:rsidRPr="00861ABC">
        <w:rPr>
          <w:vertAlign w:val="subscript"/>
        </w:rPr>
        <w:t>i</w:t>
      </w:r>
      <w:proofErr w:type="gramStart"/>
      <w:r w:rsidRPr="00861ABC">
        <w:t>)  =</w:t>
      </w:r>
      <w:proofErr w:type="gramEnd"/>
      <w:r w:rsidRPr="00861ABC">
        <w:t xml:space="preserve"> 2(</w:t>
      </w:r>
      <w:r>
        <w:t>s</w:t>
      </w:r>
      <w:r w:rsidRPr="00861ABC">
        <w:t>+</w:t>
      </w:r>
      <w:proofErr w:type="gramStart"/>
      <w:r w:rsidRPr="00861ABC">
        <w:t>1)</w:t>
      </w:r>
      <w:proofErr w:type="spellStart"/>
      <w:r w:rsidRPr="00861ABC">
        <w:t>i</w:t>
      </w:r>
      <w:proofErr w:type="spellEnd"/>
      <w:proofErr w:type="gramEnd"/>
      <w:r w:rsidRPr="00861ABC">
        <w:t xml:space="preserve"> – 2</w:t>
      </w:r>
      <w:r>
        <w:t>s</w:t>
      </w:r>
      <w:r w:rsidRPr="00861ABC">
        <w:t xml:space="preserve"> – 1     </w:t>
      </w:r>
      <w:r>
        <w:t xml:space="preserve">   </w:t>
      </w:r>
      <w:r w:rsidRPr="00861ABC">
        <w:t xml:space="preserve">for 1 ≤ </w:t>
      </w:r>
      <w:proofErr w:type="spellStart"/>
      <w:r w:rsidRPr="00861ABC">
        <w:t>i</w:t>
      </w:r>
      <w:proofErr w:type="spellEnd"/>
      <w:r w:rsidRPr="00861ABC">
        <w:t xml:space="preserve"> ≤ </w:t>
      </w:r>
      <w:r>
        <w:t>r</w:t>
      </w:r>
      <w:r w:rsidRPr="00861ABC">
        <w:t xml:space="preserve"> </w:t>
      </w:r>
    </w:p>
    <w:p w14:paraId="3C8AF701" w14:textId="77777777" w:rsidR="000078D3" w:rsidRPr="00861ABC" w:rsidRDefault="000078D3" w:rsidP="00DC2224">
      <w:pPr>
        <w:pStyle w:val="Paragraph"/>
      </w:pPr>
      <w:r w:rsidRPr="00861ABC">
        <w:t xml:space="preserve">      </w:t>
      </w:r>
      <w:r w:rsidRPr="00861ABC">
        <w:tab/>
      </w:r>
      <w:r>
        <w:t xml:space="preserve">           </w:t>
      </w:r>
      <w:r w:rsidRPr="00861ABC">
        <w:t xml:space="preserve"> f(</w:t>
      </w:r>
      <w:proofErr w:type="gramStart"/>
      <w:r w:rsidRPr="00861ABC">
        <w:t>v</w:t>
      </w:r>
      <w:r w:rsidRPr="00861ABC">
        <w:rPr>
          <w:vertAlign w:val="subscript"/>
        </w:rPr>
        <w:t>i</w:t>
      </w:r>
      <w:r w:rsidRPr="00861ABC">
        <w:rPr>
          <w:vertAlign w:val="superscript"/>
        </w:rPr>
        <w:t>(</w:t>
      </w:r>
      <w:proofErr w:type="gramEnd"/>
      <w:r w:rsidRPr="00861ABC">
        <w:rPr>
          <w:vertAlign w:val="superscript"/>
        </w:rPr>
        <w:t>1)</w:t>
      </w:r>
      <w:r w:rsidRPr="00861ABC">
        <w:t>) = 2(</w:t>
      </w:r>
      <w:r>
        <w:t>s</w:t>
      </w:r>
      <w:r w:rsidRPr="00861ABC">
        <w:t>+</w:t>
      </w:r>
      <w:proofErr w:type="gramStart"/>
      <w:r w:rsidRPr="00861ABC">
        <w:t>1)</w:t>
      </w:r>
      <w:proofErr w:type="spellStart"/>
      <w:r w:rsidRPr="00861ABC">
        <w:t>i</w:t>
      </w:r>
      <w:proofErr w:type="spellEnd"/>
      <w:proofErr w:type="gramEnd"/>
      <w:r w:rsidRPr="00861ABC">
        <w:t xml:space="preserve"> – 2</w:t>
      </w:r>
      <w:r>
        <w:t>s</w:t>
      </w:r>
      <w:r w:rsidRPr="00861ABC">
        <w:t xml:space="preserve"> + 1   </w:t>
      </w:r>
      <w:r>
        <w:t xml:space="preserve">  </w:t>
      </w:r>
      <w:r w:rsidRPr="00861ABC">
        <w:t xml:space="preserve">for 1 ≤ </w:t>
      </w:r>
      <w:proofErr w:type="spellStart"/>
      <w:r w:rsidRPr="00861ABC">
        <w:t>i</w:t>
      </w:r>
      <w:proofErr w:type="spellEnd"/>
      <w:r w:rsidRPr="00861ABC">
        <w:t xml:space="preserve"> ≤ </w:t>
      </w:r>
      <w:r>
        <w:t>r</w:t>
      </w:r>
    </w:p>
    <w:p w14:paraId="3A32C219" w14:textId="77777777" w:rsidR="000078D3" w:rsidRPr="00861ABC" w:rsidRDefault="000078D3" w:rsidP="00DC2224">
      <w:pPr>
        <w:pStyle w:val="Paragraph"/>
      </w:pPr>
      <w:r w:rsidRPr="00861ABC">
        <w:t xml:space="preserve">       </w:t>
      </w:r>
      <w:r>
        <w:t xml:space="preserve">           </w:t>
      </w:r>
      <w:r w:rsidRPr="00861ABC">
        <w:tab/>
        <w:t>f(</w:t>
      </w:r>
      <w:proofErr w:type="gramStart"/>
      <w:r w:rsidRPr="00861ABC">
        <w:t>v</w:t>
      </w:r>
      <w:r w:rsidRPr="00861ABC">
        <w:rPr>
          <w:vertAlign w:val="subscript"/>
        </w:rPr>
        <w:t>i</w:t>
      </w:r>
      <w:r w:rsidRPr="00861ABC">
        <w:rPr>
          <w:vertAlign w:val="superscript"/>
        </w:rPr>
        <w:t>(</w:t>
      </w:r>
      <w:proofErr w:type="gramEnd"/>
      <w:r w:rsidRPr="00861ABC">
        <w:rPr>
          <w:vertAlign w:val="superscript"/>
        </w:rPr>
        <w:t>2)</w:t>
      </w:r>
      <w:r w:rsidRPr="00861ABC">
        <w:t>) = 2(</w:t>
      </w:r>
      <w:r>
        <w:t>s</w:t>
      </w:r>
      <w:r w:rsidRPr="00861ABC">
        <w:t>+</w:t>
      </w:r>
      <w:proofErr w:type="gramStart"/>
      <w:r w:rsidRPr="00861ABC">
        <w:t>1)</w:t>
      </w:r>
      <w:proofErr w:type="spellStart"/>
      <w:r w:rsidRPr="00861ABC">
        <w:t>i</w:t>
      </w:r>
      <w:proofErr w:type="spellEnd"/>
      <w:proofErr w:type="gramEnd"/>
      <w:r w:rsidRPr="00861ABC">
        <w:t xml:space="preserve"> – 2</w:t>
      </w:r>
      <w:r>
        <w:t>s</w:t>
      </w:r>
      <w:r w:rsidRPr="00861ABC">
        <w:t xml:space="preserve"> + 3   </w:t>
      </w:r>
      <w:r>
        <w:t xml:space="preserve">   </w:t>
      </w:r>
      <w:r w:rsidRPr="00861ABC">
        <w:t xml:space="preserve">for 1 ≤ </w:t>
      </w:r>
      <w:proofErr w:type="spellStart"/>
      <w:r w:rsidRPr="00861ABC">
        <w:t>i</w:t>
      </w:r>
      <w:proofErr w:type="spellEnd"/>
      <w:r w:rsidRPr="00861ABC">
        <w:t xml:space="preserve"> ≤ </w:t>
      </w:r>
      <w:r>
        <w:t>r</w:t>
      </w:r>
    </w:p>
    <w:p w14:paraId="484CFFAA" w14:textId="77777777" w:rsidR="000078D3" w:rsidRPr="00861ABC" w:rsidRDefault="000078D3" w:rsidP="00DC2224">
      <w:pPr>
        <w:pStyle w:val="Paragraph"/>
      </w:pPr>
      <w:r w:rsidRPr="00861ABC">
        <w:t xml:space="preserve">                     </w:t>
      </w:r>
      <w:r>
        <w:t xml:space="preserve">                   </w:t>
      </w:r>
      <w:r w:rsidRPr="00861ABC">
        <w:t xml:space="preserve">     …….</w:t>
      </w:r>
    </w:p>
    <w:p w14:paraId="4CF8FAA4" w14:textId="77777777" w:rsidR="000078D3" w:rsidRPr="00861ABC" w:rsidRDefault="000078D3" w:rsidP="00DC2224">
      <w:pPr>
        <w:pStyle w:val="Paragraph"/>
      </w:pPr>
      <w:r w:rsidRPr="00861ABC">
        <w:t xml:space="preserve">      </w:t>
      </w:r>
      <w:r>
        <w:t xml:space="preserve">      </w:t>
      </w:r>
      <w:r w:rsidRPr="00861ABC">
        <w:tab/>
      </w:r>
      <w:r w:rsidR="003B1E77">
        <w:t xml:space="preserve">          </w:t>
      </w:r>
      <w:r w:rsidRPr="00861ABC">
        <w:t xml:space="preserve"> f(v</w:t>
      </w:r>
      <w:r w:rsidRPr="00861ABC">
        <w:rPr>
          <w:vertAlign w:val="subscript"/>
        </w:rPr>
        <w:t>i</w:t>
      </w:r>
      <w:r w:rsidRPr="00861ABC">
        <w:rPr>
          <w:vertAlign w:val="superscript"/>
        </w:rPr>
        <w:t>(</w:t>
      </w:r>
      <w:r>
        <w:rPr>
          <w:vertAlign w:val="superscript"/>
        </w:rPr>
        <w:t>s</w:t>
      </w:r>
      <w:r w:rsidRPr="00861ABC">
        <w:rPr>
          <w:vertAlign w:val="superscript"/>
        </w:rPr>
        <w:t>-2)</w:t>
      </w:r>
      <w:r w:rsidRPr="00861ABC">
        <w:t>) = 2(</w:t>
      </w:r>
      <w:r>
        <w:t>s</w:t>
      </w:r>
      <w:r w:rsidRPr="00861ABC">
        <w:t>+</w:t>
      </w:r>
      <w:proofErr w:type="gramStart"/>
      <w:r w:rsidRPr="00861ABC">
        <w:t>1)</w:t>
      </w:r>
      <w:proofErr w:type="spellStart"/>
      <w:r w:rsidRPr="00861ABC">
        <w:t>i</w:t>
      </w:r>
      <w:proofErr w:type="spellEnd"/>
      <w:proofErr w:type="gramEnd"/>
      <w:r w:rsidRPr="00861ABC">
        <w:t xml:space="preserve"> - 3           </w:t>
      </w:r>
      <w:r>
        <w:t xml:space="preserve">  </w:t>
      </w:r>
      <w:r w:rsidRPr="00861ABC">
        <w:t xml:space="preserve">for 1 ≤ </w:t>
      </w:r>
      <w:proofErr w:type="spellStart"/>
      <w:r w:rsidRPr="00861ABC">
        <w:t>i</w:t>
      </w:r>
      <w:proofErr w:type="spellEnd"/>
      <w:r w:rsidRPr="00861ABC">
        <w:t xml:space="preserve"> ≤ </w:t>
      </w:r>
      <w:r>
        <w:t>r</w:t>
      </w:r>
    </w:p>
    <w:p w14:paraId="06B45646" w14:textId="77777777" w:rsidR="000078D3" w:rsidRDefault="000078D3" w:rsidP="00DC2224">
      <w:pPr>
        <w:pStyle w:val="Paragraph"/>
      </w:pPr>
      <w:r w:rsidRPr="00861ABC">
        <w:t xml:space="preserve">      </w:t>
      </w:r>
      <w:r w:rsidRPr="00861ABC">
        <w:tab/>
      </w:r>
      <w:r w:rsidR="003B1E77">
        <w:t xml:space="preserve">           </w:t>
      </w:r>
      <w:r w:rsidRPr="00861ABC">
        <w:t>f(v</w:t>
      </w:r>
      <w:r w:rsidRPr="00861ABC">
        <w:rPr>
          <w:vertAlign w:val="subscript"/>
        </w:rPr>
        <w:t>i</w:t>
      </w:r>
      <w:r w:rsidRPr="00861ABC">
        <w:rPr>
          <w:vertAlign w:val="superscript"/>
        </w:rPr>
        <w:t>(</w:t>
      </w:r>
      <w:r>
        <w:rPr>
          <w:vertAlign w:val="superscript"/>
        </w:rPr>
        <w:t>s</w:t>
      </w:r>
      <w:r w:rsidRPr="00861ABC">
        <w:rPr>
          <w:vertAlign w:val="superscript"/>
        </w:rPr>
        <w:t>-1)</w:t>
      </w:r>
      <w:r w:rsidRPr="00861ABC">
        <w:t>) = 2(</w:t>
      </w:r>
      <w:r>
        <w:t>s</w:t>
      </w:r>
      <w:r w:rsidRPr="00861ABC">
        <w:t>+</w:t>
      </w:r>
      <w:proofErr w:type="gramStart"/>
      <w:r w:rsidRPr="00861ABC">
        <w:t>1)</w:t>
      </w:r>
      <w:proofErr w:type="spellStart"/>
      <w:r w:rsidRPr="00861ABC">
        <w:t>i</w:t>
      </w:r>
      <w:proofErr w:type="spellEnd"/>
      <w:proofErr w:type="gramEnd"/>
      <w:r w:rsidRPr="00861ABC">
        <w:t xml:space="preserve"> - 1         </w:t>
      </w:r>
      <w:r>
        <w:t xml:space="preserve">  </w:t>
      </w:r>
      <w:r w:rsidRPr="00861ABC">
        <w:t xml:space="preserve">  for 1 ≤ </w:t>
      </w:r>
      <w:proofErr w:type="spellStart"/>
      <w:r w:rsidRPr="00861ABC">
        <w:t>i</w:t>
      </w:r>
      <w:proofErr w:type="spellEnd"/>
      <w:r w:rsidRPr="00861ABC">
        <w:t xml:space="preserve"> ≤ </w:t>
      </w:r>
      <w:r>
        <w:t>r</w:t>
      </w:r>
    </w:p>
    <w:p w14:paraId="4F5E7619" w14:textId="77777777" w:rsidR="000078D3" w:rsidRPr="00861ABC" w:rsidRDefault="000078D3" w:rsidP="00DC2224">
      <w:pPr>
        <w:pStyle w:val="Paragraph"/>
      </w:pPr>
      <w:proofErr w:type="gramStart"/>
      <w:r w:rsidRPr="00861ABC">
        <w:t>Therefore</w:t>
      </w:r>
      <w:proofErr w:type="gramEnd"/>
      <w:r w:rsidRPr="00861ABC">
        <w:t xml:space="preserve"> the vertex labels are distinct and the graph </w:t>
      </w:r>
      <w:proofErr w:type="spellStart"/>
      <w:r w:rsidRPr="00861ABC">
        <w:t>P</w:t>
      </w:r>
      <w:r>
        <w:rPr>
          <w:vertAlign w:val="subscript"/>
        </w:rPr>
        <w:t>r</w:t>
      </w:r>
      <w:proofErr w:type="spellEnd"/>
      <w:r w:rsidRPr="00861ABC">
        <w:rPr>
          <w:vertAlign w:val="subscript"/>
        </w:rPr>
        <w:t xml:space="preserve"> </w:t>
      </w:r>
      <w:r w:rsidRPr="00861ABC">
        <w:t>ʘ K</w:t>
      </w:r>
      <w:r>
        <w:rPr>
          <w:vertAlign w:val="subscript"/>
        </w:rPr>
        <w:t>s</w:t>
      </w:r>
      <w:r w:rsidRPr="00861ABC">
        <w:rPr>
          <w:i/>
          <w:iCs/>
        </w:rPr>
        <w:t xml:space="preserve"> </w:t>
      </w:r>
      <w:r>
        <w:t>satisfies</w:t>
      </w:r>
      <w:r w:rsidRPr="00861ABC">
        <w:t xml:space="preserve"> the vertex odd power mean</w:t>
      </w:r>
      <w:r>
        <w:t xml:space="preserve"> labeling condition</w:t>
      </w:r>
      <w:r w:rsidRPr="00861ABC">
        <w:t>.</w:t>
      </w:r>
      <w:r>
        <w:t xml:space="preserve"> </w:t>
      </w:r>
      <w:r w:rsidRPr="00861ABC">
        <w:t>As a result</w:t>
      </w:r>
      <w:r>
        <w:t>,</w:t>
      </w:r>
      <w:r w:rsidRPr="00861ABC">
        <w:t xml:space="preserve"> the graph is </w:t>
      </w:r>
      <w:r>
        <w:t xml:space="preserve">a </w:t>
      </w:r>
      <w:r w:rsidRPr="00861ABC">
        <w:t>vertex odd power mean graph.</w:t>
      </w:r>
    </w:p>
    <w:p w14:paraId="75E57F89" w14:textId="77777777" w:rsidR="000078D3" w:rsidRPr="00861ABC" w:rsidRDefault="003B1E77" w:rsidP="00DC2224">
      <w:pPr>
        <w:pStyle w:val="Paragraph"/>
        <w:rPr>
          <w:b/>
          <w:bCs/>
          <w:lang w:val="en-IN"/>
        </w:rPr>
      </w:pPr>
      <w:r>
        <w:rPr>
          <w:b/>
          <w:bCs/>
          <w:lang w:val="en-IN"/>
        </w:rPr>
        <w:t xml:space="preserve">Theorem </w:t>
      </w:r>
      <w:r w:rsidR="000078D3">
        <w:rPr>
          <w:b/>
          <w:bCs/>
          <w:lang w:val="en-IN"/>
        </w:rPr>
        <w:t>3.9</w:t>
      </w:r>
      <w:r w:rsidR="000078D3" w:rsidRPr="00861ABC">
        <w:rPr>
          <w:b/>
          <w:bCs/>
          <w:lang w:val="en-IN"/>
        </w:rPr>
        <w:t xml:space="preserve">: </w:t>
      </w:r>
      <w:r w:rsidR="000078D3" w:rsidRPr="00861ABC">
        <w:rPr>
          <w:i/>
          <w:iCs/>
        </w:rPr>
        <w:t xml:space="preserve">The </w:t>
      </w:r>
      <w:r w:rsidR="000078D3" w:rsidRPr="00861ABC">
        <w:rPr>
          <w:i/>
          <w:iCs/>
          <w:lang w:val="en-IN"/>
        </w:rPr>
        <w:t xml:space="preserve">Graph </w:t>
      </w:r>
      <w:proofErr w:type="spellStart"/>
      <w:r w:rsidR="000078D3" w:rsidRPr="00861ABC">
        <w:rPr>
          <w:i/>
          <w:iCs/>
        </w:rPr>
        <w:t>P</w:t>
      </w:r>
      <w:r w:rsidR="000078D3">
        <w:rPr>
          <w:i/>
          <w:iCs/>
          <w:vertAlign w:val="subscript"/>
        </w:rPr>
        <w:t>r</w:t>
      </w:r>
      <w:proofErr w:type="spellEnd"/>
      <w:r w:rsidR="000078D3" w:rsidRPr="00861ABC">
        <w:rPr>
          <w:i/>
          <w:iCs/>
        </w:rPr>
        <w:t xml:space="preserve"> + </w:t>
      </w:r>
      <w:proofErr w:type="spellStart"/>
      <w:r w:rsidR="000078D3">
        <w:rPr>
          <w:i/>
          <w:iCs/>
        </w:rPr>
        <w:t>s</w:t>
      </w:r>
      <w:r w:rsidR="000078D3" w:rsidRPr="00861ABC">
        <w:rPr>
          <w:i/>
          <w:iCs/>
        </w:rPr>
        <w:t>S</w:t>
      </w:r>
      <w:r w:rsidR="000078D3">
        <w:rPr>
          <w:i/>
          <w:iCs/>
          <w:vertAlign w:val="subscript"/>
        </w:rPr>
        <w:t>r</w:t>
      </w:r>
      <w:proofErr w:type="spellEnd"/>
      <w:r w:rsidR="000078D3" w:rsidRPr="00861ABC">
        <w:rPr>
          <w:b/>
          <w:bCs/>
          <w:lang w:val="en-IN"/>
        </w:rPr>
        <w:t xml:space="preserve"> </w:t>
      </w:r>
      <w:r w:rsidR="000078D3" w:rsidRPr="00861ABC">
        <w:rPr>
          <w:i/>
          <w:iCs/>
        </w:rPr>
        <w:t>admits vertex odd power mean labeling</w:t>
      </w:r>
      <w:r w:rsidR="000078D3" w:rsidRPr="00861ABC">
        <w:t>.</w:t>
      </w:r>
    </w:p>
    <w:p w14:paraId="005A9E8A" w14:textId="77777777" w:rsidR="000078D3" w:rsidRPr="00861ABC" w:rsidRDefault="000078D3" w:rsidP="00DC2224">
      <w:pPr>
        <w:pStyle w:val="Paragraph"/>
        <w:rPr>
          <w:lang w:val="en-IN"/>
        </w:rPr>
      </w:pPr>
      <w:r w:rsidRPr="00861ABC">
        <w:rPr>
          <w:b/>
        </w:rPr>
        <w:t xml:space="preserve">Proof: </w:t>
      </w:r>
      <w:r w:rsidRPr="00861ABC">
        <w:t>The</w:t>
      </w:r>
      <w:r w:rsidRPr="00861ABC">
        <w:rPr>
          <w:i/>
          <w:iCs/>
        </w:rPr>
        <w:t xml:space="preserve"> </w:t>
      </w:r>
      <w:r w:rsidRPr="00861ABC">
        <w:rPr>
          <w:lang w:val="en-IN"/>
        </w:rPr>
        <w:t xml:space="preserve">graph </w:t>
      </w:r>
      <w:proofErr w:type="spellStart"/>
      <w:r w:rsidRPr="00861ABC">
        <w:t>P</w:t>
      </w:r>
      <w:r>
        <w:rPr>
          <w:vertAlign w:val="subscript"/>
        </w:rPr>
        <w:t>r</w:t>
      </w:r>
      <w:proofErr w:type="spellEnd"/>
      <w:r w:rsidRPr="00861ABC">
        <w:t xml:space="preserve"> + </w:t>
      </w:r>
      <w:proofErr w:type="spellStart"/>
      <w:r>
        <w:t>s</w:t>
      </w:r>
      <w:r w:rsidRPr="00861ABC">
        <w:t>S</w:t>
      </w:r>
      <w:r>
        <w:rPr>
          <w:vertAlign w:val="subscript"/>
        </w:rPr>
        <w:t>r</w:t>
      </w:r>
      <w:proofErr w:type="spellEnd"/>
      <w:r w:rsidRPr="00861ABC">
        <w:rPr>
          <w:lang w:val="en-IN"/>
        </w:rPr>
        <w:t xml:space="preserve"> </w:t>
      </w:r>
      <w:r w:rsidRPr="00861ABC">
        <w:t xml:space="preserve">has </w:t>
      </w:r>
      <w:proofErr w:type="spellStart"/>
      <w:r w:rsidRPr="006B06F3">
        <w:rPr>
          <w:i/>
          <w:iCs/>
        </w:rPr>
        <w:t>sr</w:t>
      </w:r>
      <w:proofErr w:type="spellEnd"/>
      <w:r w:rsidRPr="00861ABC">
        <w:t xml:space="preserve"> vertices and </w:t>
      </w:r>
      <w:proofErr w:type="spellStart"/>
      <w:r w:rsidRPr="006B06F3">
        <w:rPr>
          <w:i/>
          <w:iCs/>
        </w:rPr>
        <w:t>sr</w:t>
      </w:r>
      <w:proofErr w:type="spellEnd"/>
      <w:r w:rsidRPr="00861ABC">
        <w:t xml:space="preserve"> - 1 edges.</w:t>
      </w:r>
    </w:p>
    <w:p w14:paraId="2F80B9AC" w14:textId="77777777" w:rsidR="000078D3" w:rsidRPr="00861ABC" w:rsidRDefault="000078D3" w:rsidP="00DC2224">
      <w:pPr>
        <w:pStyle w:val="Paragraph"/>
      </w:pPr>
      <w:r>
        <w:t>D</w:t>
      </w:r>
      <w:r w:rsidRPr="00861ABC">
        <w:t xml:space="preserve">efine the vertex labeling f: </w:t>
      </w:r>
      <w:proofErr w:type="gramStart"/>
      <w:r w:rsidRPr="00861ABC">
        <w:t>V(</w:t>
      </w:r>
      <w:proofErr w:type="spellStart"/>
      <w:proofErr w:type="gramEnd"/>
      <w:r w:rsidRPr="00861ABC">
        <w:t>P</w:t>
      </w:r>
      <w:r>
        <w:rPr>
          <w:vertAlign w:val="subscript"/>
        </w:rPr>
        <w:t>r</w:t>
      </w:r>
      <w:proofErr w:type="spellEnd"/>
      <w:r w:rsidRPr="00861ABC">
        <w:t xml:space="preserve"> + </w:t>
      </w:r>
      <w:proofErr w:type="spellStart"/>
      <w:r>
        <w:t>s</w:t>
      </w:r>
      <w:r w:rsidRPr="00861ABC">
        <w:t>S</w:t>
      </w:r>
      <w:r>
        <w:rPr>
          <w:vertAlign w:val="subscript"/>
        </w:rPr>
        <w:t>r</w:t>
      </w:r>
      <w:proofErr w:type="spellEnd"/>
      <w:r w:rsidRPr="00861ABC">
        <w:t xml:space="preserve">) </w:t>
      </w:r>
      <w:r w:rsidRPr="00861ABC">
        <w:sym w:font="Symbol" w:char="F0AE"/>
      </w:r>
      <w:r w:rsidRPr="00861ABC">
        <w:t xml:space="preserve">{1, 3, …, 2q +1} as </w:t>
      </w:r>
    </w:p>
    <w:p w14:paraId="785FD566" w14:textId="77777777" w:rsidR="000078D3" w:rsidRPr="00861ABC" w:rsidRDefault="000078D3" w:rsidP="00DC2224">
      <w:pPr>
        <w:pStyle w:val="Paragraph"/>
      </w:pPr>
      <w:r w:rsidRPr="00861ABC">
        <w:t xml:space="preserve">       </w:t>
      </w:r>
      <w:r w:rsidRPr="00861ABC">
        <w:tab/>
      </w:r>
      <w:r w:rsidRPr="00861ABC">
        <w:tab/>
        <w:t>f(v</w:t>
      </w:r>
      <w:r w:rsidRPr="00861ABC">
        <w:rPr>
          <w:vertAlign w:val="subscript"/>
        </w:rPr>
        <w:t>i</w:t>
      </w:r>
      <w:r w:rsidRPr="00861ABC">
        <w:t xml:space="preserve">) = 2i - 1              for 1 ≤ </w:t>
      </w:r>
      <w:proofErr w:type="spellStart"/>
      <w:r w:rsidRPr="00861ABC">
        <w:t>i</w:t>
      </w:r>
      <w:proofErr w:type="spellEnd"/>
      <w:r w:rsidRPr="00861ABC">
        <w:t xml:space="preserve"> ≤ </w:t>
      </w:r>
      <w:proofErr w:type="gramStart"/>
      <w:r>
        <w:t>r</w:t>
      </w:r>
      <w:r w:rsidRPr="00861ABC">
        <w:t>(</w:t>
      </w:r>
      <w:proofErr w:type="gramEnd"/>
      <w:r>
        <w:t>s</w:t>
      </w:r>
      <w:r w:rsidRPr="00861ABC">
        <w:t xml:space="preserve"> + 1) – 1</w:t>
      </w:r>
    </w:p>
    <w:p w14:paraId="0F8A9116" w14:textId="77777777" w:rsidR="000078D3" w:rsidRPr="00861ABC" w:rsidRDefault="000078D3" w:rsidP="00DC2224">
      <w:pPr>
        <w:pStyle w:val="Paragraph"/>
      </w:pPr>
      <w:r>
        <w:lastRenderedPageBreak/>
        <w:t xml:space="preserve"> </w:t>
      </w:r>
      <w:r w:rsidRPr="00861ABC">
        <w:tab/>
      </w:r>
      <w:r w:rsidRPr="00861ABC">
        <w:tab/>
      </w:r>
      <w:r w:rsidRPr="00861ABC">
        <w:tab/>
      </w:r>
      <w:r>
        <w:t xml:space="preserve">            </w:t>
      </w:r>
      <w:r>
        <w:tab/>
      </w:r>
      <w:r w:rsidR="003B1E77">
        <w:t xml:space="preserve">     </w:t>
      </w:r>
      <w:r>
        <w:t xml:space="preserve">  </w:t>
      </w:r>
      <w:r w:rsidRPr="00861ABC">
        <w:t xml:space="preserve">  </w:t>
      </w:r>
      <w:proofErr w:type="spellStart"/>
      <w:r w:rsidRPr="00861ABC">
        <w:t>i</w:t>
      </w:r>
      <w:proofErr w:type="spellEnd"/>
      <w:r w:rsidRPr="00861ABC">
        <w:t xml:space="preserve"> ≠ </w:t>
      </w:r>
      <w:r>
        <w:t>r</w:t>
      </w:r>
      <w:r w:rsidRPr="00861ABC">
        <w:t xml:space="preserve"> + 1, 2</w:t>
      </w:r>
      <w:r>
        <w:t>r</w:t>
      </w:r>
      <w:r w:rsidRPr="00861ABC">
        <w:t xml:space="preserve"> + 2, …, (</w:t>
      </w:r>
      <w:r>
        <w:t>s</w:t>
      </w:r>
      <w:r w:rsidRPr="00861ABC">
        <w:t xml:space="preserve"> + 1) (</w:t>
      </w:r>
      <w:r>
        <w:t>r</w:t>
      </w:r>
      <w:r w:rsidRPr="00861ABC">
        <w:t xml:space="preserve"> – 1)</w:t>
      </w:r>
    </w:p>
    <w:p w14:paraId="51ECA32D" w14:textId="77777777" w:rsidR="000078D3" w:rsidRDefault="000078D3" w:rsidP="00DC2224">
      <w:pPr>
        <w:pStyle w:val="Paragraph"/>
      </w:pPr>
      <w:r>
        <w:t xml:space="preserve">                       </w:t>
      </w:r>
      <w:r w:rsidR="003B1E77">
        <w:t xml:space="preserve">    </w:t>
      </w:r>
      <w:r>
        <w:t xml:space="preserve"> </w:t>
      </w:r>
      <w:r w:rsidRPr="00861ABC">
        <w:t>f(v</w:t>
      </w:r>
      <w:r w:rsidRPr="00861ABC">
        <w:rPr>
          <w:vertAlign w:val="subscript"/>
        </w:rPr>
        <w:t>i</w:t>
      </w:r>
      <w:r>
        <w:t>ʹ</w:t>
      </w:r>
      <w:r w:rsidRPr="00861ABC">
        <w:t>) = 2</w:t>
      </w:r>
      <w:r>
        <w:t>s</w:t>
      </w:r>
      <w:r w:rsidRPr="00861ABC">
        <w:t xml:space="preserve">i – 1         for 1 ≤ </w:t>
      </w:r>
      <w:proofErr w:type="spellStart"/>
      <w:r w:rsidRPr="00861ABC">
        <w:t>i</w:t>
      </w:r>
      <w:proofErr w:type="spellEnd"/>
      <w:r w:rsidRPr="00861ABC">
        <w:t xml:space="preserve"> ≤ </w:t>
      </w:r>
      <w:r>
        <w:t>r</w:t>
      </w:r>
    </w:p>
    <w:p w14:paraId="7E3CD94C" w14:textId="77777777" w:rsidR="00F65E03" w:rsidRDefault="00000000" w:rsidP="00A00182">
      <w:pPr>
        <w:spacing w:after="240" w:line="360" w:lineRule="auto"/>
        <w:ind w:left="1134" w:right="288"/>
        <w:rPr>
          <w:szCs w:val="24"/>
        </w:rPr>
      </w:pPr>
      <w:r>
        <w:rPr>
          <w:b/>
          <w:bCs/>
          <w:noProof/>
          <w:szCs w:val="24"/>
        </w:rPr>
        <w:pict w14:anchorId="3862A37C">
          <v:group id="_x0000_s1333" style="position:absolute;left:0;text-align:left;margin-left:98.35pt;margin-top:27.15pt;width:293.55pt;height:46.25pt;z-index:251676672" coordorigin="2642,943" coordsize="6472,992">
            <v:shape id="_x0000_s1334" type="#_x0000_t32" style="position:absolute;left:3105;top:959;width:1879;height:0" o:connectortype="straight">
              <v:stroke startarrow="oval" endarrow="oval"/>
            </v:shape>
            <v:shape id="_x0000_s1335" type="#_x0000_t32" style="position:absolute;left:2642;top:959;width:464;height:879;flip:y" o:connectortype="straight">
              <v:stroke startarrow="oval" endarrow="oval"/>
            </v:shape>
            <v:shape id="_x0000_s1336" type="#_x0000_t32" style="position:absolute;left:3105;top:959;width:2;height:944;flip:y" o:connectortype="straight">
              <v:stroke dashstyle="longDash" startarrow="oval" endarrow="oval"/>
            </v:shape>
            <v:shape id="_x0000_s1337" type="#_x0000_t32" style="position:absolute;left:6874;top:959;width:1753;height:0" o:connectortype="straight">
              <v:stroke startarrow="oval" endarrow="oval"/>
            </v:shape>
            <v:shape id="_x0000_s1338" type="#_x0000_t32" style="position:absolute;left:4984;top:959;width:1890;height:0" o:connectortype="straight">
              <v:stroke dashstyle="longDashDot" startarrow="oval" endarrow="oval"/>
            </v:shape>
            <v:shape id="_x0000_s1339" type="#_x0000_t32" style="position:absolute;left:4520;top:959;width:464;height:879;flip:y" o:connectortype="straight">
              <v:stroke startarrow="oval" endarrow="oval"/>
            </v:shape>
            <v:shape id="_x0000_s1340" type="#_x0000_t32" style="position:absolute;left:8163;top:959;width:464;height:879;flip:y" o:connectortype="straight">
              <v:stroke startarrow="oval" endarrow="oval"/>
            </v:shape>
            <v:shape id="_x0000_s1341" type="#_x0000_t32" style="position:absolute;left:6410;top:959;width:464;height:879;flip:y" o:connectortype="straight">
              <v:stroke startarrow="oval" endarrow="oval"/>
            </v:shape>
            <v:shape id="_x0000_s1342" type="#_x0000_t32" style="position:absolute;left:4986;top:975;width:2;height:944;flip:y" o:connectortype="straight">
              <v:stroke dashstyle="longDash" startarrow="oval" endarrow="oval"/>
            </v:shape>
            <v:shape id="_x0000_s1343" type="#_x0000_t32" style="position:absolute;left:6872;top:959;width:2;height:944;flip:y" o:connectortype="straight">
              <v:stroke dashstyle="longDash" startarrow="oval" endarrow="oval"/>
            </v:shape>
            <v:shape id="_x0000_s1344" type="#_x0000_t32" style="position:absolute;left:8630;top:959;width:2;height:944;flip:y" o:connectortype="straight">
              <v:stroke dashstyle="longDash" startarrow="oval" endarrow="oval"/>
            </v:shape>
            <v:shape id="_x0000_s1345" type="#_x0000_t32" style="position:absolute;left:3107;top:959;width:487;height:960;flip:x y" o:connectortype="straight">
              <v:stroke startarrow="oval" endarrow="oval"/>
            </v:shape>
            <v:shape id="_x0000_s1346" type="#_x0000_t32" style="position:absolute;left:8627;top:943;width:487;height:960;flip:x y" o:connectortype="straight">
              <v:stroke startarrow="oval" endarrow="oval"/>
            </v:shape>
            <v:shape id="_x0000_s1347" type="#_x0000_t32" style="position:absolute;left:6874;top:943;width:487;height:960;flip:x y" o:connectortype="straight">
              <v:stroke startarrow="oval" endarrow="oval"/>
            </v:shape>
            <v:shape id="_x0000_s1348" type="#_x0000_t32" style="position:absolute;left:4988;top:975;width:487;height:960;flip:x y" o:connectortype="straight">
              <v:stroke startarrow="oval" endarrow="oval"/>
            </v:shape>
          </v:group>
        </w:pict>
      </w:r>
    </w:p>
    <w:p w14:paraId="7F6944A6" w14:textId="77777777" w:rsidR="000078D3" w:rsidRPr="00861ABC" w:rsidRDefault="00F65E03" w:rsidP="00F65E03">
      <w:pPr>
        <w:tabs>
          <w:tab w:val="left" w:pos="1352"/>
        </w:tabs>
        <w:spacing w:line="360" w:lineRule="auto"/>
        <w:ind w:right="288"/>
        <w:rPr>
          <w:b/>
          <w:bCs/>
        </w:rPr>
      </w:pPr>
      <w:r>
        <w:rPr>
          <w:szCs w:val="24"/>
        </w:rPr>
        <w:t xml:space="preserve">                            </w:t>
      </w:r>
      <w:r w:rsidR="003B1E77">
        <w:rPr>
          <w:b/>
          <w:bCs/>
          <w:szCs w:val="24"/>
        </w:rPr>
        <w:t xml:space="preserve">  </w:t>
      </w:r>
      <w:r w:rsidR="000078D3">
        <w:rPr>
          <w:b/>
          <w:bCs/>
          <w:szCs w:val="24"/>
        </w:rPr>
        <w:t xml:space="preserve"> </w:t>
      </w:r>
      <w:r w:rsidR="000078D3" w:rsidRPr="00861ABC">
        <w:rPr>
          <w:b/>
          <w:bCs/>
          <w:szCs w:val="24"/>
        </w:rPr>
        <w:t>v</w:t>
      </w:r>
      <w:r w:rsidR="000078D3" w:rsidRPr="00861ABC">
        <w:rPr>
          <w:b/>
          <w:bCs/>
          <w:szCs w:val="24"/>
          <w:vertAlign w:val="subscript"/>
        </w:rPr>
        <w:t>1</w:t>
      </w:r>
      <w:r w:rsidR="000078D3">
        <w:rPr>
          <w:b/>
          <w:bCs/>
          <w:szCs w:val="24"/>
        </w:rPr>
        <w:t xml:space="preserve">ʹ                        </w:t>
      </w:r>
      <w:r w:rsidR="000078D3" w:rsidRPr="00861ABC">
        <w:rPr>
          <w:b/>
          <w:bCs/>
          <w:szCs w:val="24"/>
        </w:rPr>
        <w:t xml:space="preserve"> v</w:t>
      </w:r>
      <w:r w:rsidR="000078D3" w:rsidRPr="00861ABC">
        <w:rPr>
          <w:b/>
          <w:bCs/>
          <w:szCs w:val="24"/>
          <w:vertAlign w:val="subscript"/>
        </w:rPr>
        <w:t>2</w:t>
      </w:r>
      <w:r w:rsidR="000078D3">
        <w:rPr>
          <w:b/>
          <w:bCs/>
          <w:szCs w:val="24"/>
        </w:rPr>
        <w:t>ʹ</w:t>
      </w:r>
      <w:r w:rsidR="000078D3" w:rsidRPr="00861ABC">
        <w:rPr>
          <w:b/>
          <w:bCs/>
          <w:szCs w:val="24"/>
        </w:rPr>
        <w:t xml:space="preserve">                       </w:t>
      </w:r>
      <w:r w:rsidR="003B1E77">
        <w:rPr>
          <w:b/>
          <w:bCs/>
          <w:szCs w:val="24"/>
        </w:rPr>
        <w:t xml:space="preserve">   </w:t>
      </w:r>
      <w:r w:rsidR="000078D3" w:rsidRPr="00861ABC">
        <w:rPr>
          <w:b/>
          <w:bCs/>
          <w:szCs w:val="24"/>
        </w:rPr>
        <w:t xml:space="preserve">        </w:t>
      </w:r>
      <w:r w:rsidR="000078D3" w:rsidRPr="00861ABC">
        <w:rPr>
          <w:b/>
          <w:bCs/>
        </w:rPr>
        <w:t xml:space="preserve"> </w:t>
      </w:r>
      <w:r w:rsidR="000078D3" w:rsidRPr="00861ABC">
        <w:rPr>
          <w:b/>
          <w:bCs/>
          <w:szCs w:val="24"/>
        </w:rPr>
        <w:t>v</w:t>
      </w:r>
      <w:r w:rsidR="000078D3">
        <w:rPr>
          <w:b/>
          <w:bCs/>
          <w:szCs w:val="24"/>
          <w:vertAlign w:val="subscript"/>
        </w:rPr>
        <w:t>r</w:t>
      </w:r>
      <w:r w:rsidR="000078D3" w:rsidRPr="00861ABC">
        <w:rPr>
          <w:b/>
          <w:bCs/>
          <w:szCs w:val="24"/>
          <w:vertAlign w:val="subscript"/>
        </w:rPr>
        <w:t>-1</w:t>
      </w:r>
      <w:r w:rsidR="000078D3">
        <w:rPr>
          <w:b/>
          <w:bCs/>
          <w:szCs w:val="24"/>
        </w:rPr>
        <w:t xml:space="preserve">ʹ                    </w:t>
      </w:r>
      <w:proofErr w:type="spellStart"/>
      <w:r w:rsidR="000078D3" w:rsidRPr="00861ABC">
        <w:rPr>
          <w:b/>
          <w:bCs/>
          <w:szCs w:val="24"/>
        </w:rPr>
        <w:t>v</w:t>
      </w:r>
      <w:r w:rsidR="000078D3">
        <w:rPr>
          <w:b/>
          <w:bCs/>
          <w:szCs w:val="24"/>
          <w:vertAlign w:val="subscript"/>
        </w:rPr>
        <w:t>r</w:t>
      </w:r>
      <w:proofErr w:type="spellEnd"/>
      <w:r w:rsidR="000078D3">
        <w:rPr>
          <w:b/>
          <w:bCs/>
          <w:szCs w:val="24"/>
        </w:rPr>
        <w:t>ʹ</w:t>
      </w:r>
    </w:p>
    <w:p w14:paraId="047B80E1" w14:textId="77777777" w:rsidR="000078D3" w:rsidRPr="00861ABC" w:rsidRDefault="00000000" w:rsidP="00A00182">
      <w:pPr>
        <w:tabs>
          <w:tab w:val="left" w:pos="1352"/>
        </w:tabs>
        <w:spacing w:line="360" w:lineRule="auto"/>
        <w:ind w:left="1134" w:right="288"/>
        <w:rPr>
          <w:b/>
          <w:bCs/>
          <w:szCs w:val="24"/>
        </w:rPr>
      </w:pPr>
      <w:r>
        <w:rPr>
          <w:b/>
          <w:bCs/>
          <w:noProof/>
          <w:szCs w:val="24"/>
        </w:rPr>
        <w:pict w14:anchorId="3B269FBE">
          <v:shape id="_x0000_s1349" type="#_x0000_t32" style="position:absolute;left:0;text-align:left;margin-left:544.65pt;margin-top:96.25pt;width:62pt;height:0;z-index:251677696" o:connectortype="straight">
            <v:stroke startarrow="oval" endarrow="oval"/>
          </v:shape>
        </w:pict>
      </w:r>
      <w:r w:rsidR="000078D3">
        <w:rPr>
          <w:b/>
          <w:bCs/>
          <w:szCs w:val="24"/>
        </w:rPr>
        <w:t xml:space="preserve">               </w:t>
      </w:r>
      <w:r w:rsidR="000078D3" w:rsidRPr="00861ABC">
        <w:rPr>
          <w:b/>
          <w:bCs/>
          <w:szCs w:val="24"/>
        </w:rPr>
        <w:t>v</w:t>
      </w:r>
      <w:r w:rsidR="000078D3" w:rsidRPr="00861ABC">
        <w:rPr>
          <w:b/>
          <w:bCs/>
          <w:szCs w:val="24"/>
          <w:vertAlign w:val="subscript"/>
        </w:rPr>
        <w:t xml:space="preserve">1 </w:t>
      </w:r>
      <w:r w:rsidR="003B1E77">
        <w:rPr>
          <w:b/>
          <w:bCs/>
          <w:szCs w:val="24"/>
        </w:rPr>
        <w:tab/>
        <w:t xml:space="preserve">    </w:t>
      </w:r>
      <w:r w:rsidR="000078D3" w:rsidRPr="00861ABC">
        <w:rPr>
          <w:b/>
          <w:bCs/>
          <w:szCs w:val="24"/>
        </w:rPr>
        <w:t xml:space="preserve"> </w:t>
      </w:r>
      <w:proofErr w:type="spellStart"/>
      <w:r w:rsidR="000078D3" w:rsidRPr="00861ABC">
        <w:rPr>
          <w:b/>
          <w:bCs/>
          <w:szCs w:val="24"/>
        </w:rPr>
        <w:t>v</w:t>
      </w:r>
      <w:r w:rsidR="000078D3">
        <w:rPr>
          <w:b/>
          <w:bCs/>
          <w:szCs w:val="24"/>
          <w:vertAlign w:val="subscript"/>
        </w:rPr>
        <w:t>r</w:t>
      </w:r>
      <w:proofErr w:type="spellEnd"/>
      <w:r w:rsidR="000078D3" w:rsidRPr="00861ABC">
        <w:rPr>
          <w:b/>
          <w:bCs/>
          <w:szCs w:val="24"/>
          <w:vertAlign w:val="subscript"/>
        </w:rPr>
        <w:t xml:space="preserve">     </w:t>
      </w:r>
      <w:r w:rsidR="000078D3" w:rsidRPr="00861ABC">
        <w:rPr>
          <w:b/>
          <w:bCs/>
          <w:szCs w:val="24"/>
        </w:rPr>
        <w:t>v</w:t>
      </w:r>
      <w:r w:rsidR="000078D3">
        <w:rPr>
          <w:b/>
          <w:bCs/>
          <w:szCs w:val="24"/>
          <w:vertAlign w:val="subscript"/>
        </w:rPr>
        <w:t>r</w:t>
      </w:r>
      <w:r w:rsidR="000078D3" w:rsidRPr="00861ABC">
        <w:rPr>
          <w:b/>
          <w:bCs/>
          <w:szCs w:val="24"/>
          <w:vertAlign w:val="subscript"/>
        </w:rPr>
        <w:t xml:space="preserve">+2          </w:t>
      </w:r>
      <w:r w:rsidR="000078D3">
        <w:rPr>
          <w:b/>
          <w:bCs/>
          <w:szCs w:val="24"/>
          <w:vertAlign w:val="subscript"/>
        </w:rPr>
        <w:t xml:space="preserve">         </w:t>
      </w:r>
      <w:r w:rsidR="000078D3" w:rsidRPr="00861ABC">
        <w:rPr>
          <w:b/>
          <w:bCs/>
          <w:szCs w:val="24"/>
          <w:vertAlign w:val="subscript"/>
        </w:rPr>
        <w:t xml:space="preserve">   </w:t>
      </w:r>
      <w:r w:rsidR="000078D3" w:rsidRPr="00861ABC">
        <w:rPr>
          <w:b/>
          <w:bCs/>
          <w:szCs w:val="24"/>
        </w:rPr>
        <w:t>v</w:t>
      </w:r>
      <w:r w:rsidR="000078D3" w:rsidRPr="00861ABC">
        <w:rPr>
          <w:b/>
          <w:bCs/>
          <w:szCs w:val="24"/>
          <w:vertAlign w:val="subscript"/>
        </w:rPr>
        <w:t>2</w:t>
      </w:r>
      <w:r w:rsidR="000078D3">
        <w:rPr>
          <w:b/>
          <w:bCs/>
          <w:szCs w:val="24"/>
          <w:vertAlign w:val="subscript"/>
        </w:rPr>
        <w:t>r</w:t>
      </w:r>
      <w:r w:rsidR="000078D3" w:rsidRPr="00861ABC">
        <w:rPr>
          <w:b/>
          <w:bCs/>
          <w:szCs w:val="24"/>
          <w:vertAlign w:val="subscript"/>
        </w:rPr>
        <w:t xml:space="preserve">+1                      </w:t>
      </w:r>
      <w:r w:rsidR="000078D3">
        <w:rPr>
          <w:b/>
          <w:bCs/>
          <w:szCs w:val="24"/>
          <w:vertAlign w:val="subscript"/>
        </w:rPr>
        <w:t xml:space="preserve">                 </w:t>
      </w:r>
      <w:r w:rsidR="000078D3" w:rsidRPr="00861ABC">
        <w:rPr>
          <w:b/>
          <w:bCs/>
          <w:szCs w:val="24"/>
          <w:vertAlign w:val="subscript"/>
        </w:rPr>
        <w:t xml:space="preserve"> </w:t>
      </w:r>
      <w:r w:rsidR="000078D3" w:rsidRPr="00861ABC">
        <w:rPr>
          <w:b/>
          <w:bCs/>
          <w:szCs w:val="24"/>
        </w:rPr>
        <w:t>v</w:t>
      </w:r>
      <w:r w:rsidR="000078D3">
        <w:rPr>
          <w:b/>
          <w:bCs/>
          <w:szCs w:val="24"/>
          <w:vertAlign w:val="subscript"/>
        </w:rPr>
        <w:t>rs</w:t>
      </w:r>
      <w:r w:rsidR="000078D3" w:rsidRPr="00861ABC">
        <w:rPr>
          <w:b/>
          <w:bCs/>
          <w:szCs w:val="24"/>
          <w:vertAlign w:val="subscript"/>
        </w:rPr>
        <w:t xml:space="preserve">-1 </w:t>
      </w:r>
      <w:r w:rsidR="000078D3" w:rsidRPr="00861ABC">
        <w:rPr>
          <w:b/>
          <w:bCs/>
          <w:szCs w:val="24"/>
        </w:rPr>
        <w:t xml:space="preserve">       </w:t>
      </w:r>
      <w:r w:rsidR="000078D3">
        <w:rPr>
          <w:b/>
          <w:bCs/>
          <w:szCs w:val="24"/>
        </w:rPr>
        <w:t xml:space="preserve">  </w:t>
      </w:r>
      <w:proofErr w:type="spellStart"/>
      <w:r w:rsidR="000078D3" w:rsidRPr="00861ABC">
        <w:rPr>
          <w:b/>
          <w:bCs/>
          <w:szCs w:val="24"/>
        </w:rPr>
        <w:t>v</w:t>
      </w:r>
      <w:r w:rsidR="000078D3">
        <w:rPr>
          <w:b/>
          <w:bCs/>
          <w:szCs w:val="24"/>
          <w:vertAlign w:val="subscript"/>
        </w:rPr>
        <w:t>r</w:t>
      </w:r>
      <w:proofErr w:type="spellEnd"/>
      <w:r w:rsidR="000078D3" w:rsidRPr="00861ABC">
        <w:rPr>
          <w:b/>
          <w:bCs/>
          <w:szCs w:val="24"/>
          <w:vertAlign w:val="subscript"/>
        </w:rPr>
        <w:t>(</w:t>
      </w:r>
      <w:r w:rsidR="000078D3">
        <w:rPr>
          <w:b/>
          <w:bCs/>
          <w:szCs w:val="24"/>
          <w:vertAlign w:val="subscript"/>
        </w:rPr>
        <w:t>s</w:t>
      </w:r>
      <w:r w:rsidR="000078D3" w:rsidRPr="00861ABC">
        <w:rPr>
          <w:b/>
          <w:bCs/>
          <w:szCs w:val="24"/>
          <w:vertAlign w:val="subscript"/>
        </w:rPr>
        <w:t>+1)-1</w:t>
      </w:r>
    </w:p>
    <w:p w14:paraId="3468F65F" w14:textId="77777777" w:rsidR="00DC2224" w:rsidRDefault="000078D3" w:rsidP="00A00182">
      <w:pPr>
        <w:spacing w:line="360" w:lineRule="auto"/>
        <w:ind w:left="1134" w:right="288"/>
        <w:rPr>
          <w:b/>
          <w:bCs/>
          <w:szCs w:val="24"/>
        </w:rPr>
      </w:pPr>
      <w:r>
        <w:rPr>
          <w:b/>
          <w:bCs/>
          <w:szCs w:val="24"/>
        </w:rPr>
        <w:t xml:space="preserve">                         </w:t>
      </w:r>
      <w:r w:rsidR="003B1E77">
        <w:rPr>
          <w:b/>
          <w:bCs/>
          <w:szCs w:val="24"/>
        </w:rPr>
        <w:t xml:space="preserve">                       </w:t>
      </w:r>
    </w:p>
    <w:p w14:paraId="110BF2DC" w14:textId="64AF4EA5" w:rsidR="000078D3" w:rsidRPr="00861ABC" w:rsidRDefault="003B1E77" w:rsidP="00DC2224">
      <w:pPr>
        <w:pStyle w:val="FigureCaption"/>
        <w:rPr>
          <w:i/>
          <w:iCs/>
          <w:lang w:val="en-IN"/>
        </w:rPr>
      </w:pPr>
      <w:r>
        <w:t xml:space="preserve"> Fig. </w:t>
      </w:r>
      <w:r w:rsidR="000078D3">
        <w:t>8</w:t>
      </w:r>
      <w:r w:rsidR="000078D3" w:rsidRPr="00861ABC">
        <w:t xml:space="preserve">: Graph </w:t>
      </w:r>
      <w:proofErr w:type="spellStart"/>
      <w:r w:rsidR="000078D3" w:rsidRPr="00861ABC">
        <w:t>P</w:t>
      </w:r>
      <w:r w:rsidR="000078D3">
        <w:rPr>
          <w:vertAlign w:val="subscript"/>
        </w:rPr>
        <w:t>r</w:t>
      </w:r>
      <w:proofErr w:type="spellEnd"/>
      <w:r w:rsidR="000078D3" w:rsidRPr="00861ABC">
        <w:t xml:space="preserve"> + </w:t>
      </w:r>
      <w:proofErr w:type="spellStart"/>
      <w:r w:rsidR="000078D3">
        <w:t>s</w:t>
      </w:r>
      <w:r w:rsidR="000078D3" w:rsidRPr="00861ABC">
        <w:t>S</w:t>
      </w:r>
      <w:r w:rsidR="000078D3">
        <w:rPr>
          <w:vertAlign w:val="subscript"/>
        </w:rPr>
        <w:t>r</w:t>
      </w:r>
      <w:proofErr w:type="spellEnd"/>
    </w:p>
    <w:p w14:paraId="1270A177" w14:textId="77777777" w:rsidR="000078D3" w:rsidRDefault="000078D3" w:rsidP="00DC2224">
      <w:pPr>
        <w:pStyle w:val="Paragraph"/>
      </w:pPr>
      <w:r w:rsidRPr="00861ABC">
        <w:t>Here the vertex labels are distinct. So</w:t>
      </w:r>
      <w:r>
        <w:t>,</w:t>
      </w:r>
      <w:r w:rsidRPr="00861ABC">
        <w:t xml:space="preserve"> the graph </w:t>
      </w:r>
      <w:proofErr w:type="spellStart"/>
      <w:r w:rsidRPr="00861ABC">
        <w:t>P</w:t>
      </w:r>
      <w:r>
        <w:rPr>
          <w:vertAlign w:val="subscript"/>
        </w:rPr>
        <w:t>r</w:t>
      </w:r>
      <w:proofErr w:type="spellEnd"/>
      <w:r w:rsidRPr="00861ABC">
        <w:t xml:space="preserve"> + </w:t>
      </w:r>
      <w:proofErr w:type="spellStart"/>
      <w:r>
        <w:t>s</w:t>
      </w:r>
      <w:r w:rsidRPr="00861ABC">
        <w:t>S</w:t>
      </w:r>
      <w:r>
        <w:rPr>
          <w:vertAlign w:val="subscript"/>
        </w:rPr>
        <w:t>r</w:t>
      </w:r>
      <w:proofErr w:type="spellEnd"/>
      <w:r w:rsidRPr="00861ABC">
        <w:t xml:space="preserve"> is</w:t>
      </w:r>
      <w:r>
        <w:t xml:space="preserve"> a </w:t>
      </w:r>
      <w:r w:rsidRPr="00861ABC">
        <w:t>vertex odd power mean graph.</w:t>
      </w:r>
    </w:p>
    <w:p w14:paraId="05EF06E9" w14:textId="121939D9" w:rsidR="00CC2F84" w:rsidRDefault="004A530B" w:rsidP="00DC2224">
      <w:pPr>
        <w:pStyle w:val="Heading1"/>
      </w:pPr>
      <w:r w:rsidRPr="004A530B">
        <w:t>Conclusion</w:t>
      </w:r>
    </w:p>
    <w:p w14:paraId="3DE8C05B" w14:textId="77777777" w:rsidR="00C23B2F" w:rsidRDefault="004A530B" w:rsidP="00DC2224">
      <w:pPr>
        <w:pStyle w:val="Paragraph"/>
      </w:pPr>
      <w:r>
        <w:t xml:space="preserve">In this </w:t>
      </w:r>
      <w:r w:rsidR="00CF4466">
        <w:t xml:space="preserve">paper, </w:t>
      </w:r>
      <w:r>
        <w:t xml:space="preserve">the vertex odd power mean labeling </w:t>
      </w:r>
      <w:r w:rsidR="00CD0D39">
        <w:t xml:space="preserve">is verified </w:t>
      </w:r>
      <w:r w:rsidR="00CF4466">
        <w:t xml:space="preserve">for </w:t>
      </w:r>
      <w:r w:rsidR="00CD0D39">
        <w:t xml:space="preserve">the </w:t>
      </w:r>
      <w:r w:rsidR="005D0A12">
        <w:t>graphs</w:t>
      </w:r>
      <w:r w:rsidR="00C23B2F">
        <w:t xml:space="preserve"> such as t</w:t>
      </w:r>
      <w:r w:rsidR="00C23B2F" w:rsidRPr="00B25412">
        <w:t xml:space="preserve">he disconnected cycle graphs </w:t>
      </w:r>
      <w:proofErr w:type="spellStart"/>
      <w:proofErr w:type="gramStart"/>
      <w:r w:rsidR="00C23B2F" w:rsidRPr="00B25412">
        <w:t>sC</w:t>
      </w:r>
      <w:r w:rsidR="00C23B2F" w:rsidRPr="00B25412">
        <w:rPr>
          <w:vertAlign w:val="subscript"/>
        </w:rPr>
        <w:t>r</w:t>
      </w:r>
      <w:proofErr w:type="spellEnd"/>
      <w:r w:rsidR="00C23B2F" w:rsidRPr="00B25412">
        <w:rPr>
          <w:vertAlign w:val="subscript"/>
        </w:rPr>
        <w:t xml:space="preserve"> ,</w:t>
      </w:r>
      <w:proofErr w:type="gramEnd"/>
      <w:r w:rsidR="00C23B2F" w:rsidRPr="00B25412">
        <w:rPr>
          <w:vertAlign w:val="subscript"/>
        </w:rPr>
        <w:t xml:space="preserve"> </w:t>
      </w:r>
      <w:r w:rsidR="00C23B2F" w:rsidRPr="00B25412">
        <w:t>the Subdivision graph</w:t>
      </w:r>
      <w:r w:rsidR="00C23B2F">
        <w:t xml:space="preserve">s </w:t>
      </w:r>
      <w:proofErr w:type="spellStart"/>
      <w:proofErr w:type="gramStart"/>
      <w:r w:rsidR="00C23B2F" w:rsidRPr="00861ABC">
        <w:rPr>
          <w:i/>
          <w:iCs/>
        </w:rPr>
        <w:t>P</w:t>
      </w:r>
      <w:r w:rsidR="00C23B2F">
        <w:rPr>
          <w:i/>
          <w:iCs/>
          <w:vertAlign w:val="subscript"/>
        </w:rPr>
        <w:t>s</w:t>
      </w:r>
      <w:r w:rsidR="00C23B2F" w:rsidRPr="00861ABC">
        <w:rPr>
          <w:i/>
          <w:iCs/>
          <w:vertAlign w:val="subscript"/>
        </w:rPr>
        <w:t>,</w:t>
      </w:r>
      <w:r w:rsidR="00C23B2F">
        <w:rPr>
          <w:i/>
          <w:iCs/>
          <w:vertAlign w:val="subscript"/>
        </w:rPr>
        <w:t>r</w:t>
      </w:r>
      <w:proofErr w:type="spellEnd"/>
      <w:proofErr w:type="gramEnd"/>
      <w:r w:rsidR="00C23B2F">
        <w:rPr>
          <w:i/>
          <w:iCs/>
          <w:vertAlign w:val="subscript"/>
        </w:rPr>
        <w:t xml:space="preserve"> </w:t>
      </w:r>
      <w:r w:rsidR="00C23B2F" w:rsidRPr="00B25412">
        <w:rPr>
          <w:i/>
          <w:iCs/>
        </w:rPr>
        <w:t>and</w:t>
      </w:r>
      <w:r w:rsidR="00C23B2F" w:rsidRPr="00B25412">
        <w:t xml:space="preserve"> S(</w:t>
      </w:r>
      <w:proofErr w:type="spellStart"/>
      <w:proofErr w:type="gramStart"/>
      <w:r w:rsidR="00C23B2F" w:rsidRPr="00B25412">
        <w:t>K</w:t>
      </w:r>
      <w:r w:rsidR="00C23B2F" w:rsidRPr="00B25412">
        <w:rPr>
          <w:vertAlign w:val="subscript"/>
        </w:rPr>
        <w:t>s,r</w:t>
      </w:r>
      <w:proofErr w:type="spellEnd"/>
      <w:proofErr w:type="gramEnd"/>
      <w:r w:rsidR="00C23B2F" w:rsidRPr="00B25412">
        <w:t>)</w:t>
      </w:r>
      <w:r w:rsidR="00C23B2F">
        <w:t xml:space="preserve">, </w:t>
      </w:r>
      <w:r w:rsidR="00C23B2F" w:rsidRPr="00861ABC">
        <w:rPr>
          <w:i/>
          <w:iCs/>
        </w:rPr>
        <w:t>Firecracker graph</w:t>
      </w:r>
      <w:r w:rsidR="00C23B2F">
        <w:rPr>
          <w:i/>
          <w:iCs/>
        </w:rPr>
        <w:t xml:space="preserve">, </w:t>
      </w:r>
      <w:r w:rsidR="00C23B2F" w:rsidRPr="00861ABC">
        <w:rPr>
          <w:i/>
          <w:iCs/>
        </w:rPr>
        <w:t>grid graph</w:t>
      </w:r>
      <w:r w:rsidR="00C23B2F">
        <w:rPr>
          <w:i/>
          <w:iCs/>
        </w:rPr>
        <w:t xml:space="preserve">, </w:t>
      </w:r>
      <w:r w:rsidR="00C23B2F" w:rsidRPr="00861ABC">
        <w:rPr>
          <w:i/>
          <w:iCs/>
          <w:lang w:val="en-IN"/>
        </w:rPr>
        <w:t>Spanning Tree</w:t>
      </w:r>
      <w:r w:rsidR="00C23B2F">
        <w:rPr>
          <w:i/>
          <w:iCs/>
          <w:lang w:val="en-IN"/>
        </w:rPr>
        <w:t xml:space="preserve">, the </w:t>
      </w:r>
      <w:r w:rsidR="00C23B2F" w:rsidRPr="00861ABC">
        <w:rPr>
          <w:i/>
          <w:iCs/>
        </w:rPr>
        <w:t>graph</w:t>
      </w:r>
      <w:r w:rsidR="00C23B2F">
        <w:rPr>
          <w:i/>
          <w:iCs/>
        </w:rPr>
        <w:t>s</w:t>
      </w:r>
      <w:r w:rsidR="00C23B2F" w:rsidRPr="00861ABC">
        <w:rPr>
          <w:i/>
          <w:iCs/>
        </w:rPr>
        <w:t xml:space="preserve"> </w:t>
      </w:r>
      <w:proofErr w:type="spellStart"/>
      <w:r w:rsidR="00C23B2F" w:rsidRPr="00861ABC">
        <w:rPr>
          <w:i/>
          <w:iCs/>
        </w:rPr>
        <w:t>P</w:t>
      </w:r>
      <w:r w:rsidR="00C23B2F">
        <w:rPr>
          <w:i/>
          <w:iCs/>
          <w:vertAlign w:val="subscript"/>
        </w:rPr>
        <w:t>r</w:t>
      </w:r>
      <w:proofErr w:type="spellEnd"/>
      <w:r w:rsidR="00C23B2F" w:rsidRPr="00861ABC">
        <w:rPr>
          <w:i/>
          <w:iCs/>
          <w:vertAlign w:val="subscript"/>
        </w:rPr>
        <w:t xml:space="preserve"> </w:t>
      </w:r>
      <w:r w:rsidR="00C23B2F" w:rsidRPr="00861ABC">
        <w:rPr>
          <w:i/>
          <w:iCs/>
        </w:rPr>
        <w:t>ʘ K</w:t>
      </w:r>
      <w:r w:rsidR="00C23B2F">
        <w:rPr>
          <w:i/>
          <w:iCs/>
          <w:vertAlign w:val="subscript"/>
        </w:rPr>
        <w:t xml:space="preserve">s, </w:t>
      </w:r>
      <w:r w:rsidR="00C23B2F" w:rsidRPr="00B25412">
        <w:rPr>
          <w:i/>
          <w:iCs/>
        </w:rPr>
        <w:t xml:space="preserve">and </w:t>
      </w:r>
      <w:proofErr w:type="spellStart"/>
      <w:r w:rsidR="00C23B2F" w:rsidRPr="00861ABC">
        <w:rPr>
          <w:i/>
          <w:iCs/>
        </w:rPr>
        <w:t>P</w:t>
      </w:r>
      <w:r w:rsidR="00C23B2F">
        <w:rPr>
          <w:i/>
          <w:iCs/>
          <w:vertAlign w:val="subscript"/>
        </w:rPr>
        <w:t>r</w:t>
      </w:r>
      <w:proofErr w:type="spellEnd"/>
      <w:r w:rsidR="00C23B2F" w:rsidRPr="00861ABC">
        <w:rPr>
          <w:i/>
          <w:iCs/>
        </w:rPr>
        <w:t xml:space="preserve"> + </w:t>
      </w:r>
      <w:proofErr w:type="spellStart"/>
      <w:r w:rsidR="00C23B2F">
        <w:rPr>
          <w:i/>
          <w:iCs/>
        </w:rPr>
        <w:t>s</w:t>
      </w:r>
      <w:r w:rsidR="00C23B2F" w:rsidRPr="00861ABC">
        <w:rPr>
          <w:i/>
          <w:iCs/>
        </w:rPr>
        <w:t>S</w:t>
      </w:r>
      <w:r w:rsidR="00C23B2F">
        <w:rPr>
          <w:i/>
          <w:iCs/>
          <w:vertAlign w:val="subscript"/>
        </w:rPr>
        <w:t>r</w:t>
      </w:r>
      <w:proofErr w:type="spellEnd"/>
    </w:p>
    <w:p w14:paraId="2528473D" w14:textId="77777777" w:rsidR="005B6872" w:rsidRDefault="00ED545C" w:rsidP="00DC2224">
      <w:pPr>
        <w:pStyle w:val="Heading1"/>
      </w:pPr>
      <w:r w:rsidRPr="00ED545C">
        <w:t>Reference</w:t>
      </w:r>
      <w:r w:rsidR="005D0A12">
        <w:t>s</w:t>
      </w:r>
      <w:r w:rsidR="004A530B" w:rsidRPr="00ED545C">
        <w:t xml:space="preserve"> </w:t>
      </w:r>
    </w:p>
    <w:p w14:paraId="1541C362" w14:textId="77777777" w:rsidR="00DF6C9B" w:rsidRPr="00CF4466" w:rsidRDefault="00DF6C9B" w:rsidP="00DC2224">
      <w:pPr>
        <w:pStyle w:val="Reference"/>
      </w:pPr>
      <w:r w:rsidRPr="00CF4466">
        <w:t>Rosa</w:t>
      </w:r>
      <w:r w:rsidR="00CF4466">
        <w:t>. A</w:t>
      </w:r>
      <w:r w:rsidR="004430CE">
        <w:t xml:space="preserve"> (1967)</w:t>
      </w:r>
      <w:r w:rsidRPr="00CF4466">
        <w:t xml:space="preserve">, On certain valuations of the vertices of a graph, Theory of Graphs </w:t>
      </w:r>
      <w:proofErr w:type="gramStart"/>
      <w:r w:rsidR="00E85B0F" w:rsidRPr="00CF4466">
        <w:t xml:space="preserve">   </w:t>
      </w:r>
      <w:r w:rsidRPr="00CF4466">
        <w:t>(</w:t>
      </w:r>
      <w:proofErr w:type="gramEnd"/>
      <w:r w:rsidRPr="00CF4466">
        <w:t xml:space="preserve">International Symposium, Rome, July 1966), Gordon and Breach, New York and </w:t>
      </w:r>
      <w:proofErr w:type="spellStart"/>
      <w:r w:rsidRPr="00CF4466">
        <w:t>Dunod</w:t>
      </w:r>
      <w:proofErr w:type="spellEnd"/>
      <w:r w:rsidRPr="00CF4466">
        <w:t xml:space="preserve"> Paris, </w:t>
      </w:r>
      <w:r w:rsidR="00881D5C" w:rsidRPr="00CF4466">
        <w:t xml:space="preserve">pp </w:t>
      </w:r>
      <w:r w:rsidRPr="00CF4466">
        <w:t xml:space="preserve">349-355. </w:t>
      </w:r>
    </w:p>
    <w:p w14:paraId="403F5813" w14:textId="77777777" w:rsidR="00DF6C9B" w:rsidRPr="00CF4466" w:rsidRDefault="00DF6C9B" w:rsidP="00DC2224">
      <w:pPr>
        <w:pStyle w:val="Reference"/>
      </w:pPr>
      <w:r w:rsidRPr="00CF4466">
        <w:rPr>
          <w:color w:val="000000" w:themeColor="text1"/>
        </w:rPr>
        <w:t>Gallian. J.</w:t>
      </w:r>
      <w:r w:rsidR="00CF4466" w:rsidRPr="00CF4466">
        <w:rPr>
          <w:color w:val="000000" w:themeColor="text1"/>
        </w:rPr>
        <w:t xml:space="preserve"> </w:t>
      </w:r>
      <w:r w:rsidRPr="00CF4466">
        <w:rPr>
          <w:color w:val="000000" w:themeColor="text1"/>
        </w:rPr>
        <w:t>A (2022)</w:t>
      </w:r>
      <w:r w:rsidR="004430CE">
        <w:rPr>
          <w:color w:val="000000" w:themeColor="text1"/>
        </w:rPr>
        <w:t>,</w:t>
      </w:r>
      <w:r w:rsidRPr="00CF4466">
        <w:rPr>
          <w:color w:val="000000" w:themeColor="text1"/>
        </w:rPr>
        <w:t xml:space="preserve"> A dynamic survey of graph labelling, </w:t>
      </w:r>
      <w:r w:rsidRPr="00CF4466">
        <w:rPr>
          <w:i/>
          <w:iCs/>
          <w:color w:val="000000" w:themeColor="text1"/>
        </w:rPr>
        <w:t>The Electronic Journal of Combinatorics</w:t>
      </w:r>
      <w:r w:rsidR="004430CE">
        <w:rPr>
          <w:color w:val="000000" w:themeColor="text1"/>
        </w:rPr>
        <w:t>,</w:t>
      </w:r>
      <w:r w:rsidRPr="00CF4466">
        <w:rPr>
          <w:color w:val="000000" w:themeColor="text1"/>
        </w:rPr>
        <w:t xml:space="preserve"> pp 307 – 315.</w:t>
      </w:r>
    </w:p>
    <w:p w14:paraId="21C94F06" w14:textId="77777777" w:rsidR="00D375DA" w:rsidRPr="00CF4466" w:rsidRDefault="00CF4466" w:rsidP="00DC2224">
      <w:pPr>
        <w:pStyle w:val="Reference"/>
        <w:rPr>
          <w:lang w:val="en-IN"/>
        </w:rPr>
      </w:pPr>
      <w:r w:rsidRPr="00CF4466">
        <w:rPr>
          <w:lang w:val="en-IN"/>
        </w:rPr>
        <w:t>Badr</w:t>
      </w:r>
      <w:r w:rsidR="00D375DA" w:rsidRPr="00CF4466">
        <w:rPr>
          <w:lang w:val="en-IN"/>
        </w:rPr>
        <w:t>. E. M (2015)</w:t>
      </w:r>
      <w:r w:rsidR="004430CE">
        <w:rPr>
          <w:lang w:val="en-IN"/>
        </w:rPr>
        <w:t>,</w:t>
      </w:r>
      <w:r w:rsidR="00D375DA" w:rsidRPr="00CF4466">
        <w:rPr>
          <w:lang w:val="en-IN"/>
        </w:rPr>
        <w:t xml:space="preserve"> On graceful </w:t>
      </w:r>
      <w:proofErr w:type="spellStart"/>
      <w:r w:rsidR="00D375DA" w:rsidRPr="00CF4466">
        <w:rPr>
          <w:lang w:val="en-IN"/>
        </w:rPr>
        <w:t>labeling</w:t>
      </w:r>
      <w:proofErr w:type="spellEnd"/>
      <w:r w:rsidR="00D375DA" w:rsidRPr="00CF4466">
        <w:rPr>
          <w:lang w:val="en-IN"/>
        </w:rPr>
        <w:t xml:space="preserve"> of the generalization of cyclic </w:t>
      </w:r>
      <w:proofErr w:type="gramStart"/>
      <w:r w:rsidR="00D375DA" w:rsidRPr="00CF4466">
        <w:rPr>
          <w:lang w:val="en-IN"/>
        </w:rPr>
        <w:t xml:space="preserve">snakes, </w:t>
      </w:r>
      <w:r w:rsidRPr="00CF4466">
        <w:rPr>
          <w:lang w:val="en-IN"/>
        </w:rPr>
        <w:t xml:space="preserve">  </w:t>
      </w:r>
      <w:proofErr w:type="gramEnd"/>
      <w:r w:rsidR="00D375DA" w:rsidRPr="00CF4466">
        <w:rPr>
          <w:i/>
          <w:iCs/>
          <w:shd w:val="clear" w:color="auto" w:fill="FFFFFF"/>
        </w:rPr>
        <w:t>Journal of Discrete Mathematical Sciences and Cryptography</w:t>
      </w:r>
      <w:r w:rsidR="00D375DA" w:rsidRPr="00CF4466">
        <w:rPr>
          <w:lang w:val="en-IN"/>
        </w:rPr>
        <w:t>, 18(6), pp 773-783.</w:t>
      </w:r>
    </w:p>
    <w:p w14:paraId="107B5DAA" w14:textId="77777777" w:rsidR="00D375DA" w:rsidRPr="00CF4466" w:rsidRDefault="00D375DA" w:rsidP="00DC2224">
      <w:pPr>
        <w:pStyle w:val="Reference"/>
        <w:rPr>
          <w:lang w:val="en-IN"/>
        </w:rPr>
      </w:pPr>
      <w:r w:rsidRPr="00CF4466">
        <w:t>Hsu. D.F (1982)</w:t>
      </w:r>
      <w:r w:rsidR="004430CE">
        <w:t>,</w:t>
      </w:r>
      <w:r w:rsidRPr="00CF4466">
        <w:t xml:space="preserve"> Harmonious </w:t>
      </w:r>
      <w:proofErr w:type="spellStart"/>
      <w:r w:rsidRPr="00CF4466">
        <w:t>labelings</w:t>
      </w:r>
      <w:proofErr w:type="spellEnd"/>
      <w:r w:rsidRPr="00CF4466">
        <w:t xml:space="preserve"> of Windmill Graphs and related graphs, </w:t>
      </w:r>
      <w:r w:rsidRPr="00CF4466">
        <w:rPr>
          <w:i/>
          <w:iCs/>
        </w:rPr>
        <w:t>Journal of Graph Theory</w:t>
      </w:r>
      <w:r w:rsidRPr="00CF4466">
        <w:t>, 6(1), pp 85–87.</w:t>
      </w:r>
    </w:p>
    <w:p w14:paraId="0BCADA97" w14:textId="77777777" w:rsidR="00D375DA" w:rsidRPr="00CF4466" w:rsidRDefault="00D375DA" w:rsidP="00DC2224">
      <w:pPr>
        <w:pStyle w:val="Reference"/>
        <w:rPr>
          <w:lang w:val="en-IN"/>
        </w:rPr>
      </w:pPr>
      <w:proofErr w:type="spellStart"/>
      <w:r w:rsidRPr="00CF4466">
        <w:rPr>
          <w:lang w:val="en-IN"/>
        </w:rPr>
        <w:t>Shendra</w:t>
      </w:r>
      <w:proofErr w:type="spellEnd"/>
      <w:r w:rsidRPr="00CF4466">
        <w:rPr>
          <w:lang w:val="en-IN"/>
        </w:rPr>
        <w:t xml:space="preserve"> Shainy. V and Balaji. V (2020)</w:t>
      </w:r>
      <w:r w:rsidR="004430CE">
        <w:rPr>
          <w:lang w:val="en-IN"/>
        </w:rPr>
        <w:t>,</w:t>
      </w:r>
      <w:r w:rsidRPr="00CF4466">
        <w:rPr>
          <w:lang w:val="en-IN"/>
        </w:rPr>
        <w:t xml:space="preserve"> Even felicitous </w:t>
      </w:r>
      <w:proofErr w:type="spellStart"/>
      <w:r w:rsidRPr="00CF4466">
        <w:rPr>
          <w:lang w:val="en-IN"/>
        </w:rPr>
        <w:t>labeling</w:t>
      </w:r>
      <w:proofErr w:type="spellEnd"/>
      <w:r w:rsidRPr="00CF4466">
        <w:rPr>
          <w:lang w:val="en-IN"/>
        </w:rPr>
        <w:t xml:space="preserve">, </w:t>
      </w:r>
      <w:r w:rsidRPr="00CF4466">
        <w:rPr>
          <w:i/>
          <w:iCs/>
          <w:shd w:val="clear" w:color="auto" w:fill="FFFFFF"/>
        </w:rPr>
        <w:t xml:space="preserve">Malaya Journal of </w:t>
      </w:r>
      <w:proofErr w:type="spellStart"/>
      <w:r w:rsidRPr="00CF4466">
        <w:rPr>
          <w:i/>
          <w:iCs/>
          <w:shd w:val="clear" w:color="auto" w:fill="FFFFFF"/>
        </w:rPr>
        <w:t>Matematik</w:t>
      </w:r>
      <w:proofErr w:type="spellEnd"/>
      <w:r w:rsidRPr="00CF4466">
        <w:rPr>
          <w:lang w:val="en-IN"/>
        </w:rPr>
        <w:t xml:space="preserve">, </w:t>
      </w:r>
      <w:proofErr w:type="gramStart"/>
      <w:r w:rsidRPr="00CF4466">
        <w:rPr>
          <w:lang w:val="en-IN"/>
        </w:rPr>
        <w:t>S(</w:t>
      </w:r>
      <w:proofErr w:type="gramEnd"/>
      <w:r w:rsidRPr="00CF4466">
        <w:rPr>
          <w:lang w:val="en-IN"/>
        </w:rPr>
        <w:t xml:space="preserve">1), pp 45-47. </w:t>
      </w:r>
    </w:p>
    <w:p w14:paraId="625EA860" w14:textId="77777777" w:rsidR="00DB17D0" w:rsidRDefault="00D375DA" w:rsidP="00DC2224">
      <w:pPr>
        <w:pStyle w:val="Reference"/>
        <w:rPr>
          <w:lang w:val="en-IN"/>
        </w:rPr>
      </w:pPr>
      <w:r w:rsidRPr="00CF4466">
        <w:rPr>
          <w:lang w:val="en-IN"/>
        </w:rPr>
        <w:t>Somasundaram. S and Ponraj. R (2003)</w:t>
      </w:r>
      <w:r w:rsidR="004430CE">
        <w:rPr>
          <w:lang w:val="en-IN"/>
        </w:rPr>
        <w:t>,</w:t>
      </w:r>
      <w:r w:rsidRPr="00CF4466">
        <w:rPr>
          <w:lang w:val="en-IN"/>
        </w:rPr>
        <w:t xml:space="preserve"> Mean </w:t>
      </w:r>
      <w:proofErr w:type="spellStart"/>
      <w:r w:rsidRPr="00CF4466">
        <w:rPr>
          <w:lang w:val="en-IN"/>
        </w:rPr>
        <w:t>labelings</w:t>
      </w:r>
      <w:proofErr w:type="spellEnd"/>
      <w:r w:rsidRPr="00CF4466">
        <w:rPr>
          <w:lang w:val="en-IN"/>
        </w:rPr>
        <w:t xml:space="preserve"> of graphs,</w:t>
      </w:r>
      <w:r w:rsidRPr="00CF4466">
        <w:rPr>
          <w:i/>
          <w:iCs/>
          <w:lang w:val="en-IN"/>
        </w:rPr>
        <w:t xml:space="preserve"> National Academic Science and </w:t>
      </w:r>
      <w:proofErr w:type="spellStart"/>
      <w:r w:rsidRPr="00CF4466">
        <w:rPr>
          <w:i/>
          <w:iCs/>
          <w:lang w:val="en-IN"/>
        </w:rPr>
        <w:t>Letcures</w:t>
      </w:r>
      <w:proofErr w:type="spellEnd"/>
      <w:r w:rsidRPr="00CF4466">
        <w:rPr>
          <w:i/>
          <w:iCs/>
          <w:lang w:val="en-IN"/>
        </w:rPr>
        <w:t>,</w:t>
      </w:r>
      <w:r w:rsidRPr="00CF4466">
        <w:rPr>
          <w:lang w:val="en-IN"/>
        </w:rPr>
        <w:t xml:space="preserve"> 26, pp 210-213.</w:t>
      </w:r>
    </w:p>
    <w:p w14:paraId="76A23146" w14:textId="77777777" w:rsidR="00DB17D0" w:rsidRPr="00DB17D0" w:rsidRDefault="00DB17D0" w:rsidP="00DC2224">
      <w:pPr>
        <w:pStyle w:val="Reference"/>
        <w:rPr>
          <w:lang w:val="en-IN"/>
        </w:rPr>
      </w:pPr>
      <w:r w:rsidRPr="00DB17D0">
        <w:t>P. Mercy and S. Somasundaram (2017), Power Mean Labeling of some Standard Graphs, Asia Pacific Journal of Research S.N.45797.</w:t>
      </w:r>
    </w:p>
    <w:p w14:paraId="62D4EE2E" w14:textId="77777777" w:rsidR="005D21D6" w:rsidRPr="00CF4466" w:rsidRDefault="005D21D6" w:rsidP="00DC2224">
      <w:pPr>
        <w:pStyle w:val="Reference"/>
      </w:pPr>
      <w:proofErr w:type="spellStart"/>
      <w:r w:rsidRPr="00CF4466">
        <w:t>Kurugal</w:t>
      </w:r>
      <w:proofErr w:type="spellEnd"/>
      <w:r w:rsidRPr="00CF4466">
        <w:t xml:space="preserve"> </w:t>
      </w:r>
      <w:proofErr w:type="spellStart"/>
      <w:r w:rsidRPr="00CF4466">
        <w:t>Munikempanna</w:t>
      </w:r>
      <w:proofErr w:type="spellEnd"/>
      <w:r w:rsidRPr="00CF4466">
        <w:t xml:space="preserve"> Nagaraja, Sampathkumar </w:t>
      </w:r>
      <w:proofErr w:type="spellStart"/>
      <w:r w:rsidRPr="00CF4466">
        <w:t>Ramachandraiah</w:t>
      </w:r>
      <w:proofErr w:type="spellEnd"/>
      <w:r w:rsidRPr="00CF4466">
        <w:t xml:space="preserve"> and Venkataramana </w:t>
      </w:r>
      <w:proofErr w:type="spellStart"/>
      <w:r w:rsidRPr="00CF4466">
        <w:t>Bathahalli</w:t>
      </w:r>
      <w:proofErr w:type="spellEnd"/>
      <w:r w:rsidRPr="00CF4466">
        <w:t xml:space="preserve"> Siddappa (2021)</w:t>
      </w:r>
      <w:r w:rsidR="00CF4466">
        <w:t>,</w:t>
      </w:r>
      <w:r w:rsidRPr="00CF4466">
        <w:t xml:space="preserve"> Power Exponential Mean Labeling of Graphs</w:t>
      </w:r>
      <w:r w:rsidR="00173385" w:rsidRPr="00CF4466">
        <w:t xml:space="preserve">, </w:t>
      </w:r>
      <w:r w:rsidR="00173385" w:rsidRPr="00CF4466">
        <w:rPr>
          <w:i/>
          <w:iCs/>
        </w:rPr>
        <w:t xml:space="preserve">Montes Taurus Journal of Pure and Applied Mathematics, </w:t>
      </w:r>
      <w:r w:rsidR="00173385" w:rsidRPr="00CF4466">
        <w:t>3(2)</w:t>
      </w:r>
      <w:r w:rsidR="00CF4466">
        <w:t xml:space="preserve">, pp </w:t>
      </w:r>
      <w:r w:rsidR="00173385" w:rsidRPr="00CF4466">
        <w:t>70 – 79.</w:t>
      </w:r>
    </w:p>
    <w:p w14:paraId="4354BE1F" w14:textId="77777777" w:rsidR="00173385" w:rsidRPr="00CF4466" w:rsidRDefault="00173385" w:rsidP="00DC2224">
      <w:pPr>
        <w:pStyle w:val="Reference"/>
        <w:rPr>
          <w:i/>
          <w:iCs/>
        </w:rPr>
      </w:pPr>
      <w:proofErr w:type="spellStart"/>
      <w:r w:rsidRPr="00CF4466">
        <w:t>Sreeji</w:t>
      </w:r>
      <w:proofErr w:type="spellEnd"/>
      <w:r w:rsidRPr="00CF4466">
        <w:t xml:space="preserve">. S </w:t>
      </w:r>
      <w:proofErr w:type="gramStart"/>
      <w:r w:rsidRPr="00CF4466">
        <w:t>and  Sandhya</w:t>
      </w:r>
      <w:proofErr w:type="gramEnd"/>
      <w:r w:rsidRPr="00CF4466">
        <w:t>. S. S (2020)</w:t>
      </w:r>
      <w:r w:rsidR="00AF4A1D">
        <w:t>,</w:t>
      </w:r>
      <w:r w:rsidRPr="00CF4466">
        <w:t xml:space="preserve"> Power 3 Mean Labeling of Graphs, </w:t>
      </w:r>
      <w:r w:rsidRPr="00CF4466">
        <w:rPr>
          <w:i/>
          <w:iCs/>
        </w:rPr>
        <w:t xml:space="preserve">International Journal of Mathematical Analysis, </w:t>
      </w:r>
      <w:r w:rsidRPr="00CF4466">
        <w:t>14(2), pp 51 – 59.</w:t>
      </w:r>
    </w:p>
    <w:p w14:paraId="381AF35F" w14:textId="77777777" w:rsidR="00BF12B3" w:rsidRPr="00CF4466" w:rsidRDefault="00365605" w:rsidP="00DC2224">
      <w:pPr>
        <w:pStyle w:val="Reference"/>
        <w:rPr>
          <w:i/>
          <w:iCs/>
        </w:rPr>
      </w:pPr>
      <w:r>
        <w:t xml:space="preserve"> </w:t>
      </w:r>
      <w:r w:rsidR="00BF12B3" w:rsidRPr="00CF4466">
        <w:t>Haray. F</w:t>
      </w:r>
      <w:r w:rsidR="004430CE">
        <w:t xml:space="preserve"> (1988)</w:t>
      </w:r>
      <w:r w:rsidR="00BF12B3" w:rsidRPr="00CF4466">
        <w:t xml:space="preserve">, Graph Theory, </w:t>
      </w:r>
      <w:proofErr w:type="spellStart"/>
      <w:r w:rsidR="00BF12B3" w:rsidRPr="00CF4466">
        <w:t>Narosa</w:t>
      </w:r>
      <w:proofErr w:type="spellEnd"/>
      <w:r w:rsidR="00BF12B3" w:rsidRPr="00CF4466">
        <w:t xml:space="preserve"> Publishin</w:t>
      </w:r>
      <w:r w:rsidR="004430CE">
        <w:t>g House Reading, New Delhi</w:t>
      </w:r>
      <w:r w:rsidR="00BF12B3" w:rsidRPr="00CF4466">
        <w:t xml:space="preserve">. </w:t>
      </w:r>
    </w:p>
    <w:p w14:paraId="34F0E378" w14:textId="77777777" w:rsidR="00DF6C9B" w:rsidRPr="00CF4466" w:rsidRDefault="005B6872" w:rsidP="00DC2224">
      <w:pPr>
        <w:pStyle w:val="Reference"/>
      </w:pPr>
      <w:r w:rsidRPr="00CF4466">
        <w:t>Vimala. C and Kavitha. B (2020)</w:t>
      </w:r>
      <w:r w:rsidR="004430CE">
        <w:t>,</w:t>
      </w:r>
      <w:r w:rsidRPr="00CF4466">
        <w:t xml:space="preserve"> Vertex Odd Power Mean Labeling of graphs,</w:t>
      </w:r>
      <w:r w:rsidR="00CF4466">
        <w:t xml:space="preserve"> </w:t>
      </w:r>
      <w:r w:rsidRPr="00CF4466">
        <w:rPr>
          <w:i/>
          <w:iCs/>
        </w:rPr>
        <w:t>International Journal of Trend in Scientific Research and Development</w:t>
      </w:r>
      <w:r w:rsidRPr="00CF4466">
        <w:t>.</w:t>
      </w:r>
    </w:p>
    <w:p w14:paraId="4C7A6916" w14:textId="77777777" w:rsidR="005B6872" w:rsidRPr="00CF4466" w:rsidRDefault="005B6872" w:rsidP="00DC2224">
      <w:pPr>
        <w:pStyle w:val="Reference"/>
      </w:pPr>
      <w:r w:rsidRPr="004430CE">
        <w:t xml:space="preserve">Poovila. V </w:t>
      </w:r>
      <w:r w:rsidR="00182629">
        <w:t xml:space="preserve">and </w:t>
      </w:r>
      <w:r w:rsidRPr="004430CE">
        <w:t>Vimala</w:t>
      </w:r>
      <w:r w:rsidR="00182629">
        <w:t>. C</w:t>
      </w:r>
      <w:r w:rsidR="004430CE">
        <w:t xml:space="preserve"> (2025)</w:t>
      </w:r>
      <w:r w:rsidRPr="004430CE">
        <w:t xml:space="preserve">, Application of vertex odd power mean labeling </w:t>
      </w:r>
      <w:r w:rsidR="00D84835">
        <w:t>i</w:t>
      </w:r>
      <w:r w:rsidRPr="004430CE">
        <w:t>n</w:t>
      </w:r>
      <w:r w:rsidR="00E85B0F" w:rsidRPr="004430CE">
        <w:t xml:space="preserve"> </w:t>
      </w:r>
      <w:r w:rsidR="0067118B" w:rsidRPr="004430CE">
        <w:t>Cryptography</w:t>
      </w:r>
      <w:r w:rsidRPr="004430CE">
        <w:t xml:space="preserve">, </w:t>
      </w:r>
      <w:r w:rsidRPr="004430CE">
        <w:rPr>
          <w:i/>
          <w:iCs/>
        </w:rPr>
        <w:t>AIP Conference Proceedings,</w:t>
      </w:r>
      <w:r w:rsidRPr="004430CE">
        <w:t xml:space="preserve"> 3252(020216).</w:t>
      </w:r>
    </w:p>
    <w:sectPr w:rsidR="005B6872" w:rsidRPr="00CF4466" w:rsidSect="00DC2224"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31C51"/>
    <w:multiLevelType w:val="hybridMultilevel"/>
    <w:tmpl w:val="097C1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617EE"/>
    <w:multiLevelType w:val="hybridMultilevel"/>
    <w:tmpl w:val="ACF273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F4291"/>
    <w:multiLevelType w:val="multilevel"/>
    <w:tmpl w:val="F82C5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DF2E96"/>
    <w:multiLevelType w:val="hybridMultilevel"/>
    <w:tmpl w:val="4DCACC84"/>
    <w:lvl w:ilvl="0" w:tplc="0008B0C4">
      <w:start w:val="1"/>
      <w:numFmt w:val="decimal"/>
      <w:lvlText w:val="%1-"/>
      <w:lvlJc w:val="left"/>
      <w:pPr>
        <w:ind w:left="644" w:hanging="360"/>
      </w:pPr>
      <w:rPr>
        <w:rFonts w:hint="default"/>
        <w:b/>
        <w:i w:val="0"/>
        <w:u w:val="single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74142D1"/>
    <w:multiLevelType w:val="hybridMultilevel"/>
    <w:tmpl w:val="7B9C8044"/>
    <w:lvl w:ilvl="0" w:tplc="4C8C13B4">
      <w:start w:val="1"/>
      <w:numFmt w:val="decimal"/>
      <w:lvlText w:val="%1]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65ED0"/>
    <w:multiLevelType w:val="singleLevel"/>
    <w:tmpl w:val="ECD0A5A6"/>
    <w:name w:val="AIPTables"/>
    <w:lvl w:ilvl="0">
      <w:start w:val="1"/>
      <w:numFmt w:val="decimal"/>
      <w:lvlText w:val="%1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22C2C6B"/>
    <w:multiLevelType w:val="hybridMultilevel"/>
    <w:tmpl w:val="B7D269C4"/>
    <w:lvl w:ilvl="0" w:tplc="A380D570">
      <w:start w:val="1"/>
      <w:numFmt w:val="upperLetter"/>
      <w:lvlText w:val="%1."/>
      <w:lvlJc w:val="left"/>
      <w:pPr>
        <w:ind w:left="72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45F6D"/>
    <w:multiLevelType w:val="hybridMultilevel"/>
    <w:tmpl w:val="5AE0C1F6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4404A95"/>
    <w:multiLevelType w:val="hybridMultilevel"/>
    <w:tmpl w:val="92CE8186"/>
    <w:lvl w:ilvl="0" w:tplc="72661724">
      <w:start w:val="1"/>
      <w:numFmt w:val="bullet"/>
      <w:pStyle w:val="Paragraphbulleted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9AB2696"/>
    <w:multiLevelType w:val="hybridMultilevel"/>
    <w:tmpl w:val="8F02AA48"/>
    <w:lvl w:ilvl="0" w:tplc="0809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A756C1A"/>
    <w:multiLevelType w:val="hybridMultilevel"/>
    <w:tmpl w:val="201C2230"/>
    <w:lvl w:ilvl="0" w:tplc="080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1" w15:restartNumberingAfterBreak="0">
    <w:nsid w:val="3AA17CE3"/>
    <w:multiLevelType w:val="hybridMultilevel"/>
    <w:tmpl w:val="4A342D44"/>
    <w:lvl w:ilvl="0" w:tplc="EBD030B2">
      <w:start w:val="1"/>
      <w:numFmt w:val="decimal"/>
      <w:pStyle w:val="Reference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1C6FEE"/>
    <w:multiLevelType w:val="hybridMultilevel"/>
    <w:tmpl w:val="BC72DB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467158"/>
    <w:multiLevelType w:val="hybridMultilevel"/>
    <w:tmpl w:val="2A1CDC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2F744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7C9507E"/>
    <w:multiLevelType w:val="hybridMultilevel"/>
    <w:tmpl w:val="74D8EBE6"/>
    <w:lvl w:ilvl="0" w:tplc="D458AF60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4721692"/>
    <w:multiLevelType w:val="hybridMultilevel"/>
    <w:tmpl w:val="8BC68E6C"/>
    <w:lvl w:ilvl="0" w:tplc="9C5CFD96">
      <w:start w:val="1"/>
      <w:numFmt w:val="decimal"/>
      <w:pStyle w:val="Paragraphnumbered"/>
      <w:lvlText w:val="%1."/>
      <w:lvlJc w:val="left"/>
      <w:pPr>
        <w:ind w:left="644" w:hanging="360"/>
      </w:pPr>
      <w:rPr>
        <w:rFonts w:hint="default"/>
      </w:rPr>
    </w:lvl>
    <w:lvl w:ilvl="1" w:tplc="EDD6ACA2">
      <w:numFmt w:val="decimal"/>
      <w:lvlText w:val=""/>
      <w:lvlJc w:val="left"/>
    </w:lvl>
    <w:lvl w:ilvl="2" w:tplc="328A694E">
      <w:numFmt w:val="decimal"/>
      <w:lvlText w:val=""/>
      <w:lvlJc w:val="left"/>
    </w:lvl>
    <w:lvl w:ilvl="3" w:tplc="32009542">
      <w:numFmt w:val="decimal"/>
      <w:lvlText w:val=""/>
      <w:lvlJc w:val="left"/>
    </w:lvl>
    <w:lvl w:ilvl="4" w:tplc="8070CBEA">
      <w:numFmt w:val="decimal"/>
      <w:lvlText w:val=""/>
      <w:lvlJc w:val="left"/>
    </w:lvl>
    <w:lvl w:ilvl="5" w:tplc="655855F4">
      <w:numFmt w:val="decimal"/>
      <w:lvlText w:val=""/>
      <w:lvlJc w:val="left"/>
    </w:lvl>
    <w:lvl w:ilvl="6" w:tplc="E64817F0">
      <w:numFmt w:val="decimal"/>
      <w:lvlText w:val=""/>
      <w:lvlJc w:val="left"/>
    </w:lvl>
    <w:lvl w:ilvl="7" w:tplc="959282D4">
      <w:numFmt w:val="decimal"/>
      <w:lvlText w:val=""/>
      <w:lvlJc w:val="left"/>
    </w:lvl>
    <w:lvl w:ilvl="8" w:tplc="6DF0E860">
      <w:numFmt w:val="decimal"/>
      <w:lvlText w:val=""/>
      <w:lvlJc w:val="left"/>
    </w:lvl>
  </w:abstractNum>
  <w:abstractNum w:abstractNumId="17" w15:restartNumberingAfterBreak="0">
    <w:nsid w:val="765903BB"/>
    <w:multiLevelType w:val="multilevel"/>
    <w:tmpl w:val="9BBC2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2E6F57"/>
    <w:multiLevelType w:val="hybridMultilevel"/>
    <w:tmpl w:val="6972D792"/>
    <w:lvl w:ilvl="0" w:tplc="10A266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C6E8F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9AE47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C901B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2EC48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462C2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1DC61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AB06E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5CE6B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A97E4A"/>
    <w:multiLevelType w:val="hybridMultilevel"/>
    <w:tmpl w:val="21562CB0"/>
    <w:name w:val="/#"/>
    <w:lvl w:ilvl="0" w:tplc="78107624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 w:tplc="C5946878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 w:tplc="205E2ACA">
      <w:start w:val="1"/>
      <w:numFmt w:val="lowerRoman"/>
      <w:lvlText w:val="%3)"/>
      <w:lvlJc w:val="left"/>
      <w:pPr>
        <w:tabs>
          <w:tab w:val="num" w:pos="0"/>
        </w:tabs>
        <w:ind w:left="0" w:firstLine="0"/>
      </w:pPr>
    </w:lvl>
    <w:lvl w:ilvl="3" w:tplc="D2E63DBE">
      <w:start w:val="1"/>
      <w:numFmt w:val="decimal"/>
      <w:lvlText w:val="%4"/>
      <w:lvlJc w:val="left"/>
      <w:pPr>
        <w:tabs>
          <w:tab w:val="num" w:pos="360"/>
        </w:tabs>
        <w:ind w:left="0" w:firstLine="0"/>
      </w:pPr>
    </w:lvl>
    <w:lvl w:ilvl="4" w:tplc="04DA94CA">
      <w:start w:val="1"/>
      <w:numFmt w:val="lowerLetter"/>
      <w:lvlText w:val="(%5)"/>
      <w:lvlJc w:val="left"/>
      <w:pPr>
        <w:tabs>
          <w:tab w:val="num" w:pos="0"/>
        </w:tabs>
        <w:ind w:left="0" w:firstLine="0"/>
      </w:pPr>
    </w:lvl>
    <w:lvl w:ilvl="5" w:tplc="94BC9244">
      <w:start w:val="1"/>
      <w:numFmt w:val="lowerRoman"/>
      <w:lvlText w:val="(%6)"/>
      <w:lvlJc w:val="left"/>
      <w:pPr>
        <w:tabs>
          <w:tab w:val="num" w:pos="0"/>
        </w:tabs>
        <w:ind w:left="0" w:firstLine="0"/>
      </w:pPr>
    </w:lvl>
    <w:lvl w:ilvl="6" w:tplc="CE0887C2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 w:tplc="7DB4F44C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 w:tplc="B8E6F2A4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num w:numId="1" w16cid:durableId="2007589944">
    <w:abstractNumId w:val="4"/>
  </w:num>
  <w:num w:numId="2" w16cid:durableId="931160033">
    <w:abstractNumId w:val="1"/>
  </w:num>
  <w:num w:numId="3" w16cid:durableId="1925844975">
    <w:abstractNumId w:val="19"/>
  </w:num>
  <w:num w:numId="4" w16cid:durableId="1623537524">
    <w:abstractNumId w:val="5"/>
  </w:num>
  <w:num w:numId="5" w16cid:durableId="333149680">
    <w:abstractNumId w:val="16"/>
  </w:num>
  <w:num w:numId="6" w16cid:durableId="1958750756">
    <w:abstractNumId w:val="10"/>
  </w:num>
  <w:num w:numId="7" w16cid:durableId="1466237890">
    <w:abstractNumId w:val="15"/>
  </w:num>
  <w:num w:numId="8" w16cid:durableId="846751398">
    <w:abstractNumId w:val="7"/>
  </w:num>
  <w:num w:numId="9" w16cid:durableId="982584711">
    <w:abstractNumId w:val="9"/>
  </w:num>
  <w:num w:numId="10" w16cid:durableId="247734440">
    <w:abstractNumId w:val="2"/>
  </w:num>
  <w:num w:numId="11" w16cid:durableId="1514879319">
    <w:abstractNumId w:val="18"/>
  </w:num>
  <w:num w:numId="12" w16cid:durableId="1383210328">
    <w:abstractNumId w:val="12"/>
  </w:num>
  <w:num w:numId="13" w16cid:durableId="1513061117">
    <w:abstractNumId w:val="17"/>
  </w:num>
  <w:num w:numId="14" w16cid:durableId="958226418">
    <w:abstractNumId w:val="13"/>
  </w:num>
  <w:num w:numId="15" w16cid:durableId="771170886">
    <w:abstractNumId w:val="8"/>
  </w:num>
  <w:num w:numId="16" w16cid:durableId="1726029251">
    <w:abstractNumId w:val="11"/>
  </w:num>
  <w:num w:numId="17" w16cid:durableId="1939214429">
    <w:abstractNumId w:val="15"/>
    <w:lvlOverride w:ilvl="0">
      <w:startOverride w:val="1"/>
    </w:lvlOverride>
  </w:num>
  <w:num w:numId="18" w16cid:durableId="957906086">
    <w:abstractNumId w:val="15"/>
    <w:lvlOverride w:ilvl="0">
      <w:startOverride w:val="1"/>
    </w:lvlOverride>
  </w:num>
  <w:num w:numId="19" w16cid:durableId="1087652185">
    <w:abstractNumId w:val="15"/>
    <w:lvlOverride w:ilvl="0">
      <w:startOverride w:val="1"/>
    </w:lvlOverride>
  </w:num>
  <w:num w:numId="20" w16cid:durableId="1054889863">
    <w:abstractNumId w:val="16"/>
    <w:lvlOverride w:ilvl="0">
      <w:startOverride w:val="1"/>
    </w:lvlOverride>
  </w:num>
  <w:num w:numId="21" w16cid:durableId="1903178079">
    <w:abstractNumId w:val="16"/>
    <w:lvlOverride w:ilvl="0">
      <w:startOverride w:val="1"/>
    </w:lvlOverride>
  </w:num>
  <w:num w:numId="22" w16cid:durableId="874267395">
    <w:abstractNumId w:val="16"/>
    <w:lvlOverride w:ilvl="0">
      <w:startOverride w:val="1"/>
    </w:lvlOverride>
  </w:num>
  <w:num w:numId="23" w16cid:durableId="1368025285">
    <w:abstractNumId w:val="16"/>
    <w:lvlOverride w:ilvl="0">
      <w:startOverride w:val="1"/>
    </w:lvlOverride>
  </w:num>
  <w:num w:numId="24" w16cid:durableId="944078796">
    <w:abstractNumId w:val="16"/>
    <w:lvlOverride w:ilvl="0">
      <w:startOverride w:val="1"/>
    </w:lvlOverride>
  </w:num>
  <w:num w:numId="25" w16cid:durableId="1653829719">
    <w:abstractNumId w:val="3"/>
  </w:num>
  <w:num w:numId="26" w16cid:durableId="1775442011">
    <w:abstractNumId w:val="0"/>
  </w:num>
  <w:num w:numId="27" w16cid:durableId="1296331011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78D3"/>
    <w:rsid w:val="000078D3"/>
    <w:rsid w:val="00014FC1"/>
    <w:rsid w:val="00045DC3"/>
    <w:rsid w:val="000B643D"/>
    <w:rsid w:val="00125D43"/>
    <w:rsid w:val="00157491"/>
    <w:rsid w:val="00173385"/>
    <w:rsid w:val="00182629"/>
    <w:rsid w:val="001D2F63"/>
    <w:rsid w:val="001F24B8"/>
    <w:rsid w:val="00260A3B"/>
    <w:rsid w:val="00283ECA"/>
    <w:rsid w:val="002C4B87"/>
    <w:rsid w:val="002D38F4"/>
    <w:rsid w:val="002D40A9"/>
    <w:rsid w:val="002F3BF3"/>
    <w:rsid w:val="00320070"/>
    <w:rsid w:val="003537A3"/>
    <w:rsid w:val="00365605"/>
    <w:rsid w:val="003811A4"/>
    <w:rsid w:val="003829CB"/>
    <w:rsid w:val="003A3937"/>
    <w:rsid w:val="003B1E77"/>
    <w:rsid w:val="00416389"/>
    <w:rsid w:val="004430CE"/>
    <w:rsid w:val="004529C3"/>
    <w:rsid w:val="0046559A"/>
    <w:rsid w:val="004A530B"/>
    <w:rsid w:val="005478A3"/>
    <w:rsid w:val="00553B7E"/>
    <w:rsid w:val="005B6872"/>
    <w:rsid w:val="005D0A12"/>
    <w:rsid w:val="005D21D6"/>
    <w:rsid w:val="005D556C"/>
    <w:rsid w:val="006204DB"/>
    <w:rsid w:val="00662EB8"/>
    <w:rsid w:val="00664CA4"/>
    <w:rsid w:val="0067118B"/>
    <w:rsid w:val="006736B7"/>
    <w:rsid w:val="006760F7"/>
    <w:rsid w:val="0076030D"/>
    <w:rsid w:val="007771D6"/>
    <w:rsid w:val="007B67C0"/>
    <w:rsid w:val="008547AE"/>
    <w:rsid w:val="008624BE"/>
    <w:rsid w:val="00866619"/>
    <w:rsid w:val="008720BC"/>
    <w:rsid w:val="00881D5C"/>
    <w:rsid w:val="0088367E"/>
    <w:rsid w:val="00886BAD"/>
    <w:rsid w:val="008A27C4"/>
    <w:rsid w:val="008C437A"/>
    <w:rsid w:val="00953990"/>
    <w:rsid w:val="009729DE"/>
    <w:rsid w:val="009A14F0"/>
    <w:rsid w:val="00A00182"/>
    <w:rsid w:val="00AE51CE"/>
    <w:rsid w:val="00AF4A1D"/>
    <w:rsid w:val="00BB7865"/>
    <w:rsid w:val="00BF12B3"/>
    <w:rsid w:val="00C23B2F"/>
    <w:rsid w:val="00C270F9"/>
    <w:rsid w:val="00CB67C5"/>
    <w:rsid w:val="00CC2F84"/>
    <w:rsid w:val="00CC4D68"/>
    <w:rsid w:val="00CD0D39"/>
    <w:rsid w:val="00CE663F"/>
    <w:rsid w:val="00CF4466"/>
    <w:rsid w:val="00D031F8"/>
    <w:rsid w:val="00D21DAA"/>
    <w:rsid w:val="00D25187"/>
    <w:rsid w:val="00D375DA"/>
    <w:rsid w:val="00D62AFC"/>
    <w:rsid w:val="00D73B57"/>
    <w:rsid w:val="00D84835"/>
    <w:rsid w:val="00DA4A44"/>
    <w:rsid w:val="00DB17D0"/>
    <w:rsid w:val="00DC2224"/>
    <w:rsid w:val="00DE7AAA"/>
    <w:rsid w:val="00DF0702"/>
    <w:rsid w:val="00DF6C9B"/>
    <w:rsid w:val="00E263CC"/>
    <w:rsid w:val="00E73A97"/>
    <w:rsid w:val="00E85B0F"/>
    <w:rsid w:val="00EA7AE4"/>
    <w:rsid w:val="00ED545C"/>
    <w:rsid w:val="00F47389"/>
    <w:rsid w:val="00F56E85"/>
    <w:rsid w:val="00F65E03"/>
    <w:rsid w:val="00F800B2"/>
    <w:rsid w:val="00FD3811"/>
    <w:rsid w:val="00FE0E17"/>
    <w:rsid w:val="00FE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7"/>
    <o:shapelayout v:ext="edit">
      <o:idmap v:ext="edit" data="1"/>
      <o:rules v:ext="edit">
        <o:r id="V:Rule1" type="connector" idref="#_x0000_s1424"/>
        <o:r id="V:Rule2" type="connector" idref="#_x0000_s1412"/>
        <o:r id="V:Rule3" type="connector" idref="#_x0000_s1470"/>
        <o:r id="V:Rule4" type="connector" idref="#_x0000_s1095"/>
        <o:r id="V:Rule5" type="connector" idref="#_x0000_s1040"/>
        <o:r id="V:Rule6" type="connector" idref="#_x0000_s1417"/>
        <o:r id="V:Rule7" type="connector" idref="#_x0000_s1453"/>
        <o:r id="V:Rule8" type="connector" idref="#_x0000_s1410"/>
        <o:r id="V:Rule9" type="connector" idref="#_x0000_s1447"/>
        <o:r id="V:Rule10" type="connector" idref="#_x0000_s1337"/>
        <o:r id="V:Rule11" type="connector" idref="#_x0000_s1103"/>
        <o:r id="V:Rule12" type="connector" idref="#_x0000_s1037"/>
        <o:r id="V:Rule13" type="connector" idref="#_x0000_s1104"/>
        <o:r id="V:Rule14" type="connector" idref="#_x0000_s1452"/>
        <o:r id="V:Rule15" type="connector" idref="#_x0000_s1096"/>
        <o:r id="V:Rule16" type="connector" idref="#_x0000_s1414"/>
        <o:r id="V:Rule17" type="connector" idref="#_x0000_s1034"/>
        <o:r id="V:Rule18" type="connector" idref="#_x0000_s1338"/>
        <o:r id="V:Rule19" type="connector" idref="#_x0000_s1342"/>
        <o:r id="V:Rule20" type="connector" idref="#_x0000_s1457"/>
        <o:r id="V:Rule21" type="connector" idref="#_x0000_s1099"/>
        <o:r id="V:Rule22" type="connector" idref="#_x0000_s1446"/>
        <o:r id="V:Rule23" type="connector" idref="#_x0000_s1093"/>
        <o:r id="V:Rule24" type="connector" idref="#_x0000_s1349"/>
        <o:r id="V:Rule25" type="connector" idref="#_x0000_s1466"/>
        <o:r id="V:Rule26" type="connector" idref="#_x0000_s1472"/>
        <o:r id="V:Rule27" type="connector" idref="#_x0000_s1039"/>
        <o:r id="V:Rule28" type="connector" idref="#_x0000_s1455"/>
        <o:r id="V:Rule29" type="connector" idref="#_x0000_s1339"/>
        <o:r id="V:Rule30" type="connector" idref="#_x0000_s1460"/>
        <o:r id="V:Rule31" type="connector" idref="#_x0000_s1451"/>
        <o:r id="V:Rule32" type="connector" idref="#_x0000_s1464"/>
        <o:r id="V:Rule33" type="connector" idref="#_x0000_s1445"/>
        <o:r id="V:Rule34" type="connector" idref="#_x0000_s1345"/>
        <o:r id="V:Rule35" type="connector" idref="#_x0000_s1465"/>
        <o:r id="V:Rule36" type="connector" idref="#_x0000_s1456"/>
        <o:r id="V:Rule37" type="connector" idref="#_x0000_s1461"/>
        <o:r id="V:Rule38" type="connector" idref="#_x0000_s1458"/>
        <o:r id="V:Rule39" type="connector" idref="#_x0000_s1091"/>
        <o:r id="V:Rule40" type="connector" idref="#_x0000_s1047"/>
        <o:r id="V:Rule41" type="connector" idref="#_x0000_s1421"/>
        <o:r id="V:Rule42" type="connector" idref="#_x0000_s1097"/>
        <o:r id="V:Rule43" type="connector" idref="#_x0000_s1469"/>
        <o:r id="V:Rule44" type="connector" idref="#_x0000_s1030"/>
        <o:r id="V:Rule45" type="connector" idref="#_x0000_s1346"/>
        <o:r id="V:Rule46" type="connector" idref="#_x0000_s1420"/>
        <o:r id="V:Rule47" type="connector" idref="#_x0000_s1462"/>
        <o:r id="V:Rule48" type="connector" idref="#_x0000_s1106"/>
        <o:r id="V:Rule49" type="connector" idref="#_x0000_s1036"/>
        <o:r id="V:Rule50" type="connector" idref="#_x0000_s1476"/>
        <o:r id="V:Rule51" type="connector" idref="#_x0000_s1334"/>
        <o:r id="V:Rule52" type="connector" idref="#_x0000_s1347"/>
        <o:r id="V:Rule53" type="connector" idref="#_x0000_s1459"/>
        <o:r id="V:Rule54" type="connector" idref="#_x0000_s1094"/>
        <o:r id="V:Rule55" type="connector" idref="#_x0000_s1448"/>
        <o:r id="V:Rule56" type="connector" idref="#_x0000_s1413"/>
        <o:r id="V:Rule57" type="connector" idref="#_x0000_s1044"/>
        <o:r id="V:Rule58" type="connector" idref="#_x0000_s1473"/>
        <o:r id="V:Rule59" type="connector" idref="#_x0000_s1340"/>
        <o:r id="V:Rule60" type="connector" idref="#_x0000_s1033"/>
        <o:r id="V:Rule61" type="connector" idref="#_x0000_s1092"/>
        <o:r id="V:Rule62" type="connector" idref="#_x0000_s1411"/>
        <o:r id="V:Rule63" type="connector" idref="#_x0000_s1335"/>
        <o:r id="V:Rule64" type="connector" idref="#_x0000_s1468"/>
        <o:r id="V:Rule65" type="connector" idref="#_x0000_s1029"/>
        <o:r id="V:Rule66" type="connector" idref="#_x0000_s1045"/>
        <o:r id="V:Rule67" type="connector" idref="#_x0000_s1449"/>
        <o:r id="V:Rule68" type="connector" idref="#_x0000_s1344"/>
        <o:r id="V:Rule69" type="connector" idref="#_x0000_s1415"/>
        <o:r id="V:Rule70" type="connector" idref="#_x0000_s1416"/>
        <o:r id="V:Rule71" type="connector" idref="#_x0000_s1348"/>
        <o:r id="V:Rule72" type="connector" idref="#_x0000_s1471"/>
        <o:r id="V:Rule73" type="connector" idref="#_x0000_s1043"/>
        <o:r id="V:Rule74" type="connector" idref="#_x0000_s1031"/>
        <o:r id="V:Rule75" type="connector" idref="#_x0000_s1474"/>
        <o:r id="V:Rule76" type="connector" idref="#_x0000_s1341"/>
        <o:r id="V:Rule77" type="connector" idref="#_x0000_s1027"/>
        <o:r id="V:Rule78" type="connector" idref="#_x0000_s1101"/>
        <o:r id="V:Rule79" type="connector" idref="#_x0000_s1032"/>
        <o:r id="V:Rule80" type="connector" idref="#_x0000_s1046"/>
        <o:r id="V:Rule81" type="connector" idref="#_x0000_s1454"/>
        <o:r id="V:Rule82" type="connector" idref="#_x0000_s1450"/>
        <o:r id="V:Rule83" type="connector" idref="#_x0000_s1041"/>
        <o:r id="V:Rule84" type="connector" idref="#_x0000_s1426"/>
        <o:r id="V:Rule85" type="connector" idref="#_x0000_s1038"/>
        <o:r id="V:Rule86" type="connector" idref="#_x0000_s1100"/>
        <o:r id="V:Rule87" type="connector" idref="#_x0000_s1048"/>
        <o:r id="V:Rule88" type="connector" idref="#_x0000_s1102"/>
        <o:r id="V:Rule89" type="connector" idref="#_x0000_s1463"/>
        <o:r id="V:Rule90" type="connector" idref="#_x0000_s1107"/>
        <o:r id="V:Rule91" type="connector" idref="#_x0000_s1343"/>
        <o:r id="V:Rule92" type="connector" idref="#_x0000_s1467"/>
        <o:r id="V:Rule93" type="connector" idref="#_x0000_s1098"/>
        <o:r id="V:Rule94" type="connector" idref="#_x0000_s1105"/>
        <o:r id="V:Rule95" type="connector" idref="#_x0000_s1423"/>
        <o:r id="V:Rule96" type="connector" idref="#_x0000_s1475"/>
        <o:r id="V:Rule97" type="connector" idref="#_x0000_s1336"/>
        <o:r id="V:Rule98" type="connector" idref="#_x0000_s1419"/>
        <o:r id="V:Rule99" type="connector" idref="#_x0000_s1425"/>
      </o:rules>
    </o:shapelayout>
  </w:shapeDefaults>
  <w:decimalSymbol w:val="."/>
  <w:listSeparator w:val=","/>
  <w14:docId w14:val="4DFB15C4"/>
  <w15:docId w15:val="{CA1569DF-33AE-4458-BCF8-4A392C57D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A393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bidi="ar-SA"/>
    </w:rPr>
  </w:style>
  <w:style w:type="paragraph" w:styleId="Heading1">
    <w:name w:val="heading 1"/>
    <w:basedOn w:val="Normal"/>
    <w:next w:val="Paragraph"/>
    <w:link w:val="Heading1Char"/>
    <w:qFormat/>
    <w:rsid w:val="003A3937"/>
    <w:pPr>
      <w:keepNext/>
      <w:spacing w:before="240" w:after="240"/>
      <w:jc w:val="center"/>
      <w:outlineLvl w:val="0"/>
    </w:pPr>
    <w:rPr>
      <w:b/>
      <w:caps/>
    </w:rPr>
  </w:style>
  <w:style w:type="paragraph" w:styleId="Heading2">
    <w:name w:val="heading 2"/>
    <w:basedOn w:val="Normal"/>
    <w:next w:val="Paragraph"/>
    <w:link w:val="Heading2Char"/>
    <w:qFormat/>
    <w:rsid w:val="003A3937"/>
    <w:pPr>
      <w:keepNext/>
      <w:spacing w:before="240" w:after="240"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A3937"/>
    <w:pPr>
      <w:keepNext/>
      <w:spacing w:before="240" w:after="240"/>
      <w:jc w:val="center"/>
      <w:outlineLvl w:val="2"/>
    </w:pPr>
    <w:rPr>
      <w:i/>
      <w:iCs/>
      <w:sz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  <w:rsid w:val="003A393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A3937"/>
  </w:style>
  <w:style w:type="character" w:customStyle="1" w:styleId="Heading2Char">
    <w:name w:val="Heading 2 Char"/>
    <w:basedOn w:val="DefaultParagraphFont"/>
    <w:link w:val="Heading2"/>
    <w:rsid w:val="000078D3"/>
    <w:rPr>
      <w:rFonts w:ascii="Times New Roman" w:eastAsia="Times New Roman" w:hAnsi="Times New Roman" w:cs="Times New Roman"/>
      <w:b/>
      <w:sz w:val="24"/>
      <w:szCs w:val="20"/>
      <w:lang w:bidi="ar-SA"/>
    </w:rPr>
  </w:style>
  <w:style w:type="paragraph" w:styleId="ListParagraph">
    <w:name w:val="List Paragraph"/>
    <w:basedOn w:val="Normal"/>
    <w:uiPriority w:val="34"/>
    <w:rsid w:val="003A3937"/>
    <w:pPr>
      <w:ind w:left="720"/>
      <w:contextualSpacing/>
    </w:pPr>
  </w:style>
  <w:style w:type="table" w:styleId="TableGrid">
    <w:name w:val="Table Grid"/>
    <w:basedOn w:val="TableNormal"/>
    <w:rsid w:val="003A3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078D3"/>
    <w:rPr>
      <w:color w:val="808080"/>
    </w:rPr>
  </w:style>
  <w:style w:type="paragraph" w:styleId="BalloonText">
    <w:name w:val="Balloon Text"/>
    <w:basedOn w:val="Normal"/>
    <w:link w:val="BalloonTextChar"/>
    <w:rsid w:val="003A39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3937"/>
    <w:rPr>
      <w:rFonts w:ascii="Tahoma" w:eastAsia="Times New Roman" w:hAnsi="Tahoma" w:cs="Tahoma"/>
      <w:sz w:val="16"/>
      <w:szCs w:val="16"/>
      <w:lang w:bidi="ar-SA"/>
    </w:rPr>
  </w:style>
  <w:style w:type="character" w:customStyle="1" w:styleId="jpfdse">
    <w:name w:val="jpfdse"/>
    <w:basedOn w:val="DefaultParagraphFont"/>
    <w:rsid w:val="000078D3"/>
  </w:style>
  <w:style w:type="character" w:styleId="Hyperlink">
    <w:name w:val="Hyperlink"/>
    <w:rsid w:val="003A3937"/>
    <w:rPr>
      <w:color w:val="0000FF"/>
      <w:u w:val="single"/>
    </w:rPr>
  </w:style>
  <w:style w:type="character" w:customStyle="1" w:styleId="mjxassistivemathml">
    <w:name w:val="mjx_assistive_mathml"/>
    <w:basedOn w:val="DefaultParagraphFont"/>
    <w:rsid w:val="000078D3"/>
  </w:style>
  <w:style w:type="character" w:customStyle="1" w:styleId="ffa">
    <w:name w:val="ffa"/>
    <w:basedOn w:val="DefaultParagraphFont"/>
    <w:rsid w:val="000078D3"/>
  </w:style>
  <w:style w:type="character" w:customStyle="1" w:styleId="ff1">
    <w:name w:val="ff1"/>
    <w:basedOn w:val="DefaultParagraphFont"/>
    <w:rsid w:val="000078D3"/>
  </w:style>
  <w:style w:type="character" w:customStyle="1" w:styleId="a">
    <w:name w:val="_"/>
    <w:basedOn w:val="DefaultParagraphFont"/>
    <w:rsid w:val="000078D3"/>
  </w:style>
  <w:style w:type="character" w:customStyle="1" w:styleId="ls56">
    <w:name w:val="ls56"/>
    <w:basedOn w:val="DefaultParagraphFont"/>
    <w:rsid w:val="000078D3"/>
  </w:style>
  <w:style w:type="character" w:customStyle="1" w:styleId="ff10">
    <w:name w:val="ff10"/>
    <w:basedOn w:val="DefaultParagraphFont"/>
    <w:rsid w:val="000078D3"/>
  </w:style>
  <w:style w:type="character" w:customStyle="1" w:styleId="ws43">
    <w:name w:val="ws43"/>
    <w:basedOn w:val="DefaultParagraphFont"/>
    <w:rsid w:val="000078D3"/>
  </w:style>
  <w:style w:type="character" w:customStyle="1" w:styleId="ff4">
    <w:name w:val="ff4"/>
    <w:basedOn w:val="DefaultParagraphFont"/>
    <w:rsid w:val="000078D3"/>
  </w:style>
  <w:style w:type="character" w:customStyle="1" w:styleId="ws3f">
    <w:name w:val="ws3f"/>
    <w:basedOn w:val="DefaultParagraphFont"/>
    <w:rsid w:val="000078D3"/>
  </w:style>
  <w:style w:type="character" w:customStyle="1" w:styleId="ws45">
    <w:name w:val="ws45"/>
    <w:basedOn w:val="DefaultParagraphFont"/>
    <w:rsid w:val="000078D3"/>
  </w:style>
  <w:style w:type="character" w:customStyle="1" w:styleId="ws46">
    <w:name w:val="ws46"/>
    <w:basedOn w:val="DefaultParagraphFont"/>
    <w:rsid w:val="000078D3"/>
  </w:style>
  <w:style w:type="character" w:customStyle="1" w:styleId="ws10">
    <w:name w:val="ws10"/>
    <w:basedOn w:val="DefaultParagraphFont"/>
    <w:rsid w:val="000078D3"/>
  </w:style>
  <w:style w:type="paragraph" w:styleId="Header">
    <w:name w:val="header"/>
    <w:basedOn w:val="Normal"/>
    <w:link w:val="HeaderChar"/>
    <w:uiPriority w:val="99"/>
    <w:semiHidden/>
    <w:unhideWhenUsed/>
    <w:rsid w:val="000078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78D3"/>
  </w:style>
  <w:style w:type="paragraph" w:styleId="Footer">
    <w:name w:val="footer"/>
    <w:basedOn w:val="Normal"/>
    <w:link w:val="FooterChar"/>
    <w:uiPriority w:val="99"/>
    <w:unhideWhenUsed/>
    <w:rsid w:val="000078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78D3"/>
  </w:style>
  <w:style w:type="character" w:customStyle="1" w:styleId="highlight">
    <w:name w:val="highlight"/>
    <w:basedOn w:val="DefaultParagraphFont"/>
    <w:rsid w:val="000078D3"/>
  </w:style>
  <w:style w:type="paragraph" w:styleId="NormalWeb">
    <w:name w:val="Normal (Web)"/>
    <w:basedOn w:val="Normal"/>
    <w:uiPriority w:val="99"/>
    <w:unhideWhenUsed/>
    <w:rsid w:val="003A3937"/>
    <w:pPr>
      <w:spacing w:before="100" w:beforeAutospacing="1" w:after="100" w:afterAutospacing="1"/>
    </w:pPr>
    <w:rPr>
      <w:szCs w:val="24"/>
      <w:lang w:val="en-GB" w:eastAsia="en-GB"/>
    </w:rPr>
  </w:style>
  <w:style w:type="character" w:customStyle="1" w:styleId="ls5d">
    <w:name w:val="ls5d"/>
    <w:basedOn w:val="DefaultParagraphFont"/>
    <w:rsid w:val="000078D3"/>
  </w:style>
  <w:style w:type="character" w:customStyle="1" w:styleId="ls28">
    <w:name w:val="ls28"/>
    <w:basedOn w:val="DefaultParagraphFont"/>
    <w:rsid w:val="000078D3"/>
  </w:style>
  <w:style w:type="character" w:customStyle="1" w:styleId="ls3b">
    <w:name w:val="ls3b"/>
    <w:basedOn w:val="DefaultParagraphFont"/>
    <w:rsid w:val="000078D3"/>
  </w:style>
  <w:style w:type="character" w:styleId="Strong">
    <w:name w:val="Strong"/>
    <w:basedOn w:val="DefaultParagraphFont"/>
    <w:uiPriority w:val="22"/>
    <w:qFormat/>
    <w:rsid w:val="003A3937"/>
    <w:rPr>
      <w:b/>
      <w:bCs/>
    </w:rPr>
  </w:style>
  <w:style w:type="character" w:customStyle="1" w:styleId="katex-mathml">
    <w:name w:val="katex-mathml"/>
    <w:basedOn w:val="DefaultParagraphFont"/>
    <w:rsid w:val="000078D3"/>
  </w:style>
  <w:style w:type="character" w:customStyle="1" w:styleId="mord">
    <w:name w:val="mord"/>
    <w:basedOn w:val="DefaultParagraphFont"/>
    <w:rsid w:val="000078D3"/>
  </w:style>
  <w:style w:type="character" w:customStyle="1" w:styleId="vlist-s">
    <w:name w:val="vlist-s"/>
    <w:basedOn w:val="DefaultParagraphFont"/>
    <w:rsid w:val="000078D3"/>
  </w:style>
  <w:style w:type="paragraph" w:styleId="BodyText">
    <w:name w:val="Body Text"/>
    <w:basedOn w:val="Normal"/>
    <w:link w:val="BodyTextChar"/>
    <w:semiHidden/>
    <w:unhideWhenUsed/>
    <w:rsid w:val="000078D3"/>
    <w:pPr>
      <w:tabs>
        <w:tab w:val="left" w:pos="288"/>
      </w:tabs>
      <w:spacing w:after="120" w:line="228" w:lineRule="auto"/>
      <w:ind w:firstLine="288"/>
      <w:jc w:val="both"/>
    </w:pPr>
    <w:rPr>
      <w:rFonts w:eastAsia="SimSun"/>
      <w:spacing w:val="-1"/>
      <w:sz w:val="20"/>
      <w:lang w:val="zh-CN" w:eastAsia="zh-CN"/>
    </w:rPr>
  </w:style>
  <w:style w:type="character" w:customStyle="1" w:styleId="BodyTextChar">
    <w:name w:val="Body Text Char"/>
    <w:basedOn w:val="DefaultParagraphFont"/>
    <w:link w:val="BodyText"/>
    <w:semiHidden/>
    <w:qFormat/>
    <w:rsid w:val="000078D3"/>
    <w:rPr>
      <w:rFonts w:ascii="Times New Roman" w:eastAsia="SimSun" w:hAnsi="Times New Roman" w:cs="Times New Roman"/>
      <w:spacing w:val="-1"/>
      <w:sz w:val="20"/>
      <w:szCs w:val="20"/>
      <w:lang w:val="zh-CN" w:eastAsia="zh-CN" w:bidi="ar-SA"/>
    </w:rPr>
  </w:style>
  <w:style w:type="character" w:customStyle="1" w:styleId="mpunct">
    <w:name w:val="mpunct"/>
    <w:basedOn w:val="DefaultParagraphFont"/>
    <w:rsid w:val="000078D3"/>
  </w:style>
  <w:style w:type="character" w:styleId="Emphasis">
    <w:name w:val="Emphasis"/>
    <w:basedOn w:val="DefaultParagraphFont"/>
    <w:uiPriority w:val="20"/>
    <w:qFormat/>
    <w:rsid w:val="003A3937"/>
    <w:rPr>
      <w:i/>
      <w:iCs/>
    </w:rPr>
  </w:style>
  <w:style w:type="character" w:customStyle="1" w:styleId="Heading1Char">
    <w:name w:val="Heading 1 Char"/>
    <w:basedOn w:val="DefaultParagraphFont"/>
    <w:link w:val="Heading1"/>
    <w:rsid w:val="00DC2224"/>
    <w:rPr>
      <w:rFonts w:ascii="Times New Roman" w:eastAsia="Times New Roman" w:hAnsi="Times New Roman" w:cs="Times New Roman"/>
      <w:b/>
      <w:caps/>
      <w:sz w:val="2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rsid w:val="00DC2224"/>
    <w:rPr>
      <w:rFonts w:ascii="Times New Roman" w:eastAsia="Times New Roman" w:hAnsi="Times New Roman" w:cs="Times New Roman"/>
      <w:i/>
      <w:iCs/>
      <w:sz w:val="20"/>
      <w:szCs w:val="20"/>
      <w:lang w:val="en-GB" w:eastAsia="en-GB" w:bidi="ar-SA"/>
    </w:rPr>
  </w:style>
  <w:style w:type="paragraph" w:styleId="FootnoteText">
    <w:name w:val="footnote text"/>
    <w:basedOn w:val="Normal"/>
    <w:link w:val="FootnoteTextChar"/>
    <w:semiHidden/>
    <w:rsid w:val="003A3937"/>
    <w:rPr>
      <w:sz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DC2224"/>
    <w:rPr>
      <w:rFonts w:ascii="Times New Roman" w:eastAsia="Times New Roman" w:hAnsi="Times New Roman" w:cs="Times New Roman"/>
      <w:sz w:val="16"/>
      <w:szCs w:val="20"/>
      <w:lang w:bidi="ar-SA"/>
    </w:rPr>
  </w:style>
  <w:style w:type="paragraph" w:customStyle="1" w:styleId="PaperTitle">
    <w:name w:val="Paper Title"/>
    <w:basedOn w:val="Normal"/>
    <w:next w:val="AuthorName"/>
    <w:rsid w:val="003A3937"/>
    <w:pPr>
      <w:spacing w:before="1200"/>
      <w:jc w:val="center"/>
    </w:pPr>
    <w:rPr>
      <w:b/>
      <w:sz w:val="36"/>
    </w:rPr>
  </w:style>
  <w:style w:type="paragraph" w:customStyle="1" w:styleId="AuthorName">
    <w:name w:val="Author Name"/>
    <w:basedOn w:val="Normal"/>
    <w:next w:val="AuthorAffiliation"/>
    <w:rsid w:val="003A3937"/>
    <w:pPr>
      <w:spacing w:before="360" w:after="360"/>
      <w:jc w:val="center"/>
    </w:pPr>
    <w:rPr>
      <w:sz w:val="28"/>
    </w:rPr>
  </w:style>
  <w:style w:type="paragraph" w:customStyle="1" w:styleId="AuthorAffiliation">
    <w:name w:val="Author Affiliation"/>
    <w:basedOn w:val="Normal"/>
    <w:rsid w:val="003A3937"/>
    <w:pPr>
      <w:jc w:val="center"/>
    </w:pPr>
    <w:rPr>
      <w:i/>
      <w:sz w:val="20"/>
    </w:rPr>
  </w:style>
  <w:style w:type="paragraph" w:customStyle="1" w:styleId="Abstract">
    <w:name w:val="Abstract"/>
    <w:basedOn w:val="Normal"/>
    <w:next w:val="Heading1"/>
    <w:rsid w:val="003A3937"/>
    <w:pPr>
      <w:spacing w:before="360" w:after="360"/>
      <w:ind w:left="289" w:right="289"/>
      <w:jc w:val="both"/>
    </w:pPr>
    <w:rPr>
      <w:sz w:val="18"/>
    </w:rPr>
  </w:style>
  <w:style w:type="paragraph" w:customStyle="1" w:styleId="Paragraph">
    <w:name w:val="Paragraph"/>
    <w:basedOn w:val="Normal"/>
    <w:rsid w:val="003A3937"/>
    <w:pPr>
      <w:ind w:firstLine="284"/>
      <w:jc w:val="both"/>
    </w:pPr>
    <w:rPr>
      <w:sz w:val="20"/>
    </w:rPr>
  </w:style>
  <w:style w:type="character" w:styleId="FootnoteReference">
    <w:name w:val="footnote reference"/>
    <w:semiHidden/>
    <w:rsid w:val="003A3937"/>
    <w:rPr>
      <w:vertAlign w:val="superscript"/>
    </w:rPr>
  </w:style>
  <w:style w:type="paragraph" w:customStyle="1" w:styleId="Reference">
    <w:name w:val="Reference"/>
    <w:basedOn w:val="Paragraph"/>
    <w:rsid w:val="003A3937"/>
    <w:pPr>
      <w:numPr>
        <w:numId w:val="16"/>
      </w:numPr>
      <w:ind w:left="426" w:hanging="426"/>
    </w:pPr>
  </w:style>
  <w:style w:type="paragraph" w:customStyle="1" w:styleId="FigureCaption">
    <w:name w:val="Figure Caption"/>
    <w:next w:val="Paragraph"/>
    <w:rsid w:val="003A3937"/>
    <w:pPr>
      <w:spacing w:before="120" w:after="0" w:line="240" w:lineRule="auto"/>
      <w:jc w:val="center"/>
    </w:pPr>
    <w:rPr>
      <w:rFonts w:ascii="Times New Roman" w:eastAsia="Times New Roman" w:hAnsi="Times New Roman" w:cs="Times New Roman"/>
      <w:sz w:val="18"/>
      <w:szCs w:val="20"/>
      <w:lang w:bidi="ar-SA"/>
    </w:rPr>
  </w:style>
  <w:style w:type="paragraph" w:customStyle="1" w:styleId="Figure">
    <w:name w:val="Figure"/>
    <w:basedOn w:val="Paragraph"/>
    <w:rsid w:val="003A3937"/>
    <w:pPr>
      <w:keepNext/>
      <w:ind w:firstLine="0"/>
      <w:jc w:val="center"/>
    </w:pPr>
  </w:style>
  <w:style w:type="paragraph" w:customStyle="1" w:styleId="Equation">
    <w:name w:val="Equation"/>
    <w:basedOn w:val="Paragraph"/>
    <w:rsid w:val="003A3937"/>
    <w:pPr>
      <w:tabs>
        <w:tab w:val="center" w:pos="4320"/>
        <w:tab w:val="right" w:pos="9242"/>
      </w:tabs>
      <w:ind w:firstLine="0"/>
      <w:jc w:val="center"/>
    </w:pPr>
  </w:style>
  <w:style w:type="paragraph" w:customStyle="1" w:styleId="Paragraphbulleted">
    <w:name w:val="Paragraph (bulleted)"/>
    <w:basedOn w:val="Paragraph"/>
    <w:rsid w:val="003A3937"/>
    <w:pPr>
      <w:numPr>
        <w:numId w:val="15"/>
      </w:numPr>
      <w:ind w:left="641" w:hanging="357"/>
    </w:pPr>
  </w:style>
  <w:style w:type="paragraph" w:customStyle="1" w:styleId="AuthorEmail">
    <w:name w:val="Author Email"/>
    <w:basedOn w:val="Normal"/>
    <w:qFormat/>
    <w:rsid w:val="003A3937"/>
    <w:pPr>
      <w:jc w:val="center"/>
    </w:pPr>
    <w:rPr>
      <w:sz w:val="20"/>
    </w:rPr>
  </w:style>
  <w:style w:type="paragraph" w:customStyle="1" w:styleId="TableCaption">
    <w:name w:val="Table Caption"/>
    <w:basedOn w:val="FigureCaption"/>
    <w:qFormat/>
    <w:rsid w:val="003A3937"/>
    <w:rPr>
      <w:szCs w:val="18"/>
    </w:rPr>
  </w:style>
  <w:style w:type="paragraph" w:customStyle="1" w:styleId="Paragraphnumbered">
    <w:name w:val="Paragraph (numbered)"/>
    <w:rsid w:val="003A3937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3A3937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semiHidden/>
    <w:unhideWhenUsed/>
    <w:rsid w:val="003A393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A3937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A3937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A39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A3937"/>
    <w:rPr>
      <w:rFonts w:ascii="Times New Roman" w:eastAsia="Times New Roman" w:hAnsi="Times New Roman" w:cs="Times New Roman"/>
      <w:b/>
      <w:bCs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49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7.bin"/><Relationship Id="rId26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7" Type="http://schemas.openxmlformats.org/officeDocument/2006/relationships/hyperlink" Target="mailto:vimalasakthi@pmu.edu" TargetMode="External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2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5.w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pudurpoovila@gmail.com" TargetMode="Externa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1.bin"/><Relationship Id="rId5" Type="http://schemas.openxmlformats.org/officeDocument/2006/relationships/hyperlink" Target="mailto:sasikala@pmu.edu" TargetMode="Externa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10.bin"/><Relationship Id="rId28" Type="http://schemas.openxmlformats.org/officeDocument/2006/relationships/image" Target="media/image9.png"/><Relationship Id="rId10" Type="http://schemas.openxmlformats.org/officeDocument/2006/relationships/image" Target="media/image2.wmf"/><Relationship Id="rId19" Type="http://schemas.openxmlformats.org/officeDocument/2006/relationships/oleObject" Target="embeddings/oleObject8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6.wmf"/><Relationship Id="rId27" Type="http://schemas.openxmlformats.org/officeDocument/2006/relationships/image" Target="media/image8.png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AIPCP%20Article%20Template_Sept1_2023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AIPCP Article Template_Sept1_2023</Template>
  <TotalTime>709</TotalTime>
  <Pages>1</Pages>
  <Words>2611</Words>
  <Characters>14883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Shankara Narayanan V R</cp:lastModifiedBy>
  <cp:revision>47</cp:revision>
  <dcterms:created xsi:type="dcterms:W3CDTF">2025-07-16T06:11:00Z</dcterms:created>
  <dcterms:modified xsi:type="dcterms:W3CDTF">2025-09-15T16:19:00Z</dcterms:modified>
</cp:coreProperties>
</file>